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B51B0" w14:textId="77777777" w:rsidR="008B2CC1" w:rsidRPr="00F043DE" w:rsidRDefault="00B92F1F" w:rsidP="005F7E4F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  <w:sz w:val="28"/>
        </w:rPr>
        <w:drawing>
          <wp:inline distT="0" distB="0" distL="0" distR="0" wp14:anchorId="43EC0024" wp14:editId="6E8982EE">
            <wp:extent cx="2603184" cy="1308100"/>
            <wp:effectExtent l="0" t="0" r="6985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3184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98A75" w14:textId="6905ED14" w:rsidR="008B2CC1" w:rsidRPr="006554CA" w:rsidRDefault="005F7E4F" w:rsidP="00EB2F76">
      <w:pPr>
        <w:jc w:val="right"/>
        <w:rPr>
          <w:rFonts w:ascii="Arial Black" w:hAnsi="Arial Black"/>
          <w:caps/>
          <w:sz w:val="15"/>
          <w:szCs w:val="15"/>
          <w:lang w:val="en-US"/>
        </w:rPr>
      </w:pPr>
      <w:r w:rsidRPr="006554CA">
        <w:rPr>
          <w:rFonts w:ascii="Arial Black" w:hAnsi="Arial Black"/>
          <w:caps/>
          <w:sz w:val="15"/>
          <w:lang w:val="en-US"/>
        </w:rPr>
        <w:t>WIPO/GRTKF/IC/51/</w:t>
      </w:r>
      <w:bookmarkStart w:id="0" w:name="Code"/>
      <w:bookmarkEnd w:id="0"/>
      <w:r w:rsidRPr="006554CA">
        <w:rPr>
          <w:rFonts w:ascii="Arial Black" w:hAnsi="Arial Black"/>
          <w:caps/>
          <w:sz w:val="15"/>
          <w:lang w:val="en-US"/>
        </w:rPr>
        <w:t>INF/3 rev.</w:t>
      </w:r>
    </w:p>
    <w:p w14:paraId="60E162D9" w14:textId="15F817E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ОРИГИНАЛ:</w:t>
      </w:r>
      <w:bookmarkStart w:id="1" w:name="Original"/>
      <w:r>
        <w:rPr>
          <w:rFonts w:ascii="Arial Black" w:hAnsi="Arial Black"/>
          <w:caps/>
          <w:sz w:val="15"/>
        </w:rPr>
        <w:t xml:space="preserve">  Английский</w:t>
      </w:r>
    </w:p>
    <w:bookmarkEnd w:id="1"/>
    <w:p w14:paraId="419A0F73" w14:textId="79689011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 xml:space="preserve"> 30 мая 2025 года</w:t>
      </w:r>
    </w:p>
    <w:bookmarkEnd w:id="2"/>
    <w:p w14:paraId="4E4F88D7" w14:textId="77777777" w:rsidR="005F7E4F" w:rsidRPr="003845C1" w:rsidRDefault="005F7E4F" w:rsidP="00C91A8D">
      <w:pPr>
        <w:spacing w:after="480"/>
        <w:outlineLvl w:val="0"/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5C4186AE" w14:textId="4EE5FA22" w:rsidR="005F7E4F" w:rsidRPr="003845C1" w:rsidRDefault="005F7E4F" w:rsidP="00C91A8D">
      <w:pPr>
        <w:outlineLvl w:val="1"/>
        <w:rPr>
          <w:b/>
          <w:sz w:val="24"/>
          <w:szCs w:val="24"/>
        </w:rPr>
      </w:pPr>
      <w:r>
        <w:rPr>
          <w:b/>
          <w:sz w:val="24"/>
        </w:rPr>
        <w:t>Пятьдесят первая сессия</w:t>
      </w:r>
    </w:p>
    <w:p w14:paraId="58D8B499" w14:textId="607B7AF3" w:rsidR="008B2CC1" w:rsidRPr="003845C1" w:rsidRDefault="005F7E4F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30 мая – 5 июня 2025 года</w:t>
      </w:r>
    </w:p>
    <w:p w14:paraId="073229E3" w14:textId="1E5F92D2" w:rsidR="00AA7EE6" w:rsidRPr="003845C1" w:rsidRDefault="00AA7EE6" w:rsidP="00AA7EE6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>Проект программы пятьдесят первой сессии</w:t>
      </w:r>
    </w:p>
    <w:p w14:paraId="2A7D9A52" w14:textId="77777777" w:rsidR="00AA7EE6" w:rsidRPr="00F9165B" w:rsidRDefault="00AA7EE6" w:rsidP="00AA7EE6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Документ подготовлен Секретариатом</w:t>
      </w:r>
    </w:p>
    <w:p w14:paraId="2F95FFC0" w14:textId="77777777" w:rsidR="00AA7EE6" w:rsidRDefault="00AA7EE6" w:rsidP="00AA7EE6"/>
    <w:p w14:paraId="288138ED" w14:textId="5F06A2E8" w:rsidR="00AA7EE6" w:rsidRDefault="00AA7EE6" w:rsidP="00AA7EE6">
      <w:pPr>
        <w:pStyle w:val="ListParagraph"/>
        <w:numPr>
          <w:ilvl w:val="0"/>
          <w:numId w:val="7"/>
        </w:numPr>
        <w:ind w:left="0" w:firstLine="0"/>
      </w:pPr>
      <w:r>
        <w:t>Во исполнение требования Межправительственного комитета по интеллектуальной собственности, генетическим ресурсам, традиционным знаниям и фольклору («Комитет») о распространении предлагаемой программы работы в настоящем документе представлен проект предлагаемой программы работы пятьдесят первой сессии Комитета.  Данный проект является ориентировочным: фактическая организация работы Комитета будет определяться Председателем и членами Комитета в соответствии с правилами процедуры.</w:t>
      </w:r>
    </w:p>
    <w:p w14:paraId="00719D37" w14:textId="77777777" w:rsidR="00AA7EE6" w:rsidRDefault="00AA7EE6" w:rsidP="00AA7EE6"/>
    <w:p w14:paraId="21A8F48A" w14:textId="77777777" w:rsidR="00AA7EE6" w:rsidRDefault="00AA7EE6" w:rsidP="00AA7EE6"/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40"/>
        <w:gridCol w:w="5805"/>
      </w:tblGrid>
      <w:tr w:rsidR="00AA7EE6" w14:paraId="3A68F74C" w14:textId="77777777" w:rsidTr="002E538D">
        <w:tc>
          <w:tcPr>
            <w:tcW w:w="3550" w:type="dxa"/>
            <w:gridSpan w:val="2"/>
            <w:shd w:val="clear" w:color="auto" w:fill="auto"/>
          </w:tcPr>
          <w:p w14:paraId="69BA1664" w14:textId="696D4A74" w:rsidR="00AA7EE6" w:rsidRPr="00B77AA8" w:rsidRDefault="00AA7EE6" w:rsidP="002E538D">
            <w:pPr>
              <w:spacing w:before="100" w:beforeAutospacing="1" w:after="100" w:afterAutospacing="1"/>
              <w:rPr>
                <w:u w:val="single"/>
              </w:rPr>
            </w:pPr>
            <w:r>
              <w:rPr>
                <w:u w:val="single"/>
              </w:rPr>
              <w:t>Четверг, 29 мая 2025 года</w:t>
            </w:r>
          </w:p>
          <w:p w14:paraId="22F9F1E1" w14:textId="77777777" w:rsidR="00AA7EE6" w:rsidRDefault="00AA7EE6" w:rsidP="002E538D">
            <w:pPr>
              <w:spacing w:before="100" w:beforeAutospacing="1" w:after="100" w:afterAutospacing="1"/>
            </w:pPr>
            <w:r>
              <w:t>С 10:00</w:t>
            </w:r>
          </w:p>
          <w:p w14:paraId="69C103FA" w14:textId="77777777" w:rsidR="00AA7EE6" w:rsidRDefault="00AA7EE6" w:rsidP="002E538D">
            <w:pPr>
              <w:spacing w:before="100" w:beforeAutospacing="1" w:after="100" w:afterAutospacing="1"/>
            </w:pPr>
          </w:p>
          <w:p w14:paraId="2CC2735A" w14:textId="77777777" w:rsidR="00AA7EE6" w:rsidRDefault="00AA7EE6" w:rsidP="002E538D">
            <w:pPr>
              <w:spacing w:before="100" w:beforeAutospacing="1" w:after="100" w:afterAutospacing="1"/>
            </w:pPr>
          </w:p>
          <w:p w14:paraId="3ACFFBE4" w14:textId="77777777" w:rsidR="00AA7EE6" w:rsidRDefault="00AA7EE6" w:rsidP="002E538D">
            <w:pPr>
              <w:spacing w:before="100" w:beforeAutospacing="1" w:after="100" w:afterAutospacing="1"/>
            </w:pPr>
          </w:p>
          <w:p w14:paraId="57FF3C82" w14:textId="77777777" w:rsidR="00AA7EE6" w:rsidRDefault="00AA7EE6" w:rsidP="002E538D">
            <w:pPr>
              <w:spacing w:before="100" w:beforeAutospacing="1" w:after="100" w:afterAutospacing="1"/>
            </w:pPr>
          </w:p>
          <w:p w14:paraId="75C12988" w14:textId="77777777" w:rsidR="00AA7EE6" w:rsidRDefault="00AA7EE6" w:rsidP="002E538D">
            <w:pPr>
              <w:spacing w:before="100" w:beforeAutospacing="1" w:after="100" w:afterAutospacing="1"/>
            </w:pPr>
          </w:p>
          <w:p w14:paraId="0E632C3D" w14:textId="77777777" w:rsidR="00AA7EE6" w:rsidRDefault="00AA7EE6" w:rsidP="002E538D"/>
        </w:tc>
        <w:tc>
          <w:tcPr>
            <w:tcW w:w="5805" w:type="dxa"/>
            <w:shd w:val="clear" w:color="auto" w:fill="auto"/>
          </w:tcPr>
          <w:p w14:paraId="0DA4CDF2" w14:textId="77777777" w:rsidR="00AA7EE6" w:rsidRDefault="00AA7EE6" w:rsidP="002E538D">
            <w:pPr>
              <w:spacing w:before="100" w:beforeAutospacing="1" w:after="100" w:afterAutospacing="1"/>
            </w:pPr>
          </w:p>
          <w:p w14:paraId="067D6FB8" w14:textId="77777777" w:rsidR="00AA7EE6" w:rsidRDefault="00AA7EE6" w:rsidP="002E538D">
            <w:pPr>
              <w:spacing w:before="100" w:beforeAutospacing="1" w:after="100" w:afterAutospacing="1"/>
            </w:pPr>
            <w:r>
              <w:t>Консультативный форум коренных народов</w:t>
            </w:r>
          </w:p>
          <w:p w14:paraId="15339F2B" w14:textId="77777777" w:rsidR="00AA7EE6" w:rsidRDefault="00AA7EE6" w:rsidP="002E538D">
            <w:pPr>
              <w:spacing w:before="100" w:beforeAutospacing="1" w:after="100" w:afterAutospacing="1"/>
            </w:pPr>
            <w:r>
              <w:rPr>
                <w:i/>
              </w:rPr>
              <w:t>В работе форума примут участие члены организаций, представляющих коренные народы и местные общины.  Заседание не является официальной сессией Комитета, но проводится по решению Комитета и обслуживается Секретариатом.</w:t>
            </w:r>
          </w:p>
          <w:p w14:paraId="786DE65F" w14:textId="77777777" w:rsidR="00AA7EE6" w:rsidRDefault="00AA7EE6" w:rsidP="002E538D">
            <w:pPr>
              <w:spacing w:before="100" w:beforeAutospacing="1" w:after="100" w:afterAutospacing="1"/>
            </w:pPr>
          </w:p>
          <w:p w14:paraId="2B2BBBBB" w14:textId="77777777" w:rsidR="00AA7EE6" w:rsidRDefault="00AA7EE6" w:rsidP="002E538D">
            <w:pPr>
              <w:spacing w:before="100" w:beforeAutospacing="1" w:after="100" w:afterAutospacing="1"/>
              <w:rPr>
                <w:i/>
              </w:rPr>
            </w:pPr>
          </w:p>
          <w:p w14:paraId="47CDBA18" w14:textId="77777777" w:rsidR="00AA7EE6" w:rsidRPr="00530764" w:rsidRDefault="00AA7EE6" w:rsidP="002E538D">
            <w:pPr>
              <w:spacing w:before="100" w:beforeAutospacing="1" w:after="100" w:afterAutospacing="1"/>
              <w:rPr>
                <w:i/>
              </w:rPr>
            </w:pPr>
          </w:p>
        </w:tc>
      </w:tr>
      <w:tr w:rsidR="00AA7EE6" w14:paraId="3FB57F48" w14:textId="77777777" w:rsidTr="002E538D">
        <w:tc>
          <w:tcPr>
            <w:tcW w:w="3510" w:type="dxa"/>
            <w:shd w:val="clear" w:color="auto" w:fill="auto"/>
          </w:tcPr>
          <w:p w14:paraId="67E3EA82" w14:textId="06E427BC" w:rsidR="00AA7EE6" w:rsidRPr="00B77AA8" w:rsidRDefault="006554CA" w:rsidP="002E538D">
            <w:pPr>
              <w:rPr>
                <w:u w:val="single"/>
              </w:rPr>
            </w:pPr>
            <w:r>
              <w:rPr>
                <w:u w:val="single"/>
              </w:rPr>
              <w:lastRenderedPageBreak/>
              <w:t xml:space="preserve">Пятница, </w:t>
            </w:r>
            <w:r w:rsidR="00AA7EE6">
              <w:rPr>
                <w:u w:val="single"/>
              </w:rPr>
              <w:t>30 мая 2025 года</w:t>
            </w:r>
          </w:p>
          <w:p w14:paraId="2DA87D81" w14:textId="77777777" w:rsidR="00AA7EE6" w:rsidRDefault="00AA7EE6" w:rsidP="002E538D"/>
          <w:p w14:paraId="33E39681" w14:textId="77777777" w:rsidR="00AA7EE6" w:rsidRDefault="00AA7EE6" w:rsidP="002E538D">
            <w:r>
              <w:t>10:00–13:00</w:t>
            </w:r>
          </w:p>
        </w:tc>
        <w:tc>
          <w:tcPr>
            <w:tcW w:w="5845" w:type="dxa"/>
            <w:gridSpan w:val="2"/>
            <w:shd w:val="clear" w:color="auto" w:fill="auto"/>
          </w:tcPr>
          <w:p w14:paraId="3D11A822" w14:textId="77777777" w:rsidR="00AA7EE6" w:rsidRPr="00982005" w:rsidRDefault="00AA7EE6" w:rsidP="002E538D">
            <w:pPr>
              <w:ind w:left="1052" w:hanging="1080"/>
            </w:pPr>
          </w:p>
          <w:p w14:paraId="696BEEF3" w14:textId="77777777" w:rsidR="00AA7EE6" w:rsidRPr="00982005" w:rsidRDefault="00AA7EE6" w:rsidP="002E538D">
            <w:pPr>
              <w:ind w:left="1052" w:hanging="1080"/>
            </w:pPr>
          </w:p>
          <w:p w14:paraId="6CBACEDE" w14:textId="594378B9" w:rsidR="00AA7EE6" w:rsidRDefault="00AA7EE6" w:rsidP="002E538D">
            <w:pPr>
              <w:ind w:left="1052" w:hanging="1080"/>
            </w:pPr>
            <w:r>
              <w:rPr>
                <w:b/>
              </w:rPr>
              <w:t>Пункт 1.</w:t>
            </w:r>
            <w:r>
              <w:t xml:space="preserve">   Открытие сессии</w:t>
            </w:r>
          </w:p>
          <w:p w14:paraId="559F1EBF" w14:textId="77777777" w:rsidR="00AA7EE6" w:rsidRDefault="00AA7EE6" w:rsidP="002E538D">
            <w:pPr>
              <w:tabs>
                <w:tab w:val="left" w:pos="1102"/>
              </w:tabs>
              <w:ind w:left="1052" w:hanging="1080"/>
              <w:rPr>
                <w:b/>
              </w:rPr>
            </w:pPr>
          </w:p>
          <w:p w14:paraId="546B6837" w14:textId="15041918" w:rsidR="00AA7EE6" w:rsidRDefault="00AA7EE6" w:rsidP="002E538D">
            <w:pPr>
              <w:spacing w:line="260" w:lineRule="atLeast"/>
              <w:ind w:left="1052" w:hanging="1080"/>
            </w:pPr>
            <w:r>
              <w:rPr>
                <w:b/>
              </w:rPr>
              <w:t>Пункт 2.</w:t>
            </w:r>
            <w:r>
              <w:t xml:space="preserve">   Принятие повестки дня</w:t>
            </w:r>
          </w:p>
          <w:p w14:paraId="3789F639" w14:textId="274B933F" w:rsidR="00AA7EE6" w:rsidRPr="006554CA" w:rsidRDefault="00AA7EE6" w:rsidP="002E538D">
            <w:pPr>
              <w:spacing w:line="260" w:lineRule="atLeast"/>
              <w:ind w:left="1052"/>
              <w:rPr>
                <w:lang w:val="en-US"/>
              </w:rPr>
            </w:pPr>
            <w:r w:rsidRPr="006554CA">
              <w:rPr>
                <w:lang w:val="en-US"/>
              </w:rPr>
              <w:t>WIPO/GRTKF/IC/51/1 Prov. 2</w:t>
            </w:r>
          </w:p>
          <w:p w14:paraId="42B7C64B" w14:textId="0FD6AF64" w:rsidR="00AA7EE6" w:rsidRPr="006554CA" w:rsidRDefault="00AA7EE6" w:rsidP="002E538D">
            <w:pPr>
              <w:spacing w:line="260" w:lineRule="atLeast"/>
              <w:ind w:left="1052"/>
              <w:rPr>
                <w:lang w:val="en-US"/>
              </w:rPr>
            </w:pPr>
            <w:r w:rsidRPr="006554CA">
              <w:rPr>
                <w:lang w:val="en-US"/>
              </w:rPr>
              <w:t xml:space="preserve">WIPO/GRTKF/IC/51/INF/2 </w:t>
            </w:r>
          </w:p>
          <w:p w14:paraId="1F3F0011" w14:textId="0EDCF72F" w:rsidR="00AA7EE6" w:rsidRPr="006554CA" w:rsidRDefault="00AA7EE6" w:rsidP="002E538D">
            <w:pPr>
              <w:spacing w:line="260" w:lineRule="atLeast"/>
              <w:ind w:left="1052"/>
              <w:rPr>
                <w:lang w:val="en-US"/>
              </w:rPr>
            </w:pPr>
            <w:r w:rsidRPr="006554CA">
              <w:rPr>
                <w:lang w:val="en-US"/>
              </w:rPr>
              <w:t xml:space="preserve">WIPO/GRTKF/IC/51/INF/3 </w:t>
            </w:r>
          </w:p>
          <w:p w14:paraId="4EF25754" w14:textId="77777777" w:rsidR="00AA7EE6" w:rsidRPr="006554CA" w:rsidRDefault="00AA7EE6" w:rsidP="002E538D">
            <w:pPr>
              <w:ind w:left="1052" w:hanging="1080"/>
              <w:rPr>
                <w:b/>
                <w:lang w:val="en-US"/>
              </w:rPr>
            </w:pPr>
          </w:p>
          <w:p w14:paraId="420D1279" w14:textId="0C7B243B" w:rsidR="00AA7EE6" w:rsidRDefault="00AA7EE6" w:rsidP="002E538D">
            <w:pPr>
              <w:ind w:left="1052" w:hanging="1080"/>
            </w:pPr>
            <w:r>
              <w:rPr>
                <w:b/>
              </w:rPr>
              <w:t>Пункт</w:t>
            </w:r>
            <w:r w:rsidRPr="006554CA">
              <w:rPr>
                <w:b/>
                <w:lang w:val="en-US"/>
              </w:rPr>
              <w:t xml:space="preserve"> 3.</w:t>
            </w:r>
            <w:r w:rsidRPr="006554CA">
              <w:rPr>
                <w:lang w:val="en-US"/>
              </w:rPr>
              <w:t xml:space="preserve">   </w:t>
            </w:r>
            <w:r>
              <w:t>Аккредитация некоторых организаций</w:t>
            </w:r>
          </w:p>
          <w:p w14:paraId="0A8A8773" w14:textId="7951C5C0" w:rsidR="00AA7EE6" w:rsidRDefault="00AA7EE6" w:rsidP="002E538D">
            <w:pPr>
              <w:spacing w:line="260" w:lineRule="atLeast"/>
              <w:ind w:left="1052"/>
            </w:pPr>
            <w:r>
              <w:t>WIPO/GRTKF/IC/51/2</w:t>
            </w:r>
          </w:p>
          <w:p w14:paraId="2AA04FA4" w14:textId="77777777" w:rsidR="00AA7EE6" w:rsidRDefault="00AA7EE6" w:rsidP="002E538D">
            <w:pPr>
              <w:ind w:left="1052" w:hanging="1080"/>
              <w:rPr>
                <w:b/>
              </w:rPr>
            </w:pPr>
          </w:p>
          <w:p w14:paraId="631C1D1E" w14:textId="383D913F" w:rsidR="00AA7EE6" w:rsidRDefault="00AA7EE6" w:rsidP="002E538D">
            <w:pPr>
              <w:ind w:left="1052" w:hanging="1080"/>
            </w:pPr>
            <w:r>
              <w:rPr>
                <w:b/>
              </w:rPr>
              <w:t>Пункт 4.</w:t>
            </w:r>
            <w:r>
              <w:t xml:space="preserve">    Участие коренных народов и местных общин</w:t>
            </w:r>
          </w:p>
          <w:p w14:paraId="4896003C" w14:textId="77777777" w:rsidR="00AA7EE6" w:rsidRDefault="00AA7EE6" w:rsidP="002E538D">
            <w:pPr>
              <w:spacing w:line="260" w:lineRule="atLeast"/>
              <w:ind w:left="1052"/>
            </w:pPr>
          </w:p>
          <w:p w14:paraId="3D93CCB2" w14:textId="77777777" w:rsidR="00AA7EE6" w:rsidRDefault="00AA7EE6" w:rsidP="002E538D">
            <w:pPr>
              <w:spacing w:line="260" w:lineRule="atLeast"/>
              <w:ind w:left="1052"/>
            </w:pPr>
            <w:r>
              <w:t>Добровольный фонд</w:t>
            </w:r>
          </w:p>
          <w:p w14:paraId="6A20ACC4" w14:textId="451E78F6" w:rsidR="00AA7EE6" w:rsidRDefault="00AA7EE6" w:rsidP="002E538D">
            <w:pPr>
              <w:ind w:left="1052"/>
            </w:pPr>
            <w:r>
              <w:t>WIPO/GRTKF/IC/51/3</w:t>
            </w:r>
          </w:p>
          <w:p w14:paraId="0290CED2" w14:textId="266871BC" w:rsidR="00AA7EE6" w:rsidRPr="006554CA" w:rsidRDefault="00AA7EE6" w:rsidP="002E538D">
            <w:pPr>
              <w:ind w:left="1052"/>
              <w:rPr>
                <w:lang w:val="en-US"/>
              </w:rPr>
            </w:pPr>
            <w:r w:rsidRPr="006554CA">
              <w:rPr>
                <w:lang w:val="en-US"/>
              </w:rPr>
              <w:t>WIPO/GRTKF/IC/51/INF/4</w:t>
            </w:r>
          </w:p>
          <w:p w14:paraId="085B0C2F" w14:textId="1D06D40B" w:rsidR="00AA7EE6" w:rsidRPr="006554CA" w:rsidRDefault="00AA7EE6" w:rsidP="002E538D">
            <w:pPr>
              <w:ind w:left="1052"/>
              <w:rPr>
                <w:lang w:val="en-US"/>
              </w:rPr>
            </w:pPr>
            <w:r w:rsidRPr="006554CA">
              <w:rPr>
                <w:lang w:val="en-US"/>
              </w:rPr>
              <w:t>WIPO/GRTKF/IC/51/INF/6</w:t>
            </w:r>
          </w:p>
          <w:p w14:paraId="27EF1BE7" w14:textId="77777777" w:rsidR="00AA7EE6" w:rsidRPr="006554CA" w:rsidRDefault="00AA7EE6" w:rsidP="002E538D">
            <w:pPr>
              <w:ind w:left="1052"/>
              <w:rPr>
                <w:lang w:val="en-US"/>
              </w:rPr>
            </w:pPr>
          </w:p>
          <w:p w14:paraId="1B0E3990" w14:textId="77777777" w:rsidR="00AA7EE6" w:rsidRDefault="00AA7EE6" w:rsidP="002E538D">
            <w:pPr>
              <w:ind w:left="1052"/>
            </w:pPr>
            <w:r>
              <w:t>Дискуссионная группа местных и коренных общин</w:t>
            </w:r>
          </w:p>
          <w:p w14:paraId="0BC30CF0" w14:textId="77777777" w:rsidR="00AA7EE6" w:rsidRPr="0074785E" w:rsidRDefault="00AA7EE6" w:rsidP="002E538D">
            <w:pPr>
              <w:spacing w:line="260" w:lineRule="atLeast"/>
              <w:ind w:left="1052"/>
              <w:rPr>
                <w:i/>
              </w:rPr>
            </w:pPr>
            <w:r>
              <w:rPr>
                <w:i/>
              </w:rPr>
              <w:t>Не является официальным заседанием Комитета</w:t>
            </w:r>
          </w:p>
          <w:p w14:paraId="54D4172F" w14:textId="138B0430" w:rsidR="00AA7EE6" w:rsidRPr="00803ED5" w:rsidRDefault="00AA7EE6" w:rsidP="002E538D">
            <w:pPr>
              <w:spacing w:line="260" w:lineRule="atLeast"/>
              <w:ind w:left="1052"/>
            </w:pPr>
            <w:r>
              <w:t>WIPO/GRTKF/IC/51/INF/5</w:t>
            </w:r>
          </w:p>
          <w:p w14:paraId="678A4CE9" w14:textId="77777777" w:rsidR="00AA7EE6" w:rsidRDefault="00AA7EE6" w:rsidP="002E538D">
            <w:pPr>
              <w:ind w:left="1052"/>
            </w:pPr>
          </w:p>
        </w:tc>
      </w:tr>
      <w:tr w:rsidR="00AA7EE6" w:rsidRPr="006554CA" w14:paraId="6AC386AB" w14:textId="77777777" w:rsidTr="002E538D">
        <w:tc>
          <w:tcPr>
            <w:tcW w:w="3510" w:type="dxa"/>
            <w:shd w:val="clear" w:color="auto" w:fill="auto"/>
          </w:tcPr>
          <w:p w14:paraId="30E0B191" w14:textId="77777777" w:rsidR="00AA7EE6" w:rsidRDefault="00AA7EE6" w:rsidP="002E538D">
            <w:pPr>
              <w:spacing w:line="260" w:lineRule="atLeast"/>
            </w:pPr>
          </w:p>
          <w:p w14:paraId="3708DB4C" w14:textId="77777777" w:rsidR="00AA7EE6" w:rsidRDefault="00AA7EE6" w:rsidP="002E538D">
            <w:pPr>
              <w:spacing w:line="260" w:lineRule="atLeast"/>
            </w:pPr>
            <w:r>
              <w:t>15:00–18:00</w:t>
            </w:r>
          </w:p>
        </w:tc>
        <w:tc>
          <w:tcPr>
            <w:tcW w:w="5845" w:type="dxa"/>
            <w:gridSpan w:val="2"/>
            <w:shd w:val="clear" w:color="auto" w:fill="auto"/>
          </w:tcPr>
          <w:p w14:paraId="69D1C15B" w14:textId="77777777" w:rsidR="00AA7EE6" w:rsidRPr="005C0326" w:rsidRDefault="00AA7EE6" w:rsidP="002E538D">
            <w:pPr>
              <w:ind w:left="1052" w:hanging="1080"/>
              <w:rPr>
                <w:szCs w:val="22"/>
              </w:rPr>
            </w:pPr>
          </w:p>
          <w:p w14:paraId="14CF5F39" w14:textId="0B8D78A9" w:rsidR="00EF4BB8" w:rsidRDefault="00EF4BB8" w:rsidP="002E538D">
            <w:pPr>
              <w:ind w:left="1052" w:hanging="1080"/>
              <w:rPr>
                <w:b/>
              </w:rPr>
            </w:pPr>
            <w:r>
              <w:rPr>
                <w:b/>
              </w:rPr>
              <w:t>Пункт 6.</w:t>
            </w:r>
            <w:r>
              <w:t xml:space="preserve">   Подведение итогов проделанной работы и вынесение рекомендации для Генеральной Ассамблеи</w:t>
            </w:r>
          </w:p>
          <w:p w14:paraId="166CC494" w14:textId="77777777" w:rsidR="00EF4BB8" w:rsidRDefault="00EF4BB8" w:rsidP="002E538D">
            <w:pPr>
              <w:ind w:left="1052" w:hanging="1080"/>
              <w:rPr>
                <w:b/>
              </w:rPr>
            </w:pPr>
          </w:p>
          <w:p w14:paraId="2EF3BC97" w14:textId="3302A020" w:rsidR="00AA7EE6" w:rsidRDefault="00AA7EE6" w:rsidP="002E538D">
            <w:pPr>
              <w:ind w:left="1052" w:hanging="1080"/>
            </w:pPr>
            <w:r>
              <w:rPr>
                <w:b/>
              </w:rPr>
              <w:t>Пункт 5.</w:t>
            </w:r>
            <w:r>
              <w:t xml:space="preserve">   Традиционные знания/традиционные выражения культуры</w:t>
            </w:r>
          </w:p>
          <w:p w14:paraId="5796C259" w14:textId="77777777" w:rsidR="00AA7EE6" w:rsidRPr="006554CA" w:rsidRDefault="00AA7EE6" w:rsidP="002E538D">
            <w:pPr>
              <w:ind w:left="1052"/>
              <w:rPr>
                <w:lang w:val="en-US"/>
              </w:rPr>
            </w:pPr>
            <w:r w:rsidRPr="006554CA">
              <w:rPr>
                <w:lang w:val="en-US"/>
              </w:rPr>
              <w:t>WIPO/GRTKF/IC/49/4</w:t>
            </w:r>
          </w:p>
          <w:p w14:paraId="4DAAB3D6" w14:textId="77777777" w:rsidR="00AA7EE6" w:rsidRPr="006554CA" w:rsidRDefault="00AA7EE6" w:rsidP="002E538D">
            <w:pPr>
              <w:ind w:left="1052"/>
              <w:rPr>
                <w:lang w:val="en-US"/>
              </w:rPr>
            </w:pPr>
            <w:r w:rsidRPr="006554CA">
              <w:rPr>
                <w:lang w:val="en-US"/>
              </w:rPr>
              <w:t>WIPO/GRTKF/IC/49/5</w:t>
            </w:r>
          </w:p>
          <w:p w14:paraId="28C1FAFA" w14:textId="5F4CCD49" w:rsidR="00AA7EE6" w:rsidRPr="006554CA" w:rsidRDefault="00AA7EE6" w:rsidP="002E538D">
            <w:pPr>
              <w:ind w:left="1052"/>
              <w:rPr>
                <w:lang w:val="en-US"/>
              </w:rPr>
            </w:pPr>
            <w:r w:rsidRPr="006554CA">
              <w:rPr>
                <w:lang w:val="en-US"/>
              </w:rPr>
              <w:t>WIPO/GRTKF/IC/51/INF/7</w:t>
            </w:r>
          </w:p>
          <w:p w14:paraId="2B2D589E" w14:textId="603832AC" w:rsidR="00AA7EE6" w:rsidRPr="006554CA" w:rsidRDefault="00AA7EE6" w:rsidP="00EF4BB8">
            <w:pPr>
              <w:ind w:left="1052" w:firstLine="8"/>
              <w:rPr>
                <w:lang w:val="en-US"/>
              </w:rPr>
            </w:pPr>
            <w:r w:rsidRPr="006554CA">
              <w:rPr>
                <w:lang w:val="en-US"/>
              </w:rPr>
              <w:t>WIPO/GRTKF/IC/51/INF/8</w:t>
            </w:r>
          </w:p>
          <w:p w14:paraId="05AD7739" w14:textId="77777777" w:rsidR="00AA7EE6" w:rsidRPr="006554CA" w:rsidRDefault="00AA7EE6" w:rsidP="002E538D">
            <w:pPr>
              <w:ind w:left="1052" w:hanging="1080"/>
              <w:rPr>
                <w:lang w:val="en-US"/>
              </w:rPr>
            </w:pPr>
          </w:p>
        </w:tc>
      </w:tr>
      <w:tr w:rsidR="00AA7EE6" w14:paraId="4D0D8B91" w14:textId="77777777" w:rsidTr="002E538D">
        <w:tc>
          <w:tcPr>
            <w:tcW w:w="3510" w:type="dxa"/>
            <w:shd w:val="clear" w:color="auto" w:fill="auto"/>
          </w:tcPr>
          <w:p w14:paraId="6A123A77" w14:textId="6617DF61" w:rsidR="00AA7EE6" w:rsidRDefault="00AA7EE6" w:rsidP="002E538D">
            <w:pPr>
              <w:rPr>
                <w:u w:val="single"/>
              </w:rPr>
            </w:pPr>
            <w:r>
              <w:rPr>
                <w:u w:val="single"/>
              </w:rPr>
              <w:t>Понедельник, 2 июня 2025 года</w:t>
            </w:r>
          </w:p>
          <w:p w14:paraId="5859DA18" w14:textId="77777777" w:rsidR="00AA7EE6" w:rsidRDefault="00AA7EE6" w:rsidP="002E538D"/>
          <w:p w14:paraId="0A10B605" w14:textId="77777777" w:rsidR="00AA7EE6" w:rsidRDefault="00AA7EE6" w:rsidP="002E538D">
            <w:r>
              <w:t>10:00–13:00</w:t>
            </w:r>
          </w:p>
          <w:p w14:paraId="3E23957D" w14:textId="77777777" w:rsidR="00AA7EE6" w:rsidRDefault="00AA7EE6" w:rsidP="002E538D"/>
          <w:p w14:paraId="762AB4AC" w14:textId="77777777" w:rsidR="00AA7EE6" w:rsidRDefault="00AA7EE6" w:rsidP="002E538D"/>
          <w:p w14:paraId="5F6229A3" w14:textId="77777777" w:rsidR="00AA7EE6" w:rsidRDefault="00AA7EE6" w:rsidP="002E538D">
            <w:r>
              <w:t>15:00–18:00</w:t>
            </w:r>
          </w:p>
          <w:p w14:paraId="74E51676" w14:textId="77777777" w:rsidR="00AA7EE6" w:rsidRDefault="00AA7EE6" w:rsidP="002E538D"/>
          <w:p w14:paraId="139B9818" w14:textId="77777777" w:rsidR="00AA7EE6" w:rsidRDefault="00AA7EE6" w:rsidP="002E538D"/>
        </w:tc>
        <w:tc>
          <w:tcPr>
            <w:tcW w:w="5845" w:type="dxa"/>
            <w:gridSpan w:val="2"/>
            <w:shd w:val="clear" w:color="auto" w:fill="auto"/>
          </w:tcPr>
          <w:p w14:paraId="5326817F" w14:textId="77777777" w:rsidR="00AA7EE6" w:rsidRDefault="00AA7EE6" w:rsidP="002E538D">
            <w:pPr>
              <w:ind w:left="-28"/>
              <w:rPr>
                <w:b/>
              </w:rPr>
            </w:pPr>
          </w:p>
          <w:p w14:paraId="0742C87F" w14:textId="77777777" w:rsidR="00AA7EE6" w:rsidRDefault="00AA7EE6" w:rsidP="002E538D">
            <w:pPr>
              <w:ind w:left="-28"/>
              <w:rPr>
                <w:b/>
              </w:rPr>
            </w:pPr>
          </w:p>
          <w:p w14:paraId="28125E12" w14:textId="1980857B" w:rsidR="00AA7EE6" w:rsidRDefault="00AA7EE6" w:rsidP="002E538D">
            <w:pPr>
              <w:ind w:left="1052" w:hanging="1080"/>
              <w:rPr>
                <w:i/>
              </w:rPr>
            </w:pPr>
            <w:r>
              <w:rPr>
                <w:b/>
              </w:rPr>
              <w:t>Пункт 5.</w:t>
            </w:r>
            <w:r>
              <w:t xml:space="preserve">   Традиционные знания/традиционные выражения культуры</w:t>
            </w:r>
            <w:r>
              <w:rPr>
                <w:i/>
              </w:rPr>
              <w:t xml:space="preserve"> (продолжение)</w:t>
            </w:r>
          </w:p>
          <w:p w14:paraId="63AF9946" w14:textId="77777777" w:rsidR="00AA7EE6" w:rsidRDefault="00AA7EE6" w:rsidP="002E538D">
            <w:pPr>
              <w:ind w:left="-28"/>
            </w:pPr>
          </w:p>
          <w:p w14:paraId="6298103C" w14:textId="6CC58E6C" w:rsidR="00AA7EE6" w:rsidRDefault="00AA7EE6" w:rsidP="002E538D">
            <w:pPr>
              <w:spacing w:line="260" w:lineRule="atLeast"/>
              <w:ind w:left="1052" w:hanging="1080"/>
              <w:rPr>
                <w:i/>
              </w:rPr>
            </w:pPr>
            <w:r>
              <w:rPr>
                <w:b/>
              </w:rPr>
              <w:t>Пункт 5.</w:t>
            </w:r>
            <w:r>
              <w:t xml:space="preserve">   Традиционные знания/традиционные выражения культуры</w:t>
            </w:r>
            <w:r>
              <w:rPr>
                <w:i/>
              </w:rPr>
              <w:t xml:space="preserve"> (продолжение)</w:t>
            </w:r>
          </w:p>
          <w:p w14:paraId="7EB3A6A9" w14:textId="77777777" w:rsidR="00AA7EE6" w:rsidRDefault="00AA7EE6" w:rsidP="002E538D">
            <w:pPr>
              <w:spacing w:line="260" w:lineRule="atLeast"/>
              <w:ind w:left="1052" w:hanging="1080"/>
            </w:pPr>
          </w:p>
        </w:tc>
      </w:tr>
    </w:tbl>
    <w:p w14:paraId="71EDB1EA" w14:textId="77777777" w:rsidR="006554CA" w:rsidRDefault="006554CA"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27"/>
        <w:gridCol w:w="5828"/>
      </w:tblGrid>
      <w:tr w:rsidR="00AA7EE6" w:rsidRPr="006554CA" w14:paraId="115C8760" w14:textId="77777777" w:rsidTr="002E538D">
        <w:tc>
          <w:tcPr>
            <w:tcW w:w="3527" w:type="dxa"/>
            <w:shd w:val="clear" w:color="auto" w:fill="auto"/>
          </w:tcPr>
          <w:p w14:paraId="1BB0225A" w14:textId="49B9A4A2" w:rsidR="00AA7EE6" w:rsidRDefault="00AA7EE6" w:rsidP="002E538D">
            <w:pPr>
              <w:rPr>
                <w:u w:val="single"/>
              </w:rPr>
            </w:pPr>
          </w:p>
          <w:p w14:paraId="4F22A705" w14:textId="07CE8401" w:rsidR="00AA7EE6" w:rsidRPr="00B77AA8" w:rsidRDefault="00AA7EE6" w:rsidP="002E538D">
            <w:pPr>
              <w:rPr>
                <w:u w:val="single"/>
              </w:rPr>
            </w:pPr>
            <w:r>
              <w:rPr>
                <w:u w:val="single"/>
              </w:rPr>
              <w:t>Вторник, 2 июня 2025 года</w:t>
            </w:r>
          </w:p>
          <w:p w14:paraId="7F6E39DD" w14:textId="77777777" w:rsidR="00AA7EE6" w:rsidRDefault="00AA7EE6" w:rsidP="002E538D"/>
          <w:p w14:paraId="42AEC554" w14:textId="77777777" w:rsidR="00AA7EE6" w:rsidRDefault="00AA7EE6" w:rsidP="002E538D">
            <w:r>
              <w:t>10:00–13:00</w:t>
            </w:r>
          </w:p>
          <w:p w14:paraId="45D4ECAD" w14:textId="77777777" w:rsidR="00AA7EE6" w:rsidRDefault="00AA7EE6" w:rsidP="002E538D"/>
          <w:p w14:paraId="1488756D" w14:textId="77777777" w:rsidR="00AA7EE6" w:rsidRDefault="00AA7EE6" w:rsidP="002E538D"/>
          <w:p w14:paraId="520DA280" w14:textId="77777777" w:rsidR="00AA7EE6" w:rsidRDefault="00AA7EE6" w:rsidP="002E538D">
            <w:r>
              <w:t>15:00–18:00</w:t>
            </w:r>
          </w:p>
        </w:tc>
        <w:tc>
          <w:tcPr>
            <w:tcW w:w="5828" w:type="dxa"/>
            <w:shd w:val="clear" w:color="auto" w:fill="auto"/>
          </w:tcPr>
          <w:p w14:paraId="701FE269" w14:textId="77777777" w:rsidR="00AA7EE6" w:rsidRDefault="00AA7EE6" w:rsidP="002E538D">
            <w:pPr>
              <w:rPr>
                <w:b/>
              </w:rPr>
            </w:pPr>
          </w:p>
          <w:p w14:paraId="123DD527" w14:textId="77777777" w:rsidR="00AA7EE6" w:rsidRDefault="00AA7EE6" w:rsidP="002E538D">
            <w:pPr>
              <w:rPr>
                <w:b/>
              </w:rPr>
            </w:pPr>
          </w:p>
          <w:p w14:paraId="6926E825" w14:textId="77777777" w:rsidR="00AA7EE6" w:rsidRDefault="00AA7EE6" w:rsidP="002E538D">
            <w:pPr>
              <w:rPr>
                <w:b/>
              </w:rPr>
            </w:pPr>
          </w:p>
          <w:p w14:paraId="14A4CF60" w14:textId="79CCEC3A" w:rsidR="00AA7EE6" w:rsidRDefault="00AA7EE6" w:rsidP="002E538D">
            <w:pPr>
              <w:ind w:left="1052" w:hanging="1052"/>
            </w:pPr>
            <w:r>
              <w:rPr>
                <w:b/>
              </w:rPr>
              <w:t>Пункт 5.</w:t>
            </w:r>
            <w:r>
              <w:t xml:space="preserve">   Традиционные знания/традиционные выражения культуры</w:t>
            </w:r>
            <w:r>
              <w:rPr>
                <w:i/>
              </w:rPr>
              <w:t xml:space="preserve"> (продолжение)</w:t>
            </w:r>
          </w:p>
          <w:p w14:paraId="11B459FD" w14:textId="77777777" w:rsidR="00AA7EE6" w:rsidRDefault="00AA7EE6" w:rsidP="002E538D">
            <w:pPr>
              <w:rPr>
                <w:b/>
              </w:rPr>
            </w:pPr>
          </w:p>
          <w:p w14:paraId="51A69CA5" w14:textId="1CBFCAF8" w:rsidR="00EF4BB8" w:rsidRDefault="00EF4BB8" w:rsidP="002E538D">
            <w:pPr>
              <w:ind w:left="1038" w:hanging="1038"/>
            </w:pPr>
            <w:r>
              <w:rPr>
                <w:b/>
              </w:rPr>
              <w:t>Пункт 6.</w:t>
            </w:r>
            <w:r>
              <w:t xml:space="preserve">   Подведение итогов проделанной работы и вынесение рекомендации для Генеральной Ассамблеи (</w:t>
            </w:r>
            <w:r>
              <w:rPr>
                <w:i/>
                <w:iCs/>
              </w:rPr>
              <w:t>продолжение</w:t>
            </w:r>
            <w:r>
              <w:t>)</w:t>
            </w:r>
          </w:p>
          <w:p w14:paraId="050965AB" w14:textId="77777777" w:rsidR="00EF4BB8" w:rsidRPr="006554CA" w:rsidRDefault="00EF4BB8" w:rsidP="00EF4BB8">
            <w:pPr>
              <w:ind w:left="1052"/>
              <w:rPr>
                <w:lang w:val="en-US"/>
              </w:rPr>
            </w:pPr>
            <w:r w:rsidRPr="006554CA">
              <w:rPr>
                <w:lang w:val="en-US"/>
              </w:rPr>
              <w:t>WIPO/GRTKF/IC/51/4</w:t>
            </w:r>
          </w:p>
          <w:p w14:paraId="73BF6A43" w14:textId="6334016C" w:rsidR="00AA7EE6" w:rsidRPr="006554CA" w:rsidRDefault="00EF4BB8" w:rsidP="00BE61FB">
            <w:pPr>
              <w:ind w:left="1052"/>
              <w:rPr>
                <w:lang w:val="en-US"/>
              </w:rPr>
            </w:pPr>
            <w:r w:rsidRPr="006554CA">
              <w:rPr>
                <w:lang w:val="en-US"/>
              </w:rPr>
              <w:t>WIPO/GRTKF/IC/51/5</w:t>
            </w:r>
          </w:p>
        </w:tc>
      </w:tr>
    </w:tbl>
    <w:p w14:paraId="25C22B3E" w14:textId="54336040" w:rsidR="00AA7EE6" w:rsidRPr="006554CA" w:rsidRDefault="00AA7EE6" w:rsidP="00AA7EE6">
      <w:pPr>
        <w:rPr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7"/>
        <w:gridCol w:w="5828"/>
      </w:tblGrid>
      <w:tr w:rsidR="00AA7EE6" w14:paraId="2CF64520" w14:textId="77777777" w:rsidTr="002E538D">
        <w:tc>
          <w:tcPr>
            <w:tcW w:w="3527" w:type="dxa"/>
            <w:shd w:val="clear" w:color="auto" w:fill="auto"/>
          </w:tcPr>
          <w:p w14:paraId="2501BA4C" w14:textId="2183F10E" w:rsidR="00AA7EE6" w:rsidRPr="00B77AA8" w:rsidRDefault="00AA7EE6" w:rsidP="002E538D">
            <w:pPr>
              <w:rPr>
                <w:u w:val="single"/>
              </w:rPr>
            </w:pPr>
            <w:r>
              <w:rPr>
                <w:u w:val="single"/>
              </w:rPr>
              <w:t>Среда, 4 июня 2025 года</w:t>
            </w:r>
          </w:p>
          <w:p w14:paraId="4E54C81B" w14:textId="77777777" w:rsidR="00AA7EE6" w:rsidRDefault="00AA7EE6" w:rsidP="002E538D"/>
          <w:p w14:paraId="258D8D20" w14:textId="77777777" w:rsidR="00AA7EE6" w:rsidRDefault="00AA7EE6" w:rsidP="002E538D">
            <w:r>
              <w:t>10:00–13:00</w:t>
            </w:r>
          </w:p>
          <w:p w14:paraId="426BCBE2" w14:textId="77777777" w:rsidR="00AA7EE6" w:rsidRDefault="00AA7EE6" w:rsidP="002E538D"/>
          <w:p w14:paraId="3C796CFA" w14:textId="77777777" w:rsidR="00AA7EE6" w:rsidRDefault="00AA7EE6" w:rsidP="002E538D"/>
          <w:p w14:paraId="6BDB805A" w14:textId="77777777" w:rsidR="00AA7EE6" w:rsidRDefault="00AA7EE6" w:rsidP="002E538D"/>
          <w:p w14:paraId="1F5E51AF" w14:textId="77777777" w:rsidR="00AA7EE6" w:rsidRDefault="00AA7EE6" w:rsidP="002E538D"/>
          <w:p w14:paraId="722A0BA8" w14:textId="77777777" w:rsidR="00AA7EE6" w:rsidRDefault="00AA7EE6" w:rsidP="002E538D"/>
          <w:p w14:paraId="19567E6D" w14:textId="00706046" w:rsidR="00AA7EE6" w:rsidRDefault="00AA7EE6" w:rsidP="002E538D">
            <w:r>
              <w:t>15:00–18:00</w:t>
            </w:r>
          </w:p>
        </w:tc>
        <w:tc>
          <w:tcPr>
            <w:tcW w:w="5828" w:type="dxa"/>
            <w:shd w:val="clear" w:color="auto" w:fill="auto"/>
          </w:tcPr>
          <w:p w14:paraId="263CD9A4" w14:textId="77777777" w:rsidR="00AA7EE6" w:rsidRDefault="00AA7EE6" w:rsidP="002E538D">
            <w:pPr>
              <w:rPr>
                <w:b/>
              </w:rPr>
            </w:pPr>
          </w:p>
          <w:p w14:paraId="07762B58" w14:textId="77777777" w:rsidR="00AA7EE6" w:rsidRDefault="00AA7EE6" w:rsidP="002E538D">
            <w:pPr>
              <w:rPr>
                <w:b/>
              </w:rPr>
            </w:pPr>
          </w:p>
          <w:p w14:paraId="5B697C60" w14:textId="52D58371" w:rsidR="00AA7EE6" w:rsidRDefault="00AA7EE6" w:rsidP="002E538D">
            <w:pPr>
              <w:ind w:left="1052" w:hanging="1052"/>
              <w:rPr>
                <w:i/>
              </w:rPr>
            </w:pPr>
            <w:r>
              <w:rPr>
                <w:b/>
              </w:rPr>
              <w:t>Пункт 6.</w:t>
            </w:r>
            <w:r>
              <w:t xml:space="preserve">   Подведение итогов проделанной работы и вынесение рекомендации для Генеральной Ассамблеи (</w:t>
            </w:r>
            <w:r>
              <w:rPr>
                <w:i/>
                <w:iCs/>
              </w:rPr>
              <w:t>продолжение</w:t>
            </w:r>
            <w:r>
              <w:t>)</w:t>
            </w:r>
          </w:p>
          <w:p w14:paraId="78D54B8F" w14:textId="77777777" w:rsidR="00AA7EE6" w:rsidRDefault="00AA7EE6" w:rsidP="002E538D">
            <w:pPr>
              <w:rPr>
                <w:b/>
              </w:rPr>
            </w:pPr>
          </w:p>
          <w:p w14:paraId="29C0A13D" w14:textId="4C21FBEF" w:rsidR="00AA7EE6" w:rsidRDefault="00AA7EE6" w:rsidP="002E538D">
            <w:pPr>
              <w:ind w:left="1038" w:hanging="1038"/>
              <w:rPr>
                <w:i/>
              </w:rPr>
            </w:pPr>
            <w:r>
              <w:rPr>
                <w:b/>
              </w:rPr>
              <w:t>Пункт 6.</w:t>
            </w:r>
            <w:r>
              <w:t xml:space="preserve">   Подведение итогов проделанной работы и вынесение рекомендации для Генеральной Ассамблеи (</w:t>
            </w:r>
            <w:r>
              <w:rPr>
                <w:i/>
                <w:iCs/>
              </w:rPr>
              <w:t>продолжение</w:t>
            </w:r>
            <w:r>
              <w:t>)</w:t>
            </w:r>
          </w:p>
          <w:p w14:paraId="534F86E1" w14:textId="77777777" w:rsidR="00AA7EE6" w:rsidRDefault="00AA7EE6" w:rsidP="002E538D">
            <w:pPr>
              <w:ind w:left="1052" w:hanging="1052"/>
            </w:pPr>
          </w:p>
        </w:tc>
      </w:tr>
      <w:tr w:rsidR="00AA7EE6" w14:paraId="222F20BC" w14:textId="77777777" w:rsidTr="002E538D">
        <w:trPr>
          <w:trHeight w:val="349"/>
        </w:trPr>
        <w:tc>
          <w:tcPr>
            <w:tcW w:w="3527" w:type="dxa"/>
            <w:shd w:val="clear" w:color="auto" w:fill="auto"/>
          </w:tcPr>
          <w:p w14:paraId="7EC698DD" w14:textId="2912A8D4" w:rsidR="00AA7EE6" w:rsidRPr="00B77AA8" w:rsidRDefault="00AA7EE6" w:rsidP="002E538D">
            <w:pPr>
              <w:rPr>
                <w:u w:val="single"/>
              </w:rPr>
            </w:pPr>
            <w:r>
              <w:rPr>
                <w:u w:val="single"/>
              </w:rPr>
              <w:t>Четверг, 5 июня 2025 года</w:t>
            </w:r>
          </w:p>
          <w:p w14:paraId="23E357FD" w14:textId="77777777" w:rsidR="00AA7EE6" w:rsidRDefault="00AA7EE6" w:rsidP="002E538D"/>
          <w:p w14:paraId="63B34892" w14:textId="77777777" w:rsidR="00AA7EE6" w:rsidRDefault="00AA7EE6" w:rsidP="002E538D">
            <w:r>
              <w:t>10:00–13:00</w:t>
            </w:r>
          </w:p>
          <w:p w14:paraId="6FF3E3B3" w14:textId="77777777" w:rsidR="00AA7EE6" w:rsidRDefault="00AA7EE6" w:rsidP="002E538D"/>
          <w:p w14:paraId="7A7341FC" w14:textId="77777777" w:rsidR="00AA7EE6" w:rsidRDefault="00AA7EE6" w:rsidP="002E538D"/>
          <w:p w14:paraId="186698A9" w14:textId="77777777" w:rsidR="00AA7EE6" w:rsidRDefault="00AA7EE6" w:rsidP="002E538D"/>
          <w:p w14:paraId="32B75968" w14:textId="5B1D9193" w:rsidR="00AA7EE6" w:rsidRPr="0060028B" w:rsidRDefault="00AA7EE6" w:rsidP="002E538D">
            <w:pPr>
              <w:rPr>
                <w:u w:val="single"/>
              </w:rPr>
            </w:pPr>
            <w:r>
              <w:t>15:00–18:00</w:t>
            </w:r>
          </w:p>
        </w:tc>
        <w:tc>
          <w:tcPr>
            <w:tcW w:w="5828" w:type="dxa"/>
            <w:shd w:val="clear" w:color="auto" w:fill="auto"/>
          </w:tcPr>
          <w:p w14:paraId="3EEDC42C" w14:textId="77777777" w:rsidR="00AA7EE6" w:rsidRDefault="00AA7EE6" w:rsidP="002E538D"/>
          <w:p w14:paraId="428B9A36" w14:textId="77777777" w:rsidR="00AA7EE6" w:rsidRDefault="00AA7EE6" w:rsidP="002E538D">
            <w:pPr>
              <w:rPr>
                <w:b/>
              </w:rPr>
            </w:pPr>
          </w:p>
          <w:p w14:paraId="00A7D560" w14:textId="599F62D0" w:rsidR="00AA7EE6" w:rsidRDefault="00AA7EE6" w:rsidP="002E538D">
            <w:pPr>
              <w:ind w:left="1038" w:hanging="1038"/>
              <w:rPr>
                <w:i/>
              </w:rPr>
            </w:pPr>
            <w:r>
              <w:rPr>
                <w:b/>
              </w:rPr>
              <w:t>Пункт 6.</w:t>
            </w:r>
            <w:r>
              <w:t xml:space="preserve">   Подведение итогов проделанной работы и вынесение рекомендации для Генеральной Ассамблеи (</w:t>
            </w:r>
            <w:r>
              <w:rPr>
                <w:i/>
                <w:iCs/>
              </w:rPr>
              <w:t>продолжение</w:t>
            </w:r>
            <w:r>
              <w:t>)</w:t>
            </w:r>
          </w:p>
          <w:p w14:paraId="41B1697D" w14:textId="77777777" w:rsidR="00AA7EE6" w:rsidRDefault="00AA7EE6" w:rsidP="002E538D">
            <w:pPr>
              <w:ind w:left="1052" w:hanging="1052"/>
              <w:rPr>
                <w:i/>
              </w:rPr>
            </w:pPr>
          </w:p>
          <w:p w14:paraId="18DA4370" w14:textId="2C920A5B" w:rsidR="00AA7EE6" w:rsidRDefault="00AA7EE6" w:rsidP="00AA7EE6">
            <w:pPr>
              <w:pStyle w:val="Footer"/>
              <w:tabs>
                <w:tab w:val="clear" w:pos="4320"/>
                <w:tab w:val="clear" w:pos="8640"/>
              </w:tabs>
              <w:ind w:left="1040" w:hanging="1040"/>
              <w:contextualSpacing/>
              <w:outlineLvl w:val="0"/>
              <w:rPr>
                <w:bCs/>
                <w:iCs/>
              </w:rPr>
            </w:pPr>
            <w:r>
              <w:rPr>
                <w:b/>
              </w:rPr>
              <w:t>Пункт 7.</w:t>
            </w:r>
            <w:r>
              <w:t xml:space="preserve">   Вклад Межправительственного комитета по интеллектуальной собственности, генетическим ресурсам, традиционным знаниям и фольклору (МКГР) в реализацию соответствующих рекомендаций Повестки дня в области развития</w:t>
            </w:r>
          </w:p>
          <w:p w14:paraId="7D4832E9" w14:textId="77777777" w:rsidR="00AA7EE6" w:rsidRDefault="00AA7EE6" w:rsidP="002E538D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Cs/>
                <w:iCs/>
              </w:rPr>
            </w:pPr>
          </w:p>
          <w:p w14:paraId="4E28C14B" w14:textId="260628F7" w:rsidR="00AA7EE6" w:rsidRPr="0074785E" w:rsidRDefault="00AA7EE6" w:rsidP="002E538D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>
              <w:rPr>
                <w:b/>
              </w:rPr>
              <w:t>Пункт 8.</w:t>
            </w:r>
            <w:r>
              <w:t xml:space="preserve">   Любые другие вопросы</w:t>
            </w:r>
          </w:p>
          <w:p w14:paraId="0C8C3A3C" w14:textId="77777777" w:rsidR="00AA7EE6" w:rsidRDefault="00AA7EE6" w:rsidP="002E538D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</w:rPr>
            </w:pPr>
          </w:p>
          <w:p w14:paraId="7AA2B70E" w14:textId="1DC80D9D" w:rsidR="00AA7EE6" w:rsidRPr="004530F0" w:rsidRDefault="00AA7EE6" w:rsidP="002E538D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>
              <w:rPr>
                <w:b/>
              </w:rPr>
              <w:t xml:space="preserve">Пункт 9.   </w:t>
            </w:r>
            <w:r>
              <w:t>Закрытие сессии</w:t>
            </w:r>
          </w:p>
          <w:p w14:paraId="4F559B2E" w14:textId="77777777" w:rsidR="00AA7EE6" w:rsidRDefault="00AA7EE6" w:rsidP="002E538D">
            <w:pPr>
              <w:ind w:left="1232" w:hanging="1232"/>
            </w:pPr>
          </w:p>
        </w:tc>
      </w:tr>
    </w:tbl>
    <w:p w14:paraId="05078ACA" w14:textId="77777777" w:rsidR="00AA7EE6" w:rsidRDefault="00AA7EE6" w:rsidP="00AA7EE6">
      <w:pPr>
        <w:pStyle w:val="Endofdocument-Annex"/>
        <w:ind w:left="0" w:firstLine="90"/>
      </w:pPr>
    </w:p>
    <w:p w14:paraId="0D642D98" w14:textId="77777777" w:rsidR="00AA7EE6" w:rsidRDefault="00AA7EE6" w:rsidP="00AA7EE6">
      <w:pPr>
        <w:pStyle w:val="Endofdocument-Annex"/>
        <w:ind w:left="0" w:firstLine="90"/>
      </w:pPr>
    </w:p>
    <w:p w14:paraId="17E84000" w14:textId="347B73C7" w:rsidR="002326AB" w:rsidRDefault="00AA7EE6" w:rsidP="007C67B8">
      <w:pPr>
        <w:pStyle w:val="Endofdocument-Annex"/>
      </w:pPr>
      <w:r>
        <w:t>[Конец документа]</w:t>
      </w:r>
    </w:p>
    <w:sectPr w:rsidR="002326AB" w:rsidSect="00D65953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C4E11" w14:textId="77777777" w:rsidR="007C41AE" w:rsidRDefault="007C41AE">
      <w:r>
        <w:separator/>
      </w:r>
    </w:p>
  </w:endnote>
  <w:endnote w:type="continuationSeparator" w:id="0">
    <w:p w14:paraId="579596F0" w14:textId="77777777" w:rsidR="007C41AE" w:rsidRDefault="007C41AE" w:rsidP="003B38C1">
      <w:r>
        <w:separator/>
      </w:r>
    </w:p>
    <w:p w14:paraId="20CC5EEA" w14:textId="77777777" w:rsidR="007C41AE" w:rsidRPr="006554CA" w:rsidRDefault="007C41AE" w:rsidP="003B38C1">
      <w:pPr>
        <w:spacing w:after="60"/>
        <w:rPr>
          <w:sz w:val="17"/>
          <w:lang w:val="en-US"/>
        </w:rPr>
      </w:pPr>
      <w:r w:rsidRPr="006554CA">
        <w:rPr>
          <w:sz w:val="17"/>
          <w:lang w:val="en-US"/>
        </w:rPr>
        <w:t>[Endnote continued from previous page]</w:t>
      </w:r>
    </w:p>
  </w:endnote>
  <w:endnote w:type="continuationNotice" w:id="1">
    <w:p w14:paraId="581F7530" w14:textId="77777777" w:rsidR="007C41AE" w:rsidRPr="006554CA" w:rsidRDefault="007C41AE" w:rsidP="003B38C1">
      <w:pPr>
        <w:spacing w:before="60"/>
        <w:jc w:val="right"/>
        <w:rPr>
          <w:sz w:val="17"/>
          <w:szCs w:val="17"/>
          <w:lang w:val="en-US"/>
        </w:rPr>
      </w:pPr>
      <w:r w:rsidRPr="006554CA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FB537" w14:textId="77777777" w:rsidR="007C41AE" w:rsidRDefault="007C41AE">
      <w:r>
        <w:separator/>
      </w:r>
    </w:p>
  </w:footnote>
  <w:footnote w:type="continuationSeparator" w:id="0">
    <w:p w14:paraId="67B117D5" w14:textId="77777777" w:rsidR="007C41AE" w:rsidRDefault="007C41AE" w:rsidP="008B60B2">
      <w:r>
        <w:separator/>
      </w:r>
    </w:p>
    <w:p w14:paraId="0FEC2C5C" w14:textId="77777777" w:rsidR="007C41AE" w:rsidRPr="006554CA" w:rsidRDefault="007C41AE" w:rsidP="008B60B2">
      <w:pPr>
        <w:spacing w:after="60"/>
        <w:rPr>
          <w:sz w:val="17"/>
          <w:szCs w:val="17"/>
          <w:lang w:val="en-US"/>
        </w:rPr>
      </w:pPr>
      <w:r w:rsidRPr="006554CA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145A3322" w14:textId="77777777" w:rsidR="007C41AE" w:rsidRPr="006554CA" w:rsidRDefault="007C41AE" w:rsidP="008B60B2">
      <w:pPr>
        <w:spacing w:before="60"/>
        <w:jc w:val="right"/>
        <w:rPr>
          <w:sz w:val="17"/>
          <w:szCs w:val="17"/>
          <w:lang w:val="en-US"/>
        </w:rPr>
      </w:pPr>
      <w:r w:rsidRPr="006554CA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AE9F7" w14:textId="19C0371F" w:rsidR="00D07C78" w:rsidRPr="006554CA" w:rsidRDefault="00D65953" w:rsidP="00477D6B">
    <w:pPr>
      <w:jc w:val="right"/>
      <w:rPr>
        <w:caps/>
        <w:lang w:val="en-US"/>
      </w:rPr>
    </w:pPr>
    <w:bookmarkStart w:id="5" w:name="Code2"/>
    <w:bookmarkEnd w:id="5"/>
    <w:r w:rsidRPr="006554CA">
      <w:rPr>
        <w:caps/>
        <w:lang w:val="en-US"/>
      </w:rPr>
      <w:t>WIPO/GRTKF/IC/51/INF/3 Rev.</w:t>
    </w:r>
  </w:p>
  <w:p w14:paraId="0F3EA171" w14:textId="77777777" w:rsidR="00D07C78" w:rsidRDefault="00D07C78" w:rsidP="00477D6B">
    <w:pPr>
      <w:jc w:val="right"/>
    </w:pPr>
    <w:r>
      <w:t xml:space="preserve">cтр. </w:t>
    </w:r>
    <w:r>
      <w:fldChar w:fldCharType="begin"/>
    </w:r>
    <w:r>
      <w:instrText xml:space="preserve"> PAGE  \* MERGEFORMAT </w:instrText>
    </w:r>
    <w:r>
      <w:fldChar w:fldCharType="separate"/>
    </w:r>
    <w:r w:rsidR="002326AB">
      <w:t>2</w:t>
    </w:r>
    <w:r>
      <w:fldChar w:fldCharType="end"/>
    </w:r>
  </w:p>
  <w:p w14:paraId="70C43780" w14:textId="77777777" w:rsidR="00D07C78" w:rsidRDefault="00D07C78" w:rsidP="00477D6B">
    <w:pPr>
      <w:jc w:val="right"/>
    </w:pPr>
  </w:p>
  <w:p w14:paraId="32922655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300508">
    <w:abstractNumId w:val="2"/>
  </w:num>
  <w:num w:numId="2" w16cid:durableId="370152627">
    <w:abstractNumId w:val="4"/>
  </w:num>
  <w:num w:numId="3" w16cid:durableId="1148589755">
    <w:abstractNumId w:val="0"/>
  </w:num>
  <w:num w:numId="4" w16cid:durableId="204373777">
    <w:abstractNumId w:val="5"/>
  </w:num>
  <w:num w:numId="5" w16cid:durableId="2036880239">
    <w:abstractNumId w:val="1"/>
  </w:num>
  <w:num w:numId="6" w16cid:durableId="624697232">
    <w:abstractNumId w:val="3"/>
  </w:num>
  <w:num w:numId="7" w16cid:durableId="6028828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953"/>
    <w:rsid w:val="00023550"/>
    <w:rsid w:val="000259C5"/>
    <w:rsid w:val="00043CAA"/>
    <w:rsid w:val="00056816"/>
    <w:rsid w:val="00075432"/>
    <w:rsid w:val="000968ED"/>
    <w:rsid w:val="000A3D97"/>
    <w:rsid w:val="000F5E56"/>
    <w:rsid w:val="00130307"/>
    <w:rsid w:val="001362EE"/>
    <w:rsid w:val="001647D5"/>
    <w:rsid w:val="001832A6"/>
    <w:rsid w:val="001B3D4E"/>
    <w:rsid w:val="001D4107"/>
    <w:rsid w:val="001E74BE"/>
    <w:rsid w:val="00203D24"/>
    <w:rsid w:val="0021217E"/>
    <w:rsid w:val="002326AB"/>
    <w:rsid w:val="00243430"/>
    <w:rsid w:val="002634C4"/>
    <w:rsid w:val="002928D3"/>
    <w:rsid w:val="002E4277"/>
    <w:rsid w:val="002F1FE6"/>
    <w:rsid w:val="002F4E68"/>
    <w:rsid w:val="00312F7F"/>
    <w:rsid w:val="003254D6"/>
    <w:rsid w:val="00327DDB"/>
    <w:rsid w:val="0033393F"/>
    <w:rsid w:val="00361450"/>
    <w:rsid w:val="003673CF"/>
    <w:rsid w:val="003845C1"/>
    <w:rsid w:val="003A6F89"/>
    <w:rsid w:val="003B38C1"/>
    <w:rsid w:val="003B46EB"/>
    <w:rsid w:val="003C34E9"/>
    <w:rsid w:val="003C5515"/>
    <w:rsid w:val="00423E3E"/>
    <w:rsid w:val="00427AF4"/>
    <w:rsid w:val="004647DA"/>
    <w:rsid w:val="00474062"/>
    <w:rsid w:val="00477D6B"/>
    <w:rsid w:val="00492E91"/>
    <w:rsid w:val="005019FF"/>
    <w:rsid w:val="0052633D"/>
    <w:rsid w:val="0053057A"/>
    <w:rsid w:val="005316E6"/>
    <w:rsid w:val="005417E9"/>
    <w:rsid w:val="00556076"/>
    <w:rsid w:val="00560A29"/>
    <w:rsid w:val="00564818"/>
    <w:rsid w:val="005C6649"/>
    <w:rsid w:val="005F4466"/>
    <w:rsid w:val="005F7E4F"/>
    <w:rsid w:val="00601AD7"/>
    <w:rsid w:val="00605827"/>
    <w:rsid w:val="00646050"/>
    <w:rsid w:val="006554CA"/>
    <w:rsid w:val="006713CA"/>
    <w:rsid w:val="00676C5C"/>
    <w:rsid w:val="006E4E65"/>
    <w:rsid w:val="00720EFD"/>
    <w:rsid w:val="00741632"/>
    <w:rsid w:val="00762F04"/>
    <w:rsid w:val="007854AF"/>
    <w:rsid w:val="00793A7C"/>
    <w:rsid w:val="007A398A"/>
    <w:rsid w:val="007C41AE"/>
    <w:rsid w:val="007C67B8"/>
    <w:rsid w:val="007D1613"/>
    <w:rsid w:val="007E4C0E"/>
    <w:rsid w:val="008A134B"/>
    <w:rsid w:val="008B2CC1"/>
    <w:rsid w:val="008B60B2"/>
    <w:rsid w:val="008C0A74"/>
    <w:rsid w:val="0090731E"/>
    <w:rsid w:val="00916EE2"/>
    <w:rsid w:val="00966A22"/>
    <w:rsid w:val="0096722F"/>
    <w:rsid w:val="00980843"/>
    <w:rsid w:val="009E2791"/>
    <w:rsid w:val="009E3F6F"/>
    <w:rsid w:val="009F499F"/>
    <w:rsid w:val="00A124C8"/>
    <w:rsid w:val="00A37342"/>
    <w:rsid w:val="00A42DAF"/>
    <w:rsid w:val="00A45BD8"/>
    <w:rsid w:val="00A869B7"/>
    <w:rsid w:val="00A90F0A"/>
    <w:rsid w:val="00A93EEA"/>
    <w:rsid w:val="00AA7EE6"/>
    <w:rsid w:val="00AC205C"/>
    <w:rsid w:val="00AF0A6B"/>
    <w:rsid w:val="00B05A69"/>
    <w:rsid w:val="00B24F07"/>
    <w:rsid w:val="00B75281"/>
    <w:rsid w:val="00B92F1F"/>
    <w:rsid w:val="00B9734B"/>
    <w:rsid w:val="00BA30E2"/>
    <w:rsid w:val="00BE61FB"/>
    <w:rsid w:val="00C11BFE"/>
    <w:rsid w:val="00C37725"/>
    <w:rsid w:val="00C5068F"/>
    <w:rsid w:val="00C741B6"/>
    <w:rsid w:val="00C86D74"/>
    <w:rsid w:val="00C91A8D"/>
    <w:rsid w:val="00C923C8"/>
    <w:rsid w:val="00CD04F1"/>
    <w:rsid w:val="00CF681A"/>
    <w:rsid w:val="00D07C78"/>
    <w:rsid w:val="00D40884"/>
    <w:rsid w:val="00D45252"/>
    <w:rsid w:val="00D64F3D"/>
    <w:rsid w:val="00D65953"/>
    <w:rsid w:val="00D71B4D"/>
    <w:rsid w:val="00D93D55"/>
    <w:rsid w:val="00DC2A07"/>
    <w:rsid w:val="00DD7B7F"/>
    <w:rsid w:val="00E15015"/>
    <w:rsid w:val="00E335FE"/>
    <w:rsid w:val="00E361C4"/>
    <w:rsid w:val="00E419C4"/>
    <w:rsid w:val="00E96A2E"/>
    <w:rsid w:val="00EA7D6E"/>
    <w:rsid w:val="00EB2F76"/>
    <w:rsid w:val="00EC4E49"/>
    <w:rsid w:val="00ED77FB"/>
    <w:rsid w:val="00EE45FA"/>
    <w:rsid w:val="00EF4BB8"/>
    <w:rsid w:val="00F043DE"/>
    <w:rsid w:val="00F66152"/>
    <w:rsid w:val="00F91223"/>
    <w:rsid w:val="00F9165B"/>
    <w:rsid w:val="00F92E53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5463F5"/>
  <w15:docId w15:val="{D10F6DB3-CC07-47B8-99C7-3DCE1829D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AA7EE6"/>
    <w:rPr>
      <w:rFonts w:ascii="Arial" w:eastAsia="SimSun" w:hAnsi="Arial" w:cs="Arial"/>
      <w:sz w:val="22"/>
      <w:lang w:val="ru-RU" w:eastAsia="zh-CN"/>
    </w:rPr>
  </w:style>
  <w:style w:type="paragraph" w:styleId="ListParagraph">
    <w:name w:val="List Paragraph"/>
    <w:basedOn w:val="Normal"/>
    <w:uiPriority w:val="34"/>
    <w:qFormat/>
    <w:rsid w:val="00AA7EE6"/>
    <w:pPr>
      <w:ind w:left="720"/>
      <w:contextualSpacing/>
    </w:pPr>
    <w:rPr>
      <w:rFonts w:eastAsia="Times New Roman"/>
      <w:lang w:eastAsia="en-US"/>
    </w:rPr>
  </w:style>
  <w:style w:type="paragraph" w:styleId="Revision">
    <w:name w:val="Revision"/>
    <w:hidden/>
    <w:uiPriority w:val="99"/>
    <w:semiHidden/>
    <w:rsid w:val="00EF4BB8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5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0E0FE-2E29-4AE8-BBE8-CD2388835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WIPO_GRTKF_IC_50 (E).dotm</Template>
  <TotalTime>6</TotalTime>
  <Pages>3</Pages>
  <Words>350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WIPO/GRTKF/IC/50/</vt:lpstr>
    </vt:vector>
  </TitlesOfParts>
  <Company>WIPO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WIPO/GRTKF/IC/50/</dc:title>
  <dc:creator>MORENO PALESTINI Maria del Pilar</dc:creator>
  <cp:keywords>FOR OFFICIAL USE ONLY</cp:keywords>
  <cp:lastModifiedBy>KHALIN Vladimir</cp:lastModifiedBy>
  <cp:revision>4</cp:revision>
  <cp:lastPrinted>2011-02-15T11:56:00Z</cp:lastPrinted>
  <dcterms:created xsi:type="dcterms:W3CDTF">2025-05-30T10:53:00Z</dcterms:created>
  <dcterms:modified xsi:type="dcterms:W3CDTF">2025-05-30T11:40:00Z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02a18657-b4f5-4f9e-853b-6d76845b07d9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ClassificationContentMarkingFooterShapeIds">
    <vt:lpwstr>63fd6916</vt:lpwstr>
  </property>
  <property fmtid="{D5CDD505-2E9C-101B-9397-08002B2CF9AE}" pid="9" name="ClassificationContentMarkingFooterFontProps">
    <vt:lpwstr>#000000,10,Calibri</vt:lpwstr>
  </property>
  <property fmtid="{D5CDD505-2E9C-101B-9397-08002B2CF9AE}" pid="10" name="ClassificationContentMarkingFooterText">
    <vt:lpwstr>WIPO FOR OFFICIAL USE ONLY </vt:lpwstr>
  </property>
  <property fmtid="{D5CDD505-2E9C-101B-9397-08002B2CF9AE}" pid="11" name="MSIP_Label_20773ee6-353b-4fb9-a59d-0b94c8c67bea_Enabled">
    <vt:lpwstr>true</vt:lpwstr>
  </property>
  <property fmtid="{D5CDD505-2E9C-101B-9397-08002B2CF9AE}" pid="12" name="MSIP_Label_20773ee6-353b-4fb9-a59d-0b94c8c67bea_SetDate">
    <vt:lpwstr>2025-04-15T13:02:28Z</vt:lpwstr>
  </property>
  <property fmtid="{D5CDD505-2E9C-101B-9397-08002B2CF9AE}" pid="13" name="MSIP_Label_20773ee6-353b-4fb9-a59d-0b94c8c67bea_Method">
    <vt:lpwstr>Privileged</vt:lpwstr>
  </property>
  <property fmtid="{D5CDD505-2E9C-101B-9397-08002B2CF9AE}" pid="14" name="MSIP_Label_20773ee6-353b-4fb9-a59d-0b94c8c67bea_Name">
    <vt:lpwstr>No markings</vt:lpwstr>
  </property>
  <property fmtid="{D5CDD505-2E9C-101B-9397-08002B2CF9AE}" pid="15" name="MSIP_Label_20773ee6-353b-4fb9-a59d-0b94c8c67bea_SiteId">
    <vt:lpwstr>faa31b06-8ccc-48c9-867f-f7510dd11c02</vt:lpwstr>
  </property>
  <property fmtid="{D5CDD505-2E9C-101B-9397-08002B2CF9AE}" pid="16" name="MSIP_Label_20773ee6-353b-4fb9-a59d-0b94c8c67bea_ActionId">
    <vt:lpwstr>7e09482e-4037-4452-ae48-aecd67858d3f</vt:lpwstr>
  </property>
  <property fmtid="{D5CDD505-2E9C-101B-9397-08002B2CF9AE}" pid="17" name="MSIP_Label_20773ee6-353b-4fb9-a59d-0b94c8c67bea_ContentBits">
    <vt:lpwstr>0</vt:lpwstr>
  </property>
  <property fmtid="{D5CDD505-2E9C-101B-9397-08002B2CF9AE}" pid="18" name="MSIP_Label_20773ee6-353b-4fb9-a59d-0b94c8c67bea_Tag">
    <vt:lpwstr>10, 0, 1, 1</vt:lpwstr>
  </property>
</Properties>
</file>