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B51B0" w14:textId="77777777" w:rsidR="008B2CC1" w:rsidRPr="00F043DE" w:rsidRDefault="00B92F1F" w:rsidP="005F7E4F">
      <w:pPr>
        <w:pBdr>
          <w:bottom w:val="single" w:sz="4" w:space="10" w:color="auto"/>
        </w:pBdr>
        <w:spacing w:after="120"/>
        <w:jc w:val="right"/>
        <w:rPr>
          <w:b/>
          <w:sz w:val="32"/>
          <w:szCs w:val="40"/>
        </w:rPr>
      </w:pPr>
      <w:r>
        <w:rPr>
          <w:noProof/>
          <w:sz w:val="28"/>
        </w:rPr>
        <w:drawing>
          <wp:inline distT="0" distB="0" distL="0" distR="0" wp14:anchorId="43EC0024" wp14:editId="189AADAB">
            <wp:extent cx="3044952" cy="1529624"/>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3044952" cy="1529624"/>
                    </a:xfrm>
                    <a:prstGeom prst="rect">
                      <a:avLst/>
                    </a:prstGeom>
                  </pic:spPr>
                </pic:pic>
              </a:graphicData>
            </a:graphic>
          </wp:inline>
        </w:drawing>
      </w:r>
    </w:p>
    <w:p w14:paraId="1A198A75" w14:textId="19629C6D" w:rsidR="008B2CC1" w:rsidRPr="002326AB" w:rsidRDefault="005F7E4F" w:rsidP="00EB2F76">
      <w:pPr>
        <w:jc w:val="right"/>
        <w:rPr>
          <w:rFonts w:ascii="Arial Black" w:hAnsi="Arial Black"/>
          <w:caps/>
          <w:sz w:val="15"/>
          <w:szCs w:val="15"/>
        </w:rPr>
      </w:pPr>
      <w:r>
        <w:rPr>
          <w:rFonts w:ascii="Arial Black" w:hAnsi="Arial Black"/>
          <w:caps/>
          <w:sz w:val="15"/>
        </w:rPr>
        <w:t>WIPO/GRTKF/IC/51/</w:t>
      </w:r>
      <w:bookmarkStart w:id="0" w:name="Code"/>
      <w:bookmarkEnd w:id="0"/>
      <w:r>
        <w:rPr>
          <w:rFonts w:ascii="Arial Black" w:hAnsi="Arial Black"/>
          <w:caps/>
          <w:sz w:val="15"/>
        </w:rPr>
        <w:t>INF/2</w:t>
      </w:r>
    </w:p>
    <w:p w14:paraId="60E162D9" w14:textId="416C6F84" w:rsidR="008B2CC1" w:rsidRPr="000A3D97" w:rsidRDefault="00EB2F76" w:rsidP="00EB2F76">
      <w:pPr>
        <w:jc w:val="right"/>
        <w:rPr>
          <w:rFonts w:ascii="Arial Black" w:hAnsi="Arial Black"/>
          <w:caps/>
          <w:sz w:val="15"/>
          <w:szCs w:val="15"/>
        </w:rPr>
      </w:pPr>
      <w:r>
        <w:rPr>
          <w:rFonts w:ascii="Arial Black" w:hAnsi="Arial Black"/>
          <w:caps/>
          <w:sz w:val="15"/>
        </w:rPr>
        <w:t>ОРИГИНАЛ:</w:t>
      </w:r>
      <w:bookmarkStart w:id="1" w:name="Original"/>
      <w:r>
        <w:rPr>
          <w:rFonts w:ascii="Arial Black" w:hAnsi="Arial Black"/>
          <w:caps/>
          <w:sz w:val="15"/>
        </w:rPr>
        <w:t xml:space="preserve"> Английский</w:t>
      </w:r>
    </w:p>
    <w:bookmarkEnd w:id="1"/>
    <w:p w14:paraId="419A0F73" w14:textId="341F2EA0"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15 апреля 2025 года</w:t>
      </w:r>
    </w:p>
    <w:bookmarkEnd w:id="2"/>
    <w:p w14:paraId="4E4F88D7" w14:textId="77777777" w:rsidR="005F7E4F" w:rsidRPr="003845C1" w:rsidRDefault="005F7E4F" w:rsidP="00C91A8D">
      <w:pPr>
        <w:spacing w:after="480"/>
        <w:outlineLvl w:val="0"/>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14:paraId="5C4186AE" w14:textId="4EE5FA22" w:rsidR="005F7E4F" w:rsidRPr="003845C1" w:rsidRDefault="005F7E4F" w:rsidP="00C91A8D">
      <w:pPr>
        <w:outlineLvl w:val="1"/>
        <w:rPr>
          <w:b/>
          <w:sz w:val="24"/>
          <w:szCs w:val="24"/>
        </w:rPr>
      </w:pPr>
      <w:r>
        <w:rPr>
          <w:b/>
          <w:sz w:val="24"/>
        </w:rPr>
        <w:t>Пятьдесят первая сессия</w:t>
      </w:r>
    </w:p>
    <w:p w14:paraId="58D8B499" w14:textId="607B7AF3" w:rsidR="008B2CC1" w:rsidRPr="003845C1" w:rsidRDefault="005F7E4F" w:rsidP="00F9165B">
      <w:pPr>
        <w:spacing w:after="720"/>
        <w:outlineLvl w:val="1"/>
        <w:rPr>
          <w:b/>
          <w:sz w:val="24"/>
          <w:szCs w:val="24"/>
        </w:rPr>
      </w:pPr>
      <w:r>
        <w:rPr>
          <w:b/>
          <w:sz w:val="24"/>
        </w:rPr>
        <w:t>Женева, 30 мая – 5 июня 2025 года</w:t>
      </w:r>
    </w:p>
    <w:p w14:paraId="4E8C6F3E" w14:textId="77777777" w:rsidR="00B02C78" w:rsidRPr="003845C1" w:rsidRDefault="00B02C78" w:rsidP="00B02C78">
      <w:pPr>
        <w:spacing w:after="360"/>
        <w:outlineLvl w:val="0"/>
        <w:rPr>
          <w:caps/>
          <w:sz w:val="24"/>
        </w:rPr>
      </w:pPr>
      <w:bookmarkStart w:id="3" w:name="TitleOfDoc"/>
      <w:r>
        <w:rPr>
          <w:caps/>
          <w:sz w:val="24"/>
        </w:rPr>
        <w:t>РЕЗЮМЕ ДОКУМЕНТОВ</w:t>
      </w:r>
    </w:p>
    <w:p w14:paraId="7C947B2E" w14:textId="77777777" w:rsidR="00B02C78" w:rsidRPr="00F9165B" w:rsidRDefault="00B02C78" w:rsidP="00B02C78">
      <w:pPr>
        <w:spacing w:after="1040"/>
        <w:rPr>
          <w:i/>
        </w:rPr>
      </w:pPr>
      <w:r>
        <w:rPr>
          <w:i/>
        </w:rPr>
        <w:t>Документ подготовлен Секретариатом</w:t>
      </w:r>
    </w:p>
    <w:p w14:paraId="674695DC" w14:textId="0C433121" w:rsidR="00B02C78" w:rsidRDefault="00B02C78" w:rsidP="00B02C78">
      <w:pPr>
        <w:tabs>
          <w:tab w:val="left" w:pos="550"/>
        </w:tabs>
      </w:pPr>
      <w:bookmarkStart w:id="4" w:name="_Hlk182488094"/>
      <w:r>
        <w:t>I.</w:t>
      </w:r>
      <w:r>
        <w:tab/>
        <w:t>РАБОЧИЕ ДОКУМЕНТЫ К ПЯТЬДЕСЯТ ПЕРВОЙ СЕССИИ</w:t>
      </w:r>
    </w:p>
    <w:p w14:paraId="19F00665" w14:textId="77777777" w:rsidR="00B02C78" w:rsidRDefault="00B02C78" w:rsidP="00B02C78"/>
    <w:p w14:paraId="283212A1" w14:textId="4868A1A2" w:rsidR="00B02C78" w:rsidRDefault="00B02C78" w:rsidP="00B02C78">
      <w:pPr>
        <w:pStyle w:val="ListParagraph"/>
        <w:numPr>
          <w:ilvl w:val="0"/>
          <w:numId w:val="7"/>
        </w:numPr>
        <w:ind w:left="0" w:firstLine="0"/>
      </w:pPr>
      <w:r>
        <w:t xml:space="preserve">Ниже приводится краткое описание документов, подготовленных к пятьдесят первой сессии Межправительственного комитета по интеллектуальной собственности, генетическим ресурсам, традиционным знаниям и фольклору («Комитет» или «МКГР»), по состоянию на 15 апреля 2025 года.  Эти и другие документы будут опубликованы по мере готовности по адресу:  </w:t>
      </w:r>
    </w:p>
    <w:p w14:paraId="24017E56" w14:textId="154D42EA" w:rsidR="00B02C78" w:rsidRDefault="00B02C78" w:rsidP="00B02C78">
      <w:hyperlink r:id="rId9" w:history="1">
        <w:r>
          <w:rPr>
            <w:rStyle w:val="Hyperlink"/>
          </w:rPr>
          <w:t>https://www.wipo.int/meetings/ru/details.jsp?meeting_id=85309</w:t>
        </w:r>
      </w:hyperlink>
      <w:r>
        <w:t xml:space="preserve">.  </w:t>
      </w:r>
    </w:p>
    <w:p w14:paraId="68586688" w14:textId="77777777" w:rsidR="00B02C78" w:rsidRDefault="00B02C78" w:rsidP="00B02C78"/>
    <w:p w14:paraId="22625F93" w14:textId="77777777" w:rsidR="00B02C78" w:rsidRDefault="00B02C78" w:rsidP="00B02C78">
      <w:pPr>
        <w:rPr>
          <w:u w:val="single"/>
        </w:rPr>
      </w:pPr>
    </w:p>
    <w:p w14:paraId="32F96105" w14:textId="01F2BCA3" w:rsidR="00B02C78" w:rsidRDefault="00B02C78" w:rsidP="00B02C78">
      <w:pPr>
        <w:rPr>
          <w:u w:val="single"/>
        </w:rPr>
      </w:pPr>
      <w:r>
        <w:rPr>
          <w:u w:val="single"/>
        </w:rPr>
        <w:t>WIPO/GRTKF/IC/51/1 Prov. 2.  Проект повестки дня пятьдесят первой сессии</w:t>
      </w:r>
    </w:p>
    <w:p w14:paraId="240BD5C2" w14:textId="77777777" w:rsidR="00B02C78" w:rsidRDefault="00B02C78" w:rsidP="00B02C78"/>
    <w:p w14:paraId="75143E41" w14:textId="77777777" w:rsidR="00B02C78" w:rsidRDefault="00B02C78" w:rsidP="00B02C78">
      <w:pPr>
        <w:pStyle w:val="ListParagraph"/>
        <w:numPr>
          <w:ilvl w:val="0"/>
          <w:numId w:val="7"/>
        </w:numPr>
        <w:ind w:left="0" w:firstLine="0"/>
      </w:pPr>
      <w:r>
        <w:t>В данном документе содержатся предлагаемые пункты повестки дня, которые будут рассматриваться Комитетом; он представляется Комитету для возможного принятия.</w:t>
      </w:r>
    </w:p>
    <w:p w14:paraId="24A52818" w14:textId="77777777" w:rsidR="00B02C78" w:rsidRDefault="00B02C78" w:rsidP="00B02C78"/>
    <w:p w14:paraId="6EFFEA85" w14:textId="77777777" w:rsidR="00B02C78" w:rsidRDefault="00B02C78" w:rsidP="00B02C78"/>
    <w:p w14:paraId="6AD4ED4B" w14:textId="14C282D3" w:rsidR="00B02C78" w:rsidRDefault="00B02C78" w:rsidP="00B02C78">
      <w:pPr>
        <w:rPr>
          <w:u w:val="single"/>
        </w:rPr>
      </w:pPr>
      <w:r>
        <w:rPr>
          <w:u w:val="single"/>
        </w:rPr>
        <w:t>WIPO/GRTKF/IC/51/2.  Аккредитация ряда организаций</w:t>
      </w:r>
    </w:p>
    <w:p w14:paraId="05A0558E" w14:textId="77777777" w:rsidR="00B02C78" w:rsidRDefault="00B02C78" w:rsidP="00B02C78"/>
    <w:p w14:paraId="21546B75" w14:textId="2F4253C5" w:rsidR="00B02C78" w:rsidRDefault="00B02C78" w:rsidP="00B02C78">
      <w:pPr>
        <w:pStyle w:val="ListParagraph"/>
        <w:numPr>
          <w:ilvl w:val="0"/>
          <w:numId w:val="7"/>
        </w:numPr>
        <w:ind w:left="0" w:firstLine="0"/>
      </w:pPr>
      <w:r>
        <w:t>В данном документе приводятся названия, контактная информация, а также цели и задачи организаций, которые обратились в Комитет с просьбой об аккредитации в качестве наблюдателей ad hoc на текущей и будущих сессиях Комитета.</w:t>
      </w:r>
    </w:p>
    <w:p w14:paraId="3EAB1F1A" w14:textId="77777777" w:rsidR="00B02C78" w:rsidRDefault="00B02C78" w:rsidP="00B02C78">
      <w:pPr>
        <w:rPr>
          <w:u w:val="single"/>
        </w:rPr>
      </w:pPr>
      <w:r>
        <w:br w:type="page"/>
      </w:r>
    </w:p>
    <w:p w14:paraId="45D4F9BE" w14:textId="100D4D48" w:rsidR="00B02C78" w:rsidRDefault="00B02C78" w:rsidP="00B02C78">
      <w:pPr>
        <w:rPr>
          <w:u w:val="single"/>
        </w:rPr>
      </w:pPr>
      <w:r>
        <w:rPr>
          <w:u w:val="single"/>
        </w:rPr>
        <w:lastRenderedPageBreak/>
        <w:t>WIPO/GRTKF/IC/51/3.  Участие коренных народов и местных общин:  Добровольный фонд</w:t>
      </w:r>
    </w:p>
    <w:p w14:paraId="167DCAF0" w14:textId="77777777" w:rsidR="00B02C78" w:rsidRDefault="00B02C78" w:rsidP="00B02C78">
      <w:pPr>
        <w:pStyle w:val="ListParagraph"/>
        <w:ind w:left="0"/>
      </w:pPr>
    </w:p>
    <w:p w14:paraId="72DF15A7" w14:textId="4E2CDA88" w:rsidR="00B02C78" w:rsidRDefault="00B02C78" w:rsidP="00B02C78">
      <w:pPr>
        <w:pStyle w:val="ListParagraph"/>
        <w:numPr>
          <w:ilvl w:val="0"/>
          <w:numId w:val="7"/>
        </w:numPr>
        <w:ind w:left="0" w:firstLine="0"/>
      </w:pPr>
      <w:r>
        <w:t>В 2005 году Генеральная Ассамблея ВОИС учредила Добровольный фонд для аккредитованных коренных и местных общин.  Это решение было принято на основании документа WO/GA/32/6, в который впоследствии, в сентябре 2010 года, Генеральная Ассамблея ВОИС внесла изменения; в указанном документе изложены цели и принципы деятельности Фонда.  В документе, подготовленном к текущей сессии, содержится информация о назначении Консультативного совета Фонда и инициированной Секретариатом кампании по мобилизации средств.  Соответствующая информационная записка с подробными сведениями о полученных взносах и бенефициарах распространяется параллельно под номером WIPO/GRTKF/IC/51/INF/4.</w:t>
      </w:r>
    </w:p>
    <w:p w14:paraId="734E97E8" w14:textId="77777777" w:rsidR="00B02C78" w:rsidRDefault="00B02C78" w:rsidP="00B02C78"/>
    <w:p w14:paraId="2926A362" w14:textId="77777777" w:rsidR="00B02C78" w:rsidRDefault="00B02C78" w:rsidP="00B02C78">
      <w:pPr>
        <w:pStyle w:val="ListParagraph"/>
        <w:ind w:left="0"/>
      </w:pPr>
    </w:p>
    <w:p w14:paraId="4A56A312" w14:textId="22031687" w:rsidR="00B02C78" w:rsidRDefault="00B02C78" w:rsidP="00B02C78">
      <w:pPr>
        <w:tabs>
          <w:tab w:val="left" w:pos="550"/>
        </w:tabs>
      </w:pPr>
      <w:r>
        <w:t>II.</w:t>
      </w:r>
      <w:r>
        <w:tab/>
        <w:t>ИНФОРМАЦИОННЫЕ ДОКУМЕНТЫ К ПЯТЬДЕСЯТ ПЕРВОЙ СЕССИИ</w:t>
      </w:r>
    </w:p>
    <w:p w14:paraId="78BAB36A" w14:textId="77777777" w:rsidR="00B02C78" w:rsidRDefault="00B02C78" w:rsidP="00B02C78">
      <w:pPr>
        <w:pStyle w:val="ListParagraph"/>
        <w:ind w:left="0"/>
      </w:pPr>
    </w:p>
    <w:p w14:paraId="2D81ED75" w14:textId="06DF087C" w:rsidR="00B02C78" w:rsidRDefault="00B02C78" w:rsidP="00B02C78">
      <w:pPr>
        <w:rPr>
          <w:u w:val="single"/>
        </w:rPr>
      </w:pPr>
      <w:r>
        <w:rPr>
          <w:u w:val="single"/>
        </w:rPr>
        <w:t>WIPO/GRTKF/IC/51/INF/1.  Список участников</w:t>
      </w:r>
    </w:p>
    <w:p w14:paraId="6C7F7665" w14:textId="77777777" w:rsidR="00B02C78" w:rsidRDefault="00B02C78" w:rsidP="00B02C78">
      <w:pPr>
        <w:pStyle w:val="ListParagraph"/>
        <w:ind w:left="0"/>
      </w:pPr>
    </w:p>
    <w:p w14:paraId="70EDF92C" w14:textId="0F542739" w:rsidR="00B02C78" w:rsidRDefault="00B02C78" w:rsidP="00B02C78">
      <w:pPr>
        <w:pStyle w:val="ONUME"/>
        <w:numPr>
          <w:ilvl w:val="0"/>
          <w:numId w:val="7"/>
        </w:numPr>
        <w:spacing w:after="0"/>
        <w:ind w:left="540" w:hanging="540"/>
      </w:pPr>
      <w:r>
        <w:t>Проект списка участников будет распространен в ходе пятьдесят первой сессии Комитета.</w:t>
      </w:r>
    </w:p>
    <w:p w14:paraId="747D102E" w14:textId="77777777" w:rsidR="00B02C78" w:rsidRDefault="00B02C78" w:rsidP="00B02C78">
      <w:pPr>
        <w:pStyle w:val="ONUME"/>
        <w:numPr>
          <w:ilvl w:val="0"/>
          <w:numId w:val="0"/>
        </w:numPr>
        <w:spacing w:after="0"/>
      </w:pPr>
    </w:p>
    <w:p w14:paraId="7CE2B702" w14:textId="77777777" w:rsidR="00B02C78" w:rsidRDefault="00B02C78" w:rsidP="00B02C78">
      <w:pPr>
        <w:pStyle w:val="ONUME"/>
        <w:numPr>
          <w:ilvl w:val="0"/>
          <w:numId w:val="0"/>
        </w:numPr>
        <w:spacing w:after="0"/>
      </w:pPr>
    </w:p>
    <w:p w14:paraId="2093C323" w14:textId="22CE385A" w:rsidR="00B02C78" w:rsidRDefault="00B02C78" w:rsidP="00B02C78">
      <w:pPr>
        <w:pStyle w:val="ONUME"/>
        <w:numPr>
          <w:ilvl w:val="0"/>
          <w:numId w:val="0"/>
        </w:numPr>
        <w:spacing w:after="0"/>
      </w:pPr>
      <w:r>
        <w:rPr>
          <w:u w:val="single"/>
        </w:rPr>
        <w:t>WIPO/GRTKF/IC/51/INF/2.  Резюме документов</w:t>
      </w:r>
    </w:p>
    <w:p w14:paraId="5FB1CF7C" w14:textId="77777777" w:rsidR="00B02C78" w:rsidRDefault="00B02C78" w:rsidP="00B02C78">
      <w:pPr>
        <w:pStyle w:val="ONUME"/>
        <w:numPr>
          <w:ilvl w:val="0"/>
          <w:numId w:val="0"/>
        </w:numPr>
        <w:spacing w:after="0"/>
      </w:pPr>
    </w:p>
    <w:p w14:paraId="4371A39C" w14:textId="77777777" w:rsidR="00B02C78" w:rsidRDefault="00B02C78" w:rsidP="00B02C78">
      <w:pPr>
        <w:pStyle w:val="ONUME"/>
        <w:numPr>
          <w:ilvl w:val="0"/>
          <w:numId w:val="7"/>
        </w:numPr>
        <w:spacing w:after="0"/>
        <w:ind w:left="0" w:firstLine="0"/>
      </w:pPr>
      <w:r>
        <w:t>Настоящий документ подготовлен в качестве неофициального руководства по документации Комитета.</w:t>
      </w:r>
    </w:p>
    <w:p w14:paraId="799E7029" w14:textId="77777777" w:rsidR="00B02C78" w:rsidRDefault="00B02C78" w:rsidP="00B02C78">
      <w:pPr>
        <w:pStyle w:val="ONUME"/>
        <w:numPr>
          <w:ilvl w:val="0"/>
          <w:numId w:val="0"/>
        </w:numPr>
        <w:spacing w:after="0"/>
      </w:pPr>
    </w:p>
    <w:p w14:paraId="4E41C297" w14:textId="77777777" w:rsidR="00B02C78" w:rsidRDefault="00B02C78" w:rsidP="00B02C78">
      <w:pPr>
        <w:pStyle w:val="ONUME"/>
        <w:numPr>
          <w:ilvl w:val="0"/>
          <w:numId w:val="0"/>
        </w:numPr>
        <w:spacing w:after="0"/>
      </w:pPr>
    </w:p>
    <w:p w14:paraId="4BD2F1B2" w14:textId="617C968F" w:rsidR="00B02C78" w:rsidRDefault="00B02C78" w:rsidP="00B02C78">
      <w:pPr>
        <w:pStyle w:val="ONUME"/>
        <w:numPr>
          <w:ilvl w:val="0"/>
          <w:numId w:val="0"/>
        </w:numPr>
        <w:spacing w:after="0"/>
      </w:pPr>
      <w:r>
        <w:rPr>
          <w:u w:val="single"/>
        </w:rPr>
        <w:t>WIPO/GRTKF/IC/51/INF/3.  Проект программы пятьдесят первой сессии</w:t>
      </w:r>
    </w:p>
    <w:p w14:paraId="768F2782" w14:textId="77777777" w:rsidR="00B02C78" w:rsidRDefault="00B02C78" w:rsidP="00B02C78">
      <w:pPr>
        <w:pStyle w:val="ONUME"/>
        <w:numPr>
          <w:ilvl w:val="0"/>
          <w:numId w:val="0"/>
        </w:numPr>
        <w:spacing w:after="0"/>
      </w:pPr>
    </w:p>
    <w:p w14:paraId="6CEB8B01" w14:textId="77777777" w:rsidR="00B02C78" w:rsidRPr="00171CD5" w:rsidRDefault="00B02C78" w:rsidP="00B02C78">
      <w:pPr>
        <w:pStyle w:val="ONUME"/>
        <w:numPr>
          <w:ilvl w:val="0"/>
          <w:numId w:val="7"/>
        </w:numPr>
        <w:spacing w:after="0"/>
        <w:ind w:left="0" w:firstLine="0"/>
        <w:rPr>
          <w:u w:val="single"/>
        </w:rPr>
      </w:pPr>
      <w:r>
        <w:t>В соответствии с поручением Комитета, сформулированным на его десятой сессии, в указанном документе представлена предлагаемая программа работы и ориентировочные сроки рассмотрения каждого пункта повестки дня.  Данный проект приводится исключительно для справки: фактическая организация работы Комитета будет определяться Председателем и членами Комитета в соответствии с правилами процедуры.</w:t>
      </w:r>
    </w:p>
    <w:p w14:paraId="23408B0B" w14:textId="77777777" w:rsidR="00B02C78" w:rsidRDefault="00B02C78" w:rsidP="00B02C78">
      <w:pPr>
        <w:pStyle w:val="ONUME"/>
        <w:numPr>
          <w:ilvl w:val="0"/>
          <w:numId w:val="0"/>
        </w:numPr>
        <w:spacing w:after="0"/>
      </w:pPr>
    </w:p>
    <w:p w14:paraId="7E22EB33" w14:textId="77777777" w:rsidR="00B02C78" w:rsidRPr="001866C3" w:rsidRDefault="00B02C78" w:rsidP="00B02C78">
      <w:pPr>
        <w:pStyle w:val="ONUME"/>
        <w:numPr>
          <w:ilvl w:val="0"/>
          <w:numId w:val="0"/>
        </w:numPr>
        <w:spacing w:after="0"/>
        <w:rPr>
          <w:u w:val="single"/>
        </w:rPr>
      </w:pPr>
    </w:p>
    <w:p w14:paraId="1CA60B4D" w14:textId="007B9CBC" w:rsidR="00B02C78" w:rsidRDefault="00B02C78" w:rsidP="00B02C78">
      <w:pPr>
        <w:pStyle w:val="ONUME"/>
        <w:numPr>
          <w:ilvl w:val="0"/>
          <w:numId w:val="0"/>
        </w:numPr>
        <w:spacing w:after="0"/>
      </w:pPr>
      <w:r>
        <w:rPr>
          <w:u w:val="single"/>
        </w:rPr>
        <w:t>WIPO/GRTKF/IC/51/INF/4.  Добровольный фонд ВОИС для аккредитованных коренных народов и местных общин:  информационная записка о взносах и заявлениях об оказании финансовой поддержки</w:t>
      </w:r>
    </w:p>
    <w:p w14:paraId="290C418C" w14:textId="77777777" w:rsidR="00B02C78" w:rsidRPr="00D06607" w:rsidRDefault="00B02C78" w:rsidP="00B02C78">
      <w:pPr>
        <w:pStyle w:val="ONUME"/>
        <w:numPr>
          <w:ilvl w:val="0"/>
          <w:numId w:val="0"/>
        </w:numPr>
        <w:spacing w:after="0"/>
        <w:rPr>
          <w:u w:val="single"/>
        </w:rPr>
      </w:pPr>
    </w:p>
    <w:p w14:paraId="563B50A7" w14:textId="77777777" w:rsidR="00B02C78" w:rsidRDefault="00B02C78" w:rsidP="00B02C78">
      <w:pPr>
        <w:pStyle w:val="ListParagraph"/>
        <w:numPr>
          <w:ilvl w:val="0"/>
          <w:numId w:val="7"/>
        </w:numPr>
        <w:ind w:left="0" w:firstLine="0"/>
      </w:pPr>
      <w:r>
        <w:t>В указанном документе содержится информация о деятельности Добровольного фонда для аккредитованных коренных и местных общин, обязательная для представления Комитету.  Правила Фонда изложены в приложении к документу WO/GA/32/6, который был одобрен Генеральной Ассамблеей ВОИС на тридцать второй сессии и впоследствии уточнен этим же органом в сентябре 2010 года.  В частности, в документе, подготовленном к текущей сессии, содержится информация о полученных взносах и обязательствах, а также о фактической финансовой поддержке, предоставленной представителям аккредитованных коренных народов и местных общин.</w:t>
      </w:r>
    </w:p>
    <w:p w14:paraId="3C920ABC" w14:textId="77777777" w:rsidR="00B02C78" w:rsidRDefault="00B02C78" w:rsidP="00B02C78">
      <w:pPr>
        <w:pStyle w:val="ListParagraph"/>
        <w:ind w:left="0"/>
      </w:pPr>
    </w:p>
    <w:p w14:paraId="49B28FA2" w14:textId="1E947CD1" w:rsidR="00936DF6" w:rsidRDefault="00936DF6">
      <w:pPr>
        <w:rPr>
          <w:rFonts w:eastAsia="Times New Roman"/>
          <w:u w:val="single"/>
          <w:lang w:eastAsia="en-US"/>
        </w:rPr>
      </w:pPr>
      <w:r>
        <w:rPr>
          <w:u w:val="single"/>
        </w:rPr>
        <w:br w:type="page"/>
      </w:r>
    </w:p>
    <w:p w14:paraId="623D22AD" w14:textId="1159DC7A" w:rsidR="00B02C78" w:rsidRPr="00C72764" w:rsidRDefault="00B02C78" w:rsidP="00B02C78">
      <w:pPr>
        <w:pStyle w:val="ListParagraph"/>
        <w:ind w:left="0"/>
      </w:pPr>
      <w:r>
        <w:rPr>
          <w:u w:val="single"/>
        </w:rPr>
        <w:lastRenderedPageBreak/>
        <w:t>WIPO/GRTKF/IC/51/INF/5.  Информационная записка для дискуссионной группы коренных народов и местных общин</w:t>
      </w:r>
    </w:p>
    <w:p w14:paraId="5E68251B" w14:textId="77777777" w:rsidR="00B02C78" w:rsidRDefault="00B02C78" w:rsidP="00B02C78">
      <w:pPr>
        <w:pStyle w:val="ListParagraph"/>
      </w:pPr>
    </w:p>
    <w:p w14:paraId="5C6469FA" w14:textId="535FD75F" w:rsidR="00B02C78" w:rsidRPr="00591849" w:rsidRDefault="00B02C78" w:rsidP="00B02C78">
      <w:pPr>
        <w:pStyle w:val="ListParagraph"/>
        <w:numPr>
          <w:ilvl w:val="0"/>
          <w:numId w:val="7"/>
        </w:numPr>
        <w:ind w:left="0" w:firstLine="0"/>
      </w:pPr>
      <w:r>
        <w:t>Во исполнение решения Комитета, принятого на его девятой сессии, каждая сессия МКГР открывается заседанием дискуссионной группы под председательством члена одной из коренных общин.  Такие заседания предваряли работу предшествующих 41 сессий Комитета.  Каждый раз представители коренных и местных общин выступали с презентациями по определенной теме, затрагиваемой в рамках переговоров на площадке МКГР.  В документе, подготовленном к текущей сессии, изложены предлагаемые практические аспекты организации заседания дискуссионной группы в рамках пятьдесят первой сессии Комитета.</w:t>
      </w:r>
    </w:p>
    <w:p w14:paraId="13428E9D" w14:textId="77777777" w:rsidR="00B02C78" w:rsidRDefault="00B02C78" w:rsidP="00B02C78">
      <w:pPr>
        <w:rPr>
          <w:u w:val="single"/>
        </w:rPr>
      </w:pPr>
    </w:p>
    <w:p w14:paraId="7B65DAFF" w14:textId="189246E9" w:rsidR="00B02C78" w:rsidRPr="0050450B" w:rsidRDefault="00B02C78" w:rsidP="00B02C78">
      <w:pPr>
        <w:pStyle w:val="ListParagraph"/>
        <w:ind w:left="0"/>
        <w:rPr>
          <w:u w:val="single"/>
        </w:rPr>
      </w:pPr>
      <w:r>
        <w:rPr>
          <w:u w:val="single"/>
        </w:rPr>
        <w:t>WIPO/GRTKF/IC/51/INF/7.  Глоссарий основных терминов, касающихся интеллектуальной собственности, генетических ресурсов, традиционных знаний и традиционных выражений культуры</w:t>
      </w:r>
    </w:p>
    <w:p w14:paraId="0D8F7129" w14:textId="77777777" w:rsidR="00B02C78" w:rsidRDefault="00B02C78" w:rsidP="00B02C78">
      <w:pPr>
        <w:pStyle w:val="ListParagraph"/>
        <w:ind w:left="0"/>
      </w:pPr>
    </w:p>
    <w:p w14:paraId="52F4E392" w14:textId="77777777" w:rsidR="00B02C78" w:rsidRDefault="00B02C78" w:rsidP="00B02C78">
      <w:pPr>
        <w:pStyle w:val="ListParagraph"/>
        <w:numPr>
          <w:ilvl w:val="0"/>
          <w:numId w:val="7"/>
        </w:numPr>
        <w:ind w:left="0" w:firstLine="0"/>
      </w:pPr>
      <w:r>
        <w:t>МКГР на своей девятнадцатой сессии «предложил Секретариату обновить глоссарии, содержащиеся в документах WIPO/GRTKF/IC/19/INF/7 («Глоссарий ключевых терминов, касающихся интеллектуальной собственности и традиционных выражений культуры»), WIPO/GRTKG/IC/19/INF/8 («Глоссарий ключевых терминов, касающихся интеллектуальной собственности и традиционных знаний») и WIPO/GRTKF/IC/19/INF/9 («Глоссарий ключевых терминов, касающихся интеллектуальной собственности и генетических ресурсов»), свести их в один документ и опубликовать этот глоссарий в качестве информационного документа к следующей сессии Комитета».  В документе, подготовленном к текущей сессии, представлена уже известная Комитету версия сводного глоссария.</w:t>
      </w:r>
    </w:p>
    <w:p w14:paraId="17CB424A" w14:textId="77777777" w:rsidR="00B02C78" w:rsidRDefault="00B02C78" w:rsidP="00B02C78">
      <w:pPr>
        <w:pStyle w:val="ListParagraph"/>
        <w:ind w:left="0"/>
      </w:pPr>
    </w:p>
    <w:p w14:paraId="6BBADA16" w14:textId="77777777" w:rsidR="00B02C78" w:rsidRDefault="00B02C78" w:rsidP="00B02C78">
      <w:pPr>
        <w:pStyle w:val="ListParagraph"/>
        <w:ind w:left="0"/>
      </w:pPr>
    </w:p>
    <w:p w14:paraId="7A4D6996" w14:textId="13EABE4D" w:rsidR="00B02C78" w:rsidRDefault="00B02C78" w:rsidP="00B02C78">
      <w:pPr>
        <w:pStyle w:val="ListParagraph"/>
        <w:ind w:left="0"/>
        <w:rPr>
          <w:u w:val="single"/>
        </w:rPr>
      </w:pPr>
      <w:r>
        <w:rPr>
          <w:u w:val="single"/>
        </w:rPr>
        <w:t>WIPO/GRTKF/IC/51/INF/8.  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w:t>
      </w:r>
    </w:p>
    <w:p w14:paraId="06D89968" w14:textId="77777777" w:rsidR="00B02C78" w:rsidRDefault="00B02C78" w:rsidP="00B02C78">
      <w:pPr>
        <w:pStyle w:val="ListParagraph"/>
        <w:ind w:left="0"/>
        <w:rPr>
          <w:u w:val="single"/>
        </w:rPr>
      </w:pPr>
    </w:p>
    <w:p w14:paraId="3E81CC46" w14:textId="77777777" w:rsidR="00B02C78" w:rsidRPr="00A65487" w:rsidRDefault="00B02C78" w:rsidP="00B02C78">
      <w:pPr>
        <w:pStyle w:val="ListParagraph"/>
        <w:numPr>
          <w:ilvl w:val="0"/>
          <w:numId w:val="7"/>
        </w:numPr>
        <w:ind w:left="0" w:firstLine="0"/>
        <w:rPr>
          <w:u w:val="single"/>
        </w:rPr>
      </w:pPr>
      <w:r>
        <w:t>На своей сороковой сессии Комитет просил Секретариат поручить, в рамках имеющихся ресурсов, эксперту из числа представителей коренных народов подготовить 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(«Отчет о технической экспертизе»), впервые представленный Комитету на двадцать девятой сессии в качестве информационного документа.  Подготовкой обновленного отчета о технической экспертизе было поручено заняться г-же Неве Коллингс, директору Совета Управления жилищного обустройства аборигенов Нового Южного Уэльса при Департаменте семейных и муниципальных услуг Австралии, и г-ну Элифурахе Лалтаика, старшему преподавателю и руководителю Отдела научных исследований Университета Тумаини (г. Макумира, Объединенная Республика Танзания).  В документе к текущей сессии представлена обновленная редакция отчета о технической экспертизе.</w:t>
      </w:r>
    </w:p>
    <w:p w14:paraId="14867AB1" w14:textId="77777777" w:rsidR="00B02C78" w:rsidRDefault="00B02C78" w:rsidP="00B02C78">
      <w:pPr>
        <w:pStyle w:val="ListParagraph"/>
        <w:ind w:left="0"/>
        <w:rPr>
          <w:u w:val="single"/>
        </w:rPr>
      </w:pPr>
    </w:p>
    <w:p w14:paraId="061D82F0" w14:textId="2C0FEA87" w:rsidR="00936DF6" w:rsidRDefault="00936DF6">
      <w:pPr>
        <w:rPr>
          <w:rFonts w:eastAsia="Times New Roman"/>
          <w:lang w:eastAsia="en-US"/>
        </w:rPr>
      </w:pPr>
      <w:r>
        <w:br w:type="page"/>
      </w:r>
    </w:p>
    <w:p w14:paraId="3534F23A" w14:textId="3C7453C8" w:rsidR="00B02C78" w:rsidRDefault="00B02C78" w:rsidP="00B02C78">
      <w:pPr>
        <w:pStyle w:val="ListParagraph"/>
        <w:ind w:left="0"/>
      </w:pPr>
      <w:r>
        <w:lastRenderedPageBreak/>
        <w:t>III.</w:t>
      </w:r>
      <w:r>
        <w:tab/>
        <w:t>ДРУГИЕ ДОКУМЕНТЫ ПО ТЕМЕ К ПЯТЬДЕСЯТ ПЕРВОЙ СЕССИИ</w:t>
      </w:r>
    </w:p>
    <w:p w14:paraId="4B3D6805" w14:textId="77777777" w:rsidR="00B02C78" w:rsidRDefault="00B02C78" w:rsidP="00B02C78">
      <w:pPr>
        <w:pStyle w:val="ListParagraph"/>
        <w:ind w:left="0"/>
      </w:pPr>
    </w:p>
    <w:p w14:paraId="0DCC7690" w14:textId="77777777" w:rsidR="00B02C78" w:rsidRDefault="00B02C78" w:rsidP="00B02C78">
      <w:pPr>
        <w:pStyle w:val="ONUME"/>
        <w:numPr>
          <w:ilvl w:val="0"/>
          <w:numId w:val="0"/>
        </w:numPr>
        <w:spacing w:after="0"/>
        <w:rPr>
          <w:u w:val="single"/>
        </w:rPr>
      </w:pPr>
      <w:r>
        <w:rPr>
          <w:u w:val="single"/>
        </w:rPr>
        <w:t>WIPO/GRTKF/IC/49/4.  Охрана традиционных знаний:  проект статей</w:t>
      </w:r>
    </w:p>
    <w:p w14:paraId="77ED379E" w14:textId="77777777" w:rsidR="00B02C78" w:rsidRPr="00917273" w:rsidRDefault="00B02C78" w:rsidP="00B02C78">
      <w:pPr>
        <w:pStyle w:val="ONUME"/>
        <w:numPr>
          <w:ilvl w:val="0"/>
          <w:numId w:val="0"/>
        </w:numPr>
        <w:spacing w:after="0"/>
        <w:rPr>
          <w:u w:val="single"/>
        </w:rPr>
      </w:pPr>
    </w:p>
    <w:p w14:paraId="627BA946" w14:textId="1B519110" w:rsidR="00B02C78" w:rsidRPr="00305826" w:rsidRDefault="00B02C78" w:rsidP="00B02C78">
      <w:pPr>
        <w:pStyle w:val="ListParagraph"/>
        <w:numPr>
          <w:ilvl w:val="0"/>
          <w:numId w:val="7"/>
        </w:numPr>
        <w:ind w:left="0" w:firstLine="0"/>
      </w:pPr>
      <w:r>
        <w:t>На пятидесятой сессии Комитет работал на основе документа WIPO/GRTKF/IC/49/4.  Однако государства-члены не сумели прийти к консенсусу по сводному тексту и постановили не передавать его в Комитет для рассмотрения на пятьдесят первой сессии.  Вместо этого Комитет постановил, что продолжит работать на основе документа WIPO/GRTKF/IC/49/4.  Упомянутый выше документ подготовлен к сессии во исполнение этого решения.</w:t>
      </w:r>
    </w:p>
    <w:p w14:paraId="3D19CC74" w14:textId="77777777" w:rsidR="00B02C78" w:rsidRDefault="00B02C78" w:rsidP="00B02C78">
      <w:pPr>
        <w:pStyle w:val="ListParagraph"/>
        <w:ind w:left="0"/>
      </w:pPr>
    </w:p>
    <w:p w14:paraId="21C558CE" w14:textId="77777777" w:rsidR="00B02C78" w:rsidRDefault="00B02C78" w:rsidP="00B02C78">
      <w:pPr>
        <w:pStyle w:val="ONUME"/>
        <w:numPr>
          <w:ilvl w:val="0"/>
          <w:numId w:val="0"/>
        </w:numPr>
        <w:spacing w:after="0"/>
      </w:pPr>
    </w:p>
    <w:p w14:paraId="2AECA86F" w14:textId="77777777" w:rsidR="00B02C78" w:rsidRDefault="00B02C78" w:rsidP="00B02C78">
      <w:pPr>
        <w:pStyle w:val="ONUME"/>
        <w:numPr>
          <w:ilvl w:val="0"/>
          <w:numId w:val="0"/>
        </w:numPr>
        <w:spacing w:after="0"/>
        <w:rPr>
          <w:u w:val="single"/>
        </w:rPr>
      </w:pPr>
      <w:r>
        <w:rPr>
          <w:u w:val="single"/>
        </w:rPr>
        <w:t>WIPO/GRTKF/IC/49/5.  Охрана традиционных выражений культуры:  проект статей</w:t>
      </w:r>
    </w:p>
    <w:p w14:paraId="54067CBF" w14:textId="77777777" w:rsidR="00B02C78" w:rsidRPr="00917273" w:rsidRDefault="00B02C78" w:rsidP="00B02C78">
      <w:pPr>
        <w:pStyle w:val="ONUME"/>
        <w:numPr>
          <w:ilvl w:val="0"/>
          <w:numId w:val="0"/>
        </w:numPr>
        <w:spacing w:after="0"/>
        <w:rPr>
          <w:u w:val="single"/>
        </w:rPr>
      </w:pPr>
    </w:p>
    <w:p w14:paraId="17EC7DBC" w14:textId="14087D2A" w:rsidR="00B02C78" w:rsidRDefault="00B02C78" w:rsidP="00B02C78">
      <w:pPr>
        <w:pStyle w:val="ListParagraph"/>
        <w:numPr>
          <w:ilvl w:val="0"/>
          <w:numId w:val="7"/>
        </w:numPr>
        <w:ind w:left="0" w:firstLine="0"/>
      </w:pPr>
      <w:r>
        <w:t>На пятидесятой сессии Комитет работал на основе документа WIPO/GRTKF/IC/49/5.  Однако государства-члены не сумели прийти к консенсусу по сводному тексту и постановили не передавать его в Комитет для рассмотрения на пятьдесят первой сессии.  Вместо этого Комитет постановил, что продолжит работать на основе документа WIPO/GRTKF/IC/49/5.  Упомянутый выше документ подготовлен к сессии во исполнение этого решения.</w:t>
      </w:r>
    </w:p>
    <w:p w14:paraId="66A060AC" w14:textId="77777777" w:rsidR="00B02C78" w:rsidRDefault="00B02C78" w:rsidP="00B02C78">
      <w:pPr>
        <w:pStyle w:val="ListParagraph"/>
        <w:ind w:left="0"/>
      </w:pPr>
    </w:p>
    <w:p w14:paraId="39A08DE6" w14:textId="77777777" w:rsidR="00B02C78" w:rsidRPr="004E54F7" w:rsidRDefault="00B02C78" w:rsidP="00B02C78">
      <w:pPr>
        <w:pStyle w:val="ListParagraph"/>
        <w:ind w:left="0"/>
      </w:pPr>
    </w:p>
    <w:p w14:paraId="17E84000" w14:textId="32B040AB" w:rsidR="002326AB" w:rsidRDefault="00B02C78" w:rsidP="003D7702">
      <w:pPr>
        <w:pStyle w:val="Endofdocument-Annex"/>
      </w:pPr>
      <w:r>
        <w:t>[Конец документа]</w:t>
      </w:r>
      <w:bookmarkEnd w:id="3"/>
      <w:bookmarkEnd w:id="4"/>
    </w:p>
    <w:sectPr w:rsidR="002326AB" w:rsidSect="00D65953">
      <w:headerReference w:type="default" r:id="rId10"/>
      <w:footerReference w:type="even" r:id="rId11"/>
      <w:foot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5E7D4" w14:textId="77777777" w:rsidR="008F073D" w:rsidRDefault="008F073D">
      <w:r>
        <w:separator/>
      </w:r>
    </w:p>
  </w:endnote>
  <w:endnote w:type="continuationSeparator" w:id="0">
    <w:p w14:paraId="3AE1D93B" w14:textId="77777777" w:rsidR="008F073D" w:rsidRDefault="008F073D" w:rsidP="003B38C1">
      <w:r>
        <w:separator/>
      </w:r>
    </w:p>
    <w:p w14:paraId="0557744B" w14:textId="77777777" w:rsidR="008F073D" w:rsidRPr="00F97723" w:rsidRDefault="008F073D" w:rsidP="003B38C1">
      <w:pPr>
        <w:spacing w:after="60"/>
        <w:rPr>
          <w:sz w:val="17"/>
          <w:lang w:val="en-US"/>
        </w:rPr>
      </w:pPr>
      <w:r w:rsidRPr="00F97723">
        <w:rPr>
          <w:sz w:val="17"/>
          <w:lang w:val="en-US"/>
        </w:rPr>
        <w:t>[Endnote continued from previous page]</w:t>
      </w:r>
    </w:p>
  </w:endnote>
  <w:endnote w:type="continuationNotice" w:id="1">
    <w:p w14:paraId="4FE56213" w14:textId="77777777" w:rsidR="008F073D" w:rsidRPr="00F97723" w:rsidRDefault="008F073D" w:rsidP="003B38C1">
      <w:pPr>
        <w:spacing w:before="60"/>
        <w:jc w:val="right"/>
        <w:rPr>
          <w:sz w:val="17"/>
          <w:szCs w:val="17"/>
          <w:lang w:val="en-US"/>
        </w:rPr>
      </w:pPr>
      <w:r w:rsidRPr="00F9772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251DD" w14:textId="1A88DB59"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28B75" w14:textId="1ED633AB"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72580" w14:textId="77777777" w:rsidR="008F073D" w:rsidRDefault="008F073D">
      <w:r>
        <w:separator/>
      </w:r>
    </w:p>
  </w:footnote>
  <w:footnote w:type="continuationSeparator" w:id="0">
    <w:p w14:paraId="2A44DDC9" w14:textId="77777777" w:rsidR="008F073D" w:rsidRDefault="008F073D" w:rsidP="008B60B2">
      <w:r>
        <w:separator/>
      </w:r>
    </w:p>
    <w:p w14:paraId="2EFD338C" w14:textId="77777777" w:rsidR="008F073D" w:rsidRPr="00F97723" w:rsidRDefault="008F073D" w:rsidP="008B60B2">
      <w:pPr>
        <w:spacing w:after="60"/>
        <w:rPr>
          <w:sz w:val="17"/>
          <w:szCs w:val="17"/>
          <w:lang w:val="en-US"/>
        </w:rPr>
      </w:pPr>
      <w:r w:rsidRPr="00F97723">
        <w:rPr>
          <w:sz w:val="17"/>
          <w:szCs w:val="17"/>
          <w:lang w:val="en-US"/>
        </w:rPr>
        <w:t>[Footnote continued from previous page]</w:t>
      </w:r>
    </w:p>
  </w:footnote>
  <w:footnote w:type="continuationNotice" w:id="1">
    <w:p w14:paraId="5CE7AD7D" w14:textId="77777777" w:rsidR="008F073D" w:rsidRPr="00F97723" w:rsidRDefault="008F073D" w:rsidP="008B60B2">
      <w:pPr>
        <w:spacing w:before="60"/>
        <w:jc w:val="right"/>
        <w:rPr>
          <w:sz w:val="17"/>
          <w:szCs w:val="17"/>
          <w:lang w:val="en-US"/>
        </w:rPr>
      </w:pPr>
      <w:r w:rsidRPr="00F97723">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AE9F7" w14:textId="027DC52B" w:rsidR="00D07C78" w:rsidRPr="00F97723" w:rsidRDefault="00D65953" w:rsidP="00477D6B">
    <w:pPr>
      <w:jc w:val="right"/>
      <w:rPr>
        <w:caps/>
        <w:lang w:val="en-US"/>
      </w:rPr>
    </w:pPr>
    <w:bookmarkStart w:id="5" w:name="Code2"/>
    <w:bookmarkEnd w:id="5"/>
    <w:r w:rsidRPr="00F97723">
      <w:rPr>
        <w:caps/>
        <w:lang w:val="en-US"/>
      </w:rPr>
      <w:t>WIPO/GRTKF/IC/51/INF/2</w:t>
    </w:r>
  </w:p>
  <w:p w14:paraId="0F3EA171" w14:textId="77777777" w:rsidR="00D07C78" w:rsidRDefault="00D07C78" w:rsidP="00477D6B">
    <w:pPr>
      <w:jc w:val="right"/>
    </w:pPr>
    <w:r>
      <w:t>стр</w:t>
    </w:r>
    <w:r w:rsidRPr="00F97723">
      <w:rPr>
        <w:lang w:val="en-US"/>
      </w:rPr>
      <w:t xml:space="preserve">. </w:t>
    </w:r>
    <w:r>
      <w:fldChar w:fldCharType="begin"/>
    </w:r>
    <w:r w:rsidRPr="00F97723">
      <w:rPr>
        <w:lang w:val="en-US"/>
      </w:rPr>
      <w:instrText xml:space="preserve"> PAGE  \* MERGEFORMAT </w:instrText>
    </w:r>
    <w:r>
      <w:fldChar w:fldCharType="separate"/>
    </w:r>
    <w:r w:rsidR="002326AB">
      <w:t>2</w:t>
    </w:r>
    <w:r>
      <w:fldChar w:fldCharType="end"/>
    </w:r>
  </w:p>
  <w:p w14:paraId="70C43780" w14:textId="77777777" w:rsidR="00D07C78" w:rsidRDefault="00D07C78" w:rsidP="00477D6B">
    <w:pPr>
      <w:jc w:val="right"/>
    </w:pPr>
  </w:p>
  <w:p w14:paraId="3292265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2065908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53"/>
    <w:rsid w:val="00023550"/>
    <w:rsid w:val="00043CAA"/>
    <w:rsid w:val="00053F6F"/>
    <w:rsid w:val="00056816"/>
    <w:rsid w:val="00075432"/>
    <w:rsid w:val="000968ED"/>
    <w:rsid w:val="000A3D97"/>
    <w:rsid w:val="000C4123"/>
    <w:rsid w:val="000D2CD5"/>
    <w:rsid w:val="000E5AB3"/>
    <w:rsid w:val="000F5E56"/>
    <w:rsid w:val="001060DD"/>
    <w:rsid w:val="00130307"/>
    <w:rsid w:val="001362EE"/>
    <w:rsid w:val="001647D5"/>
    <w:rsid w:val="001832A6"/>
    <w:rsid w:val="00190115"/>
    <w:rsid w:val="001D4107"/>
    <w:rsid w:val="00203D24"/>
    <w:rsid w:val="0021217E"/>
    <w:rsid w:val="002326AB"/>
    <w:rsid w:val="00243430"/>
    <w:rsid w:val="002634C4"/>
    <w:rsid w:val="002928D3"/>
    <w:rsid w:val="002B3F10"/>
    <w:rsid w:val="002D784D"/>
    <w:rsid w:val="002F1FE6"/>
    <w:rsid w:val="002F4E68"/>
    <w:rsid w:val="00312F7F"/>
    <w:rsid w:val="003254D6"/>
    <w:rsid w:val="00327DDB"/>
    <w:rsid w:val="0033393F"/>
    <w:rsid w:val="00361450"/>
    <w:rsid w:val="003673CF"/>
    <w:rsid w:val="003845C1"/>
    <w:rsid w:val="003A6F89"/>
    <w:rsid w:val="003B38C1"/>
    <w:rsid w:val="003C34E9"/>
    <w:rsid w:val="003D7702"/>
    <w:rsid w:val="00423E3E"/>
    <w:rsid w:val="00427AF4"/>
    <w:rsid w:val="0046153C"/>
    <w:rsid w:val="004647DA"/>
    <w:rsid w:val="00474004"/>
    <w:rsid w:val="00474062"/>
    <w:rsid w:val="00477D6B"/>
    <w:rsid w:val="005019FF"/>
    <w:rsid w:val="0052633D"/>
    <w:rsid w:val="0053057A"/>
    <w:rsid w:val="005316E6"/>
    <w:rsid w:val="00556076"/>
    <w:rsid w:val="00560A29"/>
    <w:rsid w:val="00564818"/>
    <w:rsid w:val="005C6649"/>
    <w:rsid w:val="005F4466"/>
    <w:rsid w:val="005F7E4F"/>
    <w:rsid w:val="00601AD7"/>
    <w:rsid w:val="00605827"/>
    <w:rsid w:val="00646050"/>
    <w:rsid w:val="006653F8"/>
    <w:rsid w:val="006713CA"/>
    <w:rsid w:val="00676C5C"/>
    <w:rsid w:val="006E4E65"/>
    <w:rsid w:val="00720EFD"/>
    <w:rsid w:val="00741632"/>
    <w:rsid w:val="00762F04"/>
    <w:rsid w:val="007854AF"/>
    <w:rsid w:val="0079193D"/>
    <w:rsid w:val="00793A7C"/>
    <w:rsid w:val="007A398A"/>
    <w:rsid w:val="007D1613"/>
    <w:rsid w:val="007E4C0E"/>
    <w:rsid w:val="008A134B"/>
    <w:rsid w:val="008B2CC1"/>
    <w:rsid w:val="008B60B2"/>
    <w:rsid w:val="008F073D"/>
    <w:rsid w:val="0090731E"/>
    <w:rsid w:val="00914561"/>
    <w:rsid w:val="00916EE2"/>
    <w:rsid w:val="00936DF6"/>
    <w:rsid w:val="00966A22"/>
    <w:rsid w:val="0096722F"/>
    <w:rsid w:val="00980843"/>
    <w:rsid w:val="009E2791"/>
    <w:rsid w:val="009E3F6F"/>
    <w:rsid w:val="009F499F"/>
    <w:rsid w:val="00A124C8"/>
    <w:rsid w:val="00A37342"/>
    <w:rsid w:val="00A42DAF"/>
    <w:rsid w:val="00A45BD8"/>
    <w:rsid w:val="00A63508"/>
    <w:rsid w:val="00A869B7"/>
    <w:rsid w:val="00A90F0A"/>
    <w:rsid w:val="00AA5192"/>
    <w:rsid w:val="00AC205C"/>
    <w:rsid w:val="00AF0A6B"/>
    <w:rsid w:val="00B02C78"/>
    <w:rsid w:val="00B05A69"/>
    <w:rsid w:val="00B24F07"/>
    <w:rsid w:val="00B34AA2"/>
    <w:rsid w:val="00B75281"/>
    <w:rsid w:val="00B92F1F"/>
    <w:rsid w:val="00B9734B"/>
    <w:rsid w:val="00BA30E2"/>
    <w:rsid w:val="00C04348"/>
    <w:rsid w:val="00C11BFE"/>
    <w:rsid w:val="00C120F3"/>
    <w:rsid w:val="00C46BD3"/>
    <w:rsid w:val="00C5068F"/>
    <w:rsid w:val="00C57CDA"/>
    <w:rsid w:val="00C741B6"/>
    <w:rsid w:val="00C86D74"/>
    <w:rsid w:val="00C91A8D"/>
    <w:rsid w:val="00C923C8"/>
    <w:rsid w:val="00CC5A8E"/>
    <w:rsid w:val="00CD04F1"/>
    <w:rsid w:val="00CF681A"/>
    <w:rsid w:val="00D07C78"/>
    <w:rsid w:val="00D45252"/>
    <w:rsid w:val="00D64F3D"/>
    <w:rsid w:val="00D65953"/>
    <w:rsid w:val="00D71B4D"/>
    <w:rsid w:val="00D93D55"/>
    <w:rsid w:val="00DC2A07"/>
    <w:rsid w:val="00DD7B7F"/>
    <w:rsid w:val="00E1335F"/>
    <w:rsid w:val="00E15015"/>
    <w:rsid w:val="00E335FE"/>
    <w:rsid w:val="00E361C4"/>
    <w:rsid w:val="00E96A2E"/>
    <w:rsid w:val="00EA7D6E"/>
    <w:rsid w:val="00EB2F76"/>
    <w:rsid w:val="00EC4E49"/>
    <w:rsid w:val="00ED77FB"/>
    <w:rsid w:val="00EE45FA"/>
    <w:rsid w:val="00F043DE"/>
    <w:rsid w:val="00F66152"/>
    <w:rsid w:val="00F9165B"/>
    <w:rsid w:val="00F97723"/>
    <w:rsid w:val="00FB7EFF"/>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463F5"/>
  <w15:docId w15:val="{D10F6DB3-CC07-47B8-99C7-3DCE1829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02C78"/>
    <w:pPr>
      <w:ind w:left="720"/>
      <w:contextualSpacing/>
    </w:pPr>
    <w:rPr>
      <w:rFonts w:eastAsia="Times New Roman"/>
      <w:lang w:eastAsia="en-US"/>
    </w:rPr>
  </w:style>
  <w:style w:type="character" w:styleId="Hyperlink">
    <w:name w:val="Hyperlink"/>
    <w:basedOn w:val="DefaultParagraphFont"/>
    <w:unhideWhenUsed/>
    <w:rsid w:val="00B02C78"/>
    <w:rPr>
      <w:color w:val="0000FF" w:themeColor="hyperlink"/>
      <w:u w:val="single"/>
    </w:rPr>
  </w:style>
  <w:style w:type="character" w:styleId="UnresolvedMention">
    <w:name w:val="Unresolved Mention"/>
    <w:basedOn w:val="DefaultParagraphFont"/>
    <w:uiPriority w:val="99"/>
    <w:semiHidden/>
    <w:unhideWhenUsed/>
    <w:rsid w:val="00B02C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ru/details.jsp?meeting_id=8530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25</TotalTime>
  <Pages>4</Pages>
  <Words>1141</Words>
  <Characters>6505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MORENO PALESTINI Maria del Pilar</dc:creator>
  <cp:keywords>FOR OFFICIAL USE ONLY</cp:keywords>
  <cp:lastModifiedBy>MORENO PALESTINI Maria del Pilar</cp:lastModifiedBy>
  <cp:revision>24</cp:revision>
  <cp:lastPrinted>2011-02-15T11:56:00Z</cp:lastPrinted>
  <dcterms:created xsi:type="dcterms:W3CDTF">2025-04-15T12:38:00Z</dcterms:created>
  <dcterms:modified xsi:type="dcterms:W3CDTF">2025-04-24T12:17:00Z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63fd6916</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2025-04-15T12:47:27Z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a2e3ed79-f07a-42d0-9f2d-b61795387ec9</vt:lpwstr>
  </property>
  <property fmtid="{D5CDD505-2E9C-101B-9397-08002B2CF9AE}" pid="17" name="MSIP_Label_20773ee6-353b-4fb9-a59d-0b94c8c67bea_ContentBits">
    <vt:lpwstr>0</vt:lpwstr>
  </property>
  <property fmtid="{D5CDD505-2E9C-101B-9397-08002B2CF9AE}" pid="18" name="MSIP_Label_20773ee6-353b-4fb9-a59d-0b94c8c67bea_Tag">
    <vt:lpwstr>10, 0, 1, 1</vt:lpwstr>
  </property>
</Properties>
</file>