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094FCA">
              <w:rPr>
                <w:rFonts w:ascii="Arial Black" w:hAnsi="Arial Black"/>
                <w:caps/>
                <w:sz w:val="15"/>
              </w:rPr>
              <w:t>13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26</w:t>
            </w:r>
            <w:proofErr w:type="gramEnd"/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Тридцать девятая 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18-22 марта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r w:rsidRPr="00583DCD">
        <w:rPr>
          <w:i/>
          <w:lang w:val="ru-RU"/>
        </w:rPr>
        <w:t>Документ представлен делегациями Канады, Японии, Норвегии, Республики Корея и Соединенных Штатов Америки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583DCD">
        <w:rPr>
          <w:lang w:val="ru-RU"/>
        </w:rPr>
        <w:t>Девятнадцатого</w:t>
      </w:r>
      <w:r w:rsidR="00583DCD" w:rsidRPr="00AF22B1">
        <w:rPr>
          <w:lang w:val="ru-RU"/>
        </w:rPr>
        <w:t xml:space="preserve"> </w:t>
      </w:r>
      <w:r w:rsidR="00583DCD">
        <w:rPr>
          <w:lang w:val="ru-RU"/>
        </w:rPr>
        <w:t>февраля</w:t>
      </w:r>
      <w:r w:rsidRPr="00AF22B1">
        <w:rPr>
          <w:lang w:val="ru-RU"/>
        </w:rPr>
        <w:t xml:space="preserve"> 2019</w:t>
      </w:r>
      <w:r w:rsidR="00583DCD" w:rsidRPr="00583DCD">
        <w:t> </w:t>
      </w:r>
      <w:r w:rsidR="00583DCD">
        <w:rPr>
          <w:lang w:val="ru-RU"/>
        </w:rPr>
        <w:t>г</w:t>
      </w:r>
      <w:r w:rsidR="00583DCD" w:rsidRPr="00AF22B1">
        <w:rPr>
          <w:lang w:val="ru-RU"/>
        </w:rPr>
        <w:t xml:space="preserve">.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 и Соединенных Штатов Америки, вновь вынести на обсуждение тридцать </w:t>
      </w:r>
      <w:r w:rsidR="00AF22B1">
        <w:rPr>
          <w:lang w:val="ru-RU"/>
        </w:rPr>
        <w:t xml:space="preserve">девятой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«Совместную рекомендацию по генетическим ресурсам и связанным с ними традиционным знаниям»,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/38/10.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  <w:r>
        <w:rPr>
          <w:lang w:val="ru-RU"/>
        </w:rPr>
        <w:t xml:space="preserve"> 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4A0B90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ресурсами, имеют важную экономическую, научную и коммерческую ценность для широкого круга заинтересованных лиц,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proofErr w:type="gramStart"/>
      <w:r>
        <w:rPr>
          <w:lang w:val="ru-RU"/>
        </w:rPr>
        <w:t>передаче</w:t>
      </w:r>
      <w:proofErr w:type="gramEnd"/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 xml:space="preserve">связанных с генетическими ресурсами, таким образом, который содействует социальному и экономическому благосостоянию,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 xml:space="preserve"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  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</w:t>
      </w:r>
      <w:proofErr w:type="spellStart"/>
      <w:r>
        <w:rPr>
          <w:lang w:val="ru-RU"/>
        </w:rPr>
        <w:t>транспарентности</w:t>
      </w:r>
      <w:proofErr w:type="spellEnd"/>
      <w:r>
        <w:rPr>
          <w:lang w:val="ru-RU"/>
        </w:rPr>
        <w:t xml:space="preserve"> в процессе выдачи патентов,  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AF22B1" w:rsidRPr="00F52B65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bookmarkStart w:id="4" w:name="_GoBack"/>
      <w:bookmarkEnd w:id="4"/>
      <w:r>
        <w:rPr>
          <w:lang w:val="ru-RU"/>
        </w:rPr>
        <w:t>порочат новизну заявленного изобретения (отсутствие новизны</w:t>
      </w:r>
      <w:proofErr w:type="gramStart"/>
      <w:r>
        <w:rPr>
          <w:lang w:val="ru-RU"/>
        </w:rPr>
        <w:t>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proofErr w:type="gramEnd"/>
      <w:r>
        <w:rPr>
          <w:lang w:val="ru-RU"/>
        </w:rPr>
        <w:t xml:space="preserve">  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F22B1" w:rsidRDefault="00AF22B1" w:rsidP="00AF22B1">
      <w:pPr>
        <w:rPr>
          <w:lang w:val="ru-RU"/>
        </w:rPr>
      </w:pPr>
    </w:p>
    <w:p w:rsidR="000B594A" w:rsidRDefault="000B594A" w:rsidP="00AF22B1">
      <w:pPr>
        <w:rPr>
          <w:lang w:val="ru-RU"/>
        </w:rPr>
      </w:pPr>
    </w:p>
    <w:p w:rsidR="000B594A" w:rsidRPr="000D611F" w:rsidRDefault="000B594A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lastRenderedPageBreak/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AF22B1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AF22B1" w:rsidRPr="00695901" w:rsidRDefault="00AF22B1" w:rsidP="00AF22B1">
      <w:pPr>
        <w:rPr>
          <w:lang w:val="ru-RU"/>
        </w:rPr>
      </w:pPr>
    </w:p>
    <w:p w:rsidR="00AF22B1" w:rsidRPr="00AC287E" w:rsidRDefault="00AF22B1" w:rsidP="00AF22B1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</w:p>
    <w:sectPr w:rsidR="00094FCA" w:rsidRPr="00F673DB" w:rsidSect="004F1D7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B1" w:rsidRDefault="00AF22B1" w:rsidP="00AF22B1">
    <w:pPr>
      <w:pStyle w:val="Header"/>
      <w:jc w:val="right"/>
    </w:pPr>
  </w:p>
  <w:p w:rsidR="00AF22B1" w:rsidRDefault="00AF22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bookmarkStart w:id="5" w:name="Code2"/>
    <w:bookmarkEnd w:id="5"/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/39/13</w:t>
    </w:r>
  </w:p>
  <w:p w:rsidR="00EC4E49" w:rsidRDefault="000B594A" w:rsidP="00477D6B">
    <w:pPr>
      <w:jc w:val="right"/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A42606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Default="00094FCA" w:rsidP="00094FCA">
    <w:pPr>
      <w:pStyle w:val="Header"/>
      <w:jc w:val="right"/>
    </w:pPr>
    <w:r>
      <w:t>WIPO/GRTKF/IC/39/13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>
    <w:pPr>
      <w:pStyle w:val="Header"/>
    </w:pPr>
  </w:p>
  <w:p w:rsidR="00094FCA" w:rsidRDefault="00094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4FCA"/>
    <w:rsid w:val="000968ED"/>
    <w:rsid w:val="000B594A"/>
    <w:rsid w:val="000F5E56"/>
    <w:rsid w:val="001362EE"/>
    <w:rsid w:val="001647D5"/>
    <w:rsid w:val="001832A6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5F09"/>
    <w:rsid w:val="00423E3E"/>
    <w:rsid w:val="00427AF4"/>
    <w:rsid w:val="004647DA"/>
    <w:rsid w:val="00474062"/>
    <w:rsid w:val="00477D6B"/>
    <w:rsid w:val="004F1D7F"/>
    <w:rsid w:val="005019FF"/>
    <w:rsid w:val="0053057A"/>
    <w:rsid w:val="00560A29"/>
    <w:rsid w:val="00583DCD"/>
    <w:rsid w:val="005C6649"/>
    <w:rsid w:val="005F0C5F"/>
    <w:rsid w:val="00605827"/>
    <w:rsid w:val="00646050"/>
    <w:rsid w:val="006713CA"/>
    <w:rsid w:val="00676C5C"/>
    <w:rsid w:val="006967DF"/>
    <w:rsid w:val="007D1613"/>
    <w:rsid w:val="007E27B9"/>
    <w:rsid w:val="007E4C0E"/>
    <w:rsid w:val="008723F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C02FA7"/>
    <w:rsid w:val="00C11BFE"/>
    <w:rsid w:val="00C5068F"/>
    <w:rsid w:val="00C709F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</TotalTime>
  <Pages>4</Pages>
  <Words>803</Words>
  <Characters>6507</Characters>
  <Application>Microsoft Office Word</Application>
  <DocSecurity>4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lastModifiedBy>KORCHAGINA Elena</cp:lastModifiedBy>
  <cp:revision>2</cp:revision>
  <cp:lastPrinted>2019-02-27T10:25:00Z</cp:lastPrinted>
  <dcterms:created xsi:type="dcterms:W3CDTF">2019-03-08T07:18:00Z</dcterms:created>
  <dcterms:modified xsi:type="dcterms:W3CDTF">2019-03-08T07:18:00Z</dcterms:modified>
</cp:coreProperties>
</file>