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5C840" w14:textId="08ABA9CB" w:rsidR="008B2CC1" w:rsidRPr="00F043DE" w:rsidRDefault="002B6C93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</w:rPr>
        <w:drawing>
          <wp:inline distT="0" distB="0" distL="0" distR="0" wp14:anchorId="3C1BC4E4" wp14:editId="105D3021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1E7D" w14:textId="2127C2B7" w:rsidR="008B2CC1" w:rsidRPr="00997005" w:rsidRDefault="00D4292F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GRATK</w:t>
      </w:r>
      <w:r w:rsidRPr="00997005">
        <w:rPr>
          <w:rFonts w:ascii="Arial Black" w:hAnsi="Arial Black"/>
          <w:caps/>
          <w:sz w:val="15"/>
          <w:szCs w:val="15"/>
          <w:lang w:val="ru-RU"/>
        </w:rPr>
        <w:t>/</w:t>
      </w:r>
      <w:r w:rsidR="00F067C4">
        <w:rPr>
          <w:rFonts w:ascii="Arial Black" w:hAnsi="Arial Black"/>
          <w:caps/>
          <w:sz w:val="15"/>
          <w:szCs w:val="15"/>
        </w:rPr>
        <w:t>DC</w:t>
      </w:r>
      <w:r w:rsidRPr="00997005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4124C3" w:rsidRPr="00997005">
        <w:rPr>
          <w:rFonts w:ascii="Arial Black" w:hAnsi="Arial Black"/>
          <w:caps/>
          <w:sz w:val="15"/>
          <w:szCs w:val="15"/>
          <w:lang w:val="ru-RU"/>
        </w:rPr>
        <w:t>10</w:t>
      </w:r>
    </w:p>
    <w:p w14:paraId="162CFFEF" w14:textId="77777777" w:rsidR="002B6C93" w:rsidRPr="002B6C93" w:rsidRDefault="002B6C93" w:rsidP="002B6C93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2B6C93">
        <w:rPr>
          <w:rFonts w:ascii="Arial Black" w:hAnsi="Arial Black"/>
          <w:caps/>
          <w:sz w:val="15"/>
          <w:lang w:val="ru-RU"/>
        </w:rPr>
        <w:t xml:space="preserve">ОРИГИНАЛ: </w:t>
      </w:r>
      <w:bookmarkStart w:id="1" w:name="Original"/>
      <w:r w:rsidRPr="002B6C93">
        <w:rPr>
          <w:rFonts w:ascii="Arial Black" w:hAnsi="Arial Black"/>
          <w:caps/>
          <w:sz w:val="15"/>
          <w:lang w:val="ru-RU"/>
        </w:rPr>
        <w:t>АНГЛИЙСКИЙ</w:t>
      </w:r>
    </w:p>
    <w:bookmarkEnd w:id="1"/>
    <w:p w14:paraId="4355030F" w14:textId="4A053714" w:rsidR="008B2CC1" w:rsidRPr="002B6C93" w:rsidRDefault="002B6C93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2B6C93">
        <w:rPr>
          <w:rFonts w:ascii="Arial Black" w:hAnsi="Arial Black"/>
          <w:caps/>
          <w:sz w:val="15"/>
          <w:szCs w:val="15"/>
          <w:lang w:val="ru-RU"/>
        </w:rPr>
        <w:t>ДАТА: 2</w:t>
      </w:r>
      <w:r w:rsidR="00997005" w:rsidRPr="00997005">
        <w:rPr>
          <w:rFonts w:ascii="Arial Black" w:hAnsi="Arial Black"/>
          <w:caps/>
          <w:sz w:val="15"/>
          <w:szCs w:val="15"/>
          <w:lang w:val="ru-RU"/>
        </w:rPr>
        <w:t>8</w:t>
      </w:r>
      <w:r w:rsidRPr="002B6C93">
        <w:rPr>
          <w:rFonts w:ascii="Arial Black" w:hAnsi="Arial Black"/>
          <w:caps/>
          <w:sz w:val="15"/>
          <w:szCs w:val="15"/>
          <w:lang w:val="ru-RU"/>
        </w:rPr>
        <w:t xml:space="preserve"> МАЯ 2024 ГОДА</w:t>
      </w:r>
      <w:bookmarkStart w:id="2" w:name="Date"/>
    </w:p>
    <w:bookmarkEnd w:id="2"/>
    <w:p w14:paraId="2F633FA6" w14:textId="0777361B" w:rsidR="008B2CC1" w:rsidRPr="002B6C93" w:rsidRDefault="002B6C93" w:rsidP="004A5A63">
      <w:pPr>
        <w:pStyle w:val="Heading1"/>
        <w:spacing w:before="0" w:after="600"/>
        <w:rPr>
          <w:sz w:val="28"/>
          <w:szCs w:val="28"/>
          <w:lang w:val="ru-RU"/>
        </w:rPr>
      </w:pPr>
      <w:r w:rsidRPr="002B6C93">
        <w:rPr>
          <w:caps w:val="0"/>
          <w:sz w:val="28"/>
          <w:szCs w:val="28"/>
          <w:lang w:val="ru-RU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0D8D9E0C" w14:textId="5E52F138" w:rsidR="00D4292F" w:rsidRPr="002B6C93" w:rsidRDefault="002B6C93" w:rsidP="00D4292F">
      <w:pPr>
        <w:spacing w:after="720"/>
        <w:outlineLvl w:val="1"/>
        <w:rPr>
          <w:b/>
          <w:sz w:val="24"/>
          <w:szCs w:val="24"/>
          <w:lang w:val="ru-RU"/>
        </w:rPr>
      </w:pPr>
      <w:r w:rsidRPr="002B6C93">
        <w:rPr>
          <w:b/>
          <w:sz w:val="24"/>
          <w:szCs w:val="24"/>
          <w:lang w:val="ru-RU"/>
        </w:rPr>
        <w:t>Женева, 13–24 мая 2024 года</w:t>
      </w:r>
    </w:p>
    <w:p w14:paraId="0CF4E491" w14:textId="58638A74" w:rsidR="008B2CC1" w:rsidRPr="002B6C93" w:rsidRDefault="002B6C93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2B6C93">
        <w:rPr>
          <w:caps/>
          <w:sz w:val="24"/>
          <w:lang w:val="ru-RU"/>
        </w:rPr>
        <w:t>ПОДПИСАНИЕ ДОГОВОРА ВОИС ОБ ИНТЕЛЛЕКТУАЛЬНОЙ СОБСТВЕННОСТИ, ГЕНЕТИЧЕСКИХ РЕСУРСАХ И ТРАДИЦИОННЫХ ЗНАНИЯХ, СВЯЗАННЫХ С ГЕНЕТИЧЕСКИМИ РЕСУРСАМИ</w:t>
      </w:r>
    </w:p>
    <w:p w14:paraId="29F1369D" w14:textId="2CEBD4C4" w:rsidR="002928D3" w:rsidRPr="00BD7E39" w:rsidRDefault="002B6C93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 w:rsidRPr="00BD7E39">
        <w:rPr>
          <w:i/>
          <w:lang w:val="ru-RU"/>
        </w:rPr>
        <w:t>Меморандум Секретариата</w:t>
      </w:r>
    </w:p>
    <w:p w14:paraId="48A6BC09" w14:textId="1E8427B9" w:rsidR="00CB6A3A" w:rsidRPr="00BD7E39" w:rsidRDefault="00BD7E39" w:rsidP="006E5F8F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Двадцать четвертого</w:t>
      </w:r>
      <w:r w:rsidRPr="00BD7E39">
        <w:rPr>
          <w:szCs w:val="22"/>
          <w:lang w:val="ru-RU"/>
        </w:rPr>
        <w:t xml:space="preserve"> мая 2024 года Договор ВОИС об интеллектуальной собственности, генетических ресурсах и традиционных знаниях, связанных с генетическими ресурсами,</w:t>
      </w:r>
      <w:r w:rsidR="008B5BF2">
        <w:rPr>
          <w:szCs w:val="22"/>
          <w:lang w:val="ru-RU"/>
        </w:rPr>
        <w:t xml:space="preserve"> (Договор)</w:t>
      </w:r>
      <w:r w:rsidRPr="00BD7E39">
        <w:rPr>
          <w:szCs w:val="22"/>
          <w:lang w:val="ru-RU"/>
        </w:rPr>
        <w:t xml:space="preserve"> подписали делегации следующих стран</w:t>
      </w:r>
      <w:r w:rsidR="00CB6A3A" w:rsidRPr="00BD7E39">
        <w:rPr>
          <w:rFonts w:eastAsia="Times New Roman"/>
          <w:szCs w:val="22"/>
          <w:lang w:val="ru-RU" w:eastAsia="en-US"/>
        </w:rPr>
        <w:t xml:space="preserve">:  </w:t>
      </w:r>
      <w:r w:rsidRPr="00BD7E39">
        <w:rPr>
          <w:rFonts w:eastAsia="Times New Roman"/>
          <w:szCs w:val="22"/>
          <w:lang w:val="ru-RU" w:eastAsia="en-US"/>
        </w:rPr>
        <w:t>Алжир, Босния и Герцеговина, Бразилия, Буркина-Фасо, Центральноафриканская Республика, Чили, Колумбия, Конго, Кот-д'Ивуар, Корейская Народно-Демократическая Республика, Эсватини, Гана, Лесото, Мадагаскар, Малави, Маршалловы острова, Марокко, Намибия, Никарагуа, Нигер, Нигерия, Ниуэ, Парагвай, Сент-Винсент и Гренадины, Сан-Томе и Принсипи, Сенегал, Южная Африка, Объединенная Республика Танзания, Уругвай, Вануату (30)</w:t>
      </w:r>
      <w:r w:rsidR="00CB6A3A" w:rsidRPr="00BD7E39">
        <w:rPr>
          <w:szCs w:val="22"/>
          <w:lang w:val="ru-RU"/>
        </w:rPr>
        <w:t>.</w:t>
      </w:r>
    </w:p>
    <w:p w14:paraId="3BF635F9" w14:textId="5417BAB0" w:rsidR="006E5F8F" w:rsidRPr="00997005" w:rsidRDefault="00BD7E39" w:rsidP="008B5BF2">
      <w:pPr>
        <w:spacing w:after="960"/>
        <w:rPr>
          <w:rFonts w:ascii="Times New Roman" w:eastAsia="Times New Roman" w:hAnsi="Times New Roman" w:cs="Times New Roman"/>
          <w:sz w:val="24"/>
          <w:lang w:val="ru-RU" w:eastAsia="en-US"/>
        </w:rPr>
      </w:pPr>
      <w:r>
        <w:rPr>
          <w:lang w:val="ru-RU"/>
        </w:rPr>
        <w:t>Двадцать восьмого мая 2024 года Договор</w:t>
      </w:r>
      <w:r w:rsidR="008B5BF2">
        <w:rPr>
          <w:lang w:val="ru-RU"/>
        </w:rPr>
        <w:t xml:space="preserve"> подписала делегация Гамбии, в результате чего общее число подписавших его к настоящему моменту стран достигло 31.</w:t>
      </w:r>
    </w:p>
    <w:p w14:paraId="7BF1AFF7" w14:textId="2DC8AED2" w:rsidR="008B5BF2" w:rsidRDefault="007F327A" w:rsidP="007F327A">
      <w:pPr>
        <w:pStyle w:val="Endofdocument-Annex"/>
      </w:pPr>
      <w:r>
        <w:t>[</w:t>
      </w:r>
      <w:r w:rsidR="008B5BF2">
        <w:rPr>
          <w:lang w:val="ru-RU"/>
        </w:rPr>
        <w:t>Конец документа</w:t>
      </w:r>
      <w:r>
        <w:t>]</w:t>
      </w:r>
    </w:p>
    <w:sectPr w:rsidR="008B5BF2" w:rsidSect="00CB6A3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C4C4" w14:textId="77777777" w:rsidR="00872629" w:rsidRDefault="00872629">
      <w:r>
        <w:separator/>
      </w:r>
    </w:p>
  </w:endnote>
  <w:endnote w:type="continuationSeparator" w:id="0">
    <w:p w14:paraId="7C286CCD" w14:textId="77777777" w:rsidR="00872629" w:rsidRDefault="00872629" w:rsidP="003B38C1">
      <w:r>
        <w:separator/>
      </w:r>
    </w:p>
    <w:p w14:paraId="35E2FDDB" w14:textId="77777777" w:rsidR="00872629" w:rsidRPr="003B38C1" w:rsidRDefault="008726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6707D3F" w14:textId="77777777" w:rsidR="00872629" w:rsidRPr="003B38C1" w:rsidRDefault="008726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6BDA1" w14:textId="77777777" w:rsidR="00872629" w:rsidRDefault="00872629">
      <w:r>
        <w:separator/>
      </w:r>
    </w:p>
  </w:footnote>
  <w:footnote w:type="continuationSeparator" w:id="0">
    <w:p w14:paraId="0AD20AF6" w14:textId="77777777" w:rsidR="00872629" w:rsidRDefault="00872629" w:rsidP="008B60B2">
      <w:r>
        <w:separator/>
      </w:r>
    </w:p>
    <w:p w14:paraId="36FB29DA" w14:textId="77777777" w:rsidR="00872629" w:rsidRPr="00ED77FB" w:rsidRDefault="008726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BF4D96" w14:textId="77777777" w:rsidR="00872629" w:rsidRPr="00ED77FB" w:rsidRDefault="008726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543B" w14:textId="77777777" w:rsidR="008B5BF2" w:rsidRDefault="008B5BF2" w:rsidP="00477D6B">
    <w:pPr>
      <w:jc w:val="right"/>
      <w:rPr>
        <w:caps/>
      </w:rPr>
    </w:pPr>
    <w:r w:rsidRPr="008B5BF2">
      <w:rPr>
        <w:caps/>
      </w:rPr>
      <w:t>GRATK/DC/10</w:t>
    </w:r>
  </w:p>
  <w:p w14:paraId="153714A6" w14:textId="31F0F12B" w:rsidR="00D07C78" w:rsidRDefault="008B5BF2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2326AB">
      <w:rPr>
        <w:noProof/>
      </w:rPr>
      <w:t>2</w:t>
    </w:r>
    <w:r w:rsidR="00D07C78">
      <w:fldChar w:fldCharType="end"/>
    </w:r>
  </w:p>
  <w:p w14:paraId="7D1FEBEF" w14:textId="77777777" w:rsidR="00D07C78" w:rsidRDefault="00D07C78" w:rsidP="00477D6B">
    <w:pPr>
      <w:jc w:val="right"/>
    </w:pPr>
  </w:p>
  <w:p w14:paraId="4CAB228A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2"/>
  </w:num>
  <w:num w:numId="2" w16cid:durableId="87777114">
    <w:abstractNumId w:val="4"/>
  </w:num>
  <w:num w:numId="3" w16cid:durableId="1510412581">
    <w:abstractNumId w:val="0"/>
  </w:num>
  <w:num w:numId="4" w16cid:durableId="1989355400">
    <w:abstractNumId w:val="5"/>
  </w:num>
  <w:num w:numId="5" w16cid:durableId="961686399">
    <w:abstractNumId w:val="1"/>
  </w:num>
  <w:num w:numId="6" w16cid:durableId="1006977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3A"/>
    <w:rsid w:val="00043CAA"/>
    <w:rsid w:val="00056816"/>
    <w:rsid w:val="00075432"/>
    <w:rsid w:val="00092B82"/>
    <w:rsid w:val="000968ED"/>
    <w:rsid w:val="000A2B5F"/>
    <w:rsid w:val="000A3D97"/>
    <w:rsid w:val="000E090D"/>
    <w:rsid w:val="000F5E56"/>
    <w:rsid w:val="001362EE"/>
    <w:rsid w:val="00155A05"/>
    <w:rsid w:val="001647D5"/>
    <w:rsid w:val="001832A6"/>
    <w:rsid w:val="00184737"/>
    <w:rsid w:val="001D4107"/>
    <w:rsid w:val="00203D24"/>
    <w:rsid w:val="0021217E"/>
    <w:rsid w:val="00221F01"/>
    <w:rsid w:val="002326AB"/>
    <w:rsid w:val="00243430"/>
    <w:rsid w:val="002634C4"/>
    <w:rsid w:val="002739D3"/>
    <w:rsid w:val="002928D3"/>
    <w:rsid w:val="002B6C93"/>
    <w:rsid w:val="002F1FE6"/>
    <w:rsid w:val="002F4E68"/>
    <w:rsid w:val="00312F7F"/>
    <w:rsid w:val="003252E9"/>
    <w:rsid w:val="00361450"/>
    <w:rsid w:val="003673CF"/>
    <w:rsid w:val="003845C1"/>
    <w:rsid w:val="003A6F89"/>
    <w:rsid w:val="003B38C1"/>
    <w:rsid w:val="003C34E9"/>
    <w:rsid w:val="003D0B6F"/>
    <w:rsid w:val="004124C3"/>
    <w:rsid w:val="00423E3E"/>
    <w:rsid w:val="00427AF4"/>
    <w:rsid w:val="004647DA"/>
    <w:rsid w:val="00474062"/>
    <w:rsid w:val="00477D6B"/>
    <w:rsid w:val="004A5A63"/>
    <w:rsid w:val="005019FF"/>
    <w:rsid w:val="0053057A"/>
    <w:rsid w:val="00556076"/>
    <w:rsid w:val="00560A29"/>
    <w:rsid w:val="005667DD"/>
    <w:rsid w:val="00571DAC"/>
    <w:rsid w:val="005952BC"/>
    <w:rsid w:val="005C6649"/>
    <w:rsid w:val="00605827"/>
    <w:rsid w:val="00646050"/>
    <w:rsid w:val="00650054"/>
    <w:rsid w:val="006713CA"/>
    <w:rsid w:val="00676C5C"/>
    <w:rsid w:val="006802B7"/>
    <w:rsid w:val="006E5F8F"/>
    <w:rsid w:val="006F1BE9"/>
    <w:rsid w:val="00720EFD"/>
    <w:rsid w:val="00767934"/>
    <w:rsid w:val="007854AF"/>
    <w:rsid w:val="00793A7C"/>
    <w:rsid w:val="007A398A"/>
    <w:rsid w:val="007B1AD7"/>
    <w:rsid w:val="007D1613"/>
    <w:rsid w:val="007D2CB3"/>
    <w:rsid w:val="007E4C0E"/>
    <w:rsid w:val="007F327A"/>
    <w:rsid w:val="008019FC"/>
    <w:rsid w:val="00872629"/>
    <w:rsid w:val="008A134B"/>
    <w:rsid w:val="008B2CC1"/>
    <w:rsid w:val="008B5BF2"/>
    <w:rsid w:val="008B60B2"/>
    <w:rsid w:val="0090731E"/>
    <w:rsid w:val="00916EE2"/>
    <w:rsid w:val="00966A22"/>
    <w:rsid w:val="0096722F"/>
    <w:rsid w:val="00976854"/>
    <w:rsid w:val="00980843"/>
    <w:rsid w:val="00983FA2"/>
    <w:rsid w:val="00997005"/>
    <w:rsid w:val="009E2791"/>
    <w:rsid w:val="009E3F6F"/>
    <w:rsid w:val="009F499F"/>
    <w:rsid w:val="00A32125"/>
    <w:rsid w:val="00A37342"/>
    <w:rsid w:val="00A42DAF"/>
    <w:rsid w:val="00A45BD8"/>
    <w:rsid w:val="00A869B7"/>
    <w:rsid w:val="00A90F0A"/>
    <w:rsid w:val="00AC205C"/>
    <w:rsid w:val="00AF0A6B"/>
    <w:rsid w:val="00B05A69"/>
    <w:rsid w:val="00B433A4"/>
    <w:rsid w:val="00B75281"/>
    <w:rsid w:val="00B92F1F"/>
    <w:rsid w:val="00B9734B"/>
    <w:rsid w:val="00BA30E2"/>
    <w:rsid w:val="00BD7E39"/>
    <w:rsid w:val="00BF77AF"/>
    <w:rsid w:val="00C11BFE"/>
    <w:rsid w:val="00C5068F"/>
    <w:rsid w:val="00C6075E"/>
    <w:rsid w:val="00C86D74"/>
    <w:rsid w:val="00CA33BC"/>
    <w:rsid w:val="00CB6A3A"/>
    <w:rsid w:val="00CD04F1"/>
    <w:rsid w:val="00CF681A"/>
    <w:rsid w:val="00D07C78"/>
    <w:rsid w:val="00D147CC"/>
    <w:rsid w:val="00D4292F"/>
    <w:rsid w:val="00D430F9"/>
    <w:rsid w:val="00D45252"/>
    <w:rsid w:val="00D71B4D"/>
    <w:rsid w:val="00D93D55"/>
    <w:rsid w:val="00DD7B7F"/>
    <w:rsid w:val="00E15015"/>
    <w:rsid w:val="00E321E4"/>
    <w:rsid w:val="00E335FE"/>
    <w:rsid w:val="00E56682"/>
    <w:rsid w:val="00EA7D6E"/>
    <w:rsid w:val="00EB2F76"/>
    <w:rsid w:val="00EC4E49"/>
    <w:rsid w:val="00ED41F1"/>
    <w:rsid w:val="00ED77FB"/>
    <w:rsid w:val="00EE45FA"/>
    <w:rsid w:val="00F043DE"/>
    <w:rsid w:val="00F067C4"/>
    <w:rsid w:val="00F1168A"/>
    <w:rsid w:val="00F15D1E"/>
    <w:rsid w:val="00F20449"/>
    <w:rsid w:val="00F66152"/>
    <w:rsid w:val="00F771D8"/>
    <w:rsid w:val="00F9165B"/>
    <w:rsid w:val="00FC482F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8A1F7"/>
  <w15:docId w15:val="{17AF06CB-C2E5-441C-989B-CAE55302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0E090D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E09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09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090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E090D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1</TotalTime>
  <Pages>1</Pages>
  <Words>141</Words>
  <Characters>1118</Characters>
  <Application>Microsoft Office Word</Application>
  <DocSecurity>0</DocSecurity>
  <Lines>24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HAPPY-DUMAS Juliet</dc:creator>
  <cp:keywords>FOR OFFICIAL USE ONLY</cp:keywords>
  <cp:lastModifiedBy>HAPPY-DUMAS Juliet</cp:lastModifiedBy>
  <cp:revision>2</cp:revision>
  <cp:lastPrinted>2024-05-23T21:31:00Z</cp:lastPrinted>
  <dcterms:created xsi:type="dcterms:W3CDTF">2024-05-30T14:40:00Z</dcterms:created>
  <dcterms:modified xsi:type="dcterms:W3CDTF">2024-05-30T14:40:00Z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