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D2BE1" w14:textId="77777777" w:rsidR="0024516C" w:rsidRDefault="0024516C" w:rsidP="00C5256D">
      <w:pPr>
        <w:spacing w:after="120"/>
        <w:jc w:val="right"/>
      </w:pPr>
    </w:p>
    <w:p w14:paraId="370DBFE7" w14:textId="6AF89B5D" w:rsidR="008B2CC1" w:rsidRPr="008B2CC1" w:rsidRDefault="00C5256D" w:rsidP="00C5256D">
      <w:pPr>
        <w:spacing w:after="120"/>
        <w:jc w:val="right"/>
      </w:pPr>
      <w:r>
        <w:rPr>
          <w:noProof/>
          <w:lang w:eastAsia="en-US"/>
        </w:rPr>
        <w:drawing>
          <wp:inline distT="0" distB="0" distL="0" distR="0" wp14:anchorId="3A411CF1" wp14:editId="6F00196C">
            <wp:extent cx="3025639" cy="1300573"/>
            <wp:effectExtent l="0" t="0" r="3810" b="0"/>
            <wp:docPr id="2" name="Picture 2" descr="Français&#10;Les courbes en direction du ciel du logo de l’OMPI évoquent le progrès de l’humanité stimulé par l’innovation et la créativité.&#10;English&#10;The upward curving lines of the World Intellectual Property Organization’s logo evoke human progress driven by innovation and creativity." title="Logo de l'OMPI / Logo of WI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F - 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5639" cy="1300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4A2A">
        <w:t>____________________________________________________________________________</w:t>
      </w:r>
    </w:p>
    <w:p w14:paraId="2587DA02" w14:textId="6ADCA42C" w:rsidR="00C5256D" w:rsidRPr="00034A2A" w:rsidRDefault="00034A2A" w:rsidP="00C5256D">
      <w:pPr>
        <w:jc w:val="right"/>
        <w:rPr>
          <w:rFonts w:ascii="Arial Black" w:hAnsi="Arial Black"/>
          <w:caps/>
          <w:sz w:val="15"/>
        </w:rPr>
      </w:pPr>
      <w:bookmarkStart w:id="0" w:name="Code"/>
      <w:bookmarkEnd w:id="0"/>
      <w:r w:rsidRPr="00034A2A">
        <w:rPr>
          <w:rFonts w:ascii="Arial Black" w:hAnsi="Arial Black"/>
          <w:caps/>
          <w:sz w:val="15"/>
        </w:rPr>
        <w:t>WIPO/GRTKF/IC/</w:t>
      </w:r>
      <w:r w:rsidR="00B11548">
        <w:rPr>
          <w:rFonts w:ascii="Arial Black" w:hAnsi="Arial Black"/>
          <w:caps/>
          <w:sz w:val="15"/>
        </w:rPr>
        <w:t>5</w:t>
      </w:r>
      <w:r w:rsidR="00351A24">
        <w:rPr>
          <w:rFonts w:ascii="Arial Black" w:hAnsi="Arial Black"/>
          <w:caps/>
          <w:sz w:val="15"/>
        </w:rPr>
        <w:t>1</w:t>
      </w:r>
      <w:r w:rsidRPr="00034A2A">
        <w:rPr>
          <w:rFonts w:ascii="Arial Black" w:hAnsi="Arial Black"/>
          <w:caps/>
          <w:sz w:val="15"/>
        </w:rPr>
        <w:t>/INF/1 PROV.</w:t>
      </w:r>
      <w:r w:rsidR="008B797C">
        <w:rPr>
          <w:rFonts w:ascii="Arial Black" w:hAnsi="Arial Black"/>
          <w:caps/>
          <w:sz w:val="15"/>
        </w:rPr>
        <w:t xml:space="preserve"> 2</w:t>
      </w:r>
    </w:p>
    <w:p w14:paraId="67C35771" w14:textId="105326E3" w:rsidR="008B2CC1" w:rsidRPr="00EA68B7" w:rsidRDefault="00C5256D" w:rsidP="00C5256D">
      <w:pPr>
        <w:jc w:val="right"/>
        <w:rPr>
          <w:lang w:val="fr-CH"/>
        </w:rPr>
      </w:pPr>
      <w:proofErr w:type="gramStart"/>
      <w:r w:rsidRPr="5BA47B2F">
        <w:rPr>
          <w:rFonts w:ascii="Arial Black" w:hAnsi="Arial Black"/>
          <w:caps/>
          <w:sz w:val="15"/>
          <w:szCs w:val="15"/>
          <w:lang w:val="fr-CH"/>
        </w:rPr>
        <w:t>ORIGINAL:</w:t>
      </w:r>
      <w:bookmarkStart w:id="1" w:name="Original"/>
      <w:proofErr w:type="gramEnd"/>
      <w:r w:rsidR="00034A2A" w:rsidRPr="5BA47B2F">
        <w:rPr>
          <w:rFonts w:ascii="Arial Black" w:hAnsi="Arial Black"/>
          <w:caps/>
          <w:sz w:val="15"/>
          <w:szCs w:val="15"/>
          <w:lang w:val="fr-CH"/>
        </w:rPr>
        <w:t xml:space="preserve">  </w:t>
      </w:r>
      <w:r w:rsidR="006320C3" w:rsidRPr="006320C3">
        <w:rPr>
          <w:rFonts w:ascii="Arial Black" w:hAnsi="Arial Black"/>
          <w:caps/>
          <w:sz w:val="15"/>
          <w:szCs w:val="15"/>
          <w:lang w:val="fr-CH"/>
        </w:rPr>
        <w:t xml:space="preserve">FRANÇAIS/ENGLISH </w:t>
      </w:r>
    </w:p>
    <w:bookmarkEnd w:id="1"/>
    <w:p w14:paraId="4BFE6649" w14:textId="3AFE1B5E" w:rsidR="008B2CC1" w:rsidRPr="00AF766B" w:rsidRDefault="00C5256D" w:rsidP="00C5256D">
      <w:pPr>
        <w:spacing w:after="1200"/>
        <w:jc w:val="right"/>
        <w:rPr>
          <w:lang w:val="fr-CH"/>
        </w:rPr>
      </w:pPr>
      <w:proofErr w:type="gramStart"/>
      <w:r w:rsidRPr="00AF766B">
        <w:rPr>
          <w:rFonts w:ascii="Arial Black" w:hAnsi="Arial Black"/>
          <w:caps/>
          <w:sz w:val="15"/>
          <w:lang w:val="fr-CH"/>
        </w:rPr>
        <w:t>date:</w:t>
      </w:r>
      <w:proofErr w:type="gramEnd"/>
      <w:r w:rsidR="00034A2A" w:rsidRPr="00AF766B">
        <w:rPr>
          <w:rFonts w:ascii="Arial Black" w:hAnsi="Arial Black"/>
          <w:caps/>
          <w:sz w:val="15"/>
          <w:lang w:val="fr-CH"/>
        </w:rPr>
        <w:t xml:space="preserve"> </w:t>
      </w:r>
      <w:r w:rsidR="0047613E" w:rsidRPr="00AF766B">
        <w:rPr>
          <w:rFonts w:ascii="Arial Black" w:hAnsi="Arial Black"/>
          <w:caps/>
          <w:sz w:val="15"/>
          <w:lang w:val="fr-CH"/>
        </w:rPr>
        <w:t xml:space="preserve"> </w:t>
      </w:r>
      <w:r w:rsidR="008B797C">
        <w:rPr>
          <w:rFonts w:ascii="Arial Black" w:hAnsi="Arial Black"/>
          <w:caps/>
          <w:sz w:val="15"/>
          <w:lang w:val="fr-CH"/>
        </w:rPr>
        <w:t>5 JUIN</w:t>
      </w:r>
      <w:r w:rsidR="00437BFE" w:rsidRPr="00AF766B">
        <w:rPr>
          <w:rFonts w:ascii="Arial Black" w:hAnsi="Arial Black"/>
          <w:caps/>
          <w:sz w:val="15"/>
          <w:lang w:val="fr-CH"/>
        </w:rPr>
        <w:t xml:space="preserve"> 202</w:t>
      </w:r>
      <w:r w:rsidR="00CF24DD">
        <w:rPr>
          <w:rFonts w:ascii="Arial Black" w:hAnsi="Arial Black"/>
          <w:caps/>
          <w:sz w:val="15"/>
          <w:lang w:val="fr-CH"/>
        </w:rPr>
        <w:t>5</w:t>
      </w:r>
      <w:r w:rsidRPr="00AF766B">
        <w:rPr>
          <w:rFonts w:ascii="Arial Black" w:hAnsi="Arial Black"/>
          <w:caps/>
          <w:sz w:val="15"/>
          <w:lang w:val="fr-CH"/>
        </w:rPr>
        <w:t>/</w:t>
      </w:r>
      <w:bookmarkStart w:id="2" w:name="dateE"/>
      <w:r w:rsidR="008B797C">
        <w:rPr>
          <w:rFonts w:ascii="Arial Black" w:hAnsi="Arial Black"/>
          <w:caps/>
          <w:sz w:val="15"/>
          <w:lang w:val="fr-CH"/>
        </w:rPr>
        <w:t>JU</w:t>
      </w:r>
      <w:r w:rsidR="00F04C82">
        <w:rPr>
          <w:rFonts w:ascii="Arial Black" w:hAnsi="Arial Black"/>
          <w:caps/>
          <w:sz w:val="15"/>
          <w:lang w:val="fr-CH"/>
        </w:rPr>
        <w:t>NE</w:t>
      </w:r>
      <w:r w:rsidR="008B797C">
        <w:rPr>
          <w:rFonts w:ascii="Arial Black" w:hAnsi="Arial Black"/>
          <w:caps/>
          <w:sz w:val="15"/>
          <w:lang w:val="fr-CH"/>
        </w:rPr>
        <w:t xml:space="preserve"> </w:t>
      </w:r>
      <w:r w:rsidR="00F04C82">
        <w:rPr>
          <w:rFonts w:ascii="Arial Black" w:hAnsi="Arial Black"/>
          <w:caps/>
          <w:sz w:val="15"/>
          <w:lang w:val="fr-CH"/>
        </w:rPr>
        <w:t>5</w:t>
      </w:r>
      <w:r w:rsidR="00034A2A" w:rsidRPr="00AF766B">
        <w:rPr>
          <w:rFonts w:ascii="Arial Black" w:hAnsi="Arial Black"/>
          <w:caps/>
          <w:sz w:val="15"/>
          <w:lang w:val="fr-CH"/>
        </w:rPr>
        <w:t>, 202</w:t>
      </w:r>
      <w:r w:rsidR="00CF24DD">
        <w:rPr>
          <w:rFonts w:ascii="Arial Black" w:hAnsi="Arial Black"/>
          <w:caps/>
          <w:sz w:val="15"/>
          <w:lang w:val="fr-CH"/>
        </w:rPr>
        <w:t>5</w:t>
      </w:r>
    </w:p>
    <w:bookmarkEnd w:id="2"/>
    <w:p w14:paraId="79A6EF5C" w14:textId="77777777" w:rsidR="00235540" w:rsidRPr="00C5256D" w:rsidRDefault="00034A2A" w:rsidP="00C5256D">
      <w:pPr>
        <w:spacing w:after="480"/>
        <w:rPr>
          <w:b/>
          <w:sz w:val="28"/>
          <w:szCs w:val="28"/>
          <w:lang w:val="fr-CH"/>
        </w:rPr>
      </w:pPr>
      <w:r w:rsidRPr="00034A2A">
        <w:rPr>
          <w:b/>
          <w:sz w:val="28"/>
          <w:szCs w:val="28"/>
          <w:lang w:val="fr-CH"/>
        </w:rPr>
        <w:t>Comité intergouvernemental de la propriété intellectuelle relative aux ressources génétiques, aux savoirs traditionnels et au folklore</w:t>
      </w:r>
    </w:p>
    <w:p w14:paraId="14398B65" w14:textId="3356F473" w:rsidR="00235540" w:rsidRPr="00351A24" w:rsidRDefault="00910083" w:rsidP="00C5256D">
      <w:pPr>
        <w:spacing w:after="480"/>
        <w:rPr>
          <w:lang w:val="fr-CH"/>
        </w:rPr>
      </w:pPr>
      <w:r w:rsidRPr="00351A24">
        <w:rPr>
          <w:b/>
          <w:sz w:val="24"/>
          <w:szCs w:val="24"/>
          <w:lang w:val="fr-CH"/>
        </w:rPr>
        <w:t>Cinquante</w:t>
      </w:r>
      <w:r w:rsidR="00351A24" w:rsidRPr="00351A24">
        <w:rPr>
          <w:b/>
          <w:sz w:val="24"/>
          <w:szCs w:val="24"/>
          <w:lang w:val="fr-CH"/>
        </w:rPr>
        <w:t xml:space="preserve"> et uni</w:t>
      </w:r>
      <w:r w:rsidR="00034A2A" w:rsidRPr="00351A24">
        <w:rPr>
          <w:b/>
          <w:sz w:val="24"/>
          <w:szCs w:val="24"/>
          <w:lang w:val="fr-CH"/>
        </w:rPr>
        <w:t>ème session</w:t>
      </w:r>
      <w:r w:rsidR="00C5256D" w:rsidRPr="00351A24">
        <w:rPr>
          <w:b/>
          <w:sz w:val="24"/>
          <w:szCs w:val="24"/>
          <w:lang w:val="fr-CH"/>
        </w:rPr>
        <w:br/>
      </w:r>
      <w:r w:rsidR="00034A2A" w:rsidRPr="00351A24">
        <w:rPr>
          <w:b/>
          <w:sz w:val="24"/>
          <w:szCs w:val="24"/>
          <w:lang w:val="fr-CH"/>
        </w:rPr>
        <w:t>Genève,</w:t>
      </w:r>
      <w:r w:rsidR="0079438A" w:rsidRPr="00351A24">
        <w:rPr>
          <w:b/>
          <w:sz w:val="24"/>
          <w:szCs w:val="24"/>
          <w:lang w:val="fr-CH"/>
        </w:rPr>
        <w:t xml:space="preserve"> </w:t>
      </w:r>
      <w:r w:rsidR="0073465B" w:rsidRPr="00351A24">
        <w:rPr>
          <w:b/>
          <w:sz w:val="24"/>
          <w:szCs w:val="24"/>
          <w:lang w:val="fr-CH"/>
        </w:rPr>
        <w:t>3</w:t>
      </w:r>
      <w:r w:rsidR="00351A24">
        <w:rPr>
          <w:b/>
          <w:sz w:val="24"/>
          <w:szCs w:val="24"/>
          <w:lang w:val="fr-CH"/>
        </w:rPr>
        <w:t>0</w:t>
      </w:r>
      <w:r>
        <w:rPr>
          <w:b/>
          <w:sz w:val="24"/>
          <w:szCs w:val="24"/>
          <w:lang w:val="fr-CH"/>
        </w:rPr>
        <w:t xml:space="preserve"> mai</w:t>
      </w:r>
      <w:r w:rsidR="00A7148B" w:rsidRPr="00351A24">
        <w:rPr>
          <w:b/>
          <w:sz w:val="24"/>
          <w:szCs w:val="24"/>
          <w:lang w:val="fr-CH"/>
        </w:rPr>
        <w:t xml:space="preserve"> </w:t>
      </w:r>
      <w:r w:rsidR="00034A2A" w:rsidRPr="00351A24">
        <w:rPr>
          <w:b/>
          <w:sz w:val="24"/>
          <w:szCs w:val="24"/>
          <w:lang w:val="fr-CH"/>
        </w:rPr>
        <w:t xml:space="preserve">– </w:t>
      </w:r>
      <w:r>
        <w:rPr>
          <w:b/>
          <w:sz w:val="24"/>
          <w:szCs w:val="24"/>
          <w:lang w:val="fr-CH"/>
        </w:rPr>
        <w:t>5</w:t>
      </w:r>
      <w:r w:rsidR="00437BFE" w:rsidRPr="00351A24">
        <w:rPr>
          <w:b/>
          <w:sz w:val="24"/>
          <w:szCs w:val="24"/>
          <w:lang w:val="fr-CH"/>
        </w:rPr>
        <w:t xml:space="preserve"> </w:t>
      </w:r>
      <w:r>
        <w:rPr>
          <w:b/>
          <w:sz w:val="24"/>
          <w:szCs w:val="24"/>
          <w:lang w:val="fr-CH"/>
        </w:rPr>
        <w:t>juin</w:t>
      </w:r>
      <w:r w:rsidR="00034A2A" w:rsidRPr="00351A24">
        <w:rPr>
          <w:b/>
          <w:sz w:val="24"/>
          <w:szCs w:val="24"/>
          <w:lang w:val="fr-CH"/>
        </w:rPr>
        <w:t xml:space="preserve"> 202</w:t>
      </w:r>
      <w:r w:rsidR="0073465B" w:rsidRPr="00351A24">
        <w:rPr>
          <w:b/>
          <w:sz w:val="24"/>
          <w:szCs w:val="24"/>
          <w:lang w:val="fr-CH"/>
        </w:rPr>
        <w:t>5</w:t>
      </w:r>
    </w:p>
    <w:p w14:paraId="7EA5559D" w14:textId="21AB9520" w:rsidR="008B2CC1" w:rsidRPr="00C5256D" w:rsidRDefault="00034A2A" w:rsidP="13F70320">
      <w:pPr>
        <w:spacing w:after="480"/>
        <w:rPr>
          <w:b/>
          <w:bCs/>
          <w:sz w:val="28"/>
          <w:szCs w:val="28"/>
        </w:rPr>
      </w:pPr>
      <w:r w:rsidRPr="13F70320">
        <w:rPr>
          <w:b/>
          <w:bCs/>
          <w:sz w:val="28"/>
          <w:szCs w:val="28"/>
        </w:rPr>
        <w:t>Intergovernmental Committee on Intellectual Property and Genetic Resources, Traditional Knowledge and Folklore</w:t>
      </w:r>
    </w:p>
    <w:p w14:paraId="27D26385" w14:textId="3CC09E1D" w:rsidR="008B2CC1" w:rsidRPr="00C5256D" w:rsidRDefault="0073465B" w:rsidP="00C5256D">
      <w:pPr>
        <w:spacing w:after="720"/>
        <w:rPr>
          <w:b/>
          <w:sz w:val="24"/>
          <w:szCs w:val="24"/>
        </w:rPr>
      </w:pPr>
      <w:r w:rsidRPr="00034A2A">
        <w:rPr>
          <w:b/>
          <w:sz w:val="24"/>
          <w:szCs w:val="24"/>
        </w:rPr>
        <w:t>F</w:t>
      </w:r>
      <w:r>
        <w:rPr>
          <w:b/>
          <w:sz w:val="24"/>
          <w:szCs w:val="24"/>
        </w:rPr>
        <w:t>ift</w:t>
      </w:r>
      <w:r w:rsidR="001D5009">
        <w:rPr>
          <w:b/>
          <w:sz w:val="24"/>
          <w:szCs w:val="24"/>
        </w:rPr>
        <w:t>y-First</w:t>
      </w:r>
      <w:r w:rsidR="00034A2A" w:rsidRPr="00034A2A">
        <w:rPr>
          <w:b/>
          <w:sz w:val="24"/>
          <w:szCs w:val="24"/>
        </w:rPr>
        <w:t xml:space="preserve"> Session</w:t>
      </w:r>
      <w:r w:rsidR="00C5256D" w:rsidRPr="00C5256D">
        <w:rPr>
          <w:b/>
          <w:sz w:val="24"/>
          <w:szCs w:val="24"/>
        </w:rPr>
        <w:br/>
      </w:r>
      <w:r w:rsidR="00034A2A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>Ma</w:t>
      </w:r>
      <w:r w:rsidR="001D5009">
        <w:rPr>
          <w:b/>
          <w:sz w:val="24"/>
          <w:szCs w:val="24"/>
        </w:rPr>
        <w:t>y</w:t>
      </w:r>
      <w:r>
        <w:rPr>
          <w:b/>
          <w:sz w:val="24"/>
          <w:szCs w:val="24"/>
        </w:rPr>
        <w:t xml:space="preserve"> 3</w:t>
      </w:r>
      <w:r w:rsidR="001D5009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to </w:t>
      </w:r>
      <w:r w:rsidR="001D5009">
        <w:rPr>
          <w:b/>
          <w:sz w:val="24"/>
          <w:szCs w:val="24"/>
        </w:rPr>
        <w:t>June 5</w:t>
      </w:r>
      <w:r w:rsidR="00DC2F58">
        <w:rPr>
          <w:b/>
          <w:sz w:val="24"/>
          <w:szCs w:val="24"/>
        </w:rPr>
        <w:t>, 202</w:t>
      </w:r>
      <w:r>
        <w:rPr>
          <w:b/>
          <w:sz w:val="24"/>
          <w:szCs w:val="24"/>
        </w:rPr>
        <w:t>5</w:t>
      </w:r>
    </w:p>
    <w:p w14:paraId="4D40A5FB" w14:textId="3753A41E" w:rsidR="00034A2A" w:rsidRPr="00034A2A" w:rsidRDefault="00A63CF4" w:rsidP="00034A2A">
      <w:pPr>
        <w:pStyle w:val="Heading2"/>
        <w:spacing w:before="0" w:after="0"/>
        <w:rPr>
          <w:lang w:val="fr-CH"/>
        </w:rPr>
      </w:pPr>
      <w:bookmarkStart w:id="3" w:name="TitleOfDoc"/>
      <w:bookmarkStart w:id="4" w:name="Prepared"/>
      <w:bookmarkStart w:id="5" w:name="PreparedF"/>
      <w:bookmarkEnd w:id="3"/>
      <w:bookmarkEnd w:id="4"/>
      <w:bookmarkEnd w:id="5"/>
      <w:r>
        <w:rPr>
          <w:lang w:val="fr-CH"/>
        </w:rPr>
        <w:t xml:space="preserve">DEUXIÈME </w:t>
      </w:r>
      <w:r w:rsidR="00034A2A" w:rsidRPr="00034A2A">
        <w:rPr>
          <w:lang w:val="fr-CH"/>
        </w:rPr>
        <w:t>LISTE PROVISOIRE DES PARTICIPANTS</w:t>
      </w:r>
      <w:r w:rsidR="00034A2A" w:rsidRPr="00067967">
        <w:rPr>
          <w:rStyle w:val="FootnoteReference"/>
          <w:sz w:val="24"/>
          <w:szCs w:val="24"/>
          <w:lang w:val="fr-CH"/>
        </w:rPr>
        <w:footnoteReference w:customMarkFollows="1" w:id="2"/>
        <w:t>*</w:t>
      </w:r>
      <w:r w:rsidR="00034A2A" w:rsidRPr="00034A2A">
        <w:rPr>
          <w:lang w:val="fr-CH"/>
        </w:rPr>
        <w:t>/</w:t>
      </w:r>
    </w:p>
    <w:p w14:paraId="442C5EA8" w14:textId="0D9725C7" w:rsidR="00034A2A" w:rsidRPr="00846260" w:rsidRDefault="003960C8" w:rsidP="00034A2A">
      <w:pPr>
        <w:pStyle w:val="Heading2"/>
        <w:spacing w:before="0" w:after="240"/>
      </w:pPr>
      <w:r w:rsidRPr="00846260">
        <w:t xml:space="preserve">SECOND </w:t>
      </w:r>
      <w:r w:rsidR="00034A2A" w:rsidRPr="00846260">
        <w:t>PROVISIONAL LIST OF PARTICIPANTS</w:t>
      </w:r>
      <w:r w:rsidR="00034A2A" w:rsidRPr="00846260">
        <w:rPr>
          <w:rStyle w:val="FootnoteReference"/>
          <w:sz w:val="24"/>
          <w:szCs w:val="24"/>
        </w:rPr>
        <w:t>*</w:t>
      </w:r>
    </w:p>
    <w:p w14:paraId="75383004" w14:textId="77777777" w:rsidR="00034A2A" w:rsidRPr="00FC7144" w:rsidRDefault="00034A2A" w:rsidP="00034A2A">
      <w:pPr>
        <w:rPr>
          <w:i/>
          <w:lang w:val="fr-CH"/>
        </w:rPr>
      </w:pPr>
      <w:proofErr w:type="gramStart"/>
      <w:r w:rsidRPr="00FC7144">
        <w:rPr>
          <w:i/>
          <w:lang w:val="fr-CH"/>
        </w:rPr>
        <w:t>établie</w:t>
      </w:r>
      <w:proofErr w:type="gramEnd"/>
      <w:r w:rsidRPr="00FC7144">
        <w:rPr>
          <w:i/>
          <w:lang w:val="fr-CH"/>
        </w:rPr>
        <w:t xml:space="preserve"> par le Secrétariat/</w:t>
      </w:r>
    </w:p>
    <w:p w14:paraId="0796F341" w14:textId="77777777" w:rsidR="00B109FC" w:rsidRDefault="00034A2A" w:rsidP="00034A2A">
      <w:pPr>
        <w:rPr>
          <w:i/>
        </w:rPr>
      </w:pPr>
      <w:r w:rsidRPr="00034A2A">
        <w:rPr>
          <w:i/>
        </w:rPr>
        <w:t>prepared by the Secretariat</w:t>
      </w:r>
    </w:p>
    <w:p w14:paraId="44FECA5F" w14:textId="77777777" w:rsidR="00E13DC4" w:rsidRDefault="00E13DC4" w:rsidP="00034A2A">
      <w:pPr>
        <w:rPr>
          <w:i/>
        </w:rPr>
      </w:pPr>
    </w:p>
    <w:p w14:paraId="7DA67C78" w14:textId="77777777" w:rsidR="00E13DC4" w:rsidRDefault="00E13DC4" w:rsidP="00034A2A">
      <w:pPr>
        <w:sectPr w:rsidR="00E13DC4" w:rsidSect="00605827">
          <w:headerReference w:type="default" r:id="rId12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14:paraId="7701FF40" w14:textId="77777777" w:rsidR="00E13DC4" w:rsidRPr="00C21B93" w:rsidRDefault="00E13DC4" w:rsidP="00B40A53">
      <w:pPr>
        <w:pStyle w:val="ListParagraph"/>
        <w:numPr>
          <w:ilvl w:val="0"/>
          <w:numId w:val="7"/>
        </w:numPr>
        <w:ind w:left="360"/>
        <w:rPr>
          <w:caps/>
          <w:szCs w:val="22"/>
          <w:u w:val="single"/>
          <w:lang w:val="fr-FR"/>
        </w:rPr>
      </w:pPr>
      <w:r w:rsidRPr="00C21B93">
        <w:rPr>
          <w:caps/>
          <w:szCs w:val="22"/>
          <w:u w:val="single"/>
          <w:lang w:val="fr-FR"/>
        </w:rPr>
        <w:lastRenderedPageBreak/>
        <w:t>ÉTATS/STATES</w:t>
      </w:r>
    </w:p>
    <w:p w14:paraId="22AA3D9A" w14:textId="77777777" w:rsidR="00E13DC4" w:rsidRPr="0076791D" w:rsidRDefault="00E13DC4" w:rsidP="00B40A53">
      <w:pPr>
        <w:pStyle w:val="BodyText"/>
        <w:spacing w:after="0"/>
        <w:rPr>
          <w:szCs w:val="22"/>
          <w:lang w:val="fr-FR"/>
        </w:rPr>
      </w:pPr>
    </w:p>
    <w:p w14:paraId="780A0074" w14:textId="77777777" w:rsidR="00E13DC4" w:rsidRPr="0076791D" w:rsidRDefault="00E13DC4" w:rsidP="00B40A53">
      <w:pPr>
        <w:pStyle w:val="preparedby"/>
        <w:spacing w:after="0"/>
        <w:jc w:val="left"/>
        <w:rPr>
          <w:rFonts w:ascii="Arial" w:hAnsi="Arial" w:cs="Arial"/>
          <w:i w:val="0"/>
          <w:sz w:val="22"/>
          <w:szCs w:val="22"/>
          <w:lang w:val="fr-FR"/>
        </w:rPr>
      </w:pPr>
      <w:r w:rsidRPr="0076791D">
        <w:rPr>
          <w:rFonts w:ascii="Arial" w:hAnsi="Arial" w:cs="Arial"/>
          <w:i w:val="0"/>
          <w:sz w:val="22"/>
          <w:szCs w:val="22"/>
          <w:lang w:val="fr-FR"/>
        </w:rPr>
        <w:t>(</w:t>
      </w:r>
      <w:proofErr w:type="gramStart"/>
      <w:r w:rsidRPr="0076791D">
        <w:rPr>
          <w:rFonts w:ascii="Arial" w:hAnsi="Arial" w:cs="Arial"/>
          <w:i w:val="0"/>
          <w:sz w:val="22"/>
          <w:szCs w:val="22"/>
          <w:lang w:val="fr-FR"/>
        </w:rPr>
        <w:t>dans</w:t>
      </w:r>
      <w:proofErr w:type="gramEnd"/>
      <w:r w:rsidRPr="0076791D">
        <w:rPr>
          <w:rFonts w:ascii="Arial" w:hAnsi="Arial" w:cs="Arial"/>
          <w:i w:val="0"/>
          <w:sz w:val="22"/>
          <w:szCs w:val="22"/>
          <w:lang w:val="fr-FR"/>
        </w:rPr>
        <w:t xml:space="preserve"> l</w:t>
      </w:r>
      <w:r>
        <w:rPr>
          <w:rFonts w:ascii="Arial" w:hAnsi="Arial" w:cs="Arial"/>
          <w:i w:val="0"/>
          <w:sz w:val="22"/>
          <w:szCs w:val="22"/>
          <w:lang w:val="fr-FR"/>
        </w:rPr>
        <w:t>’</w:t>
      </w:r>
      <w:r w:rsidRPr="0076791D">
        <w:rPr>
          <w:rFonts w:ascii="Arial" w:hAnsi="Arial" w:cs="Arial"/>
          <w:i w:val="0"/>
          <w:sz w:val="22"/>
          <w:szCs w:val="22"/>
          <w:lang w:val="fr-FR"/>
        </w:rPr>
        <w:t>ordre alphabétique des noms français des États)</w:t>
      </w:r>
    </w:p>
    <w:p w14:paraId="32C0553B" w14:textId="77777777" w:rsidR="00E13DC4" w:rsidRPr="0076791D" w:rsidRDefault="00E13DC4" w:rsidP="00B40A53">
      <w:pPr>
        <w:rPr>
          <w:szCs w:val="22"/>
        </w:rPr>
      </w:pPr>
      <w:r w:rsidRPr="0076791D">
        <w:rPr>
          <w:szCs w:val="22"/>
        </w:rPr>
        <w:t>(in the alphabetical order of the names in French of the States)</w:t>
      </w:r>
    </w:p>
    <w:p w14:paraId="17929247" w14:textId="77777777" w:rsidR="00E13DC4" w:rsidRDefault="00E13DC4" w:rsidP="00B40A53"/>
    <w:p w14:paraId="35AA98F2" w14:textId="77777777" w:rsidR="00FD0AD9" w:rsidRDefault="00FD0AD9" w:rsidP="00B40A53"/>
    <w:p w14:paraId="6D565B9A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AFRIQUE DU SUD/SOUTH AFRICA</w:t>
      </w:r>
    </w:p>
    <w:p w14:paraId="2505179C" w14:textId="77777777" w:rsidR="00FD0AD9" w:rsidRPr="009C308F" w:rsidRDefault="00FD0AD9" w:rsidP="00FD0AD9">
      <w:pPr>
        <w:rPr>
          <w:szCs w:val="22"/>
          <w:u w:val="single"/>
        </w:rPr>
      </w:pPr>
    </w:p>
    <w:p w14:paraId="27417BAC" w14:textId="77777777" w:rsidR="007F3A13" w:rsidRDefault="007F3A13" w:rsidP="007F3A13">
      <w:pPr>
        <w:rPr>
          <w:szCs w:val="22"/>
        </w:rPr>
      </w:pPr>
      <w:r>
        <w:rPr>
          <w:szCs w:val="22"/>
        </w:rPr>
        <w:t>Tsholofelo LEFIFI-SEHLOHO (Ms.), Assistant Director, Multilateral Trade Relations, Department of International Relations and Cooperation (DIRCO), Pretoria</w:t>
      </w:r>
    </w:p>
    <w:p w14:paraId="16324237" w14:textId="5F538D52" w:rsidR="007F3A13" w:rsidRDefault="007F3A13" w:rsidP="007F3A13">
      <w:pPr>
        <w:rPr>
          <w:szCs w:val="22"/>
          <w:u w:val="single"/>
        </w:rPr>
      </w:pPr>
      <w:hyperlink r:id="rId13" w:history="1">
        <w:r w:rsidRPr="001F5753">
          <w:rPr>
            <w:rStyle w:val="Hyperlink"/>
            <w:szCs w:val="22"/>
          </w:rPr>
          <w:t>lefifit@dirco.gov.za</w:t>
        </w:r>
      </w:hyperlink>
      <w:r>
        <w:rPr>
          <w:szCs w:val="22"/>
          <w:u w:val="single"/>
        </w:rPr>
        <w:t xml:space="preserve"> </w:t>
      </w:r>
    </w:p>
    <w:p w14:paraId="516CA104" w14:textId="77777777" w:rsidR="007F3A13" w:rsidRDefault="007F3A13" w:rsidP="007F3A13">
      <w:pPr>
        <w:rPr>
          <w:szCs w:val="22"/>
        </w:rPr>
      </w:pPr>
    </w:p>
    <w:p w14:paraId="5E2F1AC7" w14:textId="77777777" w:rsidR="00C2429A" w:rsidRDefault="00C2429A" w:rsidP="00C2429A">
      <w:pPr>
        <w:rPr>
          <w:szCs w:val="22"/>
        </w:rPr>
      </w:pPr>
      <w:r>
        <w:rPr>
          <w:szCs w:val="22"/>
        </w:rPr>
        <w:t>Reginald Thilivhali RATSHITANGA (Mr.), Counsellor, Permanent Mission, Geneva</w:t>
      </w:r>
    </w:p>
    <w:p w14:paraId="5023391B" w14:textId="77777777" w:rsidR="00C2429A" w:rsidRDefault="00C2429A" w:rsidP="00C2429A">
      <w:pPr>
        <w:rPr>
          <w:szCs w:val="22"/>
        </w:rPr>
      </w:pPr>
      <w:hyperlink r:id="rId14" w:history="1">
        <w:r w:rsidRPr="00D20748">
          <w:rPr>
            <w:rStyle w:val="Hyperlink"/>
            <w:szCs w:val="22"/>
          </w:rPr>
          <w:t>ratshitangat@dirco.gov.za</w:t>
        </w:r>
      </w:hyperlink>
      <w:r>
        <w:rPr>
          <w:szCs w:val="22"/>
          <w:u w:val="single"/>
        </w:rPr>
        <w:t xml:space="preserve"> </w:t>
      </w:r>
    </w:p>
    <w:p w14:paraId="7D73CA91" w14:textId="77777777" w:rsidR="00C2429A" w:rsidRDefault="00C2429A" w:rsidP="007F3A13">
      <w:pPr>
        <w:rPr>
          <w:szCs w:val="22"/>
        </w:rPr>
      </w:pPr>
    </w:p>
    <w:p w14:paraId="4F678E78" w14:textId="77777777" w:rsidR="00FD0AD9" w:rsidRDefault="00FD0AD9" w:rsidP="00FD0AD9">
      <w:pPr>
        <w:rPr>
          <w:szCs w:val="22"/>
        </w:rPr>
      </w:pPr>
      <w:proofErr w:type="spellStart"/>
      <w:r>
        <w:rPr>
          <w:szCs w:val="22"/>
        </w:rPr>
        <w:t>Tinyiko</w:t>
      </w:r>
      <w:proofErr w:type="spellEnd"/>
      <w:r>
        <w:rPr>
          <w:szCs w:val="22"/>
        </w:rPr>
        <w:t xml:space="preserve"> Nelly KHOSA (Ms.), Expert, Department of Sport, Arts and Culture (DESAC), Pretoria</w:t>
      </w:r>
    </w:p>
    <w:p w14:paraId="52D1606B" w14:textId="5C7A849D" w:rsidR="00FD0AD9" w:rsidRDefault="007F3A13" w:rsidP="00FD0AD9">
      <w:pPr>
        <w:rPr>
          <w:szCs w:val="22"/>
        </w:rPr>
      </w:pPr>
      <w:hyperlink r:id="rId15" w:history="1">
        <w:r w:rsidRPr="001F5753">
          <w:rPr>
            <w:rStyle w:val="Hyperlink"/>
            <w:szCs w:val="22"/>
          </w:rPr>
          <w:t>tinyikok@dsac.gov.za</w:t>
        </w:r>
      </w:hyperlink>
      <w:r>
        <w:rPr>
          <w:szCs w:val="22"/>
          <w:u w:val="single"/>
        </w:rPr>
        <w:t xml:space="preserve"> </w:t>
      </w:r>
    </w:p>
    <w:p w14:paraId="3E8B0227" w14:textId="77777777" w:rsidR="00FD0AD9" w:rsidRDefault="00FD0AD9" w:rsidP="00FD0AD9">
      <w:pPr>
        <w:rPr>
          <w:szCs w:val="22"/>
        </w:rPr>
      </w:pPr>
    </w:p>
    <w:p w14:paraId="75DE6376" w14:textId="77777777" w:rsidR="00FD0AD9" w:rsidRDefault="00FD0AD9" w:rsidP="00FD0AD9">
      <w:pPr>
        <w:rPr>
          <w:szCs w:val="22"/>
        </w:rPr>
      </w:pPr>
      <w:r>
        <w:rPr>
          <w:szCs w:val="22"/>
        </w:rPr>
        <w:t>Bessie Vivian Sibongile MAKHUBA (Ms.), Expert, Heritage Promotion and Preservation, Department of Sport, Arts and Culture, Pretoria</w:t>
      </w:r>
    </w:p>
    <w:p w14:paraId="6F9AA924" w14:textId="459824E7" w:rsidR="00FD0AD9" w:rsidRPr="00E04D4E" w:rsidRDefault="007F3A13" w:rsidP="00FD0AD9">
      <w:pPr>
        <w:rPr>
          <w:szCs w:val="22"/>
          <w:lang w:val="it-IT"/>
        </w:rPr>
      </w:pPr>
      <w:hyperlink r:id="rId16" w:history="1">
        <w:r w:rsidRPr="001F5753">
          <w:rPr>
            <w:rStyle w:val="Hyperlink"/>
            <w:szCs w:val="22"/>
            <w:lang w:val="it-IT"/>
          </w:rPr>
          <w:t>bessiem@dsac.gov.za</w:t>
        </w:r>
      </w:hyperlink>
      <w:r>
        <w:rPr>
          <w:szCs w:val="22"/>
          <w:u w:val="single"/>
          <w:lang w:val="it-IT"/>
        </w:rPr>
        <w:t xml:space="preserve"> </w:t>
      </w:r>
    </w:p>
    <w:p w14:paraId="1B57ACE9" w14:textId="77777777" w:rsidR="00FD0AD9" w:rsidRPr="00E04D4E" w:rsidRDefault="00FD0AD9" w:rsidP="00FD0AD9">
      <w:pPr>
        <w:rPr>
          <w:szCs w:val="22"/>
          <w:lang w:val="it-IT"/>
        </w:rPr>
      </w:pPr>
    </w:p>
    <w:p w14:paraId="0D91309A" w14:textId="77777777" w:rsidR="00FD0AD9" w:rsidRPr="00E04D4E" w:rsidRDefault="00FD0AD9" w:rsidP="00FD0AD9">
      <w:pPr>
        <w:rPr>
          <w:szCs w:val="22"/>
          <w:lang w:val="it-IT"/>
        </w:rPr>
      </w:pPr>
    </w:p>
    <w:p w14:paraId="16024224" w14:textId="77777777" w:rsidR="00FD0AD9" w:rsidRPr="00E04D4E" w:rsidRDefault="00FD0AD9" w:rsidP="00FD0AD9">
      <w:pPr>
        <w:rPr>
          <w:szCs w:val="22"/>
          <w:u w:val="single"/>
          <w:lang w:val="it-IT"/>
        </w:rPr>
      </w:pPr>
      <w:r w:rsidRPr="00E04D4E">
        <w:rPr>
          <w:szCs w:val="22"/>
          <w:u w:val="single"/>
          <w:lang w:val="it-IT"/>
        </w:rPr>
        <w:t>ALBANIE/ALBANIA</w:t>
      </w:r>
    </w:p>
    <w:p w14:paraId="6FB00969" w14:textId="77777777" w:rsidR="00FD0AD9" w:rsidRPr="00E04D4E" w:rsidRDefault="00FD0AD9" w:rsidP="00FD0AD9">
      <w:pPr>
        <w:rPr>
          <w:szCs w:val="22"/>
          <w:u w:val="single"/>
          <w:lang w:val="it-IT"/>
        </w:rPr>
      </w:pPr>
    </w:p>
    <w:p w14:paraId="4F65F309" w14:textId="77777777" w:rsidR="00FD0AD9" w:rsidRDefault="00FD0AD9" w:rsidP="00FD0AD9">
      <w:pPr>
        <w:rPr>
          <w:szCs w:val="22"/>
        </w:rPr>
      </w:pPr>
      <w:r>
        <w:rPr>
          <w:szCs w:val="22"/>
        </w:rPr>
        <w:t>Brunilda CUKO (Ms.), Examiner, Patent and Utility Model Sector, General Directorate of Industrial Property, Ministry of Economy, Culture and Innovation, Tirana</w:t>
      </w:r>
    </w:p>
    <w:p w14:paraId="15297DB5" w14:textId="40B2BDDA" w:rsidR="00FD0AD9" w:rsidRDefault="005A5566" w:rsidP="00FD0AD9">
      <w:pPr>
        <w:rPr>
          <w:szCs w:val="22"/>
        </w:rPr>
      </w:pPr>
      <w:hyperlink r:id="rId17" w:history="1">
        <w:r w:rsidRPr="001F5753">
          <w:rPr>
            <w:rStyle w:val="Hyperlink"/>
            <w:szCs w:val="22"/>
          </w:rPr>
          <w:t>brunilda.cuko@dppi.gov.al</w:t>
        </w:r>
      </w:hyperlink>
      <w:r>
        <w:rPr>
          <w:szCs w:val="22"/>
          <w:u w:val="single"/>
        </w:rPr>
        <w:t xml:space="preserve"> </w:t>
      </w:r>
    </w:p>
    <w:p w14:paraId="73C84FA2" w14:textId="77777777" w:rsidR="00FD0AD9" w:rsidRDefault="00FD0AD9" w:rsidP="00FD0AD9">
      <w:pPr>
        <w:rPr>
          <w:szCs w:val="22"/>
        </w:rPr>
      </w:pPr>
    </w:p>
    <w:p w14:paraId="66A3F39C" w14:textId="1CE10495" w:rsidR="00FD0AD9" w:rsidRDefault="00FD0AD9" w:rsidP="00FD0AD9">
      <w:pPr>
        <w:rPr>
          <w:szCs w:val="22"/>
        </w:rPr>
      </w:pPr>
      <w:r>
        <w:rPr>
          <w:szCs w:val="22"/>
        </w:rPr>
        <w:t>Aida HALILAJ (Ms.), Examiner, Section of Trademark, Industrial Design and Geographic Indication, General Directorate of Industrial Property, Ministry of Economy Culture and Innovation, Tirana</w:t>
      </w:r>
    </w:p>
    <w:p w14:paraId="3AC587F5" w14:textId="16970716" w:rsidR="00FD0AD9" w:rsidRDefault="005A5566" w:rsidP="00FD0AD9">
      <w:pPr>
        <w:rPr>
          <w:szCs w:val="22"/>
        </w:rPr>
      </w:pPr>
      <w:hyperlink r:id="rId18" w:history="1">
        <w:r w:rsidRPr="001F5753">
          <w:rPr>
            <w:rStyle w:val="Hyperlink"/>
            <w:szCs w:val="22"/>
          </w:rPr>
          <w:t>aida.qefalia@dppi.gov.al</w:t>
        </w:r>
      </w:hyperlink>
      <w:r>
        <w:rPr>
          <w:szCs w:val="22"/>
          <w:u w:val="single"/>
        </w:rPr>
        <w:t xml:space="preserve"> </w:t>
      </w:r>
    </w:p>
    <w:p w14:paraId="46FD8524" w14:textId="77777777" w:rsidR="00FD0AD9" w:rsidRDefault="00FD0AD9" w:rsidP="00FD0AD9">
      <w:pPr>
        <w:rPr>
          <w:szCs w:val="22"/>
        </w:rPr>
      </w:pPr>
    </w:p>
    <w:p w14:paraId="06E98655" w14:textId="77777777" w:rsidR="00FD0AD9" w:rsidRDefault="00FD0AD9" w:rsidP="00FD0AD9">
      <w:pPr>
        <w:rPr>
          <w:szCs w:val="22"/>
        </w:rPr>
      </w:pPr>
    </w:p>
    <w:p w14:paraId="47D30C99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ALLEMAGNE/GERMANY</w:t>
      </w:r>
    </w:p>
    <w:p w14:paraId="06971962" w14:textId="77777777" w:rsidR="00FD0AD9" w:rsidRPr="009C308F" w:rsidRDefault="00FD0AD9" w:rsidP="00FD0AD9">
      <w:pPr>
        <w:rPr>
          <w:szCs w:val="22"/>
          <w:u w:val="single"/>
        </w:rPr>
      </w:pPr>
    </w:p>
    <w:p w14:paraId="6DB5893C" w14:textId="77777777" w:rsidR="00FD0AD9" w:rsidRDefault="00FD0AD9" w:rsidP="00FD0AD9">
      <w:pPr>
        <w:rPr>
          <w:szCs w:val="22"/>
        </w:rPr>
      </w:pPr>
      <w:r>
        <w:rPr>
          <w:szCs w:val="22"/>
        </w:rPr>
        <w:t>Christian SCHERNITZKY (Mr.), First Counsellor, Permanent Mission, Geneva</w:t>
      </w:r>
    </w:p>
    <w:p w14:paraId="685EAB52" w14:textId="77777777" w:rsidR="00FD0AD9" w:rsidRDefault="00FD0AD9" w:rsidP="00FD0AD9">
      <w:pPr>
        <w:rPr>
          <w:szCs w:val="22"/>
        </w:rPr>
      </w:pPr>
    </w:p>
    <w:p w14:paraId="1EBFA72F" w14:textId="77777777" w:rsidR="007758C7" w:rsidRDefault="007758C7" w:rsidP="007758C7">
      <w:pPr>
        <w:rPr>
          <w:szCs w:val="22"/>
        </w:rPr>
      </w:pPr>
      <w:r>
        <w:rPr>
          <w:szCs w:val="22"/>
        </w:rPr>
        <w:t xml:space="preserve">Claus MEDICUS (Mr.), Senior Patent Examiner, German Patent and </w:t>
      </w:r>
      <w:proofErr w:type="gramStart"/>
      <w:r>
        <w:rPr>
          <w:szCs w:val="22"/>
        </w:rPr>
        <w:t>Trade Mark</w:t>
      </w:r>
      <w:proofErr w:type="gramEnd"/>
      <w:r>
        <w:rPr>
          <w:szCs w:val="22"/>
        </w:rPr>
        <w:t xml:space="preserve"> Office (DPMA), Federal Ministry of Justice, Munich</w:t>
      </w:r>
    </w:p>
    <w:p w14:paraId="397D8619" w14:textId="09BD3DDD" w:rsidR="007758C7" w:rsidRPr="007758C7" w:rsidRDefault="007758C7" w:rsidP="007758C7">
      <w:pPr>
        <w:rPr>
          <w:szCs w:val="22"/>
          <w:u w:val="single"/>
        </w:rPr>
      </w:pPr>
      <w:hyperlink r:id="rId19" w:history="1">
        <w:r w:rsidRPr="007758C7">
          <w:rPr>
            <w:rStyle w:val="Hyperlink"/>
            <w:szCs w:val="22"/>
          </w:rPr>
          <w:t>cmedicus@gmx.de</w:t>
        </w:r>
      </w:hyperlink>
    </w:p>
    <w:p w14:paraId="0EF7E1DE" w14:textId="77777777" w:rsidR="007758C7" w:rsidRPr="007758C7" w:rsidRDefault="007758C7" w:rsidP="007758C7">
      <w:pPr>
        <w:rPr>
          <w:szCs w:val="22"/>
        </w:rPr>
      </w:pPr>
    </w:p>
    <w:p w14:paraId="09A05A9E" w14:textId="77777777" w:rsidR="007758C7" w:rsidRDefault="007758C7" w:rsidP="007758C7">
      <w:pPr>
        <w:rPr>
          <w:szCs w:val="22"/>
        </w:rPr>
      </w:pPr>
      <w:r>
        <w:rPr>
          <w:szCs w:val="22"/>
        </w:rPr>
        <w:t xml:space="preserve">Thomas J. REITINGER (Mr.), Senior Patent Examiner, German Patent and </w:t>
      </w:r>
      <w:proofErr w:type="gramStart"/>
      <w:r>
        <w:rPr>
          <w:szCs w:val="22"/>
        </w:rPr>
        <w:t>Trade Mark</w:t>
      </w:r>
      <w:proofErr w:type="gramEnd"/>
      <w:r>
        <w:rPr>
          <w:szCs w:val="22"/>
        </w:rPr>
        <w:t xml:space="preserve"> Office (DPMA), Federal Ministry of Justice, Munich</w:t>
      </w:r>
    </w:p>
    <w:p w14:paraId="67C126CE" w14:textId="073B5B31" w:rsidR="007758C7" w:rsidRDefault="007758C7" w:rsidP="007758C7">
      <w:pPr>
        <w:rPr>
          <w:szCs w:val="22"/>
          <w:u w:val="single"/>
        </w:rPr>
      </w:pPr>
      <w:hyperlink r:id="rId20" w:history="1">
        <w:r w:rsidRPr="001F5753">
          <w:rPr>
            <w:rStyle w:val="Hyperlink"/>
            <w:szCs w:val="22"/>
          </w:rPr>
          <w:t>thomas.reitinger@dpma.de</w:t>
        </w:r>
      </w:hyperlink>
    </w:p>
    <w:p w14:paraId="623FD968" w14:textId="77777777" w:rsidR="007758C7" w:rsidRDefault="007758C7" w:rsidP="007758C7">
      <w:pPr>
        <w:rPr>
          <w:szCs w:val="22"/>
        </w:rPr>
      </w:pPr>
    </w:p>
    <w:p w14:paraId="12DF519E" w14:textId="77777777" w:rsidR="00FD0AD9" w:rsidRDefault="00FD0AD9" w:rsidP="00FD0AD9">
      <w:pPr>
        <w:rPr>
          <w:szCs w:val="22"/>
        </w:rPr>
      </w:pPr>
      <w:r>
        <w:rPr>
          <w:szCs w:val="22"/>
        </w:rPr>
        <w:t>Anna-Lisa CUNDIUS (Ms.), Legal Officer, Copyright and Publishing Law, Federal Ministry of Justice, Berlin</w:t>
      </w:r>
    </w:p>
    <w:p w14:paraId="1C4AD24C" w14:textId="77777777" w:rsidR="00FD0AD9" w:rsidRDefault="00FD0AD9" w:rsidP="00FD0AD9">
      <w:pPr>
        <w:rPr>
          <w:szCs w:val="22"/>
        </w:rPr>
      </w:pPr>
    </w:p>
    <w:p w14:paraId="4B247813" w14:textId="77777777" w:rsidR="00FE6B32" w:rsidRDefault="00FE6B32" w:rsidP="00FD0AD9">
      <w:pPr>
        <w:rPr>
          <w:szCs w:val="22"/>
          <w:lang w:val="it-IT"/>
        </w:rPr>
      </w:pPr>
    </w:p>
    <w:p w14:paraId="3B350DA8" w14:textId="77777777" w:rsidR="00FE6B32" w:rsidRDefault="00FE6B32" w:rsidP="00FD0AD9">
      <w:pPr>
        <w:rPr>
          <w:szCs w:val="22"/>
          <w:lang w:val="it-IT"/>
        </w:rPr>
      </w:pPr>
    </w:p>
    <w:p w14:paraId="785351F9" w14:textId="77777777" w:rsidR="00FE6B32" w:rsidRDefault="00FE6B32" w:rsidP="00FD0AD9">
      <w:pPr>
        <w:rPr>
          <w:szCs w:val="22"/>
          <w:lang w:val="it-IT"/>
        </w:rPr>
      </w:pPr>
    </w:p>
    <w:p w14:paraId="049AFED9" w14:textId="77777777" w:rsidR="001D5153" w:rsidRDefault="001D5153" w:rsidP="00FE6B32">
      <w:pPr>
        <w:rPr>
          <w:szCs w:val="22"/>
          <w:u w:val="single"/>
        </w:rPr>
      </w:pPr>
    </w:p>
    <w:p w14:paraId="00DF1474" w14:textId="77777777" w:rsidR="002006E2" w:rsidRDefault="002006E2" w:rsidP="00FE6B32">
      <w:pPr>
        <w:rPr>
          <w:szCs w:val="22"/>
          <w:u w:val="single"/>
        </w:rPr>
      </w:pPr>
    </w:p>
    <w:p w14:paraId="0028CD43" w14:textId="438C8535" w:rsidR="00FE6B32" w:rsidRPr="009C308F" w:rsidRDefault="00FE6B32" w:rsidP="00FE6B32">
      <w:pPr>
        <w:rPr>
          <w:szCs w:val="22"/>
          <w:u w:val="single"/>
        </w:rPr>
      </w:pPr>
      <w:r w:rsidRPr="009C308F">
        <w:rPr>
          <w:szCs w:val="22"/>
          <w:u w:val="single"/>
        </w:rPr>
        <w:t>ANGOLA</w:t>
      </w:r>
    </w:p>
    <w:p w14:paraId="38572B47" w14:textId="77777777" w:rsidR="00FE6B32" w:rsidRPr="009C308F" w:rsidRDefault="00FE6B32" w:rsidP="00FE6B32">
      <w:pPr>
        <w:rPr>
          <w:szCs w:val="22"/>
          <w:u w:val="single"/>
        </w:rPr>
      </w:pPr>
    </w:p>
    <w:p w14:paraId="03241585" w14:textId="77777777" w:rsidR="00FE6B32" w:rsidRDefault="00FE6B32" w:rsidP="00FE6B32">
      <w:pPr>
        <w:rPr>
          <w:szCs w:val="22"/>
        </w:rPr>
      </w:pPr>
      <w:proofErr w:type="spellStart"/>
      <w:r>
        <w:rPr>
          <w:szCs w:val="22"/>
        </w:rPr>
        <w:t>Horys</w:t>
      </w:r>
      <w:proofErr w:type="spellEnd"/>
      <w:r>
        <w:rPr>
          <w:szCs w:val="22"/>
        </w:rPr>
        <w:t xml:space="preserve"> da Rosa Pedro XAVIER (Mr.), Third Secretary, Permanent Mission, Geneva</w:t>
      </w:r>
    </w:p>
    <w:p w14:paraId="5CA3A3E8" w14:textId="1A5A3F33" w:rsidR="00996A40" w:rsidRPr="001D5153" w:rsidRDefault="00FE6B32" w:rsidP="00FE6B32">
      <w:pPr>
        <w:rPr>
          <w:szCs w:val="22"/>
        </w:rPr>
      </w:pPr>
      <w:hyperlink r:id="rId21" w:history="1">
        <w:r w:rsidRPr="00B71869">
          <w:rPr>
            <w:rStyle w:val="Hyperlink"/>
            <w:szCs w:val="22"/>
          </w:rPr>
          <w:t>horys.xavier@mirex.gov.ao</w:t>
        </w:r>
      </w:hyperlink>
    </w:p>
    <w:p w14:paraId="38D15356" w14:textId="77777777" w:rsidR="00996A40" w:rsidRPr="001D5153" w:rsidRDefault="00996A40" w:rsidP="00FD0AD9">
      <w:pPr>
        <w:rPr>
          <w:szCs w:val="22"/>
        </w:rPr>
      </w:pPr>
    </w:p>
    <w:p w14:paraId="56BA4696" w14:textId="77777777" w:rsidR="00996A40" w:rsidRPr="001D5153" w:rsidRDefault="00996A40" w:rsidP="00FD0AD9">
      <w:pPr>
        <w:rPr>
          <w:szCs w:val="22"/>
        </w:rPr>
      </w:pPr>
    </w:p>
    <w:p w14:paraId="2714345F" w14:textId="77777777" w:rsidR="00FD0AD9" w:rsidRPr="001D5153" w:rsidRDefault="00FD0AD9" w:rsidP="00FD0AD9">
      <w:pPr>
        <w:rPr>
          <w:szCs w:val="22"/>
          <w:u w:val="single"/>
        </w:rPr>
      </w:pPr>
      <w:r w:rsidRPr="001D5153">
        <w:rPr>
          <w:szCs w:val="22"/>
          <w:u w:val="single"/>
        </w:rPr>
        <w:t>ARABIE SAOUDITE/SAUDI ARABIA</w:t>
      </w:r>
    </w:p>
    <w:p w14:paraId="4D29FB19" w14:textId="77777777" w:rsidR="00FD0AD9" w:rsidRPr="001D5153" w:rsidRDefault="00FD0AD9" w:rsidP="00FD0AD9">
      <w:pPr>
        <w:rPr>
          <w:szCs w:val="22"/>
          <w:u w:val="single"/>
        </w:rPr>
      </w:pPr>
    </w:p>
    <w:p w14:paraId="5E92DF13" w14:textId="77777777" w:rsidR="00FD0AD9" w:rsidRDefault="00FD0AD9" w:rsidP="00FD0AD9">
      <w:pPr>
        <w:rPr>
          <w:szCs w:val="22"/>
        </w:rPr>
      </w:pPr>
      <w:r>
        <w:rPr>
          <w:szCs w:val="22"/>
        </w:rPr>
        <w:t>Fawaz ALMUBALLI (Mr.), Deputy Chief Executive Officer, Corporate Affairs, Saudi Authority for Intellectual Property (SAIP), Riyadh</w:t>
      </w:r>
    </w:p>
    <w:p w14:paraId="4384B272" w14:textId="7FD41964" w:rsidR="00FD0AD9" w:rsidRDefault="00FE6B32" w:rsidP="00FD0AD9">
      <w:pPr>
        <w:rPr>
          <w:szCs w:val="22"/>
        </w:rPr>
      </w:pPr>
      <w:hyperlink r:id="rId22" w:history="1">
        <w:r w:rsidRPr="001F5753">
          <w:rPr>
            <w:rStyle w:val="Hyperlink"/>
            <w:szCs w:val="22"/>
          </w:rPr>
          <w:t>fmuballi@saip.gov.sa</w:t>
        </w:r>
      </w:hyperlink>
      <w:r>
        <w:rPr>
          <w:szCs w:val="22"/>
          <w:u w:val="single"/>
        </w:rPr>
        <w:t xml:space="preserve"> </w:t>
      </w:r>
    </w:p>
    <w:p w14:paraId="54BE9162" w14:textId="77777777" w:rsidR="00FD0AD9" w:rsidRDefault="00FD0AD9" w:rsidP="00FD0AD9">
      <w:pPr>
        <w:rPr>
          <w:szCs w:val="22"/>
        </w:rPr>
      </w:pPr>
    </w:p>
    <w:p w14:paraId="2DDC51DE" w14:textId="77777777" w:rsidR="00FD0AD9" w:rsidRDefault="00FD0AD9" w:rsidP="00FD0AD9">
      <w:pPr>
        <w:rPr>
          <w:szCs w:val="22"/>
        </w:rPr>
      </w:pPr>
    </w:p>
    <w:p w14:paraId="783D6F63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ARMÉNIE/ARMENIA</w:t>
      </w:r>
    </w:p>
    <w:p w14:paraId="67E71C94" w14:textId="77777777" w:rsidR="00FD0AD9" w:rsidRPr="009C308F" w:rsidRDefault="00FD0AD9" w:rsidP="00FD0AD9">
      <w:pPr>
        <w:rPr>
          <w:szCs w:val="22"/>
          <w:u w:val="single"/>
        </w:rPr>
      </w:pPr>
    </w:p>
    <w:p w14:paraId="28403E19" w14:textId="77777777" w:rsidR="00FD0AD9" w:rsidRDefault="00FD0AD9" w:rsidP="00FD0AD9">
      <w:pPr>
        <w:rPr>
          <w:szCs w:val="22"/>
        </w:rPr>
      </w:pPr>
      <w:r>
        <w:rPr>
          <w:szCs w:val="22"/>
        </w:rPr>
        <w:t>Anna HAYRAPETYAN (Ms.), Head, Trademarks and Geographical indications Examination Department, Intellectual Property Office, Ministry of Economy of the Republic of Armenia, Yerevan</w:t>
      </w:r>
    </w:p>
    <w:p w14:paraId="439B00E0" w14:textId="25AC951C" w:rsidR="00FD0AD9" w:rsidRDefault="000C674A" w:rsidP="00FD0AD9">
      <w:pPr>
        <w:rPr>
          <w:szCs w:val="22"/>
        </w:rPr>
      </w:pPr>
      <w:hyperlink r:id="rId23" w:history="1">
        <w:r w:rsidRPr="001F5753">
          <w:rPr>
            <w:rStyle w:val="Hyperlink"/>
            <w:szCs w:val="22"/>
          </w:rPr>
          <w:t>trademark@aipa.am</w:t>
        </w:r>
      </w:hyperlink>
      <w:r>
        <w:rPr>
          <w:szCs w:val="22"/>
          <w:u w:val="single"/>
        </w:rPr>
        <w:t xml:space="preserve"> </w:t>
      </w:r>
    </w:p>
    <w:p w14:paraId="2C7D6944" w14:textId="77777777" w:rsidR="00FD0AD9" w:rsidRDefault="00FD0AD9" w:rsidP="00FD0AD9">
      <w:pPr>
        <w:rPr>
          <w:szCs w:val="22"/>
        </w:rPr>
      </w:pPr>
    </w:p>
    <w:p w14:paraId="623C3203" w14:textId="77777777" w:rsidR="00FD0AD9" w:rsidRDefault="00FD0AD9" w:rsidP="00FD0AD9">
      <w:pPr>
        <w:rPr>
          <w:szCs w:val="22"/>
        </w:rPr>
      </w:pPr>
      <w:r>
        <w:rPr>
          <w:szCs w:val="22"/>
        </w:rPr>
        <w:t>Anna SARGSYAN (Ms.), Second Secretary, Permanent Mission, Geneva</w:t>
      </w:r>
    </w:p>
    <w:p w14:paraId="3A5794E7" w14:textId="21EA92C1" w:rsidR="00FD0AD9" w:rsidRPr="00E04D4E" w:rsidRDefault="000C674A" w:rsidP="00FD0AD9">
      <w:pPr>
        <w:rPr>
          <w:szCs w:val="22"/>
          <w:lang w:val="it-IT"/>
        </w:rPr>
      </w:pPr>
      <w:hyperlink r:id="rId24" w:history="1">
        <w:r w:rsidRPr="001F5753">
          <w:rPr>
            <w:rStyle w:val="Hyperlink"/>
            <w:szCs w:val="22"/>
            <w:lang w:val="it-IT"/>
          </w:rPr>
          <w:t>a.sargsyan@mfa.am</w:t>
        </w:r>
      </w:hyperlink>
      <w:r>
        <w:rPr>
          <w:szCs w:val="22"/>
          <w:u w:val="single"/>
          <w:lang w:val="it-IT"/>
        </w:rPr>
        <w:t xml:space="preserve"> </w:t>
      </w:r>
    </w:p>
    <w:p w14:paraId="4CF82667" w14:textId="77777777" w:rsidR="00FD0AD9" w:rsidRPr="00E04D4E" w:rsidRDefault="00FD0AD9" w:rsidP="00FD0AD9">
      <w:pPr>
        <w:rPr>
          <w:szCs w:val="22"/>
          <w:lang w:val="it-IT"/>
        </w:rPr>
      </w:pPr>
    </w:p>
    <w:p w14:paraId="66E61801" w14:textId="77777777" w:rsidR="00FD0AD9" w:rsidRPr="00E04D4E" w:rsidRDefault="00FD0AD9" w:rsidP="00FD0AD9">
      <w:pPr>
        <w:rPr>
          <w:szCs w:val="22"/>
          <w:lang w:val="it-IT"/>
        </w:rPr>
      </w:pPr>
    </w:p>
    <w:p w14:paraId="2433CF5B" w14:textId="77777777" w:rsidR="00FD0AD9" w:rsidRPr="00E04D4E" w:rsidRDefault="00FD0AD9" w:rsidP="00FD0AD9">
      <w:pPr>
        <w:rPr>
          <w:szCs w:val="22"/>
          <w:u w:val="single"/>
          <w:lang w:val="it-IT"/>
        </w:rPr>
      </w:pPr>
      <w:r w:rsidRPr="00E04D4E">
        <w:rPr>
          <w:szCs w:val="22"/>
          <w:u w:val="single"/>
          <w:lang w:val="it-IT"/>
        </w:rPr>
        <w:t>AUSTRALIE/AUSTRALIA</w:t>
      </w:r>
    </w:p>
    <w:p w14:paraId="72A6AC99" w14:textId="77777777" w:rsidR="00FD0AD9" w:rsidRPr="00E04D4E" w:rsidRDefault="00FD0AD9" w:rsidP="00FD0AD9">
      <w:pPr>
        <w:rPr>
          <w:szCs w:val="22"/>
          <w:u w:val="single"/>
          <w:lang w:val="it-IT"/>
        </w:rPr>
      </w:pPr>
    </w:p>
    <w:p w14:paraId="1425B5FE" w14:textId="77777777" w:rsidR="008B2594" w:rsidRDefault="008B2594" w:rsidP="008B2594">
      <w:pPr>
        <w:rPr>
          <w:szCs w:val="22"/>
        </w:rPr>
      </w:pPr>
      <w:r>
        <w:rPr>
          <w:szCs w:val="22"/>
        </w:rPr>
        <w:t>Skye REEVE (Ms.), Director, International Intellectual Property Section, Department of Foreign Affairs and Trade (DFAT), Canberra</w:t>
      </w:r>
    </w:p>
    <w:p w14:paraId="6CBAD33C" w14:textId="77777777" w:rsidR="008B2594" w:rsidRDefault="008B2594" w:rsidP="008B2594">
      <w:pPr>
        <w:rPr>
          <w:szCs w:val="22"/>
        </w:rPr>
      </w:pPr>
    </w:p>
    <w:p w14:paraId="070B47DF" w14:textId="77777777" w:rsidR="008B2594" w:rsidRDefault="008B2594" w:rsidP="008B2594">
      <w:pPr>
        <w:rPr>
          <w:szCs w:val="22"/>
        </w:rPr>
      </w:pPr>
      <w:r>
        <w:rPr>
          <w:szCs w:val="22"/>
        </w:rPr>
        <w:t>Patricia ADJEI (Ms.), Director, Stand-alone Legislation, Department of Infrastructure, Transport, Regional Development, Communications and the Arts, Sydney</w:t>
      </w:r>
    </w:p>
    <w:p w14:paraId="56D0F793" w14:textId="1F0B443D" w:rsidR="008B2594" w:rsidRDefault="008B2594" w:rsidP="008B2594">
      <w:pPr>
        <w:rPr>
          <w:szCs w:val="22"/>
          <w:u w:val="single"/>
        </w:rPr>
      </w:pPr>
      <w:hyperlink r:id="rId25" w:history="1">
        <w:r w:rsidRPr="001F5753">
          <w:rPr>
            <w:rStyle w:val="Hyperlink"/>
            <w:szCs w:val="22"/>
          </w:rPr>
          <w:t>patricia.adjei@arts.gov.au</w:t>
        </w:r>
      </w:hyperlink>
    </w:p>
    <w:p w14:paraId="3120625D" w14:textId="77777777" w:rsidR="008B2594" w:rsidRDefault="008B2594" w:rsidP="008B2594">
      <w:pPr>
        <w:rPr>
          <w:szCs w:val="22"/>
        </w:rPr>
      </w:pPr>
    </w:p>
    <w:p w14:paraId="7F3861EA" w14:textId="77777777" w:rsidR="00FD0AD9" w:rsidRDefault="00FD0AD9" w:rsidP="00FD0AD9">
      <w:pPr>
        <w:rPr>
          <w:szCs w:val="22"/>
        </w:rPr>
      </w:pPr>
      <w:r>
        <w:rPr>
          <w:szCs w:val="22"/>
        </w:rPr>
        <w:t>Philip MARTIN-CLARK (Mr.), Assistant Director, Trade Agreements and Indigenous Knowledge Section, IP Australia, Canberra</w:t>
      </w:r>
    </w:p>
    <w:p w14:paraId="0458683D" w14:textId="77777777" w:rsidR="007562A3" w:rsidRDefault="007562A3" w:rsidP="007562A3">
      <w:pPr>
        <w:rPr>
          <w:szCs w:val="22"/>
        </w:rPr>
      </w:pPr>
    </w:p>
    <w:p w14:paraId="25BE3FD1" w14:textId="21924B1D" w:rsidR="007562A3" w:rsidRDefault="007562A3" w:rsidP="007562A3">
      <w:pPr>
        <w:rPr>
          <w:szCs w:val="22"/>
        </w:rPr>
      </w:pPr>
      <w:r>
        <w:rPr>
          <w:szCs w:val="22"/>
        </w:rPr>
        <w:t>Emily MCDONALD (Ms.), Second Secretary, Permanent Mission to the World Trade Organization (WTO), Geneva</w:t>
      </w:r>
    </w:p>
    <w:p w14:paraId="0EA3027B" w14:textId="77777777" w:rsidR="007562A3" w:rsidRDefault="007562A3" w:rsidP="007562A3">
      <w:pPr>
        <w:rPr>
          <w:szCs w:val="22"/>
        </w:rPr>
      </w:pPr>
      <w:hyperlink r:id="rId26">
        <w:r w:rsidRPr="4DD7B373">
          <w:rPr>
            <w:rStyle w:val="Hyperlink"/>
          </w:rPr>
          <w:t>emily.mcdonald@dfat.gov.au</w:t>
        </w:r>
      </w:hyperlink>
    </w:p>
    <w:p w14:paraId="62793F7F" w14:textId="77777777" w:rsidR="00FD0AD9" w:rsidRDefault="00FD0AD9" w:rsidP="00FD0AD9">
      <w:pPr>
        <w:rPr>
          <w:szCs w:val="22"/>
        </w:rPr>
      </w:pPr>
    </w:p>
    <w:p w14:paraId="6085CD97" w14:textId="77777777" w:rsidR="00FD0AD9" w:rsidRDefault="00FD0AD9" w:rsidP="00FD0AD9">
      <w:pPr>
        <w:rPr>
          <w:szCs w:val="22"/>
        </w:rPr>
      </w:pPr>
      <w:r>
        <w:rPr>
          <w:szCs w:val="22"/>
        </w:rPr>
        <w:t>Aleara PEARCE (Ms.), Policy Officer, IP Australia, Canberra</w:t>
      </w:r>
    </w:p>
    <w:p w14:paraId="082D0DA0" w14:textId="77777777" w:rsidR="00FD0AD9" w:rsidRDefault="00FD0AD9" w:rsidP="00FD0AD9">
      <w:pPr>
        <w:rPr>
          <w:szCs w:val="22"/>
        </w:rPr>
      </w:pPr>
    </w:p>
    <w:p w14:paraId="43705897" w14:textId="77777777" w:rsidR="00FD0AD9" w:rsidRDefault="00FD0AD9" w:rsidP="00FD0AD9">
      <w:pPr>
        <w:rPr>
          <w:szCs w:val="22"/>
        </w:rPr>
      </w:pPr>
      <w:r>
        <w:rPr>
          <w:szCs w:val="22"/>
        </w:rPr>
        <w:t>Selena KURNORTH (Ms.), Policy Officer, IP Australia, Cairns</w:t>
      </w:r>
    </w:p>
    <w:p w14:paraId="48036BCD" w14:textId="4A14F14B" w:rsidR="00FD0AD9" w:rsidRDefault="008B2594" w:rsidP="00FD0AD9">
      <w:pPr>
        <w:rPr>
          <w:szCs w:val="22"/>
        </w:rPr>
      </w:pPr>
      <w:hyperlink r:id="rId27" w:history="1">
        <w:r w:rsidRPr="001F5753">
          <w:rPr>
            <w:rStyle w:val="Hyperlink"/>
            <w:szCs w:val="22"/>
          </w:rPr>
          <w:t>selena.kurnorth@ipaustralia.gov.au</w:t>
        </w:r>
      </w:hyperlink>
      <w:r>
        <w:rPr>
          <w:szCs w:val="22"/>
          <w:u w:val="single"/>
        </w:rPr>
        <w:t xml:space="preserve"> </w:t>
      </w:r>
    </w:p>
    <w:p w14:paraId="464B743C" w14:textId="77777777" w:rsidR="00FD0AD9" w:rsidRDefault="00FD0AD9" w:rsidP="00FD0AD9">
      <w:pPr>
        <w:rPr>
          <w:szCs w:val="22"/>
        </w:rPr>
      </w:pPr>
    </w:p>
    <w:p w14:paraId="4BBD2A12" w14:textId="77777777" w:rsidR="00FD0AD9" w:rsidRDefault="00FD0AD9" w:rsidP="00FD0AD9">
      <w:pPr>
        <w:rPr>
          <w:szCs w:val="22"/>
        </w:rPr>
      </w:pPr>
    </w:p>
    <w:p w14:paraId="3303D067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BAHREÏN/BAHRAIN</w:t>
      </w:r>
    </w:p>
    <w:p w14:paraId="345ECD6B" w14:textId="77777777" w:rsidR="00FD0AD9" w:rsidRPr="009C308F" w:rsidRDefault="00FD0AD9" w:rsidP="00FD0AD9">
      <w:pPr>
        <w:rPr>
          <w:szCs w:val="22"/>
          <w:u w:val="single"/>
        </w:rPr>
      </w:pPr>
    </w:p>
    <w:p w14:paraId="33FB5F15" w14:textId="77777777" w:rsidR="00FD0AD9" w:rsidRDefault="00FD0AD9" w:rsidP="00FD0AD9">
      <w:pPr>
        <w:rPr>
          <w:szCs w:val="22"/>
        </w:rPr>
      </w:pPr>
      <w:r>
        <w:rPr>
          <w:szCs w:val="22"/>
        </w:rPr>
        <w:t>Manaf AL MANNAI (Mr.), Director, Foreign Trade and Industrial Property, Ministry of Industry and Commerce, Manama</w:t>
      </w:r>
    </w:p>
    <w:p w14:paraId="4D7B80F8" w14:textId="7C94842C" w:rsidR="00FD0AD9" w:rsidRDefault="001D5153" w:rsidP="00FD0AD9">
      <w:pPr>
        <w:rPr>
          <w:szCs w:val="22"/>
        </w:rPr>
      </w:pPr>
      <w:hyperlink r:id="rId28" w:history="1">
        <w:r w:rsidRPr="001F5753">
          <w:rPr>
            <w:rStyle w:val="Hyperlink"/>
            <w:szCs w:val="22"/>
          </w:rPr>
          <w:t>malmannai@moic.gov.bh</w:t>
        </w:r>
      </w:hyperlink>
      <w:r>
        <w:rPr>
          <w:szCs w:val="22"/>
          <w:u w:val="single"/>
        </w:rPr>
        <w:t xml:space="preserve"> </w:t>
      </w:r>
    </w:p>
    <w:p w14:paraId="160F89DB" w14:textId="77777777" w:rsidR="00FD0AD9" w:rsidRDefault="00FD0AD9" w:rsidP="00FD0AD9">
      <w:pPr>
        <w:rPr>
          <w:szCs w:val="22"/>
        </w:rPr>
      </w:pPr>
    </w:p>
    <w:p w14:paraId="6D284F47" w14:textId="77777777" w:rsidR="00FD0AD9" w:rsidRDefault="00FD0AD9" w:rsidP="00FD0AD9">
      <w:pPr>
        <w:rPr>
          <w:szCs w:val="22"/>
        </w:rPr>
      </w:pPr>
      <w:r>
        <w:rPr>
          <w:szCs w:val="22"/>
        </w:rPr>
        <w:lastRenderedPageBreak/>
        <w:t>Abdulghani ALDHUFEERI (Mr.), Head, Patent and Design Examination, Directorate of Foreign Trade and Industrial Property, Ministry of Industry and Commerce, Manama</w:t>
      </w:r>
    </w:p>
    <w:p w14:paraId="3E7643E4" w14:textId="74EF9D18" w:rsidR="00FD0AD9" w:rsidRPr="00E04D4E" w:rsidRDefault="001D5153" w:rsidP="00FD0AD9">
      <w:pPr>
        <w:rPr>
          <w:szCs w:val="22"/>
          <w:lang w:val="fr-CH"/>
        </w:rPr>
      </w:pPr>
      <w:hyperlink r:id="rId29" w:history="1">
        <w:r w:rsidRPr="001F5753">
          <w:rPr>
            <w:rStyle w:val="Hyperlink"/>
            <w:szCs w:val="22"/>
            <w:lang w:val="fr-CH"/>
          </w:rPr>
          <w:t>aduferei@moic.gov.bh</w:t>
        </w:r>
      </w:hyperlink>
      <w:r>
        <w:rPr>
          <w:szCs w:val="22"/>
          <w:u w:val="single"/>
          <w:lang w:val="fr-CH"/>
        </w:rPr>
        <w:t xml:space="preserve"> </w:t>
      </w:r>
    </w:p>
    <w:p w14:paraId="5A174749" w14:textId="77777777" w:rsidR="00FD0AD9" w:rsidRPr="00E04D4E" w:rsidRDefault="00FD0AD9" w:rsidP="00FD0AD9">
      <w:pPr>
        <w:rPr>
          <w:szCs w:val="22"/>
          <w:lang w:val="fr-CH"/>
        </w:rPr>
      </w:pPr>
    </w:p>
    <w:p w14:paraId="4A16A3F8" w14:textId="77777777" w:rsidR="00FD0AD9" w:rsidRPr="00E04D4E" w:rsidRDefault="00FD0AD9" w:rsidP="00FD0AD9">
      <w:pPr>
        <w:rPr>
          <w:szCs w:val="22"/>
          <w:lang w:val="fr-CH"/>
        </w:rPr>
      </w:pPr>
    </w:p>
    <w:p w14:paraId="619D42E0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BELGIQUE/BELGIUM</w:t>
      </w:r>
    </w:p>
    <w:p w14:paraId="691B66C9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24711D6F" w14:textId="623011B7" w:rsidR="00666367" w:rsidRPr="006977DB" w:rsidRDefault="00666367" w:rsidP="00666367">
      <w:pPr>
        <w:rPr>
          <w:szCs w:val="22"/>
          <w:lang w:val="fr-CH"/>
        </w:rPr>
      </w:pPr>
      <w:r w:rsidRPr="006977DB">
        <w:rPr>
          <w:szCs w:val="22"/>
          <w:lang w:val="fr-CH"/>
        </w:rPr>
        <w:t>Sofie RAVAGLIA (M</w:t>
      </w:r>
      <w:r w:rsidR="003704D1">
        <w:rPr>
          <w:szCs w:val="22"/>
          <w:lang w:val="fr-CH"/>
        </w:rPr>
        <w:t>me</w:t>
      </w:r>
      <w:r w:rsidRPr="006977DB">
        <w:rPr>
          <w:szCs w:val="22"/>
          <w:lang w:val="fr-CH"/>
        </w:rPr>
        <w:t>), première secrétaire, Mission permanente, Genève</w:t>
      </w:r>
    </w:p>
    <w:p w14:paraId="2282F415" w14:textId="77777777" w:rsidR="00666367" w:rsidRPr="00D3272A" w:rsidRDefault="00666367" w:rsidP="00666367">
      <w:pPr>
        <w:rPr>
          <w:u w:val="single"/>
          <w:lang w:val="fr-CH"/>
        </w:rPr>
      </w:pPr>
      <w:hyperlink r:id="rId30">
        <w:r w:rsidRPr="00D3272A">
          <w:rPr>
            <w:rStyle w:val="Hyperlink"/>
            <w:lang w:val="fr-CH"/>
          </w:rPr>
          <w:t>sofie.ravaglia@diplobel.fed.be</w:t>
        </w:r>
      </w:hyperlink>
    </w:p>
    <w:p w14:paraId="54613697" w14:textId="77777777" w:rsidR="00666367" w:rsidRDefault="00666367" w:rsidP="00FD0AD9">
      <w:pPr>
        <w:rPr>
          <w:szCs w:val="22"/>
          <w:lang w:val="fr-CH"/>
        </w:rPr>
      </w:pPr>
    </w:p>
    <w:p w14:paraId="5B431DEF" w14:textId="787D3B5E" w:rsidR="00FD0AD9" w:rsidRPr="00E04D4E" w:rsidRDefault="00FD0AD9" w:rsidP="00FD0AD9">
      <w:pPr>
        <w:rPr>
          <w:szCs w:val="22"/>
          <w:lang w:val="fr-CH"/>
        </w:rPr>
      </w:pPr>
      <w:r w:rsidRPr="00E04D4E">
        <w:rPr>
          <w:szCs w:val="22"/>
          <w:lang w:val="fr-CH"/>
        </w:rPr>
        <w:t>Natacha LENAERTS (M</w:t>
      </w:r>
      <w:r w:rsidR="003704D1">
        <w:rPr>
          <w:szCs w:val="22"/>
          <w:lang w:val="fr-CH"/>
        </w:rPr>
        <w:t>me</w:t>
      </w:r>
      <w:r w:rsidRPr="00E04D4E">
        <w:rPr>
          <w:szCs w:val="22"/>
          <w:lang w:val="fr-CH"/>
        </w:rPr>
        <w:t>), attachée, Propriété intellectuel, affaires juridiques internationales, Service public fédéral économie, Bruxelles</w:t>
      </w:r>
    </w:p>
    <w:p w14:paraId="38E04FC3" w14:textId="3316A9B9" w:rsidR="00FD0AD9" w:rsidRPr="00E04D4E" w:rsidRDefault="001E2240" w:rsidP="00FD0AD9">
      <w:pPr>
        <w:rPr>
          <w:szCs w:val="22"/>
          <w:lang w:val="fr-CH"/>
        </w:rPr>
      </w:pPr>
      <w:hyperlink r:id="rId31" w:history="1">
        <w:r w:rsidRPr="001F5753">
          <w:rPr>
            <w:rStyle w:val="Hyperlink"/>
            <w:szCs w:val="22"/>
            <w:lang w:val="fr-CH"/>
          </w:rPr>
          <w:t>natacha.lenaerts@economie.fgov.be</w:t>
        </w:r>
      </w:hyperlink>
      <w:r>
        <w:rPr>
          <w:szCs w:val="22"/>
          <w:u w:val="single"/>
          <w:lang w:val="fr-CH"/>
        </w:rPr>
        <w:t xml:space="preserve"> </w:t>
      </w:r>
    </w:p>
    <w:p w14:paraId="1060C1F0" w14:textId="77777777" w:rsidR="00FD0AD9" w:rsidRPr="00E04D4E" w:rsidRDefault="00FD0AD9" w:rsidP="00FD0AD9">
      <w:pPr>
        <w:rPr>
          <w:szCs w:val="22"/>
          <w:lang w:val="fr-CH"/>
        </w:rPr>
      </w:pPr>
    </w:p>
    <w:p w14:paraId="6AFCBC59" w14:textId="77777777" w:rsidR="00FD0AD9" w:rsidRPr="00E04D4E" w:rsidRDefault="00FD0AD9" w:rsidP="00FD0AD9">
      <w:pPr>
        <w:rPr>
          <w:szCs w:val="22"/>
          <w:lang w:val="fr-CH"/>
        </w:rPr>
      </w:pPr>
    </w:p>
    <w:p w14:paraId="7CD289F4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BHOUTAN/BHUTAN</w:t>
      </w:r>
    </w:p>
    <w:p w14:paraId="34035DF0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00378341" w14:textId="77777777" w:rsidR="00FD0AD9" w:rsidRDefault="00FD0AD9" w:rsidP="00FD0AD9">
      <w:pPr>
        <w:rPr>
          <w:szCs w:val="22"/>
        </w:rPr>
      </w:pPr>
      <w:r>
        <w:rPr>
          <w:szCs w:val="22"/>
        </w:rPr>
        <w:t>Passang DORJI (Mr.), Counsellor, Permanent Mission, Geneva</w:t>
      </w:r>
    </w:p>
    <w:p w14:paraId="6CB2F787" w14:textId="588E09F1" w:rsidR="00FD0AD9" w:rsidRPr="00E04D4E" w:rsidRDefault="00B94442" w:rsidP="00FD0AD9">
      <w:pPr>
        <w:rPr>
          <w:szCs w:val="22"/>
          <w:lang w:val="it-IT"/>
        </w:rPr>
      </w:pPr>
      <w:hyperlink r:id="rId32" w:history="1">
        <w:r w:rsidRPr="001F5753">
          <w:rPr>
            <w:rStyle w:val="Hyperlink"/>
            <w:szCs w:val="22"/>
            <w:lang w:val="it-IT"/>
          </w:rPr>
          <w:t>pdorji@mfa.gov.bt</w:t>
        </w:r>
      </w:hyperlink>
      <w:r>
        <w:rPr>
          <w:szCs w:val="22"/>
          <w:u w:val="single"/>
          <w:lang w:val="it-IT"/>
        </w:rPr>
        <w:t xml:space="preserve"> </w:t>
      </w:r>
    </w:p>
    <w:p w14:paraId="28CEE89D" w14:textId="77777777" w:rsidR="00FD0AD9" w:rsidRPr="00E04D4E" w:rsidRDefault="00FD0AD9" w:rsidP="00FD0AD9">
      <w:pPr>
        <w:rPr>
          <w:szCs w:val="22"/>
          <w:lang w:val="it-IT"/>
        </w:rPr>
      </w:pPr>
    </w:p>
    <w:p w14:paraId="24BE868F" w14:textId="77777777" w:rsidR="00FD0AD9" w:rsidRDefault="00FD0AD9" w:rsidP="00FD0AD9">
      <w:pPr>
        <w:rPr>
          <w:szCs w:val="22"/>
          <w:lang w:val="it-IT"/>
        </w:rPr>
      </w:pPr>
    </w:p>
    <w:p w14:paraId="09DD8EA1" w14:textId="77777777" w:rsidR="00C47833" w:rsidRPr="00C47833" w:rsidRDefault="00C47833" w:rsidP="00C47833">
      <w:pPr>
        <w:rPr>
          <w:szCs w:val="22"/>
          <w:u w:val="single"/>
          <w:lang w:val="es-ES"/>
        </w:rPr>
      </w:pPr>
      <w:r w:rsidRPr="00C47833">
        <w:rPr>
          <w:szCs w:val="22"/>
          <w:u w:val="single"/>
          <w:lang w:val="es-ES"/>
        </w:rPr>
        <w:t xml:space="preserve">BOLIVIE (ÉTAT PLURINATIONAL </w:t>
      </w:r>
      <w:proofErr w:type="gramStart"/>
      <w:r w:rsidRPr="00C47833">
        <w:rPr>
          <w:szCs w:val="22"/>
          <w:u w:val="single"/>
          <w:lang w:val="es-ES"/>
        </w:rPr>
        <w:t>DE)/</w:t>
      </w:r>
      <w:proofErr w:type="gramEnd"/>
      <w:r w:rsidRPr="00C47833">
        <w:rPr>
          <w:szCs w:val="22"/>
          <w:u w:val="single"/>
          <w:lang w:val="es-ES"/>
        </w:rPr>
        <w:t>BOLIVIA (PLURINATIONAL STATE OF)</w:t>
      </w:r>
    </w:p>
    <w:p w14:paraId="13B57B5A" w14:textId="77777777" w:rsidR="00C47833" w:rsidRPr="00C47833" w:rsidRDefault="00C47833" w:rsidP="00C47833">
      <w:pPr>
        <w:rPr>
          <w:szCs w:val="22"/>
          <w:u w:val="single"/>
          <w:lang w:val="es-ES"/>
        </w:rPr>
      </w:pPr>
    </w:p>
    <w:p w14:paraId="3449DC66" w14:textId="77777777" w:rsidR="00C47833" w:rsidRPr="00C47833" w:rsidRDefault="00C47833" w:rsidP="00C47833">
      <w:pPr>
        <w:rPr>
          <w:lang w:val="es-ES"/>
        </w:rPr>
      </w:pPr>
      <w:r w:rsidRPr="00C47833">
        <w:rPr>
          <w:lang w:val="es-ES"/>
        </w:rPr>
        <w:t>Maira Mariela MACDONAL ÁLVAREZ (Sra.), Embajadora, Representante Permanente, Misión Permanente, Ginebra</w:t>
      </w:r>
    </w:p>
    <w:p w14:paraId="10991172" w14:textId="77777777" w:rsidR="00C47833" w:rsidRPr="00C47833" w:rsidRDefault="00C47833" w:rsidP="00C47833">
      <w:pPr>
        <w:rPr>
          <w:szCs w:val="22"/>
          <w:lang w:val="es-ES"/>
        </w:rPr>
      </w:pPr>
    </w:p>
    <w:p w14:paraId="5B3EF477" w14:textId="77777777" w:rsidR="00C47833" w:rsidRPr="00D3272A" w:rsidRDefault="00C47833" w:rsidP="00C47833">
      <w:pPr>
        <w:rPr>
          <w:lang w:val="es-ES_tradnl"/>
        </w:rPr>
      </w:pPr>
      <w:proofErr w:type="spellStart"/>
      <w:r w:rsidRPr="00D3272A">
        <w:rPr>
          <w:lang w:val="es-ES"/>
        </w:rPr>
        <w:t>Olmer</w:t>
      </w:r>
      <w:proofErr w:type="spellEnd"/>
      <w:r w:rsidRPr="00D3272A">
        <w:rPr>
          <w:lang w:val="es-ES"/>
        </w:rPr>
        <w:t xml:space="preserve"> TORREJON ALCOBA (Sr.), Ministro Consejero, Misi</w:t>
      </w:r>
      <w:r>
        <w:rPr>
          <w:lang w:val="es-ES"/>
        </w:rPr>
        <w:t>ó</w:t>
      </w:r>
      <w:r w:rsidRPr="00D3272A">
        <w:rPr>
          <w:lang w:val="es-ES"/>
        </w:rPr>
        <w:t>n Permanente, Ginebra</w:t>
      </w:r>
    </w:p>
    <w:p w14:paraId="19355FF6" w14:textId="77777777" w:rsidR="00C47833" w:rsidRPr="00D3272A" w:rsidRDefault="00C47833" w:rsidP="00C47833">
      <w:pPr>
        <w:rPr>
          <w:szCs w:val="22"/>
          <w:lang w:val="es-ES_tradnl"/>
        </w:rPr>
      </w:pPr>
      <w:hyperlink r:id="rId33">
        <w:r w:rsidRPr="00D3272A">
          <w:rPr>
            <w:rStyle w:val="Hyperlink"/>
            <w:lang w:val="es-ES_tradnl"/>
          </w:rPr>
          <w:t>otorrejon@mission-bolivia.ch</w:t>
        </w:r>
      </w:hyperlink>
    </w:p>
    <w:p w14:paraId="3AF7073E" w14:textId="77777777" w:rsidR="00C47833" w:rsidRPr="00C47833" w:rsidRDefault="00C47833" w:rsidP="00FD0AD9">
      <w:pPr>
        <w:rPr>
          <w:szCs w:val="22"/>
          <w:lang w:val="es-ES_tradnl"/>
        </w:rPr>
      </w:pPr>
    </w:p>
    <w:p w14:paraId="205577B1" w14:textId="77777777" w:rsidR="00C47833" w:rsidRPr="00C47833" w:rsidRDefault="00C47833" w:rsidP="00FD0AD9">
      <w:pPr>
        <w:rPr>
          <w:szCs w:val="22"/>
          <w:lang w:val="es-ES"/>
        </w:rPr>
      </w:pPr>
    </w:p>
    <w:p w14:paraId="3C3CE647" w14:textId="77777777" w:rsidR="00FD0AD9" w:rsidRPr="00E04D4E" w:rsidRDefault="00FD0AD9" w:rsidP="00FD0AD9">
      <w:pPr>
        <w:rPr>
          <w:szCs w:val="22"/>
          <w:u w:val="single"/>
          <w:lang w:val="it-IT"/>
        </w:rPr>
      </w:pPr>
      <w:r w:rsidRPr="00E04D4E">
        <w:rPr>
          <w:szCs w:val="22"/>
          <w:u w:val="single"/>
          <w:lang w:val="it-IT"/>
        </w:rPr>
        <w:t>BRÉSIL/BRAZIL</w:t>
      </w:r>
    </w:p>
    <w:p w14:paraId="075B12D4" w14:textId="77777777" w:rsidR="00FD0AD9" w:rsidRPr="00E04D4E" w:rsidRDefault="00FD0AD9" w:rsidP="00FD0AD9">
      <w:pPr>
        <w:rPr>
          <w:szCs w:val="22"/>
          <w:u w:val="single"/>
          <w:lang w:val="it-IT"/>
        </w:rPr>
      </w:pPr>
    </w:p>
    <w:p w14:paraId="717F0259" w14:textId="77777777" w:rsidR="009F5F4E" w:rsidRDefault="009F5F4E" w:rsidP="009F5F4E">
      <w:pPr>
        <w:rPr>
          <w:szCs w:val="22"/>
        </w:rPr>
      </w:pPr>
      <w:r>
        <w:rPr>
          <w:szCs w:val="22"/>
        </w:rPr>
        <w:t>Erika WATANABE PATRIOTA (Ms.), Minister-Counsellor, Deputy Permanent Representative, Permanent Mission to the World Trade Organization (WTO), Geneva</w:t>
      </w:r>
    </w:p>
    <w:p w14:paraId="006C2617" w14:textId="77777777" w:rsidR="009F5F4E" w:rsidRDefault="009F5F4E" w:rsidP="00FD0AD9">
      <w:pPr>
        <w:rPr>
          <w:szCs w:val="22"/>
        </w:rPr>
      </w:pPr>
    </w:p>
    <w:p w14:paraId="4BEE0B1C" w14:textId="229D1CF2" w:rsidR="00FD0AD9" w:rsidRDefault="00FD0AD9" w:rsidP="00FD0AD9">
      <w:pPr>
        <w:rPr>
          <w:szCs w:val="22"/>
        </w:rPr>
      </w:pPr>
      <w:r>
        <w:rPr>
          <w:szCs w:val="22"/>
        </w:rPr>
        <w:t>Cristina VIERA MACHADO ALEXANDRE (Ms.), Counsellor, Permanent Mission to the World Trade Organization (WTO), Geneva</w:t>
      </w:r>
    </w:p>
    <w:p w14:paraId="062CFE94" w14:textId="49CB0906" w:rsidR="00FD0AD9" w:rsidRDefault="009F5F4E" w:rsidP="00FD0AD9">
      <w:pPr>
        <w:rPr>
          <w:szCs w:val="22"/>
        </w:rPr>
      </w:pPr>
      <w:hyperlink r:id="rId34" w:history="1">
        <w:r w:rsidRPr="001F5753">
          <w:rPr>
            <w:rStyle w:val="Hyperlink"/>
            <w:szCs w:val="22"/>
          </w:rPr>
          <w:t>cristina.alexandre@itamaraty.gov.br</w:t>
        </w:r>
      </w:hyperlink>
      <w:r>
        <w:rPr>
          <w:szCs w:val="22"/>
          <w:u w:val="single"/>
        </w:rPr>
        <w:t xml:space="preserve"> </w:t>
      </w:r>
    </w:p>
    <w:p w14:paraId="072F193C" w14:textId="77777777" w:rsidR="00FD0AD9" w:rsidRDefault="00FD0AD9" w:rsidP="00FD0AD9">
      <w:pPr>
        <w:rPr>
          <w:szCs w:val="22"/>
        </w:rPr>
      </w:pPr>
    </w:p>
    <w:p w14:paraId="34E7BF61" w14:textId="77777777" w:rsidR="00FD0AD9" w:rsidRDefault="00FD0AD9" w:rsidP="00FD0AD9">
      <w:pPr>
        <w:rPr>
          <w:szCs w:val="22"/>
        </w:rPr>
      </w:pPr>
      <w:r>
        <w:rPr>
          <w:szCs w:val="22"/>
        </w:rPr>
        <w:t>Sergio BERNARDO (Mr.), Patent General Coordinator, National Institute of Industrial Property (INPI), Ministry of Development, Industry, Commerce and Services (MDIC), Rio de Janeiro</w:t>
      </w:r>
    </w:p>
    <w:p w14:paraId="39A5C900" w14:textId="56CED271" w:rsidR="00FD0AD9" w:rsidRPr="00E04D4E" w:rsidRDefault="00CD5C46" w:rsidP="00FD0AD9">
      <w:pPr>
        <w:rPr>
          <w:szCs w:val="22"/>
          <w:lang w:val="it-IT"/>
        </w:rPr>
      </w:pPr>
      <w:hyperlink r:id="rId35" w:history="1">
        <w:r w:rsidRPr="001F5753">
          <w:rPr>
            <w:rStyle w:val="Hyperlink"/>
            <w:szCs w:val="22"/>
            <w:lang w:val="it-IT"/>
          </w:rPr>
          <w:t>sergiob@inpi.gov.br</w:t>
        </w:r>
      </w:hyperlink>
      <w:r>
        <w:rPr>
          <w:szCs w:val="22"/>
          <w:u w:val="single"/>
          <w:lang w:val="it-IT"/>
        </w:rPr>
        <w:t xml:space="preserve"> </w:t>
      </w:r>
    </w:p>
    <w:p w14:paraId="281CD9E5" w14:textId="77777777" w:rsidR="00FD0AD9" w:rsidRPr="00E04D4E" w:rsidRDefault="00FD0AD9" w:rsidP="00FD0AD9">
      <w:pPr>
        <w:rPr>
          <w:szCs w:val="22"/>
          <w:lang w:val="it-IT"/>
        </w:rPr>
      </w:pPr>
    </w:p>
    <w:p w14:paraId="75DFF84F" w14:textId="77777777" w:rsidR="00FD0AD9" w:rsidRPr="00E04D4E" w:rsidRDefault="00FD0AD9" w:rsidP="00FD0AD9">
      <w:pPr>
        <w:rPr>
          <w:szCs w:val="22"/>
          <w:lang w:val="it-IT"/>
        </w:rPr>
      </w:pPr>
    </w:p>
    <w:p w14:paraId="2C45F1E6" w14:textId="77777777" w:rsidR="00FD0AD9" w:rsidRPr="00E04D4E" w:rsidRDefault="00FD0AD9" w:rsidP="00FD0AD9">
      <w:pPr>
        <w:rPr>
          <w:szCs w:val="22"/>
          <w:u w:val="single"/>
          <w:lang w:val="it-IT"/>
        </w:rPr>
      </w:pPr>
      <w:r w:rsidRPr="00E04D4E">
        <w:rPr>
          <w:szCs w:val="22"/>
          <w:u w:val="single"/>
          <w:lang w:val="it-IT"/>
        </w:rPr>
        <w:t>BRUNÉI DARUSSALAM/BRUNEI DARUSSALAM</w:t>
      </w:r>
    </w:p>
    <w:p w14:paraId="125DE07F" w14:textId="77777777" w:rsidR="00FD0AD9" w:rsidRPr="00E04D4E" w:rsidRDefault="00FD0AD9" w:rsidP="00FD0AD9">
      <w:pPr>
        <w:rPr>
          <w:szCs w:val="22"/>
          <w:u w:val="single"/>
          <w:lang w:val="it-IT"/>
        </w:rPr>
      </w:pPr>
    </w:p>
    <w:p w14:paraId="367A16BE" w14:textId="77777777" w:rsidR="00FD0AD9" w:rsidRDefault="00FD0AD9" w:rsidP="00FD0AD9">
      <w:pPr>
        <w:rPr>
          <w:szCs w:val="22"/>
        </w:rPr>
      </w:pPr>
      <w:r>
        <w:rPr>
          <w:szCs w:val="22"/>
        </w:rPr>
        <w:t>Chee Leong CHAN (Ms.), First Secretary, Permanent Mission, Geneva</w:t>
      </w:r>
    </w:p>
    <w:p w14:paraId="04C7501E" w14:textId="0B2553C9" w:rsidR="00FD0AD9" w:rsidRPr="00E04D4E" w:rsidRDefault="00717416" w:rsidP="00FD0AD9">
      <w:pPr>
        <w:rPr>
          <w:szCs w:val="22"/>
          <w:lang w:val="fr-CH"/>
        </w:rPr>
      </w:pPr>
      <w:hyperlink r:id="rId36" w:history="1">
        <w:r w:rsidRPr="001F5753">
          <w:rPr>
            <w:rStyle w:val="Hyperlink"/>
            <w:szCs w:val="22"/>
            <w:lang w:val="fr-CH"/>
          </w:rPr>
          <w:t>cheeleong.chan@mfa.gov.bn</w:t>
        </w:r>
      </w:hyperlink>
      <w:r>
        <w:rPr>
          <w:szCs w:val="22"/>
          <w:u w:val="single"/>
          <w:lang w:val="fr-CH"/>
        </w:rPr>
        <w:t xml:space="preserve"> </w:t>
      </w:r>
    </w:p>
    <w:p w14:paraId="6D59413F" w14:textId="77777777" w:rsidR="00FD0AD9" w:rsidRPr="00E04D4E" w:rsidRDefault="00FD0AD9" w:rsidP="00FD0AD9">
      <w:pPr>
        <w:rPr>
          <w:szCs w:val="22"/>
          <w:lang w:val="fr-CH"/>
        </w:rPr>
      </w:pPr>
    </w:p>
    <w:p w14:paraId="1429107D" w14:textId="77777777" w:rsidR="00FD0AD9" w:rsidRDefault="00FD0AD9" w:rsidP="00FD0AD9">
      <w:pPr>
        <w:rPr>
          <w:szCs w:val="22"/>
          <w:lang w:val="fr-CH"/>
        </w:rPr>
      </w:pPr>
    </w:p>
    <w:p w14:paraId="2AF4E579" w14:textId="77777777" w:rsidR="001450F2" w:rsidRDefault="001450F2" w:rsidP="00FD0AD9">
      <w:pPr>
        <w:rPr>
          <w:szCs w:val="22"/>
          <w:lang w:val="fr-CH"/>
        </w:rPr>
      </w:pPr>
    </w:p>
    <w:p w14:paraId="6E07E24F" w14:textId="77777777" w:rsidR="001450F2" w:rsidRDefault="001450F2" w:rsidP="00FD0AD9">
      <w:pPr>
        <w:rPr>
          <w:szCs w:val="22"/>
          <w:lang w:val="fr-CH"/>
        </w:rPr>
      </w:pPr>
    </w:p>
    <w:p w14:paraId="751DD598" w14:textId="77777777" w:rsidR="001450F2" w:rsidRDefault="001450F2" w:rsidP="00FD0AD9">
      <w:pPr>
        <w:rPr>
          <w:szCs w:val="22"/>
          <w:lang w:val="fr-CH"/>
        </w:rPr>
      </w:pPr>
    </w:p>
    <w:p w14:paraId="297C49C7" w14:textId="77777777" w:rsidR="001450F2" w:rsidRPr="00E04D4E" w:rsidRDefault="001450F2" w:rsidP="00FD0AD9">
      <w:pPr>
        <w:rPr>
          <w:szCs w:val="22"/>
          <w:lang w:val="fr-CH"/>
        </w:rPr>
      </w:pPr>
    </w:p>
    <w:p w14:paraId="066A55F8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lastRenderedPageBreak/>
        <w:t>CAMEROUN/CAMEROON</w:t>
      </w:r>
    </w:p>
    <w:p w14:paraId="3870B44E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56C1EA6D" w14:textId="77777777" w:rsidR="00FD0AD9" w:rsidRPr="00E04D4E" w:rsidRDefault="00FD0AD9" w:rsidP="00FD0AD9">
      <w:pPr>
        <w:rPr>
          <w:szCs w:val="22"/>
          <w:lang w:val="fr-CH"/>
        </w:rPr>
      </w:pPr>
      <w:r w:rsidRPr="00E04D4E">
        <w:rPr>
          <w:szCs w:val="22"/>
          <w:lang w:val="fr-CH"/>
        </w:rPr>
        <w:t xml:space="preserve">Kanjo </w:t>
      </w:r>
      <w:proofErr w:type="spellStart"/>
      <w:r w:rsidRPr="00E04D4E">
        <w:rPr>
          <w:szCs w:val="22"/>
          <w:lang w:val="fr-CH"/>
        </w:rPr>
        <w:t>Shadrack</w:t>
      </w:r>
      <w:proofErr w:type="spellEnd"/>
      <w:r w:rsidRPr="00E04D4E">
        <w:rPr>
          <w:szCs w:val="22"/>
          <w:lang w:val="fr-CH"/>
        </w:rPr>
        <w:t xml:space="preserve"> KOBRU (M.), </w:t>
      </w:r>
      <w:proofErr w:type="spellStart"/>
      <w:r w:rsidRPr="00E04D4E">
        <w:rPr>
          <w:szCs w:val="22"/>
          <w:lang w:val="fr-CH"/>
        </w:rPr>
        <w:t>sous directeur</w:t>
      </w:r>
      <w:proofErr w:type="spellEnd"/>
      <w:r w:rsidRPr="00E04D4E">
        <w:rPr>
          <w:szCs w:val="22"/>
          <w:lang w:val="fr-CH"/>
        </w:rPr>
        <w:t xml:space="preserve"> (propriété industrielle), Direction du développement technologique et de la propriété industrielle, </w:t>
      </w:r>
      <w:proofErr w:type="gramStart"/>
      <w:r w:rsidRPr="00E04D4E">
        <w:rPr>
          <w:szCs w:val="22"/>
          <w:lang w:val="fr-CH"/>
        </w:rPr>
        <w:t>Ministère des mines</w:t>
      </w:r>
      <w:proofErr w:type="gramEnd"/>
      <w:r w:rsidRPr="00E04D4E">
        <w:rPr>
          <w:szCs w:val="22"/>
          <w:lang w:val="fr-CH"/>
        </w:rPr>
        <w:t>, de l'industrie et du développement technologique (MINMIDT), Yaoundé</w:t>
      </w:r>
    </w:p>
    <w:p w14:paraId="684B4C7C" w14:textId="46E9E3E2" w:rsidR="00FD0AD9" w:rsidRPr="00E04D4E" w:rsidRDefault="001450F2" w:rsidP="00FD0AD9">
      <w:pPr>
        <w:rPr>
          <w:szCs w:val="22"/>
          <w:lang w:val="fr-CH"/>
        </w:rPr>
      </w:pPr>
      <w:hyperlink r:id="rId37" w:history="1">
        <w:r w:rsidRPr="001F5753">
          <w:rPr>
            <w:rStyle w:val="Hyperlink"/>
            <w:szCs w:val="22"/>
            <w:lang w:val="fr-CH"/>
          </w:rPr>
          <w:t>kanjoshaddy05@gmail.com</w:t>
        </w:r>
      </w:hyperlink>
      <w:r>
        <w:rPr>
          <w:szCs w:val="22"/>
          <w:u w:val="single"/>
          <w:lang w:val="fr-CH"/>
        </w:rPr>
        <w:t xml:space="preserve"> </w:t>
      </w:r>
    </w:p>
    <w:p w14:paraId="2BC218AD" w14:textId="77777777" w:rsidR="00FD0AD9" w:rsidRPr="00E04D4E" w:rsidRDefault="00FD0AD9" w:rsidP="00FD0AD9">
      <w:pPr>
        <w:rPr>
          <w:szCs w:val="22"/>
          <w:lang w:val="fr-CH"/>
        </w:rPr>
      </w:pPr>
    </w:p>
    <w:p w14:paraId="50396057" w14:textId="77777777" w:rsidR="00FD0AD9" w:rsidRPr="00E04D4E" w:rsidRDefault="00FD0AD9" w:rsidP="00FD0AD9">
      <w:pPr>
        <w:rPr>
          <w:szCs w:val="22"/>
          <w:lang w:val="fr-CH"/>
        </w:rPr>
      </w:pPr>
      <w:r w:rsidRPr="00E04D4E">
        <w:rPr>
          <w:szCs w:val="22"/>
          <w:lang w:val="fr-CH"/>
        </w:rPr>
        <w:t xml:space="preserve">Franklin PONKA SEUKAM (M.), diplomate, Direction des Nations Unies et de la coopération décentralisée, </w:t>
      </w:r>
      <w:proofErr w:type="gramStart"/>
      <w:r w:rsidRPr="00E04D4E">
        <w:rPr>
          <w:szCs w:val="22"/>
          <w:lang w:val="fr-CH"/>
        </w:rPr>
        <w:t>Ministère des relations</w:t>
      </w:r>
      <w:proofErr w:type="gramEnd"/>
      <w:r w:rsidRPr="00E04D4E">
        <w:rPr>
          <w:szCs w:val="22"/>
          <w:lang w:val="fr-CH"/>
        </w:rPr>
        <w:t xml:space="preserve"> extérieures, Yaoundé</w:t>
      </w:r>
    </w:p>
    <w:p w14:paraId="4431CBFD" w14:textId="6776B246" w:rsidR="00FD0AD9" w:rsidRDefault="001450F2" w:rsidP="00FD0AD9">
      <w:pPr>
        <w:rPr>
          <w:szCs w:val="22"/>
        </w:rPr>
      </w:pPr>
      <w:hyperlink r:id="rId38" w:history="1">
        <w:r w:rsidRPr="001F5753">
          <w:rPr>
            <w:rStyle w:val="Hyperlink"/>
            <w:szCs w:val="22"/>
          </w:rPr>
          <w:t>frank_ponka@yahoo.fr</w:t>
        </w:r>
      </w:hyperlink>
      <w:r>
        <w:rPr>
          <w:szCs w:val="22"/>
          <w:u w:val="single"/>
        </w:rPr>
        <w:t xml:space="preserve"> </w:t>
      </w:r>
    </w:p>
    <w:p w14:paraId="456B6F58" w14:textId="77777777" w:rsidR="00FD0AD9" w:rsidRDefault="00FD0AD9" w:rsidP="00FD0AD9">
      <w:pPr>
        <w:rPr>
          <w:szCs w:val="22"/>
        </w:rPr>
      </w:pPr>
    </w:p>
    <w:p w14:paraId="459B52EB" w14:textId="77777777" w:rsidR="00FD0AD9" w:rsidRDefault="00FD0AD9" w:rsidP="00FD0AD9">
      <w:pPr>
        <w:rPr>
          <w:szCs w:val="22"/>
        </w:rPr>
      </w:pPr>
    </w:p>
    <w:p w14:paraId="72C8D3F0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CANADA</w:t>
      </w:r>
    </w:p>
    <w:p w14:paraId="1D77A4D6" w14:textId="77777777" w:rsidR="00FD0AD9" w:rsidRPr="009C308F" w:rsidRDefault="00FD0AD9" w:rsidP="00FD0AD9">
      <w:pPr>
        <w:rPr>
          <w:szCs w:val="22"/>
          <w:u w:val="single"/>
        </w:rPr>
      </w:pPr>
    </w:p>
    <w:p w14:paraId="11FB68F5" w14:textId="77777777" w:rsidR="00FD0AD9" w:rsidRDefault="00FD0AD9" w:rsidP="00FD0AD9">
      <w:pPr>
        <w:rPr>
          <w:szCs w:val="22"/>
        </w:rPr>
      </w:pPr>
      <w:r>
        <w:rPr>
          <w:szCs w:val="22"/>
        </w:rPr>
        <w:t>Christina ADAM (Ms.), Manager, Innovation, Science and Economic Development Canada (ISED), Ottawa</w:t>
      </w:r>
    </w:p>
    <w:p w14:paraId="74F62FDB" w14:textId="26197060" w:rsidR="00FD0AD9" w:rsidRDefault="00EE42BC" w:rsidP="00FD0AD9">
      <w:pPr>
        <w:rPr>
          <w:szCs w:val="22"/>
        </w:rPr>
      </w:pPr>
      <w:hyperlink r:id="rId39" w:history="1">
        <w:r w:rsidRPr="001F5753">
          <w:rPr>
            <w:rStyle w:val="Hyperlink"/>
            <w:szCs w:val="22"/>
          </w:rPr>
          <w:t>christina.adam@ised-isde.gc.ca</w:t>
        </w:r>
      </w:hyperlink>
      <w:r>
        <w:rPr>
          <w:szCs w:val="22"/>
          <w:u w:val="single"/>
        </w:rPr>
        <w:t xml:space="preserve"> </w:t>
      </w:r>
    </w:p>
    <w:p w14:paraId="2396CEE2" w14:textId="77777777" w:rsidR="00FD0AD9" w:rsidRDefault="00FD0AD9" w:rsidP="00FD0AD9">
      <w:pPr>
        <w:rPr>
          <w:szCs w:val="22"/>
        </w:rPr>
      </w:pPr>
    </w:p>
    <w:p w14:paraId="6B8B8459" w14:textId="77777777" w:rsidR="00FD0AD9" w:rsidRDefault="00FD0AD9" w:rsidP="00FD0AD9">
      <w:pPr>
        <w:rPr>
          <w:szCs w:val="22"/>
        </w:rPr>
      </w:pPr>
      <w:r>
        <w:rPr>
          <w:szCs w:val="22"/>
        </w:rPr>
        <w:t>Stephan PAAPE (Mr.), Manager, Promoting and Protecting Indigenous Arts and Cultural Expressions, Cultural Affairs Department, Department of Canadian Heritage, Gatineau</w:t>
      </w:r>
    </w:p>
    <w:p w14:paraId="626138C6" w14:textId="372E01D4" w:rsidR="00FD0AD9" w:rsidRDefault="00447370" w:rsidP="00FD0AD9">
      <w:pPr>
        <w:rPr>
          <w:szCs w:val="22"/>
        </w:rPr>
      </w:pPr>
      <w:hyperlink r:id="rId40" w:history="1">
        <w:r w:rsidRPr="001F5753">
          <w:rPr>
            <w:rStyle w:val="Hyperlink"/>
            <w:szCs w:val="22"/>
          </w:rPr>
          <w:t>stephan.paape@pch.gc.ca</w:t>
        </w:r>
      </w:hyperlink>
      <w:r>
        <w:rPr>
          <w:szCs w:val="22"/>
          <w:u w:val="single"/>
        </w:rPr>
        <w:t xml:space="preserve"> </w:t>
      </w:r>
    </w:p>
    <w:p w14:paraId="46CBFA3E" w14:textId="77777777" w:rsidR="00FD0AD9" w:rsidRDefault="00FD0AD9" w:rsidP="00FD0AD9">
      <w:pPr>
        <w:rPr>
          <w:szCs w:val="22"/>
        </w:rPr>
      </w:pPr>
    </w:p>
    <w:p w14:paraId="6F17AF62" w14:textId="77777777" w:rsidR="00447370" w:rsidRDefault="00447370" w:rsidP="00447370">
      <w:pPr>
        <w:rPr>
          <w:szCs w:val="22"/>
        </w:rPr>
      </w:pPr>
      <w:r>
        <w:rPr>
          <w:szCs w:val="22"/>
        </w:rPr>
        <w:t>Léonie DEROME (Ms.), Senior Trade Policy Officer, Trade Policy and Negotiations, Global Affairs Canada, Ottawa</w:t>
      </w:r>
    </w:p>
    <w:p w14:paraId="7AB02534" w14:textId="7DF78577" w:rsidR="00447370" w:rsidRDefault="00447370" w:rsidP="00447370">
      <w:pPr>
        <w:rPr>
          <w:szCs w:val="22"/>
          <w:u w:val="single"/>
        </w:rPr>
      </w:pPr>
      <w:hyperlink r:id="rId41" w:history="1">
        <w:r w:rsidRPr="001F5753">
          <w:rPr>
            <w:rStyle w:val="Hyperlink"/>
            <w:szCs w:val="22"/>
          </w:rPr>
          <w:t>leonie.derome@international.gc.ca</w:t>
        </w:r>
      </w:hyperlink>
      <w:r>
        <w:rPr>
          <w:szCs w:val="22"/>
          <w:u w:val="single"/>
        </w:rPr>
        <w:t xml:space="preserve"> </w:t>
      </w:r>
    </w:p>
    <w:p w14:paraId="33A564FC" w14:textId="77777777" w:rsidR="00447370" w:rsidRDefault="00447370" w:rsidP="00447370">
      <w:pPr>
        <w:rPr>
          <w:szCs w:val="22"/>
        </w:rPr>
      </w:pPr>
    </w:p>
    <w:p w14:paraId="1A4BEF19" w14:textId="77777777" w:rsidR="00FD0AD9" w:rsidRDefault="00FD0AD9" w:rsidP="00FD0AD9">
      <w:pPr>
        <w:rPr>
          <w:szCs w:val="22"/>
        </w:rPr>
      </w:pPr>
      <w:r>
        <w:rPr>
          <w:szCs w:val="22"/>
        </w:rPr>
        <w:t>Sundeep VIRDI (Ms.), Policy Advisor, Copyright Trademark Policy Directorate, Innovation, Science, Economic Development (ISED), Ottawa</w:t>
      </w:r>
    </w:p>
    <w:p w14:paraId="6810857F" w14:textId="0C8C85A0" w:rsidR="00FD0AD9" w:rsidRDefault="00447370" w:rsidP="00FD0AD9">
      <w:pPr>
        <w:rPr>
          <w:szCs w:val="22"/>
        </w:rPr>
      </w:pPr>
      <w:hyperlink r:id="rId42" w:history="1">
        <w:r w:rsidRPr="001F5753">
          <w:rPr>
            <w:rStyle w:val="Hyperlink"/>
            <w:szCs w:val="22"/>
          </w:rPr>
          <w:t>sundeep.virdi@ised-isde.gc.ca</w:t>
        </w:r>
      </w:hyperlink>
      <w:r>
        <w:rPr>
          <w:szCs w:val="22"/>
          <w:u w:val="single"/>
        </w:rPr>
        <w:t xml:space="preserve"> </w:t>
      </w:r>
    </w:p>
    <w:p w14:paraId="2011FB2E" w14:textId="77777777" w:rsidR="00FD0AD9" w:rsidRDefault="00FD0AD9" w:rsidP="00FD0AD9">
      <w:pPr>
        <w:rPr>
          <w:szCs w:val="22"/>
        </w:rPr>
      </w:pPr>
    </w:p>
    <w:p w14:paraId="6CDDD858" w14:textId="77777777" w:rsidR="00FD0AD9" w:rsidRDefault="00FD0AD9" w:rsidP="00FD0AD9">
      <w:pPr>
        <w:rPr>
          <w:szCs w:val="22"/>
        </w:rPr>
      </w:pPr>
      <w:r>
        <w:rPr>
          <w:szCs w:val="22"/>
        </w:rPr>
        <w:t>Ivana IVANKOVIC (Ms.), Trade Policy Officer, Intellectual Property Trade Policy Division, Global Affairs Canada, Ottawa</w:t>
      </w:r>
    </w:p>
    <w:p w14:paraId="15C1907F" w14:textId="4DD57A1C" w:rsidR="00FD0AD9" w:rsidRDefault="00447370" w:rsidP="00FD0AD9">
      <w:pPr>
        <w:rPr>
          <w:szCs w:val="22"/>
        </w:rPr>
      </w:pPr>
      <w:hyperlink r:id="rId43" w:history="1">
        <w:r w:rsidRPr="001F5753">
          <w:rPr>
            <w:rStyle w:val="Hyperlink"/>
            <w:szCs w:val="22"/>
          </w:rPr>
          <w:t>ivana.ivankovic@international.gc.ca</w:t>
        </w:r>
      </w:hyperlink>
      <w:r>
        <w:rPr>
          <w:szCs w:val="22"/>
          <w:u w:val="single"/>
        </w:rPr>
        <w:t xml:space="preserve"> </w:t>
      </w:r>
    </w:p>
    <w:p w14:paraId="3DD11A99" w14:textId="77777777" w:rsidR="00FD0AD9" w:rsidRDefault="00FD0AD9" w:rsidP="00FD0AD9">
      <w:pPr>
        <w:rPr>
          <w:szCs w:val="22"/>
        </w:rPr>
      </w:pPr>
    </w:p>
    <w:p w14:paraId="19F63DD8" w14:textId="77777777" w:rsidR="00FD0AD9" w:rsidRDefault="00FD0AD9" w:rsidP="00FD0AD9">
      <w:pPr>
        <w:rPr>
          <w:szCs w:val="22"/>
        </w:rPr>
      </w:pPr>
      <w:r>
        <w:rPr>
          <w:szCs w:val="22"/>
        </w:rPr>
        <w:t>Jessica WAGNER (Ms.), Policy Analyst, Copyright and Trademark Policy, Innovation, Science, and Economic Development Canada, Ottawa</w:t>
      </w:r>
    </w:p>
    <w:p w14:paraId="16AF4E47" w14:textId="1884A7E7" w:rsidR="00FD0AD9" w:rsidRDefault="00447370" w:rsidP="00FD0AD9">
      <w:pPr>
        <w:rPr>
          <w:szCs w:val="22"/>
        </w:rPr>
      </w:pPr>
      <w:hyperlink r:id="rId44" w:history="1">
        <w:r w:rsidRPr="001F5753">
          <w:rPr>
            <w:rStyle w:val="Hyperlink"/>
            <w:szCs w:val="22"/>
          </w:rPr>
          <w:t>jessica.wagner@ised-isde.gc.ca</w:t>
        </w:r>
      </w:hyperlink>
      <w:r>
        <w:rPr>
          <w:szCs w:val="22"/>
          <w:u w:val="single"/>
        </w:rPr>
        <w:t xml:space="preserve"> </w:t>
      </w:r>
    </w:p>
    <w:p w14:paraId="5E5AC638" w14:textId="77777777" w:rsidR="00FD0AD9" w:rsidRDefault="00FD0AD9" w:rsidP="00FD0AD9">
      <w:pPr>
        <w:rPr>
          <w:szCs w:val="22"/>
        </w:rPr>
      </w:pPr>
    </w:p>
    <w:p w14:paraId="5B7336AC" w14:textId="77777777" w:rsidR="00FD0AD9" w:rsidRDefault="00FD0AD9" w:rsidP="00FD0AD9">
      <w:pPr>
        <w:rPr>
          <w:szCs w:val="22"/>
        </w:rPr>
      </w:pPr>
    </w:p>
    <w:p w14:paraId="6E0546A3" w14:textId="77777777" w:rsidR="00FD0AD9" w:rsidRPr="00E04D4E" w:rsidRDefault="00FD0AD9" w:rsidP="00FD0AD9">
      <w:pPr>
        <w:rPr>
          <w:szCs w:val="22"/>
          <w:u w:val="single"/>
          <w:lang w:val="es-ES"/>
        </w:rPr>
      </w:pPr>
      <w:r w:rsidRPr="00E04D4E">
        <w:rPr>
          <w:szCs w:val="22"/>
          <w:u w:val="single"/>
          <w:lang w:val="es-ES"/>
        </w:rPr>
        <w:t>CHILI/CHILE</w:t>
      </w:r>
    </w:p>
    <w:p w14:paraId="5B73D978" w14:textId="77777777" w:rsidR="00FD0AD9" w:rsidRDefault="00FD0AD9" w:rsidP="00FD0AD9">
      <w:pPr>
        <w:rPr>
          <w:szCs w:val="22"/>
          <w:u w:val="single"/>
          <w:lang w:val="es-ES"/>
        </w:rPr>
      </w:pPr>
    </w:p>
    <w:p w14:paraId="77550C4C" w14:textId="77777777" w:rsidR="00C002FA" w:rsidRPr="00F85F46" w:rsidRDefault="00C002FA" w:rsidP="00C002FA">
      <w:pPr>
        <w:rPr>
          <w:szCs w:val="22"/>
          <w:lang w:val="es-ES"/>
        </w:rPr>
      </w:pPr>
      <w:r w:rsidRPr="008C0622">
        <w:rPr>
          <w:szCs w:val="22"/>
          <w:lang w:val="es-ES"/>
        </w:rPr>
        <w:t xml:space="preserve">Pablo LATORRE (Sr.), Primer </w:t>
      </w:r>
      <w:proofErr w:type="gramStart"/>
      <w:r w:rsidRPr="008C0622">
        <w:rPr>
          <w:szCs w:val="22"/>
          <w:lang w:val="es-ES"/>
        </w:rPr>
        <w:t>Secretario</w:t>
      </w:r>
      <w:proofErr w:type="gramEnd"/>
      <w:r w:rsidRPr="008C0622">
        <w:rPr>
          <w:szCs w:val="22"/>
          <w:lang w:val="es-ES"/>
        </w:rPr>
        <w:t>, Misión Permanente ante la Organización Mundial del</w:t>
      </w:r>
      <w:r>
        <w:rPr>
          <w:szCs w:val="22"/>
          <w:lang w:val="es-ES"/>
        </w:rPr>
        <w:t xml:space="preserve"> </w:t>
      </w:r>
      <w:r w:rsidRPr="00F85F46">
        <w:rPr>
          <w:szCs w:val="22"/>
          <w:lang w:val="es-ES"/>
        </w:rPr>
        <w:t xml:space="preserve">Comercio (OMC), Ginebra </w:t>
      </w:r>
    </w:p>
    <w:p w14:paraId="14C5C090" w14:textId="77777777" w:rsidR="00C002FA" w:rsidRPr="00F85F46" w:rsidRDefault="00C002FA" w:rsidP="00C002FA">
      <w:pPr>
        <w:rPr>
          <w:szCs w:val="22"/>
          <w:lang w:val="es-ES"/>
        </w:rPr>
      </w:pPr>
      <w:hyperlink r:id="rId45" w:history="1">
        <w:r w:rsidRPr="00F85F46">
          <w:rPr>
            <w:rStyle w:val="Hyperlink"/>
            <w:szCs w:val="22"/>
            <w:lang w:val="es-ES"/>
          </w:rPr>
          <w:t>platorre@subrei.gob.cl</w:t>
        </w:r>
      </w:hyperlink>
      <w:r w:rsidRPr="00F85F46">
        <w:rPr>
          <w:szCs w:val="22"/>
          <w:u w:val="single"/>
          <w:lang w:val="es-ES"/>
        </w:rPr>
        <w:t xml:space="preserve"> </w:t>
      </w:r>
    </w:p>
    <w:p w14:paraId="75B33715" w14:textId="77777777" w:rsidR="00C002FA" w:rsidRPr="00E04D4E" w:rsidRDefault="00C002FA" w:rsidP="00FD0AD9">
      <w:pPr>
        <w:rPr>
          <w:szCs w:val="22"/>
          <w:u w:val="single"/>
          <w:lang w:val="es-ES"/>
        </w:rPr>
      </w:pPr>
    </w:p>
    <w:p w14:paraId="066AACFC" w14:textId="77777777" w:rsidR="00FD0AD9" w:rsidRPr="00E04D4E" w:rsidRDefault="00FD0AD9" w:rsidP="00FD0AD9">
      <w:pPr>
        <w:rPr>
          <w:szCs w:val="22"/>
          <w:lang w:val="es-ES"/>
        </w:rPr>
      </w:pPr>
      <w:r w:rsidRPr="00E04D4E">
        <w:rPr>
          <w:szCs w:val="22"/>
          <w:lang w:val="es-ES"/>
        </w:rPr>
        <w:t>Viviana LOBOS WODARZ (Sra.), Asesora, Departamento de Propiedad Intelectual, Subsecretaría de Relaciones Económicas Internacionales, Ministerio de Relaciones Exteriores, Santiago</w:t>
      </w:r>
    </w:p>
    <w:p w14:paraId="457AF199" w14:textId="5893AF51" w:rsidR="00FD0AD9" w:rsidRPr="00E04D4E" w:rsidRDefault="004A2868" w:rsidP="00FD0AD9">
      <w:pPr>
        <w:rPr>
          <w:szCs w:val="22"/>
          <w:lang w:val="fr-CH"/>
        </w:rPr>
      </w:pPr>
      <w:hyperlink r:id="rId46" w:history="1">
        <w:r w:rsidRPr="001F5753">
          <w:rPr>
            <w:rStyle w:val="Hyperlink"/>
            <w:szCs w:val="22"/>
            <w:lang w:val="fr-CH"/>
          </w:rPr>
          <w:t>vlobos@subrei.gob.cl</w:t>
        </w:r>
      </w:hyperlink>
      <w:r>
        <w:rPr>
          <w:szCs w:val="22"/>
          <w:u w:val="single"/>
          <w:lang w:val="fr-CH"/>
        </w:rPr>
        <w:t xml:space="preserve"> </w:t>
      </w:r>
    </w:p>
    <w:p w14:paraId="18936150" w14:textId="77777777" w:rsidR="00FD0AD9" w:rsidRPr="00E04D4E" w:rsidRDefault="00FD0AD9" w:rsidP="00FD0AD9">
      <w:pPr>
        <w:rPr>
          <w:szCs w:val="22"/>
          <w:lang w:val="fr-CH"/>
        </w:rPr>
      </w:pPr>
    </w:p>
    <w:p w14:paraId="6908EEA9" w14:textId="77777777" w:rsidR="00FD0AD9" w:rsidRDefault="00FD0AD9" w:rsidP="00FD0AD9">
      <w:pPr>
        <w:rPr>
          <w:szCs w:val="22"/>
          <w:lang w:val="fr-CH"/>
        </w:rPr>
      </w:pPr>
    </w:p>
    <w:p w14:paraId="7DA3A4A6" w14:textId="77777777" w:rsidR="00826C03" w:rsidRDefault="00826C03" w:rsidP="00FD0AD9">
      <w:pPr>
        <w:rPr>
          <w:szCs w:val="22"/>
          <w:lang w:val="fr-CH"/>
        </w:rPr>
      </w:pPr>
    </w:p>
    <w:p w14:paraId="683C9659" w14:textId="77777777" w:rsidR="00826C03" w:rsidRDefault="00826C03" w:rsidP="00FD0AD9">
      <w:pPr>
        <w:rPr>
          <w:szCs w:val="22"/>
          <w:lang w:val="fr-CH"/>
        </w:rPr>
      </w:pPr>
    </w:p>
    <w:p w14:paraId="575F0D9B" w14:textId="77777777" w:rsidR="00826C03" w:rsidRDefault="00826C03" w:rsidP="00FD0AD9">
      <w:pPr>
        <w:rPr>
          <w:szCs w:val="22"/>
          <w:lang w:val="fr-CH"/>
        </w:rPr>
      </w:pPr>
    </w:p>
    <w:p w14:paraId="4DC720CD" w14:textId="77777777" w:rsidR="00826C03" w:rsidRPr="00E04D4E" w:rsidRDefault="00826C03" w:rsidP="00FD0AD9">
      <w:pPr>
        <w:rPr>
          <w:szCs w:val="22"/>
          <w:lang w:val="fr-CH"/>
        </w:rPr>
      </w:pPr>
    </w:p>
    <w:p w14:paraId="16B8B6DE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CHINE/CHINA</w:t>
      </w:r>
    </w:p>
    <w:p w14:paraId="474C2496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4F246256" w14:textId="77777777" w:rsidR="00FD0AD9" w:rsidRDefault="00FD0AD9" w:rsidP="00FD0AD9">
      <w:pPr>
        <w:rPr>
          <w:szCs w:val="22"/>
        </w:rPr>
      </w:pPr>
      <w:r>
        <w:rPr>
          <w:szCs w:val="22"/>
        </w:rPr>
        <w:t>HU Anqi (Ms.), Director, Treaty and Law Department, China National Intellectual Property Administration (CNIPA), Beijing</w:t>
      </w:r>
    </w:p>
    <w:p w14:paraId="41DD60E6" w14:textId="50C08525" w:rsidR="00FD0AD9" w:rsidRDefault="004A2868" w:rsidP="00FD0AD9">
      <w:pPr>
        <w:rPr>
          <w:szCs w:val="22"/>
        </w:rPr>
      </w:pPr>
      <w:hyperlink r:id="rId47" w:history="1">
        <w:r w:rsidRPr="001F5753">
          <w:rPr>
            <w:rStyle w:val="Hyperlink"/>
            <w:szCs w:val="22"/>
          </w:rPr>
          <w:t>huanqi@cnipa.gov.cn</w:t>
        </w:r>
      </w:hyperlink>
      <w:r>
        <w:rPr>
          <w:szCs w:val="22"/>
          <w:u w:val="single"/>
        </w:rPr>
        <w:t xml:space="preserve"> </w:t>
      </w:r>
    </w:p>
    <w:p w14:paraId="64DB215B" w14:textId="77777777" w:rsidR="00FD0AD9" w:rsidRDefault="00FD0AD9" w:rsidP="00FD0AD9">
      <w:pPr>
        <w:rPr>
          <w:szCs w:val="22"/>
        </w:rPr>
      </w:pPr>
    </w:p>
    <w:p w14:paraId="4A10D881" w14:textId="77777777" w:rsidR="00826C03" w:rsidRDefault="00826C03" w:rsidP="00826C03">
      <w:pPr>
        <w:rPr>
          <w:szCs w:val="22"/>
        </w:rPr>
      </w:pPr>
      <w:r>
        <w:rPr>
          <w:szCs w:val="22"/>
        </w:rPr>
        <w:t>HU Ping (Ms.), Director, International Affairs Division, Copyright Department, National Copyright Administration of China (NCAC), Beijing</w:t>
      </w:r>
    </w:p>
    <w:p w14:paraId="5684FAA6" w14:textId="77777777" w:rsidR="00826C03" w:rsidRDefault="00826C03" w:rsidP="00826C03">
      <w:pPr>
        <w:rPr>
          <w:szCs w:val="22"/>
        </w:rPr>
      </w:pPr>
    </w:p>
    <w:p w14:paraId="5734BE95" w14:textId="77777777" w:rsidR="00826C03" w:rsidRDefault="00826C03" w:rsidP="00826C03">
      <w:pPr>
        <w:rPr>
          <w:szCs w:val="22"/>
        </w:rPr>
      </w:pPr>
      <w:r>
        <w:rPr>
          <w:szCs w:val="22"/>
        </w:rPr>
        <w:t>HU Shuang (Ms.), Senior Program Officer, International Affairs Division, Copyright Department, National Copyright Administration of China (NCAC), Beijing</w:t>
      </w:r>
    </w:p>
    <w:p w14:paraId="1D80382B" w14:textId="15B7C04D" w:rsidR="00826C03" w:rsidRDefault="00826C03" w:rsidP="00826C03">
      <w:pPr>
        <w:rPr>
          <w:szCs w:val="22"/>
          <w:u w:val="single"/>
        </w:rPr>
      </w:pPr>
      <w:hyperlink r:id="rId48" w:history="1">
        <w:r w:rsidRPr="001F5753">
          <w:rPr>
            <w:rStyle w:val="Hyperlink"/>
            <w:szCs w:val="22"/>
          </w:rPr>
          <w:t>hushuang@ncac.gov.cn</w:t>
        </w:r>
      </w:hyperlink>
    </w:p>
    <w:p w14:paraId="43F3A444" w14:textId="77777777" w:rsidR="00826C03" w:rsidRDefault="00826C03" w:rsidP="00826C03">
      <w:pPr>
        <w:rPr>
          <w:szCs w:val="22"/>
        </w:rPr>
      </w:pPr>
    </w:p>
    <w:p w14:paraId="06902DA8" w14:textId="66E6B449" w:rsidR="00E31B8F" w:rsidRDefault="00E31B8F" w:rsidP="00E31B8F">
      <w:pPr>
        <w:rPr>
          <w:iCs/>
          <w:szCs w:val="22"/>
        </w:rPr>
      </w:pPr>
      <w:r>
        <w:rPr>
          <w:szCs w:val="22"/>
        </w:rPr>
        <w:t>YUE</w:t>
      </w:r>
      <w:r w:rsidRPr="0012709B">
        <w:rPr>
          <w:szCs w:val="22"/>
        </w:rPr>
        <w:t xml:space="preserve"> </w:t>
      </w:r>
      <w:r w:rsidRPr="00EF4277">
        <w:rPr>
          <w:szCs w:val="22"/>
        </w:rPr>
        <w:t>Yao</w:t>
      </w:r>
      <w:r w:rsidRPr="00EF4277">
        <w:rPr>
          <w:szCs w:val="22"/>
        </w:rPr>
        <w:t xml:space="preserve"> (Mr</w:t>
      </w:r>
      <w:r w:rsidRPr="002D62C5">
        <w:rPr>
          <w:szCs w:val="22"/>
        </w:rPr>
        <w:t>.)</w:t>
      </w:r>
      <w:r w:rsidR="00EF4277" w:rsidRPr="002D62C5">
        <w:rPr>
          <w:szCs w:val="22"/>
        </w:rPr>
        <w:t xml:space="preserve">, </w:t>
      </w:r>
      <w:r w:rsidRPr="002D62C5">
        <w:rPr>
          <w:iCs/>
          <w:szCs w:val="22"/>
        </w:rPr>
        <w:t>Third</w:t>
      </w:r>
      <w:r w:rsidRPr="0012709B">
        <w:rPr>
          <w:iCs/>
          <w:szCs w:val="22"/>
        </w:rPr>
        <w:t xml:space="preserve"> Secretary</w:t>
      </w:r>
      <w:r w:rsidR="00EF4277">
        <w:rPr>
          <w:iCs/>
          <w:szCs w:val="22"/>
        </w:rPr>
        <w:t>, Permanent Mission, Geneva</w:t>
      </w:r>
    </w:p>
    <w:p w14:paraId="3EAC3C0D" w14:textId="77777777" w:rsidR="00EF4277" w:rsidRDefault="00EF4277" w:rsidP="00E31B8F">
      <w:pPr>
        <w:rPr>
          <w:szCs w:val="22"/>
        </w:rPr>
      </w:pPr>
    </w:p>
    <w:p w14:paraId="459B9D0A" w14:textId="77777777" w:rsidR="00FD0AD9" w:rsidRDefault="00FD0AD9" w:rsidP="00FD0AD9">
      <w:pPr>
        <w:rPr>
          <w:szCs w:val="22"/>
        </w:rPr>
      </w:pPr>
      <w:r>
        <w:rPr>
          <w:szCs w:val="22"/>
        </w:rPr>
        <w:t xml:space="preserve">HU </w:t>
      </w:r>
      <w:proofErr w:type="spellStart"/>
      <w:r>
        <w:rPr>
          <w:szCs w:val="22"/>
        </w:rPr>
        <w:t>Kaizhong</w:t>
      </w:r>
      <w:proofErr w:type="spellEnd"/>
      <w:r>
        <w:rPr>
          <w:szCs w:val="22"/>
        </w:rPr>
        <w:t xml:space="preserve"> (Mr.), Professor, </w:t>
      </w:r>
      <w:proofErr w:type="spellStart"/>
      <w:r>
        <w:rPr>
          <w:szCs w:val="22"/>
        </w:rPr>
        <w:t>Zhongnan</w:t>
      </w:r>
      <w:proofErr w:type="spellEnd"/>
      <w:r>
        <w:rPr>
          <w:szCs w:val="22"/>
        </w:rPr>
        <w:t xml:space="preserve"> University of Economics and Law, International Copyright Research Base, National Copyright Administration of China (NCAC), Wuhan</w:t>
      </w:r>
    </w:p>
    <w:p w14:paraId="7DE46192" w14:textId="72007F10" w:rsidR="00FD0AD9" w:rsidRDefault="00826C03" w:rsidP="00FD0AD9">
      <w:pPr>
        <w:rPr>
          <w:szCs w:val="22"/>
        </w:rPr>
      </w:pPr>
      <w:hyperlink r:id="rId49" w:history="1">
        <w:r w:rsidRPr="001F5753">
          <w:rPr>
            <w:rStyle w:val="Hyperlink"/>
            <w:szCs w:val="22"/>
          </w:rPr>
          <w:t>970981126@qq.com</w:t>
        </w:r>
      </w:hyperlink>
      <w:r>
        <w:rPr>
          <w:szCs w:val="22"/>
          <w:u w:val="single"/>
        </w:rPr>
        <w:t xml:space="preserve"> </w:t>
      </w:r>
    </w:p>
    <w:p w14:paraId="3D800F2E" w14:textId="77777777" w:rsidR="00FD0AD9" w:rsidRDefault="00FD0AD9" w:rsidP="00FD0AD9">
      <w:pPr>
        <w:rPr>
          <w:szCs w:val="22"/>
        </w:rPr>
      </w:pPr>
    </w:p>
    <w:p w14:paraId="74D33C56" w14:textId="77777777" w:rsidR="00FD0AD9" w:rsidRDefault="00FD0AD9" w:rsidP="00FD0AD9">
      <w:pPr>
        <w:rPr>
          <w:szCs w:val="22"/>
        </w:rPr>
      </w:pPr>
      <w:r>
        <w:rPr>
          <w:szCs w:val="22"/>
        </w:rPr>
        <w:t>CHEN Fuxin (Ms.), Program Officer, Patent Examination Administration Department, China National Intellectual Property Administration (CNIPA), Beijing</w:t>
      </w:r>
    </w:p>
    <w:p w14:paraId="40D576BA" w14:textId="14617427" w:rsidR="00FD0AD9" w:rsidRDefault="00826C03" w:rsidP="00FD0AD9">
      <w:pPr>
        <w:rPr>
          <w:szCs w:val="22"/>
        </w:rPr>
      </w:pPr>
      <w:hyperlink r:id="rId50" w:history="1">
        <w:r w:rsidRPr="001F5753">
          <w:rPr>
            <w:rStyle w:val="Hyperlink"/>
            <w:szCs w:val="22"/>
          </w:rPr>
          <w:t>chenfuxin@cnipa.gov.cn</w:t>
        </w:r>
      </w:hyperlink>
      <w:r>
        <w:rPr>
          <w:szCs w:val="22"/>
          <w:u w:val="single"/>
        </w:rPr>
        <w:t xml:space="preserve"> </w:t>
      </w:r>
    </w:p>
    <w:p w14:paraId="2EF1F59B" w14:textId="77777777" w:rsidR="00FD0AD9" w:rsidRDefault="00FD0AD9" w:rsidP="00FD0AD9">
      <w:pPr>
        <w:rPr>
          <w:szCs w:val="22"/>
        </w:rPr>
      </w:pPr>
    </w:p>
    <w:p w14:paraId="1367F981" w14:textId="77777777" w:rsidR="00FD0AD9" w:rsidRDefault="00FD0AD9" w:rsidP="00FD0AD9">
      <w:pPr>
        <w:rPr>
          <w:szCs w:val="22"/>
        </w:rPr>
      </w:pPr>
      <w:r>
        <w:rPr>
          <w:szCs w:val="22"/>
        </w:rPr>
        <w:t>LI Yu (Mr.), Program Officer, Patent Examination Administration Department, China National Intellectual Property Administration (CNIPA), Beijing</w:t>
      </w:r>
    </w:p>
    <w:p w14:paraId="16DB7433" w14:textId="0C4ECB2B" w:rsidR="00FD0AD9" w:rsidRDefault="00826C03" w:rsidP="00FD0AD9">
      <w:pPr>
        <w:rPr>
          <w:szCs w:val="22"/>
        </w:rPr>
      </w:pPr>
      <w:hyperlink r:id="rId51" w:history="1">
        <w:r w:rsidRPr="001F5753">
          <w:rPr>
            <w:rStyle w:val="Hyperlink"/>
            <w:szCs w:val="22"/>
          </w:rPr>
          <w:t>liyu_13@cnipa.gov.cn</w:t>
        </w:r>
      </w:hyperlink>
      <w:r>
        <w:rPr>
          <w:szCs w:val="22"/>
          <w:u w:val="single"/>
        </w:rPr>
        <w:t xml:space="preserve"> </w:t>
      </w:r>
    </w:p>
    <w:p w14:paraId="7C05940D" w14:textId="77777777" w:rsidR="00FD0AD9" w:rsidRDefault="00FD0AD9" w:rsidP="00FD0AD9">
      <w:pPr>
        <w:rPr>
          <w:szCs w:val="22"/>
        </w:rPr>
      </w:pPr>
    </w:p>
    <w:p w14:paraId="7D0DBA85" w14:textId="77777777" w:rsidR="00FD0AD9" w:rsidRDefault="00FD0AD9" w:rsidP="00FD0AD9">
      <w:pPr>
        <w:rPr>
          <w:szCs w:val="22"/>
        </w:rPr>
      </w:pPr>
      <w:r>
        <w:rPr>
          <w:szCs w:val="22"/>
        </w:rPr>
        <w:t xml:space="preserve">WANG </w:t>
      </w:r>
      <w:proofErr w:type="spellStart"/>
      <w:r>
        <w:rPr>
          <w:szCs w:val="22"/>
        </w:rPr>
        <w:t>Xiusong</w:t>
      </w:r>
      <w:proofErr w:type="spellEnd"/>
      <w:r>
        <w:rPr>
          <w:szCs w:val="22"/>
        </w:rPr>
        <w:t xml:space="preserve"> (Mr.), Program Officer, Legal Division, Policy Research Department, National Copyright Administration of China (NCAC), Beijing</w:t>
      </w:r>
    </w:p>
    <w:p w14:paraId="12B96DA4" w14:textId="25F88F25" w:rsidR="00FD0AD9" w:rsidRPr="00E04D4E" w:rsidRDefault="00826C03" w:rsidP="00FD0AD9">
      <w:pPr>
        <w:rPr>
          <w:szCs w:val="22"/>
          <w:lang w:val="es-ES"/>
        </w:rPr>
      </w:pPr>
      <w:hyperlink r:id="rId52" w:history="1">
        <w:r w:rsidRPr="001F5753">
          <w:rPr>
            <w:rStyle w:val="Hyperlink"/>
            <w:szCs w:val="22"/>
            <w:lang w:val="es-ES"/>
          </w:rPr>
          <w:t>2092982747@qq.com</w:t>
        </w:r>
      </w:hyperlink>
      <w:r>
        <w:rPr>
          <w:szCs w:val="22"/>
          <w:u w:val="single"/>
          <w:lang w:val="es-ES"/>
        </w:rPr>
        <w:t xml:space="preserve"> </w:t>
      </w:r>
    </w:p>
    <w:p w14:paraId="6EAFE0A7" w14:textId="77777777" w:rsidR="00FD0AD9" w:rsidRPr="00E04D4E" w:rsidRDefault="00FD0AD9" w:rsidP="00FD0AD9">
      <w:pPr>
        <w:rPr>
          <w:szCs w:val="22"/>
          <w:lang w:val="es-ES"/>
        </w:rPr>
      </w:pPr>
    </w:p>
    <w:p w14:paraId="6C4A49B9" w14:textId="77777777" w:rsidR="00FD0AD9" w:rsidRPr="00E04D4E" w:rsidRDefault="00FD0AD9" w:rsidP="00FD0AD9">
      <w:pPr>
        <w:rPr>
          <w:szCs w:val="22"/>
          <w:lang w:val="es-ES"/>
        </w:rPr>
      </w:pPr>
    </w:p>
    <w:p w14:paraId="78FB1D23" w14:textId="77777777" w:rsidR="00FD0AD9" w:rsidRPr="00E04D4E" w:rsidRDefault="00FD0AD9" w:rsidP="00FD0AD9">
      <w:pPr>
        <w:rPr>
          <w:szCs w:val="22"/>
          <w:u w:val="single"/>
          <w:lang w:val="es-ES"/>
        </w:rPr>
      </w:pPr>
      <w:r w:rsidRPr="00E04D4E">
        <w:rPr>
          <w:szCs w:val="22"/>
          <w:u w:val="single"/>
          <w:lang w:val="es-ES"/>
        </w:rPr>
        <w:t>COLOMBIE/COLOMBIA</w:t>
      </w:r>
    </w:p>
    <w:p w14:paraId="5499CD50" w14:textId="77777777" w:rsidR="00FD0AD9" w:rsidRPr="00E04D4E" w:rsidRDefault="00FD0AD9" w:rsidP="00FD0AD9">
      <w:pPr>
        <w:rPr>
          <w:szCs w:val="22"/>
          <w:u w:val="single"/>
          <w:lang w:val="es-ES"/>
        </w:rPr>
      </w:pPr>
    </w:p>
    <w:p w14:paraId="2B664ACF" w14:textId="77777777" w:rsidR="00FD0AD9" w:rsidRPr="00E04D4E" w:rsidRDefault="00FD0AD9" w:rsidP="00FD0AD9">
      <w:pPr>
        <w:rPr>
          <w:szCs w:val="22"/>
          <w:lang w:val="es-ES"/>
        </w:rPr>
      </w:pPr>
      <w:r w:rsidRPr="00E04D4E">
        <w:rPr>
          <w:szCs w:val="22"/>
          <w:lang w:val="es-ES"/>
        </w:rPr>
        <w:t>Consuelo LEGUIZAMÓN LEGUIZAMÓN (Sra.), Abogada del Despacho, Superintendencia de Industria y Comercio (SIC), Ministerio de Comercio, Industria y Turismo, Bogotá, D.C.</w:t>
      </w:r>
    </w:p>
    <w:p w14:paraId="0E50AB63" w14:textId="3134FAFB" w:rsidR="00FD0AD9" w:rsidRPr="00E04D4E" w:rsidRDefault="00FE05F4" w:rsidP="00FD0AD9">
      <w:pPr>
        <w:rPr>
          <w:szCs w:val="22"/>
          <w:lang w:val="fr-CH"/>
        </w:rPr>
      </w:pPr>
      <w:hyperlink r:id="rId53" w:history="1">
        <w:r w:rsidRPr="001F5753">
          <w:rPr>
            <w:rStyle w:val="Hyperlink"/>
            <w:szCs w:val="22"/>
            <w:lang w:val="fr-CH"/>
          </w:rPr>
          <w:t>cleguizamon@sic.gov.co</w:t>
        </w:r>
      </w:hyperlink>
      <w:r>
        <w:rPr>
          <w:szCs w:val="22"/>
          <w:u w:val="single"/>
          <w:lang w:val="fr-CH"/>
        </w:rPr>
        <w:t xml:space="preserve"> </w:t>
      </w:r>
    </w:p>
    <w:p w14:paraId="47CBB3AE" w14:textId="77777777" w:rsidR="00FD0AD9" w:rsidRPr="00E04D4E" w:rsidRDefault="00FD0AD9" w:rsidP="00FD0AD9">
      <w:pPr>
        <w:rPr>
          <w:szCs w:val="22"/>
          <w:lang w:val="fr-CH"/>
        </w:rPr>
      </w:pPr>
    </w:p>
    <w:p w14:paraId="6CB8F552" w14:textId="77777777" w:rsidR="00FD0AD9" w:rsidRPr="00E04D4E" w:rsidRDefault="00FD0AD9" w:rsidP="00FD0AD9">
      <w:pPr>
        <w:rPr>
          <w:szCs w:val="22"/>
          <w:lang w:val="fr-CH"/>
        </w:rPr>
      </w:pPr>
    </w:p>
    <w:p w14:paraId="0EA84633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CÔTE D'IVOIRE</w:t>
      </w:r>
    </w:p>
    <w:p w14:paraId="6899CC4B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6F3F5B2B" w14:textId="77777777" w:rsidR="00FD0AD9" w:rsidRPr="00E04D4E" w:rsidRDefault="00FD0AD9" w:rsidP="00FD0AD9">
      <w:pPr>
        <w:rPr>
          <w:szCs w:val="22"/>
          <w:lang w:val="fr-CH"/>
        </w:rPr>
      </w:pPr>
      <w:r w:rsidRPr="00E04D4E">
        <w:rPr>
          <w:szCs w:val="22"/>
          <w:lang w:val="fr-CH"/>
        </w:rPr>
        <w:t xml:space="preserve">Betty </w:t>
      </w:r>
      <w:proofErr w:type="spellStart"/>
      <w:r w:rsidRPr="00E04D4E">
        <w:rPr>
          <w:szCs w:val="22"/>
          <w:lang w:val="fr-CH"/>
        </w:rPr>
        <w:t>Malouka</w:t>
      </w:r>
      <w:proofErr w:type="spellEnd"/>
      <w:r w:rsidRPr="00E04D4E">
        <w:rPr>
          <w:szCs w:val="22"/>
          <w:lang w:val="fr-CH"/>
        </w:rPr>
        <w:t xml:space="preserve"> FADIKA (Mme), première secrétaire, Mission permanente, Genève</w:t>
      </w:r>
    </w:p>
    <w:p w14:paraId="6C997F79" w14:textId="4409BB3F" w:rsidR="00FD0AD9" w:rsidRDefault="00FE05F4" w:rsidP="00FD0AD9">
      <w:pPr>
        <w:rPr>
          <w:szCs w:val="22"/>
        </w:rPr>
      </w:pPr>
      <w:hyperlink r:id="rId54" w:history="1">
        <w:r w:rsidRPr="001F5753">
          <w:rPr>
            <w:rStyle w:val="Hyperlink"/>
            <w:szCs w:val="22"/>
          </w:rPr>
          <w:t>bettymalouka29@gmail.com</w:t>
        </w:r>
      </w:hyperlink>
      <w:r>
        <w:rPr>
          <w:szCs w:val="22"/>
          <w:u w:val="single"/>
        </w:rPr>
        <w:t xml:space="preserve"> </w:t>
      </w:r>
    </w:p>
    <w:p w14:paraId="57BC32BA" w14:textId="77777777" w:rsidR="00FD0AD9" w:rsidRDefault="00FD0AD9" w:rsidP="00FD0AD9">
      <w:pPr>
        <w:rPr>
          <w:szCs w:val="22"/>
        </w:rPr>
      </w:pPr>
    </w:p>
    <w:p w14:paraId="69F2E774" w14:textId="77777777" w:rsidR="00FD0AD9" w:rsidRDefault="00FD0AD9" w:rsidP="00FD0AD9">
      <w:pPr>
        <w:rPr>
          <w:szCs w:val="22"/>
        </w:rPr>
      </w:pPr>
    </w:p>
    <w:p w14:paraId="26A63DD6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DANEMARK/DENMARK</w:t>
      </w:r>
    </w:p>
    <w:p w14:paraId="529EF569" w14:textId="77777777" w:rsidR="00FD0AD9" w:rsidRPr="009C308F" w:rsidRDefault="00FD0AD9" w:rsidP="00FD0AD9">
      <w:pPr>
        <w:rPr>
          <w:szCs w:val="22"/>
          <w:u w:val="single"/>
        </w:rPr>
      </w:pPr>
    </w:p>
    <w:p w14:paraId="37399F9A" w14:textId="77777777" w:rsidR="00FD0AD9" w:rsidRDefault="00FD0AD9" w:rsidP="00FD0AD9">
      <w:pPr>
        <w:rPr>
          <w:szCs w:val="22"/>
        </w:rPr>
      </w:pPr>
      <w:r>
        <w:rPr>
          <w:szCs w:val="22"/>
        </w:rPr>
        <w:t>Line MUNK (Ms.), Special Advisor, Danish Patent and Trademark Office, Ministry of Industry, Business and Financial Affairs, Copenhagen</w:t>
      </w:r>
    </w:p>
    <w:p w14:paraId="38ACA459" w14:textId="317FA5A4" w:rsidR="00FD0AD9" w:rsidRDefault="00A71220" w:rsidP="00FD0AD9">
      <w:pPr>
        <w:rPr>
          <w:szCs w:val="22"/>
        </w:rPr>
      </w:pPr>
      <w:hyperlink r:id="rId55" w:history="1">
        <w:r w:rsidRPr="001F5753">
          <w:rPr>
            <w:rStyle w:val="Hyperlink"/>
            <w:szCs w:val="22"/>
          </w:rPr>
          <w:t>ltm@dkpto.dk</w:t>
        </w:r>
      </w:hyperlink>
      <w:r>
        <w:rPr>
          <w:szCs w:val="22"/>
          <w:u w:val="single"/>
        </w:rPr>
        <w:t xml:space="preserve"> </w:t>
      </w:r>
    </w:p>
    <w:p w14:paraId="5229B629" w14:textId="77777777" w:rsidR="00FD0AD9" w:rsidRDefault="00FD0AD9" w:rsidP="00FD0AD9">
      <w:pPr>
        <w:rPr>
          <w:szCs w:val="22"/>
        </w:rPr>
      </w:pPr>
    </w:p>
    <w:p w14:paraId="253E15D8" w14:textId="77777777" w:rsidR="00FD0AD9" w:rsidRDefault="00FD0AD9" w:rsidP="00FD0AD9">
      <w:pPr>
        <w:rPr>
          <w:szCs w:val="22"/>
        </w:rPr>
      </w:pPr>
      <w:r>
        <w:rPr>
          <w:szCs w:val="22"/>
        </w:rPr>
        <w:lastRenderedPageBreak/>
        <w:t>Amanda Balslev HANDEST (Ms.), Expert, Centre for Policy, Legal and International Relations, Danish Patent and Trademark Office (DKPTO), Ministry of Industry, Business and Financial Affairs, Copenhagen</w:t>
      </w:r>
    </w:p>
    <w:p w14:paraId="59D8B5DE" w14:textId="60BBF559" w:rsidR="00FD0AD9" w:rsidRDefault="00A71220" w:rsidP="00FD0AD9">
      <w:pPr>
        <w:rPr>
          <w:szCs w:val="22"/>
        </w:rPr>
      </w:pPr>
      <w:hyperlink r:id="rId56" w:history="1">
        <w:r w:rsidRPr="001F5753">
          <w:rPr>
            <w:rStyle w:val="Hyperlink"/>
            <w:szCs w:val="22"/>
          </w:rPr>
          <w:t>abha@dkpto.dk</w:t>
        </w:r>
      </w:hyperlink>
      <w:r>
        <w:rPr>
          <w:szCs w:val="22"/>
          <w:u w:val="single"/>
        </w:rPr>
        <w:t xml:space="preserve"> </w:t>
      </w:r>
    </w:p>
    <w:p w14:paraId="665DD89E" w14:textId="77777777" w:rsidR="00FD0AD9" w:rsidRDefault="00FD0AD9" w:rsidP="00FD0AD9">
      <w:pPr>
        <w:rPr>
          <w:szCs w:val="22"/>
        </w:rPr>
      </w:pPr>
    </w:p>
    <w:p w14:paraId="5710E44F" w14:textId="77777777" w:rsidR="002318BA" w:rsidRDefault="002318BA" w:rsidP="00FD0AD9">
      <w:pPr>
        <w:rPr>
          <w:szCs w:val="22"/>
        </w:rPr>
      </w:pPr>
    </w:p>
    <w:p w14:paraId="394C023C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ÉGYPTE/EGYPT</w:t>
      </w:r>
    </w:p>
    <w:p w14:paraId="33FE93A9" w14:textId="77777777" w:rsidR="00FD0AD9" w:rsidRPr="009C308F" w:rsidRDefault="00FD0AD9" w:rsidP="00FD0AD9">
      <w:pPr>
        <w:rPr>
          <w:szCs w:val="22"/>
          <w:u w:val="single"/>
        </w:rPr>
      </w:pPr>
    </w:p>
    <w:p w14:paraId="48738865" w14:textId="77777777" w:rsidR="00FD0AD9" w:rsidRDefault="00FD0AD9" w:rsidP="00FD0AD9">
      <w:pPr>
        <w:rPr>
          <w:szCs w:val="22"/>
        </w:rPr>
      </w:pPr>
      <w:r>
        <w:rPr>
          <w:szCs w:val="22"/>
        </w:rPr>
        <w:t>Hassan ELBADRAWY (Mr.), Former Chief Justice, Egyptian Intellectual Property Authority (EGIPA), Cairo</w:t>
      </w:r>
    </w:p>
    <w:p w14:paraId="134467E8" w14:textId="77777777" w:rsidR="00FD0AD9" w:rsidRDefault="00FD0AD9" w:rsidP="00FD0AD9">
      <w:pPr>
        <w:rPr>
          <w:szCs w:val="22"/>
        </w:rPr>
      </w:pPr>
    </w:p>
    <w:p w14:paraId="4252E142" w14:textId="77777777" w:rsidR="00FD0AD9" w:rsidRDefault="00FD0AD9" w:rsidP="00FD0AD9">
      <w:pPr>
        <w:rPr>
          <w:szCs w:val="22"/>
        </w:rPr>
      </w:pPr>
    </w:p>
    <w:p w14:paraId="685E7675" w14:textId="77777777" w:rsidR="006D38FB" w:rsidRPr="006977DB" w:rsidRDefault="006D38FB" w:rsidP="006D38FB">
      <w:pPr>
        <w:rPr>
          <w:szCs w:val="22"/>
          <w:u w:val="single"/>
          <w:lang w:val="es-ES"/>
        </w:rPr>
      </w:pPr>
      <w:r w:rsidRPr="006977DB">
        <w:rPr>
          <w:szCs w:val="22"/>
          <w:u w:val="single"/>
          <w:lang w:val="es-ES"/>
        </w:rPr>
        <w:t>EL SALVADOR</w:t>
      </w:r>
    </w:p>
    <w:p w14:paraId="0AF34238" w14:textId="77777777" w:rsidR="006D38FB" w:rsidRPr="006977DB" w:rsidRDefault="006D38FB" w:rsidP="006D38FB">
      <w:pPr>
        <w:rPr>
          <w:szCs w:val="22"/>
          <w:u w:val="single"/>
          <w:lang w:val="es-ES"/>
        </w:rPr>
      </w:pPr>
    </w:p>
    <w:p w14:paraId="31401E69" w14:textId="77777777" w:rsidR="006D38FB" w:rsidRPr="006977DB" w:rsidRDefault="006D38FB" w:rsidP="006D38FB">
      <w:pPr>
        <w:rPr>
          <w:szCs w:val="22"/>
          <w:lang w:val="es-ES"/>
        </w:rPr>
      </w:pPr>
      <w:r w:rsidRPr="006977DB">
        <w:rPr>
          <w:szCs w:val="22"/>
          <w:lang w:val="es-ES"/>
        </w:rPr>
        <w:t xml:space="preserve">Coralia OSEGUEDA (Sra.), </w:t>
      </w:r>
      <w:proofErr w:type="gramStart"/>
      <w:r w:rsidRPr="006977DB">
        <w:rPr>
          <w:szCs w:val="22"/>
          <w:lang w:val="es-ES"/>
        </w:rPr>
        <w:t>Consejera</w:t>
      </w:r>
      <w:proofErr w:type="gramEnd"/>
      <w:r w:rsidRPr="006977DB">
        <w:rPr>
          <w:szCs w:val="22"/>
          <w:lang w:val="es-ES"/>
        </w:rPr>
        <w:t>, Misión Permanente ante la Organización Mundial del Comercio (OMC), Geneva</w:t>
      </w:r>
    </w:p>
    <w:p w14:paraId="03DB613D" w14:textId="77777777" w:rsidR="006D38FB" w:rsidRPr="006977DB" w:rsidRDefault="006D38FB" w:rsidP="006D38FB">
      <w:pPr>
        <w:rPr>
          <w:lang w:val="es-ES"/>
        </w:rPr>
      </w:pPr>
      <w:hyperlink r:id="rId57">
        <w:r w:rsidRPr="06E90D92">
          <w:rPr>
            <w:rStyle w:val="Hyperlink"/>
            <w:lang w:val="es-ES"/>
          </w:rPr>
          <w:t>coralia.osegueda@economia.gob.sv</w:t>
        </w:r>
      </w:hyperlink>
      <w:r w:rsidRPr="06E90D92">
        <w:rPr>
          <w:u w:val="single"/>
          <w:lang w:val="es-ES"/>
        </w:rPr>
        <w:t xml:space="preserve"> </w:t>
      </w:r>
    </w:p>
    <w:p w14:paraId="3C21664D" w14:textId="77777777" w:rsidR="006D38FB" w:rsidRDefault="006D38FB" w:rsidP="00FD0AD9">
      <w:pPr>
        <w:rPr>
          <w:szCs w:val="22"/>
        </w:rPr>
      </w:pPr>
    </w:p>
    <w:p w14:paraId="6E3BBEEA" w14:textId="77777777" w:rsidR="006D38FB" w:rsidRDefault="006D38FB" w:rsidP="00FD0AD9">
      <w:pPr>
        <w:rPr>
          <w:szCs w:val="22"/>
        </w:rPr>
      </w:pPr>
    </w:p>
    <w:p w14:paraId="009880BD" w14:textId="77777777" w:rsidR="00FD0AD9" w:rsidRPr="00E04D4E" w:rsidRDefault="00FD0AD9" w:rsidP="00FD0AD9">
      <w:pPr>
        <w:rPr>
          <w:szCs w:val="22"/>
          <w:u w:val="single"/>
          <w:lang w:val="es-ES"/>
        </w:rPr>
      </w:pPr>
      <w:r w:rsidRPr="00E04D4E">
        <w:rPr>
          <w:szCs w:val="22"/>
          <w:u w:val="single"/>
          <w:lang w:val="es-ES"/>
        </w:rPr>
        <w:t>ÉQUATEUR/ECUADOR</w:t>
      </w:r>
    </w:p>
    <w:p w14:paraId="758F8B61" w14:textId="77777777" w:rsidR="00FD0AD9" w:rsidRPr="00E04D4E" w:rsidRDefault="00FD0AD9" w:rsidP="00FD0AD9">
      <w:pPr>
        <w:rPr>
          <w:szCs w:val="22"/>
          <w:u w:val="single"/>
          <w:lang w:val="es-ES"/>
        </w:rPr>
      </w:pPr>
    </w:p>
    <w:p w14:paraId="1EE2F556" w14:textId="77777777" w:rsidR="00FD0AD9" w:rsidRPr="00E04D4E" w:rsidRDefault="00FD0AD9" w:rsidP="00FD0AD9">
      <w:pPr>
        <w:rPr>
          <w:szCs w:val="22"/>
          <w:lang w:val="es-ES"/>
        </w:rPr>
      </w:pPr>
      <w:r w:rsidRPr="00E04D4E">
        <w:rPr>
          <w:szCs w:val="22"/>
          <w:lang w:val="es-ES"/>
        </w:rPr>
        <w:t xml:space="preserve">Paulina del Consuelo MOSQUERA HIDALGO (Sra.), </w:t>
      </w:r>
      <w:proofErr w:type="gramStart"/>
      <w:r w:rsidRPr="00E04D4E">
        <w:rPr>
          <w:szCs w:val="22"/>
          <w:lang w:val="es-ES"/>
        </w:rPr>
        <w:t>Directora Nacional</w:t>
      </w:r>
      <w:proofErr w:type="gramEnd"/>
      <w:r w:rsidRPr="00E04D4E">
        <w:rPr>
          <w:szCs w:val="22"/>
          <w:lang w:val="es-ES"/>
        </w:rPr>
        <w:t>, Dirección Nacional de Biodiversidad, Conocimientos Tradicionales y Obtenciones de Variedades Vegetales, Servicio Nacional de Derechos Intelectuales (SENADI), Quito</w:t>
      </w:r>
    </w:p>
    <w:p w14:paraId="03EAB53E" w14:textId="559F4D47" w:rsidR="00FD0AD9" w:rsidRPr="00E04D4E" w:rsidRDefault="00880C4C" w:rsidP="00FD0AD9">
      <w:pPr>
        <w:rPr>
          <w:szCs w:val="22"/>
          <w:lang w:val="es-ES"/>
        </w:rPr>
      </w:pPr>
      <w:hyperlink r:id="rId58" w:history="1">
        <w:r w:rsidRPr="001F5753">
          <w:rPr>
            <w:rStyle w:val="Hyperlink"/>
            <w:szCs w:val="22"/>
            <w:lang w:val="es-ES"/>
          </w:rPr>
          <w:t>pcmosquera@senadi.gob.ec</w:t>
        </w:r>
      </w:hyperlink>
      <w:r>
        <w:rPr>
          <w:szCs w:val="22"/>
          <w:u w:val="single"/>
          <w:lang w:val="es-ES"/>
        </w:rPr>
        <w:t xml:space="preserve"> </w:t>
      </w:r>
    </w:p>
    <w:p w14:paraId="5E37CC8F" w14:textId="77777777" w:rsidR="00FD0AD9" w:rsidRDefault="00FD0AD9" w:rsidP="00FD0AD9">
      <w:pPr>
        <w:rPr>
          <w:szCs w:val="22"/>
          <w:lang w:val="es-ES"/>
        </w:rPr>
      </w:pPr>
    </w:p>
    <w:p w14:paraId="41F74B69" w14:textId="77777777" w:rsidR="00FB1959" w:rsidRPr="006977DB" w:rsidRDefault="00FB1959" w:rsidP="00FB1959">
      <w:pPr>
        <w:rPr>
          <w:szCs w:val="22"/>
          <w:lang w:val="es-ES"/>
        </w:rPr>
      </w:pPr>
      <w:r w:rsidRPr="006977DB">
        <w:rPr>
          <w:szCs w:val="22"/>
          <w:lang w:val="es-ES"/>
        </w:rPr>
        <w:t xml:space="preserve">Ligia Fanny UTITIAJ ANKUASH (Sra.), Tercera </w:t>
      </w:r>
      <w:proofErr w:type="gramStart"/>
      <w:r w:rsidRPr="006977DB">
        <w:rPr>
          <w:szCs w:val="22"/>
          <w:lang w:val="es-ES"/>
        </w:rPr>
        <w:t>Secretaria</w:t>
      </w:r>
      <w:proofErr w:type="gramEnd"/>
      <w:r w:rsidRPr="006977DB">
        <w:rPr>
          <w:szCs w:val="22"/>
          <w:lang w:val="es-ES"/>
        </w:rPr>
        <w:t>, Misión Permanente ante la Organización Mundial del Comercio (OMC), Ginebra</w:t>
      </w:r>
    </w:p>
    <w:p w14:paraId="4714CEB1" w14:textId="77777777" w:rsidR="00FB1959" w:rsidRPr="006977DB" w:rsidRDefault="00FB1959" w:rsidP="00FB1959">
      <w:pPr>
        <w:rPr>
          <w:szCs w:val="22"/>
          <w:lang w:val="es-ES"/>
        </w:rPr>
      </w:pPr>
      <w:hyperlink r:id="rId59">
        <w:r w:rsidRPr="25491500">
          <w:rPr>
            <w:rStyle w:val="Hyperlink"/>
            <w:lang w:val="es-ES"/>
          </w:rPr>
          <w:t>lutitiaj@cancilleria.gob.ec</w:t>
        </w:r>
      </w:hyperlink>
    </w:p>
    <w:p w14:paraId="72806032" w14:textId="77777777" w:rsidR="00FB1959" w:rsidRPr="00E04D4E" w:rsidRDefault="00FB1959" w:rsidP="00FD0AD9">
      <w:pPr>
        <w:rPr>
          <w:szCs w:val="22"/>
          <w:lang w:val="es-ES"/>
        </w:rPr>
      </w:pPr>
    </w:p>
    <w:p w14:paraId="1DAF7D44" w14:textId="77777777" w:rsidR="00FD0AD9" w:rsidRPr="00E04D4E" w:rsidRDefault="00FD0AD9" w:rsidP="00FD0AD9">
      <w:pPr>
        <w:rPr>
          <w:szCs w:val="22"/>
          <w:lang w:val="es-ES"/>
        </w:rPr>
      </w:pPr>
    </w:p>
    <w:p w14:paraId="70656215" w14:textId="77777777" w:rsidR="00FD0AD9" w:rsidRPr="00E04D4E" w:rsidRDefault="00FD0AD9" w:rsidP="00FD0AD9">
      <w:pPr>
        <w:rPr>
          <w:szCs w:val="22"/>
          <w:u w:val="single"/>
          <w:lang w:val="es-ES"/>
        </w:rPr>
      </w:pPr>
      <w:r w:rsidRPr="00E04D4E">
        <w:rPr>
          <w:szCs w:val="22"/>
          <w:u w:val="single"/>
          <w:lang w:val="es-ES"/>
        </w:rPr>
        <w:t>ESPAGNE/SPAIN</w:t>
      </w:r>
    </w:p>
    <w:p w14:paraId="7C70AB4C" w14:textId="77777777" w:rsidR="00FD0AD9" w:rsidRPr="00E04D4E" w:rsidRDefault="00FD0AD9" w:rsidP="00FD0AD9">
      <w:pPr>
        <w:rPr>
          <w:szCs w:val="22"/>
          <w:u w:val="single"/>
          <w:lang w:val="es-ES"/>
        </w:rPr>
      </w:pPr>
    </w:p>
    <w:p w14:paraId="5DFDEC39" w14:textId="77777777" w:rsidR="00EC5E46" w:rsidRDefault="00EC5E46" w:rsidP="00EC5E46">
      <w:pPr>
        <w:rPr>
          <w:szCs w:val="22"/>
          <w:lang w:val="es-ES"/>
        </w:rPr>
      </w:pPr>
      <w:r w:rsidRPr="00E04D4E">
        <w:rPr>
          <w:szCs w:val="22"/>
          <w:lang w:val="es-ES"/>
        </w:rPr>
        <w:t xml:space="preserve">Cecilia MAGRO (Sra.), </w:t>
      </w:r>
      <w:proofErr w:type="gramStart"/>
      <w:r w:rsidRPr="00E04D4E">
        <w:rPr>
          <w:szCs w:val="22"/>
          <w:lang w:val="es-ES"/>
        </w:rPr>
        <w:t>Subdirectora</w:t>
      </w:r>
      <w:proofErr w:type="gramEnd"/>
      <w:r w:rsidRPr="00E04D4E">
        <w:rPr>
          <w:szCs w:val="22"/>
          <w:lang w:val="es-ES"/>
        </w:rPr>
        <w:t xml:space="preserve"> Adjunta, Subdirección General de Propiedad Intelectual, Ministerio de Cultura, Madrid</w:t>
      </w:r>
    </w:p>
    <w:p w14:paraId="7345F10B" w14:textId="77777777" w:rsidR="00EC5E46" w:rsidRPr="00E04D4E" w:rsidRDefault="00EC5E46" w:rsidP="00EC5E46">
      <w:pPr>
        <w:rPr>
          <w:szCs w:val="22"/>
          <w:lang w:val="es-ES"/>
        </w:rPr>
      </w:pPr>
    </w:p>
    <w:p w14:paraId="4C1BD595" w14:textId="77777777" w:rsidR="00FD0AD9" w:rsidRPr="00E04D4E" w:rsidRDefault="00FD0AD9" w:rsidP="00FD0AD9">
      <w:pPr>
        <w:rPr>
          <w:szCs w:val="22"/>
          <w:lang w:val="es-ES"/>
        </w:rPr>
      </w:pPr>
      <w:r w:rsidRPr="00E04D4E">
        <w:rPr>
          <w:szCs w:val="22"/>
          <w:lang w:val="es-ES"/>
        </w:rPr>
        <w:t xml:space="preserve">Maria Covadonga PERLADO DIEZ (Sra.), </w:t>
      </w:r>
      <w:proofErr w:type="gramStart"/>
      <w:r w:rsidRPr="00E04D4E">
        <w:rPr>
          <w:szCs w:val="22"/>
          <w:lang w:val="es-ES"/>
        </w:rPr>
        <w:t>Jefa</w:t>
      </w:r>
      <w:proofErr w:type="gramEnd"/>
      <w:r w:rsidRPr="00E04D4E">
        <w:rPr>
          <w:szCs w:val="22"/>
          <w:lang w:val="es-ES"/>
        </w:rPr>
        <w:t>, Área de Relaciones Internacionales, Departamento de Relaciones Internacionales, Oficina Española de Patentes y Marcas (OEPM), Ministerio de Industria y Turismo, Madrid</w:t>
      </w:r>
    </w:p>
    <w:p w14:paraId="62DD8467" w14:textId="0FB0CA56" w:rsidR="00FD0AD9" w:rsidRDefault="00846B2A" w:rsidP="00FD0AD9">
      <w:pPr>
        <w:rPr>
          <w:szCs w:val="22"/>
          <w:u w:val="single"/>
          <w:lang w:val="es-ES"/>
        </w:rPr>
      </w:pPr>
      <w:hyperlink r:id="rId60" w:history="1">
        <w:r w:rsidRPr="001F5753">
          <w:rPr>
            <w:rStyle w:val="Hyperlink"/>
            <w:szCs w:val="22"/>
            <w:lang w:val="es-ES"/>
          </w:rPr>
          <w:t>covadonga.perlado@oepm.es</w:t>
        </w:r>
      </w:hyperlink>
    </w:p>
    <w:p w14:paraId="5534D2BF" w14:textId="77777777" w:rsidR="00846B2A" w:rsidRPr="00E04D4E" w:rsidRDefault="00846B2A" w:rsidP="00FD0AD9">
      <w:pPr>
        <w:rPr>
          <w:szCs w:val="22"/>
          <w:lang w:val="es-ES"/>
        </w:rPr>
      </w:pPr>
    </w:p>
    <w:p w14:paraId="551DEB5D" w14:textId="77777777" w:rsidR="00846B2A" w:rsidRPr="00E04D4E" w:rsidRDefault="00846B2A" w:rsidP="00846B2A">
      <w:pPr>
        <w:rPr>
          <w:szCs w:val="22"/>
          <w:lang w:val="es-ES"/>
        </w:rPr>
      </w:pPr>
      <w:r w:rsidRPr="00E04D4E">
        <w:rPr>
          <w:szCs w:val="22"/>
          <w:lang w:val="es-ES"/>
        </w:rPr>
        <w:t xml:space="preserve">María del Carmen MARTÍNEZ DE LA PEÑA (Sra.), </w:t>
      </w:r>
      <w:proofErr w:type="gramStart"/>
      <w:r w:rsidRPr="00E04D4E">
        <w:rPr>
          <w:szCs w:val="22"/>
          <w:lang w:val="es-ES"/>
        </w:rPr>
        <w:t>Consejera</w:t>
      </w:r>
      <w:proofErr w:type="gramEnd"/>
      <w:r w:rsidRPr="00E04D4E">
        <w:rPr>
          <w:szCs w:val="22"/>
          <w:lang w:val="es-ES"/>
        </w:rPr>
        <w:t>, Misión Permanente, Ginebra</w:t>
      </w:r>
    </w:p>
    <w:p w14:paraId="77DB215A" w14:textId="2BF4E2F8" w:rsidR="00846B2A" w:rsidRPr="00E04D4E" w:rsidRDefault="00846B2A" w:rsidP="00846B2A">
      <w:pPr>
        <w:rPr>
          <w:szCs w:val="22"/>
          <w:lang w:val="es-ES"/>
        </w:rPr>
      </w:pPr>
      <w:hyperlink r:id="rId61" w:history="1">
        <w:r w:rsidRPr="001F5753">
          <w:rPr>
            <w:rStyle w:val="Hyperlink"/>
            <w:szCs w:val="22"/>
            <w:lang w:val="es-ES"/>
          </w:rPr>
          <w:t>carmen.martinez@maec.es</w:t>
        </w:r>
      </w:hyperlink>
      <w:r>
        <w:rPr>
          <w:szCs w:val="22"/>
          <w:u w:val="single"/>
          <w:lang w:val="es-ES"/>
        </w:rPr>
        <w:t xml:space="preserve"> </w:t>
      </w:r>
    </w:p>
    <w:p w14:paraId="672D4400" w14:textId="77777777" w:rsidR="00FD0AD9" w:rsidRPr="00E04D4E" w:rsidRDefault="00FD0AD9" w:rsidP="00FD0AD9">
      <w:pPr>
        <w:rPr>
          <w:szCs w:val="22"/>
          <w:lang w:val="es-ES"/>
        </w:rPr>
      </w:pPr>
    </w:p>
    <w:p w14:paraId="4E969302" w14:textId="77777777" w:rsidR="00FD0AD9" w:rsidRPr="00E04D4E" w:rsidRDefault="00FD0AD9" w:rsidP="00FD0AD9">
      <w:pPr>
        <w:rPr>
          <w:szCs w:val="22"/>
          <w:lang w:val="es-ES"/>
        </w:rPr>
      </w:pPr>
      <w:r w:rsidRPr="00E04D4E">
        <w:rPr>
          <w:szCs w:val="22"/>
          <w:lang w:val="es-ES"/>
        </w:rPr>
        <w:t>Cristina GRANDA BARRIO (Sra.), Experta, Unidad de Derecho de Autor, Ministerio de Cultura, Madrid</w:t>
      </w:r>
    </w:p>
    <w:p w14:paraId="019299DC" w14:textId="1A030EF6" w:rsidR="00FD0AD9" w:rsidRPr="00E04D4E" w:rsidRDefault="00846B2A" w:rsidP="00FD0AD9">
      <w:pPr>
        <w:rPr>
          <w:szCs w:val="22"/>
          <w:lang w:val="es-ES"/>
        </w:rPr>
      </w:pPr>
      <w:hyperlink r:id="rId62" w:history="1">
        <w:r w:rsidRPr="001F5753">
          <w:rPr>
            <w:rStyle w:val="Hyperlink"/>
            <w:szCs w:val="22"/>
            <w:lang w:val="es-ES"/>
          </w:rPr>
          <w:t>cristina.granda@cultura.gob.es</w:t>
        </w:r>
      </w:hyperlink>
      <w:r>
        <w:rPr>
          <w:szCs w:val="22"/>
          <w:u w:val="single"/>
          <w:lang w:val="es-ES"/>
        </w:rPr>
        <w:t xml:space="preserve"> </w:t>
      </w:r>
    </w:p>
    <w:p w14:paraId="70253023" w14:textId="77777777" w:rsidR="00FD0AD9" w:rsidRPr="00E04D4E" w:rsidRDefault="00FD0AD9" w:rsidP="00FD0AD9">
      <w:pPr>
        <w:rPr>
          <w:szCs w:val="22"/>
          <w:lang w:val="es-ES"/>
        </w:rPr>
      </w:pPr>
    </w:p>
    <w:p w14:paraId="3356BD8C" w14:textId="77777777" w:rsidR="00FD0AD9" w:rsidRPr="00E04D4E" w:rsidRDefault="00FD0AD9" w:rsidP="00FD0AD9">
      <w:pPr>
        <w:rPr>
          <w:szCs w:val="22"/>
          <w:lang w:val="es-ES"/>
        </w:rPr>
      </w:pPr>
    </w:p>
    <w:p w14:paraId="21B27A1B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ESTONIE/ESTONIA</w:t>
      </w:r>
    </w:p>
    <w:p w14:paraId="570313E8" w14:textId="77777777" w:rsidR="00FD0AD9" w:rsidRPr="009C308F" w:rsidRDefault="00FD0AD9" w:rsidP="00FD0AD9">
      <w:pPr>
        <w:rPr>
          <w:szCs w:val="22"/>
          <w:u w:val="single"/>
        </w:rPr>
      </w:pPr>
    </w:p>
    <w:p w14:paraId="2C1F8AAB" w14:textId="77777777" w:rsidR="00FD0AD9" w:rsidRDefault="00FD0AD9" w:rsidP="00FD0AD9">
      <w:pPr>
        <w:rPr>
          <w:szCs w:val="22"/>
        </w:rPr>
      </w:pPr>
      <w:r>
        <w:rPr>
          <w:szCs w:val="22"/>
        </w:rPr>
        <w:t>Cady RIVERA (Ms.), Head, Intellectual Property Law Department, The Estonian Patent Office, Tallinn</w:t>
      </w:r>
    </w:p>
    <w:p w14:paraId="51177E5D" w14:textId="3F3C50AC" w:rsidR="00FD0AD9" w:rsidRDefault="00E7764E" w:rsidP="00FD0AD9">
      <w:pPr>
        <w:rPr>
          <w:szCs w:val="22"/>
          <w:u w:val="single"/>
          <w:lang w:val="fr-CH"/>
        </w:rPr>
      </w:pPr>
      <w:hyperlink r:id="rId63" w:history="1">
        <w:r w:rsidRPr="001F5753">
          <w:rPr>
            <w:rStyle w:val="Hyperlink"/>
            <w:szCs w:val="22"/>
            <w:lang w:val="fr-CH"/>
          </w:rPr>
          <w:t>cadykaisa.rivera@epa.ee</w:t>
        </w:r>
      </w:hyperlink>
    </w:p>
    <w:p w14:paraId="7AD04FE9" w14:textId="77777777" w:rsidR="00E7764E" w:rsidRDefault="00E7764E" w:rsidP="00FD0AD9">
      <w:pPr>
        <w:rPr>
          <w:szCs w:val="22"/>
          <w:u w:val="single"/>
          <w:lang w:val="fr-CH"/>
        </w:rPr>
      </w:pPr>
    </w:p>
    <w:p w14:paraId="3105FE99" w14:textId="1C112CF0" w:rsidR="00E7764E" w:rsidRPr="00372725" w:rsidRDefault="00170700" w:rsidP="00170700">
      <w:pPr>
        <w:rPr>
          <w:szCs w:val="22"/>
          <w:u w:val="single"/>
        </w:rPr>
      </w:pPr>
      <w:proofErr w:type="spellStart"/>
      <w:r w:rsidRPr="00170700">
        <w:rPr>
          <w:szCs w:val="22"/>
          <w:lang w:val="pt-BR"/>
        </w:rPr>
        <w:t>Piret</w:t>
      </w:r>
      <w:proofErr w:type="spellEnd"/>
      <w:r w:rsidRPr="00170700">
        <w:rPr>
          <w:szCs w:val="22"/>
          <w:lang w:val="pt-BR"/>
        </w:rPr>
        <w:t xml:space="preserve"> </w:t>
      </w:r>
      <w:r>
        <w:rPr>
          <w:szCs w:val="22"/>
          <w:lang w:val="pt-BR"/>
        </w:rPr>
        <w:t>U</w:t>
      </w:r>
      <w:r>
        <w:rPr>
          <w:szCs w:val="22"/>
          <w:lang w:val="pt-BR"/>
        </w:rPr>
        <w:t xml:space="preserve">RB (Ms.), </w:t>
      </w:r>
      <w:proofErr w:type="spellStart"/>
      <w:r w:rsidRPr="00033976">
        <w:rPr>
          <w:szCs w:val="22"/>
          <w:lang w:val="pt-BR"/>
        </w:rPr>
        <w:t>Counsellor</w:t>
      </w:r>
      <w:proofErr w:type="spellEnd"/>
      <w:r w:rsidR="00372725">
        <w:rPr>
          <w:szCs w:val="22"/>
          <w:lang w:val="pt-BR"/>
        </w:rPr>
        <w:t>, Permanent Mission, Geneva</w:t>
      </w:r>
    </w:p>
    <w:p w14:paraId="31EC64E6" w14:textId="77777777" w:rsidR="00E7764E" w:rsidRPr="00372725" w:rsidRDefault="00E7764E" w:rsidP="00FD0AD9">
      <w:pPr>
        <w:rPr>
          <w:szCs w:val="22"/>
        </w:rPr>
      </w:pPr>
    </w:p>
    <w:p w14:paraId="73673C35" w14:textId="77777777" w:rsidR="00FD0AD9" w:rsidRPr="00372725" w:rsidRDefault="00FD0AD9" w:rsidP="00FD0AD9">
      <w:pPr>
        <w:rPr>
          <w:szCs w:val="22"/>
        </w:rPr>
      </w:pPr>
    </w:p>
    <w:p w14:paraId="5A7DB750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ETATS-UNIS D'AMÉRIQUE/UNITED STATES OF AMERICA</w:t>
      </w:r>
    </w:p>
    <w:p w14:paraId="23EE4DDC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0FA7313D" w14:textId="77777777" w:rsidR="008A3F90" w:rsidRDefault="008A3F90" w:rsidP="008A3F90">
      <w:pPr>
        <w:rPr>
          <w:szCs w:val="22"/>
        </w:rPr>
      </w:pPr>
      <w:r>
        <w:rPr>
          <w:szCs w:val="22"/>
        </w:rPr>
        <w:t>Emily LANZA (Ms.), Senior Counsel, United States Copyright Office, Washington, D.C.</w:t>
      </w:r>
    </w:p>
    <w:p w14:paraId="1C18AA8F" w14:textId="0BC35D9A" w:rsidR="008A3F90" w:rsidRDefault="008A3F90" w:rsidP="008A3F90">
      <w:pPr>
        <w:rPr>
          <w:szCs w:val="22"/>
          <w:u w:val="single"/>
        </w:rPr>
      </w:pPr>
      <w:hyperlink r:id="rId64" w:history="1">
        <w:r w:rsidRPr="001F5753">
          <w:rPr>
            <w:rStyle w:val="Hyperlink"/>
            <w:szCs w:val="22"/>
          </w:rPr>
          <w:t>emla@copyright.gov</w:t>
        </w:r>
      </w:hyperlink>
    </w:p>
    <w:p w14:paraId="581B981B" w14:textId="77777777" w:rsidR="008A3F90" w:rsidRDefault="008A3F90" w:rsidP="008A3F90">
      <w:pPr>
        <w:rPr>
          <w:szCs w:val="22"/>
        </w:rPr>
      </w:pPr>
    </w:p>
    <w:p w14:paraId="04BA586B" w14:textId="213965B1" w:rsidR="00F431D4" w:rsidRDefault="00F431D4" w:rsidP="00F431D4">
      <w:pPr>
        <w:rPr>
          <w:szCs w:val="22"/>
        </w:rPr>
      </w:pPr>
      <w:r>
        <w:rPr>
          <w:szCs w:val="22"/>
        </w:rPr>
        <w:t>Amanda CORCOS (Ms.), Senior Advisor, United States Department of State, Washington</w:t>
      </w:r>
      <w:r w:rsidR="00153C50">
        <w:rPr>
          <w:szCs w:val="22"/>
        </w:rPr>
        <w:t>, D.C.</w:t>
      </w:r>
    </w:p>
    <w:p w14:paraId="7BDEC4FA" w14:textId="77777777" w:rsidR="00F431D4" w:rsidRDefault="00F431D4" w:rsidP="00F431D4">
      <w:pPr>
        <w:rPr>
          <w:szCs w:val="22"/>
          <w:u w:val="single"/>
        </w:rPr>
      </w:pPr>
      <w:hyperlink r:id="rId65" w:history="1">
        <w:r w:rsidRPr="001F5753">
          <w:rPr>
            <w:rStyle w:val="Hyperlink"/>
            <w:szCs w:val="22"/>
          </w:rPr>
          <w:t>corcosa@state.gov</w:t>
        </w:r>
      </w:hyperlink>
      <w:r>
        <w:rPr>
          <w:szCs w:val="22"/>
          <w:u w:val="single"/>
        </w:rPr>
        <w:t xml:space="preserve"> </w:t>
      </w:r>
    </w:p>
    <w:p w14:paraId="6DE64AE0" w14:textId="77777777" w:rsidR="00F431D4" w:rsidRDefault="00F431D4" w:rsidP="00F431D4">
      <w:pPr>
        <w:rPr>
          <w:szCs w:val="22"/>
        </w:rPr>
      </w:pPr>
    </w:p>
    <w:p w14:paraId="082DA394" w14:textId="77777777" w:rsidR="00FD0AD9" w:rsidRDefault="00FD0AD9" w:rsidP="00FD0AD9">
      <w:pPr>
        <w:rPr>
          <w:szCs w:val="22"/>
        </w:rPr>
      </w:pPr>
      <w:r>
        <w:rPr>
          <w:szCs w:val="22"/>
        </w:rPr>
        <w:t>Michael BUCKLER (Mr.), Patent Attorney, United States Patent and Trademark Office (USPTO), Office of Policy and International Affairs, Department of Commerce, Alexandria</w:t>
      </w:r>
    </w:p>
    <w:p w14:paraId="59E91026" w14:textId="3527F628" w:rsidR="00FD0AD9" w:rsidRDefault="00233E43" w:rsidP="00FD0AD9">
      <w:pPr>
        <w:rPr>
          <w:szCs w:val="22"/>
        </w:rPr>
      </w:pPr>
      <w:hyperlink r:id="rId66" w:history="1">
        <w:r w:rsidRPr="001F5753">
          <w:rPr>
            <w:rStyle w:val="Hyperlink"/>
            <w:szCs w:val="22"/>
          </w:rPr>
          <w:t>michael.buckler@uspto.gov</w:t>
        </w:r>
      </w:hyperlink>
      <w:r>
        <w:rPr>
          <w:szCs w:val="22"/>
          <w:u w:val="single"/>
        </w:rPr>
        <w:t xml:space="preserve"> </w:t>
      </w:r>
    </w:p>
    <w:p w14:paraId="5D1D6229" w14:textId="77777777" w:rsidR="00FD0AD9" w:rsidRDefault="00FD0AD9" w:rsidP="00FD0AD9">
      <w:pPr>
        <w:rPr>
          <w:szCs w:val="22"/>
        </w:rPr>
      </w:pPr>
    </w:p>
    <w:p w14:paraId="4B4BAF5D" w14:textId="77777777" w:rsidR="00FD0AD9" w:rsidRDefault="00FD0AD9" w:rsidP="00FD0AD9">
      <w:pPr>
        <w:rPr>
          <w:szCs w:val="22"/>
        </w:rPr>
      </w:pPr>
      <w:r>
        <w:rPr>
          <w:szCs w:val="22"/>
        </w:rPr>
        <w:t>Susan ANTHONY (Ms.), Attorney-Advisor, Office of Policy and International Affairs (OPIA), United States Patent and Trademark Office (USPTO), Alexandria</w:t>
      </w:r>
    </w:p>
    <w:p w14:paraId="31934EEA" w14:textId="2E9D4066" w:rsidR="00FD0AD9" w:rsidRDefault="00233E43" w:rsidP="00FD0AD9">
      <w:pPr>
        <w:rPr>
          <w:szCs w:val="22"/>
        </w:rPr>
      </w:pPr>
      <w:hyperlink r:id="rId67" w:history="1">
        <w:r w:rsidRPr="001F5753">
          <w:rPr>
            <w:rStyle w:val="Hyperlink"/>
            <w:szCs w:val="22"/>
          </w:rPr>
          <w:t>susan.anthony@uspto.gov</w:t>
        </w:r>
      </w:hyperlink>
      <w:r>
        <w:rPr>
          <w:szCs w:val="22"/>
          <w:u w:val="single"/>
        </w:rPr>
        <w:t xml:space="preserve"> </w:t>
      </w:r>
    </w:p>
    <w:p w14:paraId="7B472F76" w14:textId="77777777" w:rsidR="00FD0AD9" w:rsidRDefault="00FD0AD9" w:rsidP="00FD0AD9">
      <w:pPr>
        <w:rPr>
          <w:szCs w:val="22"/>
        </w:rPr>
      </w:pPr>
    </w:p>
    <w:p w14:paraId="32841D3B" w14:textId="77777777" w:rsidR="00FD0AD9" w:rsidRDefault="00FD0AD9" w:rsidP="00FD0AD9">
      <w:pPr>
        <w:rPr>
          <w:szCs w:val="22"/>
        </w:rPr>
      </w:pPr>
      <w:r>
        <w:rPr>
          <w:szCs w:val="22"/>
        </w:rPr>
        <w:t>Aurelia SCHULTZ (Ms.), Attorney-Advisor, United States Patent and Trademark Office (USPTO), Department of Commerce, Alexandria</w:t>
      </w:r>
    </w:p>
    <w:p w14:paraId="41834394" w14:textId="77777777" w:rsidR="003B2A58" w:rsidRDefault="003B2A58" w:rsidP="00FD0AD9">
      <w:pPr>
        <w:rPr>
          <w:szCs w:val="22"/>
        </w:rPr>
      </w:pPr>
    </w:p>
    <w:p w14:paraId="1E2C3477" w14:textId="77777777" w:rsidR="003B2A58" w:rsidRDefault="003B2A58" w:rsidP="003B2A58">
      <w:pPr>
        <w:rPr>
          <w:szCs w:val="22"/>
        </w:rPr>
      </w:pPr>
      <w:r>
        <w:rPr>
          <w:szCs w:val="22"/>
        </w:rPr>
        <w:t xml:space="preserve">Marina LAMM (Ms.), Intellectual Property Attaché, </w:t>
      </w:r>
      <w:r w:rsidRPr="00446CF9">
        <w:rPr>
          <w:szCs w:val="22"/>
        </w:rPr>
        <w:t>Multilateral Economic and Political Affairs (MEPA),</w:t>
      </w:r>
      <w:r>
        <w:rPr>
          <w:szCs w:val="22"/>
        </w:rPr>
        <w:t xml:space="preserve"> Permanent Mission, Geneva</w:t>
      </w:r>
    </w:p>
    <w:p w14:paraId="11622705" w14:textId="77777777" w:rsidR="00FD0AD9" w:rsidRDefault="00FD0AD9" w:rsidP="00FD0AD9">
      <w:pPr>
        <w:rPr>
          <w:szCs w:val="22"/>
        </w:rPr>
      </w:pPr>
    </w:p>
    <w:p w14:paraId="7D7FA256" w14:textId="77777777" w:rsidR="00FD0AD9" w:rsidRDefault="00FD0AD9" w:rsidP="00FD0AD9">
      <w:pPr>
        <w:rPr>
          <w:szCs w:val="22"/>
        </w:rPr>
      </w:pPr>
    </w:p>
    <w:p w14:paraId="2483ADF0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ÉTHIOPIE/ETHIOPIA</w:t>
      </w:r>
    </w:p>
    <w:p w14:paraId="6AB48ADB" w14:textId="77777777" w:rsidR="00FD0AD9" w:rsidRPr="009C308F" w:rsidRDefault="00FD0AD9" w:rsidP="00FD0AD9">
      <w:pPr>
        <w:rPr>
          <w:szCs w:val="22"/>
          <w:u w:val="single"/>
        </w:rPr>
      </w:pPr>
    </w:p>
    <w:p w14:paraId="2B3FD604" w14:textId="136F7C6C" w:rsidR="00FD0AD9" w:rsidRDefault="00FD0AD9" w:rsidP="00FD0AD9">
      <w:pPr>
        <w:rPr>
          <w:szCs w:val="22"/>
        </w:rPr>
      </w:pPr>
      <w:r>
        <w:rPr>
          <w:szCs w:val="22"/>
        </w:rPr>
        <w:t xml:space="preserve">Frew Hailu WENDIMNEH (Mr.), Legal Executive Officer, Legal </w:t>
      </w:r>
      <w:r w:rsidR="00F431D4">
        <w:rPr>
          <w:szCs w:val="22"/>
        </w:rPr>
        <w:t>Department</w:t>
      </w:r>
      <w:r>
        <w:rPr>
          <w:szCs w:val="22"/>
        </w:rPr>
        <w:t>, Ethiopian Intellectual Property Authority (EIPA), Addis Ababa</w:t>
      </w:r>
    </w:p>
    <w:p w14:paraId="4B0224DB" w14:textId="19FFF8BD" w:rsidR="00FD0AD9" w:rsidRPr="00E04D4E" w:rsidRDefault="00F431D4" w:rsidP="00FD0AD9">
      <w:pPr>
        <w:rPr>
          <w:szCs w:val="22"/>
          <w:lang w:val="fr-CH"/>
        </w:rPr>
      </w:pPr>
      <w:hyperlink r:id="rId68" w:history="1">
        <w:r w:rsidRPr="001F5753">
          <w:rPr>
            <w:rStyle w:val="Hyperlink"/>
            <w:szCs w:val="22"/>
            <w:lang w:val="fr-CH"/>
          </w:rPr>
          <w:t>frewha@gmail.com</w:t>
        </w:r>
      </w:hyperlink>
      <w:r>
        <w:rPr>
          <w:szCs w:val="22"/>
          <w:u w:val="single"/>
          <w:lang w:val="fr-CH"/>
        </w:rPr>
        <w:t xml:space="preserve"> </w:t>
      </w:r>
    </w:p>
    <w:p w14:paraId="2C4CB163" w14:textId="77777777" w:rsidR="00FD0AD9" w:rsidRPr="00E04D4E" w:rsidRDefault="00FD0AD9" w:rsidP="00FD0AD9">
      <w:pPr>
        <w:rPr>
          <w:szCs w:val="22"/>
          <w:lang w:val="fr-CH"/>
        </w:rPr>
      </w:pPr>
    </w:p>
    <w:p w14:paraId="153DF5EA" w14:textId="77777777" w:rsidR="00FD0AD9" w:rsidRPr="00E04D4E" w:rsidRDefault="00FD0AD9" w:rsidP="00FD0AD9">
      <w:pPr>
        <w:rPr>
          <w:szCs w:val="22"/>
          <w:lang w:val="fr-CH"/>
        </w:rPr>
      </w:pPr>
    </w:p>
    <w:p w14:paraId="050FC869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FÉDÉRATION DE RUSSIE/RUSSIAN FEDERATION</w:t>
      </w:r>
    </w:p>
    <w:p w14:paraId="498812AD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4425DF65" w14:textId="77777777" w:rsidR="00E117F2" w:rsidRDefault="00E117F2" w:rsidP="00E117F2">
      <w:pPr>
        <w:rPr>
          <w:szCs w:val="22"/>
        </w:rPr>
      </w:pPr>
      <w:r>
        <w:rPr>
          <w:szCs w:val="22"/>
        </w:rPr>
        <w:t>Elena TOMASHEVSKAYA (Ms.), Senior Researcher, Scientific Research Sector, Scientific and Educational Center, Federal Institute of Industrial Property (FIIP), Moscow</w:t>
      </w:r>
    </w:p>
    <w:p w14:paraId="7BF7ED65" w14:textId="1C4310FC" w:rsidR="00E117F2" w:rsidRDefault="00E117F2" w:rsidP="00E117F2">
      <w:pPr>
        <w:rPr>
          <w:szCs w:val="22"/>
          <w:u w:val="single"/>
        </w:rPr>
      </w:pPr>
      <w:hyperlink r:id="rId69" w:history="1">
        <w:r w:rsidRPr="00E117F2">
          <w:rPr>
            <w:rStyle w:val="Hyperlink"/>
            <w:szCs w:val="22"/>
          </w:rPr>
          <w:t>elenatomash@gmail.com</w:t>
        </w:r>
      </w:hyperlink>
      <w:r w:rsidRPr="00E117F2">
        <w:rPr>
          <w:szCs w:val="22"/>
          <w:u w:val="single"/>
        </w:rPr>
        <w:t xml:space="preserve"> </w:t>
      </w:r>
    </w:p>
    <w:p w14:paraId="3E2F35AA" w14:textId="77777777" w:rsidR="00E117F2" w:rsidRPr="00E117F2" w:rsidRDefault="00E117F2" w:rsidP="00E117F2">
      <w:pPr>
        <w:rPr>
          <w:szCs w:val="22"/>
        </w:rPr>
      </w:pPr>
    </w:p>
    <w:p w14:paraId="18D7BA41" w14:textId="77777777" w:rsidR="00E117F2" w:rsidRDefault="00E117F2" w:rsidP="00E117F2">
      <w:pPr>
        <w:rPr>
          <w:szCs w:val="22"/>
        </w:rPr>
      </w:pPr>
      <w:r>
        <w:rPr>
          <w:szCs w:val="22"/>
        </w:rPr>
        <w:t>Ekaterina PAVLOVA (Ms.), Senior Specialist, Multilateral Cooperation Division, International Cooperation Department, Federal Service for Intellectual Property (ROSPATENT), Moscow</w:t>
      </w:r>
    </w:p>
    <w:p w14:paraId="69B1DFE9" w14:textId="77777777" w:rsidR="00E117F2" w:rsidRDefault="00E117F2" w:rsidP="00E117F2">
      <w:pPr>
        <w:rPr>
          <w:szCs w:val="22"/>
        </w:rPr>
      </w:pPr>
    </w:p>
    <w:p w14:paraId="044148F9" w14:textId="77777777" w:rsidR="00FD0AD9" w:rsidRDefault="00FD0AD9" w:rsidP="00FD0AD9">
      <w:pPr>
        <w:rPr>
          <w:szCs w:val="22"/>
        </w:rPr>
      </w:pPr>
      <w:proofErr w:type="spellStart"/>
      <w:r>
        <w:rPr>
          <w:szCs w:val="22"/>
        </w:rPr>
        <w:t>Evgeniia</w:t>
      </w:r>
      <w:proofErr w:type="spellEnd"/>
      <w:r>
        <w:rPr>
          <w:szCs w:val="22"/>
        </w:rPr>
        <w:t xml:space="preserve"> KOROBENKOVA (Ms.), Adviser, Multilateral Cooperation Division, International Cooperation Department, Federal Service for Intellectual Property (ROSPATENT), Moscow</w:t>
      </w:r>
    </w:p>
    <w:p w14:paraId="57992EEE" w14:textId="77777777" w:rsidR="00FD0AD9" w:rsidRDefault="00FD0AD9" w:rsidP="00FD0AD9">
      <w:pPr>
        <w:rPr>
          <w:szCs w:val="22"/>
        </w:rPr>
      </w:pPr>
    </w:p>
    <w:p w14:paraId="2AAA3C53" w14:textId="77777777" w:rsidR="00FD0AD9" w:rsidRDefault="00FD0AD9" w:rsidP="00FD0AD9">
      <w:pPr>
        <w:rPr>
          <w:szCs w:val="22"/>
        </w:rPr>
      </w:pPr>
      <w:r>
        <w:rPr>
          <w:szCs w:val="22"/>
        </w:rPr>
        <w:t>Anastasiia TOROPOVA (Ms.), Second Secretary, Permanent Mission, Geneva</w:t>
      </w:r>
    </w:p>
    <w:p w14:paraId="5FD90A27" w14:textId="77777777" w:rsidR="00FD0AD9" w:rsidRDefault="00FD0AD9" w:rsidP="00FD0AD9">
      <w:pPr>
        <w:rPr>
          <w:szCs w:val="22"/>
        </w:rPr>
      </w:pPr>
    </w:p>
    <w:p w14:paraId="480BF5A5" w14:textId="77777777" w:rsidR="00FD0AD9" w:rsidRPr="00E04D4E" w:rsidRDefault="00FD0AD9" w:rsidP="00FD0AD9">
      <w:pPr>
        <w:rPr>
          <w:szCs w:val="22"/>
          <w:lang w:val="fr-CH"/>
        </w:rPr>
      </w:pPr>
    </w:p>
    <w:p w14:paraId="0DDBA365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FIDJI/FIJI</w:t>
      </w:r>
    </w:p>
    <w:p w14:paraId="3E18151C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3CEEAE96" w14:textId="77777777" w:rsidR="00FD0AD9" w:rsidRPr="00E04D4E" w:rsidRDefault="00FD0AD9" w:rsidP="00FD0AD9">
      <w:pPr>
        <w:rPr>
          <w:szCs w:val="22"/>
          <w:lang w:val="fr-CH"/>
        </w:rPr>
      </w:pPr>
      <w:proofErr w:type="spellStart"/>
      <w:r w:rsidRPr="00E04D4E">
        <w:rPr>
          <w:szCs w:val="22"/>
          <w:lang w:val="fr-CH"/>
        </w:rPr>
        <w:t>Bulou</w:t>
      </w:r>
      <w:proofErr w:type="spellEnd"/>
      <w:r w:rsidRPr="00E04D4E">
        <w:rPr>
          <w:szCs w:val="22"/>
          <w:lang w:val="fr-CH"/>
        </w:rPr>
        <w:t xml:space="preserve"> </w:t>
      </w:r>
      <w:proofErr w:type="spellStart"/>
      <w:r w:rsidRPr="00E04D4E">
        <w:rPr>
          <w:szCs w:val="22"/>
          <w:lang w:val="fr-CH"/>
        </w:rPr>
        <w:t>Keleni</w:t>
      </w:r>
      <w:proofErr w:type="spellEnd"/>
      <w:r w:rsidRPr="00E04D4E">
        <w:rPr>
          <w:szCs w:val="22"/>
          <w:lang w:val="fr-CH"/>
        </w:rPr>
        <w:t xml:space="preserve"> SERUVATU (Ms.), chargé d'affaires </w:t>
      </w:r>
      <w:proofErr w:type="spellStart"/>
      <w:r w:rsidRPr="00E04D4E">
        <w:rPr>
          <w:szCs w:val="22"/>
          <w:lang w:val="fr-CH"/>
        </w:rPr>
        <w:t>a.i</w:t>
      </w:r>
      <w:proofErr w:type="spellEnd"/>
      <w:r w:rsidRPr="00E04D4E">
        <w:rPr>
          <w:szCs w:val="22"/>
          <w:lang w:val="fr-CH"/>
        </w:rPr>
        <w:t xml:space="preserve">., </w:t>
      </w:r>
      <w:proofErr w:type="spellStart"/>
      <w:r w:rsidRPr="00E04D4E">
        <w:rPr>
          <w:szCs w:val="22"/>
          <w:lang w:val="fr-CH"/>
        </w:rPr>
        <w:t>Deputy</w:t>
      </w:r>
      <w:proofErr w:type="spellEnd"/>
      <w:r w:rsidRPr="00E04D4E">
        <w:rPr>
          <w:szCs w:val="22"/>
          <w:lang w:val="fr-CH"/>
        </w:rPr>
        <w:t xml:space="preserve"> Permanent Representative, Permanent Mission, Geneva</w:t>
      </w:r>
    </w:p>
    <w:p w14:paraId="2BAC7B0C" w14:textId="6EDD9E64" w:rsidR="00FD0AD9" w:rsidRPr="00E04D4E" w:rsidRDefault="00533BF6" w:rsidP="00FD0AD9">
      <w:pPr>
        <w:rPr>
          <w:szCs w:val="22"/>
          <w:lang w:val="fr-CH"/>
        </w:rPr>
      </w:pPr>
      <w:hyperlink r:id="rId70" w:history="1">
        <w:r w:rsidRPr="001F5753">
          <w:rPr>
            <w:rStyle w:val="Hyperlink"/>
            <w:szCs w:val="22"/>
            <w:lang w:val="fr-CH"/>
          </w:rPr>
          <w:t>keleni.seruvatu@fijiprunog.ch</w:t>
        </w:r>
      </w:hyperlink>
      <w:r>
        <w:rPr>
          <w:szCs w:val="22"/>
          <w:u w:val="single"/>
          <w:lang w:val="fr-CH"/>
        </w:rPr>
        <w:t xml:space="preserve"> </w:t>
      </w:r>
    </w:p>
    <w:p w14:paraId="7D4359D2" w14:textId="77777777" w:rsidR="00533BF6" w:rsidRPr="00E04D4E" w:rsidRDefault="00533BF6" w:rsidP="00FD0AD9">
      <w:pPr>
        <w:rPr>
          <w:szCs w:val="22"/>
          <w:lang w:val="fr-CH"/>
        </w:rPr>
      </w:pPr>
    </w:p>
    <w:p w14:paraId="5BDD6DE5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FINLANDE/FINLAND</w:t>
      </w:r>
    </w:p>
    <w:p w14:paraId="58CDD1D1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6AF72C3E" w14:textId="77777777" w:rsidR="00FD0AD9" w:rsidRDefault="00FD0AD9" w:rsidP="00FD0AD9">
      <w:pPr>
        <w:rPr>
          <w:szCs w:val="22"/>
        </w:rPr>
      </w:pPr>
      <w:r>
        <w:rPr>
          <w:szCs w:val="22"/>
        </w:rPr>
        <w:t>Anna VUOPALA (Ms.), Senior Ministerial Adviser, Copyright and Audiovisual Culture, Ministry of Education and Culture, Helsinki</w:t>
      </w:r>
    </w:p>
    <w:p w14:paraId="27694741" w14:textId="64A63C95" w:rsidR="00FD0AD9" w:rsidRDefault="003C5069" w:rsidP="00FD0AD9">
      <w:pPr>
        <w:rPr>
          <w:szCs w:val="22"/>
        </w:rPr>
      </w:pPr>
      <w:hyperlink r:id="rId71" w:history="1">
        <w:r w:rsidRPr="001F5753">
          <w:rPr>
            <w:rStyle w:val="Hyperlink"/>
            <w:szCs w:val="22"/>
          </w:rPr>
          <w:t>anna.vuopala@gov.fi</w:t>
        </w:r>
      </w:hyperlink>
      <w:r>
        <w:rPr>
          <w:szCs w:val="22"/>
          <w:u w:val="single"/>
        </w:rPr>
        <w:t xml:space="preserve"> </w:t>
      </w:r>
    </w:p>
    <w:p w14:paraId="0CDF3E7D" w14:textId="77777777" w:rsidR="00FD0AD9" w:rsidRDefault="00FD0AD9" w:rsidP="00FD0AD9">
      <w:pPr>
        <w:rPr>
          <w:szCs w:val="22"/>
        </w:rPr>
      </w:pPr>
    </w:p>
    <w:p w14:paraId="5E54347A" w14:textId="77777777" w:rsidR="00490688" w:rsidRDefault="00490688" w:rsidP="00490688">
      <w:pPr>
        <w:rPr>
          <w:szCs w:val="22"/>
        </w:rPr>
      </w:pPr>
      <w:r>
        <w:rPr>
          <w:szCs w:val="22"/>
        </w:rPr>
        <w:t>Jukka LIEDES (Mr.), Special Adviser to the Government, Department for Art and Cultural Policy, Division for Copyright Policy and Audiovisual Culture, Ministry of Education and Culture, Helsinki</w:t>
      </w:r>
    </w:p>
    <w:p w14:paraId="5F6E0DA7" w14:textId="77777777" w:rsidR="00490688" w:rsidRDefault="00490688" w:rsidP="00490688">
      <w:pPr>
        <w:rPr>
          <w:szCs w:val="22"/>
          <w:u w:val="single"/>
        </w:rPr>
      </w:pPr>
      <w:hyperlink r:id="rId72" w:history="1">
        <w:r w:rsidRPr="001F5753">
          <w:rPr>
            <w:rStyle w:val="Hyperlink"/>
            <w:szCs w:val="22"/>
          </w:rPr>
          <w:t>jukka@liedes.fi</w:t>
        </w:r>
      </w:hyperlink>
    </w:p>
    <w:p w14:paraId="638DE7AE" w14:textId="77777777" w:rsidR="00490688" w:rsidRDefault="00490688" w:rsidP="00490688">
      <w:pPr>
        <w:rPr>
          <w:szCs w:val="22"/>
          <w:u w:val="single"/>
        </w:rPr>
      </w:pPr>
    </w:p>
    <w:p w14:paraId="511C56F0" w14:textId="77777777" w:rsidR="003C5069" w:rsidRDefault="003C5069" w:rsidP="003C5069">
      <w:pPr>
        <w:rPr>
          <w:szCs w:val="22"/>
        </w:rPr>
      </w:pPr>
      <w:r>
        <w:rPr>
          <w:szCs w:val="22"/>
        </w:rPr>
        <w:t>Kalle VARIS (Mr.), Senior Legal Expert, Sámi Parliament, Muonio</w:t>
      </w:r>
    </w:p>
    <w:p w14:paraId="472486CB" w14:textId="6A465031" w:rsidR="003C5069" w:rsidRPr="00490688" w:rsidRDefault="003C5069" w:rsidP="003C5069">
      <w:pPr>
        <w:rPr>
          <w:szCs w:val="22"/>
          <w:u w:val="single"/>
        </w:rPr>
      </w:pPr>
      <w:hyperlink r:id="rId73" w:history="1">
        <w:r w:rsidRPr="003C5069">
          <w:rPr>
            <w:rStyle w:val="Hyperlink"/>
            <w:szCs w:val="22"/>
          </w:rPr>
          <w:t>kalle.varis@gmail.com</w:t>
        </w:r>
      </w:hyperlink>
    </w:p>
    <w:p w14:paraId="41DB83A9" w14:textId="77777777" w:rsidR="00040149" w:rsidRDefault="00040149" w:rsidP="00FD0AD9">
      <w:pPr>
        <w:rPr>
          <w:szCs w:val="22"/>
          <w:u w:val="single"/>
          <w:lang w:val="es-ES"/>
        </w:rPr>
      </w:pPr>
    </w:p>
    <w:p w14:paraId="1DAED63A" w14:textId="77777777" w:rsidR="001305A4" w:rsidRPr="001305A4" w:rsidRDefault="001305A4" w:rsidP="00FD0AD9">
      <w:pPr>
        <w:rPr>
          <w:szCs w:val="22"/>
          <w:u w:val="single"/>
          <w:lang w:val="es-ES"/>
        </w:rPr>
      </w:pPr>
    </w:p>
    <w:p w14:paraId="2095EFC3" w14:textId="39D52AE6" w:rsidR="00FD0AD9" w:rsidRPr="001305A4" w:rsidRDefault="00FD0AD9" w:rsidP="00FD0AD9">
      <w:pPr>
        <w:rPr>
          <w:szCs w:val="22"/>
          <w:u w:val="single"/>
          <w:lang w:val="es-ES"/>
        </w:rPr>
      </w:pPr>
      <w:r w:rsidRPr="001305A4">
        <w:rPr>
          <w:szCs w:val="22"/>
          <w:u w:val="single"/>
          <w:lang w:val="es-ES"/>
        </w:rPr>
        <w:t>FRANCE</w:t>
      </w:r>
    </w:p>
    <w:p w14:paraId="331BD199" w14:textId="77777777" w:rsidR="00FD0AD9" w:rsidRPr="001305A4" w:rsidRDefault="00FD0AD9" w:rsidP="00FD0AD9">
      <w:pPr>
        <w:rPr>
          <w:szCs w:val="22"/>
          <w:u w:val="single"/>
          <w:lang w:val="es-ES"/>
        </w:rPr>
      </w:pPr>
    </w:p>
    <w:p w14:paraId="4CE24B81" w14:textId="77777777" w:rsidR="003315B5" w:rsidRPr="00E04D4E" w:rsidRDefault="003315B5" w:rsidP="003315B5">
      <w:pPr>
        <w:rPr>
          <w:szCs w:val="22"/>
          <w:lang w:val="fr-CH"/>
        </w:rPr>
      </w:pPr>
      <w:r w:rsidRPr="00E04D4E">
        <w:rPr>
          <w:szCs w:val="22"/>
          <w:lang w:val="fr-CH"/>
        </w:rPr>
        <w:t xml:space="preserve">Anne LE MORVAN (Mme), cheffe, Bureau de la propriété intellectuelle, Service des affaires juridiques et internationales, </w:t>
      </w:r>
      <w:proofErr w:type="gramStart"/>
      <w:r w:rsidRPr="00E04D4E">
        <w:rPr>
          <w:szCs w:val="22"/>
          <w:lang w:val="fr-CH"/>
        </w:rPr>
        <w:t>Ministère de la culture</w:t>
      </w:r>
      <w:proofErr w:type="gramEnd"/>
      <w:r w:rsidRPr="00E04D4E">
        <w:rPr>
          <w:szCs w:val="22"/>
          <w:lang w:val="fr-CH"/>
        </w:rPr>
        <w:t>, Paris</w:t>
      </w:r>
    </w:p>
    <w:p w14:paraId="20777FEA" w14:textId="77777777" w:rsidR="003315B5" w:rsidRPr="00E04D4E" w:rsidRDefault="003315B5" w:rsidP="003315B5">
      <w:pPr>
        <w:rPr>
          <w:szCs w:val="22"/>
          <w:lang w:val="fr-CH"/>
        </w:rPr>
      </w:pPr>
    </w:p>
    <w:p w14:paraId="2372E4A3" w14:textId="77777777" w:rsidR="003315B5" w:rsidRPr="00E04D4E" w:rsidRDefault="003315B5" w:rsidP="003315B5">
      <w:pPr>
        <w:rPr>
          <w:szCs w:val="22"/>
          <w:lang w:val="fr-CH"/>
        </w:rPr>
      </w:pPr>
      <w:proofErr w:type="spellStart"/>
      <w:r w:rsidRPr="00E04D4E">
        <w:rPr>
          <w:szCs w:val="22"/>
          <w:lang w:val="fr-CH"/>
        </w:rPr>
        <w:t>Jeremie</w:t>
      </w:r>
      <w:proofErr w:type="spellEnd"/>
      <w:r w:rsidRPr="00E04D4E">
        <w:rPr>
          <w:szCs w:val="22"/>
          <w:lang w:val="fr-CH"/>
        </w:rPr>
        <w:t xml:space="preserve"> PETIT (M.), chef, Pôle affaires économiques et enjeux globaux, Direction des nations unies, Paris</w:t>
      </w:r>
    </w:p>
    <w:p w14:paraId="09BA16A3" w14:textId="77777777" w:rsidR="003315B5" w:rsidRDefault="003315B5" w:rsidP="003315B5">
      <w:pPr>
        <w:rPr>
          <w:szCs w:val="22"/>
          <w:u w:val="single"/>
          <w:lang w:val="fr-CH"/>
        </w:rPr>
      </w:pPr>
      <w:hyperlink r:id="rId74" w:history="1">
        <w:r w:rsidRPr="001F5753">
          <w:rPr>
            <w:rStyle w:val="Hyperlink"/>
            <w:szCs w:val="22"/>
            <w:lang w:val="fr-CH"/>
          </w:rPr>
          <w:t>jeremie.petit@diplomatie.gouv.fr</w:t>
        </w:r>
      </w:hyperlink>
      <w:r>
        <w:rPr>
          <w:szCs w:val="22"/>
          <w:u w:val="single"/>
          <w:lang w:val="fr-CH"/>
        </w:rPr>
        <w:t xml:space="preserve"> </w:t>
      </w:r>
    </w:p>
    <w:p w14:paraId="0F5EA229" w14:textId="77777777" w:rsidR="003315B5" w:rsidRPr="00E04D4E" w:rsidRDefault="003315B5" w:rsidP="003315B5">
      <w:pPr>
        <w:rPr>
          <w:szCs w:val="22"/>
          <w:lang w:val="fr-CH"/>
        </w:rPr>
      </w:pPr>
    </w:p>
    <w:p w14:paraId="23AEB1A9" w14:textId="77777777" w:rsidR="00FD0AD9" w:rsidRPr="00E04D4E" w:rsidRDefault="00FD0AD9" w:rsidP="00FD0AD9">
      <w:pPr>
        <w:rPr>
          <w:szCs w:val="22"/>
          <w:lang w:val="fr-CH"/>
        </w:rPr>
      </w:pPr>
      <w:r w:rsidRPr="00E04D4E">
        <w:rPr>
          <w:szCs w:val="22"/>
          <w:lang w:val="fr-CH"/>
        </w:rPr>
        <w:t xml:space="preserve">Alice GUERINOT (Mme), rédactrice propriété intellectuelle, Direction de la diplomatie économique, Ministère de </w:t>
      </w:r>
      <w:proofErr w:type="spellStart"/>
      <w:r w:rsidRPr="00E04D4E">
        <w:rPr>
          <w:szCs w:val="22"/>
          <w:lang w:val="fr-CH"/>
        </w:rPr>
        <w:t>l'europe</w:t>
      </w:r>
      <w:proofErr w:type="spellEnd"/>
      <w:r w:rsidRPr="00E04D4E">
        <w:rPr>
          <w:szCs w:val="22"/>
          <w:lang w:val="fr-CH"/>
        </w:rPr>
        <w:t xml:space="preserve"> et des affaires étrangères, Paris</w:t>
      </w:r>
    </w:p>
    <w:p w14:paraId="2A11542B" w14:textId="125D68A9" w:rsidR="00FD0AD9" w:rsidRPr="00E04D4E" w:rsidRDefault="003315B5" w:rsidP="00FD0AD9">
      <w:pPr>
        <w:rPr>
          <w:szCs w:val="22"/>
          <w:lang w:val="fr-CH"/>
        </w:rPr>
      </w:pPr>
      <w:hyperlink r:id="rId75" w:history="1">
        <w:r w:rsidRPr="001F5753">
          <w:rPr>
            <w:rStyle w:val="Hyperlink"/>
            <w:szCs w:val="22"/>
            <w:lang w:val="fr-CH"/>
          </w:rPr>
          <w:t>alice.guerinot@diplomatie.gouv.fr</w:t>
        </w:r>
      </w:hyperlink>
      <w:r>
        <w:rPr>
          <w:szCs w:val="22"/>
          <w:u w:val="single"/>
          <w:lang w:val="fr-CH"/>
        </w:rPr>
        <w:t xml:space="preserve"> </w:t>
      </w:r>
    </w:p>
    <w:p w14:paraId="0B582D20" w14:textId="77777777" w:rsidR="003315B5" w:rsidRDefault="003315B5" w:rsidP="003315B5">
      <w:pPr>
        <w:rPr>
          <w:szCs w:val="22"/>
          <w:lang w:val="fr-CH"/>
        </w:rPr>
      </w:pPr>
    </w:p>
    <w:p w14:paraId="65F6C03B" w14:textId="268D0727" w:rsidR="003315B5" w:rsidRPr="00E04D4E" w:rsidRDefault="003315B5" w:rsidP="003315B5">
      <w:pPr>
        <w:rPr>
          <w:szCs w:val="22"/>
          <w:lang w:val="fr-CH"/>
        </w:rPr>
      </w:pPr>
      <w:r w:rsidRPr="00E04D4E">
        <w:rPr>
          <w:szCs w:val="22"/>
          <w:lang w:val="fr-CH"/>
        </w:rPr>
        <w:t>Carole BREMEERSCH (Mme), conseillère propriété intellectuelle, Mission permanente, Genève</w:t>
      </w:r>
    </w:p>
    <w:p w14:paraId="6F75FE13" w14:textId="77777777" w:rsidR="00FD0AD9" w:rsidRPr="00E04D4E" w:rsidRDefault="00FD0AD9" w:rsidP="00FD0AD9">
      <w:pPr>
        <w:rPr>
          <w:szCs w:val="22"/>
          <w:lang w:val="fr-CH"/>
        </w:rPr>
      </w:pPr>
    </w:p>
    <w:p w14:paraId="1CA114B1" w14:textId="77777777" w:rsidR="00FD0AD9" w:rsidRPr="00E04D4E" w:rsidRDefault="00FD0AD9" w:rsidP="00FD0AD9">
      <w:pPr>
        <w:rPr>
          <w:szCs w:val="22"/>
          <w:lang w:val="fr-CH"/>
        </w:rPr>
      </w:pPr>
      <w:r w:rsidRPr="00E04D4E">
        <w:rPr>
          <w:szCs w:val="22"/>
          <w:lang w:val="fr-CH"/>
        </w:rPr>
        <w:t xml:space="preserve">Maider IGOS (Mme), juriste, service des affaires juridiques et internationales, </w:t>
      </w:r>
      <w:proofErr w:type="gramStart"/>
      <w:r w:rsidRPr="00E04D4E">
        <w:rPr>
          <w:szCs w:val="22"/>
          <w:lang w:val="fr-CH"/>
        </w:rPr>
        <w:t>Ministère de la culture</w:t>
      </w:r>
      <w:proofErr w:type="gramEnd"/>
      <w:r w:rsidRPr="00E04D4E">
        <w:rPr>
          <w:szCs w:val="22"/>
          <w:lang w:val="fr-CH"/>
        </w:rPr>
        <w:t>, Paris</w:t>
      </w:r>
    </w:p>
    <w:p w14:paraId="6AA39274" w14:textId="77777777" w:rsidR="00FD0AD9" w:rsidRPr="00E04D4E" w:rsidRDefault="00FD0AD9" w:rsidP="00FD0AD9">
      <w:pPr>
        <w:rPr>
          <w:szCs w:val="22"/>
          <w:lang w:val="fr-CH"/>
        </w:rPr>
      </w:pPr>
    </w:p>
    <w:p w14:paraId="20366946" w14:textId="77777777" w:rsidR="00FD0AD9" w:rsidRPr="00E04D4E" w:rsidRDefault="00FD0AD9" w:rsidP="00FD0AD9">
      <w:pPr>
        <w:rPr>
          <w:szCs w:val="22"/>
          <w:lang w:val="fr-CH"/>
        </w:rPr>
      </w:pPr>
    </w:p>
    <w:p w14:paraId="627162F1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GHANA</w:t>
      </w:r>
    </w:p>
    <w:p w14:paraId="32EDA074" w14:textId="77777777" w:rsidR="00FD0AD9" w:rsidRPr="009C308F" w:rsidRDefault="00FD0AD9" w:rsidP="00FD0AD9">
      <w:pPr>
        <w:rPr>
          <w:szCs w:val="22"/>
          <w:u w:val="single"/>
        </w:rPr>
      </w:pPr>
    </w:p>
    <w:p w14:paraId="60B90586" w14:textId="77777777" w:rsidR="00544991" w:rsidRDefault="00544991" w:rsidP="00544991">
      <w:pPr>
        <w:rPr>
          <w:szCs w:val="22"/>
        </w:rPr>
      </w:pPr>
      <w:r>
        <w:rPr>
          <w:szCs w:val="22"/>
        </w:rPr>
        <w:t xml:space="preserve">Audrey Akweley </w:t>
      </w:r>
      <w:proofErr w:type="spellStart"/>
      <w:r>
        <w:rPr>
          <w:szCs w:val="22"/>
        </w:rPr>
        <w:t>Yebowaa</w:t>
      </w:r>
      <w:proofErr w:type="spellEnd"/>
      <w:r>
        <w:rPr>
          <w:szCs w:val="22"/>
        </w:rPr>
        <w:t xml:space="preserve"> NEEQUAYE (Ms.), First Secretary, Permanent Mission, Geneva</w:t>
      </w:r>
    </w:p>
    <w:p w14:paraId="26990848" w14:textId="77777777" w:rsidR="00544991" w:rsidRDefault="00544991" w:rsidP="00544991">
      <w:pPr>
        <w:rPr>
          <w:szCs w:val="22"/>
        </w:rPr>
      </w:pPr>
    </w:p>
    <w:p w14:paraId="3997AC6A" w14:textId="552CDCE1" w:rsidR="00FD0AD9" w:rsidRDefault="00FD0AD9" w:rsidP="00FD0AD9">
      <w:pPr>
        <w:rPr>
          <w:szCs w:val="22"/>
        </w:rPr>
      </w:pPr>
      <w:r>
        <w:rPr>
          <w:szCs w:val="22"/>
        </w:rPr>
        <w:t>Hans ADU DAPAAH (Mr.), Professor, Registrar General's Department, Ministry of Justice and Attorney General's Department, Accra</w:t>
      </w:r>
    </w:p>
    <w:p w14:paraId="3C905682" w14:textId="77777777" w:rsidR="00FD0AD9" w:rsidRDefault="00FD0AD9" w:rsidP="00FD0AD9">
      <w:pPr>
        <w:rPr>
          <w:szCs w:val="22"/>
        </w:rPr>
      </w:pPr>
    </w:p>
    <w:p w14:paraId="085386C8" w14:textId="77777777" w:rsidR="00FD0AD9" w:rsidRDefault="00FD0AD9" w:rsidP="00FD0AD9">
      <w:pPr>
        <w:rPr>
          <w:szCs w:val="22"/>
        </w:rPr>
      </w:pPr>
    </w:p>
    <w:p w14:paraId="07665A10" w14:textId="77777777" w:rsidR="00FD0AD9" w:rsidRPr="00E04D4E" w:rsidRDefault="00FD0AD9" w:rsidP="00FD0AD9">
      <w:pPr>
        <w:rPr>
          <w:szCs w:val="22"/>
          <w:u w:val="single"/>
          <w:lang w:val="es-ES"/>
        </w:rPr>
      </w:pPr>
      <w:r w:rsidRPr="00E04D4E">
        <w:rPr>
          <w:szCs w:val="22"/>
          <w:u w:val="single"/>
          <w:lang w:val="es-ES"/>
        </w:rPr>
        <w:t>GUATEMALA</w:t>
      </w:r>
    </w:p>
    <w:p w14:paraId="7C99BC26" w14:textId="77777777" w:rsidR="00FD0AD9" w:rsidRPr="00E04D4E" w:rsidRDefault="00FD0AD9" w:rsidP="00FD0AD9">
      <w:pPr>
        <w:rPr>
          <w:szCs w:val="22"/>
          <w:u w:val="single"/>
          <w:lang w:val="es-ES"/>
        </w:rPr>
      </w:pPr>
    </w:p>
    <w:p w14:paraId="2D002961" w14:textId="77777777" w:rsidR="00354FE4" w:rsidRPr="00E04D4E" w:rsidRDefault="00354FE4" w:rsidP="00354FE4">
      <w:pPr>
        <w:rPr>
          <w:szCs w:val="22"/>
          <w:lang w:val="es-ES"/>
        </w:rPr>
      </w:pPr>
      <w:r w:rsidRPr="00E04D4E">
        <w:rPr>
          <w:szCs w:val="22"/>
          <w:lang w:val="es-ES"/>
        </w:rPr>
        <w:t xml:space="preserve">Flor de Maria GARCÍA DÍAZ (Sra.), </w:t>
      </w:r>
      <w:proofErr w:type="gramStart"/>
      <w:r w:rsidRPr="00E04D4E">
        <w:rPr>
          <w:szCs w:val="22"/>
          <w:lang w:val="es-ES"/>
        </w:rPr>
        <w:t>Consejera</w:t>
      </w:r>
      <w:proofErr w:type="gramEnd"/>
      <w:r w:rsidRPr="00E04D4E">
        <w:rPr>
          <w:szCs w:val="22"/>
          <w:lang w:val="es-ES"/>
        </w:rPr>
        <w:t>, Misión Permanente ante la Organización Mundial del Comercio (OMC), Ginebra</w:t>
      </w:r>
    </w:p>
    <w:p w14:paraId="7A402D40" w14:textId="77777777" w:rsidR="00354FE4" w:rsidRDefault="00354FE4" w:rsidP="00354FE4">
      <w:pPr>
        <w:rPr>
          <w:szCs w:val="22"/>
          <w:u w:val="single"/>
          <w:lang w:val="es-ES"/>
        </w:rPr>
      </w:pPr>
      <w:hyperlink r:id="rId76" w:history="1">
        <w:r w:rsidRPr="00354FE4">
          <w:rPr>
            <w:rStyle w:val="Hyperlink"/>
            <w:szCs w:val="22"/>
            <w:lang w:val="es-ES"/>
          </w:rPr>
          <w:t>flor.garcia@wtoguatemala.ch</w:t>
        </w:r>
      </w:hyperlink>
      <w:r w:rsidRPr="00354FE4">
        <w:rPr>
          <w:szCs w:val="22"/>
          <w:u w:val="single"/>
          <w:lang w:val="es-ES"/>
        </w:rPr>
        <w:t xml:space="preserve"> </w:t>
      </w:r>
    </w:p>
    <w:p w14:paraId="1A099AE8" w14:textId="77777777" w:rsidR="00354FE4" w:rsidRPr="00354FE4" w:rsidRDefault="00354FE4" w:rsidP="00354FE4">
      <w:pPr>
        <w:rPr>
          <w:szCs w:val="22"/>
          <w:lang w:val="es-ES"/>
        </w:rPr>
      </w:pPr>
    </w:p>
    <w:p w14:paraId="30D401AE" w14:textId="77777777" w:rsidR="00FD0AD9" w:rsidRPr="00E04D4E" w:rsidRDefault="00FD0AD9" w:rsidP="00FD0AD9">
      <w:pPr>
        <w:rPr>
          <w:szCs w:val="22"/>
          <w:lang w:val="es-ES"/>
        </w:rPr>
      </w:pPr>
      <w:r w:rsidRPr="00E04D4E">
        <w:rPr>
          <w:szCs w:val="22"/>
          <w:lang w:val="es-ES"/>
        </w:rPr>
        <w:t>Linda CRISTALES (Sra.), Pasante, Misión Permanente ante la Organización Mundial del Comercio (OMC), Ginebra</w:t>
      </w:r>
    </w:p>
    <w:p w14:paraId="50513E10" w14:textId="1511034B" w:rsidR="00FD0AD9" w:rsidRPr="00E04D4E" w:rsidRDefault="00354FE4" w:rsidP="00FD0AD9">
      <w:pPr>
        <w:rPr>
          <w:szCs w:val="22"/>
          <w:lang w:val="es-ES"/>
        </w:rPr>
      </w:pPr>
      <w:hyperlink r:id="rId77" w:history="1">
        <w:r w:rsidRPr="001F5753">
          <w:rPr>
            <w:rStyle w:val="Hyperlink"/>
            <w:szCs w:val="22"/>
            <w:lang w:val="es-ES"/>
          </w:rPr>
          <w:t>pasante.omc@wtoguatemala.ch</w:t>
        </w:r>
      </w:hyperlink>
      <w:r>
        <w:rPr>
          <w:szCs w:val="22"/>
          <w:u w:val="single"/>
          <w:lang w:val="es-ES"/>
        </w:rPr>
        <w:t xml:space="preserve"> </w:t>
      </w:r>
    </w:p>
    <w:p w14:paraId="57C6BB16" w14:textId="77777777" w:rsidR="00FD0AD9" w:rsidRPr="00E04D4E" w:rsidRDefault="00FD0AD9" w:rsidP="00FD0AD9">
      <w:pPr>
        <w:rPr>
          <w:szCs w:val="22"/>
          <w:lang w:val="es-ES"/>
        </w:rPr>
      </w:pPr>
    </w:p>
    <w:p w14:paraId="43166346" w14:textId="77777777" w:rsidR="00FD0AD9" w:rsidRPr="00E04D4E" w:rsidRDefault="00FD0AD9" w:rsidP="00FD0AD9">
      <w:pPr>
        <w:rPr>
          <w:szCs w:val="22"/>
          <w:lang w:val="it-IT"/>
        </w:rPr>
      </w:pPr>
    </w:p>
    <w:p w14:paraId="77B99AAB" w14:textId="77777777" w:rsidR="00FD0AD9" w:rsidRPr="00E04D4E" w:rsidRDefault="00FD0AD9" w:rsidP="00FD0AD9">
      <w:pPr>
        <w:rPr>
          <w:szCs w:val="22"/>
          <w:u w:val="single"/>
          <w:lang w:val="it-IT"/>
        </w:rPr>
      </w:pPr>
      <w:r w:rsidRPr="00E04D4E">
        <w:rPr>
          <w:szCs w:val="22"/>
          <w:u w:val="single"/>
          <w:lang w:val="it-IT"/>
        </w:rPr>
        <w:lastRenderedPageBreak/>
        <w:t>GUINÉE ÉQUATORIALE/EQUATORIAL GUINEA</w:t>
      </w:r>
    </w:p>
    <w:p w14:paraId="266F99AB" w14:textId="77777777" w:rsidR="00FD0AD9" w:rsidRPr="00E04D4E" w:rsidRDefault="00FD0AD9" w:rsidP="00FD0AD9">
      <w:pPr>
        <w:rPr>
          <w:szCs w:val="22"/>
          <w:u w:val="single"/>
          <w:lang w:val="it-IT"/>
        </w:rPr>
      </w:pPr>
    </w:p>
    <w:p w14:paraId="2266FF3A" w14:textId="77777777" w:rsidR="00FD0AD9" w:rsidRPr="00E04D4E" w:rsidRDefault="00FD0AD9" w:rsidP="00FD0AD9">
      <w:pPr>
        <w:rPr>
          <w:szCs w:val="22"/>
          <w:lang w:val="es-ES"/>
        </w:rPr>
      </w:pPr>
      <w:r w:rsidRPr="00E04D4E">
        <w:rPr>
          <w:szCs w:val="22"/>
          <w:lang w:val="es-ES"/>
        </w:rPr>
        <w:t xml:space="preserve">Basilisa </w:t>
      </w:r>
      <w:proofErr w:type="spellStart"/>
      <w:r w:rsidRPr="00E04D4E">
        <w:rPr>
          <w:szCs w:val="22"/>
          <w:lang w:val="es-ES"/>
        </w:rPr>
        <w:t>Nchama</w:t>
      </w:r>
      <w:proofErr w:type="spellEnd"/>
      <w:r w:rsidRPr="00E04D4E">
        <w:rPr>
          <w:szCs w:val="22"/>
          <w:lang w:val="es-ES"/>
        </w:rPr>
        <w:t xml:space="preserve"> NDONG MBEZE (Sra.), </w:t>
      </w:r>
      <w:proofErr w:type="gramStart"/>
      <w:r w:rsidRPr="00E04D4E">
        <w:rPr>
          <w:szCs w:val="22"/>
          <w:lang w:val="es-ES"/>
        </w:rPr>
        <w:t>Jefa</w:t>
      </w:r>
      <w:proofErr w:type="gramEnd"/>
      <w:r w:rsidRPr="00E04D4E">
        <w:rPr>
          <w:szCs w:val="22"/>
          <w:lang w:val="es-ES"/>
        </w:rPr>
        <w:t>, Sección de Documentación, Departamento de Propiedad Intelectual, Consejo de Investigaciones Científicas y Tecnológicas (CICTE), Malabo</w:t>
      </w:r>
    </w:p>
    <w:p w14:paraId="645A2032" w14:textId="04F93B8D" w:rsidR="00FD0AD9" w:rsidRPr="00E04D4E" w:rsidRDefault="007F11F5" w:rsidP="00FD0AD9">
      <w:pPr>
        <w:rPr>
          <w:szCs w:val="22"/>
          <w:lang w:val="fr-CH"/>
        </w:rPr>
      </w:pPr>
      <w:hyperlink r:id="rId78" w:history="1">
        <w:r w:rsidRPr="001F5753">
          <w:rPr>
            <w:rStyle w:val="Hyperlink"/>
            <w:szCs w:val="22"/>
            <w:lang w:val="fr-CH"/>
          </w:rPr>
          <w:t>basindong@gmail.com</w:t>
        </w:r>
      </w:hyperlink>
      <w:r>
        <w:rPr>
          <w:szCs w:val="22"/>
          <w:u w:val="single"/>
          <w:lang w:val="fr-CH"/>
        </w:rPr>
        <w:t xml:space="preserve"> </w:t>
      </w:r>
    </w:p>
    <w:p w14:paraId="70920CFB" w14:textId="77777777" w:rsidR="00FD0AD9" w:rsidRPr="00E04D4E" w:rsidRDefault="00FD0AD9" w:rsidP="00FD0AD9">
      <w:pPr>
        <w:rPr>
          <w:szCs w:val="22"/>
          <w:lang w:val="fr-CH"/>
        </w:rPr>
      </w:pPr>
    </w:p>
    <w:p w14:paraId="2E08EBD3" w14:textId="77777777" w:rsidR="00FD0AD9" w:rsidRPr="00E04D4E" w:rsidRDefault="00FD0AD9" w:rsidP="00FD0AD9">
      <w:pPr>
        <w:rPr>
          <w:szCs w:val="22"/>
          <w:lang w:val="fr-CH"/>
        </w:rPr>
      </w:pPr>
    </w:p>
    <w:p w14:paraId="274BD432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HAÏTI/HAITI</w:t>
      </w:r>
    </w:p>
    <w:p w14:paraId="23185423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7760919C" w14:textId="77777777" w:rsidR="00FD0AD9" w:rsidRPr="00E04D4E" w:rsidRDefault="00FD0AD9" w:rsidP="00FD0AD9">
      <w:pPr>
        <w:rPr>
          <w:szCs w:val="22"/>
          <w:lang w:val="fr-CH"/>
        </w:rPr>
      </w:pPr>
      <w:proofErr w:type="spellStart"/>
      <w:r w:rsidRPr="00E04D4E">
        <w:rPr>
          <w:szCs w:val="22"/>
          <w:lang w:val="fr-CH"/>
        </w:rPr>
        <w:t>Rivka</w:t>
      </w:r>
      <w:proofErr w:type="spellEnd"/>
      <w:r w:rsidRPr="00E04D4E">
        <w:rPr>
          <w:szCs w:val="22"/>
          <w:lang w:val="fr-CH"/>
        </w:rPr>
        <w:t xml:space="preserve"> GABRIEL (Mme), inspectrice senior II, Direction des affaires juridiques (DAJ), Ministère du commerce et de l’industrie (MCI), Port-au-Prince</w:t>
      </w:r>
    </w:p>
    <w:p w14:paraId="4EBF1824" w14:textId="13EA29E7" w:rsidR="00FD0AD9" w:rsidRPr="00E04D4E" w:rsidRDefault="007F11F5" w:rsidP="00FD0AD9">
      <w:pPr>
        <w:rPr>
          <w:szCs w:val="22"/>
          <w:lang w:val="es-ES"/>
        </w:rPr>
      </w:pPr>
      <w:hyperlink r:id="rId79" w:history="1">
        <w:r w:rsidRPr="001F5753">
          <w:rPr>
            <w:rStyle w:val="Hyperlink"/>
            <w:szCs w:val="22"/>
            <w:lang w:val="es-ES"/>
          </w:rPr>
          <w:t>rivkagabr@gmail.com</w:t>
        </w:r>
      </w:hyperlink>
      <w:r>
        <w:rPr>
          <w:szCs w:val="22"/>
          <w:u w:val="single"/>
          <w:lang w:val="es-ES"/>
        </w:rPr>
        <w:t xml:space="preserve"> </w:t>
      </w:r>
    </w:p>
    <w:p w14:paraId="140DEA55" w14:textId="77777777" w:rsidR="00FD0AD9" w:rsidRPr="00E04D4E" w:rsidRDefault="00FD0AD9" w:rsidP="00FD0AD9">
      <w:pPr>
        <w:rPr>
          <w:szCs w:val="22"/>
          <w:lang w:val="es-ES"/>
        </w:rPr>
      </w:pPr>
    </w:p>
    <w:p w14:paraId="74E37CC4" w14:textId="77777777" w:rsidR="00FD0AD9" w:rsidRPr="00E04D4E" w:rsidRDefault="00FD0AD9" w:rsidP="00FD0AD9">
      <w:pPr>
        <w:rPr>
          <w:szCs w:val="22"/>
          <w:lang w:val="es-ES"/>
        </w:rPr>
      </w:pPr>
    </w:p>
    <w:p w14:paraId="56366CC1" w14:textId="77777777" w:rsidR="00FD0AD9" w:rsidRPr="00E04D4E" w:rsidRDefault="00FD0AD9" w:rsidP="00FD0AD9">
      <w:pPr>
        <w:rPr>
          <w:szCs w:val="22"/>
          <w:u w:val="single"/>
          <w:lang w:val="es-ES"/>
        </w:rPr>
      </w:pPr>
      <w:r w:rsidRPr="00E04D4E">
        <w:rPr>
          <w:szCs w:val="22"/>
          <w:u w:val="single"/>
          <w:lang w:val="es-ES"/>
        </w:rPr>
        <w:t>HONDURAS</w:t>
      </w:r>
    </w:p>
    <w:p w14:paraId="00F70434" w14:textId="77777777" w:rsidR="00FD0AD9" w:rsidRPr="00E04D4E" w:rsidRDefault="00FD0AD9" w:rsidP="00FD0AD9">
      <w:pPr>
        <w:rPr>
          <w:szCs w:val="22"/>
          <w:u w:val="single"/>
          <w:lang w:val="es-ES"/>
        </w:rPr>
      </w:pPr>
    </w:p>
    <w:p w14:paraId="1F68FB6F" w14:textId="77777777" w:rsidR="00FD0AD9" w:rsidRPr="00E04D4E" w:rsidRDefault="00FD0AD9" w:rsidP="00FD0AD9">
      <w:pPr>
        <w:rPr>
          <w:szCs w:val="22"/>
          <w:lang w:val="es-ES"/>
        </w:rPr>
      </w:pPr>
      <w:r w:rsidRPr="00E04D4E">
        <w:rPr>
          <w:szCs w:val="22"/>
          <w:lang w:val="es-ES"/>
        </w:rPr>
        <w:t xml:space="preserve">Eduardo CAMPOS NAVAS (Sr.), </w:t>
      </w:r>
      <w:proofErr w:type="gramStart"/>
      <w:r w:rsidRPr="00E04D4E">
        <w:rPr>
          <w:szCs w:val="22"/>
          <w:lang w:val="es-ES"/>
        </w:rPr>
        <w:t>Ministro Consejero</w:t>
      </w:r>
      <w:proofErr w:type="gramEnd"/>
      <w:r w:rsidRPr="00E04D4E">
        <w:rPr>
          <w:szCs w:val="22"/>
          <w:lang w:val="es-ES"/>
        </w:rPr>
        <w:t>, Misión Permanente, Ginebra</w:t>
      </w:r>
    </w:p>
    <w:p w14:paraId="1982A22D" w14:textId="4DFEAB61" w:rsidR="00FD0AD9" w:rsidRPr="00E04D4E" w:rsidRDefault="007F11F5" w:rsidP="00FD0AD9">
      <w:pPr>
        <w:rPr>
          <w:szCs w:val="22"/>
          <w:lang w:val="es-ES"/>
        </w:rPr>
      </w:pPr>
      <w:hyperlink r:id="rId80" w:history="1">
        <w:r w:rsidRPr="001F5753">
          <w:rPr>
            <w:rStyle w:val="Hyperlink"/>
            <w:szCs w:val="22"/>
            <w:lang w:val="es-ES"/>
          </w:rPr>
          <w:t>eduardo.campos@hondurasginebra.ch</w:t>
        </w:r>
      </w:hyperlink>
      <w:r>
        <w:rPr>
          <w:szCs w:val="22"/>
          <w:u w:val="single"/>
          <w:lang w:val="es-ES"/>
        </w:rPr>
        <w:t xml:space="preserve"> </w:t>
      </w:r>
    </w:p>
    <w:p w14:paraId="439456F3" w14:textId="77777777" w:rsidR="00FD0AD9" w:rsidRPr="00E04D4E" w:rsidRDefault="00FD0AD9" w:rsidP="00FD0AD9">
      <w:pPr>
        <w:rPr>
          <w:szCs w:val="22"/>
          <w:lang w:val="es-ES"/>
        </w:rPr>
      </w:pPr>
    </w:p>
    <w:p w14:paraId="2CD88C1F" w14:textId="77777777" w:rsidR="00FD0AD9" w:rsidRPr="00E04D4E" w:rsidRDefault="00FD0AD9" w:rsidP="00FD0AD9">
      <w:pPr>
        <w:rPr>
          <w:szCs w:val="22"/>
          <w:lang w:val="es-ES"/>
        </w:rPr>
      </w:pPr>
      <w:r w:rsidRPr="00E04D4E">
        <w:rPr>
          <w:szCs w:val="22"/>
          <w:lang w:val="es-ES"/>
        </w:rPr>
        <w:t xml:space="preserve">Randolfo GARCÍA SANDOVAL (Sr.), </w:t>
      </w:r>
      <w:proofErr w:type="gramStart"/>
      <w:r w:rsidRPr="00E04D4E">
        <w:rPr>
          <w:szCs w:val="22"/>
          <w:lang w:val="es-ES"/>
        </w:rPr>
        <w:t>Consejero</w:t>
      </w:r>
      <w:proofErr w:type="gramEnd"/>
      <w:r w:rsidRPr="00E04D4E">
        <w:rPr>
          <w:szCs w:val="22"/>
          <w:lang w:val="es-ES"/>
        </w:rPr>
        <w:t>, Misión Permanente, Ginebra</w:t>
      </w:r>
    </w:p>
    <w:p w14:paraId="0A844959" w14:textId="77777777" w:rsidR="00FD0AD9" w:rsidRPr="00E04D4E" w:rsidRDefault="00FD0AD9" w:rsidP="00FD0AD9">
      <w:pPr>
        <w:rPr>
          <w:szCs w:val="22"/>
          <w:lang w:val="es-ES"/>
        </w:rPr>
      </w:pPr>
    </w:p>
    <w:p w14:paraId="0FFE84C5" w14:textId="77777777" w:rsidR="00FD0AD9" w:rsidRPr="00E04D4E" w:rsidRDefault="00FD0AD9" w:rsidP="00FD0AD9">
      <w:pPr>
        <w:rPr>
          <w:szCs w:val="22"/>
          <w:lang w:val="es-ES"/>
        </w:rPr>
      </w:pPr>
    </w:p>
    <w:p w14:paraId="32383E34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HONGRIE/HUNGARY</w:t>
      </w:r>
    </w:p>
    <w:p w14:paraId="32B7130E" w14:textId="77777777" w:rsidR="00FD0AD9" w:rsidRPr="009C308F" w:rsidRDefault="00FD0AD9" w:rsidP="00FD0AD9">
      <w:pPr>
        <w:rPr>
          <w:szCs w:val="22"/>
          <w:u w:val="single"/>
        </w:rPr>
      </w:pPr>
    </w:p>
    <w:p w14:paraId="696760BA" w14:textId="77777777" w:rsidR="007F11F5" w:rsidRDefault="007F11F5" w:rsidP="007F11F5">
      <w:pPr>
        <w:rPr>
          <w:szCs w:val="22"/>
        </w:rPr>
      </w:pPr>
      <w:proofErr w:type="spellStart"/>
      <w:r>
        <w:rPr>
          <w:szCs w:val="22"/>
        </w:rPr>
        <w:t>Krisztna</w:t>
      </w:r>
      <w:proofErr w:type="spellEnd"/>
      <w:r>
        <w:rPr>
          <w:szCs w:val="22"/>
        </w:rPr>
        <w:t xml:space="preserve"> KOVÁCS (Ms.), Senior Advisor, Legal and International Department, Hungarian Intellectual Property Office (HIPO), Budapest</w:t>
      </w:r>
    </w:p>
    <w:p w14:paraId="3DF6B223" w14:textId="741B6459" w:rsidR="007F11F5" w:rsidRDefault="007F11F5" w:rsidP="007F11F5">
      <w:pPr>
        <w:rPr>
          <w:szCs w:val="22"/>
          <w:u w:val="single"/>
        </w:rPr>
      </w:pPr>
      <w:hyperlink r:id="rId81" w:history="1">
        <w:r w:rsidRPr="001F5753">
          <w:rPr>
            <w:rStyle w:val="Hyperlink"/>
            <w:szCs w:val="22"/>
          </w:rPr>
          <w:t>krisztina.kovacs@hipo.gov.hu</w:t>
        </w:r>
      </w:hyperlink>
    </w:p>
    <w:p w14:paraId="1DDA0679" w14:textId="77777777" w:rsidR="007F11F5" w:rsidRDefault="007F11F5" w:rsidP="007F11F5">
      <w:pPr>
        <w:rPr>
          <w:szCs w:val="22"/>
        </w:rPr>
      </w:pPr>
    </w:p>
    <w:p w14:paraId="3462C279" w14:textId="77777777" w:rsidR="00FD0AD9" w:rsidRDefault="00FD0AD9" w:rsidP="00FD0AD9">
      <w:pPr>
        <w:rPr>
          <w:szCs w:val="22"/>
        </w:rPr>
      </w:pPr>
      <w:r>
        <w:rPr>
          <w:szCs w:val="22"/>
        </w:rPr>
        <w:t>Dóra Gabriella BALOGH (Ms.), Legal Officer, Industrial Property Law Section, Hungarian Intellectual Property Office (HIPO), Budapest</w:t>
      </w:r>
    </w:p>
    <w:p w14:paraId="5711292D" w14:textId="10EA26A6" w:rsidR="00FD0AD9" w:rsidRDefault="007F11F5" w:rsidP="00FD0AD9">
      <w:pPr>
        <w:rPr>
          <w:szCs w:val="22"/>
        </w:rPr>
      </w:pPr>
      <w:hyperlink r:id="rId82" w:history="1">
        <w:r w:rsidRPr="001F5753">
          <w:rPr>
            <w:rStyle w:val="Hyperlink"/>
            <w:szCs w:val="22"/>
          </w:rPr>
          <w:t>dora.balogh@hipo.gov.hu</w:t>
        </w:r>
      </w:hyperlink>
      <w:r>
        <w:rPr>
          <w:szCs w:val="22"/>
          <w:u w:val="single"/>
        </w:rPr>
        <w:t xml:space="preserve"> </w:t>
      </w:r>
    </w:p>
    <w:p w14:paraId="3BF7F3B3" w14:textId="77777777" w:rsidR="00FD0AD9" w:rsidRDefault="00FD0AD9" w:rsidP="00FD0AD9">
      <w:pPr>
        <w:rPr>
          <w:szCs w:val="22"/>
        </w:rPr>
      </w:pPr>
    </w:p>
    <w:p w14:paraId="324CF01F" w14:textId="77777777" w:rsidR="00FD0AD9" w:rsidRDefault="00FD0AD9" w:rsidP="00FD0AD9">
      <w:pPr>
        <w:rPr>
          <w:szCs w:val="22"/>
        </w:rPr>
      </w:pPr>
    </w:p>
    <w:p w14:paraId="4CA4A3C9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ILES MARSHALL/MARSHALL ISLANDS</w:t>
      </w:r>
    </w:p>
    <w:p w14:paraId="632C3DA5" w14:textId="77777777" w:rsidR="00FD0AD9" w:rsidRPr="009C308F" w:rsidRDefault="00FD0AD9" w:rsidP="00FD0AD9">
      <w:pPr>
        <w:rPr>
          <w:szCs w:val="22"/>
          <w:u w:val="single"/>
        </w:rPr>
      </w:pPr>
    </w:p>
    <w:p w14:paraId="3345C4CD" w14:textId="77777777" w:rsidR="00FD0AD9" w:rsidRDefault="00FD0AD9" w:rsidP="00FD0AD9">
      <w:pPr>
        <w:rPr>
          <w:szCs w:val="22"/>
        </w:rPr>
      </w:pPr>
      <w:r>
        <w:rPr>
          <w:szCs w:val="22"/>
        </w:rPr>
        <w:t>Johnathen KAWAKAMI (Mr.), Deputy Attorney General, Office of the Attorney General, Ministry of Justice, Majuro</w:t>
      </w:r>
    </w:p>
    <w:p w14:paraId="169BA87E" w14:textId="219F808C" w:rsidR="00FD0AD9" w:rsidRDefault="00552F0D" w:rsidP="00FD0AD9">
      <w:pPr>
        <w:rPr>
          <w:szCs w:val="22"/>
        </w:rPr>
      </w:pPr>
      <w:hyperlink r:id="rId83" w:history="1">
        <w:r w:rsidRPr="001F5753">
          <w:rPr>
            <w:rStyle w:val="Hyperlink"/>
            <w:szCs w:val="22"/>
          </w:rPr>
          <w:t>kawakami.johnathen@rmiagoffice.com</w:t>
        </w:r>
      </w:hyperlink>
      <w:r>
        <w:rPr>
          <w:szCs w:val="22"/>
          <w:u w:val="single"/>
        </w:rPr>
        <w:t xml:space="preserve"> </w:t>
      </w:r>
    </w:p>
    <w:p w14:paraId="6C9BB034" w14:textId="77777777" w:rsidR="00FD0AD9" w:rsidRDefault="00FD0AD9" w:rsidP="00FD0AD9">
      <w:pPr>
        <w:rPr>
          <w:szCs w:val="22"/>
        </w:rPr>
      </w:pPr>
    </w:p>
    <w:p w14:paraId="2BC3B134" w14:textId="77777777" w:rsidR="00FD0AD9" w:rsidRDefault="00FD0AD9" w:rsidP="00FD0AD9">
      <w:pPr>
        <w:rPr>
          <w:szCs w:val="22"/>
        </w:rPr>
      </w:pPr>
      <w:r>
        <w:rPr>
          <w:szCs w:val="22"/>
        </w:rPr>
        <w:t>Stevens TITIML (Mr.), Attaché, Permanent Mission, Geneva</w:t>
      </w:r>
    </w:p>
    <w:p w14:paraId="0D71EA8A" w14:textId="77777777" w:rsidR="00FD0AD9" w:rsidRDefault="00FD0AD9" w:rsidP="00FD0AD9">
      <w:pPr>
        <w:rPr>
          <w:szCs w:val="22"/>
        </w:rPr>
      </w:pPr>
    </w:p>
    <w:p w14:paraId="663F7105" w14:textId="77777777" w:rsidR="00FD0AD9" w:rsidRDefault="00FD0AD9" w:rsidP="00FD0AD9">
      <w:pPr>
        <w:rPr>
          <w:szCs w:val="22"/>
        </w:rPr>
      </w:pPr>
    </w:p>
    <w:p w14:paraId="2ADFB232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INDE/INDIA</w:t>
      </w:r>
    </w:p>
    <w:p w14:paraId="62C3F8C9" w14:textId="77777777" w:rsidR="00FD0AD9" w:rsidRPr="009C308F" w:rsidRDefault="00FD0AD9" w:rsidP="00FD0AD9">
      <w:pPr>
        <w:rPr>
          <w:szCs w:val="22"/>
          <w:u w:val="single"/>
        </w:rPr>
      </w:pPr>
    </w:p>
    <w:p w14:paraId="132C21F2" w14:textId="77777777" w:rsidR="00FD0AD9" w:rsidRDefault="00FD0AD9" w:rsidP="00FD0AD9">
      <w:pPr>
        <w:rPr>
          <w:szCs w:val="22"/>
        </w:rPr>
      </w:pPr>
      <w:r>
        <w:rPr>
          <w:szCs w:val="22"/>
        </w:rPr>
        <w:t>Rekha VIJAYAM (Ms.), Joint Controller, Department for Promotion of Industry and Internal Trade, Ministry of Commerce and Industry, New Delhi</w:t>
      </w:r>
    </w:p>
    <w:p w14:paraId="1F1EFC1C" w14:textId="4FC652C4" w:rsidR="00FD0AD9" w:rsidRDefault="0014774E" w:rsidP="00FD0AD9">
      <w:pPr>
        <w:rPr>
          <w:szCs w:val="22"/>
        </w:rPr>
      </w:pPr>
      <w:hyperlink r:id="rId84" w:history="1">
        <w:r w:rsidRPr="001F5753">
          <w:rPr>
            <w:rStyle w:val="Hyperlink"/>
            <w:szCs w:val="22"/>
          </w:rPr>
          <w:t>rekha.ipo@nic.in</w:t>
        </w:r>
      </w:hyperlink>
      <w:r>
        <w:rPr>
          <w:szCs w:val="22"/>
          <w:u w:val="single"/>
        </w:rPr>
        <w:t xml:space="preserve"> </w:t>
      </w:r>
    </w:p>
    <w:p w14:paraId="02BA84AF" w14:textId="77777777" w:rsidR="00FD0AD9" w:rsidRDefault="00FD0AD9" w:rsidP="00FD0AD9">
      <w:pPr>
        <w:rPr>
          <w:szCs w:val="22"/>
        </w:rPr>
      </w:pPr>
    </w:p>
    <w:p w14:paraId="17329C79" w14:textId="77777777" w:rsidR="0014774E" w:rsidRDefault="0014774E" w:rsidP="0014774E">
      <w:pPr>
        <w:rPr>
          <w:szCs w:val="22"/>
        </w:rPr>
      </w:pPr>
      <w:r>
        <w:rPr>
          <w:szCs w:val="22"/>
        </w:rPr>
        <w:t>Gaurav Kumar THAKUR (Mr.), Counsellor, Permanent Mission, Geneva</w:t>
      </w:r>
    </w:p>
    <w:p w14:paraId="0BA97F7D" w14:textId="40347848" w:rsidR="0014774E" w:rsidRPr="00E04D4E" w:rsidRDefault="0014774E" w:rsidP="0014774E">
      <w:pPr>
        <w:rPr>
          <w:szCs w:val="22"/>
          <w:lang w:val="fr-CH"/>
        </w:rPr>
      </w:pPr>
      <w:hyperlink r:id="rId85" w:history="1">
        <w:r w:rsidRPr="001F5753">
          <w:rPr>
            <w:rStyle w:val="Hyperlink"/>
            <w:szCs w:val="22"/>
            <w:lang w:val="fr-CH"/>
          </w:rPr>
          <w:t>eco.genevapmi@mea.gov.in</w:t>
        </w:r>
      </w:hyperlink>
      <w:r>
        <w:rPr>
          <w:szCs w:val="22"/>
          <w:u w:val="single"/>
          <w:lang w:val="fr-CH"/>
        </w:rPr>
        <w:t xml:space="preserve"> </w:t>
      </w:r>
    </w:p>
    <w:p w14:paraId="4624CE59" w14:textId="77777777" w:rsidR="00FD0AD9" w:rsidRDefault="00FD0AD9" w:rsidP="00FD0AD9">
      <w:pPr>
        <w:rPr>
          <w:szCs w:val="22"/>
        </w:rPr>
      </w:pPr>
    </w:p>
    <w:p w14:paraId="0D0D093F" w14:textId="77777777" w:rsidR="00FD0AD9" w:rsidRDefault="00FD0AD9" w:rsidP="00FD0AD9">
      <w:pPr>
        <w:rPr>
          <w:szCs w:val="22"/>
        </w:rPr>
      </w:pPr>
      <w:r>
        <w:rPr>
          <w:szCs w:val="22"/>
        </w:rPr>
        <w:t>Sumeet GOEL (Mr.), Associate Professor, Traditional Medicine Section, Ministry of Ayush, Goa</w:t>
      </w:r>
    </w:p>
    <w:p w14:paraId="4828725B" w14:textId="39A34DE7" w:rsidR="00FD0AD9" w:rsidRDefault="0014774E" w:rsidP="00FD0AD9">
      <w:pPr>
        <w:rPr>
          <w:szCs w:val="22"/>
        </w:rPr>
      </w:pPr>
      <w:hyperlink r:id="rId86" w:history="1">
        <w:r w:rsidRPr="001F5753">
          <w:rPr>
            <w:rStyle w:val="Hyperlink"/>
            <w:szCs w:val="22"/>
          </w:rPr>
          <w:t>drsumeetgoelped@gmail.com</w:t>
        </w:r>
      </w:hyperlink>
      <w:r>
        <w:rPr>
          <w:szCs w:val="22"/>
          <w:u w:val="single"/>
        </w:rPr>
        <w:t xml:space="preserve"> </w:t>
      </w:r>
    </w:p>
    <w:p w14:paraId="52B7D6F0" w14:textId="77777777" w:rsidR="00FD0AD9" w:rsidRDefault="00FD0AD9" w:rsidP="00FD0AD9">
      <w:pPr>
        <w:rPr>
          <w:szCs w:val="22"/>
        </w:rPr>
      </w:pPr>
    </w:p>
    <w:p w14:paraId="26B7C35C" w14:textId="77777777" w:rsidR="0014774E" w:rsidRDefault="0014774E" w:rsidP="0014774E">
      <w:pPr>
        <w:rPr>
          <w:szCs w:val="22"/>
        </w:rPr>
      </w:pPr>
      <w:r>
        <w:rPr>
          <w:szCs w:val="22"/>
        </w:rPr>
        <w:lastRenderedPageBreak/>
        <w:t xml:space="preserve">Mohit </w:t>
      </w:r>
      <w:proofErr w:type="spellStart"/>
      <w:r>
        <w:rPr>
          <w:szCs w:val="22"/>
        </w:rPr>
        <w:t>MOHIT</w:t>
      </w:r>
      <w:proofErr w:type="spellEnd"/>
      <w:r>
        <w:rPr>
          <w:szCs w:val="22"/>
        </w:rPr>
        <w:t xml:space="preserve"> (Mr.), Senior Examiner of Trademarks, Geographical Indications and Copyright, Office of the Controller General of Patents, Designs and </w:t>
      </w:r>
      <w:proofErr w:type="gramStart"/>
      <w:r>
        <w:rPr>
          <w:szCs w:val="22"/>
        </w:rPr>
        <w:t>Trade Marks</w:t>
      </w:r>
      <w:proofErr w:type="gramEnd"/>
      <w:r>
        <w:rPr>
          <w:szCs w:val="22"/>
        </w:rPr>
        <w:t>, Department for Promotion of Industry and Internal Trade, Ministry of Commerce and Industry, New Delhi</w:t>
      </w:r>
    </w:p>
    <w:p w14:paraId="72CE5E3C" w14:textId="746D2E22" w:rsidR="0014774E" w:rsidRDefault="0014774E" w:rsidP="0014774E">
      <w:pPr>
        <w:rPr>
          <w:szCs w:val="22"/>
          <w:u w:val="single"/>
        </w:rPr>
      </w:pPr>
      <w:hyperlink r:id="rId87" w:history="1">
        <w:r w:rsidRPr="001F5753">
          <w:rPr>
            <w:rStyle w:val="Hyperlink"/>
            <w:szCs w:val="22"/>
          </w:rPr>
          <w:t>mohitdhankar.tmr@gov.in</w:t>
        </w:r>
      </w:hyperlink>
    </w:p>
    <w:p w14:paraId="1B9DD512" w14:textId="77777777" w:rsidR="0014774E" w:rsidRDefault="0014774E" w:rsidP="0014774E">
      <w:pPr>
        <w:rPr>
          <w:szCs w:val="22"/>
        </w:rPr>
      </w:pPr>
    </w:p>
    <w:p w14:paraId="71BD92C5" w14:textId="77777777" w:rsidR="00FD0AD9" w:rsidRDefault="00FD0AD9" w:rsidP="00FD0AD9">
      <w:pPr>
        <w:rPr>
          <w:szCs w:val="22"/>
        </w:rPr>
      </w:pPr>
      <w:r>
        <w:rPr>
          <w:szCs w:val="22"/>
        </w:rPr>
        <w:t>Vijayalakshmi ASTHANA (Ms.), Principal Scientist, Council of Scientific and Industrial Research (CSIR), Ministry of Science and Technology, New Delhi</w:t>
      </w:r>
    </w:p>
    <w:p w14:paraId="10B48AC0" w14:textId="0703F858" w:rsidR="00FD0AD9" w:rsidRDefault="0014774E" w:rsidP="00FD0AD9">
      <w:pPr>
        <w:rPr>
          <w:szCs w:val="22"/>
        </w:rPr>
      </w:pPr>
      <w:hyperlink r:id="rId88" w:history="1">
        <w:r w:rsidRPr="001F5753">
          <w:rPr>
            <w:rStyle w:val="Hyperlink"/>
            <w:szCs w:val="22"/>
          </w:rPr>
          <w:t>viji.asthana@csir.res.in</w:t>
        </w:r>
      </w:hyperlink>
      <w:r>
        <w:rPr>
          <w:szCs w:val="22"/>
          <w:u w:val="single"/>
        </w:rPr>
        <w:t xml:space="preserve"> </w:t>
      </w:r>
    </w:p>
    <w:p w14:paraId="793BB2E6" w14:textId="77777777" w:rsidR="00FD0AD9" w:rsidRDefault="00FD0AD9" w:rsidP="00FD0AD9">
      <w:pPr>
        <w:rPr>
          <w:szCs w:val="22"/>
        </w:rPr>
      </w:pPr>
    </w:p>
    <w:p w14:paraId="7DC6D9D8" w14:textId="77777777" w:rsidR="0014774E" w:rsidRDefault="0014774E" w:rsidP="0014774E">
      <w:pPr>
        <w:rPr>
          <w:szCs w:val="22"/>
        </w:rPr>
      </w:pPr>
      <w:proofErr w:type="spellStart"/>
      <w:r>
        <w:rPr>
          <w:szCs w:val="22"/>
        </w:rPr>
        <w:t>Suchetana</w:t>
      </w:r>
      <w:proofErr w:type="spellEnd"/>
      <w:r>
        <w:rPr>
          <w:szCs w:val="22"/>
        </w:rPr>
        <w:t xml:space="preserve"> BHATTACHARYYA (Ms.), Examiner, Patents and Designs, Department for Promotion of Industry and Internal Trade, Ministry of Commerce and Industry, New Delhi</w:t>
      </w:r>
    </w:p>
    <w:p w14:paraId="50A02668" w14:textId="51719DA3" w:rsidR="0014774E" w:rsidRPr="00425FB6" w:rsidRDefault="0014774E" w:rsidP="0014774E">
      <w:pPr>
        <w:rPr>
          <w:szCs w:val="22"/>
          <w:lang w:val="fr-CH"/>
        </w:rPr>
      </w:pPr>
      <w:hyperlink r:id="rId89" w:history="1">
        <w:r w:rsidRPr="00425FB6">
          <w:rPr>
            <w:rStyle w:val="Hyperlink"/>
            <w:szCs w:val="22"/>
            <w:lang w:val="fr-CH"/>
          </w:rPr>
          <w:t>suchetanab.ipo@gov.in</w:t>
        </w:r>
      </w:hyperlink>
      <w:r w:rsidRPr="00425FB6">
        <w:rPr>
          <w:szCs w:val="22"/>
          <w:u w:val="single"/>
          <w:lang w:val="fr-CH"/>
        </w:rPr>
        <w:t xml:space="preserve"> </w:t>
      </w:r>
    </w:p>
    <w:p w14:paraId="00A3538E" w14:textId="77777777" w:rsidR="00FD0AD9" w:rsidRPr="00425FB6" w:rsidRDefault="00FD0AD9" w:rsidP="00FD0AD9">
      <w:pPr>
        <w:rPr>
          <w:szCs w:val="22"/>
          <w:lang w:val="fr-CH"/>
        </w:rPr>
      </w:pPr>
    </w:p>
    <w:p w14:paraId="07363865" w14:textId="77777777" w:rsidR="00FD0AD9" w:rsidRPr="00E04D4E" w:rsidRDefault="00FD0AD9" w:rsidP="00FD0AD9">
      <w:pPr>
        <w:rPr>
          <w:szCs w:val="22"/>
          <w:lang w:val="fr-CH"/>
        </w:rPr>
      </w:pPr>
    </w:p>
    <w:p w14:paraId="0F9A57D2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IRAN (RÉPUBLIQUE ISLAMIQUE D</w:t>
      </w:r>
      <w:proofErr w:type="gramStart"/>
      <w:r w:rsidRPr="00E04D4E">
        <w:rPr>
          <w:szCs w:val="22"/>
          <w:u w:val="single"/>
          <w:lang w:val="fr-CH"/>
        </w:rPr>
        <w:t>')/</w:t>
      </w:r>
      <w:proofErr w:type="gramEnd"/>
      <w:r w:rsidRPr="00E04D4E">
        <w:rPr>
          <w:szCs w:val="22"/>
          <w:u w:val="single"/>
          <w:lang w:val="fr-CH"/>
        </w:rPr>
        <w:t>IRAN (ISLAMIC REPUBLIC OF)</w:t>
      </w:r>
    </w:p>
    <w:p w14:paraId="2F27BFCC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34E7ECB1" w14:textId="77777777" w:rsidR="00425FB6" w:rsidRDefault="00425FB6" w:rsidP="00425FB6">
      <w:pPr>
        <w:rPr>
          <w:szCs w:val="22"/>
        </w:rPr>
      </w:pPr>
      <w:r>
        <w:rPr>
          <w:szCs w:val="22"/>
        </w:rPr>
        <w:t>Mohammad Sadegh AZMANDIAN (Mr.), Director General, Office for the Protection of Industrial Property, Genetic Resources and Traditional Cultural Expressions, Deputy of Intellectual Property, Ministry of Justice, Tehran</w:t>
      </w:r>
    </w:p>
    <w:p w14:paraId="40701625" w14:textId="7E5389D0" w:rsidR="00425FB6" w:rsidRDefault="00425FB6" w:rsidP="00425FB6">
      <w:pPr>
        <w:rPr>
          <w:szCs w:val="22"/>
          <w:u w:val="single"/>
        </w:rPr>
      </w:pPr>
      <w:hyperlink r:id="rId90" w:history="1">
        <w:r w:rsidRPr="001F5753">
          <w:rPr>
            <w:rStyle w:val="Hyperlink"/>
            <w:szCs w:val="22"/>
          </w:rPr>
          <w:t>sadeghazmandian@gmail.com</w:t>
        </w:r>
      </w:hyperlink>
    </w:p>
    <w:p w14:paraId="1CEB8E97" w14:textId="77777777" w:rsidR="00425FB6" w:rsidRDefault="00425FB6" w:rsidP="00425FB6">
      <w:pPr>
        <w:rPr>
          <w:szCs w:val="22"/>
        </w:rPr>
      </w:pPr>
    </w:p>
    <w:p w14:paraId="22F5CAE8" w14:textId="77777777" w:rsidR="00FD0AD9" w:rsidRDefault="00FD0AD9" w:rsidP="00FD0AD9">
      <w:pPr>
        <w:rPr>
          <w:szCs w:val="22"/>
        </w:rPr>
      </w:pPr>
      <w:r>
        <w:rPr>
          <w:szCs w:val="22"/>
        </w:rPr>
        <w:t>Pegah ZOLFAGHARI (Ms.), Expert, Legal Department, Ministry of Foreign Affairs, Tehran</w:t>
      </w:r>
    </w:p>
    <w:p w14:paraId="4A75D8EF" w14:textId="6E3F5853" w:rsidR="00FD0AD9" w:rsidRDefault="00425FB6" w:rsidP="00FD0AD9">
      <w:pPr>
        <w:rPr>
          <w:szCs w:val="22"/>
        </w:rPr>
      </w:pPr>
      <w:hyperlink r:id="rId91" w:history="1">
        <w:r w:rsidRPr="001F5753">
          <w:rPr>
            <w:rStyle w:val="Hyperlink"/>
            <w:szCs w:val="22"/>
          </w:rPr>
          <w:t>pegah_119@yahoo.com</w:t>
        </w:r>
      </w:hyperlink>
      <w:r>
        <w:rPr>
          <w:szCs w:val="22"/>
          <w:u w:val="single"/>
        </w:rPr>
        <w:t xml:space="preserve"> </w:t>
      </w:r>
    </w:p>
    <w:p w14:paraId="26101A93" w14:textId="77777777" w:rsidR="00FD0AD9" w:rsidRDefault="00FD0AD9" w:rsidP="00FD0AD9">
      <w:pPr>
        <w:rPr>
          <w:szCs w:val="22"/>
        </w:rPr>
      </w:pPr>
    </w:p>
    <w:p w14:paraId="7FD825A2" w14:textId="77777777" w:rsidR="00FD0AD9" w:rsidRDefault="00FD0AD9" w:rsidP="00FD0AD9">
      <w:pPr>
        <w:rPr>
          <w:szCs w:val="22"/>
        </w:rPr>
      </w:pPr>
    </w:p>
    <w:p w14:paraId="2228AA7E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ITALIE/ITALY</w:t>
      </w:r>
    </w:p>
    <w:p w14:paraId="0D217A52" w14:textId="77777777" w:rsidR="00FD0AD9" w:rsidRPr="009C308F" w:rsidRDefault="00FD0AD9" w:rsidP="00FD0AD9">
      <w:pPr>
        <w:rPr>
          <w:szCs w:val="22"/>
          <w:u w:val="single"/>
        </w:rPr>
      </w:pPr>
    </w:p>
    <w:p w14:paraId="5650D730" w14:textId="3BB97BC2" w:rsidR="00F8769B" w:rsidRDefault="00F8769B" w:rsidP="00F8769B">
      <w:pPr>
        <w:rPr>
          <w:szCs w:val="22"/>
        </w:rPr>
      </w:pPr>
      <w:r>
        <w:rPr>
          <w:szCs w:val="22"/>
        </w:rPr>
        <w:t>Delfina AUTIERO (M</w:t>
      </w:r>
      <w:r w:rsidR="007C0A4F">
        <w:rPr>
          <w:szCs w:val="22"/>
        </w:rPr>
        <w:t>s.</w:t>
      </w:r>
      <w:r>
        <w:rPr>
          <w:szCs w:val="22"/>
        </w:rPr>
        <w:t>), Senior Expert Officer, Italian Patent and Trademark Office, Ministry of Enterprises and Made in Italy, Roma</w:t>
      </w:r>
    </w:p>
    <w:p w14:paraId="765C3F73" w14:textId="49E6D3A8" w:rsidR="00F8769B" w:rsidRPr="00F8769B" w:rsidRDefault="00F8769B" w:rsidP="00F8769B">
      <w:pPr>
        <w:rPr>
          <w:szCs w:val="22"/>
          <w:u w:val="single"/>
        </w:rPr>
      </w:pPr>
      <w:hyperlink r:id="rId92" w:history="1">
        <w:r w:rsidRPr="00F8769B">
          <w:rPr>
            <w:rStyle w:val="Hyperlink"/>
            <w:szCs w:val="22"/>
          </w:rPr>
          <w:t>delfina.autiero@mise.gov.it</w:t>
        </w:r>
      </w:hyperlink>
    </w:p>
    <w:p w14:paraId="05DA2BC0" w14:textId="31640AD9" w:rsidR="00F8769B" w:rsidRPr="00F8769B" w:rsidRDefault="00F8769B" w:rsidP="00F8769B">
      <w:pPr>
        <w:rPr>
          <w:szCs w:val="22"/>
        </w:rPr>
      </w:pPr>
    </w:p>
    <w:p w14:paraId="585E4765" w14:textId="22C7D521" w:rsidR="00FD0AD9" w:rsidRDefault="00FD0AD9" w:rsidP="00FD0AD9">
      <w:pPr>
        <w:rPr>
          <w:szCs w:val="22"/>
        </w:rPr>
      </w:pPr>
      <w:r>
        <w:rPr>
          <w:szCs w:val="22"/>
        </w:rPr>
        <w:t>Elisa ANGIULLI (M</w:t>
      </w:r>
      <w:r w:rsidR="007C0A4F">
        <w:rPr>
          <w:szCs w:val="22"/>
        </w:rPr>
        <w:t>s.</w:t>
      </w:r>
      <w:r>
        <w:rPr>
          <w:szCs w:val="22"/>
        </w:rPr>
        <w:t>), Expert, Italian Patent and Trademark Office, Ministry of Enterprises and Made in Italy, Rome</w:t>
      </w:r>
    </w:p>
    <w:p w14:paraId="33E5E2F5" w14:textId="77777777" w:rsidR="00FD0AD9" w:rsidRDefault="00FD0AD9" w:rsidP="00FD0AD9">
      <w:pPr>
        <w:rPr>
          <w:szCs w:val="22"/>
        </w:rPr>
      </w:pPr>
    </w:p>
    <w:p w14:paraId="67F6D279" w14:textId="67480E7B" w:rsidR="000A0FF4" w:rsidRPr="006977DB" w:rsidRDefault="000A0FF4" w:rsidP="000A0FF4">
      <w:pPr>
        <w:rPr>
          <w:szCs w:val="22"/>
          <w:lang w:val="it-IT"/>
        </w:rPr>
      </w:pPr>
      <w:r w:rsidRPr="006977DB">
        <w:rPr>
          <w:szCs w:val="22"/>
          <w:lang w:val="it-IT"/>
        </w:rPr>
        <w:t>Felice PISCITELLO (M</w:t>
      </w:r>
      <w:r w:rsidR="007C0A4F">
        <w:rPr>
          <w:szCs w:val="22"/>
          <w:lang w:val="it-IT"/>
        </w:rPr>
        <w:t>r</w:t>
      </w:r>
      <w:r w:rsidRPr="006977DB">
        <w:rPr>
          <w:szCs w:val="22"/>
          <w:lang w:val="it-IT"/>
        </w:rPr>
        <w:t>.), Attaché, Permanent Mission, Geneva</w:t>
      </w:r>
    </w:p>
    <w:p w14:paraId="02F56126" w14:textId="77777777" w:rsidR="000A0FF4" w:rsidRPr="00D3272A" w:rsidRDefault="000A0FF4" w:rsidP="000A0FF4">
      <w:pPr>
        <w:rPr>
          <w:lang w:val="it-IT"/>
        </w:rPr>
      </w:pPr>
      <w:hyperlink r:id="rId93">
        <w:r w:rsidRPr="00D3272A">
          <w:rPr>
            <w:rStyle w:val="Hyperlink"/>
            <w:lang w:val="it-IT"/>
          </w:rPr>
          <w:t>felice.piscitello@esteri.it</w:t>
        </w:r>
      </w:hyperlink>
    </w:p>
    <w:p w14:paraId="69BF0B77" w14:textId="77777777" w:rsidR="00FD0AD9" w:rsidRPr="00F8769B" w:rsidRDefault="00FD0AD9" w:rsidP="00FD0AD9">
      <w:pPr>
        <w:rPr>
          <w:szCs w:val="22"/>
        </w:rPr>
      </w:pPr>
    </w:p>
    <w:p w14:paraId="6127D5C8" w14:textId="77777777" w:rsidR="00FD0AD9" w:rsidRPr="00F8769B" w:rsidRDefault="00FD0AD9" w:rsidP="00FD0AD9">
      <w:pPr>
        <w:rPr>
          <w:szCs w:val="22"/>
        </w:rPr>
      </w:pPr>
    </w:p>
    <w:p w14:paraId="504135AB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JAPON/JAPAN</w:t>
      </w:r>
    </w:p>
    <w:p w14:paraId="1D008B1D" w14:textId="77777777" w:rsidR="00FD0AD9" w:rsidRDefault="00FD0AD9" w:rsidP="00FD0AD9">
      <w:pPr>
        <w:rPr>
          <w:szCs w:val="22"/>
        </w:rPr>
      </w:pPr>
    </w:p>
    <w:p w14:paraId="0DD09061" w14:textId="77777777" w:rsidR="00D8314B" w:rsidRDefault="00D8314B" w:rsidP="00D8314B">
      <w:pPr>
        <w:rPr>
          <w:szCs w:val="22"/>
        </w:rPr>
      </w:pPr>
      <w:r>
        <w:rPr>
          <w:szCs w:val="22"/>
        </w:rPr>
        <w:t>Yoshinari OYAMA (Mr.), Director, International Intellectual Property Policy Planning, International Policy Division, Policy Planning and Coordination Department, Japan Patent Office (JPO), Tokyo</w:t>
      </w:r>
    </w:p>
    <w:p w14:paraId="153F8F44" w14:textId="54C7FA7A" w:rsidR="00D8314B" w:rsidRDefault="00D8314B" w:rsidP="00D8314B">
      <w:pPr>
        <w:rPr>
          <w:szCs w:val="22"/>
          <w:u w:val="single"/>
        </w:rPr>
      </w:pPr>
      <w:hyperlink r:id="rId94" w:history="1">
        <w:r w:rsidRPr="001F5753">
          <w:rPr>
            <w:rStyle w:val="Hyperlink"/>
            <w:szCs w:val="22"/>
          </w:rPr>
          <w:t>oyama-yoshinari@jpo.go.jp</w:t>
        </w:r>
      </w:hyperlink>
    </w:p>
    <w:p w14:paraId="2930FB5F" w14:textId="77777777" w:rsidR="00D8314B" w:rsidRDefault="00D8314B" w:rsidP="00D8314B">
      <w:pPr>
        <w:rPr>
          <w:szCs w:val="22"/>
        </w:rPr>
      </w:pPr>
    </w:p>
    <w:p w14:paraId="38E597D3" w14:textId="77777777" w:rsidR="00FD0AD9" w:rsidRDefault="00FD0AD9" w:rsidP="00FD0AD9">
      <w:pPr>
        <w:rPr>
          <w:szCs w:val="22"/>
        </w:rPr>
      </w:pPr>
      <w:r>
        <w:rPr>
          <w:szCs w:val="22"/>
        </w:rPr>
        <w:t>Yuka OKAKITA (Ms.), Deputy Director, International Policy Division, Policy Planning and Coordination Department, Japan Patent Office (JPO), Tokyo</w:t>
      </w:r>
    </w:p>
    <w:p w14:paraId="5AFE4DA5" w14:textId="711BB9DB" w:rsidR="00FD0AD9" w:rsidRDefault="00D8314B" w:rsidP="00FD0AD9">
      <w:pPr>
        <w:rPr>
          <w:szCs w:val="22"/>
        </w:rPr>
      </w:pPr>
      <w:hyperlink r:id="rId95" w:history="1">
        <w:r w:rsidRPr="001F5753">
          <w:rPr>
            <w:rStyle w:val="Hyperlink"/>
            <w:szCs w:val="22"/>
          </w:rPr>
          <w:t>tsubouchi-yuka@jpo.go.jp</w:t>
        </w:r>
      </w:hyperlink>
      <w:r>
        <w:rPr>
          <w:szCs w:val="22"/>
          <w:u w:val="single"/>
        </w:rPr>
        <w:t xml:space="preserve"> </w:t>
      </w:r>
    </w:p>
    <w:p w14:paraId="68F5A488" w14:textId="77777777" w:rsidR="00FD0AD9" w:rsidRDefault="00FD0AD9" w:rsidP="00FD0AD9">
      <w:pPr>
        <w:rPr>
          <w:szCs w:val="22"/>
        </w:rPr>
      </w:pPr>
    </w:p>
    <w:p w14:paraId="32B5DD55" w14:textId="77777777" w:rsidR="00FD0AD9" w:rsidRDefault="00FD0AD9" w:rsidP="00FD0AD9">
      <w:pPr>
        <w:rPr>
          <w:szCs w:val="22"/>
        </w:rPr>
      </w:pPr>
      <w:r>
        <w:rPr>
          <w:szCs w:val="22"/>
        </w:rPr>
        <w:t>Takashi ONO (Mr.), Assistant Director, International Policy Division, Policy Planning and Coordination Department, Japan Patent Office (JPO), Tokyo</w:t>
      </w:r>
    </w:p>
    <w:p w14:paraId="05F8DD40" w14:textId="6086A5AC" w:rsidR="00FD0AD9" w:rsidRDefault="00D8314B" w:rsidP="00FD0AD9">
      <w:pPr>
        <w:rPr>
          <w:szCs w:val="22"/>
        </w:rPr>
      </w:pPr>
      <w:hyperlink r:id="rId96" w:history="1">
        <w:r w:rsidRPr="001F5753">
          <w:rPr>
            <w:rStyle w:val="Hyperlink"/>
            <w:szCs w:val="22"/>
          </w:rPr>
          <w:t>ono-takashi@jpo.go.jp</w:t>
        </w:r>
      </w:hyperlink>
      <w:r>
        <w:rPr>
          <w:szCs w:val="22"/>
          <w:u w:val="single"/>
        </w:rPr>
        <w:t xml:space="preserve"> </w:t>
      </w:r>
    </w:p>
    <w:p w14:paraId="374C8BC9" w14:textId="77777777" w:rsidR="00FD0AD9" w:rsidRDefault="00FD0AD9" w:rsidP="00FD0AD9">
      <w:pPr>
        <w:rPr>
          <w:szCs w:val="22"/>
        </w:rPr>
      </w:pPr>
    </w:p>
    <w:p w14:paraId="0A504C89" w14:textId="65855413" w:rsidR="004A04D7" w:rsidRDefault="004A04D7" w:rsidP="004A04D7">
      <w:pPr>
        <w:rPr>
          <w:szCs w:val="22"/>
        </w:rPr>
      </w:pPr>
      <w:r w:rsidRPr="004A04D7">
        <w:rPr>
          <w:szCs w:val="22"/>
        </w:rPr>
        <w:t>Yuichi ITO</w:t>
      </w:r>
      <w:r>
        <w:rPr>
          <w:szCs w:val="22"/>
        </w:rPr>
        <w:t xml:space="preserve"> (Mr.), </w:t>
      </w:r>
      <w:r>
        <w:rPr>
          <w:szCs w:val="22"/>
        </w:rPr>
        <w:t>First Secretary</w:t>
      </w:r>
      <w:r>
        <w:rPr>
          <w:szCs w:val="22"/>
        </w:rPr>
        <w:t>, Permanent Mission, Geneva</w:t>
      </w:r>
    </w:p>
    <w:p w14:paraId="1AEF9297" w14:textId="0369BBA5" w:rsidR="00FD0AD9" w:rsidRDefault="00FD0AD9" w:rsidP="00FD0AD9">
      <w:pPr>
        <w:rPr>
          <w:szCs w:val="22"/>
        </w:rPr>
      </w:pPr>
      <w:r>
        <w:rPr>
          <w:szCs w:val="22"/>
        </w:rPr>
        <w:lastRenderedPageBreak/>
        <w:t>Hiroki TAJIMA (Mr.), First Secretary, Permanent Mission, Geneva</w:t>
      </w:r>
    </w:p>
    <w:p w14:paraId="60F95F6B" w14:textId="77777777" w:rsidR="00D8314B" w:rsidRDefault="00D8314B" w:rsidP="00D8314B">
      <w:pPr>
        <w:rPr>
          <w:szCs w:val="22"/>
        </w:rPr>
      </w:pPr>
    </w:p>
    <w:p w14:paraId="359E5364" w14:textId="0047E3C3" w:rsidR="00D8314B" w:rsidRDefault="00D8314B" w:rsidP="00D8314B">
      <w:pPr>
        <w:rPr>
          <w:szCs w:val="22"/>
        </w:rPr>
      </w:pPr>
      <w:r>
        <w:rPr>
          <w:szCs w:val="22"/>
        </w:rPr>
        <w:t>Tomoki ISHIDA (Mr.), Senior Specialist for International Copyrights, Copyright Division, Agency for Cultural Affairs, Tokyo</w:t>
      </w:r>
    </w:p>
    <w:p w14:paraId="73D75BDB" w14:textId="77777777" w:rsidR="00FD0AD9" w:rsidRDefault="00FD0AD9" w:rsidP="00FD0AD9">
      <w:pPr>
        <w:rPr>
          <w:szCs w:val="22"/>
        </w:rPr>
      </w:pPr>
    </w:p>
    <w:p w14:paraId="27EBD8D2" w14:textId="77777777" w:rsidR="00FD0AD9" w:rsidRDefault="00FD0AD9" w:rsidP="00FD0AD9">
      <w:pPr>
        <w:rPr>
          <w:szCs w:val="22"/>
        </w:rPr>
      </w:pPr>
      <w:r>
        <w:rPr>
          <w:szCs w:val="22"/>
        </w:rPr>
        <w:t>Yuma YAMAGISHI (Mr.), Administrative Officer, International Policy Division, Policy Planning and Coordination Department, Japan Patent Office (JPO), Tokyo</w:t>
      </w:r>
    </w:p>
    <w:p w14:paraId="1DE9B84C" w14:textId="35A7185B" w:rsidR="00FD0AD9" w:rsidRDefault="00D8314B" w:rsidP="00FD0AD9">
      <w:pPr>
        <w:rPr>
          <w:szCs w:val="22"/>
        </w:rPr>
      </w:pPr>
      <w:hyperlink r:id="rId97" w:history="1">
        <w:r w:rsidRPr="001F5753">
          <w:rPr>
            <w:rStyle w:val="Hyperlink"/>
            <w:szCs w:val="22"/>
          </w:rPr>
          <w:t>yamagishi-yuma@jpo.go.jp</w:t>
        </w:r>
      </w:hyperlink>
      <w:r>
        <w:rPr>
          <w:szCs w:val="22"/>
          <w:u w:val="single"/>
        </w:rPr>
        <w:t xml:space="preserve"> </w:t>
      </w:r>
    </w:p>
    <w:p w14:paraId="2A500471" w14:textId="77777777" w:rsidR="00FD0AD9" w:rsidRDefault="00FD0AD9" w:rsidP="00FD0AD9">
      <w:pPr>
        <w:rPr>
          <w:szCs w:val="22"/>
        </w:rPr>
      </w:pPr>
    </w:p>
    <w:p w14:paraId="5AC72BCE" w14:textId="77777777" w:rsidR="00FD0AD9" w:rsidRDefault="00FD0AD9" w:rsidP="00FD0AD9">
      <w:pPr>
        <w:rPr>
          <w:szCs w:val="22"/>
        </w:rPr>
      </w:pPr>
    </w:p>
    <w:p w14:paraId="3DE1483A" w14:textId="77777777" w:rsidR="00EB70B0" w:rsidRPr="00D3272A" w:rsidRDefault="00EB70B0" w:rsidP="00EB70B0">
      <w:pPr>
        <w:rPr>
          <w:szCs w:val="22"/>
          <w:u w:val="single"/>
        </w:rPr>
      </w:pPr>
      <w:r w:rsidRPr="00D3272A">
        <w:rPr>
          <w:szCs w:val="22"/>
          <w:u w:val="single"/>
        </w:rPr>
        <w:t>JORDANIE/JORDAN</w:t>
      </w:r>
    </w:p>
    <w:p w14:paraId="069CB935" w14:textId="77777777" w:rsidR="00EB70B0" w:rsidRPr="00D3272A" w:rsidRDefault="00EB70B0" w:rsidP="00EB70B0">
      <w:pPr>
        <w:rPr>
          <w:szCs w:val="22"/>
          <w:u w:val="single"/>
        </w:rPr>
      </w:pPr>
    </w:p>
    <w:p w14:paraId="4579DB74" w14:textId="77777777" w:rsidR="00EB70B0" w:rsidRDefault="00EB70B0" w:rsidP="00EB70B0">
      <w:pPr>
        <w:rPr>
          <w:szCs w:val="22"/>
        </w:rPr>
      </w:pPr>
      <w:r>
        <w:rPr>
          <w:szCs w:val="22"/>
        </w:rPr>
        <w:t xml:space="preserve">Ghadeer </w:t>
      </w:r>
      <w:proofErr w:type="spellStart"/>
      <w:r>
        <w:rPr>
          <w:szCs w:val="22"/>
        </w:rPr>
        <w:t>Hmeidi</w:t>
      </w:r>
      <w:proofErr w:type="spellEnd"/>
      <w:r>
        <w:rPr>
          <w:szCs w:val="22"/>
        </w:rPr>
        <w:t xml:space="preserve"> Moh'd ELFAYEZ (Ms.), Advisor, Permanent Mission, Geneva</w:t>
      </w:r>
    </w:p>
    <w:p w14:paraId="6EE4C9A1" w14:textId="77777777" w:rsidR="00EB70B0" w:rsidRDefault="00EB70B0" w:rsidP="00EB70B0">
      <w:pPr>
        <w:rPr>
          <w:szCs w:val="22"/>
        </w:rPr>
      </w:pPr>
      <w:hyperlink r:id="rId98" w:history="1">
        <w:r w:rsidRPr="00D20748">
          <w:rPr>
            <w:rStyle w:val="Hyperlink"/>
            <w:szCs w:val="22"/>
          </w:rPr>
          <w:t>gelfayez@jordanmission.ch</w:t>
        </w:r>
      </w:hyperlink>
      <w:r>
        <w:rPr>
          <w:szCs w:val="22"/>
          <w:u w:val="single"/>
        </w:rPr>
        <w:t xml:space="preserve"> </w:t>
      </w:r>
    </w:p>
    <w:p w14:paraId="667B8CAC" w14:textId="77777777" w:rsidR="00EB70B0" w:rsidRDefault="00EB70B0" w:rsidP="00FD0AD9">
      <w:pPr>
        <w:rPr>
          <w:szCs w:val="22"/>
        </w:rPr>
      </w:pPr>
    </w:p>
    <w:p w14:paraId="593ABFEA" w14:textId="77777777" w:rsidR="00EB70B0" w:rsidRDefault="00EB70B0" w:rsidP="00FD0AD9">
      <w:pPr>
        <w:rPr>
          <w:szCs w:val="22"/>
        </w:rPr>
      </w:pPr>
    </w:p>
    <w:p w14:paraId="25E865FD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KAZAKHSTAN</w:t>
      </w:r>
    </w:p>
    <w:p w14:paraId="5F9D60D1" w14:textId="77777777" w:rsidR="00FD0AD9" w:rsidRPr="009C308F" w:rsidRDefault="00FD0AD9" w:rsidP="00FD0AD9">
      <w:pPr>
        <w:rPr>
          <w:szCs w:val="22"/>
          <w:u w:val="single"/>
        </w:rPr>
      </w:pPr>
    </w:p>
    <w:p w14:paraId="33981DD3" w14:textId="77777777" w:rsidR="00FD0AD9" w:rsidRDefault="00FD0AD9" w:rsidP="00FD0AD9">
      <w:pPr>
        <w:rPr>
          <w:szCs w:val="22"/>
        </w:rPr>
      </w:pPr>
      <w:r>
        <w:rPr>
          <w:szCs w:val="22"/>
        </w:rPr>
        <w:t>Marzhan MAKAZHAN (Ms.), Chief Expert, Committee on Intellectual Property Right, Ministry of Justice of the Republic of Kazakhstan, Astana</w:t>
      </w:r>
    </w:p>
    <w:p w14:paraId="6DBCF0B4" w14:textId="4FE37149" w:rsidR="00FD0AD9" w:rsidRDefault="00DF101E" w:rsidP="00FD0AD9">
      <w:pPr>
        <w:rPr>
          <w:szCs w:val="22"/>
        </w:rPr>
      </w:pPr>
      <w:hyperlink r:id="rId99" w:history="1">
        <w:r w:rsidRPr="001F5753">
          <w:rPr>
            <w:rStyle w:val="Hyperlink"/>
            <w:szCs w:val="22"/>
          </w:rPr>
          <w:t>makazhanmarzhan1987@gmail.com</w:t>
        </w:r>
      </w:hyperlink>
      <w:r>
        <w:rPr>
          <w:szCs w:val="22"/>
          <w:u w:val="single"/>
        </w:rPr>
        <w:t xml:space="preserve"> </w:t>
      </w:r>
    </w:p>
    <w:p w14:paraId="046B2D6B" w14:textId="77777777" w:rsidR="00FD0AD9" w:rsidRDefault="00FD0AD9" w:rsidP="00FD0AD9">
      <w:pPr>
        <w:rPr>
          <w:szCs w:val="22"/>
        </w:rPr>
      </w:pPr>
    </w:p>
    <w:p w14:paraId="1EBA1772" w14:textId="77777777" w:rsidR="00FD0AD9" w:rsidRDefault="00FD0AD9" w:rsidP="00FD0AD9">
      <w:pPr>
        <w:rPr>
          <w:szCs w:val="22"/>
        </w:rPr>
      </w:pPr>
    </w:p>
    <w:p w14:paraId="64224562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KENYA</w:t>
      </w:r>
    </w:p>
    <w:p w14:paraId="11CC99B2" w14:textId="77777777" w:rsidR="00FD0AD9" w:rsidRPr="009C308F" w:rsidRDefault="00FD0AD9" w:rsidP="00FD0AD9">
      <w:pPr>
        <w:rPr>
          <w:szCs w:val="22"/>
          <w:u w:val="single"/>
        </w:rPr>
      </w:pPr>
    </w:p>
    <w:p w14:paraId="7130F403" w14:textId="77777777" w:rsidR="00FD0AD9" w:rsidRDefault="00FD0AD9" w:rsidP="00FD0AD9">
      <w:pPr>
        <w:rPr>
          <w:szCs w:val="22"/>
        </w:rPr>
      </w:pPr>
      <w:r>
        <w:rPr>
          <w:szCs w:val="22"/>
        </w:rPr>
        <w:t xml:space="preserve">Catherine </w:t>
      </w:r>
      <w:proofErr w:type="spellStart"/>
      <w:r>
        <w:rPr>
          <w:szCs w:val="22"/>
        </w:rPr>
        <w:t>Bunyassi</w:t>
      </w:r>
      <w:proofErr w:type="spellEnd"/>
      <w:r>
        <w:rPr>
          <w:szCs w:val="22"/>
        </w:rPr>
        <w:t xml:space="preserve"> KAHURIA (Ms.), Chief State Counsel, International Law Department, Office of the Attorney General and Department of Justice, Nairobi</w:t>
      </w:r>
    </w:p>
    <w:p w14:paraId="7E0E19B0" w14:textId="7A0175A3" w:rsidR="00FD0AD9" w:rsidRDefault="00C6154E" w:rsidP="00FD0AD9">
      <w:pPr>
        <w:rPr>
          <w:szCs w:val="22"/>
        </w:rPr>
      </w:pPr>
      <w:hyperlink r:id="rId100" w:history="1">
        <w:r w:rsidRPr="001F5753">
          <w:rPr>
            <w:rStyle w:val="Hyperlink"/>
            <w:szCs w:val="22"/>
          </w:rPr>
          <w:t>bckahuria@gmail.com</w:t>
        </w:r>
      </w:hyperlink>
      <w:r>
        <w:rPr>
          <w:szCs w:val="22"/>
          <w:u w:val="single"/>
        </w:rPr>
        <w:t xml:space="preserve"> </w:t>
      </w:r>
    </w:p>
    <w:p w14:paraId="7DFC65DA" w14:textId="77777777" w:rsidR="00FD0AD9" w:rsidRDefault="00FD0AD9" w:rsidP="00FD0AD9">
      <w:pPr>
        <w:rPr>
          <w:szCs w:val="22"/>
        </w:rPr>
      </w:pPr>
    </w:p>
    <w:p w14:paraId="56DC5235" w14:textId="77777777" w:rsidR="00FD0AD9" w:rsidRDefault="00FD0AD9" w:rsidP="00FD0AD9">
      <w:pPr>
        <w:rPr>
          <w:szCs w:val="22"/>
        </w:rPr>
      </w:pPr>
    </w:p>
    <w:p w14:paraId="56FB58AE" w14:textId="77777777" w:rsidR="009C2679" w:rsidRPr="009C308F" w:rsidRDefault="009C2679" w:rsidP="009C2679">
      <w:pPr>
        <w:rPr>
          <w:szCs w:val="22"/>
          <w:u w:val="single"/>
        </w:rPr>
      </w:pPr>
      <w:r w:rsidRPr="009C308F">
        <w:rPr>
          <w:szCs w:val="22"/>
          <w:u w:val="single"/>
        </w:rPr>
        <w:t>KOWEÏT/KUWAIT</w:t>
      </w:r>
    </w:p>
    <w:p w14:paraId="03860280" w14:textId="77777777" w:rsidR="009C2679" w:rsidRPr="009C308F" w:rsidRDefault="009C2679" w:rsidP="009C2679">
      <w:pPr>
        <w:rPr>
          <w:szCs w:val="22"/>
          <w:u w:val="single"/>
        </w:rPr>
      </w:pPr>
    </w:p>
    <w:p w14:paraId="471AA292" w14:textId="77777777" w:rsidR="009C2679" w:rsidRPr="00D3272A" w:rsidRDefault="009C2679" w:rsidP="009C2679">
      <w:r w:rsidRPr="00D3272A">
        <w:t xml:space="preserve">Abdulaziz </w:t>
      </w:r>
      <w:proofErr w:type="spellStart"/>
      <w:r w:rsidRPr="00D3272A">
        <w:t>Abdularazzaq</w:t>
      </w:r>
      <w:proofErr w:type="spellEnd"/>
      <w:r w:rsidRPr="00D3272A">
        <w:t xml:space="preserve"> M. GH. M. TAQI (Mr.), Attaché, Permanent Mission, Geneva</w:t>
      </w:r>
    </w:p>
    <w:p w14:paraId="62F47362" w14:textId="77777777" w:rsidR="009C2679" w:rsidRDefault="009C2679" w:rsidP="00FD0AD9">
      <w:pPr>
        <w:rPr>
          <w:szCs w:val="22"/>
        </w:rPr>
      </w:pPr>
    </w:p>
    <w:p w14:paraId="501EAECC" w14:textId="77777777" w:rsidR="009C2679" w:rsidRDefault="009C2679" w:rsidP="00FD0AD9">
      <w:pPr>
        <w:rPr>
          <w:szCs w:val="22"/>
        </w:rPr>
      </w:pPr>
    </w:p>
    <w:p w14:paraId="5D4A9863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LIBAN/LEBANON</w:t>
      </w:r>
    </w:p>
    <w:p w14:paraId="11C505B4" w14:textId="77777777" w:rsidR="00FD0AD9" w:rsidRPr="009C308F" w:rsidRDefault="00FD0AD9" w:rsidP="00FD0AD9">
      <w:pPr>
        <w:rPr>
          <w:szCs w:val="22"/>
          <w:u w:val="single"/>
        </w:rPr>
      </w:pPr>
    </w:p>
    <w:p w14:paraId="4E7887E8" w14:textId="77777777" w:rsidR="00FD0AD9" w:rsidRDefault="00FD0AD9" w:rsidP="00FD0AD9">
      <w:pPr>
        <w:rPr>
          <w:szCs w:val="22"/>
        </w:rPr>
      </w:pPr>
      <w:r>
        <w:rPr>
          <w:szCs w:val="22"/>
        </w:rPr>
        <w:t>Souad AL LAKISS (Ms.), Intellectual Property Specialist, Department of Intellectual Property, Ministry of Economy and Trade, Beirut</w:t>
      </w:r>
    </w:p>
    <w:p w14:paraId="0102ADFF" w14:textId="174F1B4F" w:rsidR="00FD0AD9" w:rsidRDefault="007A5231" w:rsidP="00FD0AD9">
      <w:pPr>
        <w:rPr>
          <w:szCs w:val="22"/>
        </w:rPr>
      </w:pPr>
      <w:hyperlink r:id="rId101" w:history="1">
        <w:r w:rsidRPr="001F5753">
          <w:rPr>
            <w:rStyle w:val="Hyperlink"/>
            <w:szCs w:val="22"/>
          </w:rPr>
          <w:t>slakiss@economy.gov.lb</w:t>
        </w:r>
      </w:hyperlink>
      <w:r>
        <w:rPr>
          <w:szCs w:val="22"/>
          <w:u w:val="single"/>
        </w:rPr>
        <w:t xml:space="preserve"> </w:t>
      </w:r>
    </w:p>
    <w:p w14:paraId="5ED9B387" w14:textId="77777777" w:rsidR="00FD0AD9" w:rsidRDefault="00FD0AD9" w:rsidP="00FD0AD9">
      <w:pPr>
        <w:rPr>
          <w:szCs w:val="22"/>
        </w:rPr>
      </w:pPr>
    </w:p>
    <w:p w14:paraId="60C91C1B" w14:textId="77777777" w:rsidR="00FD0AD9" w:rsidRDefault="00FD0AD9" w:rsidP="00FD0AD9">
      <w:pPr>
        <w:rPr>
          <w:szCs w:val="22"/>
        </w:rPr>
      </w:pPr>
    </w:p>
    <w:p w14:paraId="1E4829DA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LIBYE/LIBYA</w:t>
      </w:r>
    </w:p>
    <w:p w14:paraId="517A5534" w14:textId="77777777" w:rsidR="00FD0AD9" w:rsidRPr="009C308F" w:rsidRDefault="00FD0AD9" w:rsidP="00FD0AD9">
      <w:pPr>
        <w:rPr>
          <w:szCs w:val="22"/>
          <w:u w:val="single"/>
        </w:rPr>
      </w:pPr>
    </w:p>
    <w:p w14:paraId="5D2390E4" w14:textId="77777777" w:rsidR="00FD0AD9" w:rsidRDefault="00FD0AD9" w:rsidP="00FD0AD9">
      <w:pPr>
        <w:rPr>
          <w:szCs w:val="22"/>
        </w:rPr>
      </w:pPr>
      <w:r>
        <w:rPr>
          <w:szCs w:val="22"/>
        </w:rPr>
        <w:t>Ali MASAUD (Mr.), Third Secretary, Management of International Organizations, Ministry of Foreign Affairs and International Cooperation, Tripoli</w:t>
      </w:r>
    </w:p>
    <w:p w14:paraId="387A7556" w14:textId="1EF794CE" w:rsidR="00FD0AD9" w:rsidRDefault="007A5231" w:rsidP="00FD0AD9">
      <w:pPr>
        <w:rPr>
          <w:szCs w:val="22"/>
        </w:rPr>
      </w:pPr>
      <w:hyperlink r:id="rId102" w:history="1">
        <w:r w:rsidRPr="001F5753">
          <w:rPr>
            <w:rStyle w:val="Hyperlink"/>
            <w:szCs w:val="22"/>
          </w:rPr>
          <w:t>aliwa.algrib@gmail.com</w:t>
        </w:r>
      </w:hyperlink>
      <w:r>
        <w:rPr>
          <w:szCs w:val="22"/>
          <w:u w:val="single"/>
        </w:rPr>
        <w:t xml:space="preserve"> </w:t>
      </w:r>
    </w:p>
    <w:p w14:paraId="4CF43D68" w14:textId="77777777" w:rsidR="00FD0AD9" w:rsidRDefault="00FD0AD9" w:rsidP="00FD0AD9">
      <w:pPr>
        <w:rPr>
          <w:szCs w:val="22"/>
        </w:rPr>
      </w:pPr>
    </w:p>
    <w:p w14:paraId="50E49E77" w14:textId="77777777" w:rsidR="00FD0AD9" w:rsidRDefault="00FD0AD9" w:rsidP="00FD0AD9">
      <w:pPr>
        <w:rPr>
          <w:szCs w:val="22"/>
        </w:rPr>
      </w:pPr>
    </w:p>
    <w:p w14:paraId="6DA01358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LITUANIE/LITHUANIA</w:t>
      </w:r>
    </w:p>
    <w:p w14:paraId="31130830" w14:textId="77777777" w:rsidR="00FD0AD9" w:rsidRPr="009C308F" w:rsidRDefault="00FD0AD9" w:rsidP="00FD0AD9">
      <w:pPr>
        <w:rPr>
          <w:szCs w:val="22"/>
          <w:u w:val="single"/>
        </w:rPr>
      </w:pPr>
    </w:p>
    <w:p w14:paraId="422DDE99" w14:textId="53EB2F1C" w:rsidR="00FD0AD9" w:rsidRDefault="00FD0AD9" w:rsidP="00FD0AD9">
      <w:pPr>
        <w:rPr>
          <w:szCs w:val="22"/>
        </w:rPr>
      </w:pPr>
      <w:proofErr w:type="spellStart"/>
      <w:r>
        <w:rPr>
          <w:szCs w:val="22"/>
        </w:rPr>
        <w:t>Ž</w:t>
      </w:r>
      <w:r w:rsidR="007A5231">
        <w:rPr>
          <w:szCs w:val="22"/>
        </w:rPr>
        <w:t>ivile</w:t>
      </w:r>
      <w:proofErr w:type="spellEnd"/>
      <w:r>
        <w:rPr>
          <w:szCs w:val="22"/>
        </w:rPr>
        <w:t xml:space="preserve"> PLYČIURAITYTĖ-PLYČIŪTĖ (Ms.), Head of Copyright, Media and Copyright Policy Unit, Ministry of Culture, Vilnius</w:t>
      </w:r>
    </w:p>
    <w:p w14:paraId="74C16028" w14:textId="60046EF7" w:rsidR="00FD0AD9" w:rsidRPr="00E04D4E" w:rsidRDefault="007A5231" w:rsidP="00FD0AD9">
      <w:pPr>
        <w:rPr>
          <w:szCs w:val="22"/>
          <w:lang w:val="fr-CH"/>
        </w:rPr>
      </w:pPr>
      <w:hyperlink r:id="rId103" w:history="1">
        <w:r w:rsidRPr="001F5753">
          <w:rPr>
            <w:rStyle w:val="Hyperlink"/>
            <w:szCs w:val="22"/>
            <w:lang w:val="fr-CH"/>
          </w:rPr>
          <w:t>zivile.plyciute@lrkm.lt</w:t>
        </w:r>
      </w:hyperlink>
      <w:r>
        <w:rPr>
          <w:szCs w:val="22"/>
          <w:u w:val="single"/>
          <w:lang w:val="fr-CH"/>
        </w:rPr>
        <w:t xml:space="preserve"> </w:t>
      </w:r>
    </w:p>
    <w:p w14:paraId="5060FC19" w14:textId="77777777" w:rsidR="00FD0AD9" w:rsidRPr="00E04D4E" w:rsidRDefault="00FD0AD9" w:rsidP="00FD0AD9">
      <w:pPr>
        <w:rPr>
          <w:szCs w:val="22"/>
          <w:lang w:val="fr-CH"/>
        </w:rPr>
      </w:pPr>
    </w:p>
    <w:p w14:paraId="33B42AB1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MACÉDOINE DU NORD/NORTH MACEDONIA</w:t>
      </w:r>
    </w:p>
    <w:p w14:paraId="21D69973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40C99FC1" w14:textId="77777777" w:rsidR="00FD0AD9" w:rsidRDefault="00FD0AD9" w:rsidP="00FD0AD9">
      <w:pPr>
        <w:rPr>
          <w:szCs w:val="22"/>
        </w:rPr>
      </w:pPr>
      <w:r>
        <w:rPr>
          <w:szCs w:val="22"/>
        </w:rPr>
        <w:t>Eljesa NEZIR (Mr.), General Director, State Office of Industrial Property (SOIP), Skopje</w:t>
      </w:r>
    </w:p>
    <w:p w14:paraId="120273D3" w14:textId="628503C5" w:rsidR="00FD0AD9" w:rsidRDefault="00242737" w:rsidP="00FD0AD9">
      <w:pPr>
        <w:rPr>
          <w:szCs w:val="22"/>
        </w:rPr>
      </w:pPr>
      <w:hyperlink r:id="rId104" w:history="1">
        <w:r w:rsidRPr="001F5753">
          <w:rPr>
            <w:rStyle w:val="Hyperlink"/>
            <w:szCs w:val="22"/>
          </w:rPr>
          <w:t>eljesa.neziri@ippo.gov.mk</w:t>
        </w:r>
      </w:hyperlink>
    </w:p>
    <w:p w14:paraId="03222EC9" w14:textId="77777777" w:rsidR="00FD0AD9" w:rsidRDefault="00FD0AD9" w:rsidP="00FD0AD9">
      <w:pPr>
        <w:rPr>
          <w:szCs w:val="22"/>
        </w:rPr>
      </w:pPr>
    </w:p>
    <w:p w14:paraId="51699349" w14:textId="77777777" w:rsidR="00FD0AD9" w:rsidRDefault="00FD0AD9" w:rsidP="00FD0AD9">
      <w:pPr>
        <w:rPr>
          <w:szCs w:val="22"/>
        </w:rPr>
      </w:pPr>
      <w:r>
        <w:rPr>
          <w:szCs w:val="22"/>
        </w:rPr>
        <w:t>Ardijan BELULI (Mr.), Assistant Head, General Department, State Office of Industrial Property (SOIP), Skopje</w:t>
      </w:r>
    </w:p>
    <w:p w14:paraId="5A442F30" w14:textId="3BEF997A" w:rsidR="00FD0AD9" w:rsidRPr="00E04D4E" w:rsidRDefault="00242737" w:rsidP="00FD0AD9">
      <w:pPr>
        <w:rPr>
          <w:szCs w:val="22"/>
          <w:lang w:val="fr-CH"/>
        </w:rPr>
      </w:pPr>
      <w:hyperlink r:id="rId105" w:history="1">
        <w:r w:rsidRPr="001F5753">
          <w:rPr>
            <w:rStyle w:val="Hyperlink"/>
            <w:szCs w:val="22"/>
            <w:lang w:val="fr-CH"/>
          </w:rPr>
          <w:t>ardijan.beluli@ippo.gov.mk</w:t>
        </w:r>
      </w:hyperlink>
      <w:r>
        <w:rPr>
          <w:szCs w:val="22"/>
          <w:u w:val="single"/>
          <w:lang w:val="fr-CH"/>
        </w:rPr>
        <w:t xml:space="preserve"> </w:t>
      </w:r>
    </w:p>
    <w:p w14:paraId="04D322DA" w14:textId="77777777" w:rsidR="00FD0AD9" w:rsidRPr="00E04D4E" w:rsidRDefault="00FD0AD9" w:rsidP="00FD0AD9">
      <w:pPr>
        <w:rPr>
          <w:szCs w:val="22"/>
          <w:lang w:val="fr-CH"/>
        </w:rPr>
      </w:pPr>
    </w:p>
    <w:p w14:paraId="32ECB394" w14:textId="77777777" w:rsidR="00FD0AD9" w:rsidRPr="00E04D4E" w:rsidRDefault="00FD0AD9" w:rsidP="00FD0AD9">
      <w:pPr>
        <w:rPr>
          <w:szCs w:val="22"/>
          <w:lang w:val="fr-CH"/>
        </w:rPr>
      </w:pPr>
    </w:p>
    <w:p w14:paraId="3DB1F8F3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MALAISIE/MALAYSIA</w:t>
      </w:r>
    </w:p>
    <w:p w14:paraId="6FA8675A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2A91E92C" w14:textId="77777777" w:rsidR="00FD0AD9" w:rsidRDefault="00FD0AD9" w:rsidP="00FD0AD9">
      <w:pPr>
        <w:rPr>
          <w:szCs w:val="22"/>
        </w:rPr>
      </w:pPr>
      <w:r>
        <w:rPr>
          <w:szCs w:val="22"/>
        </w:rPr>
        <w:t>Suraya MOHAMAD (Ms.), Director, Patent Science and Traditional Knowledge Division, Intellectual Property Corporation of Malaysia (</w:t>
      </w:r>
      <w:proofErr w:type="spellStart"/>
      <w:r>
        <w:rPr>
          <w:szCs w:val="22"/>
        </w:rPr>
        <w:t>MyIPO</w:t>
      </w:r>
      <w:proofErr w:type="spellEnd"/>
      <w:r>
        <w:rPr>
          <w:szCs w:val="22"/>
        </w:rPr>
        <w:t xml:space="preserve">), </w:t>
      </w:r>
      <w:proofErr w:type="spellStart"/>
      <w:r>
        <w:rPr>
          <w:szCs w:val="22"/>
        </w:rPr>
        <w:t>Petaling</w:t>
      </w:r>
      <w:proofErr w:type="spellEnd"/>
      <w:r>
        <w:rPr>
          <w:szCs w:val="22"/>
        </w:rPr>
        <w:t xml:space="preserve"> Jaya</w:t>
      </w:r>
    </w:p>
    <w:p w14:paraId="3AAB1207" w14:textId="3F1CB095" w:rsidR="00FD0AD9" w:rsidRDefault="0019792C" w:rsidP="00FD0AD9">
      <w:pPr>
        <w:rPr>
          <w:szCs w:val="22"/>
        </w:rPr>
      </w:pPr>
      <w:hyperlink r:id="rId106" w:history="1">
        <w:r w:rsidRPr="001F5753">
          <w:rPr>
            <w:rStyle w:val="Hyperlink"/>
            <w:szCs w:val="22"/>
          </w:rPr>
          <w:t>suraya@myipo.gov.my</w:t>
        </w:r>
      </w:hyperlink>
      <w:r>
        <w:rPr>
          <w:szCs w:val="22"/>
          <w:u w:val="single"/>
        </w:rPr>
        <w:t xml:space="preserve"> </w:t>
      </w:r>
    </w:p>
    <w:p w14:paraId="4FDF769A" w14:textId="77777777" w:rsidR="00FD0AD9" w:rsidRDefault="00FD0AD9" w:rsidP="00FD0AD9">
      <w:pPr>
        <w:rPr>
          <w:szCs w:val="22"/>
        </w:rPr>
      </w:pPr>
    </w:p>
    <w:p w14:paraId="4AD5C68A" w14:textId="77777777" w:rsidR="00FD0AD9" w:rsidRDefault="00FD0AD9" w:rsidP="00FD0AD9">
      <w:pPr>
        <w:rPr>
          <w:szCs w:val="22"/>
        </w:rPr>
      </w:pPr>
      <w:r>
        <w:rPr>
          <w:szCs w:val="22"/>
        </w:rPr>
        <w:t>Noor Aliff MUSA (Mr.), Assistant Director, Copyright Division, Intellectual Property Corporation of Malaysia (</w:t>
      </w:r>
      <w:proofErr w:type="spellStart"/>
      <w:r>
        <w:rPr>
          <w:szCs w:val="22"/>
        </w:rPr>
        <w:t>MyIPO</w:t>
      </w:r>
      <w:proofErr w:type="spellEnd"/>
      <w:r>
        <w:rPr>
          <w:szCs w:val="22"/>
        </w:rPr>
        <w:t>), Selangor</w:t>
      </w:r>
    </w:p>
    <w:p w14:paraId="062E78BF" w14:textId="77777777" w:rsidR="00FD0AD9" w:rsidRDefault="00FD0AD9" w:rsidP="00FD0AD9">
      <w:pPr>
        <w:rPr>
          <w:szCs w:val="22"/>
        </w:rPr>
      </w:pPr>
    </w:p>
    <w:p w14:paraId="750A3E9B" w14:textId="77777777" w:rsidR="007111A0" w:rsidRDefault="007111A0" w:rsidP="00FD0AD9">
      <w:pPr>
        <w:rPr>
          <w:szCs w:val="22"/>
        </w:rPr>
      </w:pPr>
    </w:p>
    <w:p w14:paraId="4F5C5055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MALAWI</w:t>
      </w:r>
    </w:p>
    <w:p w14:paraId="2382A8F8" w14:textId="77777777" w:rsidR="00FD0AD9" w:rsidRPr="009C308F" w:rsidRDefault="00FD0AD9" w:rsidP="00FD0AD9">
      <w:pPr>
        <w:rPr>
          <w:szCs w:val="22"/>
          <w:u w:val="single"/>
        </w:rPr>
      </w:pPr>
    </w:p>
    <w:p w14:paraId="6698EEA2" w14:textId="77777777" w:rsidR="00FD0AD9" w:rsidRDefault="00FD0AD9" w:rsidP="00FD0AD9">
      <w:pPr>
        <w:rPr>
          <w:szCs w:val="22"/>
        </w:rPr>
      </w:pPr>
      <w:r>
        <w:rPr>
          <w:szCs w:val="22"/>
        </w:rPr>
        <w:t>Chikumbutso NAMELO (Mr.), Registrar General, Department of Registrar General, Ministry of Justice, Blantyre</w:t>
      </w:r>
    </w:p>
    <w:p w14:paraId="1407B411" w14:textId="6BDE200E" w:rsidR="00FD0AD9" w:rsidRDefault="00F432DA" w:rsidP="00FD0AD9">
      <w:pPr>
        <w:rPr>
          <w:szCs w:val="22"/>
        </w:rPr>
      </w:pPr>
      <w:hyperlink r:id="rId107" w:history="1">
        <w:r w:rsidRPr="001F5753">
          <w:rPr>
            <w:rStyle w:val="Hyperlink"/>
            <w:szCs w:val="22"/>
          </w:rPr>
          <w:t>chiku.namelo@registrargeneral.gov.mw</w:t>
        </w:r>
      </w:hyperlink>
      <w:r>
        <w:rPr>
          <w:szCs w:val="22"/>
          <w:u w:val="single"/>
        </w:rPr>
        <w:t xml:space="preserve"> </w:t>
      </w:r>
    </w:p>
    <w:p w14:paraId="0693A348" w14:textId="77777777" w:rsidR="00FD0AD9" w:rsidRDefault="00FD0AD9" w:rsidP="00FD0AD9">
      <w:pPr>
        <w:rPr>
          <w:szCs w:val="22"/>
        </w:rPr>
      </w:pPr>
    </w:p>
    <w:p w14:paraId="68EBAFFC" w14:textId="77777777" w:rsidR="00FD0AD9" w:rsidRDefault="00FD0AD9" w:rsidP="00FD0AD9">
      <w:pPr>
        <w:rPr>
          <w:szCs w:val="22"/>
        </w:rPr>
      </w:pPr>
      <w:r>
        <w:rPr>
          <w:szCs w:val="22"/>
        </w:rPr>
        <w:t>Joseph GIBSON (Mr.), First Secretary, Permanent Mission, Geneva</w:t>
      </w:r>
    </w:p>
    <w:p w14:paraId="34CB448B" w14:textId="27488B51" w:rsidR="00FD0AD9" w:rsidRPr="00E04D4E" w:rsidRDefault="00F432DA" w:rsidP="00FD0AD9">
      <w:pPr>
        <w:rPr>
          <w:szCs w:val="22"/>
          <w:lang w:val="it-IT"/>
        </w:rPr>
      </w:pPr>
      <w:hyperlink r:id="rId108" w:history="1">
        <w:r w:rsidRPr="001F5753">
          <w:rPr>
            <w:rStyle w:val="Hyperlink"/>
            <w:szCs w:val="22"/>
            <w:lang w:val="it-IT"/>
          </w:rPr>
          <w:t>joseph.gibson@mwgva.ch</w:t>
        </w:r>
      </w:hyperlink>
      <w:r>
        <w:rPr>
          <w:szCs w:val="22"/>
          <w:u w:val="single"/>
          <w:lang w:val="it-IT"/>
        </w:rPr>
        <w:t xml:space="preserve"> </w:t>
      </w:r>
    </w:p>
    <w:p w14:paraId="751154D8" w14:textId="77777777" w:rsidR="00FD0AD9" w:rsidRPr="00E04D4E" w:rsidRDefault="00FD0AD9" w:rsidP="00FD0AD9">
      <w:pPr>
        <w:rPr>
          <w:szCs w:val="22"/>
          <w:lang w:val="it-IT"/>
        </w:rPr>
      </w:pPr>
    </w:p>
    <w:p w14:paraId="34F0E632" w14:textId="77777777" w:rsidR="00FD0AD9" w:rsidRPr="00E04D4E" w:rsidRDefault="00FD0AD9" w:rsidP="00FD0AD9">
      <w:pPr>
        <w:rPr>
          <w:szCs w:val="22"/>
          <w:lang w:val="it-IT"/>
        </w:rPr>
      </w:pPr>
    </w:p>
    <w:p w14:paraId="18BBCC3B" w14:textId="77777777" w:rsidR="00FD0AD9" w:rsidRPr="00E04D4E" w:rsidRDefault="00FD0AD9" w:rsidP="00FD0AD9">
      <w:pPr>
        <w:rPr>
          <w:szCs w:val="22"/>
          <w:u w:val="single"/>
          <w:lang w:val="it-IT"/>
        </w:rPr>
      </w:pPr>
      <w:r w:rsidRPr="00E04D4E">
        <w:rPr>
          <w:szCs w:val="22"/>
          <w:u w:val="single"/>
          <w:lang w:val="it-IT"/>
        </w:rPr>
        <w:t>MAROC/MOROCCO</w:t>
      </w:r>
    </w:p>
    <w:p w14:paraId="7796B285" w14:textId="77777777" w:rsidR="00FD0AD9" w:rsidRPr="00E04D4E" w:rsidRDefault="00FD0AD9" w:rsidP="00FD0AD9">
      <w:pPr>
        <w:rPr>
          <w:szCs w:val="22"/>
          <w:u w:val="single"/>
          <w:lang w:val="it-IT"/>
        </w:rPr>
      </w:pPr>
    </w:p>
    <w:p w14:paraId="6B4B9645" w14:textId="77777777" w:rsidR="00FD0AD9" w:rsidRPr="00E04D4E" w:rsidRDefault="00FD0AD9" w:rsidP="00FD0AD9">
      <w:pPr>
        <w:rPr>
          <w:szCs w:val="22"/>
          <w:lang w:val="fr-CH"/>
        </w:rPr>
      </w:pPr>
      <w:r w:rsidRPr="00E04D4E">
        <w:rPr>
          <w:szCs w:val="22"/>
          <w:lang w:val="fr-CH"/>
        </w:rPr>
        <w:t>Fatima Zahra EL OUAKIL (Mme), cheffe, Département du développement territorial, relations clients et communication, Office marocain de la propriété industrielle et commerciale (OMPIC), Casablanca</w:t>
      </w:r>
    </w:p>
    <w:p w14:paraId="4DD0BBF1" w14:textId="452B164F" w:rsidR="00FD0AD9" w:rsidRPr="00E04D4E" w:rsidRDefault="00E22499" w:rsidP="00FD0AD9">
      <w:pPr>
        <w:rPr>
          <w:szCs w:val="22"/>
          <w:lang w:val="fr-CH"/>
        </w:rPr>
      </w:pPr>
      <w:hyperlink r:id="rId109" w:history="1">
        <w:r w:rsidRPr="001F5753">
          <w:rPr>
            <w:rStyle w:val="Hyperlink"/>
            <w:szCs w:val="22"/>
            <w:lang w:val="fr-CH"/>
          </w:rPr>
          <w:t>elouakil@ompic.ma</w:t>
        </w:r>
      </w:hyperlink>
      <w:r>
        <w:rPr>
          <w:szCs w:val="22"/>
          <w:u w:val="single"/>
          <w:lang w:val="fr-CH"/>
        </w:rPr>
        <w:t xml:space="preserve"> </w:t>
      </w:r>
    </w:p>
    <w:p w14:paraId="5BC6F586" w14:textId="77777777" w:rsidR="00FD0AD9" w:rsidRPr="00E04D4E" w:rsidRDefault="00FD0AD9" w:rsidP="00FD0AD9">
      <w:pPr>
        <w:rPr>
          <w:szCs w:val="22"/>
          <w:lang w:val="fr-CH"/>
        </w:rPr>
      </w:pPr>
    </w:p>
    <w:p w14:paraId="7AC601DF" w14:textId="77777777" w:rsidR="00FD0AD9" w:rsidRDefault="00FD0AD9" w:rsidP="00FD0AD9">
      <w:pPr>
        <w:rPr>
          <w:szCs w:val="22"/>
          <w:lang w:val="fr-CH"/>
        </w:rPr>
      </w:pPr>
    </w:p>
    <w:p w14:paraId="54F52756" w14:textId="77777777" w:rsidR="0019128B" w:rsidRPr="006977DB" w:rsidRDefault="0019128B" w:rsidP="0019128B">
      <w:pPr>
        <w:rPr>
          <w:szCs w:val="22"/>
          <w:u w:val="single"/>
          <w:lang w:val="fr-CH"/>
        </w:rPr>
      </w:pPr>
      <w:r w:rsidRPr="006977DB">
        <w:rPr>
          <w:szCs w:val="22"/>
          <w:u w:val="single"/>
          <w:lang w:val="fr-CH"/>
        </w:rPr>
        <w:t>MAURICE/MAURITIUS</w:t>
      </w:r>
    </w:p>
    <w:p w14:paraId="5BF2E90E" w14:textId="77777777" w:rsidR="0019128B" w:rsidRPr="006977DB" w:rsidRDefault="0019128B" w:rsidP="0019128B">
      <w:pPr>
        <w:rPr>
          <w:szCs w:val="22"/>
          <w:u w:val="single"/>
          <w:lang w:val="fr-CH"/>
        </w:rPr>
      </w:pPr>
    </w:p>
    <w:p w14:paraId="10E3B4A0" w14:textId="77777777" w:rsidR="0019128B" w:rsidRPr="00D3272A" w:rsidRDefault="0019128B" w:rsidP="0019128B">
      <w:pPr>
        <w:rPr>
          <w:szCs w:val="22"/>
        </w:rPr>
      </w:pPr>
      <w:r w:rsidRPr="00D3272A">
        <w:rPr>
          <w:szCs w:val="22"/>
        </w:rPr>
        <w:t>Glover BRIAN NEIL JOSEPH (Mr.), Ambassador, Permanent Representative, Permanent Mission, Geneva</w:t>
      </w:r>
    </w:p>
    <w:p w14:paraId="0A951F3E" w14:textId="77777777" w:rsidR="0019128B" w:rsidRPr="006977DB" w:rsidRDefault="0019128B" w:rsidP="0019128B">
      <w:pPr>
        <w:rPr>
          <w:lang w:val="fr-CH"/>
        </w:rPr>
      </w:pPr>
      <w:hyperlink r:id="rId110">
        <w:r w:rsidRPr="4503F46D">
          <w:rPr>
            <w:rStyle w:val="Hyperlink"/>
            <w:lang w:val="fr-CH"/>
          </w:rPr>
          <w:t>mauritiusembassy@bluewin.ch</w:t>
        </w:r>
      </w:hyperlink>
    </w:p>
    <w:p w14:paraId="6147874E" w14:textId="77777777" w:rsidR="0019128B" w:rsidRDefault="0019128B" w:rsidP="00FD0AD9">
      <w:pPr>
        <w:rPr>
          <w:szCs w:val="22"/>
          <w:lang w:val="fr-CH"/>
        </w:rPr>
      </w:pPr>
    </w:p>
    <w:p w14:paraId="01D49F6F" w14:textId="77777777" w:rsidR="0019128B" w:rsidRPr="00E04D4E" w:rsidRDefault="0019128B" w:rsidP="00FD0AD9">
      <w:pPr>
        <w:rPr>
          <w:szCs w:val="22"/>
          <w:lang w:val="fr-CH"/>
        </w:rPr>
      </w:pPr>
    </w:p>
    <w:p w14:paraId="1942D34E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MAURITANIE/MAURITANIA</w:t>
      </w:r>
    </w:p>
    <w:p w14:paraId="33B12497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2DD572BF" w14:textId="77777777" w:rsidR="00FD0AD9" w:rsidRPr="00E04D4E" w:rsidRDefault="00FD0AD9" w:rsidP="00FD0AD9">
      <w:pPr>
        <w:rPr>
          <w:szCs w:val="22"/>
          <w:lang w:val="fr-CH"/>
        </w:rPr>
      </w:pPr>
      <w:r w:rsidRPr="00E04D4E">
        <w:rPr>
          <w:szCs w:val="22"/>
          <w:lang w:val="fr-CH"/>
        </w:rPr>
        <w:t xml:space="preserve">Moctar KEITE (M.), directeur, Direction des études, de la planification et du suivi, </w:t>
      </w:r>
      <w:proofErr w:type="gramStart"/>
      <w:r w:rsidRPr="00E04D4E">
        <w:rPr>
          <w:szCs w:val="22"/>
          <w:lang w:val="fr-CH"/>
        </w:rPr>
        <w:t>Ministère de la culture</w:t>
      </w:r>
      <w:proofErr w:type="gramEnd"/>
      <w:r w:rsidRPr="00E04D4E">
        <w:rPr>
          <w:szCs w:val="22"/>
          <w:lang w:val="fr-CH"/>
        </w:rPr>
        <w:t>, des arts, de la communication et des relations avec le parlement, Nouakchott</w:t>
      </w:r>
    </w:p>
    <w:p w14:paraId="709FE492" w14:textId="0BCAD7AE" w:rsidR="00FD0AD9" w:rsidRDefault="00DB3F6A" w:rsidP="00FD0AD9">
      <w:pPr>
        <w:rPr>
          <w:szCs w:val="22"/>
          <w:u w:val="single"/>
          <w:lang w:val="es-ES"/>
        </w:rPr>
      </w:pPr>
      <w:hyperlink r:id="rId111" w:history="1">
        <w:r w:rsidRPr="001F5753">
          <w:rPr>
            <w:rStyle w:val="Hyperlink"/>
            <w:szCs w:val="22"/>
            <w:lang w:val="es-ES"/>
          </w:rPr>
          <w:t>dfadel@culture.gov.mr</w:t>
        </w:r>
      </w:hyperlink>
      <w:r>
        <w:rPr>
          <w:szCs w:val="22"/>
          <w:u w:val="single"/>
          <w:lang w:val="es-ES"/>
        </w:rPr>
        <w:t xml:space="preserve"> </w:t>
      </w:r>
    </w:p>
    <w:p w14:paraId="7517BA67" w14:textId="77777777" w:rsidR="00DB3F6A" w:rsidRPr="00E04D4E" w:rsidRDefault="00DB3F6A" w:rsidP="00FD0AD9">
      <w:pPr>
        <w:rPr>
          <w:szCs w:val="22"/>
          <w:lang w:val="es-ES"/>
        </w:rPr>
      </w:pPr>
    </w:p>
    <w:p w14:paraId="4110B76A" w14:textId="77777777" w:rsidR="00FD0AD9" w:rsidRPr="00E04D4E" w:rsidRDefault="00FD0AD9" w:rsidP="00FD0AD9">
      <w:pPr>
        <w:rPr>
          <w:szCs w:val="22"/>
          <w:lang w:val="es-ES"/>
        </w:rPr>
      </w:pPr>
    </w:p>
    <w:p w14:paraId="39593972" w14:textId="77777777" w:rsidR="00FD0AD9" w:rsidRPr="00E04D4E" w:rsidRDefault="00FD0AD9" w:rsidP="00FD0AD9">
      <w:pPr>
        <w:rPr>
          <w:szCs w:val="22"/>
          <w:lang w:val="es-ES"/>
        </w:rPr>
      </w:pPr>
    </w:p>
    <w:p w14:paraId="2EFD9F62" w14:textId="77777777" w:rsidR="00FD0AD9" w:rsidRPr="00E04D4E" w:rsidRDefault="00FD0AD9" w:rsidP="00FD0AD9">
      <w:pPr>
        <w:rPr>
          <w:szCs w:val="22"/>
          <w:u w:val="single"/>
          <w:lang w:val="es-ES"/>
        </w:rPr>
      </w:pPr>
      <w:r w:rsidRPr="00E04D4E">
        <w:rPr>
          <w:szCs w:val="22"/>
          <w:u w:val="single"/>
          <w:lang w:val="es-ES"/>
        </w:rPr>
        <w:lastRenderedPageBreak/>
        <w:t>MEXIQUE/MEXICO</w:t>
      </w:r>
    </w:p>
    <w:p w14:paraId="52D84BB1" w14:textId="77777777" w:rsidR="00FD0AD9" w:rsidRPr="00E04D4E" w:rsidRDefault="00FD0AD9" w:rsidP="00FD0AD9">
      <w:pPr>
        <w:rPr>
          <w:szCs w:val="22"/>
          <w:u w:val="single"/>
          <w:lang w:val="es-ES"/>
        </w:rPr>
      </w:pPr>
    </w:p>
    <w:p w14:paraId="6B61C49E" w14:textId="77777777" w:rsidR="00B47263" w:rsidRPr="00E04D4E" w:rsidRDefault="00B47263" w:rsidP="00B47263">
      <w:pPr>
        <w:rPr>
          <w:szCs w:val="22"/>
          <w:lang w:val="es-ES"/>
        </w:rPr>
      </w:pPr>
      <w:r w:rsidRPr="00E04D4E">
        <w:rPr>
          <w:szCs w:val="22"/>
          <w:lang w:val="es-ES"/>
        </w:rPr>
        <w:t xml:space="preserve">María Isabel REYES GUERRERO (Sra.), </w:t>
      </w:r>
      <w:proofErr w:type="gramStart"/>
      <w:r w:rsidRPr="00E04D4E">
        <w:rPr>
          <w:szCs w:val="22"/>
          <w:lang w:val="es-ES"/>
        </w:rPr>
        <w:t>Subdirectora</w:t>
      </w:r>
      <w:proofErr w:type="gramEnd"/>
      <w:r w:rsidRPr="00E04D4E">
        <w:rPr>
          <w:szCs w:val="22"/>
          <w:lang w:val="es-ES"/>
        </w:rPr>
        <w:t xml:space="preserve"> de Asuntos Multilaterales, Dirección de Asuntos Internacionales, Instituto Nacional de los Pueblos Indígenas (INPI), Ciudad de México</w:t>
      </w:r>
    </w:p>
    <w:p w14:paraId="20C0DE28" w14:textId="7D15D49F" w:rsidR="00B47263" w:rsidRPr="00B47263" w:rsidRDefault="00B47263" w:rsidP="00B47263">
      <w:pPr>
        <w:rPr>
          <w:szCs w:val="22"/>
          <w:u w:val="single"/>
          <w:lang w:val="es-ES"/>
        </w:rPr>
      </w:pPr>
      <w:hyperlink r:id="rId112" w:history="1">
        <w:r w:rsidRPr="00B47263">
          <w:rPr>
            <w:rStyle w:val="Hyperlink"/>
            <w:szCs w:val="22"/>
            <w:lang w:val="es-ES"/>
          </w:rPr>
          <w:t>mireyes@inpi.gob.mx</w:t>
        </w:r>
      </w:hyperlink>
    </w:p>
    <w:p w14:paraId="1BEA55FB" w14:textId="77777777" w:rsidR="00B47263" w:rsidRPr="00B47263" w:rsidRDefault="00B47263" w:rsidP="00B47263">
      <w:pPr>
        <w:rPr>
          <w:szCs w:val="22"/>
          <w:lang w:val="es-ES"/>
        </w:rPr>
      </w:pPr>
    </w:p>
    <w:p w14:paraId="0A682201" w14:textId="674F942E" w:rsidR="00B47263" w:rsidRPr="00E04D4E" w:rsidRDefault="00B47263" w:rsidP="00B47263">
      <w:pPr>
        <w:rPr>
          <w:szCs w:val="22"/>
          <w:lang w:val="es-ES"/>
        </w:rPr>
      </w:pPr>
      <w:r w:rsidRPr="00E04D4E">
        <w:rPr>
          <w:szCs w:val="22"/>
          <w:lang w:val="es-ES"/>
        </w:rPr>
        <w:t xml:space="preserve">Arturo Roberto CALVO SERRANO (Sra.), </w:t>
      </w:r>
      <w:proofErr w:type="gramStart"/>
      <w:r w:rsidRPr="00E04D4E">
        <w:rPr>
          <w:szCs w:val="22"/>
          <w:lang w:val="es-ES"/>
        </w:rPr>
        <w:t>Jef</w:t>
      </w:r>
      <w:r>
        <w:rPr>
          <w:szCs w:val="22"/>
          <w:lang w:val="es-ES"/>
        </w:rPr>
        <w:t>a</w:t>
      </w:r>
      <w:proofErr w:type="gramEnd"/>
      <w:r w:rsidRPr="00E04D4E">
        <w:rPr>
          <w:szCs w:val="22"/>
          <w:lang w:val="es-ES"/>
        </w:rPr>
        <w:t>, Coordinación General de Patrimonio Cultural y Educación Indígena, Instituto Nacional de los Pueblos Indígenas (INPI), Ciudad de México</w:t>
      </w:r>
    </w:p>
    <w:p w14:paraId="57ED23BA" w14:textId="4169BBD2" w:rsidR="00B47263" w:rsidRDefault="00B47263" w:rsidP="00B47263">
      <w:pPr>
        <w:rPr>
          <w:szCs w:val="22"/>
          <w:u w:val="single"/>
          <w:lang w:val="es-ES"/>
        </w:rPr>
      </w:pPr>
      <w:hyperlink r:id="rId113" w:history="1">
        <w:r w:rsidRPr="001F5753">
          <w:rPr>
            <w:rStyle w:val="Hyperlink"/>
            <w:szCs w:val="22"/>
            <w:lang w:val="es-ES"/>
          </w:rPr>
          <w:t>arcalvo@inpi.gob.mx</w:t>
        </w:r>
      </w:hyperlink>
    </w:p>
    <w:p w14:paraId="60616708" w14:textId="77777777" w:rsidR="00B47263" w:rsidRPr="00E04D4E" w:rsidRDefault="00B47263" w:rsidP="00B47263">
      <w:pPr>
        <w:rPr>
          <w:szCs w:val="22"/>
          <w:lang w:val="es-ES"/>
        </w:rPr>
      </w:pPr>
    </w:p>
    <w:p w14:paraId="7DAD7E28" w14:textId="77777777" w:rsidR="00B47263" w:rsidRDefault="00B47263" w:rsidP="00B47263">
      <w:pPr>
        <w:rPr>
          <w:szCs w:val="22"/>
          <w:lang w:val="es-ES"/>
        </w:rPr>
      </w:pPr>
      <w:r w:rsidRPr="00E04D4E">
        <w:rPr>
          <w:szCs w:val="22"/>
          <w:lang w:val="es-ES"/>
        </w:rPr>
        <w:t xml:space="preserve">Rodrigo Alonso LÓPEZ TOVAR (Sr.), Segundo </w:t>
      </w:r>
      <w:proofErr w:type="gramStart"/>
      <w:r w:rsidRPr="00E04D4E">
        <w:rPr>
          <w:szCs w:val="22"/>
          <w:lang w:val="es-ES"/>
        </w:rPr>
        <w:t>Secretario</w:t>
      </w:r>
      <w:proofErr w:type="gramEnd"/>
      <w:r w:rsidRPr="00E04D4E">
        <w:rPr>
          <w:szCs w:val="22"/>
          <w:lang w:val="es-ES"/>
        </w:rPr>
        <w:t>, Misión Permanente, Ginebra</w:t>
      </w:r>
    </w:p>
    <w:p w14:paraId="7B84635E" w14:textId="77777777" w:rsidR="00B47263" w:rsidRPr="00E04D4E" w:rsidRDefault="00B47263" w:rsidP="00B47263">
      <w:pPr>
        <w:rPr>
          <w:szCs w:val="22"/>
          <w:lang w:val="es-ES"/>
        </w:rPr>
      </w:pPr>
    </w:p>
    <w:p w14:paraId="4EDC9E04" w14:textId="77777777" w:rsidR="00FD0AD9" w:rsidRPr="00E04D4E" w:rsidRDefault="00FD0AD9" w:rsidP="00FD0AD9">
      <w:pPr>
        <w:rPr>
          <w:szCs w:val="22"/>
          <w:lang w:val="es-ES"/>
        </w:rPr>
      </w:pPr>
      <w:r w:rsidRPr="00E04D4E">
        <w:rPr>
          <w:szCs w:val="22"/>
          <w:lang w:val="es-ES"/>
        </w:rPr>
        <w:t>José de Jesús HERNÁNDEZ ESTRADA (Sr.), Especialista en Propiedad Industrial, Dirección Divisional de Relaciones Internacionales, Instituto Mexicano de la Propiedad Industrial (IMPI), Ciudad de México</w:t>
      </w:r>
    </w:p>
    <w:p w14:paraId="675F9EB9" w14:textId="77777777" w:rsidR="00FD0AD9" w:rsidRPr="00E04D4E" w:rsidRDefault="00FD0AD9" w:rsidP="00FD0AD9">
      <w:pPr>
        <w:rPr>
          <w:szCs w:val="22"/>
          <w:lang w:val="es-ES"/>
        </w:rPr>
      </w:pPr>
    </w:p>
    <w:p w14:paraId="5A5917C4" w14:textId="77777777" w:rsidR="00FD0AD9" w:rsidRPr="00E04D4E" w:rsidRDefault="00FD0AD9" w:rsidP="00FD0AD9">
      <w:pPr>
        <w:rPr>
          <w:szCs w:val="22"/>
          <w:lang w:val="es-ES"/>
        </w:rPr>
      </w:pPr>
      <w:r w:rsidRPr="00E04D4E">
        <w:rPr>
          <w:szCs w:val="22"/>
          <w:lang w:val="es-ES"/>
        </w:rPr>
        <w:t>Catarina GARCÍA BALTAZAR (Sra.), Personal Operativo, Dirección de Asuntos Internacionales, Instituto Nacional de los Pueblos Indígenas (INPI), Ciudad de México</w:t>
      </w:r>
    </w:p>
    <w:p w14:paraId="26F19E02" w14:textId="6ECB58F6" w:rsidR="00FD0AD9" w:rsidRPr="00E04D4E" w:rsidRDefault="00B47263" w:rsidP="00FD0AD9">
      <w:pPr>
        <w:rPr>
          <w:szCs w:val="22"/>
          <w:lang w:val="es-ES"/>
        </w:rPr>
      </w:pPr>
      <w:hyperlink r:id="rId114" w:history="1">
        <w:r w:rsidRPr="001F5753">
          <w:rPr>
            <w:rStyle w:val="Hyperlink"/>
            <w:szCs w:val="22"/>
            <w:lang w:val="es-ES"/>
          </w:rPr>
          <w:t>cgarciab@inpi.gob.mx</w:t>
        </w:r>
      </w:hyperlink>
      <w:r>
        <w:rPr>
          <w:szCs w:val="22"/>
          <w:u w:val="single"/>
          <w:lang w:val="es-ES"/>
        </w:rPr>
        <w:t xml:space="preserve"> </w:t>
      </w:r>
    </w:p>
    <w:p w14:paraId="1E478A78" w14:textId="77777777" w:rsidR="00FD0AD9" w:rsidRPr="00E04D4E" w:rsidRDefault="00FD0AD9" w:rsidP="00FD0AD9">
      <w:pPr>
        <w:rPr>
          <w:szCs w:val="22"/>
          <w:lang w:val="es-ES"/>
        </w:rPr>
      </w:pPr>
    </w:p>
    <w:p w14:paraId="70215A3E" w14:textId="77777777" w:rsidR="00B47263" w:rsidRPr="00E04D4E" w:rsidRDefault="00B47263" w:rsidP="00B47263">
      <w:pPr>
        <w:rPr>
          <w:szCs w:val="22"/>
          <w:lang w:val="es-ES"/>
        </w:rPr>
      </w:pPr>
      <w:r w:rsidRPr="00E04D4E">
        <w:rPr>
          <w:szCs w:val="22"/>
          <w:lang w:val="es-ES"/>
        </w:rPr>
        <w:t>Andrea Jaqueline PEÑA MARTINEZ (Sra.), Ayudante Especializada, Dirección Divisional de Patentes, Instituto Mexicano de la Propiedad Industrial (IMPI), Ciudad de México</w:t>
      </w:r>
    </w:p>
    <w:p w14:paraId="613241DC" w14:textId="5CFBC85C" w:rsidR="00FD0AD9" w:rsidRPr="00B47263" w:rsidRDefault="00FD0AD9" w:rsidP="00FD0AD9">
      <w:pPr>
        <w:rPr>
          <w:szCs w:val="22"/>
          <w:lang w:val="es-ES"/>
        </w:rPr>
      </w:pPr>
    </w:p>
    <w:p w14:paraId="60158E14" w14:textId="77777777" w:rsidR="00FD0AD9" w:rsidRPr="00B47263" w:rsidRDefault="00FD0AD9" w:rsidP="00FD0AD9">
      <w:pPr>
        <w:rPr>
          <w:szCs w:val="22"/>
          <w:lang w:val="es-ES"/>
        </w:rPr>
      </w:pPr>
    </w:p>
    <w:p w14:paraId="35F88A74" w14:textId="77777777" w:rsidR="00FD0AD9" w:rsidRPr="00E04D4E" w:rsidRDefault="00FD0AD9" w:rsidP="00FD0AD9">
      <w:pPr>
        <w:rPr>
          <w:szCs w:val="22"/>
          <w:u w:val="single"/>
          <w:lang w:val="it-IT"/>
        </w:rPr>
      </w:pPr>
      <w:r w:rsidRPr="00E04D4E">
        <w:rPr>
          <w:szCs w:val="22"/>
          <w:u w:val="single"/>
          <w:lang w:val="it-IT"/>
        </w:rPr>
        <w:t>MONGOLIE/MONGOLIA</w:t>
      </w:r>
    </w:p>
    <w:p w14:paraId="1AE46147" w14:textId="77777777" w:rsidR="00FD0AD9" w:rsidRPr="00E04D4E" w:rsidRDefault="00FD0AD9" w:rsidP="00FD0AD9">
      <w:pPr>
        <w:rPr>
          <w:szCs w:val="22"/>
          <w:u w:val="single"/>
          <w:lang w:val="it-IT"/>
        </w:rPr>
      </w:pPr>
    </w:p>
    <w:p w14:paraId="4674B22A" w14:textId="77777777" w:rsidR="00FD0AD9" w:rsidRDefault="00FD0AD9" w:rsidP="00FD0AD9">
      <w:pPr>
        <w:rPr>
          <w:szCs w:val="22"/>
        </w:rPr>
      </w:pPr>
      <w:proofErr w:type="spellStart"/>
      <w:r>
        <w:rPr>
          <w:szCs w:val="22"/>
        </w:rPr>
        <w:t>Uyanga</w:t>
      </w:r>
      <w:proofErr w:type="spellEnd"/>
      <w:r>
        <w:rPr>
          <w:szCs w:val="22"/>
        </w:rPr>
        <w:t xml:space="preserve"> ENKHJAV (Ms.), Senior Foreign Relations and Cooperation Officer, Administration and Management Department, Intellectual Property Office, Ulaanbaatar</w:t>
      </w:r>
    </w:p>
    <w:p w14:paraId="05E3D924" w14:textId="2911659C" w:rsidR="00FD0AD9" w:rsidRDefault="00227255" w:rsidP="00FD0AD9">
      <w:pPr>
        <w:rPr>
          <w:szCs w:val="22"/>
        </w:rPr>
      </w:pPr>
      <w:hyperlink r:id="rId115" w:history="1">
        <w:r w:rsidRPr="001F5753">
          <w:rPr>
            <w:rStyle w:val="Hyperlink"/>
            <w:szCs w:val="22"/>
          </w:rPr>
          <w:t>uyanga@ipom.gov.mn</w:t>
        </w:r>
      </w:hyperlink>
      <w:r>
        <w:rPr>
          <w:szCs w:val="22"/>
          <w:u w:val="single"/>
        </w:rPr>
        <w:t xml:space="preserve"> </w:t>
      </w:r>
    </w:p>
    <w:p w14:paraId="110DF26D" w14:textId="77777777" w:rsidR="00FD0AD9" w:rsidRDefault="00FD0AD9" w:rsidP="00FD0AD9">
      <w:pPr>
        <w:rPr>
          <w:szCs w:val="22"/>
        </w:rPr>
      </w:pPr>
    </w:p>
    <w:p w14:paraId="48960BE6" w14:textId="77777777" w:rsidR="00050507" w:rsidRDefault="00050507" w:rsidP="00FD0AD9">
      <w:pPr>
        <w:rPr>
          <w:szCs w:val="22"/>
        </w:rPr>
      </w:pPr>
    </w:p>
    <w:p w14:paraId="7A2065C8" w14:textId="7F9CE335" w:rsidR="00050507" w:rsidRPr="00050507" w:rsidRDefault="00050507" w:rsidP="00FD0AD9">
      <w:pPr>
        <w:rPr>
          <w:szCs w:val="22"/>
          <w:u w:val="single"/>
        </w:rPr>
      </w:pPr>
      <w:r w:rsidRPr="00050507">
        <w:rPr>
          <w:szCs w:val="22"/>
          <w:u w:val="single"/>
        </w:rPr>
        <w:t>NAMIBIE/NAMIBIA</w:t>
      </w:r>
    </w:p>
    <w:p w14:paraId="71E8CF5E" w14:textId="77777777" w:rsidR="00050507" w:rsidRDefault="00050507" w:rsidP="00FD0AD9">
      <w:pPr>
        <w:rPr>
          <w:szCs w:val="22"/>
        </w:rPr>
      </w:pPr>
    </w:p>
    <w:p w14:paraId="37DED561" w14:textId="6E306ABF" w:rsidR="00050507" w:rsidRDefault="00C7735B" w:rsidP="00C7735B">
      <w:pPr>
        <w:rPr>
          <w:szCs w:val="22"/>
        </w:rPr>
      </w:pPr>
      <w:proofErr w:type="spellStart"/>
      <w:r w:rsidRPr="00ED5E13">
        <w:rPr>
          <w:szCs w:val="22"/>
          <w:u w:val="single"/>
        </w:rPr>
        <w:t>Jeanetha</w:t>
      </w:r>
      <w:proofErr w:type="spellEnd"/>
      <w:r w:rsidRPr="00ED5E13">
        <w:rPr>
          <w:szCs w:val="22"/>
          <w:u w:val="single"/>
        </w:rPr>
        <w:t xml:space="preserve"> </w:t>
      </w:r>
      <w:proofErr w:type="spellStart"/>
      <w:r w:rsidRPr="00ED5E13">
        <w:rPr>
          <w:szCs w:val="22"/>
        </w:rPr>
        <w:t>Pakasane</w:t>
      </w:r>
      <w:proofErr w:type="spellEnd"/>
      <w:r w:rsidRPr="00ED5E13">
        <w:rPr>
          <w:szCs w:val="22"/>
        </w:rPr>
        <w:t xml:space="preserve"> TJITAURA</w:t>
      </w:r>
      <w:r>
        <w:rPr>
          <w:szCs w:val="22"/>
        </w:rPr>
        <w:t xml:space="preserve"> (Ms.), </w:t>
      </w:r>
      <w:r>
        <w:rPr>
          <w:szCs w:val="22"/>
        </w:rPr>
        <w:t>Attaché</w:t>
      </w:r>
      <w:r>
        <w:rPr>
          <w:szCs w:val="22"/>
        </w:rPr>
        <w:t>, Permanent Mission, Geneva</w:t>
      </w:r>
    </w:p>
    <w:p w14:paraId="524C9508" w14:textId="77777777" w:rsidR="00050507" w:rsidRDefault="00050507" w:rsidP="00FD0AD9">
      <w:pPr>
        <w:rPr>
          <w:szCs w:val="22"/>
        </w:rPr>
      </w:pPr>
    </w:p>
    <w:p w14:paraId="7EA8B508" w14:textId="77777777" w:rsidR="00C7735B" w:rsidRDefault="00C7735B" w:rsidP="00FD0AD9">
      <w:pPr>
        <w:rPr>
          <w:szCs w:val="22"/>
        </w:rPr>
      </w:pPr>
    </w:p>
    <w:p w14:paraId="04F8CA43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NAURU</w:t>
      </w:r>
    </w:p>
    <w:p w14:paraId="57742C8D" w14:textId="77777777" w:rsidR="00FD0AD9" w:rsidRPr="009C308F" w:rsidRDefault="00FD0AD9" w:rsidP="00FD0AD9">
      <w:pPr>
        <w:rPr>
          <w:szCs w:val="22"/>
          <w:u w:val="single"/>
        </w:rPr>
      </w:pPr>
    </w:p>
    <w:p w14:paraId="1EDE109D" w14:textId="77777777" w:rsidR="00FD0AD9" w:rsidRDefault="00FD0AD9" w:rsidP="00FD0AD9">
      <w:pPr>
        <w:rPr>
          <w:szCs w:val="22"/>
        </w:rPr>
      </w:pPr>
      <w:r>
        <w:rPr>
          <w:szCs w:val="22"/>
        </w:rPr>
        <w:t>Marilyn DEIRERAGEA (Ms.), Legal Officer, Intellectual Property Section, Justice and Border Control, Nauru</w:t>
      </w:r>
    </w:p>
    <w:p w14:paraId="48302662" w14:textId="45BE5C5D" w:rsidR="00FD0AD9" w:rsidRDefault="00B55433" w:rsidP="00FD0AD9">
      <w:pPr>
        <w:rPr>
          <w:szCs w:val="22"/>
        </w:rPr>
      </w:pPr>
      <w:hyperlink r:id="rId116" w:history="1">
        <w:r w:rsidRPr="001F5753">
          <w:rPr>
            <w:rStyle w:val="Hyperlink"/>
            <w:szCs w:val="22"/>
          </w:rPr>
          <w:t>marilyntialedeireragea@gmail.co</w:t>
        </w:r>
        <w:r w:rsidRPr="001F5753">
          <w:rPr>
            <w:rStyle w:val="Hyperlink"/>
            <w:szCs w:val="22"/>
          </w:rPr>
          <w:t>m</w:t>
        </w:r>
      </w:hyperlink>
      <w:r>
        <w:rPr>
          <w:szCs w:val="22"/>
          <w:u w:val="single"/>
        </w:rPr>
        <w:t xml:space="preserve"> </w:t>
      </w:r>
    </w:p>
    <w:p w14:paraId="7A3D6526" w14:textId="77777777" w:rsidR="00FD0AD9" w:rsidRDefault="00FD0AD9" w:rsidP="00FD0AD9">
      <w:pPr>
        <w:rPr>
          <w:szCs w:val="22"/>
        </w:rPr>
      </w:pPr>
    </w:p>
    <w:p w14:paraId="205E640F" w14:textId="77777777" w:rsidR="00FD0AD9" w:rsidRDefault="00FD0AD9" w:rsidP="00FD0AD9">
      <w:pPr>
        <w:rPr>
          <w:szCs w:val="22"/>
        </w:rPr>
      </w:pPr>
      <w:proofErr w:type="spellStart"/>
      <w:r>
        <w:rPr>
          <w:szCs w:val="22"/>
        </w:rPr>
        <w:t>Febony</w:t>
      </w:r>
      <w:proofErr w:type="spellEnd"/>
      <w:r>
        <w:rPr>
          <w:szCs w:val="22"/>
        </w:rPr>
        <w:t xml:space="preserve"> DETENAMO (Ms.), Senior Personal Assistant, Secretary for Justice and Border Control, Nauru</w:t>
      </w:r>
    </w:p>
    <w:p w14:paraId="603153A9" w14:textId="01A0E54C" w:rsidR="00FD0AD9" w:rsidRPr="00E04D4E" w:rsidRDefault="00735F81" w:rsidP="00FD0AD9">
      <w:pPr>
        <w:rPr>
          <w:szCs w:val="22"/>
          <w:lang w:val="fr-CH"/>
        </w:rPr>
      </w:pPr>
      <w:hyperlink r:id="rId117" w:history="1">
        <w:r w:rsidRPr="001F5753">
          <w:rPr>
            <w:rStyle w:val="Hyperlink"/>
            <w:szCs w:val="22"/>
            <w:lang w:val="fr-CH"/>
          </w:rPr>
          <w:t>detenamofebony@gmail.com</w:t>
        </w:r>
      </w:hyperlink>
      <w:r>
        <w:rPr>
          <w:szCs w:val="22"/>
          <w:u w:val="single"/>
          <w:lang w:val="fr-CH"/>
        </w:rPr>
        <w:t xml:space="preserve"> </w:t>
      </w:r>
    </w:p>
    <w:p w14:paraId="5F636DC8" w14:textId="77777777" w:rsidR="00FD0AD9" w:rsidRPr="00E04D4E" w:rsidRDefault="00FD0AD9" w:rsidP="00FD0AD9">
      <w:pPr>
        <w:rPr>
          <w:szCs w:val="22"/>
          <w:lang w:val="fr-CH"/>
        </w:rPr>
      </w:pPr>
    </w:p>
    <w:p w14:paraId="0477875F" w14:textId="77777777" w:rsidR="00FD0AD9" w:rsidRPr="00E04D4E" w:rsidRDefault="00FD0AD9" w:rsidP="00FD0AD9">
      <w:pPr>
        <w:rPr>
          <w:szCs w:val="22"/>
          <w:lang w:val="fr-CH"/>
        </w:rPr>
      </w:pPr>
    </w:p>
    <w:p w14:paraId="789108B2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NICARAGUA</w:t>
      </w:r>
    </w:p>
    <w:p w14:paraId="6F0795EA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110F1896" w14:textId="77777777" w:rsidR="00FD0AD9" w:rsidRPr="00E04D4E" w:rsidRDefault="00FD0AD9" w:rsidP="00FD0AD9">
      <w:pPr>
        <w:rPr>
          <w:szCs w:val="22"/>
          <w:lang w:val="fr-CH"/>
        </w:rPr>
      </w:pPr>
      <w:r w:rsidRPr="00E04D4E">
        <w:rPr>
          <w:szCs w:val="22"/>
          <w:lang w:val="fr-CH"/>
        </w:rPr>
        <w:t>Claudia Mercedes PÉREZ LÓPEZ (</w:t>
      </w:r>
      <w:proofErr w:type="spellStart"/>
      <w:r w:rsidRPr="00E04D4E">
        <w:rPr>
          <w:szCs w:val="22"/>
          <w:lang w:val="fr-CH"/>
        </w:rPr>
        <w:t>Sra</w:t>
      </w:r>
      <w:proofErr w:type="spellEnd"/>
      <w:r w:rsidRPr="00E04D4E">
        <w:rPr>
          <w:szCs w:val="22"/>
          <w:lang w:val="fr-CH"/>
        </w:rPr>
        <w:t xml:space="preserve">.), </w:t>
      </w:r>
      <w:proofErr w:type="spellStart"/>
      <w:r w:rsidRPr="00E04D4E">
        <w:rPr>
          <w:szCs w:val="22"/>
          <w:lang w:val="fr-CH"/>
        </w:rPr>
        <w:t>Ministra</w:t>
      </w:r>
      <w:proofErr w:type="spellEnd"/>
      <w:r w:rsidRPr="00E04D4E">
        <w:rPr>
          <w:szCs w:val="22"/>
          <w:lang w:val="fr-CH"/>
        </w:rPr>
        <w:t xml:space="preserve"> </w:t>
      </w:r>
      <w:proofErr w:type="spellStart"/>
      <w:r w:rsidRPr="00E04D4E">
        <w:rPr>
          <w:szCs w:val="22"/>
          <w:lang w:val="fr-CH"/>
        </w:rPr>
        <w:t>Consejera</w:t>
      </w:r>
      <w:proofErr w:type="spellEnd"/>
      <w:r w:rsidRPr="00E04D4E">
        <w:rPr>
          <w:szCs w:val="22"/>
          <w:lang w:val="fr-CH"/>
        </w:rPr>
        <w:t xml:space="preserve">, </w:t>
      </w:r>
      <w:proofErr w:type="spellStart"/>
      <w:r w:rsidRPr="00E04D4E">
        <w:rPr>
          <w:szCs w:val="22"/>
          <w:lang w:val="fr-CH"/>
        </w:rPr>
        <w:t>Misión</w:t>
      </w:r>
      <w:proofErr w:type="spellEnd"/>
      <w:r w:rsidRPr="00E04D4E">
        <w:rPr>
          <w:szCs w:val="22"/>
          <w:lang w:val="fr-CH"/>
        </w:rPr>
        <w:t xml:space="preserve"> Permanente, Ginebra</w:t>
      </w:r>
    </w:p>
    <w:p w14:paraId="0B2EFF99" w14:textId="77777777" w:rsidR="00FD0AD9" w:rsidRPr="00E04D4E" w:rsidRDefault="00FD0AD9" w:rsidP="00FD0AD9">
      <w:pPr>
        <w:rPr>
          <w:szCs w:val="22"/>
          <w:lang w:val="fr-CH"/>
        </w:rPr>
      </w:pPr>
    </w:p>
    <w:p w14:paraId="2510408A" w14:textId="77777777" w:rsidR="00FD0AD9" w:rsidRDefault="00FD0AD9" w:rsidP="00FD0AD9">
      <w:pPr>
        <w:rPr>
          <w:szCs w:val="22"/>
          <w:lang w:val="fr-CH"/>
        </w:rPr>
      </w:pPr>
    </w:p>
    <w:p w14:paraId="32654468" w14:textId="77777777" w:rsidR="007B6D04" w:rsidRDefault="007B6D04" w:rsidP="00FD0AD9">
      <w:pPr>
        <w:rPr>
          <w:szCs w:val="22"/>
          <w:lang w:val="fr-CH"/>
        </w:rPr>
      </w:pPr>
    </w:p>
    <w:p w14:paraId="39EC2780" w14:textId="77777777" w:rsidR="007B6D04" w:rsidRPr="00E04D4E" w:rsidRDefault="007B6D04" w:rsidP="00FD0AD9">
      <w:pPr>
        <w:rPr>
          <w:szCs w:val="22"/>
          <w:lang w:val="fr-CH"/>
        </w:rPr>
      </w:pPr>
    </w:p>
    <w:p w14:paraId="7B88AB32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lastRenderedPageBreak/>
        <w:t>NIGER</w:t>
      </w:r>
    </w:p>
    <w:p w14:paraId="451C9ECA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76048E83" w14:textId="77777777" w:rsidR="00FD0AD9" w:rsidRPr="00E04D4E" w:rsidRDefault="00FD0AD9" w:rsidP="00FD0AD9">
      <w:pPr>
        <w:rPr>
          <w:szCs w:val="22"/>
          <w:lang w:val="fr-CH"/>
        </w:rPr>
      </w:pPr>
      <w:r w:rsidRPr="00E04D4E">
        <w:rPr>
          <w:szCs w:val="22"/>
          <w:lang w:val="fr-CH"/>
        </w:rPr>
        <w:t>Abdoulaye OUSSEINI (M.), chef, Service protection des créations industrielles, Agence nationale de la propriété industrielle et de la promotion de l'innovation (AN2PI), Ministère du commerce et de l'industrie, Niamey</w:t>
      </w:r>
    </w:p>
    <w:p w14:paraId="27DC1D58" w14:textId="6EE50B92" w:rsidR="00FD0AD9" w:rsidRPr="00E04D4E" w:rsidRDefault="00735F81" w:rsidP="00FD0AD9">
      <w:pPr>
        <w:rPr>
          <w:szCs w:val="22"/>
          <w:lang w:val="fr-CH"/>
        </w:rPr>
      </w:pPr>
      <w:hyperlink r:id="rId118" w:history="1">
        <w:r w:rsidRPr="001F5753">
          <w:rPr>
            <w:rStyle w:val="Hyperlink"/>
            <w:szCs w:val="22"/>
            <w:lang w:val="fr-CH"/>
          </w:rPr>
          <w:t>nguido2002@yahoo.fr</w:t>
        </w:r>
      </w:hyperlink>
      <w:r>
        <w:rPr>
          <w:szCs w:val="22"/>
          <w:u w:val="single"/>
          <w:lang w:val="fr-CH"/>
        </w:rPr>
        <w:t xml:space="preserve"> </w:t>
      </w:r>
    </w:p>
    <w:p w14:paraId="425E8638" w14:textId="77777777" w:rsidR="00FD0AD9" w:rsidRPr="00E04D4E" w:rsidRDefault="00FD0AD9" w:rsidP="00FD0AD9">
      <w:pPr>
        <w:rPr>
          <w:szCs w:val="22"/>
          <w:lang w:val="fr-CH"/>
        </w:rPr>
      </w:pPr>
    </w:p>
    <w:p w14:paraId="3F4FF699" w14:textId="77777777" w:rsidR="00FD0AD9" w:rsidRPr="00E04D4E" w:rsidRDefault="00FD0AD9" w:rsidP="00FD0AD9">
      <w:pPr>
        <w:rPr>
          <w:szCs w:val="22"/>
          <w:lang w:val="fr-CH"/>
        </w:rPr>
      </w:pPr>
      <w:r w:rsidRPr="00E04D4E">
        <w:rPr>
          <w:szCs w:val="22"/>
          <w:lang w:val="fr-CH"/>
        </w:rPr>
        <w:t xml:space="preserve">Amadou TANKOANO (M.), professeur de droit de la propriété industrielle, Direction de l'industrie, </w:t>
      </w:r>
      <w:proofErr w:type="gramStart"/>
      <w:r w:rsidRPr="00E04D4E">
        <w:rPr>
          <w:szCs w:val="22"/>
          <w:lang w:val="fr-CH"/>
        </w:rPr>
        <w:t>Ministère de l’industrie</w:t>
      </w:r>
      <w:proofErr w:type="gramEnd"/>
      <w:r w:rsidRPr="00E04D4E">
        <w:rPr>
          <w:szCs w:val="22"/>
          <w:lang w:val="fr-CH"/>
        </w:rPr>
        <w:t>, Niamey</w:t>
      </w:r>
    </w:p>
    <w:p w14:paraId="79B426C4" w14:textId="33DEDDCB" w:rsidR="00FD0AD9" w:rsidRDefault="00735F81" w:rsidP="00FD0AD9">
      <w:pPr>
        <w:rPr>
          <w:szCs w:val="22"/>
        </w:rPr>
      </w:pPr>
      <w:hyperlink r:id="rId119" w:history="1">
        <w:r w:rsidRPr="001F5753">
          <w:rPr>
            <w:rStyle w:val="Hyperlink"/>
            <w:szCs w:val="22"/>
          </w:rPr>
          <w:t>amadoutankoano@gmail.com</w:t>
        </w:r>
      </w:hyperlink>
      <w:r>
        <w:rPr>
          <w:szCs w:val="22"/>
          <w:u w:val="single"/>
        </w:rPr>
        <w:t xml:space="preserve"> </w:t>
      </w:r>
    </w:p>
    <w:p w14:paraId="0F402F95" w14:textId="77777777" w:rsidR="00FD0AD9" w:rsidRDefault="00FD0AD9" w:rsidP="00FD0AD9">
      <w:pPr>
        <w:rPr>
          <w:szCs w:val="22"/>
        </w:rPr>
      </w:pPr>
    </w:p>
    <w:p w14:paraId="2C6E1CB4" w14:textId="77777777" w:rsidR="00FD0AD9" w:rsidRDefault="00FD0AD9" w:rsidP="00FD0AD9">
      <w:pPr>
        <w:rPr>
          <w:szCs w:val="22"/>
        </w:rPr>
      </w:pPr>
    </w:p>
    <w:p w14:paraId="174FFA5D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NIGÉRIA/NIGERIA</w:t>
      </w:r>
    </w:p>
    <w:p w14:paraId="72447482" w14:textId="77777777" w:rsidR="00FD0AD9" w:rsidRPr="009C308F" w:rsidRDefault="00FD0AD9" w:rsidP="00FD0AD9">
      <w:pPr>
        <w:rPr>
          <w:szCs w:val="22"/>
          <w:u w:val="single"/>
        </w:rPr>
      </w:pPr>
    </w:p>
    <w:p w14:paraId="7F9D9430" w14:textId="7E7AB857" w:rsidR="00C20069" w:rsidRDefault="00C20069" w:rsidP="00C20069">
      <w:pPr>
        <w:rPr>
          <w:szCs w:val="22"/>
        </w:rPr>
      </w:pPr>
      <w:r>
        <w:rPr>
          <w:szCs w:val="22"/>
        </w:rPr>
        <w:t>Donald EGBUFOR (M</w:t>
      </w:r>
      <w:r>
        <w:rPr>
          <w:szCs w:val="22"/>
        </w:rPr>
        <w:t>r</w:t>
      </w:r>
      <w:r>
        <w:rPr>
          <w:szCs w:val="22"/>
        </w:rPr>
        <w:t>.), First Secretary, Permanent Mission, Geneva</w:t>
      </w:r>
    </w:p>
    <w:p w14:paraId="5B4AFBA2" w14:textId="284B4861" w:rsidR="00C20069" w:rsidRDefault="00C20069" w:rsidP="00C20069">
      <w:pPr>
        <w:rPr>
          <w:szCs w:val="22"/>
          <w:u w:val="single"/>
        </w:rPr>
      </w:pPr>
      <w:hyperlink r:id="rId120" w:history="1">
        <w:r w:rsidRPr="001F5753">
          <w:rPr>
            <w:rStyle w:val="Hyperlink"/>
            <w:szCs w:val="22"/>
          </w:rPr>
          <w:t>d.egbufor@nigerian-mission.ch</w:t>
        </w:r>
      </w:hyperlink>
    </w:p>
    <w:p w14:paraId="59ABF63D" w14:textId="77777777" w:rsidR="00C20069" w:rsidRDefault="00C20069" w:rsidP="00C20069">
      <w:pPr>
        <w:rPr>
          <w:szCs w:val="22"/>
        </w:rPr>
      </w:pPr>
    </w:p>
    <w:p w14:paraId="47369E4E" w14:textId="589C5F45" w:rsidR="00FD0AD9" w:rsidRDefault="00FD0AD9" w:rsidP="00FD0AD9">
      <w:pPr>
        <w:rPr>
          <w:szCs w:val="22"/>
        </w:rPr>
      </w:pPr>
      <w:r>
        <w:rPr>
          <w:szCs w:val="22"/>
        </w:rPr>
        <w:t>Ruth OKEDIJI (M</w:t>
      </w:r>
      <w:r w:rsidR="00C20069">
        <w:rPr>
          <w:szCs w:val="22"/>
        </w:rPr>
        <w:t>s.</w:t>
      </w:r>
      <w:r>
        <w:rPr>
          <w:szCs w:val="22"/>
        </w:rPr>
        <w:t>), Professor, Nigeria Expert Adviser, Abuja</w:t>
      </w:r>
    </w:p>
    <w:p w14:paraId="4F651AF8" w14:textId="77777777" w:rsidR="00FD0AD9" w:rsidRDefault="00FD0AD9" w:rsidP="00FD0AD9">
      <w:pPr>
        <w:rPr>
          <w:szCs w:val="22"/>
        </w:rPr>
      </w:pPr>
    </w:p>
    <w:p w14:paraId="74C86A3E" w14:textId="3AC04DF0" w:rsidR="00FD0AD9" w:rsidRDefault="00FD0AD9" w:rsidP="00FD0AD9">
      <w:pPr>
        <w:rPr>
          <w:szCs w:val="22"/>
        </w:rPr>
      </w:pPr>
      <w:r>
        <w:rPr>
          <w:szCs w:val="22"/>
        </w:rPr>
        <w:t>Chidi OGUAMANAM (M</w:t>
      </w:r>
      <w:r w:rsidR="00C20069">
        <w:rPr>
          <w:szCs w:val="22"/>
        </w:rPr>
        <w:t>r</w:t>
      </w:r>
      <w:r>
        <w:rPr>
          <w:szCs w:val="22"/>
        </w:rPr>
        <w:t>.), Expert, Trade and Investment, Ottawa</w:t>
      </w:r>
    </w:p>
    <w:p w14:paraId="47A0B7AC" w14:textId="38E90F8B" w:rsidR="00FD0AD9" w:rsidRPr="00E04D4E" w:rsidRDefault="00C20069" w:rsidP="00FD0AD9">
      <w:pPr>
        <w:rPr>
          <w:szCs w:val="22"/>
          <w:lang w:val="fr-CH"/>
        </w:rPr>
      </w:pPr>
      <w:hyperlink r:id="rId121" w:history="1">
        <w:r w:rsidRPr="001F5753">
          <w:rPr>
            <w:rStyle w:val="Hyperlink"/>
            <w:szCs w:val="22"/>
            <w:lang w:val="fr-CH"/>
          </w:rPr>
          <w:t>oguamanam.chidi@gmail.com</w:t>
        </w:r>
      </w:hyperlink>
      <w:r>
        <w:rPr>
          <w:szCs w:val="22"/>
          <w:u w:val="single"/>
          <w:lang w:val="fr-CH"/>
        </w:rPr>
        <w:t xml:space="preserve"> </w:t>
      </w:r>
    </w:p>
    <w:p w14:paraId="7BB311BB" w14:textId="77777777" w:rsidR="00FD0AD9" w:rsidRPr="00E04D4E" w:rsidRDefault="00FD0AD9" w:rsidP="00FD0AD9">
      <w:pPr>
        <w:rPr>
          <w:szCs w:val="22"/>
          <w:lang w:val="fr-CH"/>
        </w:rPr>
      </w:pPr>
    </w:p>
    <w:p w14:paraId="1FBC2161" w14:textId="77777777" w:rsidR="00FD0AD9" w:rsidRPr="00E04D4E" w:rsidRDefault="00FD0AD9" w:rsidP="00FD0AD9">
      <w:pPr>
        <w:rPr>
          <w:szCs w:val="22"/>
          <w:lang w:val="fr-CH"/>
        </w:rPr>
      </w:pPr>
    </w:p>
    <w:p w14:paraId="0F595631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NOUVELLE-ZÉLANDE/NEW ZEALAND</w:t>
      </w:r>
    </w:p>
    <w:p w14:paraId="714C4201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158D2703" w14:textId="77777777" w:rsidR="00FD0AD9" w:rsidRDefault="00FD0AD9" w:rsidP="00FD0AD9">
      <w:pPr>
        <w:rPr>
          <w:szCs w:val="22"/>
        </w:rPr>
      </w:pPr>
      <w:r>
        <w:rPr>
          <w:szCs w:val="22"/>
        </w:rPr>
        <w:t xml:space="preserve">Laine FISHER (Mr.), Policy Manager, </w:t>
      </w:r>
      <w:proofErr w:type="spellStart"/>
      <w:r>
        <w:rPr>
          <w:szCs w:val="22"/>
        </w:rPr>
        <w:t>Te</w:t>
      </w:r>
      <w:proofErr w:type="spellEnd"/>
      <w:r>
        <w:rPr>
          <w:szCs w:val="22"/>
        </w:rPr>
        <w:t xml:space="preserve"> Pae </w:t>
      </w:r>
      <w:proofErr w:type="spellStart"/>
      <w:r>
        <w:rPr>
          <w:szCs w:val="22"/>
        </w:rPr>
        <w:t>Tawhiti</w:t>
      </w:r>
      <w:proofErr w:type="spellEnd"/>
      <w:r>
        <w:rPr>
          <w:szCs w:val="22"/>
        </w:rPr>
        <w:t xml:space="preserve">, Policy Department, </w:t>
      </w:r>
      <w:proofErr w:type="spellStart"/>
      <w:r>
        <w:rPr>
          <w:szCs w:val="22"/>
        </w:rPr>
        <w:t>Te</w:t>
      </w:r>
      <w:proofErr w:type="spellEnd"/>
      <w:r>
        <w:rPr>
          <w:szCs w:val="22"/>
        </w:rPr>
        <w:t xml:space="preserve"> Puni </w:t>
      </w:r>
      <w:proofErr w:type="spellStart"/>
      <w:r>
        <w:rPr>
          <w:szCs w:val="22"/>
        </w:rPr>
        <w:t>Kōkiri</w:t>
      </w:r>
      <w:proofErr w:type="spellEnd"/>
      <w:r>
        <w:rPr>
          <w:szCs w:val="22"/>
        </w:rPr>
        <w:t>, Ministry of Māori Development, Wellington</w:t>
      </w:r>
    </w:p>
    <w:p w14:paraId="631E614C" w14:textId="6D2D4F8F" w:rsidR="00FD0AD9" w:rsidRDefault="0081017B" w:rsidP="00FD0AD9">
      <w:pPr>
        <w:rPr>
          <w:szCs w:val="22"/>
        </w:rPr>
      </w:pPr>
      <w:hyperlink r:id="rId122" w:history="1">
        <w:r w:rsidRPr="001F5753">
          <w:rPr>
            <w:rStyle w:val="Hyperlink"/>
            <w:szCs w:val="22"/>
          </w:rPr>
          <w:t>laine.fisher@tpk.govt.nz</w:t>
        </w:r>
      </w:hyperlink>
      <w:r>
        <w:rPr>
          <w:szCs w:val="22"/>
          <w:u w:val="single"/>
        </w:rPr>
        <w:t xml:space="preserve"> </w:t>
      </w:r>
    </w:p>
    <w:p w14:paraId="1F879E31" w14:textId="77777777" w:rsidR="00FD0AD9" w:rsidRDefault="00FD0AD9" w:rsidP="00FD0AD9">
      <w:pPr>
        <w:rPr>
          <w:szCs w:val="22"/>
        </w:rPr>
      </w:pPr>
    </w:p>
    <w:p w14:paraId="30CC81C3" w14:textId="77777777" w:rsidR="00FD0AD9" w:rsidRDefault="00FD0AD9" w:rsidP="00FD0AD9">
      <w:pPr>
        <w:rPr>
          <w:szCs w:val="22"/>
        </w:rPr>
      </w:pPr>
      <w:r>
        <w:rPr>
          <w:szCs w:val="22"/>
        </w:rPr>
        <w:t xml:space="preserve">Danielle BAMBRO (Ms.), Policy Advisor, </w:t>
      </w:r>
      <w:proofErr w:type="spellStart"/>
      <w:r>
        <w:rPr>
          <w:szCs w:val="22"/>
        </w:rPr>
        <w:t>Te</w:t>
      </w:r>
      <w:proofErr w:type="spellEnd"/>
      <w:r>
        <w:rPr>
          <w:szCs w:val="22"/>
        </w:rPr>
        <w:t xml:space="preserve"> Pae </w:t>
      </w:r>
      <w:proofErr w:type="spellStart"/>
      <w:r>
        <w:rPr>
          <w:szCs w:val="22"/>
        </w:rPr>
        <w:t>Tawhiti</w:t>
      </w:r>
      <w:proofErr w:type="spellEnd"/>
      <w:r>
        <w:rPr>
          <w:szCs w:val="22"/>
        </w:rPr>
        <w:t xml:space="preserve">, Policy Department, </w:t>
      </w:r>
      <w:proofErr w:type="spellStart"/>
      <w:r>
        <w:rPr>
          <w:szCs w:val="22"/>
        </w:rPr>
        <w:t>Te</w:t>
      </w:r>
      <w:proofErr w:type="spellEnd"/>
      <w:r>
        <w:rPr>
          <w:szCs w:val="22"/>
        </w:rPr>
        <w:t xml:space="preserve"> Puni </w:t>
      </w:r>
      <w:proofErr w:type="spellStart"/>
      <w:r>
        <w:rPr>
          <w:szCs w:val="22"/>
        </w:rPr>
        <w:t>Kōkiri</w:t>
      </w:r>
      <w:proofErr w:type="spellEnd"/>
      <w:r>
        <w:rPr>
          <w:szCs w:val="22"/>
        </w:rPr>
        <w:t>, Ministry of Māori Development, Wellington</w:t>
      </w:r>
    </w:p>
    <w:p w14:paraId="309AE604" w14:textId="2D16D17A" w:rsidR="00FD0AD9" w:rsidRDefault="0081017B" w:rsidP="00FD0AD9">
      <w:pPr>
        <w:rPr>
          <w:szCs w:val="22"/>
        </w:rPr>
      </w:pPr>
      <w:hyperlink r:id="rId123" w:history="1">
        <w:r w:rsidRPr="001F5753">
          <w:rPr>
            <w:rStyle w:val="Hyperlink"/>
            <w:szCs w:val="22"/>
          </w:rPr>
          <w:t>danielle.bambro@tpk.govt.nz</w:t>
        </w:r>
      </w:hyperlink>
      <w:r>
        <w:rPr>
          <w:szCs w:val="22"/>
          <w:u w:val="single"/>
        </w:rPr>
        <w:t xml:space="preserve"> </w:t>
      </w:r>
    </w:p>
    <w:p w14:paraId="4176E891" w14:textId="77777777" w:rsidR="00FD0AD9" w:rsidRDefault="00FD0AD9" w:rsidP="00FD0AD9">
      <w:pPr>
        <w:rPr>
          <w:szCs w:val="22"/>
        </w:rPr>
      </w:pPr>
    </w:p>
    <w:p w14:paraId="09C4D699" w14:textId="77777777" w:rsidR="00FD0AD9" w:rsidRDefault="00FD0AD9" w:rsidP="00FD0AD9">
      <w:pPr>
        <w:rPr>
          <w:szCs w:val="22"/>
        </w:rPr>
      </w:pPr>
    </w:p>
    <w:p w14:paraId="5F696FD7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OUGANDA/UGANDA</w:t>
      </w:r>
    </w:p>
    <w:p w14:paraId="6AF47726" w14:textId="77777777" w:rsidR="00FD0AD9" w:rsidRPr="009C308F" w:rsidRDefault="00FD0AD9" w:rsidP="00FD0AD9">
      <w:pPr>
        <w:rPr>
          <w:szCs w:val="22"/>
          <w:u w:val="single"/>
        </w:rPr>
      </w:pPr>
    </w:p>
    <w:p w14:paraId="3F8BEA29" w14:textId="77777777" w:rsidR="00FD0AD9" w:rsidRDefault="00FD0AD9" w:rsidP="00FD0AD9">
      <w:pPr>
        <w:rPr>
          <w:szCs w:val="22"/>
        </w:rPr>
      </w:pPr>
      <w:r>
        <w:rPr>
          <w:szCs w:val="22"/>
        </w:rPr>
        <w:t>Henry Kafunjo TWINOMUJUNI (Mr.), Manager Traditional Knowledge, Uganda Registration Services Bureau (URSB), Ministry of Justice and Constitutional Affairs, Kampala</w:t>
      </w:r>
    </w:p>
    <w:p w14:paraId="75A2FC62" w14:textId="22FA6AE1" w:rsidR="00FD0AD9" w:rsidRPr="00E04D4E" w:rsidRDefault="003E561B" w:rsidP="00FD0AD9">
      <w:pPr>
        <w:rPr>
          <w:szCs w:val="22"/>
          <w:lang w:val="es-ES"/>
        </w:rPr>
      </w:pPr>
      <w:hyperlink r:id="rId124" w:history="1">
        <w:r w:rsidRPr="001F5753">
          <w:rPr>
            <w:rStyle w:val="Hyperlink"/>
            <w:szCs w:val="22"/>
            <w:lang w:val="es-ES"/>
          </w:rPr>
          <w:t>kafunjo@ursb.go.ug</w:t>
        </w:r>
      </w:hyperlink>
      <w:r>
        <w:rPr>
          <w:szCs w:val="22"/>
          <w:u w:val="single"/>
          <w:lang w:val="es-ES"/>
        </w:rPr>
        <w:t xml:space="preserve"> </w:t>
      </w:r>
    </w:p>
    <w:p w14:paraId="08B94579" w14:textId="77777777" w:rsidR="00FD0AD9" w:rsidRPr="00E04D4E" w:rsidRDefault="00FD0AD9" w:rsidP="00FD0AD9">
      <w:pPr>
        <w:rPr>
          <w:szCs w:val="22"/>
          <w:lang w:val="es-ES"/>
        </w:rPr>
      </w:pPr>
    </w:p>
    <w:p w14:paraId="060EA879" w14:textId="77777777" w:rsidR="003E561B" w:rsidRDefault="003E561B" w:rsidP="003E561B">
      <w:pPr>
        <w:rPr>
          <w:szCs w:val="22"/>
        </w:rPr>
      </w:pPr>
      <w:r>
        <w:rPr>
          <w:szCs w:val="22"/>
        </w:rPr>
        <w:t>Joy Zoe KIRUNDA (Ms.), First Secretary, Permanent Mission, Geneva</w:t>
      </w:r>
    </w:p>
    <w:p w14:paraId="7B61DD6E" w14:textId="77777777" w:rsidR="003E561B" w:rsidRPr="00D3272A" w:rsidRDefault="003E561B" w:rsidP="003E561B">
      <w:pPr>
        <w:rPr>
          <w:szCs w:val="22"/>
        </w:rPr>
      </w:pPr>
      <w:hyperlink r:id="rId125" w:history="1">
        <w:r w:rsidRPr="00D3272A">
          <w:rPr>
            <w:rStyle w:val="Hyperlink"/>
            <w:szCs w:val="22"/>
          </w:rPr>
          <w:t>zoe.kirunda@ugandamission.ch</w:t>
        </w:r>
      </w:hyperlink>
      <w:r w:rsidRPr="00D3272A">
        <w:rPr>
          <w:szCs w:val="22"/>
          <w:u w:val="single"/>
        </w:rPr>
        <w:t xml:space="preserve"> </w:t>
      </w:r>
    </w:p>
    <w:p w14:paraId="46AAEED3" w14:textId="77777777" w:rsidR="00FD0AD9" w:rsidRDefault="00FD0AD9" w:rsidP="00FD0AD9">
      <w:pPr>
        <w:rPr>
          <w:szCs w:val="22"/>
          <w:lang w:val="es-ES"/>
        </w:rPr>
      </w:pPr>
    </w:p>
    <w:p w14:paraId="1E0B5943" w14:textId="77777777" w:rsidR="003E561B" w:rsidRDefault="003E561B" w:rsidP="00FD0AD9">
      <w:pPr>
        <w:rPr>
          <w:szCs w:val="22"/>
          <w:lang w:val="es-ES"/>
        </w:rPr>
      </w:pPr>
    </w:p>
    <w:p w14:paraId="21C3B20F" w14:textId="77E7CA03" w:rsidR="007B6D04" w:rsidRPr="007B6D04" w:rsidRDefault="007B6D04" w:rsidP="00FD0AD9">
      <w:pPr>
        <w:rPr>
          <w:szCs w:val="22"/>
          <w:u w:val="single"/>
          <w:lang w:val="es-ES"/>
        </w:rPr>
      </w:pPr>
      <w:r w:rsidRPr="007B6D04">
        <w:rPr>
          <w:szCs w:val="22"/>
          <w:u w:val="single"/>
          <w:lang w:val="es-ES"/>
        </w:rPr>
        <w:t>PAKISTAN</w:t>
      </w:r>
    </w:p>
    <w:p w14:paraId="699C8B06" w14:textId="77777777" w:rsidR="007B6D04" w:rsidRDefault="007B6D04" w:rsidP="00FD0AD9">
      <w:pPr>
        <w:rPr>
          <w:szCs w:val="22"/>
          <w:lang w:val="es-ES"/>
        </w:rPr>
      </w:pPr>
    </w:p>
    <w:p w14:paraId="2E0309C1" w14:textId="110688C9" w:rsidR="007B6D04" w:rsidRPr="007314A7" w:rsidRDefault="007314A7" w:rsidP="007314A7">
      <w:pPr>
        <w:keepNext/>
        <w:tabs>
          <w:tab w:val="left" w:pos="6521"/>
        </w:tabs>
        <w:rPr>
          <w:szCs w:val="22"/>
        </w:rPr>
      </w:pPr>
      <w:r w:rsidRPr="007314A7">
        <w:rPr>
          <w:szCs w:val="22"/>
        </w:rPr>
        <w:t>Uzair</w:t>
      </w:r>
      <w:r w:rsidRPr="0012709B">
        <w:rPr>
          <w:szCs w:val="22"/>
        </w:rPr>
        <w:t xml:space="preserve"> </w:t>
      </w:r>
      <w:r>
        <w:rPr>
          <w:szCs w:val="22"/>
        </w:rPr>
        <w:t>Zahid SHAIKH</w:t>
      </w:r>
      <w:r>
        <w:rPr>
          <w:szCs w:val="22"/>
        </w:rPr>
        <w:t xml:space="preserve"> (Mr.), </w:t>
      </w:r>
      <w:r>
        <w:rPr>
          <w:szCs w:val="22"/>
        </w:rPr>
        <w:t>First</w:t>
      </w:r>
      <w:r w:rsidRPr="0012709B">
        <w:rPr>
          <w:szCs w:val="22"/>
        </w:rPr>
        <w:t xml:space="preserve"> Secretary</w:t>
      </w:r>
      <w:r>
        <w:rPr>
          <w:szCs w:val="22"/>
        </w:rPr>
        <w:t>, Permanent Mission, Geneva</w:t>
      </w:r>
    </w:p>
    <w:p w14:paraId="420D5F87" w14:textId="77777777" w:rsidR="007B6D04" w:rsidRDefault="007B6D04" w:rsidP="00FD0AD9">
      <w:pPr>
        <w:rPr>
          <w:szCs w:val="22"/>
        </w:rPr>
      </w:pPr>
    </w:p>
    <w:p w14:paraId="7B648F36" w14:textId="77777777" w:rsidR="00D30056" w:rsidRPr="007314A7" w:rsidRDefault="00D30056" w:rsidP="00FD0AD9">
      <w:pPr>
        <w:rPr>
          <w:szCs w:val="22"/>
        </w:rPr>
      </w:pPr>
    </w:p>
    <w:p w14:paraId="2698F383" w14:textId="77777777" w:rsidR="00FD0AD9" w:rsidRPr="007314A7" w:rsidRDefault="00FD0AD9" w:rsidP="00FD0AD9">
      <w:pPr>
        <w:rPr>
          <w:szCs w:val="22"/>
          <w:u w:val="single"/>
        </w:rPr>
      </w:pPr>
      <w:r w:rsidRPr="007314A7">
        <w:rPr>
          <w:szCs w:val="22"/>
          <w:u w:val="single"/>
        </w:rPr>
        <w:t>PARAGUAY</w:t>
      </w:r>
    </w:p>
    <w:p w14:paraId="54C2C0C8" w14:textId="77777777" w:rsidR="00FD0AD9" w:rsidRPr="007314A7" w:rsidRDefault="00FD0AD9" w:rsidP="00FD0AD9">
      <w:pPr>
        <w:rPr>
          <w:szCs w:val="22"/>
          <w:u w:val="single"/>
        </w:rPr>
      </w:pPr>
    </w:p>
    <w:p w14:paraId="4E6A8A7A" w14:textId="77777777" w:rsidR="00FD0AD9" w:rsidRPr="00E04D4E" w:rsidRDefault="00FD0AD9" w:rsidP="00FD0AD9">
      <w:pPr>
        <w:rPr>
          <w:szCs w:val="22"/>
          <w:lang w:val="es-ES"/>
        </w:rPr>
      </w:pPr>
      <w:r w:rsidRPr="00E04D4E">
        <w:rPr>
          <w:szCs w:val="22"/>
          <w:lang w:val="es-ES"/>
        </w:rPr>
        <w:t xml:space="preserve">Daniel HAURÓN (Sr.), </w:t>
      </w:r>
      <w:proofErr w:type="gramStart"/>
      <w:r w:rsidRPr="00E04D4E">
        <w:rPr>
          <w:szCs w:val="22"/>
          <w:lang w:val="es-ES"/>
        </w:rPr>
        <w:t>Director</w:t>
      </w:r>
      <w:proofErr w:type="gramEnd"/>
      <w:r w:rsidRPr="00E04D4E">
        <w:rPr>
          <w:szCs w:val="22"/>
          <w:lang w:val="es-ES"/>
        </w:rPr>
        <w:t>, Dirección de Administración de Proyectos, Dirección Nacional de Propiedad Intelectual (DINAPI), Asunción</w:t>
      </w:r>
    </w:p>
    <w:p w14:paraId="684F51A5" w14:textId="33A78F64" w:rsidR="00FD0AD9" w:rsidRPr="00E04D4E" w:rsidRDefault="008879FE" w:rsidP="00FD0AD9">
      <w:pPr>
        <w:rPr>
          <w:szCs w:val="22"/>
          <w:lang w:val="es-ES"/>
        </w:rPr>
      </w:pPr>
      <w:hyperlink r:id="rId126" w:history="1">
        <w:r w:rsidRPr="001F5753">
          <w:rPr>
            <w:rStyle w:val="Hyperlink"/>
            <w:szCs w:val="22"/>
            <w:lang w:val="es-ES"/>
          </w:rPr>
          <w:t>dani.hauron@gmail.com</w:t>
        </w:r>
      </w:hyperlink>
      <w:r>
        <w:rPr>
          <w:szCs w:val="22"/>
          <w:u w:val="single"/>
          <w:lang w:val="es-ES"/>
        </w:rPr>
        <w:t xml:space="preserve"> </w:t>
      </w:r>
    </w:p>
    <w:p w14:paraId="45FC134A" w14:textId="77777777" w:rsidR="00FD0AD9" w:rsidRPr="00E04D4E" w:rsidRDefault="00FD0AD9" w:rsidP="00FD0AD9">
      <w:pPr>
        <w:rPr>
          <w:szCs w:val="22"/>
          <w:lang w:val="es-ES"/>
        </w:rPr>
      </w:pPr>
    </w:p>
    <w:p w14:paraId="727CCA62" w14:textId="77777777" w:rsidR="00FD0AD9" w:rsidRPr="00E04D4E" w:rsidRDefault="00FD0AD9" w:rsidP="00FD0AD9">
      <w:pPr>
        <w:rPr>
          <w:szCs w:val="22"/>
          <w:lang w:val="es-ES"/>
        </w:rPr>
      </w:pPr>
      <w:r w:rsidRPr="00E04D4E">
        <w:rPr>
          <w:szCs w:val="22"/>
          <w:lang w:val="es-ES"/>
        </w:rPr>
        <w:t xml:space="preserve">Paola BALBUENA (Sra.), Segunda </w:t>
      </w:r>
      <w:proofErr w:type="gramStart"/>
      <w:r w:rsidRPr="00E04D4E">
        <w:rPr>
          <w:szCs w:val="22"/>
          <w:lang w:val="es-ES"/>
        </w:rPr>
        <w:t>Secretaria</w:t>
      </w:r>
      <w:proofErr w:type="gramEnd"/>
      <w:r w:rsidRPr="00E04D4E">
        <w:rPr>
          <w:szCs w:val="22"/>
          <w:lang w:val="es-ES"/>
        </w:rPr>
        <w:t>, Misión Permanente, Ginebra</w:t>
      </w:r>
    </w:p>
    <w:p w14:paraId="386CFCE6" w14:textId="26866C69" w:rsidR="00FD0AD9" w:rsidRPr="00E04D4E" w:rsidRDefault="008879FE" w:rsidP="00FD0AD9">
      <w:pPr>
        <w:rPr>
          <w:szCs w:val="22"/>
          <w:lang w:val="es-ES"/>
        </w:rPr>
      </w:pPr>
      <w:hyperlink r:id="rId127" w:history="1">
        <w:r w:rsidRPr="001F5753">
          <w:rPr>
            <w:rStyle w:val="Hyperlink"/>
            <w:szCs w:val="22"/>
            <w:lang w:val="es-ES"/>
          </w:rPr>
          <w:t>pbalbuena@misionparaguayomc.ch</w:t>
        </w:r>
      </w:hyperlink>
      <w:r>
        <w:rPr>
          <w:szCs w:val="22"/>
          <w:u w:val="single"/>
          <w:lang w:val="es-ES"/>
        </w:rPr>
        <w:t xml:space="preserve"> </w:t>
      </w:r>
    </w:p>
    <w:p w14:paraId="482EE197" w14:textId="77777777" w:rsidR="00FD0AD9" w:rsidRPr="00E04D4E" w:rsidRDefault="00FD0AD9" w:rsidP="00FD0AD9">
      <w:pPr>
        <w:rPr>
          <w:szCs w:val="22"/>
          <w:lang w:val="es-ES"/>
        </w:rPr>
      </w:pPr>
    </w:p>
    <w:p w14:paraId="4991361F" w14:textId="77777777" w:rsidR="00FD0AD9" w:rsidRPr="00E04D4E" w:rsidRDefault="00FD0AD9" w:rsidP="00FD0AD9">
      <w:pPr>
        <w:rPr>
          <w:szCs w:val="22"/>
          <w:lang w:val="es-ES"/>
        </w:rPr>
      </w:pPr>
    </w:p>
    <w:p w14:paraId="62D61C0D" w14:textId="77777777" w:rsidR="00FD0AD9" w:rsidRPr="00E04D4E" w:rsidRDefault="00FD0AD9" w:rsidP="00FD0AD9">
      <w:pPr>
        <w:rPr>
          <w:szCs w:val="22"/>
          <w:u w:val="single"/>
          <w:lang w:val="es-ES"/>
        </w:rPr>
      </w:pPr>
      <w:r w:rsidRPr="00E04D4E">
        <w:rPr>
          <w:szCs w:val="22"/>
          <w:u w:val="single"/>
          <w:lang w:val="es-ES"/>
        </w:rPr>
        <w:t>PÉROU/PERU</w:t>
      </w:r>
    </w:p>
    <w:p w14:paraId="4AFF01ED" w14:textId="77777777" w:rsidR="00FD0AD9" w:rsidRPr="00E04D4E" w:rsidRDefault="00FD0AD9" w:rsidP="00FD0AD9">
      <w:pPr>
        <w:rPr>
          <w:szCs w:val="22"/>
          <w:u w:val="single"/>
          <w:lang w:val="es-ES"/>
        </w:rPr>
      </w:pPr>
    </w:p>
    <w:p w14:paraId="78416620" w14:textId="77777777" w:rsidR="00C86AD9" w:rsidRPr="006977DB" w:rsidRDefault="00C86AD9" w:rsidP="00C86AD9">
      <w:pPr>
        <w:rPr>
          <w:szCs w:val="22"/>
          <w:lang w:val="es-ES"/>
        </w:rPr>
      </w:pPr>
      <w:r w:rsidRPr="006977DB">
        <w:rPr>
          <w:szCs w:val="22"/>
          <w:lang w:val="es-ES"/>
        </w:rPr>
        <w:t xml:space="preserve">Alison </w:t>
      </w:r>
      <w:proofErr w:type="spellStart"/>
      <w:r w:rsidRPr="006977DB">
        <w:rPr>
          <w:szCs w:val="22"/>
          <w:lang w:val="es-ES"/>
        </w:rPr>
        <w:t>Anabella</w:t>
      </w:r>
      <w:proofErr w:type="spellEnd"/>
      <w:r w:rsidRPr="006977DB">
        <w:rPr>
          <w:szCs w:val="22"/>
          <w:lang w:val="es-ES"/>
        </w:rPr>
        <w:t xml:space="preserve"> URQUIZO OLAZABAL (Sra.), Primera Secretaria, Misión Permanente, Ginebra</w:t>
      </w:r>
    </w:p>
    <w:p w14:paraId="7FF7BF00" w14:textId="77777777" w:rsidR="00C86AD9" w:rsidRDefault="00C86AD9" w:rsidP="00C86AD9">
      <w:pPr>
        <w:rPr>
          <w:szCs w:val="22"/>
          <w:u w:val="single"/>
          <w:lang w:val="es-ES"/>
        </w:rPr>
      </w:pPr>
      <w:hyperlink r:id="rId128" w:history="1">
        <w:r w:rsidRPr="00D20748">
          <w:rPr>
            <w:rStyle w:val="Hyperlink"/>
            <w:szCs w:val="22"/>
            <w:lang w:val="es-ES"/>
          </w:rPr>
          <w:t>aurquizo@onuperuginebra.ch</w:t>
        </w:r>
      </w:hyperlink>
    </w:p>
    <w:p w14:paraId="7A594C6B" w14:textId="77777777" w:rsidR="00C86AD9" w:rsidRDefault="00C86AD9" w:rsidP="00FD0AD9">
      <w:pPr>
        <w:rPr>
          <w:szCs w:val="22"/>
          <w:lang w:val="es-ES"/>
        </w:rPr>
      </w:pPr>
    </w:p>
    <w:p w14:paraId="33F9CDD2" w14:textId="4C307730" w:rsidR="00FD0AD9" w:rsidRPr="00E04D4E" w:rsidRDefault="00FD0AD9" w:rsidP="00FD0AD9">
      <w:pPr>
        <w:rPr>
          <w:szCs w:val="22"/>
          <w:lang w:val="es-ES"/>
        </w:rPr>
      </w:pPr>
      <w:r w:rsidRPr="00E04D4E">
        <w:rPr>
          <w:szCs w:val="22"/>
          <w:lang w:val="es-ES"/>
        </w:rPr>
        <w:t>Sara QUINTEROS MALPARTIDA (Sra.), Ejecutiva 1, Dirección de Invenciones y Nuevas Tecnologías, Instituto Nacional de Defensa de la Competencia y de la Protección de la Propiedad Intelectual (INDECOPI), Lima</w:t>
      </w:r>
    </w:p>
    <w:p w14:paraId="1159BA46" w14:textId="4FF557AC" w:rsidR="00FD0AD9" w:rsidRDefault="00C86AD9" w:rsidP="00FD0AD9">
      <w:pPr>
        <w:rPr>
          <w:szCs w:val="22"/>
        </w:rPr>
      </w:pPr>
      <w:hyperlink r:id="rId129" w:history="1">
        <w:r w:rsidRPr="001F5753">
          <w:rPr>
            <w:rStyle w:val="Hyperlink"/>
            <w:szCs w:val="22"/>
          </w:rPr>
          <w:t>squinteros@indecopi.gob.pe</w:t>
        </w:r>
      </w:hyperlink>
      <w:r>
        <w:rPr>
          <w:szCs w:val="22"/>
          <w:u w:val="single"/>
        </w:rPr>
        <w:t xml:space="preserve"> </w:t>
      </w:r>
    </w:p>
    <w:p w14:paraId="3A4BBFC2" w14:textId="77777777" w:rsidR="00FD0AD9" w:rsidRDefault="00FD0AD9" w:rsidP="00FD0AD9">
      <w:pPr>
        <w:rPr>
          <w:szCs w:val="22"/>
        </w:rPr>
      </w:pPr>
    </w:p>
    <w:p w14:paraId="07085563" w14:textId="77777777" w:rsidR="00FD0AD9" w:rsidRDefault="00FD0AD9" w:rsidP="00FD0AD9">
      <w:pPr>
        <w:rPr>
          <w:szCs w:val="22"/>
        </w:rPr>
      </w:pPr>
    </w:p>
    <w:p w14:paraId="65C07D9F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PHILIPPINES</w:t>
      </w:r>
    </w:p>
    <w:p w14:paraId="24A0219E" w14:textId="77777777" w:rsidR="00FD0AD9" w:rsidRPr="009C308F" w:rsidRDefault="00FD0AD9" w:rsidP="00FD0AD9">
      <w:pPr>
        <w:rPr>
          <w:szCs w:val="22"/>
          <w:u w:val="single"/>
        </w:rPr>
      </w:pPr>
    </w:p>
    <w:p w14:paraId="0491ED42" w14:textId="77777777" w:rsidR="006069ED" w:rsidRPr="00F85F46" w:rsidRDefault="006069ED" w:rsidP="006069ED">
      <w:pPr>
        <w:rPr>
          <w:szCs w:val="22"/>
        </w:rPr>
      </w:pPr>
      <w:r w:rsidRPr="00F85F46">
        <w:rPr>
          <w:szCs w:val="22"/>
        </w:rPr>
        <w:t>Felipe F. CARIÑO III (Mr.), Minister, Permanent Mission, Geneva</w:t>
      </w:r>
    </w:p>
    <w:p w14:paraId="6D479FE4" w14:textId="77777777" w:rsidR="006069ED" w:rsidRDefault="006069ED" w:rsidP="006069ED">
      <w:pPr>
        <w:rPr>
          <w:szCs w:val="22"/>
        </w:rPr>
      </w:pPr>
      <w:hyperlink r:id="rId130" w:history="1">
        <w:r w:rsidRPr="00D20748">
          <w:rPr>
            <w:rStyle w:val="Hyperlink"/>
            <w:szCs w:val="22"/>
          </w:rPr>
          <w:t>felipe.carino@dfa.gov.ph</w:t>
        </w:r>
      </w:hyperlink>
      <w:r>
        <w:rPr>
          <w:szCs w:val="22"/>
          <w:u w:val="single"/>
        </w:rPr>
        <w:t xml:space="preserve"> </w:t>
      </w:r>
    </w:p>
    <w:p w14:paraId="19972A08" w14:textId="77777777" w:rsidR="006069ED" w:rsidRDefault="006069ED" w:rsidP="00FD0AD9">
      <w:pPr>
        <w:rPr>
          <w:szCs w:val="22"/>
        </w:rPr>
      </w:pPr>
    </w:p>
    <w:p w14:paraId="7F6796C1" w14:textId="77777777" w:rsidR="006069ED" w:rsidRDefault="006069ED" w:rsidP="006069ED">
      <w:pPr>
        <w:rPr>
          <w:szCs w:val="22"/>
        </w:rPr>
      </w:pPr>
      <w:r>
        <w:rPr>
          <w:szCs w:val="22"/>
        </w:rPr>
        <w:t>Ann EDILLON (Ms.), Director, Bureau of Patents, Intellectual Property Office of the Philippines (IPOPHL), Taguig City</w:t>
      </w:r>
    </w:p>
    <w:p w14:paraId="440F68AB" w14:textId="0F72309E" w:rsidR="006069ED" w:rsidRDefault="006069ED" w:rsidP="006069ED">
      <w:pPr>
        <w:rPr>
          <w:szCs w:val="22"/>
          <w:u w:val="single"/>
        </w:rPr>
      </w:pPr>
      <w:hyperlink r:id="rId131" w:history="1">
        <w:r w:rsidRPr="001F5753">
          <w:rPr>
            <w:rStyle w:val="Hyperlink"/>
            <w:szCs w:val="22"/>
          </w:rPr>
          <w:t>ann.edillon@ipophil.gov.ph</w:t>
        </w:r>
      </w:hyperlink>
    </w:p>
    <w:p w14:paraId="5468F9AA" w14:textId="77777777" w:rsidR="006069ED" w:rsidRDefault="006069ED" w:rsidP="006069ED">
      <w:pPr>
        <w:rPr>
          <w:szCs w:val="22"/>
        </w:rPr>
      </w:pPr>
    </w:p>
    <w:p w14:paraId="2E36709C" w14:textId="1C3ADF59" w:rsidR="00FD0AD9" w:rsidRDefault="00FD0AD9" w:rsidP="00FD0AD9">
      <w:pPr>
        <w:rPr>
          <w:szCs w:val="22"/>
        </w:rPr>
      </w:pPr>
      <w:r>
        <w:rPr>
          <w:szCs w:val="22"/>
        </w:rPr>
        <w:t>Maria Cristina DE GUZMAN (Ms.), Assistant Director, Bureau of Patents, Intellectual Property Office of the Philippines (IPOPHL), Taguig City</w:t>
      </w:r>
    </w:p>
    <w:p w14:paraId="5CB60A6A" w14:textId="6FD798AF" w:rsidR="00FD0AD9" w:rsidRDefault="006069ED" w:rsidP="00FD0AD9">
      <w:pPr>
        <w:rPr>
          <w:szCs w:val="22"/>
        </w:rPr>
      </w:pPr>
      <w:hyperlink r:id="rId132" w:history="1">
        <w:r w:rsidRPr="001F5753">
          <w:rPr>
            <w:rStyle w:val="Hyperlink"/>
            <w:szCs w:val="22"/>
          </w:rPr>
          <w:t>cristina.deguzman@ipophil.gov.ph</w:t>
        </w:r>
      </w:hyperlink>
      <w:r>
        <w:rPr>
          <w:szCs w:val="22"/>
          <w:u w:val="single"/>
        </w:rPr>
        <w:t xml:space="preserve"> </w:t>
      </w:r>
    </w:p>
    <w:p w14:paraId="63051DE1" w14:textId="77777777" w:rsidR="00FD0AD9" w:rsidRDefault="00FD0AD9" w:rsidP="00FD0AD9">
      <w:pPr>
        <w:rPr>
          <w:szCs w:val="22"/>
        </w:rPr>
      </w:pPr>
    </w:p>
    <w:p w14:paraId="565829F0" w14:textId="77777777" w:rsidR="00FD0AD9" w:rsidRDefault="00FD0AD9" w:rsidP="00FD0AD9">
      <w:pPr>
        <w:rPr>
          <w:szCs w:val="22"/>
        </w:rPr>
      </w:pPr>
      <w:r>
        <w:rPr>
          <w:szCs w:val="22"/>
        </w:rPr>
        <w:t>Fatima MAMANGON (Ms.), Attorney IV, Bureau of Patents, Intellectual Property Office of the Philippines (IPOPHL), Taguig City</w:t>
      </w:r>
    </w:p>
    <w:p w14:paraId="0F4DB6EE" w14:textId="514C1E77" w:rsidR="00FD0AD9" w:rsidRDefault="006069ED" w:rsidP="00FD0AD9">
      <w:pPr>
        <w:rPr>
          <w:szCs w:val="22"/>
        </w:rPr>
      </w:pPr>
      <w:hyperlink r:id="rId133" w:history="1">
        <w:r w:rsidRPr="001F5753">
          <w:rPr>
            <w:rStyle w:val="Hyperlink"/>
            <w:szCs w:val="22"/>
          </w:rPr>
          <w:t>fatima.mamangon@ipophil.gov.ph</w:t>
        </w:r>
      </w:hyperlink>
      <w:r>
        <w:rPr>
          <w:szCs w:val="22"/>
          <w:u w:val="single"/>
        </w:rPr>
        <w:t xml:space="preserve"> </w:t>
      </w:r>
    </w:p>
    <w:p w14:paraId="336F7AAA" w14:textId="77777777" w:rsidR="00FD0AD9" w:rsidRDefault="00FD0AD9" w:rsidP="00FD0AD9">
      <w:pPr>
        <w:rPr>
          <w:szCs w:val="22"/>
        </w:rPr>
      </w:pPr>
    </w:p>
    <w:p w14:paraId="56C19A0F" w14:textId="77777777" w:rsidR="00FD0AD9" w:rsidRDefault="00FD0AD9" w:rsidP="00FD0AD9">
      <w:pPr>
        <w:rPr>
          <w:szCs w:val="22"/>
        </w:rPr>
      </w:pPr>
    </w:p>
    <w:p w14:paraId="5C40042B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POLOGNE/POLAND</w:t>
      </w:r>
    </w:p>
    <w:p w14:paraId="1EECD3D8" w14:textId="77777777" w:rsidR="00FD0AD9" w:rsidRPr="009C308F" w:rsidRDefault="00FD0AD9" w:rsidP="00FD0AD9">
      <w:pPr>
        <w:rPr>
          <w:szCs w:val="22"/>
          <w:u w:val="single"/>
        </w:rPr>
      </w:pPr>
    </w:p>
    <w:p w14:paraId="7E87C05C" w14:textId="77777777" w:rsidR="00FD0AD9" w:rsidRDefault="00FD0AD9" w:rsidP="00FD0AD9">
      <w:pPr>
        <w:rPr>
          <w:szCs w:val="22"/>
        </w:rPr>
      </w:pPr>
      <w:r>
        <w:rPr>
          <w:szCs w:val="22"/>
        </w:rPr>
        <w:t>Elzbieta BRUDNICKA (Ms.), Head, Section I, Foreign Affairs Division, International Cooperation Department, Patent Office of the Republic of Poland, Warsaw</w:t>
      </w:r>
    </w:p>
    <w:p w14:paraId="38EB80C9" w14:textId="77777777" w:rsidR="00FD0AD9" w:rsidRDefault="00FD0AD9" w:rsidP="00FD0AD9">
      <w:pPr>
        <w:rPr>
          <w:szCs w:val="22"/>
        </w:rPr>
      </w:pPr>
    </w:p>
    <w:p w14:paraId="3DB86022" w14:textId="77777777" w:rsidR="00FD0AD9" w:rsidRDefault="00FD0AD9" w:rsidP="00FD0AD9">
      <w:pPr>
        <w:rPr>
          <w:szCs w:val="22"/>
        </w:rPr>
      </w:pPr>
    </w:p>
    <w:p w14:paraId="5995B1D7" w14:textId="77777777" w:rsidR="00F84F2D" w:rsidRPr="00D3272A" w:rsidRDefault="00F84F2D" w:rsidP="00F84F2D">
      <w:pPr>
        <w:rPr>
          <w:szCs w:val="22"/>
          <w:u w:val="single"/>
          <w:lang w:val="it-IT"/>
        </w:rPr>
      </w:pPr>
      <w:r w:rsidRPr="00D3272A">
        <w:rPr>
          <w:szCs w:val="22"/>
          <w:u w:val="single"/>
          <w:lang w:val="it-IT"/>
        </w:rPr>
        <w:t>QATAR</w:t>
      </w:r>
    </w:p>
    <w:p w14:paraId="5ED47D24" w14:textId="77777777" w:rsidR="00F84F2D" w:rsidRPr="00D3272A" w:rsidRDefault="00F84F2D" w:rsidP="00F84F2D">
      <w:pPr>
        <w:rPr>
          <w:szCs w:val="22"/>
          <w:u w:val="single"/>
          <w:lang w:val="it-IT"/>
        </w:rPr>
      </w:pPr>
    </w:p>
    <w:p w14:paraId="18D1A778" w14:textId="6C1D84D8" w:rsidR="00F84F2D" w:rsidRDefault="00F84F2D" w:rsidP="00F84F2D">
      <w:r w:rsidRPr="00D3272A">
        <w:rPr>
          <w:lang w:val="it-IT"/>
        </w:rPr>
        <w:t xml:space="preserve">Kassem Nasser K. D. </w:t>
      </w:r>
      <w:r>
        <w:t>FAKHROO (Mr.), Attaché, Permanent Mission, Geneva</w:t>
      </w:r>
    </w:p>
    <w:p w14:paraId="3E1274D2" w14:textId="34F2CF05" w:rsidR="00F84F2D" w:rsidRDefault="00F84F2D" w:rsidP="00F84F2D">
      <w:hyperlink r:id="rId134">
        <w:r w:rsidRPr="00D3272A">
          <w:rPr>
            <w:rStyle w:val="Hyperlink"/>
          </w:rPr>
          <w:t>kfakhroo@moci.gov.qa</w:t>
        </w:r>
      </w:hyperlink>
    </w:p>
    <w:p w14:paraId="372D9E45" w14:textId="77777777" w:rsidR="00F84F2D" w:rsidRPr="00D3272A" w:rsidRDefault="00F84F2D" w:rsidP="00F84F2D"/>
    <w:p w14:paraId="275095F5" w14:textId="77777777" w:rsidR="00F84F2D" w:rsidRDefault="00F84F2D" w:rsidP="00FD0AD9">
      <w:pPr>
        <w:rPr>
          <w:szCs w:val="22"/>
        </w:rPr>
      </w:pPr>
    </w:p>
    <w:p w14:paraId="654CCC45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RÉPUBLIQUE DE CORÉE/REPUBLIC OF KOREA</w:t>
      </w:r>
    </w:p>
    <w:p w14:paraId="4E455DB0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1183D6C7" w14:textId="77777777" w:rsidR="00743735" w:rsidRDefault="00743735" w:rsidP="00743735">
      <w:pPr>
        <w:rPr>
          <w:szCs w:val="22"/>
        </w:rPr>
      </w:pPr>
      <w:r>
        <w:rPr>
          <w:szCs w:val="22"/>
        </w:rPr>
        <w:t xml:space="preserve">CHOI </w:t>
      </w:r>
      <w:proofErr w:type="spellStart"/>
      <w:r>
        <w:rPr>
          <w:szCs w:val="22"/>
        </w:rPr>
        <w:t>Hyeyoon</w:t>
      </w:r>
      <w:proofErr w:type="spellEnd"/>
      <w:r>
        <w:rPr>
          <w:szCs w:val="22"/>
        </w:rPr>
        <w:t xml:space="preserve"> (Ms.), Deputy Director, Copyright Bureau, Ministry of Culture, Sports and Tourism of the Republic of Korea, Sejong</w:t>
      </w:r>
    </w:p>
    <w:p w14:paraId="09D35CF3" w14:textId="49303033" w:rsidR="00743735" w:rsidRDefault="00743735" w:rsidP="00743735">
      <w:pPr>
        <w:rPr>
          <w:szCs w:val="22"/>
          <w:u w:val="single"/>
          <w:lang w:val="fr-CH"/>
        </w:rPr>
      </w:pPr>
      <w:hyperlink r:id="rId135" w:history="1">
        <w:r w:rsidRPr="00743735">
          <w:rPr>
            <w:rStyle w:val="Hyperlink"/>
            <w:szCs w:val="22"/>
          </w:rPr>
          <w:t>hychoi77@korea.kr</w:t>
        </w:r>
      </w:hyperlink>
    </w:p>
    <w:p w14:paraId="06A09537" w14:textId="77777777" w:rsidR="00743735" w:rsidRDefault="00743735" w:rsidP="00743735">
      <w:pPr>
        <w:rPr>
          <w:szCs w:val="22"/>
          <w:u w:val="single"/>
        </w:rPr>
      </w:pPr>
    </w:p>
    <w:p w14:paraId="2088A47F" w14:textId="77777777" w:rsidR="00656635" w:rsidRPr="00743735" w:rsidRDefault="00656635" w:rsidP="00743735">
      <w:pPr>
        <w:rPr>
          <w:szCs w:val="22"/>
          <w:u w:val="single"/>
        </w:rPr>
      </w:pPr>
    </w:p>
    <w:p w14:paraId="1ED19214" w14:textId="77777777" w:rsidR="00743735" w:rsidRDefault="00743735" w:rsidP="00743735">
      <w:pPr>
        <w:rPr>
          <w:szCs w:val="22"/>
        </w:rPr>
      </w:pPr>
      <w:r>
        <w:rPr>
          <w:szCs w:val="22"/>
        </w:rPr>
        <w:lastRenderedPageBreak/>
        <w:t>YOON Jeeyoung (Ms.), Deputy Director, International Cooperation Division, Korean Intellectual Property Office (KIPO), Daejeon</w:t>
      </w:r>
    </w:p>
    <w:p w14:paraId="68DDD2EB" w14:textId="53083A95" w:rsidR="00743735" w:rsidRDefault="00743735" w:rsidP="00743735">
      <w:pPr>
        <w:rPr>
          <w:szCs w:val="22"/>
        </w:rPr>
      </w:pPr>
      <w:hyperlink r:id="rId136" w:history="1">
        <w:r w:rsidRPr="001F5753">
          <w:rPr>
            <w:rStyle w:val="Hyperlink"/>
            <w:szCs w:val="22"/>
          </w:rPr>
          <w:t>yoonjeeyoung@korea.kr</w:t>
        </w:r>
      </w:hyperlink>
      <w:r>
        <w:rPr>
          <w:szCs w:val="22"/>
          <w:u w:val="single"/>
        </w:rPr>
        <w:t xml:space="preserve"> </w:t>
      </w:r>
    </w:p>
    <w:p w14:paraId="57BC26A8" w14:textId="77777777" w:rsidR="00743735" w:rsidRDefault="00743735" w:rsidP="00743735">
      <w:pPr>
        <w:rPr>
          <w:szCs w:val="22"/>
        </w:rPr>
      </w:pPr>
    </w:p>
    <w:p w14:paraId="502F7AF1" w14:textId="77777777" w:rsidR="00F55564" w:rsidRDefault="00F55564" w:rsidP="00F55564">
      <w:pPr>
        <w:rPr>
          <w:szCs w:val="22"/>
        </w:rPr>
      </w:pPr>
      <w:r>
        <w:rPr>
          <w:szCs w:val="22"/>
        </w:rPr>
        <w:t xml:space="preserve">PARK </w:t>
      </w:r>
      <w:proofErr w:type="spellStart"/>
      <w:r>
        <w:rPr>
          <w:szCs w:val="22"/>
        </w:rPr>
        <w:t>Hyunsoo</w:t>
      </w:r>
      <w:proofErr w:type="spellEnd"/>
      <w:r>
        <w:rPr>
          <w:szCs w:val="22"/>
        </w:rPr>
        <w:t xml:space="preserve"> (Mr.), First Secretary, Permanent Mission, Geneva</w:t>
      </w:r>
    </w:p>
    <w:p w14:paraId="488C524E" w14:textId="77777777" w:rsidR="00F55564" w:rsidRDefault="00F55564" w:rsidP="00F55564">
      <w:hyperlink r:id="rId137">
        <w:r w:rsidRPr="6ADC76AB">
          <w:rPr>
            <w:rStyle w:val="Hyperlink"/>
          </w:rPr>
          <w:t>xinhwa@korea.kr</w:t>
        </w:r>
      </w:hyperlink>
    </w:p>
    <w:p w14:paraId="166C34BA" w14:textId="77777777" w:rsidR="00F55564" w:rsidRPr="00743735" w:rsidRDefault="00F55564" w:rsidP="00743735">
      <w:pPr>
        <w:rPr>
          <w:szCs w:val="22"/>
        </w:rPr>
      </w:pPr>
    </w:p>
    <w:p w14:paraId="562814FC" w14:textId="5145CDBD" w:rsidR="00FD0AD9" w:rsidRDefault="00FD0AD9" w:rsidP="00FD0AD9">
      <w:pPr>
        <w:rPr>
          <w:szCs w:val="22"/>
        </w:rPr>
      </w:pPr>
      <w:r>
        <w:rPr>
          <w:szCs w:val="22"/>
        </w:rPr>
        <w:t xml:space="preserve">HAN </w:t>
      </w:r>
      <w:proofErr w:type="spellStart"/>
      <w:r>
        <w:rPr>
          <w:szCs w:val="22"/>
        </w:rPr>
        <w:t>Jiyoon</w:t>
      </w:r>
      <w:proofErr w:type="spellEnd"/>
      <w:r>
        <w:rPr>
          <w:szCs w:val="22"/>
        </w:rPr>
        <w:t xml:space="preserve"> (Ms.), Judge, Supreme Court of Korea, </w:t>
      </w:r>
      <w:r w:rsidR="0037565F">
        <w:rPr>
          <w:szCs w:val="22"/>
        </w:rPr>
        <w:t>S</w:t>
      </w:r>
      <w:r>
        <w:rPr>
          <w:szCs w:val="22"/>
        </w:rPr>
        <w:t>eoul</w:t>
      </w:r>
    </w:p>
    <w:p w14:paraId="5AB9DE8A" w14:textId="136EA76E" w:rsidR="00FD0AD9" w:rsidRDefault="0037565F" w:rsidP="00FD0AD9">
      <w:pPr>
        <w:rPr>
          <w:szCs w:val="22"/>
        </w:rPr>
      </w:pPr>
      <w:hyperlink r:id="rId138" w:history="1">
        <w:r w:rsidRPr="001F5753">
          <w:rPr>
            <w:rStyle w:val="Hyperlink"/>
            <w:szCs w:val="22"/>
          </w:rPr>
          <w:t>june.jy.han@gmail.com</w:t>
        </w:r>
      </w:hyperlink>
      <w:r>
        <w:rPr>
          <w:szCs w:val="22"/>
          <w:u w:val="single"/>
        </w:rPr>
        <w:t xml:space="preserve"> </w:t>
      </w:r>
    </w:p>
    <w:p w14:paraId="279B298E" w14:textId="77777777" w:rsidR="00FD0AD9" w:rsidRDefault="00FD0AD9" w:rsidP="00FD0AD9">
      <w:pPr>
        <w:rPr>
          <w:szCs w:val="22"/>
        </w:rPr>
      </w:pPr>
    </w:p>
    <w:p w14:paraId="0695E2C3" w14:textId="77777777" w:rsidR="00FD0AD9" w:rsidRDefault="00FD0AD9" w:rsidP="00FD0AD9">
      <w:pPr>
        <w:rPr>
          <w:szCs w:val="22"/>
        </w:rPr>
      </w:pPr>
      <w:r>
        <w:rPr>
          <w:szCs w:val="22"/>
        </w:rPr>
        <w:t xml:space="preserve">JANG </w:t>
      </w:r>
      <w:proofErr w:type="spellStart"/>
      <w:r>
        <w:rPr>
          <w:szCs w:val="22"/>
        </w:rPr>
        <w:t>Minki</w:t>
      </w:r>
      <w:proofErr w:type="spellEnd"/>
      <w:r>
        <w:rPr>
          <w:szCs w:val="22"/>
        </w:rPr>
        <w:t xml:space="preserve"> (Mr.), Senior Researcher, International Trade Team, Korea Copyright Commission, Jinju</w:t>
      </w:r>
    </w:p>
    <w:p w14:paraId="25C42D81" w14:textId="77777777" w:rsidR="00FD0AD9" w:rsidRDefault="00FD0AD9" w:rsidP="00FD0AD9">
      <w:pPr>
        <w:rPr>
          <w:szCs w:val="22"/>
        </w:rPr>
      </w:pPr>
      <w:r>
        <w:rPr>
          <w:szCs w:val="22"/>
        </w:rPr>
        <w:t>KIM Young Mo (Mr.), Senior Researcher, Global Policy Research, Seoul</w:t>
      </w:r>
    </w:p>
    <w:p w14:paraId="72126336" w14:textId="46DA7EC9" w:rsidR="00FD0AD9" w:rsidRDefault="00F55564" w:rsidP="00FD0AD9">
      <w:pPr>
        <w:rPr>
          <w:szCs w:val="22"/>
        </w:rPr>
      </w:pPr>
      <w:hyperlink r:id="rId139" w:history="1">
        <w:r w:rsidRPr="001F5753">
          <w:rPr>
            <w:rStyle w:val="Hyperlink"/>
            <w:szCs w:val="22"/>
          </w:rPr>
          <w:t>ymkim524@gmail.com</w:t>
        </w:r>
      </w:hyperlink>
      <w:r>
        <w:rPr>
          <w:szCs w:val="22"/>
          <w:u w:val="single"/>
        </w:rPr>
        <w:t xml:space="preserve"> </w:t>
      </w:r>
    </w:p>
    <w:p w14:paraId="4674F50B" w14:textId="77777777" w:rsidR="00FD0AD9" w:rsidRDefault="00FD0AD9" w:rsidP="00FD0AD9">
      <w:pPr>
        <w:rPr>
          <w:szCs w:val="22"/>
        </w:rPr>
      </w:pPr>
    </w:p>
    <w:p w14:paraId="0FE98C87" w14:textId="77777777" w:rsidR="00FD0AD9" w:rsidRDefault="00FD0AD9" w:rsidP="00FD0AD9">
      <w:pPr>
        <w:rPr>
          <w:szCs w:val="22"/>
        </w:rPr>
      </w:pPr>
      <w:r>
        <w:rPr>
          <w:szCs w:val="22"/>
        </w:rPr>
        <w:t>KIM Yuna (Ms.), Senior Researcher, International Trade Team, Korea Copyright Commission (KCC), Jinju</w:t>
      </w:r>
    </w:p>
    <w:p w14:paraId="256728F7" w14:textId="77777777" w:rsidR="00FD0AD9" w:rsidRPr="00E04D4E" w:rsidRDefault="00FD0AD9" w:rsidP="00FD0AD9">
      <w:pPr>
        <w:rPr>
          <w:szCs w:val="22"/>
          <w:lang w:val="fr-CH"/>
        </w:rPr>
      </w:pPr>
    </w:p>
    <w:p w14:paraId="019B637A" w14:textId="77777777" w:rsidR="00FD0AD9" w:rsidRPr="00E04D4E" w:rsidRDefault="00FD0AD9" w:rsidP="00FD0AD9">
      <w:pPr>
        <w:rPr>
          <w:szCs w:val="22"/>
          <w:lang w:val="fr-CH"/>
        </w:rPr>
      </w:pPr>
    </w:p>
    <w:p w14:paraId="4143E755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RÉPUBLIQUE DE MOLDOVA/REPUBLIC OF MOLDOVA</w:t>
      </w:r>
    </w:p>
    <w:p w14:paraId="650E8191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788D8D3C" w14:textId="77777777" w:rsidR="00FD0AD9" w:rsidRDefault="00FD0AD9" w:rsidP="00FD0AD9">
      <w:pPr>
        <w:rPr>
          <w:szCs w:val="22"/>
        </w:rPr>
      </w:pPr>
      <w:r>
        <w:rPr>
          <w:szCs w:val="22"/>
        </w:rPr>
        <w:t>Dorina COLSATSCHI (Ms.), Expert, Legal Department, State Agency on Intellectual Property (AGEPI), Chisinau</w:t>
      </w:r>
    </w:p>
    <w:p w14:paraId="697036C6" w14:textId="5EAF365E" w:rsidR="00FD0AD9" w:rsidRDefault="00C32B98" w:rsidP="00FD0AD9">
      <w:pPr>
        <w:rPr>
          <w:szCs w:val="22"/>
        </w:rPr>
      </w:pPr>
      <w:hyperlink r:id="rId140" w:history="1">
        <w:r w:rsidRPr="001F5753">
          <w:rPr>
            <w:rStyle w:val="Hyperlink"/>
            <w:szCs w:val="22"/>
          </w:rPr>
          <w:t>dorina.colsatschi@agepi.gov.md</w:t>
        </w:r>
      </w:hyperlink>
      <w:r>
        <w:rPr>
          <w:szCs w:val="22"/>
          <w:u w:val="single"/>
        </w:rPr>
        <w:t xml:space="preserve"> </w:t>
      </w:r>
    </w:p>
    <w:p w14:paraId="10F22D10" w14:textId="77777777" w:rsidR="00FD0AD9" w:rsidRDefault="00FD0AD9" w:rsidP="00FD0AD9">
      <w:pPr>
        <w:rPr>
          <w:szCs w:val="22"/>
        </w:rPr>
      </w:pPr>
    </w:p>
    <w:p w14:paraId="35B77E34" w14:textId="77777777" w:rsidR="00FD0AD9" w:rsidRDefault="00FD0AD9" w:rsidP="00FD0AD9">
      <w:pPr>
        <w:rPr>
          <w:szCs w:val="22"/>
        </w:rPr>
      </w:pPr>
      <w:r>
        <w:rPr>
          <w:szCs w:val="22"/>
        </w:rPr>
        <w:t>Jana TURCAN (Ms.), Expert, Legal Department, State Agency on Intellectual Property (AGEPI), Chisinau</w:t>
      </w:r>
    </w:p>
    <w:p w14:paraId="5B715DFE" w14:textId="2264EBC3" w:rsidR="00FD0AD9" w:rsidRPr="00E04D4E" w:rsidRDefault="00C32B98" w:rsidP="00FD0AD9">
      <w:pPr>
        <w:rPr>
          <w:szCs w:val="22"/>
          <w:lang w:val="fr-CH"/>
        </w:rPr>
      </w:pPr>
      <w:hyperlink r:id="rId141" w:history="1">
        <w:r w:rsidRPr="001F5753">
          <w:rPr>
            <w:rStyle w:val="Hyperlink"/>
            <w:szCs w:val="22"/>
            <w:lang w:val="fr-CH"/>
          </w:rPr>
          <w:t>jana.turcan@agepi.gov.md</w:t>
        </w:r>
      </w:hyperlink>
      <w:r>
        <w:rPr>
          <w:szCs w:val="22"/>
          <w:u w:val="single"/>
          <w:lang w:val="fr-CH"/>
        </w:rPr>
        <w:t xml:space="preserve"> </w:t>
      </w:r>
    </w:p>
    <w:p w14:paraId="272FAF98" w14:textId="77777777" w:rsidR="00FD0AD9" w:rsidRPr="00E04D4E" w:rsidRDefault="00FD0AD9" w:rsidP="00FD0AD9">
      <w:pPr>
        <w:rPr>
          <w:szCs w:val="22"/>
          <w:lang w:val="fr-CH"/>
        </w:rPr>
      </w:pPr>
    </w:p>
    <w:p w14:paraId="6B701748" w14:textId="77777777" w:rsidR="00FD0AD9" w:rsidRPr="00E04D4E" w:rsidRDefault="00FD0AD9" w:rsidP="00FD0AD9">
      <w:pPr>
        <w:rPr>
          <w:szCs w:val="22"/>
          <w:lang w:val="fr-CH"/>
        </w:rPr>
      </w:pPr>
    </w:p>
    <w:p w14:paraId="463A26C8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RÉPUBLIQUE DÉMOCRATIQUE POPULAIRE LAO/LAO PEOPLE'S DEMOCRATIC REPUBLIC</w:t>
      </w:r>
    </w:p>
    <w:p w14:paraId="3FEEA9C9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04370C68" w14:textId="77777777" w:rsidR="00B76F1F" w:rsidRDefault="00B76F1F" w:rsidP="00B76F1F">
      <w:pPr>
        <w:rPr>
          <w:szCs w:val="22"/>
        </w:rPr>
      </w:pPr>
      <w:proofErr w:type="spellStart"/>
      <w:r>
        <w:rPr>
          <w:szCs w:val="22"/>
        </w:rPr>
        <w:t>Litdavanh</w:t>
      </w:r>
      <w:proofErr w:type="spellEnd"/>
      <w:r>
        <w:rPr>
          <w:szCs w:val="22"/>
        </w:rPr>
        <w:t xml:space="preserve"> THIRAKUL (Ms.), Director, Intellectual Property Policy Division, Department of Intellectual Property, Ministry of Industry and Commerce, Vientiane</w:t>
      </w:r>
    </w:p>
    <w:p w14:paraId="4EE3A1F6" w14:textId="1CF73C7F" w:rsidR="00B76F1F" w:rsidRDefault="00B76F1F" w:rsidP="00B76F1F">
      <w:pPr>
        <w:rPr>
          <w:szCs w:val="22"/>
          <w:u w:val="single"/>
          <w:lang w:val="fr-CH"/>
        </w:rPr>
      </w:pPr>
      <w:hyperlink r:id="rId142" w:history="1">
        <w:r w:rsidRPr="001F5753">
          <w:rPr>
            <w:rStyle w:val="Hyperlink"/>
            <w:szCs w:val="22"/>
            <w:lang w:val="fr-CH"/>
          </w:rPr>
          <w:t>litdavanh.trk@gmail.com</w:t>
        </w:r>
      </w:hyperlink>
      <w:r>
        <w:rPr>
          <w:szCs w:val="22"/>
          <w:u w:val="single"/>
          <w:lang w:val="fr-CH"/>
        </w:rPr>
        <w:t xml:space="preserve"> </w:t>
      </w:r>
    </w:p>
    <w:p w14:paraId="3C58419C" w14:textId="77777777" w:rsidR="00B76F1F" w:rsidRPr="00E04D4E" w:rsidRDefault="00B76F1F" w:rsidP="00B76F1F">
      <w:pPr>
        <w:rPr>
          <w:szCs w:val="22"/>
          <w:lang w:val="fr-CH"/>
        </w:rPr>
      </w:pPr>
    </w:p>
    <w:p w14:paraId="41F469C6" w14:textId="77777777" w:rsidR="00FD0AD9" w:rsidRDefault="00FD0AD9" w:rsidP="00FD0AD9">
      <w:pPr>
        <w:rPr>
          <w:szCs w:val="22"/>
        </w:rPr>
      </w:pPr>
      <w:proofErr w:type="spellStart"/>
      <w:r>
        <w:rPr>
          <w:szCs w:val="22"/>
        </w:rPr>
        <w:t>Thongmala</w:t>
      </w:r>
      <w:proofErr w:type="spellEnd"/>
      <w:r>
        <w:rPr>
          <w:szCs w:val="22"/>
        </w:rPr>
        <w:t xml:space="preserve"> KEOLA (Ms.), Deputy Director, Intellectual Property Policy Division, Department of Intellectual Property, Ministry of Industry and Commerce, Vientiane</w:t>
      </w:r>
    </w:p>
    <w:p w14:paraId="58DD6F39" w14:textId="48FB3D93" w:rsidR="00FD0AD9" w:rsidRDefault="00B76F1F" w:rsidP="00FD0AD9">
      <w:pPr>
        <w:rPr>
          <w:szCs w:val="22"/>
        </w:rPr>
      </w:pPr>
      <w:hyperlink r:id="rId143" w:history="1">
        <w:r w:rsidRPr="001F5753">
          <w:rPr>
            <w:rStyle w:val="Hyperlink"/>
            <w:szCs w:val="22"/>
          </w:rPr>
          <w:t>thongmala.k.s@gmail.com</w:t>
        </w:r>
      </w:hyperlink>
      <w:r>
        <w:rPr>
          <w:szCs w:val="22"/>
          <w:u w:val="single"/>
        </w:rPr>
        <w:t xml:space="preserve"> </w:t>
      </w:r>
    </w:p>
    <w:p w14:paraId="008FF7CE" w14:textId="77777777" w:rsidR="00FD0AD9" w:rsidRPr="00E04D4E" w:rsidRDefault="00FD0AD9" w:rsidP="00FD0AD9">
      <w:pPr>
        <w:rPr>
          <w:szCs w:val="22"/>
          <w:lang w:val="fr-CH"/>
        </w:rPr>
      </w:pPr>
    </w:p>
    <w:p w14:paraId="2E224B4A" w14:textId="77777777" w:rsidR="00FD0AD9" w:rsidRPr="00E04D4E" w:rsidRDefault="00FD0AD9" w:rsidP="00FD0AD9">
      <w:pPr>
        <w:rPr>
          <w:szCs w:val="22"/>
          <w:lang w:val="fr-CH"/>
        </w:rPr>
      </w:pPr>
    </w:p>
    <w:p w14:paraId="74AF2B39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RÉPUBLIQUE DOMINICAINE/DOMINICAN REPUBLIC</w:t>
      </w:r>
    </w:p>
    <w:p w14:paraId="7F1A3123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6B2458D4" w14:textId="77777777" w:rsidR="00BA679E" w:rsidRPr="00BA679E" w:rsidRDefault="00BA679E" w:rsidP="00BA679E">
      <w:pPr>
        <w:rPr>
          <w:lang w:val="fr-CH"/>
        </w:rPr>
      </w:pPr>
      <w:r w:rsidRPr="00BA679E">
        <w:rPr>
          <w:lang w:val="fr-CH"/>
        </w:rPr>
        <w:t>Wendy Teresa GOICO CAMPAGNA (</w:t>
      </w:r>
      <w:proofErr w:type="spellStart"/>
      <w:r w:rsidRPr="00BA679E">
        <w:rPr>
          <w:lang w:val="fr-CH"/>
        </w:rPr>
        <w:t>Sra</w:t>
      </w:r>
      <w:proofErr w:type="spellEnd"/>
      <w:r w:rsidRPr="00BA679E">
        <w:rPr>
          <w:lang w:val="fr-CH"/>
        </w:rPr>
        <w:t xml:space="preserve">.), </w:t>
      </w:r>
      <w:proofErr w:type="spellStart"/>
      <w:r w:rsidRPr="00BA679E">
        <w:rPr>
          <w:lang w:val="fr-CH"/>
        </w:rPr>
        <w:t>Ministra</w:t>
      </w:r>
      <w:proofErr w:type="spellEnd"/>
      <w:r w:rsidRPr="00BA679E">
        <w:rPr>
          <w:lang w:val="fr-CH"/>
        </w:rPr>
        <w:t xml:space="preserve"> </w:t>
      </w:r>
      <w:proofErr w:type="spellStart"/>
      <w:r w:rsidRPr="00BA679E">
        <w:rPr>
          <w:lang w:val="fr-CH"/>
        </w:rPr>
        <w:t>Consejera</w:t>
      </w:r>
      <w:proofErr w:type="spellEnd"/>
      <w:r w:rsidRPr="00BA679E">
        <w:rPr>
          <w:lang w:val="fr-CH"/>
        </w:rPr>
        <w:t xml:space="preserve">, </w:t>
      </w:r>
      <w:proofErr w:type="spellStart"/>
      <w:r w:rsidRPr="00BA679E">
        <w:rPr>
          <w:lang w:val="fr-CH"/>
        </w:rPr>
        <w:t>Misión</w:t>
      </w:r>
      <w:proofErr w:type="spellEnd"/>
      <w:r w:rsidRPr="00BA679E">
        <w:rPr>
          <w:lang w:val="fr-CH"/>
        </w:rPr>
        <w:t xml:space="preserve"> Permanente, Ginebra</w:t>
      </w:r>
    </w:p>
    <w:p w14:paraId="6C70BFB0" w14:textId="77777777" w:rsidR="00BA679E" w:rsidRDefault="00BA679E" w:rsidP="00BA679E">
      <w:pPr>
        <w:rPr>
          <w:szCs w:val="22"/>
          <w:u w:val="single"/>
          <w:lang w:val="fr-CH"/>
        </w:rPr>
      </w:pPr>
      <w:hyperlink r:id="rId144" w:history="1">
        <w:r w:rsidRPr="00BA679E">
          <w:rPr>
            <w:rStyle w:val="Hyperlink"/>
            <w:szCs w:val="22"/>
            <w:lang w:val="fr-CH"/>
          </w:rPr>
          <w:t>wgoico@mirex.gob.do</w:t>
        </w:r>
      </w:hyperlink>
      <w:r w:rsidRPr="00BA679E">
        <w:rPr>
          <w:szCs w:val="22"/>
          <w:u w:val="single"/>
          <w:lang w:val="fr-CH"/>
        </w:rPr>
        <w:t xml:space="preserve"> </w:t>
      </w:r>
    </w:p>
    <w:p w14:paraId="448C752D" w14:textId="77777777" w:rsidR="00BA679E" w:rsidRPr="00BA679E" w:rsidRDefault="00BA679E" w:rsidP="00BA679E">
      <w:pPr>
        <w:rPr>
          <w:szCs w:val="22"/>
          <w:lang w:val="fr-CH"/>
        </w:rPr>
      </w:pPr>
    </w:p>
    <w:p w14:paraId="2ADC04E0" w14:textId="77777777" w:rsidR="00FD0AD9" w:rsidRPr="00BA679E" w:rsidRDefault="00FD0AD9" w:rsidP="00FD0AD9">
      <w:pPr>
        <w:rPr>
          <w:szCs w:val="22"/>
          <w:lang w:val="fr-CH"/>
        </w:rPr>
      </w:pPr>
      <w:r w:rsidRPr="00BA679E">
        <w:rPr>
          <w:szCs w:val="22"/>
          <w:lang w:val="fr-CH"/>
        </w:rPr>
        <w:t>Ana Lorna REGALADO RAMOS (</w:t>
      </w:r>
      <w:proofErr w:type="spellStart"/>
      <w:r w:rsidRPr="00BA679E">
        <w:rPr>
          <w:szCs w:val="22"/>
          <w:lang w:val="fr-CH"/>
        </w:rPr>
        <w:t>Sra</w:t>
      </w:r>
      <w:proofErr w:type="spellEnd"/>
      <w:r w:rsidRPr="00BA679E">
        <w:rPr>
          <w:szCs w:val="22"/>
          <w:lang w:val="fr-CH"/>
        </w:rPr>
        <w:t xml:space="preserve">.), </w:t>
      </w:r>
      <w:proofErr w:type="spellStart"/>
      <w:r w:rsidRPr="00BA679E">
        <w:rPr>
          <w:szCs w:val="22"/>
          <w:lang w:val="fr-CH"/>
        </w:rPr>
        <w:t>Consejera</w:t>
      </w:r>
      <w:proofErr w:type="spellEnd"/>
      <w:r w:rsidRPr="00BA679E">
        <w:rPr>
          <w:szCs w:val="22"/>
          <w:lang w:val="fr-CH"/>
        </w:rPr>
        <w:t xml:space="preserve">, </w:t>
      </w:r>
      <w:proofErr w:type="spellStart"/>
      <w:r w:rsidRPr="00BA679E">
        <w:rPr>
          <w:szCs w:val="22"/>
          <w:lang w:val="fr-CH"/>
        </w:rPr>
        <w:t>Misión</w:t>
      </w:r>
      <w:proofErr w:type="spellEnd"/>
      <w:r w:rsidRPr="00BA679E">
        <w:rPr>
          <w:szCs w:val="22"/>
          <w:lang w:val="fr-CH"/>
        </w:rPr>
        <w:t xml:space="preserve"> Permanente, Ginebra</w:t>
      </w:r>
    </w:p>
    <w:p w14:paraId="55B3D446" w14:textId="7CCF7F69" w:rsidR="00FD0AD9" w:rsidRPr="00E04D4E" w:rsidRDefault="0054383A" w:rsidP="00FD0AD9">
      <w:pPr>
        <w:rPr>
          <w:szCs w:val="22"/>
          <w:lang w:val="fr-CH"/>
        </w:rPr>
      </w:pPr>
      <w:hyperlink r:id="rId145" w:history="1">
        <w:r w:rsidRPr="001F5753">
          <w:rPr>
            <w:rStyle w:val="Hyperlink"/>
            <w:szCs w:val="22"/>
            <w:lang w:val="fr-CH"/>
          </w:rPr>
          <w:t>aregalado@mirex.gob.do</w:t>
        </w:r>
      </w:hyperlink>
      <w:r>
        <w:rPr>
          <w:szCs w:val="22"/>
          <w:u w:val="single"/>
          <w:lang w:val="fr-CH"/>
        </w:rPr>
        <w:t xml:space="preserve"> </w:t>
      </w:r>
    </w:p>
    <w:p w14:paraId="6EE36588" w14:textId="77777777" w:rsidR="00FD0AD9" w:rsidRPr="00E04D4E" w:rsidRDefault="00FD0AD9" w:rsidP="00FD0AD9">
      <w:pPr>
        <w:rPr>
          <w:szCs w:val="22"/>
          <w:lang w:val="fr-CH"/>
        </w:rPr>
      </w:pPr>
    </w:p>
    <w:p w14:paraId="24BB0606" w14:textId="77777777" w:rsidR="00FD0AD9" w:rsidRDefault="00FD0AD9" w:rsidP="00FD0AD9">
      <w:pPr>
        <w:rPr>
          <w:szCs w:val="22"/>
          <w:lang w:val="fr-CH"/>
        </w:rPr>
      </w:pPr>
    </w:p>
    <w:p w14:paraId="77A11F79" w14:textId="77777777" w:rsidR="00656635" w:rsidRDefault="00656635" w:rsidP="00FD0AD9">
      <w:pPr>
        <w:rPr>
          <w:szCs w:val="22"/>
          <w:lang w:val="fr-CH"/>
        </w:rPr>
      </w:pPr>
    </w:p>
    <w:p w14:paraId="18429717" w14:textId="77777777" w:rsidR="00656635" w:rsidRPr="00E04D4E" w:rsidRDefault="00656635" w:rsidP="00FD0AD9">
      <w:pPr>
        <w:rPr>
          <w:szCs w:val="22"/>
          <w:lang w:val="fr-CH"/>
        </w:rPr>
      </w:pPr>
    </w:p>
    <w:p w14:paraId="35E2D225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lastRenderedPageBreak/>
        <w:t>RÉPUBLIQUE POPULAIRE DÉMOCRATIQUE DE CORÉE/DEMOCRATIC PEOPLE'S REPUBLIC OF KOREA</w:t>
      </w:r>
    </w:p>
    <w:p w14:paraId="59A4B799" w14:textId="77777777" w:rsidR="00FD0AD9" w:rsidRDefault="00FD0AD9" w:rsidP="00FD0AD9">
      <w:pPr>
        <w:rPr>
          <w:szCs w:val="22"/>
          <w:u w:val="single"/>
          <w:lang w:val="fr-CH"/>
        </w:rPr>
      </w:pPr>
    </w:p>
    <w:p w14:paraId="541306C8" w14:textId="77777777" w:rsidR="005C0E45" w:rsidRDefault="005C0E45" w:rsidP="005C0E45">
      <w:pPr>
        <w:rPr>
          <w:szCs w:val="22"/>
        </w:rPr>
      </w:pPr>
      <w:r>
        <w:rPr>
          <w:szCs w:val="22"/>
        </w:rPr>
        <w:t>IN Song Chol (Mr.), First secretary, Permanent Mission, Geneva</w:t>
      </w:r>
    </w:p>
    <w:p w14:paraId="15756792" w14:textId="77777777" w:rsidR="005C0E45" w:rsidRPr="005C0E45" w:rsidRDefault="005C0E45" w:rsidP="00FD0AD9">
      <w:pPr>
        <w:rPr>
          <w:szCs w:val="22"/>
          <w:u w:val="single"/>
        </w:rPr>
      </w:pPr>
    </w:p>
    <w:p w14:paraId="1F24407A" w14:textId="77777777" w:rsidR="00FD0AD9" w:rsidRDefault="00FD0AD9" w:rsidP="00FD0AD9">
      <w:pPr>
        <w:rPr>
          <w:szCs w:val="22"/>
        </w:rPr>
      </w:pPr>
      <w:r>
        <w:rPr>
          <w:szCs w:val="22"/>
        </w:rPr>
        <w:t>HO Tong Hyok (Mr.), Second Secretary, Permanent Mission, Geneva</w:t>
      </w:r>
    </w:p>
    <w:p w14:paraId="4CCA3E45" w14:textId="77777777" w:rsidR="00FD0AD9" w:rsidRDefault="00FD0AD9" w:rsidP="00FD0AD9">
      <w:pPr>
        <w:rPr>
          <w:szCs w:val="22"/>
        </w:rPr>
      </w:pPr>
    </w:p>
    <w:p w14:paraId="05C3AE84" w14:textId="77777777" w:rsidR="00FD0AD9" w:rsidRDefault="00FD0AD9" w:rsidP="00FD0AD9">
      <w:pPr>
        <w:rPr>
          <w:szCs w:val="22"/>
        </w:rPr>
      </w:pPr>
    </w:p>
    <w:p w14:paraId="3F0AC270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RÉPUBLIQUE TCHÈQUE/CZECH REPUBLIC</w:t>
      </w:r>
    </w:p>
    <w:p w14:paraId="1AD21D47" w14:textId="77777777" w:rsidR="00FD0AD9" w:rsidRPr="009C308F" w:rsidRDefault="00FD0AD9" w:rsidP="00FD0AD9">
      <w:pPr>
        <w:rPr>
          <w:szCs w:val="22"/>
          <w:u w:val="single"/>
        </w:rPr>
      </w:pPr>
    </w:p>
    <w:p w14:paraId="09B9F76D" w14:textId="77777777" w:rsidR="00FD0AD9" w:rsidRDefault="00FD0AD9" w:rsidP="00FD0AD9">
      <w:pPr>
        <w:rPr>
          <w:szCs w:val="22"/>
        </w:rPr>
      </w:pPr>
      <w:r>
        <w:rPr>
          <w:szCs w:val="22"/>
        </w:rPr>
        <w:t>Lucie ZAMYKALOVÁ (Ms.), Head, International Affairs Unit, International and Legal Affairs Department, Industrial Property Office of the Czech Republic, Prague</w:t>
      </w:r>
    </w:p>
    <w:p w14:paraId="3E55C0C7" w14:textId="77777777" w:rsidR="00FD0AD9" w:rsidRDefault="00FD0AD9" w:rsidP="00FD0AD9">
      <w:pPr>
        <w:rPr>
          <w:szCs w:val="22"/>
        </w:rPr>
      </w:pPr>
    </w:p>
    <w:p w14:paraId="7AD16443" w14:textId="77777777" w:rsidR="00FD0AD9" w:rsidRDefault="00FD0AD9" w:rsidP="00FD0AD9">
      <w:pPr>
        <w:rPr>
          <w:szCs w:val="22"/>
        </w:rPr>
      </w:pPr>
      <w:r>
        <w:rPr>
          <w:szCs w:val="22"/>
        </w:rPr>
        <w:t>Adela FALADOVA (Ms.), Director, Copyright Department, Ministry of Culture, Prague</w:t>
      </w:r>
    </w:p>
    <w:p w14:paraId="4E00539A" w14:textId="5583EF42" w:rsidR="00FD0AD9" w:rsidRDefault="008F5BC1" w:rsidP="00FD0AD9">
      <w:pPr>
        <w:rPr>
          <w:szCs w:val="22"/>
        </w:rPr>
      </w:pPr>
      <w:hyperlink r:id="rId146" w:history="1">
        <w:r w:rsidRPr="001F5753">
          <w:rPr>
            <w:rStyle w:val="Hyperlink"/>
            <w:szCs w:val="22"/>
          </w:rPr>
          <w:t>adela.faladova@mk.gov.cz</w:t>
        </w:r>
      </w:hyperlink>
      <w:r>
        <w:rPr>
          <w:szCs w:val="22"/>
          <w:u w:val="single"/>
        </w:rPr>
        <w:t xml:space="preserve"> </w:t>
      </w:r>
    </w:p>
    <w:p w14:paraId="367AE2D8" w14:textId="77777777" w:rsidR="00FD0AD9" w:rsidRDefault="00FD0AD9" w:rsidP="00FD0AD9">
      <w:pPr>
        <w:rPr>
          <w:szCs w:val="22"/>
        </w:rPr>
      </w:pPr>
    </w:p>
    <w:p w14:paraId="5A315666" w14:textId="77777777" w:rsidR="00A43F67" w:rsidRDefault="00A43F67" w:rsidP="00FD0AD9">
      <w:pPr>
        <w:rPr>
          <w:szCs w:val="22"/>
        </w:rPr>
      </w:pPr>
    </w:p>
    <w:p w14:paraId="235D589B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ROUMANIE/ROMANIA</w:t>
      </w:r>
    </w:p>
    <w:p w14:paraId="4F1CE782" w14:textId="77777777" w:rsidR="00FD0AD9" w:rsidRPr="009C308F" w:rsidRDefault="00FD0AD9" w:rsidP="00FD0AD9">
      <w:pPr>
        <w:rPr>
          <w:szCs w:val="22"/>
          <w:u w:val="single"/>
        </w:rPr>
      </w:pPr>
    </w:p>
    <w:p w14:paraId="22EA3EB8" w14:textId="77777777" w:rsidR="00FD0AD9" w:rsidRDefault="00FD0AD9" w:rsidP="00FD0AD9">
      <w:pPr>
        <w:rPr>
          <w:szCs w:val="22"/>
        </w:rPr>
      </w:pPr>
      <w:r>
        <w:rPr>
          <w:szCs w:val="22"/>
        </w:rPr>
        <w:t>Cristian FLORESCU (Mr.), Head, International Relations Department, Romanian Copyright Office (ORDA)T, Bucharest</w:t>
      </w:r>
    </w:p>
    <w:p w14:paraId="0F74E02E" w14:textId="77777777" w:rsidR="00FD0AD9" w:rsidRDefault="00FD0AD9" w:rsidP="00FD0AD9">
      <w:pPr>
        <w:rPr>
          <w:szCs w:val="22"/>
        </w:rPr>
      </w:pPr>
    </w:p>
    <w:p w14:paraId="11C8F531" w14:textId="77777777" w:rsidR="00FD0AD9" w:rsidRDefault="00FD0AD9" w:rsidP="00FD0AD9">
      <w:pPr>
        <w:rPr>
          <w:szCs w:val="22"/>
        </w:rPr>
      </w:pPr>
    </w:p>
    <w:p w14:paraId="65732048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ROYAUME-UNI/UNITED KINGDOM</w:t>
      </w:r>
    </w:p>
    <w:p w14:paraId="0CAA4EF0" w14:textId="77777777" w:rsidR="00FD0AD9" w:rsidRPr="009C308F" w:rsidRDefault="00FD0AD9" w:rsidP="00FD0AD9">
      <w:pPr>
        <w:rPr>
          <w:szCs w:val="22"/>
          <w:u w:val="single"/>
        </w:rPr>
      </w:pPr>
    </w:p>
    <w:p w14:paraId="7CA30C6C" w14:textId="77777777" w:rsidR="00FD0AD9" w:rsidRDefault="00FD0AD9" w:rsidP="00FD0AD9">
      <w:pPr>
        <w:rPr>
          <w:szCs w:val="22"/>
        </w:rPr>
      </w:pPr>
      <w:r>
        <w:rPr>
          <w:szCs w:val="22"/>
        </w:rPr>
        <w:t>Nadia VALLY (Ms.), Deputy Director, Copyright Policy, Rights Policy and Enforcement Directorate, Intellectual Property Office, Newport</w:t>
      </w:r>
    </w:p>
    <w:p w14:paraId="16209721" w14:textId="212DF37E" w:rsidR="00FD0AD9" w:rsidRDefault="000F79A2" w:rsidP="00FD0AD9">
      <w:pPr>
        <w:rPr>
          <w:szCs w:val="22"/>
        </w:rPr>
      </w:pPr>
      <w:hyperlink r:id="rId147" w:history="1">
        <w:r w:rsidRPr="001F5753">
          <w:rPr>
            <w:rStyle w:val="Hyperlink"/>
            <w:szCs w:val="22"/>
          </w:rPr>
          <w:t>nadia.vally@ipo.gov.uk</w:t>
        </w:r>
      </w:hyperlink>
      <w:r>
        <w:rPr>
          <w:szCs w:val="22"/>
          <w:u w:val="single"/>
        </w:rPr>
        <w:t xml:space="preserve"> </w:t>
      </w:r>
    </w:p>
    <w:p w14:paraId="7B528542" w14:textId="77777777" w:rsidR="00FD0AD9" w:rsidRDefault="00FD0AD9" w:rsidP="00FD0AD9">
      <w:pPr>
        <w:rPr>
          <w:szCs w:val="22"/>
        </w:rPr>
      </w:pPr>
    </w:p>
    <w:p w14:paraId="27CF1EA1" w14:textId="77777777" w:rsidR="00FD0AD9" w:rsidRDefault="00FD0AD9" w:rsidP="00FD0AD9">
      <w:pPr>
        <w:rPr>
          <w:szCs w:val="22"/>
        </w:rPr>
      </w:pPr>
      <w:r>
        <w:rPr>
          <w:szCs w:val="22"/>
        </w:rPr>
        <w:t>Neil COLLETT (Mr.), Head, International and Trade Copyright, Rights Policy and Intellectual Property Enforcement Department, Intellectual Property Office (IPO), Newport</w:t>
      </w:r>
    </w:p>
    <w:p w14:paraId="4FD6BE76" w14:textId="77777777" w:rsidR="00FD0AD9" w:rsidRDefault="00FD0AD9" w:rsidP="00FD0AD9">
      <w:pPr>
        <w:rPr>
          <w:szCs w:val="22"/>
        </w:rPr>
      </w:pPr>
    </w:p>
    <w:p w14:paraId="7C5582A4" w14:textId="77777777" w:rsidR="00FD0AD9" w:rsidRDefault="00FD0AD9" w:rsidP="00FD0AD9">
      <w:pPr>
        <w:rPr>
          <w:szCs w:val="22"/>
        </w:rPr>
      </w:pPr>
      <w:r>
        <w:rPr>
          <w:szCs w:val="22"/>
        </w:rPr>
        <w:t>Jacintha BAILEY (Ms.), Senior Policy Advisor, International and Trade Copyright, Rights Policy and Enforcement Directorate, Intellectual Property Office, London</w:t>
      </w:r>
    </w:p>
    <w:p w14:paraId="7781BC3F" w14:textId="77777777" w:rsidR="00FD0AD9" w:rsidRDefault="00FD0AD9" w:rsidP="00FD0AD9">
      <w:pPr>
        <w:rPr>
          <w:szCs w:val="22"/>
        </w:rPr>
      </w:pPr>
    </w:p>
    <w:p w14:paraId="471FA1AA" w14:textId="77777777" w:rsidR="00FD0AD9" w:rsidRDefault="00FD0AD9" w:rsidP="00FD0AD9">
      <w:pPr>
        <w:rPr>
          <w:szCs w:val="22"/>
        </w:rPr>
      </w:pPr>
    </w:p>
    <w:p w14:paraId="773FC391" w14:textId="77777777" w:rsidR="00A06126" w:rsidRPr="009C308F" w:rsidRDefault="00A06126" w:rsidP="00A06126">
      <w:pPr>
        <w:rPr>
          <w:szCs w:val="22"/>
          <w:u w:val="single"/>
        </w:rPr>
      </w:pPr>
      <w:r w:rsidRPr="009C308F">
        <w:rPr>
          <w:szCs w:val="22"/>
          <w:u w:val="single"/>
        </w:rPr>
        <w:t>SAINT-SIÈGE/HOLY SEE</w:t>
      </w:r>
    </w:p>
    <w:p w14:paraId="643E95C6" w14:textId="77777777" w:rsidR="00A06126" w:rsidRPr="009C308F" w:rsidRDefault="00A06126" w:rsidP="00A06126">
      <w:pPr>
        <w:rPr>
          <w:szCs w:val="22"/>
          <w:u w:val="single"/>
        </w:rPr>
      </w:pPr>
    </w:p>
    <w:p w14:paraId="5004AFC2" w14:textId="77777777" w:rsidR="00A06126" w:rsidRDefault="00A06126" w:rsidP="00A06126">
      <w:pPr>
        <w:rPr>
          <w:szCs w:val="22"/>
        </w:rPr>
      </w:pPr>
      <w:r>
        <w:rPr>
          <w:szCs w:val="22"/>
        </w:rPr>
        <w:t>Francesco TERUGGI (Mr.), Attaché, Permanent Observer Mission, Geneva</w:t>
      </w:r>
    </w:p>
    <w:p w14:paraId="5ED795B8" w14:textId="77777777" w:rsidR="00A06126" w:rsidRDefault="00A06126" w:rsidP="00A06126">
      <w:pPr>
        <w:rPr>
          <w:szCs w:val="22"/>
        </w:rPr>
      </w:pPr>
      <w:hyperlink r:id="rId148" w:history="1">
        <w:r w:rsidRPr="0004457A">
          <w:rPr>
            <w:rStyle w:val="Hyperlink"/>
            <w:szCs w:val="22"/>
          </w:rPr>
          <w:t>iptrade@nuntiusge.org</w:t>
        </w:r>
      </w:hyperlink>
      <w:r>
        <w:rPr>
          <w:szCs w:val="22"/>
          <w:u w:val="single"/>
        </w:rPr>
        <w:t xml:space="preserve"> </w:t>
      </w:r>
    </w:p>
    <w:p w14:paraId="5C3BA542" w14:textId="77777777" w:rsidR="00A06126" w:rsidRDefault="00A06126" w:rsidP="00FD0AD9">
      <w:pPr>
        <w:rPr>
          <w:szCs w:val="22"/>
        </w:rPr>
      </w:pPr>
    </w:p>
    <w:p w14:paraId="0F9BF168" w14:textId="77777777" w:rsidR="00A06126" w:rsidRDefault="00A06126" w:rsidP="00FD0AD9">
      <w:pPr>
        <w:rPr>
          <w:szCs w:val="22"/>
        </w:rPr>
      </w:pPr>
    </w:p>
    <w:p w14:paraId="2389DC70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SAMOA</w:t>
      </w:r>
    </w:p>
    <w:p w14:paraId="7ADA7AD1" w14:textId="77777777" w:rsidR="00FD0AD9" w:rsidRPr="009C308F" w:rsidRDefault="00FD0AD9" w:rsidP="00FD0AD9">
      <w:pPr>
        <w:rPr>
          <w:szCs w:val="22"/>
          <w:u w:val="single"/>
        </w:rPr>
      </w:pPr>
    </w:p>
    <w:p w14:paraId="2AA6A4BB" w14:textId="77777777" w:rsidR="00FD0AD9" w:rsidRDefault="00FD0AD9" w:rsidP="00FD0AD9">
      <w:pPr>
        <w:rPr>
          <w:szCs w:val="22"/>
        </w:rPr>
      </w:pPr>
      <w:r>
        <w:rPr>
          <w:szCs w:val="22"/>
        </w:rPr>
        <w:t>Lonnie Elizabeth TUATAGALOA (Ms.), First Secretary, Permanent Mission, Geneva</w:t>
      </w:r>
    </w:p>
    <w:p w14:paraId="560A56B3" w14:textId="1D0E89B0" w:rsidR="00FD0AD9" w:rsidRDefault="000F79A2" w:rsidP="00FD0AD9">
      <w:pPr>
        <w:rPr>
          <w:szCs w:val="22"/>
        </w:rPr>
      </w:pPr>
      <w:hyperlink r:id="rId149" w:history="1">
        <w:r w:rsidRPr="001F5753">
          <w:rPr>
            <w:rStyle w:val="Hyperlink"/>
            <w:szCs w:val="22"/>
          </w:rPr>
          <w:t>lonnie@mfat.gov.ws</w:t>
        </w:r>
      </w:hyperlink>
      <w:r>
        <w:rPr>
          <w:szCs w:val="22"/>
          <w:u w:val="single"/>
        </w:rPr>
        <w:t xml:space="preserve"> </w:t>
      </w:r>
    </w:p>
    <w:p w14:paraId="65ACF6C7" w14:textId="77777777" w:rsidR="00FD0AD9" w:rsidRDefault="00FD0AD9" w:rsidP="00FD0AD9">
      <w:pPr>
        <w:rPr>
          <w:szCs w:val="22"/>
        </w:rPr>
      </w:pPr>
    </w:p>
    <w:p w14:paraId="378423C2" w14:textId="77777777" w:rsidR="00FD0AD9" w:rsidRDefault="00FD0AD9" w:rsidP="00FD0AD9">
      <w:pPr>
        <w:rPr>
          <w:szCs w:val="22"/>
        </w:rPr>
      </w:pPr>
    </w:p>
    <w:p w14:paraId="635C9FCB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SEYCHELLES</w:t>
      </w:r>
    </w:p>
    <w:p w14:paraId="736B122C" w14:textId="77777777" w:rsidR="00FD0AD9" w:rsidRPr="009C308F" w:rsidRDefault="00FD0AD9" w:rsidP="00FD0AD9">
      <w:pPr>
        <w:rPr>
          <w:szCs w:val="22"/>
          <w:u w:val="single"/>
        </w:rPr>
      </w:pPr>
    </w:p>
    <w:p w14:paraId="6DA5239C" w14:textId="77777777" w:rsidR="00FD0AD9" w:rsidRDefault="00FD0AD9" w:rsidP="00FD0AD9">
      <w:pPr>
        <w:rPr>
          <w:szCs w:val="22"/>
        </w:rPr>
      </w:pPr>
      <w:proofErr w:type="spellStart"/>
      <w:r>
        <w:rPr>
          <w:szCs w:val="22"/>
        </w:rPr>
        <w:t>Xiaolang</w:t>
      </w:r>
      <w:proofErr w:type="spellEnd"/>
      <w:r>
        <w:rPr>
          <w:szCs w:val="22"/>
        </w:rPr>
        <w:t xml:space="preserve"> LOWNAM (Ms.), Trade Officer, Trade Department, Ministry of Finance, National Planning and Trade, Victoria</w:t>
      </w:r>
    </w:p>
    <w:p w14:paraId="7353FACD" w14:textId="5F54D85E" w:rsidR="00FD0AD9" w:rsidRPr="00E04D4E" w:rsidRDefault="005063BB" w:rsidP="00FD0AD9">
      <w:pPr>
        <w:rPr>
          <w:szCs w:val="22"/>
          <w:lang w:val="it-IT"/>
        </w:rPr>
      </w:pPr>
      <w:hyperlink r:id="rId150" w:history="1">
        <w:r w:rsidRPr="001F5753">
          <w:rPr>
            <w:rStyle w:val="Hyperlink"/>
            <w:szCs w:val="22"/>
            <w:lang w:val="it-IT"/>
          </w:rPr>
          <w:t>x.lownam@finance.gov.sc</w:t>
        </w:r>
      </w:hyperlink>
      <w:r>
        <w:rPr>
          <w:szCs w:val="22"/>
          <w:u w:val="single"/>
          <w:lang w:val="it-IT"/>
        </w:rPr>
        <w:t xml:space="preserve"> </w:t>
      </w:r>
    </w:p>
    <w:p w14:paraId="77C9704C" w14:textId="77777777" w:rsidR="00FD0AD9" w:rsidRPr="00E04D4E" w:rsidRDefault="00FD0AD9" w:rsidP="00FD0AD9">
      <w:pPr>
        <w:rPr>
          <w:szCs w:val="22"/>
          <w:lang w:val="it-IT"/>
        </w:rPr>
      </w:pPr>
    </w:p>
    <w:p w14:paraId="05E60E1F" w14:textId="77777777" w:rsidR="00FD0AD9" w:rsidRPr="00E04D4E" w:rsidRDefault="00FD0AD9" w:rsidP="00FD0AD9">
      <w:pPr>
        <w:rPr>
          <w:szCs w:val="22"/>
          <w:lang w:val="it-IT"/>
        </w:rPr>
      </w:pPr>
    </w:p>
    <w:p w14:paraId="65B86E23" w14:textId="77777777" w:rsidR="00FD0AD9" w:rsidRPr="00E04D4E" w:rsidRDefault="00FD0AD9" w:rsidP="00FD0AD9">
      <w:pPr>
        <w:rPr>
          <w:szCs w:val="22"/>
          <w:u w:val="single"/>
          <w:lang w:val="it-IT"/>
        </w:rPr>
      </w:pPr>
      <w:r w:rsidRPr="00E04D4E">
        <w:rPr>
          <w:szCs w:val="22"/>
          <w:u w:val="single"/>
          <w:lang w:val="it-IT"/>
        </w:rPr>
        <w:t>SINGAPOUR/SINGAPORE</w:t>
      </w:r>
    </w:p>
    <w:p w14:paraId="6F661B5D" w14:textId="77777777" w:rsidR="00FD0AD9" w:rsidRPr="00E04D4E" w:rsidRDefault="00FD0AD9" w:rsidP="00FD0AD9">
      <w:pPr>
        <w:rPr>
          <w:szCs w:val="22"/>
          <w:u w:val="single"/>
          <w:lang w:val="it-IT"/>
        </w:rPr>
      </w:pPr>
    </w:p>
    <w:p w14:paraId="3B34B925" w14:textId="77777777" w:rsidR="00FD0AD9" w:rsidRDefault="00FD0AD9" w:rsidP="00FD0AD9">
      <w:pPr>
        <w:rPr>
          <w:szCs w:val="22"/>
        </w:rPr>
      </w:pPr>
      <w:r>
        <w:rPr>
          <w:szCs w:val="22"/>
        </w:rPr>
        <w:t>Trina HA (Ms.), Chief Legal Counsel and Director, Legal Department, Intellectual Property Office of Singapore (IPOS), Singapore</w:t>
      </w:r>
    </w:p>
    <w:p w14:paraId="70AF8BBE" w14:textId="77777777" w:rsidR="00FD0AD9" w:rsidRDefault="00FD0AD9" w:rsidP="00FD0AD9">
      <w:pPr>
        <w:rPr>
          <w:szCs w:val="22"/>
        </w:rPr>
      </w:pPr>
    </w:p>
    <w:p w14:paraId="1990E6EC" w14:textId="77777777" w:rsidR="00FD0AD9" w:rsidRDefault="00FD0AD9" w:rsidP="00FD0AD9">
      <w:pPr>
        <w:rPr>
          <w:szCs w:val="22"/>
        </w:rPr>
      </w:pPr>
      <w:r>
        <w:rPr>
          <w:szCs w:val="22"/>
        </w:rPr>
        <w:t>Clara LEE (Ms.), Senior Legal Counsel, Legal Department, Intellectual Property Office of Singapore (IPOS), Singapore</w:t>
      </w:r>
    </w:p>
    <w:p w14:paraId="66F7989D" w14:textId="77777777" w:rsidR="00FD0AD9" w:rsidRDefault="00FD0AD9" w:rsidP="00FD0AD9">
      <w:pPr>
        <w:rPr>
          <w:szCs w:val="22"/>
        </w:rPr>
      </w:pPr>
    </w:p>
    <w:p w14:paraId="43A6B7AB" w14:textId="77777777" w:rsidR="00FD0AD9" w:rsidRDefault="00FD0AD9" w:rsidP="00FD0AD9">
      <w:pPr>
        <w:rPr>
          <w:szCs w:val="22"/>
        </w:rPr>
      </w:pPr>
    </w:p>
    <w:p w14:paraId="6DE105E4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SLOVAQUIE/SLOVAKIA</w:t>
      </w:r>
    </w:p>
    <w:p w14:paraId="6CABF5CF" w14:textId="77777777" w:rsidR="00FD0AD9" w:rsidRPr="009C308F" w:rsidRDefault="00FD0AD9" w:rsidP="00FD0AD9">
      <w:pPr>
        <w:rPr>
          <w:szCs w:val="22"/>
          <w:u w:val="single"/>
        </w:rPr>
      </w:pPr>
    </w:p>
    <w:p w14:paraId="1C01FB51" w14:textId="77777777" w:rsidR="00FD0AD9" w:rsidRDefault="00FD0AD9" w:rsidP="00FD0AD9">
      <w:pPr>
        <w:rPr>
          <w:szCs w:val="22"/>
        </w:rPr>
      </w:pPr>
      <w:r>
        <w:rPr>
          <w:szCs w:val="22"/>
        </w:rPr>
        <w:t>Jakub SLOVÁK (Mr.), Director, Copyright Unit, Art, Creativity, Media and Copyright Department, Ministry of Culture, Bratislava</w:t>
      </w:r>
    </w:p>
    <w:p w14:paraId="1313024F" w14:textId="77777777" w:rsidR="00FD0AD9" w:rsidRDefault="00FD0AD9" w:rsidP="00FD0AD9">
      <w:pPr>
        <w:rPr>
          <w:szCs w:val="22"/>
        </w:rPr>
      </w:pPr>
    </w:p>
    <w:p w14:paraId="5B4C46CC" w14:textId="77777777" w:rsidR="00FD0AD9" w:rsidRDefault="00FD0AD9" w:rsidP="00FD0AD9">
      <w:pPr>
        <w:rPr>
          <w:szCs w:val="22"/>
        </w:rPr>
      </w:pPr>
    </w:p>
    <w:p w14:paraId="1844DF7F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SLOVÉNIE/SLOVENIA</w:t>
      </w:r>
    </w:p>
    <w:p w14:paraId="253EC762" w14:textId="77777777" w:rsidR="00FD0AD9" w:rsidRPr="009C308F" w:rsidRDefault="00FD0AD9" w:rsidP="00FD0AD9">
      <w:pPr>
        <w:rPr>
          <w:szCs w:val="22"/>
          <w:u w:val="single"/>
        </w:rPr>
      </w:pPr>
    </w:p>
    <w:p w14:paraId="7473AF93" w14:textId="244B4659" w:rsidR="00FD0AD9" w:rsidRDefault="00FD0AD9" w:rsidP="00FD0AD9">
      <w:pPr>
        <w:rPr>
          <w:szCs w:val="22"/>
        </w:rPr>
      </w:pPr>
      <w:r>
        <w:rPr>
          <w:szCs w:val="22"/>
        </w:rPr>
        <w:t>Mateja JOVIĆ (Ms.), Undersecretary, Intellectual Property Law Department, Slovenian</w:t>
      </w:r>
      <w:r w:rsidR="005D4B10">
        <w:rPr>
          <w:szCs w:val="22"/>
        </w:rPr>
        <w:t> </w:t>
      </w:r>
      <w:r>
        <w:rPr>
          <w:szCs w:val="22"/>
        </w:rPr>
        <w:t>Intellectual Property Office (SIPO), Ministry of Economy, Tourism and Sport, Ljubljana</w:t>
      </w:r>
    </w:p>
    <w:p w14:paraId="1523845B" w14:textId="42D8A0A3" w:rsidR="00FD0AD9" w:rsidRPr="00E04D4E" w:rsidRDefault="005D4B10" w:rsidP="00FD0AD9">
      <w:pPr>
        <w:rPr>
          <w:szCs w:val="22"/>
          <w:lang w:val="it-IT"/>
        </w:rPr>
      </w:pPr>
      <w:hyperlink r:id="rId151" w:history="1">
        <w:r w:rsidRPr="001F5753">
          <w:rPr>
            <w:rStyle w:val="Hyperlink"/>
            <w:szCs w:val="22"/>
            <w:lang w:val="it-IT"/>
          </w:rPr>
          <w:t>mateja.jovic@uil-sipo.si</w:t>
        </w:r>
      </w:hyperlink>
      <w:r>
        <w:rPr>
          <w:szCs w:val="22"/>
          <w:u w:val="single"/>
          <w:lang w:val="it-IT"/>
        </w:rPr>
        <w:t xml:space="preserve"> </w:t>
      </w:r>
    </w:p>
    <w:p w14:paraId="0E99448B" w14:textId="77777777" w:rsidR="00FD0AD9" w:rsidRPr="00E04D4E" w:rsidRDefault="00FD0AD9" w:rsidP="00FD0AD9">
      <w:pPr>
        <w:rPr>
          <w:szCs w:val="22"/>
          <w:lang w:val="it-IT"/>
        </w:rPr>
      </w:pPr>
    </w:p>
    <w:p w14:paraId="28E745CA" w14:textId="77777777" w:rsidR="00FD0AD9" w:rsidRPr="00E04D4E" w:rsidRDefault="00FD0AD9" w:rsidP="00FD0AD9">
      <w:pPr>
        <w:rPr>
          <w:szCs w:val="22"/>
          <w:lang w:val="it-IT"/>
        </w:rPr>
      </w:pPr>
    </w:p>
    <w:p w14:paraId="4B6D2030" w14:textId="77777777" w:rsidR="00FD0AD9" w:rsidRPr="00E04D4E" w:rsidRDefault="00FD0AD9" w:rsidP="00FD0AD9">
      <w:pPr>
        <w:rPr>
          <w:szCs w:val="22"/>
          <w:u w:val="single"/>
          <w:lang w:val="it-IT"/>
        </w:rPr>
      </w:pPr>
      <w:r w:rsidRPr="00E04D4E">
        <w:rPr>
          <w:szCs w:val="22"/>
          <w:u w:val="single"/>
          <w:lang w:val="it-IT"/>
        </w:rPr>
        <w:t>SRI LANKA</w:t>
      </w:r>
    </w:p>
    <w:p w14:paraId="3478A80E" w14:textId="77777777" w:rsidR="00FD0AD9" w:rsidRPr="00E04D4E" w:rsidRDefault="00FD0AD9" w:rsidP="00FD0AD9">
      <w:pPr>
        <w:rPr>
          <w:szCs w:val="22"/>
          <w:u w:val="single"/>
          <w:lang w:val="it-IT"/>
        </w:rPr>
      </w:pPr>
    </w:p>
    <w:p w14:paraId="6FB2AAF7" w14:textId="77777777" w:rsidR="005A4BFD" w:rsidRPr="005A4BFD" w:rsidRDefault="005A4BFD" w:rsidP="005A4BFD">
      <w:pPr>
        <w:rPr>
          <w:lang w:val="it-IT"/>
        </w:rPr>
      </w:pPr>
      <w:r w:rsidRPr="005A4BFD">
        <w:rPr>
          <w:lang w:val="it-IT"/>
        </w:rPr>
        <w:t>Himalee Subhashini ARUNATILAKA (Ms.), Ambassador, Permanent Representative, Permanent Mission, Geneva</w:t>
      </w:r>
    </w:p>
    <w:p w14:paraId="3455AEA2" w14:textId="77777777" w:rsidR="005A4BFD" w:rsidRPr="005A4BFD" w:rsidRDefault="005A4BFD" w:rsidP="005A4BFD">
      <w:pPr>
        <w:rPr>
          <w:szCs w:val="22"/>
          <w:lang w:val="it-IT"/>
        </w:rPr>
      </w:pPr>
    </w:p>
    <w:p w14:paraId="56193BB7" w14:textId="77777777" w:rsidR="005A4BFD" w:rsidRPr="005A4BFD" w:rsidRDefault="005A4BFD" w:rsidP="005A4BFD">
      <w:pPr>
        <w:rPr>
          <w:szCs w:val="22"/>
          <w:lang w:val="it-IT"/>
        </w:rPr>
      </w:pPr>
      <w:r w:rsidRPr="005A4BFD">
        <w:rPr>
          <w:szCs w:val="22"/>
          <w:lang w:val="it-IT"/>
        </w:rPr>
        <w:t>Thilini JAYASEKARA (Ms.), Minister</w:t>
      </w:r>
      <w:r w:rsidRPr="005A4BFD">
        <w:rPr>
          <w:szCs w:val="22"/>
          <w:lang w:val="it-IT"/>
        </w:rPr>
        <w:noBreakHyphen/>
        <w:t>Counsellor, Permanent Mission, Geneva</w:t>
      </w:r>
    </w:p>
    <w:p w14:paraId="2114C488" w14:textId="77777777" w:rsidR="005A4BFD" w:rsidRDefault="005A4BFD" w:rsidP="005A4BFD">
      <w:hyperlink r:id="rId152">
        <w:r w:rsidRPr="005A4BFD">
          <w:rPr>
            <w:rStyle w:val="Hyperlink"/>
            <w:lang w:val="it-IT"/>
          </w:rPr>
          <w:t>thilini.jayasekara@mfa.gov.lk</w:t>
        </w:r>
      </w:hyperlink>
    </w:p>
    <w:p w14:paraId="717502F6" w14:textId="77777777" w:rsidR="005A4BFD" w:rsidRPr="005A4BFD" w:rsidRDefault="005A4BFD" w:rsidP="005A4BFD">
      <w:pPr>
        <w:rPr>
          <w:u w:val="single"/>
          <w:lang w:val="it-IT"/>
        </w:rPr>
      </w:pPr>
    </w:p>
    <w:p w14:paraId="13D3FA07" w14:textId="77777777" w:rsidR="00FD0AD9" w:rsidRDefault="00FD0AD9" w:rsidP="00FD0AD9">
      <w:pPr>
        <w:rPr>
          <w:szCs w:val="22"/>
        </w:rPr>
      </w:pPr>
      <w:r>
        <w:rPr>
          <w:szCs w:val="22"/>
        </w:rPr>
        <w:t>Himali HETTIHELAGE (Ms.), Director Legal, National Intellectual Property Office of Sri Lanka (NIPO), Minister of Trade, Commerce, Food Security and Cooperative Development, Colombo</w:t>
      </w:r>
    </w:p>
    <w:p w14:paraId="462BA952" w14:textId="78B82B9B" w:rsidR="00FD0AD9" w:rsidRDefault="005D4B10" w:rsidP="00FD0AD9">
      <w:pPr>
        <w:rPr>
          <w:szCs w:val="22"/>
        </w:rPr>
      </w:pPr>
      <w:hyperlink r:id="rId153" w:history="1">
        <w:r w:rsidRPr="001F5753">
          <w:rPr>
            <w:rStyle w:val="Hyperlink"/>
            <w:szCs w:val="22"/>
          </w:rPr>
          <w:t>directorlegalnipo@gmail.com</w:t>
        </w:r>
      </w:hyperlink>
      <w:r>
        <w:rPr>
          <w:szCs w:val="22"/>
          <w:u w:val="single"/>
        </w:rPr>
        <w:t xml:space="preserve"> </w:t>
      </w:r>
    </w:p>
    <w:p w14:paraId="140B9345" w14:textId="77777777" w:rsidR="00FD0AD9" w:rsidRDefault="00FD0AD9" w:rsidP="00FD0AD9">
      <w:pPr>
        <w:rPr>
          <w:szCs w:val="22"/>
        </w:rPr>
      </w:pPr>
    </w:p>
    <w:p w14:paraId="1B1D87CC" w14:textId="77777777" w:rsidR="00FD0AD9" w:rsidRDefault="00FD0AD9" w:rsidP="00FD0AD9">
      <w:pPr>
        <w:rPr>
          <w:szCs w:val="22"/>
        </w:rPr>
      </w:pPr>
    </w:p>
    <w:p w14:paraId="56EF6CC2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SUÈDE/SWEDEN</w:t>
      </w:r>
    </w:p>
    <w:p w14:paraId="3A2C2B8A" w14:textId="77777777" w:rsidR="00FD0AD9" w:rsidRPr="009C308F" w:rsidRDefault="00FD0AD9" w:rsidP="00FD0AD9">
      <w:pPr>
        <w:rPr>
          <w:szCs w:val="22"/>
          <w:u w:val="single"/>
        </w:rPr>
      </w:pPr>
    </w:p>
    <w:p w14:paraId="4B8F1789" w14:textId="77777777" w:rsidR="00FD0AD9" w:rsidRDefault="00FD0AD9" w:rsidP="00FD0AD9">
      <w:pPr>
        <w:rPr>
          <w:szCs w:val="22"/>
        </w:rPr>
      </w:pPr>
      <w:r>
        <w:rPr>
          <w:szCs w:val="22"/>
        </w:rPr>
        <w:t>Johan AXHAMN (Mr.), Special Government Adviser, Division for Intellectual Property and Transport Law, Ministry of Justice, Stockholm</w:t>
      </w:r>
    </w:p>
    <w:p w14:paraId="4B86CAC5" w14:textId="77777777" w:rsidR="00FD0AD9" w:rsidRDefault="00FD0AD9" w:rsidP="00FD0AD9">
      <w:pPr>
        <w:rPr>
          <w:szCs w:val="22"/>
        </w:rPr>
      </w:pPr>
    </w:p>
    <w:p w14:paraId="0D1DC5E8" w14:textId="77777777" w:rsidR="00FD0AD9" w:rsidRDefault="00FD0AD9" w:rsidP="00FD0AD9">
      <w:pPr>
        <w:rPr>
          <w:szCs w:val="22"/>
        </w:rPr>
      </w:pPr>
    </w:p>
    <w:p w14:paraId="4A3DFCB1" w14:textId="77777777" w:rsidR="00FD0AD9" w:rsidRPr="00E04D4E" w:rsidRDefault="00FD0AD9" w:rsidP="00FD0AD9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SUISSE/SWITZERLAND</w:t>
      </w:r>
    </w:p>
    <w:p w14:paraId="471400F8" w14:textId="77777777" w:rsidR="00FD0AD9" w:rsidRPr="00E04D4E" w:rsidRDefault="00FD0AD9" w:rsidP="00FD0AD9">
      <w:pPr>
        <w:rPr>
          <w:szCs w:val="22"/>
          <w:u w:val="single"/>
          <w:lang w:val="fr-CH"/>
        </w:rPr>
      </w:pPr>
    </w:p>
    <w:p w14:paraId="65760ECC" w14:textId="77777777" w:rsidR="00FD0AD9" w:rsidRPr="00E04D4E" w:rsidRDefault="00FD0AD9" w:rsidP="00FD0AD9">
      <w:pPr>
        <w:rPr>
          <w:szCs w:val="22"/>
          <w:lang w:val="fr-CH"/>
        </w:rPr>
      </w:pPr>
      <w:r w:rsidRPr="00E04D4E">
        <w:rPr>
          <w:szCs w:val="22"/>
          <w:lang w:val="fr-CH"/>
        </w:rPr>
        <w:t>Marco D'ALESSANDRO (M.), conseiller politique principal, Division droit et affaires internationales, Institut fédéral de la propriété intellectuelle (IPI), Berne</w:t>
      </w:r>
    </w:p>
    <w:p w14:paraId="7D2286BE" w14:textId="77777777" w:rsidR="00FD0AD9" w:rsidRDefault="00FD0AD9" w:rsidP="00FD0AD9">
      <w:pPr>
        <w:rPr>
          <w:szCs w:val="22"/>
          <w:lang w:val="fr-CH"/>
        </w:rPr>
      </w:pPr>
    </w:p>
    <w:p w14:paraId="2A60BE31" w14:textId="77777777" w:rsidR="00D30640" w:rsidRPr="006977DB" w:rsidRDefault="00D30640" w:rsidP="00D30640">
      <w:pPr>
        <w:rPr>
          <w:szCs w:val="22"/>
          <w:lang w:val="fr-CH"/>
        </w:rPr>
      </w:pPr>
      <w:r w:rsidRPr="006977DB">
        <w:rPr>
          <w:szCs w:val="22"/>
          <w:lang w:val="fr-CH"/>
        </w:rPr>
        <w:t>Christoph SPENNEMANN (M.), conseiller, Mission permanente, Berne</w:t>
      </w:r>
    </w:p>
    <w:p w14:paraId="1A82E390" w14:textId="77777777" w:rsidR="00D30640" w:rsidRPr="00E04D4E" w:rsidRDefault="00D30640" w:rsidP="00FD0AD9">
      <w:pPr>
        <w:rPr>
          <w:szCs w:val="22"/>
          <w:lang w:val="fr-CH"/>
        </w:rPr>
      </w:pPr>
    </w:p>
    <w:p w14:paraId="309810AC" w14:textId="77777777" w:rsidR="00FD0AD9" w:rsidRDefault="00FD0AD9" w:rsidP="00FD0AD9">
      <w:pPr>
        <w:rPr>
          <w:szCs w:val="22"/>
          <w:lang w:val="fr-CH"/>
        </w:rPr>
      </w:pPr>
    </w:p>
    <w:p w14:paraId="1EDEFED1" w14:textId="77777777" w:rsidR="001F71AC" w:rsidRDefault="001F71AC" w:rsidP="00FD0AD9">
      <w:pPr>
        <w:rPr>
          <w:szCs w:val="22"/>
          <w:lang w:val="fr-CH"/>
        </w:rPr>
      </w:pPr>
    </w:p>
    <w:p w14:paraId="670876D5" w14:textId="77777777" w:rsidR="001F71AC" w:rsidRDefault="001F71AC" w:rsidP="00FD0AD9">
      <w:pPr>
        <w:rPr>
          <w:szCs w:val="22"/>
          <w:lang w:val="fr-CH"/>
        </w:rPr>
      </w:pPr>
    </w:p>
    <w:p w14:paraId="5280FD2A" w14:textId="77777777" w:rsidR="001F71AC" w:rsidRPr="00E04D4E" w:rsidRDefault="001F71AC" w:rsidP="00FD0AD9">
      <w:pPr>
        <w:rPr>
          <w:szCs w:val="22"/>
          <w:lang w:val="fr-CH"/>
        </w:rPr>
      </w:pPr>
    </w:p>
    <w:p w14:paraId="0C33E33C" w14:textId="77777777" w:rsidR="001F71AC" w:rsidRDefault="001F71AC" w:rsidP="00FD0AD9">
      <w:pPr>
        <w:rPr>
          <w:szCs w:val="22"/>
          <w:u w:val="single"/>
        </w:rPr>
      </w:pPr>
    </w:p>
    <w:p w14:paraId="54C474D1" w14:textId="382F5DF2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TADJIKISTAN/TAJIKISTAN</w:t>
      </w:r>
    </w:p>
    <w:p w14:paraId="0FC26A11" w14:textId="77777777" w:rsidR="00FD0AD9" w:rsidRPr="009C308F" w:rsidRDefault="00FD0AD9" w:rsidP="00FD0AD9">
      <w:pPr>
        <w:rPr>
          <w:szCs w:val="22"/>
          <w:u w:val="single"/>
        </w:rPr>
      </w:pPr>
    </w:p>
    <w:p w14:paraId="306BD67C" w14:textId="77777777" w:rsidR="00FD0AD9" w:rsidRDefault="00FD0AD9" w:rsidP="00FD0AD9">
      <w:pPr>
        <w:rPr>
          <w:szCs w:val="22"/>
        </w:rPr>
      </w:pPr>
      <w:proofErr w:type="spellStart"/>
      <w:r>
        <w:rPr>
          <w:szCs w:val="22"/>
        </w:rPr>
        <w:t>Sorbon</w:t>
      </w:r>
      <w:proofErr w:type="spellEnd"/>
      <w:r>
        <w:rPr>
          <w:szCs w:val="22"/>
        </w:rPr>
        <w:t xml:space="preserve"> QURBONOV (Mr.), Head, Registration of National Trademark Department, Ministry of Economy, Dushanbe</w:t>
      </w:r>
    </w:p>
    <w:p w14:paraId="0EF716B9" w14:textId="77777777" w:rsidR="001F71AC" w:rsidRDefault="001F71AC" w:rsidP="00FD0AD9">
      <w:pPr>
        <w:rPr>
          <w:szCs w:val="22"/>
        </w:rPr>
      </w:pPr>
    </w:p>
    <w:p w14:paraId="34101163" w14:textId="342390B8" w:rsidR="00FD0AD9" w:rsidRDefault="00915D8D" w:rsidP="00915D8D">
      <w:pPr>
        <w:rPr>
          <w:szCs w:val="22"/>
        </w:rPr>
      </w:pPr>
      <w:r w:rsidRPr="00915D8D">
        <w:rPr>
          <w:szCs w:val="22"/>
        </w:rPr>
        <w:t xml:space="preserve">Firuz </w:t>
      </w:r>
      <w:r>
        <w:rPr>
          <w:szCs w:val="22"/>
        </w:rPr>
        <w:t>ODINAZODA</w:t>
      </w:r>
      <w:r>
        <w:rPr>
          <w:szCs w:val="22"/>
        </w:rPr>
        <w:t xml:space="preserve"> (Mr.), </w:t>
      </w:r>
      <w:r>
        <w:rPr>
          <w:szCs w:val="22"/>
        </w:rPr>
        <w:t>Counsellor</w:t>
      </w:r>
      <w:r>
        <w:rPr>
          <w:szCs w:val="22"/>
        </w:rPr>
        <w:t>, Permanent Mission, Geneva</w:t>
      </w:r>
    </w:p>
    <w:p w14:paraId="1887E95B" w14:textId="77777777" w:rsidR="00915D8D" w:rsidRDefault="00915D8D" w:rsidP="00915D8D">
      <w:pPr>
        <w:rPr>
          <w:szCs w:val="22"/>
        </w:rPr>
      </w:pPr>
    </w:p>
    <w:p w14:paraId="6777E199" w14:textId="77777777" w:rsidR="00FD0AD9" w:rsidRDefault="00FD0AD9" w:rsidP="00FD0AD9">
      <w:pPr>
        <w:rPr>
          <w:szCs w:val="22"/>
        </w:rPr>
      </w:pPr>
    </w:p>
    <w:p w14:paraId="7D16943A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THAÏLANDE/THAILAND</w:t>
      </w:r>
    </w:p>
    <w:p w14:paraId="6641799E" w14:textId="77777777" w:rsidR="00FD0AD9" w:rsidRPr="009C308F" w:rsidRDefault="00FD0AD9" w:rsidP="00FD0AD9">
      <w:pPr>
        <w:rPr>
          <w:szCs w:val="22"/>
          <w:u w:val="single"/>
        </w:rPr>
      </w:pPr>
    </w:p>
    <w:p w14:paraId="08F237F1" w14:textId="77777777" w:rsidR="00591D0B" w:rsidRDefault="00591D0B" w:rsidP="00591D0B">
      <w:pPr>
        <w:rPr>
          <w:szCs w:val="22"/>
        </w:rPr>
      </w:pPr>
      <w:proofErr w:type="spellStart"/>
      <w:r>
        <w:rPr>
          <w:szCs w:val="22"/>
        </w:rPr>
        <w:t>Pornpimol</w:t>
      </w:r>
      <w:proofErr w:type="spellEnd"/>
      <w:r>
        <w:rPr>
          <w:szCs w:val="22"/>
        </w:rPr>
        <w:t xml:space="preserve"> SUGANDHAVANIJA (Ms.), Minister, Deputy Permanent Representative, Permanent Mission to the World Trade Organization (WTO), Geneva</w:t>
      </w:r>
    </w:p>
    <w:p w14:paraId="4F58D2B2" w14:textId="77777777" w:rsidR="00591D0B" w:rsidRDefault="00591D0B" w:rsidP="00591D0B">
      <w:hyperlink r:id="rId154">
        <w:r w:rsidRPr="79D127B2">
          <w:rPr>
            <w:rStyle w:val="Hyperlink"/>
          </w:rPr>
          <w:t>pornpimol@thaiwto.com</w:t>
        </w:r>
      </w:hyperlink>
    </w:p>
    <w:p w14:paraId="099EC3DA" w14:textId="77777777" w:rsidR="00591D0B" w:rsidRDefault="00591D0B" w:rsidP="00591D0B"/>
    <w:p w14:paraId="452C0499" w14:textId="77777777" w:rsidR="00591D0B" w:rsidRDefault="00591D0B" w:rsidP="00591D0B">
      <w:pPr>
        <w:rPr>
          <w:szCs w:val="22"/>
        </w:rPr>
      </w:pPr>
      <w:proofErr w:type="spellStart"/>
      <w:r>
        <w:rPr>
          <w:szCs w:val="22"/>
        </w:rPr>
        <w:t>Maleeporn</w:t>
      </w:r>
      <w:proofErr w:type="spellEnd"/>
      <w:r>
        <w:rPr>
          <w:szCs w:val="22"/>
        </w:rPr>
        <w:t xml:space="preserve"> KUMKASEM (Ms.), Director, Legal Affairs, Fine Arts Department, Ministry of Culture, Bangkok</w:t>
      </w:r>
    </w:p>
    <w:p w14:paraId="44B94C5B" w14:textId="0302ADED" w:rsidR="00591D0B" w:rsidRDefault="00591D0B" w:rsidP="00591D0B">
      <w:pPr>
        <w:rPr>
          <w:szCs w:val="22"/>
          <w:u w:val="single"/>
        </w:rPr>
      </w:pPr>
      <w:hyperlink r:id="rId155" w:history="1">
        <w:r w:rsidRPr="001F5753">
          <w:rPr>
            <w:rStyle w:val="Hyperlink"/>
            <w:szCs w:val="22"/>
          </w:rPr>
          <w:t>law@finearts.go.th</w:t>
        </w:r>
      </w:hyperlink>
    </w:p>
    <w:p w14:paraId="799F38B2" w14:textId="77777777" w:rsidR="00591D0B" w:rsidRDefault="00591D0B" w:rsidP="00591D0B">
      <w:pPr>
        <w:rPr>
          <w:szCs w:val="22"/>
        </w:rPr>
      </w:pPr>
    </w:p>
    <w:p w14:paraId="38168B15" w14:textId="77777777" w:rsidR="00E2144F" w:rsidRDefault="00E2144F" w:rsidP="00E2144F">
      <w:pPr>
        <w:rPr>
          <w:szCs w:val="22"/>
        </w:rPr>
      </w:pPr>
      <w:r>
        <w:rPr>
          <w:szCs w:val="22"/>
        </w:rPr>
        <w:t>Pakwan CHUENSUWANKUL (Ms.), Counsellor, Permanent Mission to the World Trade Organization (WTO), Geneva</w:t>
      </w:r>
    </w:p>
    <w:p w14:paraId="53E26EE2" w14:textId="77777777" w:rsidR="00E2144F" w:rsidRDefault="00E2144F" w:rsidP="00E2144F">
      <w:pPr>
        <w:rPr>
          <w:szCs w:val="22"/>
          <w:u w:val="single"/>
        </w:rPr>
      </w:pPr>
      <w:hyperlink r:id="rId156" w:history="1">
        <w:r w:rsidRPr="0004457A">
          <w:rPr>
            <w:rStyle w:val="Hyperlink"/>
            <w:szCs w:val="22"/>
          </w:rPr>
          <w:t>pakwan@thaiwto.com</w:t>
        </w:r>
      </w:hyperlink>
    </w:p>
    <w:p w14:paraId="708EF9EA" w14:textId="77777777" w:rsidR="00E2144F" w:rsidRDefault="00E2144F" w:rsidP="00591D0B">
      <w:pPr>
        <w:rPr>
          <w:szCs w:val="22"/>
        </w:rPr>
      </w:pPr>
    </w:p>
    <w:p w14:paraId="78E388AC" w14:textId="77777777" w:rsidR="00FD0AD9" w:rsidRDefault="00FD0AD9" w:rsidP="00FD0AD9">
      <w:pPr>
        <w:rPr>
          <w:szCs w:val="22"/>
        </w:rPr>
      </w:pPr>
      <w:proofErr w:type="spellStart"/>
      <w:r>
        <w:rPr>
          <w:szCs w:val="22"/>
        </w:rPr>
        <w:t>Polched</w:t>
      </w:r>
      <w:proofErr w:type="spellEnd"/>
      <w:r>
        <w:rPr>
          <w:szCs w:val="22"/>
        </w:rPr>
        <w:t xml:space="preserve"> DAORERK (Mr.), Provincial Public Prosecutor, Department of Intellectual Property and International Trade Litigation, Office of the Attorney General, Bangkok</w:t>
      </w:r>
    </w:p>
    <w:p w14:paraId="4BFF2C5D" w14:textId="3D44BDE7" w:rsidR="00FD0AD9" w:rsidRDefault="00E2144F" w:rsidP="00FD0AD9">
      <w:pPr>
        <w:rPr>
          <w:szCs w:val="22"/>
        </w:rPr>
      </w:pPr>
      <w:hyperlink r:id="rId157" w:history="1">
        <w:r w:rsidRPr="001F5753">
          <w:rPr>
            <w:rStyle w:val="Hyperlink"/>
            <w:szCs w:val="22"/>
          </w:rPr>
          <w:t>daorerk.p@gmail.com</w:t>
        </w:r>
      </w:hyperlink>
      <w:r>
        <w:rPr>
          <w:szCs w:val="22"/>
          <w:u w:val="single"/>
        </w:rPr>
        <w:t xml:space="preserve"> </w:t>
      </w:r>
    </w:p>
    <w:p w14:paraId="1755CB9F" w14:textId="77777777" w:rsidR="00FD0AD9" w:rsidRDefault="00FD0AD9" w:rsidP="00FD0AD9">
      <w:pPr>
        <w:rPr>
          <w:szCs w:val="22"/>
        </w:rPr>
      </w:pPr>
    </w:p>
    <w:p w14:paraId="13731061" w14:textId="77777777" w:rsidR="00F05A1D" w:rsidRDefault="00F05A1D" w:rsidP="00F05A1D">
      <w:pPr>
        <w:rPr>
          <w:szCs w:val="22"/>
        </w:rPr>
      </w:pPr>
      <w:proofErr w:type="spellStart"/>
      <w:r>
        <w:rPr>
          <w:szCs w:val="22"/>
        </w:rPr>
        <w:t>Jutamon</w:t>
      </w:r>
      <w:proofErr w:type="spellEnd"/>
      <w:r>
        <w:rPr>
          <w:szCs w:val="22"/>
        </w:rPr>
        <w:t xml:space="preserve"> ROOPNGAM (Ms.), Legal Officer, Department of Intellectual Property, Ministry of Commerce, Nonthaburi</w:t>
      </w:r>
    </w:p>
    <w:p w14:paraId="2CD7DE1D" w14:textId="77777777" w:rsidR="00195299" w:rsidRDefault="00195299" w:rsidP="00F05A1D">
      <w:pPr>
        <w:rPr>
          <w:szCs w:val="22"/>
        </w:rPr>
      </w:pPr>
    </w:p>
    <w:p w14:paraId="657A47F1" w14:textId="77777777" w:rsidR="00F05A1D" w:rsidRDefault="00F05A1D" w:rsidP="00F05A1D">
      <w:pPr>
        <w:rPr>
          <w:szCs w:val="22"/>
        </w:rPr>
      </w:pPr>
      <w:proofErr w:type="spellStart"/>
      <w:r>
        <w:rPr>
          <w:szCs w:val="22"/>
        </w:rPr>
        <w:t>Warissara</w:t>
      </w:r>
      <w:proofErr w:type="spellEnd"/>
      <w:r>
        <w:rPr>
          <w:szCs w:val="22"/>
        </w:rPr>
        <w:t xml:space="preserve"> YOOSUKARB (Ms.), Foreign Relations Officer, Department of Thai Traditional and Alternative Medicine, Ministry of Public Health, Nonthaburi</w:t>
      </w:r>
    </w:p>
    <w:p w14:paraId="1F26DEA4" w14:textId="73E4CFC0" w:rsidR="00F05A1D" w:rsidRDefault="00195299" w:rsidP="00F05A1D">
      <w:pPr>
        <w:rPr>
          <w:szCs w:val="22"/>
        </w:rPr>
      </w:pPr>
      <w:hyperlink r:id="rId158" w:history="1">
        <w:r w:rsidRPr="001F5753">
          <w:rPr>
            <w:rStyle w:val="Hyperlink"/>
            <w:szCs w:val="22"/>
          </w:rPr>
          <w:t>oicdtam@gmail.com</w:t>
        </w:r>
      </w:hyperlink>
      <w:r>
        <w:rPr>
          <w:szCs w:val="22"/>
          <w:u w:val="single"/>
        </w:rPr>
        <w:t xml:space="preserve"> </w:t>
      </w:r>
    </w:p>
    <w:p w14:paraId="1C83C2E6" w14:textId="77777777" w:rsidR="00F05A1D" w:rsidRDefault="00F05A1D" w:rsidP="00F05A1D">
      <w:pPr>
        <w:rPr>
          <w:szCs w:val="22"/>
        </w:rPr>
      </w:pPr>
    </w:p>
    <w:p w14:paraId="20DBCD62" w14:textId="77777777" w:rsidR="00FD0AD9" w:rsidRDefault="00FD0AD9" w:rsidP="00FD0AD9">
      <w:pPr>
        <w:rPr>
          <w:szCs w:val="22"/>
        </w:rPr>
      </w:pPr>
      <w:r>
        <w:rPr>
          <w:szCs w:val="22"/>
        </w:rPr>
        <w:t>Amara PANGNAMKAM (Ms.), Cultural Officer, Department of Cultural Promotion, Ministry of Culture, Bangkok</w:t>
      </w:r>
    </w:p>
    <w:p w14:paraId="2B62DDE1" w14:textId="37DAF42B" w:rsidR="00FD0AD9" w:rsidRDefault="00195299" w:rsidP="00FD0AD9">
      <w:pPr>
        <w:rPr>
          <w:szCs w:val="22"/>
        </w:rPr>
      </w:pPr>
      <w:hyperlink r:id="rId159" w:history="1">
        <w:r w:rsidRPr="001F5753">
          <w:rPr>
            <w:rStyle w:val="Hyperlink"/>
            <w:szCs w:val="22"/>
          </w:rPr>
          <w:t>amara.pnk@gmail.com</w:t>
        </w:r>
      </w:hyperlink>
      <w:r>
        <w:rPr>
          <w:szCs w:val="22"/>
          <w:u w:val="single"/>
        </w:rPr>
        <w:t xml:space="preserve"> </w:t>
      </w:r>
    </w:p>
    <w:p w14:paraId="0AE6B9D6" w14:textId="77777777" w:rsidR="00FD0AD9" w:rsidRDefault="00FD0AD9" w:rsidP="00FD0AD9">
      <w:pPr>
        <w:rPr>
          <w:szCs w:val="22"/>
        </w:rPr>
      </w:pPr>
    </w:p>
    <w:p w14:paraId="4D343852" w14:textId="77777777" w:rsidR="00195299" w:rsidRDefault="00195299" w:rsidP="00195299">
      <w:pPr>
        <w:rPr>
          <w:szCs w:val="22"/>
        </w:rPr>
      </w:pPr>
      <w:proofErr w:type="spellStart"/>
      <w:r>
        <w:rPr>
          <w:szCs w:val="22"/>
        </w:rPr>
        <w:t>Chatporn</w:t>
      </w:r>
      <w:proofErr w:type="spellEnd"/>
      <w:r>
        <w:rPr>
          <w:szCs w:val="22"/>
        </w:rPr>
        <w:t xml:space="preserve"> TOMKRAJANG (Ms.), Cultural Officer, Foreign Affairs Division, Ministry of Culture, Bangkok</w:t>
      </w:r>
    </w:p>
    <w:p w14:paraId="0EAEACDC" w14:textId="77777777" w:rsidR="00FD0AD9" w:rsidRDefault="00FD0AD9" w:rsidP="00FD0AD9">
      <w:pPr>
        <w:rPr>
          <w:szCs w:val="22"/>
        </w:rPr>
      </w:pPr>
    </w:p>
    <w:p w14:paraId="5E2A37E1" w14:textId="77777777" w:rsidR="00FD0AD9" w:rsidRDefault="00FD0AD9" w:rsidP="00FD0AD9">
      <w:pPr>
        <w:rPr>
          <w:szCs w:val="22"/>
        </w:rPr>
      </w:pPr>
      <w:proofErr w:type="spellStart"/>
      <w:r>
        <w:rPr>
          <w:szCs w:val="22"/>
        </w:rPr>
        <w:t>Waranya</w:t>
      </w:r>
      <w:proofErr w:type="spellEnd"/>
      <w:r>
        <w:rPr>
          <w:szCs w:val="22"/>
        </w:rPr>
        <w:t xml:space="preserve"> SUWANNASING (Ms.), Patent Examiner, Department of intellectual property (DIP), Ministry of Commerce, Nonthaburi</w:t>
      </w:r>
    </w:p>
    <w:p w14:paraId="14AEA947" w14:textId="09191642" w:rsidR="00FD0AD9" w:rsidRDefault="00195299" w:rsidP="00FD0AD9">
      <w:pPr>
        <w:rPr>
          <w:szCs w:val="22"/>
        </w:rPr>
      </w:pPr>
      <w:hyperlink r:id="rId160" w:history="1">
        <w:r w:rsidRPr="001F5753">
          <w:rPr>
            <w:rStyle w:val="Hyperlink"/>
            <w:szCs w:val="22"/>
          </w:rPr>
          <w:t>waranya.s@ipthailand.go.th</w:t>
        </w:r>
      </w:hyperlink>
      <w:r>
        <w:rPr>
          <w:szCs w:val="22"/>
          <w:u w:val="single"/>
        </w:rPr>
        <w:t xml:space="preserve"> </w:t>
      </w:r>
    </w:p>
    <w:p w14:paraId="6486D5D9" w14:textId="77777777" w:rsidR="00FD0AD9" w:rsidRDefault="00FD0AD9" w:rsidP="00FD0AD9">
      <w:pPr>
        <w:rPr>
          <w:szCs w:val="22"/>
        </w:rPr>
      </w:pPr>
    </w:p>
    <w:p w14:paraId="23C6E330" w14:textId="77777777" w:rsidR="00FD0AD9" w:rsidRDefault="00FD0AD9" w:rsidP="00FD0AD9">
      <w:pPr>
        <w:rPr>
          <w:szCs w:val="22"/>
        </w:rPr>
      </w:pPr>
      <w:proofErr w:type="spellStart"/>
      <w:r>
        <w:rPr>
          <w:szCs w:val="22"/>
        </w:rPr>
        <w:t>Pakamat</w:t>
      </w:r>
      <w:proofErr w:type="spellEnd"/>
      <w:r>
        <w:rPr>
          <w:szCs w:val="22"/>
        </w:rPr>
        <w:t xml:space="preserve"> THONGSUK (Ms.), Delegate, Department of Livestock Development, Ministry of Agriculture and Cooperatives, Pathum Thani</w:t>
      </w:r>
    </w:p>
    <w:p w14:paraId="34171719" w14:textId="025AD3F1" w:rsidR="00FD0AD9" w:rsidRDefault="00195299" w:rsidP="00FD0AD9">
      <w:pPr>
        <w:rPr>
          <w:szCs w:val="22"/>
        </w:rPr>
      </w:pPr>
      <w:hyperlink r:id="rId161" w:history="1">
        <w:r w:rsidRPr="001F5753">
          <w:rPr>
            <w:rStyle w:val="Hyperlink"/>
            <w:szCs w:val="22"/>
          </w:rPr>
          <w:t>staong0135@gmail.com</w:t>
        </w:r>
      </w:hyperlink>
      <w:r>
        <w:rPr>
          <w:szCs w:val="22"/>
          <w:u w:val="single"/>
        </w:rPr>
        <w:t xml:space="preserve"> </w:t>
      </w:r>
    </w:p>
    <w:p w14:paraId="7E03C305" w14:textId="77777777" w:rsidR="00FD0AD9" w:rsidRDefault="00FD0AD9" w:rsidP="00FD0AD9">
      <w:pPr>
        <w:rPr>
          <w:szCs w:val="22"/>
        </w:rPr>
      </w:pPr>
    </w:p>
    <w:p w14:paraId="388353C9" w14:textId="77777777" w:rsidR="00195299" w:rsidRDefault="00195299" w:rsidP="00195299">
      <w:pPr>
        <w:rPr>
          <w:szCs w:val="22"/>
        </w:rPr>
      </w:pPr>
      <w:r>
        <w:rPr>
          <w:szCs w:val="22"/>
        </w:rPr>
        <w:t>Prisana DISAPIROM (Ms.), Agricultural Extensionist, Department of Agricultural Extension, Ministry of Agriculture and Cooperatives, Bangkok</w:t>
      </w:r>
    </w:p>
    <w:p w14:paraId="213217D8" w14:textId="1AA1F434" w:rsidR="00195299" w:rsidRDefault="00195299" w:rsidP="00195299">
      <w:pPr>
        <w:rPr>
          <w:szCs w:val="22"/>
        </w:rPr>
      </w:pPr>
      <w:hyperlink r:id="rId162" w:history="1">
        <w:r w:rsidRPr="001F5753">
          <w:rPr>
            <w:rStyle w:val="Hyperlink"/>
            <w:szCs w:val="22"/>
          </w:rPr>
          <w:t>prisana3601@gmail.com</w:t>
        </w:r>
      </w:hyperlink>
      <w:r>
        <w:rPr>
          <w:szCs w:val="22"/>
          <w:u w:val="single"/>
        </w:rPr>
        <w:t xml:space="preserve"> </w:t>
      </w:r>
    </w:p>
    <w:p w14:paraId="69B371E6" w14:textId="77777777" w:rsidR="00FD0AD9" w:rsidRDefault="00FD0AD9" w:rsidP="00FD0AD9">
      <w:pPr>
        <w:rPr>
          <w:szCs w:val="22"/>
        </w:rPr>
      </w:pPr>
    </w:p>
    <w:p w14:paraId="1DC8A15F" w14:textId="77777777" w:rsidR="00195299" w:rsidRDefault="00195299" w:rsidP="00195299">
      <w:pPr>
        <w:rPr>
          <w:szCs w:val="22"/>
        </w:rPr>
      </w:pPr>
      <w:proofErr w:type="spellStart"/>
      <w:r>
        <w:rPr>
          <w:szCs w:val="22"/>
        </w:rPr>
        <w:lastRenderedPageBreak/>
        <w:t>Cheeranun</w:t>
      </w:r>
      <w:proofErr w:type="spellEnd"/>
      <w:r>
        <w:rPr>
          <w:szCs w:val="22"/>
        </w:rPr>
        <w:t xml:space="preserve"> THAISUCHAT (Ms.), Agricultural Extensionist, Department of Agricultural Extension, Ministry of Agriculture and Cooperatives, Bangkok</w:t>
      </w:r>
    </w:p>
    <w:p w14:paraId="34E37E26" w14:textId="2349DFCF" w:rsidR="00195299" w:rsidRDefault="00195299" w:rsidP="00195299">
      <w:pPr>
        <w:rPr>
          <w:szCs w:val="22"/>
        </w:rPr>
      </w:pPr>
      <w:hyperlink r:id="rId163" w:history="1">
        <w:r w:rsidRPr="001F5753">
          <w:rPr>
            <w:rStyle w:val="Hyperlink"/>
            <w:szCs w:val="22"/>
          </w:rPr>
          <w:t>somisorange@gmail.com</w:t>
        </w:r>
      </w:hyperlink>
      <w:r>
        <w:rPr>
          <w:szCs w:val="22"/>
          <w:u w:val="single"/>
        </w:rPr>
        <w:t xml:space="preserve"> </w:t>
      </w:r>
    </w:p>
    <w:p w14:paraId="242585BC" w14:textId="77777777" w:rsidR="00FD0AD9" w:rsidRDefault="00FD0AD9" w:rsidP="00FD0AD9">
      <w:pPr>
        <w:rPr>
          <w:szCs w:val="22"/>
        </w:rPr>
      </w:pPr>
    </w:p>
    <w:p w14:paraId="0D87C600" w14:textId="77777777" w:rsidR="00195299" w:rsidRDefault="00195299" w:rsidP="00FD0AD9">
      <w:pPr>
        <w:rPr>
          <w:szCs w:val="22"/>
        </w:rPr>
      </w:pPr>
    </w:p>
    <w:p w14:paraId="1E4FF6CA" w14:textId="77777777" w:rsidR="0033343F" w:rsidRPr="00C33831" w:rsidRDefault="0033343F" w:rsidP="0033343F">
      <w:pPr>
        <w:rPr>
          <w:szCs w:val="22"/>
          <w:u w:val="single"/>
          <w:lang w:val="fr-CH"/>
        </w:rPr>
      </w:pPr>
      <w:r w:rsidRPr="00C33831">
        <w:rPr>
          <w:szCs w:val="22"/>
          <w:u w:val="single"/>
          <w:lang w:val="fr-CH"/>
        </w:rPr>
        <w:t>TOGO</w:t>
      </w:r>
    </w:p>
    <w:p w14:paraId="7CBB7460" w14:textId="77777777" w:rsidR="0033343F" w:rsidRPr="00C33831" w:rsidRDefault="0033343F" w:rsidP="0033343F">
      <w:pPr>
        <w:rPr>
          <w:szCs w:val="22"/>
          <w:u w:val="single"/>
          <w:lang w:val="fr-CH"/>
        </w:rPr>
      </w:pPr>
    </w:p>
    <w:p w14:paraId="3E6C94A4" w14:textId="77777777" w:rsidR="0033343F" w:rsidRPr="00C33831" w:rsidRDefault="0033343F" w:rsidP="0033343F">
      <w:pPr>
        <w:rPr>
          <w:lang w:val="fr-CH"/>
        </w:rPr>
      </w:pPr>
      <w:r w:rsidRPr="00C33831">
        <w:rPr>
          <w:lang w:val="fr-CH"/>
        </w:rPr>
        <w:t>Mouhamed Nour-Dine ASSINDOH (M.), ministre-conseiller, Mission permanente, Genève</w:t>
      </w:r>
    </w:p>
    <w:p w14:paraId="0D520329" w14:textId="77777777" w:rsidR="0033343F" w:rsidRDefault="0033343F" w:rsidP="00FD0AD9">
      <w:pPr>
        <w:rPr>
          <w:szCs w:val="22"/>
        </w:rPr>
      </w:pPr>
    </w:p>
    <w:p w14:paraId="1BCB1F09" w14:textId="77777777" w:rsidR="00871DD6" w:rsidRDefault="00871DD6" w:rsidP="00FD0AD9">
      <w:pPr>
        <w:rPr>
          <w:szCs w:val="22"/>
        </w:rPr>
      </w:pPr>
    </w:p>
    <w:p w14:paraId="4E883677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TRINITÉ-ET-TOBAGO/TRINIDAD AND TOBAGO</w:t>
      </w:r>
    </w:p>
    <w:p w14:paraId="5A9E63C5" w14:textId="77777777" w:rsidR="00FD0AD9" w:rsidRPr="009C308F" w:rsidRDefault="00FD0AD9" w:rsidP="00FD0AD9">
      <w:pPr>
        <w:rPr>
          <w:szCs w:val="22"/>
          <w:u w:val="single"/>
        </w:rPr>
      </w:pPr>
    </w:p>
    <w:p w14:paraId="09667607" w14:textId="77777777" w:rsidR="00FD0AD9" w:rsidRDefault="00FD0AD9" w:rsidP="00FD0AD9">
      <w:pPr>
        <w:rPr>
          <w:szCs w:val="22"/>
        </w:rPr>
      </w:pPr>
      <w:r>
        <w:rPr>
          <w:szCs w:val="22"/>
        </w:rPr>
        <w:t>Kavish SEETAHAL (Mr.), Deputy Controller, Intellectual Property Office, Office of the Attorney General and Ministry of Legal Affairs, Port of Spain</w:t>
      </w:r>
    </w:p>
    <w:p w14:paraId="3ACAAEE1" w14:textId="45D80E30" w:rsidR="00FD0AD9" w:rsidRDefault="000D167D" w:rsidP="00FD0AD9">
      <w:pPr>
        <w:rPr>
          <w:szCs w:val="22"/>
        </w:rPr>
      </w:pPr>
      <w:hyperlink r:id="rId164" w:history="1">
        <w:r w:rsidRPr="001F5753">
          <w:rPr>
            <w:rStyle w:val="Hyperlink"/>
            <w:szCs w:val="22"/>
          </w:rPr>
          <w:t>kavish.seetahal@ipo.gov.tt</w:t>
        </w:r>
      </w:hyperlink>
      <w:r>
        <w:rPr>
          <w:szCs w:val="22"/>
          <w:u w:val="single"/>
        </w:rPr>
        <w:t xml:space="preserve"> </w:t>
      </w:r>
    </w:p>
    <w:p w14:paraId="0CA3BA65" w14:textId="77777777" w:rsidR="00FD0AD9" w:rsidRDefault="00FD0AD9" w:rsidP="00FD0AD9">
      <w:pPr>
        <w:rPr>
          <w:szCs w:val="22"/>
        </w:rPr>
      </w:pPr>
    </w:p>
    <w:p w14:paraId="00326134" w14:textId="77777777" w:rsidR="00FD0AD9" w:rsidRDefault="00FD0AD9" w:rsidP="00FD0AD9">
      <w:pPr>
        <w:rPr>
          <w:szCs w:val="22"/>
        </w:rPr>
      </w:pPr>
    </w:p>
    <w:p w14:paraId="27C7B752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TÜRKIYE</w:t>
      </w:r>
    </w:p>
    <w:p w14:paraId="33D09DCE" w14:textId="77777777" w:rsidR="00FD0AD9" w:rsidRPr="009C308F" w:rsidRDefault="00FD0AD9" w:rsidP="00FD0AD9">
      <w:pPr>
        <w:rPr>
          <w:szCs w:val="22"/>
          <w:u w:val="single"/>
        </w:rPr>
      </w:pPr>
    </w:p>
    <w:p w14:paraId="13FFB875" w14:textId="77777777" w:rsidR="00631A30" w:rsidRDefault="00631A30" w:rsidP="00631A30">
      <w:pPr>
        <w:rPr>
          <w:szCs w:val="22"/>
        </w:rPr>
      </w:pPr>
      <w:r>
        <w:rPr>
          <w:szCs w:val="22"/>
        </w:rPr>
        <w:t>Burcu EKİZOĞLU (Ms.), Legal Counsellor, Permanent Mission to the World Trade Organization (WTO), Geneva</w:t>
      </w:r>
    </w:p>
    <w:p w14:paraId="1D55A216" w14:textId="77777777" w:rsidR="00631A30" w:rsidRDefault="00631A30" w:rsidP="00631A30">
      <w:pPr>
        <w:rPr>
          <w:szCs w:val="22"/>
        </w:rPr>
      </w:pPr>
    </w:p>
    <w:p w14:paraId="6542C7F8" w14:textId="77777777" w:rsidR="00FD0AD9" w:rsidRDefault="00FD0AD9" w:rsidP="00FD0AD9">
      <w:pPr>
        <w:rPr>
          <w:szCs w:val="22"/>
        </w:rPr>
      </w:pPr>
      <w:r>
        <w:rPr>
          <w:szCs w:val="22"/>
        </w:rPr>
        <w:t xml:space="preserve">Emre ÇELEBI (Mr.), Intellectual Property Examiner, Patent Department, Ministry of Industry and Technology, </w:t>
      </w:r>
      <w:proofErr w:type="spellStart"/>
      <w:r>
        <w:rPr>
          <w:szCs w:val="22"/>
        </w:rPr>
        <w:t>Yenimahalle</w:t>
      </w:r>
      <w:proofErr w:type="spellEnd"/>
    </w:p>
    <w:p w14:paraId="4DFE50A8" w14:textId="77777777" w:rsidR="00FD0AD9" w:rsidRDefault="00FD0AD9" w:rsidP="00FD0AD9">
      <w:pPr>
        <w:rPr>
          <w:szCs w:val="22"/>
        </w:rPr>
      </w:pPr>
    </w:p>
    <w:p w14:paraId="1F8F6099" w14:textId="77777777" w:rsidR="007B37FC" w:rsidRDefault="007B37FC" w:rsidP="007B37FC">
      <w:pPr>
        <w:rPr>
          <w:szCs w:val="22"/>
        </w:rPr>
      </w:pPr>
      <w:r>
        <w:rPr>
          <w:szCs w:val="22"/>
        </w:rPr>
        <w:t>Kemal Demir ERALP (Mr.), Patent Examiner, Patent Department, Turkish Patent and Trademark Office (TURKPATENT), Ankara</w:t>
      </w:r>
    </w:p>
    <w:p w14:paraId="6948327E" w14:textId="77777777" w:rsidR="007B37FC" w:rsidRDefault="007B37FC" w:rsidP="007B37FC">
      <w:pPr>
        <w:rPr>
          <w:szCs w:val="22"/>
        </w:rPr>
      </w:pPr>
    </w:p>
    <w:p w14:paraId="30691586" w14:textId="77777777" w:rsidR="00FD0AD9" w:rsidRDefault="00FD0AD9" w:rsidP="00FD0AD9">
      <w:pPr>
        <w:rPr>
          <w:szCs w:val="22"/>
        </w:rPr>
      </w:pPr>
      <w:r>
        <w:rPr>
          <w:szCs w:val="22"/>
        </w:rPr>
        <w:t>Serpil ÇINAR (Ms.), Expert, Directorate General for Copyright, Ministry of Culture and Tourism, Ankara</w:t>
      </w:r>
    </w:p>
    <w:p w14:paraId="4A6B7D03" w14:textId="0184E002" w:rsidR="00FD0AD9" w:rsidRDefault="007B37FC" w:rsidP="00FD0AD9">
      <w:pPr>
        <w:rPr>
          <w:szCs w:val="22"/>
        </w:rPr>
      </w:pPr>
      <w:hyperlink r:id="rId165" w:history="1">
        <w:r w:rsidRPr="001F5753">
          <w:rPr>
            <w:rStyle w:val="Hyperlink"/>
            <w:szCs w:val="22"/>
          </w:rPr>
          <w:t>serpil.cinar@ktb.gov.tr</w:t>
        </w:r>
      </w:hyperlink>
      <w:r>
        <w:rPr>
          <w:szCs w:val="22"/>
          <w:u w:val="single"/>
        </w:rPr>
        <w:t xml:space="preserve"> </w:t>
      </w:r>
    </w:p>
    <w:p w14:paraId="18A7B2EF" w14:textId="77777777" w:rsidR="00FD0AD9" w:rsidRDefault="00FD0AD9" w:rsidP="00FD0AD9">
      <w:pPr>
        <w:rPr>
          <w:szCs w:val="22"/>
        </w:rPr>
      </w:pPr>
    </w:p>
    <w:p w14:paraId="7488424E" w14:textId="77777777" w:rsidR="00FD0AD9" w:rsidRDefault="00FD0AD9" w:rsidP="00FD0AD9">
      <w:pPr>
        <w:rPr>
          <w:szCs w:val="22"/>
        </w:rPr>
      </w:pPr>
      <w:r>
        <w:rPr>
          <w:szCs w:val="22"/>
        </w:rPr>
        <w:t xml:space="preserve">Nazan ÖNDER (Ms.), Expert, General Directorate of Living Heritage and Cultural Events, Ministry of Culture and Tourism, </w:t>
      </w:r>
      <w:proofErr w:type="spellStart"/>
      <w:r>
        <w:rPr>
          <w:szCs w:val="22"/>
        </w:rPr>
        <w:t>Ankaya</w:t>
      </w:r>
      <w:proofErr w:type="spellEnd"/>
    </w:p>
    <w:p w14:paraId="2A648F1E" w14:textId="39AD2C23" w:rsidR="00FD0AD9" w:rsidRDefault="007B37FC" w:rsidP="00FD0AD9">
      <w:pPr>
        <w:rPr>
          <w:szCs w:val="22"/>
        </w:rPr>
      </w:pPr>
      <w:hyperlink r:id="rId166" w:history="1">
        <w:r w:rsidRPr="001F5753">
          <w:rPr>
            <w:rStyle w:val="Hyperlink"/>
            <w:szCs w:val="22"/>
          </w:rPr>
          <w:t>nazan.onder@ktb.gov.tr</w:t>
        </w:r>
      </w:hyperlink>
      <w:r>
        <w:rPr>
          <w:szCs w:val="22"/>
          <w:u w:val="single"/>
        </w:rPr>
        <w:t xml:space="preserve"> </w:t>
      </w:r>
    </w:p>
    <w:p w14:paraId="7D77AF21" w14:textId="77777777" w:rsidR="00FD0AD9" w:rsidRDefault="00FD0AD9" w:rsidP="00FD0AD9">
      <w:pPr>
        <w:rPr>
          <w:szCs w:val="22"/>
        </w:rPr>
      </w:pPr>
    </w:p>
    <w:p w14:paraId="173D15DF" w14:textId="77777777" w:rsidR="001E1122" w:rsidRDefault="001E1122" w:rsidP="001E1122">
      <w:pPr>
        <w:rPr>
          <w:szCs w:val="22"/>
        </w:rPr>
      </w:pPr>
      <w:r>
        <w:rPr>
          <w:szCs w:val="22"/>
        </w:rPr>
        <w:t>Aykut ORDUKAYA (Mr.), European Union Expert, General Directorate of Agricultural Research and Policies (TAGEM), Ministry of Agriculture and Forestry, Ankara</w:t>
      </w:r>
    </w:p>
    <w:p w14:paraId="1D7CC7CF" w14:textId="77777777" w:rsidR="001E1122" w:rsidRDefault="001E1122" w:rsidP="001E1122">
      <w:pPr>
        <w:rPr>
          <w:szCs w:val="22"/>
          <w:u w:val="single"/>
        </w:rPr>
      </w:pPr>
      <w:hyperlink r:id="rId167" w:history="1">
        <w:r w:rsidRPr="001F5753">
          <w:rPr>
            <w:rStyle w:val="Hyperlink"/>
            <w:szCs w:val="22"/>
          </w:rPr>
          <w:t>aykut.ordukaya@tarimorman.gov.tr</w:t>
        </w:r>
      </w:hyperlink>
    </w:p>
    <w:p w14:paraId="7386923A" w14:textId="77777777" w:rsidR="00FD0AD9" w:rsidRDefault="00FD0AD9" w:rsidP="00FD0AD9">
      <w:pPr>
        <w:rPr>
          <w:szCs w:val="22"/>
        </w:rPr>
      </w:pPr>
    </w:p>
    <w:p w14:paraId="1C7AC779" w14:textId="77777777" w:rsidR="00E555E6" w:rsidRDefault="00E555E6" w:rsidP="00FD0AD9">
      <w:pPr>
        <w:rPr>
          <w:szCs w:val="22"/>
        </w:rPr>
      </w:pPr>
    </w:p>
    <w:p w14:paraId="0CA4A40C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UKRAINE</w:t>
      </w:r>
    </w:p>
    <w:p w14:paraId="23362645" w14:textId="77777777" w:rsidR="00FD0AD9" w:rsidRPr="009C308F" w:rsidRDefault="00FD0AD9" w:rsidP="00FD0AD9">
      <w:pPr>
        <w:rPr>
          <w:szCs w:val="22"/>
          <w:u w:val="single"/>
        </w:rPr>
      </w:pPr>
    </w:p>
    <w:p w14:paraId="6F66EA99" w14:textId="77777777" w:rsidR="00FD0AD9" w:rsidRDefault="00FD0AD9" w:rsidP="00FD0AD9">
      <w:pPr>
        <w:rPr>
          <w:szCs w:val="22"/>
        </w:rPr>
      </w:pPr>
      <w:r>
        <w:rPr>
          <w:szCs w:val="22"/>
        </w:rPr>
        <w:t>Bogdan PADUCHAK (Mr.), First Deputy Director, Administration Department, Ukrainian National Office for Intellectual Property and Innovations (UANIPIO), Kyiv</w:t>
      </w:r>
    </w:p>
    <w:p w14:paraId="5A42DF00" w14:textId="199FA9B1" w:rsidR="00FD0AD9" w:rsidRDefault="005D5933" w:rsidP="00FD0AD9">
      <w:pPr>
        <w:rPr>
          <w:szCs w:val="22"/>
        </w:rPr>
      </w:pPr>
      <w:hyperlink r:id="rId168" w:history="1">
        <w:r w:rsidRPr="001F5753">
          <w:rPr>
            <w:rStyle w:val="Hyperlink"/>
            <w:szCs w:val="22"/>
          </w:rPr>
          <w:t>bogdan.paduchak@nipo.gov.ua</w:t>
        </w:r>
      </w:hyperlink>
      <w:r>
        <w:rPr>
          <w:szCs w:val="22"/>
          <w:u w:val="single"/>
        </w:rPr>
        <w:t xml:space="preserve"> </w:t>
      </w:r>
    </w:p>
    <w:p w14:paraId="5271E0BC" w14:textId="77777777" w:rsidR="00FD0AD9" w:rsidRDefault="00FD0AD9" w:rsidP="00FD0AD9">
      <w:pPr>
        <w:rPr>
          <w:szCs w:val="22"/>
        </w:rPr>
      </w:pPr>
    </w:p>
    <w:p w14:paraId="7864D01A" w14:textId="77777777" w:rsidR="005D5933" w:rsidRDefault="005D5933" w:rsidP="005D5933">
      <w:pPr>
        <w:rPr>
          <w:szCs w:val="22"/>
        </w:rPr>
      </w:pPr>
      <w:r>
        <w:rPr>
          <w:szCs w:val="22"/>
        </w:rPr>
        <w:t>Halyna STETSKA (Ms.), Head, Biotechnology and Food Industry Sector, Ukrainian National Office for Intellectual Property and Innovations (UANIPIO), Kyiv</w:t>
      </w:r>
    </w:p>
    <w:p w14:paraId="4E906A7C" w14:textId="340CF9B2" w:rsidR="005D5933" w:rsidRDefault="005D5933" w:rsidP="005D5933">
      <w:pPr>
        <w:rPr>
          <w:szCs w:val="22"/>
          <w:u w:val="single"/>
        </w:rPr>
      </w:pPr>
      <w:hyperlink r:id="rId169" w:history="1">
        <w:r w:rsidRPr="001F5753">
          <w:rPr>
            <w:rStyle w:val="Hyperlink"/>
            <w:szCs w:val="22"/>
          </w:rPr>
          <w:t>halyna.stetska@nipo.gov.ua</w:t>
        </w:r>
      </w:hyperlink>
    </w:p>
    <w:p w14:paraId="0FF16C6D" w14:textId="77777777" w:rsidR="005D5933" w:rsidRDefault="005D5933" w:rsidP="005D5933">
      <w:pPr>
        <w:rPr>
          <w:szCs w:val="22"/>
        </w:rPr>
      </w:pPr>
    </w:p>
    <w:p w14:paraId="75C76F0D" w14:textId="77777777" w:rsidR="00FD0AD9" w:rsidRDefault="00FD0AD9" w:rsidP="00FD0AD9">
      <w:pPr>
        <w:rPr>
          <w:szCs w:val="22"/>
        </w:rPr>
      </w:pPr>
      <w:r>
        <w:rPr>
          <w:szCs w:val="22"/>
        </w:rPr>
        <w:t>Yevheniia BAKHMACH (Ms.), Leading Expert, Biotechnology and Food Industry Sector, Ukrainian National Office for Intellectual Property and Innovations (UANIPIO), Kyiv</w:t>
      </w:r>
    </w:p>
    <w:p w14:paraId="7EFC2EFE" w14:textId="2908C81E" w:rsidR="00FD0AD9" w:rsidRDefault="005D5933" w:rsidP="00FD0AD9">
      <w:pPr>
        <w:rPr>
          <w:szCs w:val="22"/>
        </w:rPr>
      </w:pPr>
      <w:hyperlink r:id="rId170" w:history="1">
        <w:r w:rsidRPr="001F5753">
          <w:rPr>
            <w:rStyle w:val="Hyperlink"/>
            <w:szCs w:val="22"/>
          </w:rPr>
          <w:t>yevheniia.bakhmach@nipo.gov.ua</w:t>
        </w:r>
      </w:hyperlink>
      <w:r>
        <w:rPr>
          <w:szCs w:val="22"/>
          <w:u w:val="single"/>
        </w:rPr>
        <w:t xml:space="preserve"> </w:t>
      </w:r>
    </w:p>
    <w:p w14:paraId="2BA3CE6B" w14:textId="77777777" w:rsidR="00FD0AD9" w:rsidRDefault="00FD0AD9" w:rsidP="00FD0AD9">
      <w:pPr>
        <w:rPr>
          <w:szCs w:val="22"/>
        </w:rPr>
      </w:pPr>
    </w:p>
    <w:p w14:paraId="4632BA5C" w14:textId="77777777" w:rsidR="00FD0AD9" w:rsidRDefault="00FD0AD9" w:rsidP="00FD0AD9">
      <w:pPr>
        <w:rPr>
          <w:szCs w:val="22"/>
        </w:rPr>
      </w:pPr>
      <w:r>
        <w:rPr>
          <w:szCs w:val="22"/>
        </w:rPr>
        <w:t>Olha MELNYK (Ms.), Leading Expert, Biotechnology and Food Industry Sector, Ukrainian National Office for Intellectual Property and Innovations (UANIPIO), Kyiv</w:t>
      </w:r>
    </w:p>
    <w:p w14:paraId="3DDD0B5E" w14:textId="2B41E1F2" w:rsidR="00FD0AD9" w:rsidRDefault="005D5933" w:rsidP="00FD0AD9">
      <w:pPr>
        <w:rPr>
          <w:szCs w:val="22"/>
        </w:rPr>
      </w:pPr>
      <w:hyperlink r:id="rId171" w:history="1">
        <w:r w:rsidRPr="001F5753">
          <w:rPr>
            <w:rStyle w:val="Hyperlink"/>
            <w:szCs w:val="22"/>
          </w:rPr>
          <w:t>olha.melnyk@nipo.gov.ua</w:t>
        </w:r>
      </w:hyperlink>
      <w:r>
        <w:rPr>
          <w:szCs w:val="22"/>
          <w:u w:val="single"/>
        </w:rPr>
        <w:t xml:space="preserve"> </w:t>
      </w:r>
    </w:p>
    <w:p w14:paraId="14745D71" w14:textId="77777777" w:rsidR="00FD0AD9" w:rsidRDefault="00FD0AD9" w:rsidP="00FD0AD9">
      <w:pPr>
        <w:rPr>
          <w:szCs w:val="22"/>
        </w:rPr>
      </w:pPr>
    </w:p>
    <w:p w14:paraId="4F31756B" w14:textId="77777777" w:rsidR="00FD0AD9" w:rsidRDefault="00FD0AD9" w:rsidP="00FD0AD9">
      <w:pPr>
        <w:rPr>
          <w:szCs w:val="22"/>
        </w:rPr>
      </w:pPr>
    </w:p>
    <w:p w14:paraId="37725AA5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VANUATU</w:t>
      </w:r>
    </w:p>
    <w:p w14:paraId="390C3E70" w14:textId="77777777" w:rsidR="00FD0AD9" w:rsidRPr="009C308F" w:rsidRDefault="00FD0AD9" w:rsidP="00FD0AD9">
      <w:pPr>
        <w:rPr>
          <w:szCs w:val="22"/>
          <w:u w:val="single"/>
        </w:rPr>
      </w:pPr>
    </w:p>
    <w:p w14:paraId="25C42801" w14:textId="77777777" w:rsidR="00FD0AD9" w:rsidRDefault="00FD0AD9" w:rsidP="00FD0AD9">
      <w:pPr>
        <w:rPr>
          <w:szCs w:val="22"/>
        </w:rPr>
      </w:pPr>
      <w:proofErr w:type="spellStart"/>
      <w:r>
        <w:rPr>
          <w:szCs w:val="22"/>
        </w:rPr>
        <w:t>Sumbue</w:t>
      </w:r>
      <w:proofErr w:type="spellEnd"/>
      <w:r>
        <w:rPr>
          <w:szCs w:val="22"/>
        </w:rPr>
        <w:t xml:space="preserve"> ANTAS (Mr.), Ambassador, Permanent Representative, Permanent Mission, Geneva</w:t>
      </w:r>
    </w:p>
    <w:p w14:paraId="713F759E" w14:textId="10A54D9D" w:rsidR="00FD0AD9" w:rsidRDefault="009C3D13" w:rsidP="00FD0AD9">
      <w:pPr>
        <w:rPr>
          <w:szCs w:val="22"/>
        </w:rPr>
      </w:pPr>
      <w:hyperlink r:id="rId172" w:history="1">
        <w:r w:rsidRPr="001F5753">
          <w:rPr>
            <w:rStyle w:val="Hyperlink"/>
            <w:szCs w:val="22"/>
          </w:rPr>
          <w:t>sumbue.antas@vanuatumission.ch</w:t>
        </w:r>
      </w:hyperlink>
      <w:r>
        <w:rPr>
          <w:szCs w:val="22"/>
          <w:u w:val="single"/>
        </w:rPr>
        <w:t xml:space="preserve"> </w:t>
      </w:r>
    </w:p>
    <w:p w14:paraId="2A9024A3" w14:textId="77777777" w:rsidR="00FD0AD9" w:rsidRDefault="00FD0AD9" w:rsidP="00FD0AD9">
      <w:pPr>
        <w:rPr>
          <w:szCs w:val="22"/>
        </w:rPr>
      </w:pPr>
    </w:p>
    <w:p w14:paraId="76DA4CF7" w14:textId="77777777" w:rsidR="00FD0AD9" w:rsidRDefault="00FD0AD9" w:rsidP="00FD0AD9">
      <w:pPr>
        <w:rPr>
          <w:szCs w:val="22"/>
        </w:rPr>
      </w:pPr>
      <w:r>
        <w:rPr>
          <w:szCs w:val="22"/>
        </w:rPr>
        <w:t>Helen WELDU (Ms.), Multilateral Advisor, Permanent Mission, Geneva</w:t>
      </w:r>
    </w:p>
    <w:p w14:paraId="2FC79213" w14:textId="12383F99" w:rsidR="00FD0AD9" w:rsidRDefault="009C3D13" w:rsidP="00FD0AD9">
      <w:pPr>
        <w:rPr>
          <w:szCs w:val="22"/>
        </w:rPr>
      </w:pPr>
      <w:hyperlink r:id="rId173" w:history="1">
        <w:r w:rsidRPr="001F5753">
          <w:rPr>
            <w:rStyle w:val="Hyperlink"/>
            <w:szCs w:val="22"/>
          </w:rPr>
          <w:t>info@vanuatumission.ch</w:t>
        </w:r>
      </w:hyperlink>
      <w:r>
        <w:rPr>
          <w:szCs w:val="22"/>
          <w:u w:val="single"/>
        </w:rPr>
        <w:t xml:space="preserve"> </w:t>
      </w:r>
    </w:p>
    <w:p w14:paraId="163B9D93" w14:textId="77777777" w:rsidR="00FD0AD9" w:rsidRDefault="00FD0AD9" w:rsidP="00FD0AD9">
      <w:pPr>
        <w:rPr>
          <w:szCs w:val="22"/>
        </w:rPr>
      </w:pPr>
    </w:p>
    <w:p w14:paraId="0818CC80" w14:textId="77777777" w:rsidR="00FD0AD9" w:rsidRDefault="00FD0AD9" w:rsidP="00FD0AD9">
      <w:pPr>
        <w:rPr>
          <w:szCs w:val="22"/>
        </w:rPr>
      </w:pPr>
    </w:p>
    <w:p w14:paraId="3A69F18A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VIET NAM</w:t>
      </w:r>
    </w:p>
    <w:p w14:paraId="0D6406F7" w14:textId="77777777" w:rsidR="00FD0AD9" w:rsidRPr="009C308F" w:rsidRDefault="00FD0AD9" w:rsidP="00FD0AD9">
      <w:pPr>
        <w:rPr>
          <w:szCs w:val="22"/>
          <w:u w:val="single"/>
        </w:rPr>
      </w:pPr>
    </w:p>
    <w:p w14:paraId="516BDE50" w14:textId="77777777" w:rsidR="00FD0AD9" w:rsidRDefault="00FD0AD9" w:rsidP="00FD0AD9">
      <w:pPr>
        <w:rPr>
          <w:szCs w:val="22"/>
        </w:rPr>
      </w:pPr>
      <w:r>
        <w:rPr>
          <w:szCs w:val="22"/>
        </w:rPr>
        <w:t xml:space="preserve">DO </w:t>
      </w:r>
      <w:proofErr w:type="spellStart"/>
      <w:r>
        <w:rPr>
          <w:szCs w:val="22"/>
        </w:rPr>
        <w:t>Thi</w:t>
      </w:r>
      <w:proofErr w:type="spellEnd"/>
      <w:r>
        <w:rPr>
          <w:szCs w:val="22"/>
        </w:rPr>
        <w:t xml:space="preserve"> Hanh (Ms.), Director, Policy and Legislation Division, Intellectual Property Office of Viet Nam (IP Viet Nam), Ministry of Science and Technology of Viet Nam, Ha Noi</w:t>
      </w:r>
    </w:p>
    <w:p w14:paraId="323C7FD3" w14:textId="77777777" w:rsidR="00FD0AD9" w:rsidRDefault="00FD0AD9" w:rsidP="00FD0AD9">
      <w:pPr>
        <w:rPr>
          <w:szCs w:val="22"/>
        </w:rPr>
      </w:pPr>
    </w:p>
    <w:p w14:paraId="59A9CAFE" w14:textId="77777777" w:rsidR="009C3D13" w:rsidRDefault="009C3D13" w:rsidP="00FD0AD9">
      <w:pPr>
        <w:rPr>
          <w:szCs w:val="22"/>
        </w:rPr>
      </w:pPr>
    </w:p>
    <w:p w14:paraId="6F9C4AFA" w14:textId="77777777" w:rsidR="00FD0AD9" w:rsidRPr="009C308F" w:rsidRDefault="00FD0AD9" w:rsidP="00FD0AD9">
      <w:pPr>
        <w:rPr>
          <w:szCs w:val="22"/>
          <w:u w:val="single"/>
        </w:rPr>
      </w:pPr>
      <w:r w:rsidRPr="009C308F">
        <w:rPr>
          <w:szCs w:val="22"/>
          <w:u w:val="single"/>
        </w:rPr>
        <w:t>YÉMEN/YEMEN</w:t>
      </w:r>
    </w:p>
    <w:p w14:paraId="59F55C05" w14:textId="77777777" w:rsidR="00FD0AD9" w:rsidRPr="009C308F" w:rsidRDefault="00FD0AD9" w:rsidP="00FD0AD9">
      <w:pPr>
        <w:rPr>
          <w:szCs w:val="22"/>
          <w:u w:val="single"/>
        </w:rPr>
      </w:pPr>
    </w:p>
    <w:p w14:paraId="34D807C1" w14:textId="77777777" w:rsidR="00FD0AD9" w:rsidRDefault="00FD0AD9" w:rsidP="00FD0AD9">
      <w:pPr>
        <w:rPr>
          <w:szCs w:val="22"/>
        </w:rPr>
      </w:pPr>
      <w:r>
        <w:rPr>
          <w:szCs w:val="22"/>
        </w:rPr>
        <w:t>Hamid Mohamed Ali OMAR (Mr.), Deputy Permanent Representative, Permanent Mission, Geneva</w:t>
      </w:r>
    </w:p>
    <w:p w14:paraId="5EAE4C15" w14:textId="752F4675" w:rsidR="00FD0AD9" w:rsidRDefault="00FE4895" w:rsidP="00FD0AD9">
      <w:pPr>
        <w:rPr>
          <w:szCs w:val="22"/>
        </w:rPr>
      </w:pPr>
      <w:hyperlink r:id="rId174" w:history="1">
        <w:r w:rsidRPr="001F5753">
          <w:rPr>
            <w:rStyle w:val="Hyperlink"/>
            <w:szCs w:val="22"/>
          </w:rPr>
          <w:t>hamidmaomar@gmail.com</w:t>
        </w:r>
      </w:hyperlink>
      <w:r>
        <w:rPr>
          <w:szCs w:val="22"/>
          <w:u w:val="single"/>
        </w:rPr>
        <w:t xml:space="preserve"> </w:t>
      </w:r>
    </w:p>
    <w:p w14:paraId="5C7F65FF" w14:textId="77777777" w:rsidR="005510D9" w:rsidRDefault="005510D9">
      <w:pPr>
        <w:rPr>
          <w:szCs w:val="22"/>
        </w:rPr>
      </w:pPr>
    </w:p>
    <w:p w14:paraId="40BE8A09" w14:textId="77777777" w:rsidR="00093731" w:rsidRDefault="00093731">
      <w:pPr>
        <w:rPr>
          <w:szCs w:val="22"/>
        </w:rPr>
      </w:pPr>
    </w:p>
    <w:p w14:paraId="556B179B" w14:textId="77777777" w:rsidR="00DC15BA" w:rsidRDefault="00DC15BA">
      <w:pPr>
        <w:rPr>
          <w:szCs w:val="22"/>
        </w:rPr>
      </w:pPr>
    </w:p>
    <w:p w14:paraId="1F7C0582" w14:textId="77777777" w:rsidR="00FA13B6" w:rsidRPr="005B15EF" w:rsidRDefault="00FA13B6" w:rsidP="00B40A53">
      <w:pPr>
        <w:pStyle w:val="ListParagraph"/>
        <w:numPr>
          <w:ilvl w:val="0"/>
          <w:numId w:val="7"/>
        </w:numPr>
        <w:ind w:left="360"/>
        <w:rPr>
          <w:caps/>
          <w:szCs w:val="22"/>
          <w:u w:val="single"/>
          <w:lang w:val="fr-CH"/>
        </w:rPr>
      </w:pPr>
      <w:r w:rsidRPr="005B15EF">
        <w:rPr>
          <w:caps/>
          <w:szCs w:val="22"/>
          <w:u w:val="single"/>
          <w:lang w:val="fr-CH"/>
        </w:rPr>
        <w:t>DÉlÉgation SpÉciale/Special Delegation</w:t>
      </w:r>
    </w:p>
    <w:p w14:paraId="73EC05C5" w14:textId="77777777" w:rsidR="00FA13B6" w:rsidRDefault="00FA13B6" w:rsidP="00B40A53"/>
    <w:p w14:paraId="40A64396" w14:textId="77777777" w:rsidR="00FA13B6" w:rsidRDefault="00FA13B6" w:rsidP="00B40A53"/>
    <w:p w14:paraId="457BB66C" w14:textId="2AB99E19" w:rsidR="00FA13B6" w:rsidRPr="004250A5" w:rsidRDefault="00FA13B6" w:rsidP="00B40A53">
      <w:pPr>
        <w:rPr>
          <w:u w:val="single"/>
          <w:lang w:val="fr-CH"/>
        </w:rPr>
      </w:pPr>
      <w:r w:rsidRPr="528B9102">
        <w:rPr>
          <w:u w:val="single"/>
          <w:lang w:val="fr-CH"/>
        </w:rPr>
        <w:t>UNION EUROPÉENNE (UE)/EUROPEAN UNION (EU)</w:t>
      </w:r>
    </w:p>
    <w:p w14:paraId="15E516D0" w14:textId="77777777" w:rsidR="00B5458B" w:rsidRPr="00FA13B6" w:rsidRDefault="00B5458B" w:rsidP="00B40A53">
      <w:pPr>
        <w:rPr>
          <w:szCs w:val="22"/>
          <w:u w:val="single"/>
          <w:lang w:val="fr-CH"/>
        </w:rPr>
      </w:pPr>
    </w:p>
    <w:p w14:paraId="2A454D0C" w14:textId="639121C5" w:rsidR="00606EB6" w:rsidRDefault="00606EB6" w:rsidP="00B40A53">
      <w:pPr>
        <w:rPr>
          <w:szCs w:val="22"/>
        </w:rPr>
      </w:pPr>
      <w:r>
        <w:rPr>
          <w:szCs w:val="22"/>
        </w:rPr>
        <w:t xml:space="preserve">Oscar MONDEJAR </w:t>
      </w:r>
      <w:r w:rsidR="006A23A4">
        <w:rPr>
          <w:szCs w:val="22"/>
        </w:rPr>
        <w:t>ORTU</w:t>
      </w:r>
      <w:r w:rsidR="0085669C">
        <w:rPr>
          <w:szCs w:val="22"/>
        </w:rPr>
        <w:t>Ñ</w:t>
      </w:r>
      <w:r w:rsidR="006A23A4">
        <w:rPr>
          <w:szCs w:val="22"/>
        </w:rPr>
        <w:t xml:space="preserve">O </w:t>
      </w:r>
      <w:r>
        <w:rPr>
          <w:szCs w:val="22"/>
        </w:rPr>
        <w:t>(Mr.), Minister-Counsellor, Permanent Delegation, Geneva</w:t>
      </w:r>
    </w:p>
    <w:p w14:paraId="0D3F9655" w14:textId="77777777" w:rsidR="00280736" w:rsidRDefault="00280736" w:rsidP="00B40A53">
      <w:pPr>
        <w:rPr>
          <w:szCs w:val="22"/>
        </w:rPr>
      </w:pPr>
    </w:p>
    <w:p w14:paraId="7022B0FD" w14:textId="2CD44728" w:rsidR="00280736" w:rsidRDefault="00280736" w:rsidP="00280736">
      <w:pPr>
        <w:rPr>
          <w:szCs w:val="22"/>
        </w:rPr>
      </w:pPr>
      <w:r>
        <w:rPr>
          <w:szCs w:val="22"/>
        </w:rPr>
        <w:t xml:space="preserve">Virginie FOSSOUL (Ms.), Policy Officer, Directorate-General for Internal Market, Industry, Entrepreneurship and SMEs, </w:t>
      </w:r>
      <w:r w:rsidR="001B4781">
        <w:rPr>
          <w:szCs w:val="22"/>
        </w:rPr>
        <w:t xml:space="preserve">European Commission, </w:t>
      </w:r>
      <w:r w:rsidR="002970C1">
        <w:rPr>
          <w:szCs w:val="22"/>
        </w:rPr>
        <w:t>Brussels</w:t>
      </w:r>
    </w:p>
    <w:p w14:paraId="7DECD2EA" w14:textId="77777777" w:rsidR="00280736" w:rsidRDefault="00280736" w:rsidP="00280736">
      <w:pPr>
        <w:rPr>
          <w:szCs w:val="22"/>
        </w:rPr>
      </w:pPr>
    </w:p>
    <w:p w14:paraId="673EA766" w14:textId="192F07C4" w:rsidR="00E27964" w:rsidRDefault="00E27964" w:rsidP="00E27964">
      <w:pPr>
        <w:rPr>
          <w:szCs w:val="22"/>
        </w:rPr>
      </w:pPr>
      <w:r>
        <w:rPr>
          <w:szCs w:val="22"/>
        </w:rPr>
        <w:t xml:space="preserve">Ana GARCÍA PÉREZ (Ms.), Policy Officer, Directorate-General for Internal Market, Industry, Entrepreneurship and SMEs, </w:t>
      </w:r>
      <w:r w:rsidR="001B4781">
        <w:rPr>
          <w:szCs w:val="22"/>
        </w:rPr>
        <w:t xml:space="preserve">European Commission, </w:t>
      </w:r>
      <w:r>
        <w:rPr>
          <w:szCs w:val="22"/>
        </w:rPr>
        <w:t>Brussels</w:t>
      </w:r>
    </w:p>
    <w:p w14:paraId="6A1255BB" w14:textId="77777777" w:rsidR="00E27964" w:rsidRDefault="00E27964" w:rsidP="00E27964">
      <w:pPr>
        <w:rPr>
          <w:szCs w:val="22"/>
        </w:rPr>
      </w:pPr>
    </w:p>
    <w:p w14:paraId="2EB87199" w14:textId="77777777" w:rsidR="008A1D1D" w:rsidRDefault="008A1D1D" w:rsidP="00B40A53"/>
    <w:p w14:paraId="56D114FB" w14:textId="77777777" w:rsidR="00F73CE8" w:rsidRDefault="00F73CE8" w:rsidP="00B40A53"/>
    <w:p w14:paraId="74EAC236" w14:textId="6EE4A86A" w:rsidR="00E13DC4" w:rsidRDefault="00E13DC4" w:rsidP="00D3272A">
      <w:pPr>
        <w:pStyle w:val="Heading1"/>
        <w:keepLines/>
        <w:numPr>
          <w:ilvl w:val="0"/>
          <w:numId w:val="7"/>
        </w:numPr>
        <w:spacing w:before="0" w:after="0"/>
        <w:ind w:left="360"/>
        <w:rPr>
          <w:b w:val="0"/>
          <w:szCs w:val="22"/>
          <w:u w:val="single"/>
          <w:lang w:val="fr-CH"/>
        </w:rPr>
      </w:pPr>
      <w:r w:rsidRPr="006115DC">
        <w:rPr>
          <w:b w:val="0"/>
          <w:szCs w:val="22"/>
          <w:u w:val="single"/>
          <w:lang w:val="fr-CH"/>
        </w:rPr>
        <w:t xml:space="preserve">ORGANISATIONS INTERGOUVERNEMENTALES/ </w:t>
      </w:r>
      <w:r w:rsidRPr="006115DC">
        <w:rPr>
          <w:b w:val="0"/>
          <w:szCs w:val="22"/>
          <w:u w:val="single"/>
          <w:lang w:val="fr-CH"/>
        </w:rPr>
        <w:br/>
        <w:t>INTERGOVERNMENTAL ORGANIZATIONS</w:t>
      </w:r>
    </w:p>
    <w:p w14:paraId="6D298454" w14:textId="4DCD569F" w:rsidR="00E13DC4" w:rsidRDefault="00E13DC4" w:rsidP="00D3272A">
      <w:pPr>
        <w:keepNext/>
        <w:keepLines/>
        <w:rPr>
          <w:lang w:val="fr-CH"/>
        </w:rPr>
      </w:pPr>
    </w:p>
    <w:p w14:paraId="5980EAB3" w14:textId="77777777" w:rsidR="00AE1239" w:rsidRDefault="00AE1239" w:rsidP="00D3272A">
      <w:pPr>
        <w:keepNext/>
        <w:keepLines/>
        <w:rPr>
          <w:lang w:val="fr-CH"/>
        </w:rPr>
      </w:pPr>
    </w:p>
    <w:p w14:paraId="7DD14B89" w14:textId="0E95A628" w:rsidR="00277DA0" w:rsidRPr="009C308F" w:rsidRDefault="00277DA0" w:rsidP="00D3272A">
      <w:pPr>
        <w:keepNext/>
        <w:keepLines/>
        <w:rPr>
          <w:u w:val="single"/>
        </w:rPr>
      </w:pPr>
      <w:r w:rsidRPr="5D163DBC">
        <w:rPr>
          <w:u w:val="single"/>
        </w:rPr>
        <w:t>CENTRE SUD (CS)/SOUTH CENTRE (SC)</w:t>
      </w:r>
    </w:p>
    <w:p w14:paraId="614BD38F" w14:textId="77777777" w:rsidR="00277DA0" w:rsidRPr="009C308F" w:rsidRDefault="00277DA0" w:rsidP="00D3272A">
      <w:pPr>
        <w:keepNext/>
        <w:keepLines/>
        <w:rPr>
          <w:szCs w:val="22"/>
          <w:u w:val="single"/>
        </w:rPr>
      </w:pPr>
    </w:p>
    <w:p w14:paraId="34FFFA7A" w14:textId="028764ED" w:rsidR="00277DA0" w:rsidRDefault="00277DA0" w:rsidP="00D3272A">
      <w:pPr>
        <w:keepNext/>
        <w:keepLines/>
        <w:rPr>
          <w:szCs w:val="22"/>
        </w:rPr>
      </w:pPr>
      <w:r>
        <w:rPr>
          <w:szCs w:val="22"/>
        </w:rPr>
        <w:t>Viviana MU</w:t>
      </w:r>
      <w:r w:rsidR="00891673">
        <w:rPr>
          <w:szCs w:val="22"/>
        </w:rPr>
        <w:t>Ñ</w:t>
      </w:r>
      <w:r>
        <w:rPr>
          <w:szCs w:val="22"/>
        </w:rPr>
        <w:t>OZ T</w:t>
      </w:r>
      <w:r w:rsidR="00891673">
        <w:rPr>
          <w:szCs w:val="22"/>
        </w:rPr>
        <w:t>É</w:t>
      </w:r>
      <w:r>
        <w:rPr>
          <w:szCs w:val="22"/>
        </w:rPr>
        <w:t xml:space="preserve">LLEZ (Ms.), Coordinator, Health, Intellectual Property and Biodiversity </w:t>
      </w:r>
      <w:proofErr w:type="spellStart"/>
      <w:r>
        <w:rPr>
          <w:szCs w:val="22"/>
        </w:rPr>
        <w:t>Programme</w:t>
      </w:r>
      <w:proofErr w:type="spellEnd"/>
      <w:r>
        <w:rPr>
          <w:szCs w:val="22"/>
        </w:rPr>
        <w:t xml:space="preserve"> (HIPB), Geneva</w:t>
      </w:r>
    </w:p>
    <w:p w14:paraId="5B38F8E1" w14:textId="115F99A2" w:rsidR="00277DA0" w:rsidRDefault="00174A5C" w:rsidP="00277DA0">
      <w:hyperlink r:id="rId175">
        <w:r w:rsidRPr="76413FAB">
          <w:rPr>
            <w:rStyle w:val="Hyperlink"/>
          </w:rPr>
          <w:t>munoz@southcentre.int</w:t>
        </w:r>
      </w:hyperlink>
    </w:p>
    <w:p w14:paraId="33B0B26B" w14:textId="77777777" w:rsidR="00277DA0" w:rsidRDefault="00277DA0" w:rsidP="00277DA0">
      <w:pPr>
        <w:rPr>
          <w:szCs w:val="22"/>
        </w:rPr>
      </w:pPr>
    </w:p>
    <w:p w14:paraId="1CB9952E" w14:textId="2DF89B09" w:rsidR="00277DA0" w:rsidRDefault="00277DA0" w:rsidP="00277DA0">
      <w:pPr>
        <w:rPr>
          <w:szCs w:val="22"/>
        </w:rPr>
      </w:pPr>
      <w:r>
        <w:rPr>
          <w:szCs w:val="22"/>
        </w:rPr>
        <w:lastRenderedPageBreak/>
        <w:t xml:space="preserve">Nirmalya SYAM (Mr.), Senior </w:t>
      </w:r>
      <w:r w:rsidR="008E63DE">
        <w:rPr>
          <w:szCs w:val="22"/>
        </w:rPr>
        <w:t>Program</w:t>
      </w:r>
      <w:r>
        <w:rPr>
          <w:szCs w:val="22"/>
        </w:rPr>
        <w:t xml:space="preserve"> Officer, Health, Intellectual Property and Biodiversity </w:t>
      </w:r>
      <w:proofErr w:type="spellStart"/>
      <w:r>
        <w:rPr>
          <w:szCs w:val="22"/>
        </w:rPr>
        <w:t>Programme</w:t>
      </w:r>
      <w:proofErr w:type="spellEnd"/>
      <w:r>
        <w:rPr>
          <w:szCs w:val="22"/>
        </w:rPr>
        <w:t xml:space="preserve"> (HIPB), Geneva</w:t>
      </w:r>
    </w:p>
    <w:p w14:paraId="169CC52E" w14:textId="574BB149" w:rsidR="00277DA0" w:rsidRPr="00D3272A" w:rsidRDefault="00174A5C" w:rsidP="00277DA0">
      <w:pPr>
        <w:rPr>
          <w:lang w:val="fr-CH"/>
        </w:rPr>
      </w:pPr>
      <w:hyperlink r:id="rId176">
        <w:r w:rsidRPr="00D3272A">
          <w:rPr>
            <w:rStyle w:val="Hyperlink"/>
            <w:lang w:val="fr-CH"/>
          </w:rPr>
          <w:t>syam@southcentre.int</w:t>
        </w:r>
      </w:hyperlink>
    </w:p>
    <w:p w14:paraId="1745236C" w14:textId="77777777" w:rsidR="00277DA0" w:rsidRPr="00D3272A" w:rsidRDefault="00277DA0" w:rsidP="00277DA0">
      <w:pPr>
        <w:rPr>
          <w:szCs w:val="22"/>
          <w:lang w:val="fr-CH"/>
        </w:rPr>
      </w:pPr>
    </w:p>
    <w:p w14:paraId="4FD659F2" w14:textId="53297EDC" w:rsidR="309AA569" w:rsidRDefault="309AA569" w:rsidP="309AA569">
      <w:pPr>
        <w:rPr>
          <w:u w:val="single"/>
          <w:lang w:val="fr-CH"/>
        </w:rPr>
      </w:pPr>
    </w:p>
    <w:p w14:paraId="2AEF687C" w14:textId="5E7F4E8C" w:rsidR="00893A54" w:rsidRPr="003069CB" w:rsidRDefault="00893A54" w:rsidP="00893A54">
      <w:pPr>
        <w:rPr>
          <w:u w:val="single"/>
          <w:lang w:val="fr-CH"/>
        </w:rPr>
      </w:pPr>
      <w:r w:rsidRPr="4D45C068">
        <w:rPr>
          <w:u w:val="single"/>
          <w:lang w:val="fr-CH"/>
        </w:rPr>
        <w:t>ORGANISATION DE COOPÉRATION ISLAMIQUE (OCI)/ORGANIZATION OF ISLAMIC COOPERATION (OIC)</w:t>
      </w:r>
    </w:p>
    <w:p w14:paraId="3D8820B5" w14:textId="77777777" w:rsidR="00893A54" w:rsidRPr="003069CB" w:rsidRDefault="00893A54" w:rsidP="00893A54">
      <w:pPr>
        <w:rPr>
          <w:szCs w:val="22"/>
          <w:u w:val="single"/>
          <w:lang w:val="fr-CH"/>
        </w:rPr>
      </w:pPr>
    </w:p>
    <w:p w14:paraId="2A5B9A6B" w14:textId="77777777" w:rsidR="00893A54" w:rsidRPr="003069CB" w:rsidRDefault="00893A54" w:rsidP="00893A54">
      <w:pPr>
        <w:rPr>
          <w:szCs w:val="22"/>
          <w:lang w:val="fr-CH"/>
        </w:rPr>
      </w:pPr>
      <w:r w:rsidRPr="003069CB">
        <w:rPr>
          <w:szCs w:val="22"/>
          <w:lang w:val="fr-CH"/>
        </w:rPr>
        <w:t xml:space="preserve">Halim GRABUS (Mr.), </w:t>
      </w:r>
      <w:proofErr w:type="spellStart"/>
      <w:r w:rsidRPr="003069CB">
        <w:rPr>
          <w:szCs w:val="22"/>
          <w:lang w:val="fr-CH"/>
        </w:rPr>
        <w:t>Counsellor</w:t>
      </w:r>
      <w:proofErr w:type="spellEnd"/>
      <w:r w:rsidRPr="003069CB">
        <w:rPr>
          <w:szCs w:val="22"/>
          <w:lang w:val="fr-CH"/>
        </w:rPr>
        <w:t xml:space="preserve">, Permanent </w:t>
      </w:r>
      <w:proofErr w:type="spellStart"/>
      <w:r w:rsidRPr="003069CB">
        <w:rPr>
          <w:szCs w:val="22"/>
          <w:lang w:val="fr-CH"/>
        </w:rPr>
        <w:t>Delegation</w:t>
      </w:r>
      <w:proofErr w:type="spellEnd"/>
      <w:r w:rsidRPr="003069CB">
        <w:rPr>
          <w:szCs w:val="22"/>
          <w:lang w:val="fr-CH"/>
        </w:rPr>
        <w:t>, Geneva</w:t>
      </w:r>
    </w:p>
    <w:p w14:paraId="7758F657" w14:textId="77777777" w:rsidR="00893A54" w:rsidRDefault="00893A54" w:rsidP="004F2C6F">
      <w:pPr>
        <w:rPr>
          <w:szCs w:val="22"/>
          <w:lang w:val="fr-CH"/>
        </w:rPr>
      </w:pPr>
    </w:p>
    <w:p w14:paraId="727FD367" w14:textId="77777777" w:rsidR="00893A54" w:rsidRPr="003069CB" w:rsidRDefault="00893A54" w:rsidP="004F2C6F">
      <w:pPr>
        <w:rPr>
          <w:szCs w:val="22"/>
          <w:lang w:val="fr-CH"/>
        </w:rPr>
      </w:pPr>
    </w:p>
    <w:p w14:paraId="72A3F66D" w14:textId="54F52AB3" w:rsidR="004F2C6F" w:rsidRPr="00961A37" w:rsidRDefault="004F2C6F" w:rsidP="004F2C6F">
      <w:pPr>
        <w:rPr>
          <w:u w:val="single"/>
          <w:lang w:val="fr-CH"/>
        </w:rPr>
      </w:pPr>
      <w:r w:rsidRPr="0C1FA709">
        <w:rPr>
          <w:u w:val="single"/>
          <w:lang w:val="fr-CH"/>
        </w:rPr>
        <w:t>ORGANISATION DES NATIONS UNIES POUR L</w:t>
      </w:r>
      <w:r w:rsidR="00854324" w:rsidRPr="0C1FA709">
        <w:rPr>
          <w:u w:val="single"/>
          <w:lang w:val="fr-CH"/>
        </w:rPr>
        <w:t>’</w:t>
      </w:r>
      <w:r w:rsidRPr="0C1FA709">
        <w:rPr>
          <w:u w:val="single"/>
          <w:lang w:val="fr-CH"/>
        </w:rPr>
        <w:t>ALIMENTATION ET L</w:t>
      </w:r>
      <w:r w:rsidR="00B003E0" w:rsidRPr="0C1FA709">
        <w:rPr>
          <w:u w:val="single"/>
          <w:lang w:val="fr-CH"/>
        </w:rPr>
        <w:t>’</w:t>
      </w:r>
      <w:r w:rsidRPr="0C1FA709">
        <w:rPr>
          <w:u w:val="single"/>
          <w:lang w:val="fr-CH"/>
        </w:rPr>
        <w:t>AGRICULTURE (FAO)/FOOD AND AGRICULTURE ORGANIZATION OF THE UNITED NATIONS (FAO)</w:t>
      </w:r>
    </w:p>
    <w:p w14:paraId="1731A352" w14:textId="77777777" w:rsidR="004F2C6F" w:rsidRPr="00961A37" w:rsidRDefault="004F2C6F" w:rsidP="004F2C6F">
      <w:pPr>
        <w:rPr>
          <w:szCs w:val="22"/>
          <w:u w:val="single"/>
          <w:lang w:val="fr-CH"/>
        </w:rPr>
      </w:pPr>
    </w:p>
    <w:p w14:paraId="66532DAB" w14:textId="77777777" w:rsidR="004F2C6F" w:rsidRDefault="004F2C6F" w:rsidP="004F2C6F">
      <w:pPr>
        <w:rPr>
          <w:szCs w:val="22"/>
        </w:rPr>
      </w:pPr>
      <w:r>
        <w:rPr>
          <w:szCs w:val="22"/>
        </w:rPr>
        <w:t>Tobias KIENE (Mr.), Technical Officer, Secretariat of the International Treaty on Plant Genetic Resources for Food and Agriculture, Rome</w:t>
      </w:r>
    </w:p>
    <w:p w14:paraId="200BF1C2" w14:textId="1C980389" w:rsidR="004F2C6F" w:rsidRPr="00F85F46" w:rsidRDefault="009D2CD5" w:rsidP="004F2C6F">
      <w:pPr>
        <w:rPr>
          <w:szCs w:val="22"/>
          <w:lang w:val="fr-CH"/>
        </w:rPr>
      </w:pPr>
      <w:hyperlink r:id="rId177" w:history="1">
        <w:r w:rsidRPr="00F85F46">
          <w:rPr>
            <w:rStyle w:val="Hyperlink"/>
            <w:szCs w:val="22"/>
            <w:lang w:val="fr-CH"/>
          </w:rPr>
          <w:t>tobias.kiene@fao.org</w:t>
        </w:r>
      </w:hyperlink>
      <w:r w:rsidRPr="00F85F46">
        <w:rPr>
          <w:szCs w:val="22"/>
          <w:u w:val="single"/>
          <w:lang w:val="fr-CH"/>
        </w:rPr>
        <w:t xml:space="preserve"> </w:t>
      </w:r>
    </w:p>
    <w:p w14:paraId="054663E4" w14:textId="77777777" w:rsidR="004F2C6F" w:rsidRPr="00F85F46" w:rsidRDefault="004F2C6F" w:rsidP="004F2C6F">
      <w:pPr>
        <w:rPr>
          <w:szCs w:val="22"/>
          <w:lang w:val="fr-CH"/>
        </w:rPr>
      </w:pPr>
    </w:p>
    <w:p w14:paraId="4C5788C9" w14:textId="77777777" w:rsidR="004D675A" w:rsidRDefault="004D675A" w:rsidP="004F2C6F">
      <w:pPr>
        <w:rPr>
          <w:szCs w:val="22"/>
          <w:lang w:val="fr-CH"/>
        </w:rPr>
      </w:pPr>
    </w:p>
    <w:p w14:paraId="2D59E47C" w14:textId="77777777" w:rsidR="004E0094" w:rsidRPr="00F85F46" w:rsidRDefault="004E0094" w:rsidP="004F2C6F">
      <w:pPr>
        <w:rPr>
          <w:szCs w:val="22"/>
          <w:lang w:val="fr-CH"/>
        </w:rPr>
      </w:pPr>
    </w:p>
    <w:p w14:paraId="3D829E55" w14:textId="646DB610" w:rsidR="004D675A" w:rsidRPr="006977DB" w:rsidRDefault="004D675A" w:rsidP="004D675A">
      <w:pPr>
        <w:rPr>
          <w:szCs w:val="22"/>
          <w:u w:val="single"/>
          <w:lang w:val="fr-CH"/>
        </w:rPr>
      </w:pPr>
      <w:r w:rsidRPr="006977DB">
        <w:rPr>
          <w:szCs w:val="22"/>
          <w:u w:val="single"/>
          <w:lang w:val="fr-CH"/>
        </w:rPr>
        <w:t xml:space="preserve">ORGANISATION EURASIENNE DES BREVETS (OEAB)/EURASIAN PATENT ORGANIZATION (EAPO) </w:t>
      </w:r>
    </w:p>
    <w:p w14:paraId="5700F2FA" w14:textId="77777777" w:rsidR="004D675A" w:rsidRPr="006977DB" w:rsidRDefault="004D675A" w:rsidP="004D675A">
      <w:pPr>
        <w:rPr>
          <w:szCs w:val="22"/>
          <w:u w:val="single"/>
          <w:lang w:val="fr-CH"/>
        </w:rPr>
      </w:pPr>
    </w:p>
    <w:p w14:paraId="63234AF2" w14:textId="77777777" w:rsidR="004D675A" w:rsidRDefault="004D675A" w:rsidP="004D675A">
      <w:pPr>
        <w:rPr>
          <w:szCs w:val="22"/>
        </w:rPr>
      </w:pPr>
      <w:r>
        <w:rPr>
          <w:szCs w:val="22"/>
        </w:rPr>
        <w:t>Valentin KULIKOV (Mr.), Deputy Director, Examination Department, Chemistry and Medicines Division, Moscow</w:t>
      </w:r>
    </w:p>
    <w:p w14:paraId="5BFF1182" w14:textId="37AAD218" w:rsidR="004D675A" w:rsidRDefault="00856A44" w:rsidP="004D675A">
      <w:pPr>
        <w:rPr>
          <w:szCs w:val="22"/>
          <w:u w:val="single"/>
        </w:rPr>
      </w:pPr>
      <w:hyperlink r:id="rId178" w:history="1">
        <w:r w:rsidRPr="0004457A">
          <w:rPr>
            <w:rStyle w:val="Hyperlink"/>
            <w:szCs w:val="22"/>
          </w:rPr>
          <w:t>vkulikov@eapo.org</w:t>
        </w:r>
      </w:hyperlink>
    </w:p>
    <w:p w14:paraId="54FD8B93" w14:textId="77777777" w:rsidR="00856A44" w:rsidRDefault="00856A44" w:rsidP="004D675A">
      <w:pPr>
        <w:rPr>
          <w:szCs w:val="22"/>
          <w:u w:val="single"/>
        </w:rPr>
      </w:pPr>
    </w:p>
    <w:p w14:paraId="5EE499A4" w14:textId="77777777" w:rsidR="00856A44" w:rsidRDefault="00856A44" w:rsidP="004D675A">
      <w:pPr>
        <w:rPr>
          <w:szCs w:val="22"/>
        </w:rPr>
      </w:pPr>
    </w:p>
    <w:p w14:paraId="677F4DBD" w14:textId="5C73E6B3" w:rsidR="004F2C6F" w:rsidRPr="009C308F" w:rsidRDefault="004F2C6F" w:rsidP="004F2C6F">
      <w:pPr>
        <w:rPr>
          <w:u w:val="single"/>
        </w:rPr>
      </w:pPr>
      <w:r w:rsidRPr="15FAB6F3">
        <w:rPr>
          <w:u w:val="single"/>
        </w:rPr>
        <w:t>ORGANISATION MONDIALE DE LA SANTÉ (OMS)/WORLD HEALTH ORGANIZATION</w:t>
      </w:r>
      <w:r w:rsidR="00CC0ED3" w:rsidRPr="15FAB6F3">
        <w:rPr>
          <w:u w:val="single"/>
        </w:rPr>
        <w:t> </w:t>
      </w:r>
      <w:r w:rsidRPr="15FAB6F3">
        <w:rPr>
          <w:u w:val="single"/>
        </w:rPr>
        <w:t>(WHO)</w:t>
      </w:r>
    </w:p>
    <w:p w14:paraId="19D64845" w14:textId="77777777" w:rsidR="004F2C6F" w:rsidRPr="009C308F" w:rsidRDefault="004F2C6F" w:rsidP="004F2C6F">
      <w:pPr>
        <w:rPr>
          <w:szCs w:val="22"/>
          <w:u w:val="single"/>
        </w:rPr>
      </w:pPr>
    </w:p>
    <w:p w14:paraId="5A7D2D39" w14:textId="1B45CD1B" w:rsidR="004F2C6F" w:rsidRDefault="004F2C6F" w:rsidP="004F2C6F">
      <w:pPr>
        <w:rPr>
          <w:szCs w:val="22"/>
        </w:rPr>
      </w:pPr>
      <w:r>
        <w:rPr>
          <w:szCs w:val="22"/>
        </w:rPr>
        <w:t>Erika DUEÑAS LOAYZA (Ms.), Technical Officer, Health Technology Access Management, Geneva</w:t>
      </w:r>
    </w:p>
    <w:p w14:paraId="2CD540C5" w14:textId="60AF3170" w:rsidR="004F2C6F" w:rsidRDefault="00A2084D" w:rsidP="004F2C6F">
      <w:pPr>
        <w:rPr>
          <w:szCs w:val="22"/>
        </w:rPr>
      </w:pPr>
      <w:hyperlink r:id="rId179">
        <w:r w:rsidRPr="56927383">
          <w:rPr>
            <w:rStyle w:val="Hyperlink"/>
          </w:rPr>
          <w:t>duenase@who.int</w:t>
        </w:r>
      </w:hyperlink>
    </w:p>
    <w:p w14:paraId="2905A08C" w14:textId="77777777" w:rsidR="004F2C6F" w:rsidRDefault="004F2C6F" w:rsidP="004F2C6F">
      <w:pPr>
        <w:rPr>
          <w:szCs w:val="22"/>
        </w:rPr>
      </w:pPr>
    </w:p>
    <w:p w14:paraId="57ECE171" w14:textId="77777777" w:rsidR="004F2C6F" w:rsidRDefault="004F2C6F" w:rsidP="004F2C6F">
      <w:pPr>
        <w:rPr>
          <w:szCs w:val="22"/>
        </w:rPr>
      </w:pPr>
    </w:p>
    <w:p w14:paraId="359189F0" w14:textId="1DDBE919" w:rsidR="004F2C6F" w:rsidRPr="009C308F" w:rsidRDefault="004F2C6F" w:rsidP="004F2C6F">
      <w:pPr>
        <w:rPr>
          <w:u w:val="single"/>
        </w:rPr>
      </w:pPr>
      <w:r w:rsidRPr="15FAB6F3">
        <w:rPr>
          <w:u w:val="single"/>
        </w:rPr>
        <w:t>ORGANISATION MONDIALE DU COMMERCE (OMC)/WORLD TRADE ORGANIZATION (WTO)</w:t>
      </w:r>
    </w:p>
    <w:p w14:paraId="2B658685" w14:textId="77777777" w:rsidR="004F2C6F" w:rsidRPr="009C308F" w:rsidRDefault="004F2C6F" w:rsidP="004F2C6F">
      <w:pPr>
        <w:rPr>
          <w:szCs w:val="22"/>
          <w:u w:val="single"/>
        </w:rPr>
      </w:pPr>
    </w:p>
    <w:p w14:paraId="48CCB003" w14:textId="35105DB3" w:rsidR="00145F62" w:rsidRDefault="004F2C6F">
      <w:pPr>
        <w:rPr>
          <w:szCs w:val="22"/>
        </w:rPr>
      </w:pPr>
      <w:r>
        <w:rPr>
          <w:szCs w:val="22"/>
        </w:rPr>
        <w:t>Francisco HERNÁNDEZ FERN</w:t>
      </w:r>
      <w:r w:rsidR="003A7DF2">
        <w:rPr>
          <w:szCs w:val="22"/>
        </w:rPr>
        <w:t>Á</w:t>
      </w:r>
      <w:r>
        <w:rPr>
          <w:szCs w:val="22"/>
        </w:rPr>
        <w:t>NDEZ (Mr.), Legal Affairs Officer, Intellectual Property, Government Procurement and Competition Division, Geneva</w:t>
      </w:r>
      <w:r w:rsidR="00405360">
        <w:rPr>
          <w:szCs w:val="22"/>
        </w:rPr>
        <w:t xml:space="preserve"> </w:t>
      </w:r>
    </w:p>
    <w:p w14:paraId="37F02070" w14:textId="77777777" w:rsidR="00AB62C7" w:rsidRDefault="00AB62C7">
      <w:pPr>
        <w:rPr>
          <w:szCs w:val="22"/>
        </w:rPr>
      </w:pPr>
    </w:p>
    <w:p w14:paraId="37754CF7" w14:textId="77777777" w:rsidR="00AB62C7" w:rsidRDefault="00AB62C7">
      <w:pPr>
        <w:rPr>
          <w:szCs w:val="22"/>
        </w:rPr>
      </w:pPr>
    </w:p>
    <w:p w14:paraId="6DA2FFDA" w14:textId="77777777" w:rsidR="00AB62C7" w:rsidRPr="00EA68B7" w:rsidRDefault="00AB62C7" w:rsidP="00AB62C7">
      <w:pPr>
        <w:rPr>
          <w:u w:val="single"/>
        </w:rPr>
      </w:pPr>
      <w:r w:rsidRPr="024AEFFA">
        <w:rPr>
          <w:u w:val="single"/>
        </w:rPr>
        <w:t>UNION AFRICAINE (UA)/AFRICAN UNION (AU)</w:t>
      </w:r>
    </w:p>
    <w:p w14:paraId="213E43E9" w14:textId="77777777" w:rsidR="00AB62C7" w:rsidRPr="00EA68B7" w:rsidRDefault="00AB62C7" w:rsidP="00AB62C7">
      <w:pPr>
        <w:rPr>
          <w:szCs w:val="22"/>
          <w:u w:val="single"/>
        </w:rPr>
      </w:pPr>
    </w:p>
    <w:p w14:paraId="6CC002E8" w14:textId="77777777" w:rsidR="00AB62C7" w:rsidRPr="00D3272A" w:rsidRDefault="00AB62C7" w:rsidP="00AB62C7">
      <w:pPr>
        <w:rPr>
          <w:szCs w:val="22"/>
          <w:lang w:val="it-IT"/>
        </w:rPr>
      </w:pPr>
      <w:r w:rsidRPr="00D3272A">
        <w:rPr>
          <w:szCs w:val="22"/>
          <w:lang w:val="it-IT"/>
        </w:rPr>
        <w:t>Margo BAGLEY (Ms.), Professor, Permanent Delegation, Snellville</w:t>
      </w:r>
    </w:p>
    <w:p w14:paraId="1D3C6024" w14:textId="77777777" w:rsidR="00AB62C7" w:rsidRPr="00D3272A" w:rsidRDefault="00AB62C7" w:rsidP="00AB62C7">
      <w:pPr>
        <w:rPr>
          <w:szCs w:val="22"/>
          <w:lang w:val="it-IT"/>
        </w:rPr>
      </w:pPr>
    </w:p>
    <w:p w14:paraId="3041013F" w14:textId="77777777" w:rsidR="00AB62C7" w:rsidRDefault="00AB62C7" w:rsidP="00AB62C7">
      <w:pPr>
        <w:rPr>
          <w:szCs w:val="22"/>
        </w:rPr>
      </w:pPr>
      <w:r>
        <w:rPr>
          <w:szCs w:val="22"/>
        </w:rPr>
        <w:t>Paul KURUK (Mr.), Professor of Law, International Trade Law, Birmingham</w:t>
      </w:r>
    </w:p>
    <w:p w14:paraId="48D9A241" w14:textId="77777777" w:rsidR="00AB62C7" w:rsidRPr="00B73543" w:rsidRDefault="00AB62C7" w:rsidP="00AB62C7">
      <w:pPr>
        <w:rPr>
          <w:szCs w:val="22"/>
        </w:rPr>
      </w:pPr>
    </w:p>
    <w:p w14:paraId="603285AE" w14:textId="77777777" w:rsidR="00AB62C7" w:rsidRDefault="00AB62C7" w:rsidP="00AB62C7">
      <w:pPr>
        <w:rPr>
          <w:szCs w:val="22"/>
        </w:rPr>
      </w:pPr>
      <w:r>
        <w:rPr>
          <w:szCs w:val="22"/>
        </w:rPr>
        <w:t>Ian GOSS (Mr.), Advisor, Intellectual Property Department, Berry</w:t>
      </w:r>
    </w:p>
    <w:p w14:paraId="0D3F5DE6" w14:textId="2F658945" w:rsidR="00AB62C7" w:rsidRPr="00F36258" w:rsidRDefault="00AB62C7" w:rsidP="00AB62C7">
      <w:hyperlink r:id="rId180">
        <w:r w:rsidRPr="00F36258">
          <w:rPr>
            <w:rStyle w:val="Hyperlink"/>
          </w:rPr>
          <w:t>ianpatrickgoss@gmail.com</w:t>
        </w:r>
      </w:hyperlink>
      <w:r w:rsidRPr="00F36258">
        <w:rPr>
          <w:u w:val="single"/>
        </w:rPr>
        <w:t xml:space="preserve"> </w:t>
      </w:r>
    </w:p>
    <w:p w14:paraId="1DFF20AF" w14:textId="77777777" w:rsidR="00AB62C7" w:rsidRDefault="00AB62C7"/>
    <w:p w14:paraId="5545E12F" w14:textId="0F80AB18" w:rsidR="00F36258" w:rsidRPr="00CF0BAD" w:rsidRDefault="00F36258" w:rsidP="00F36258">
      <w:pPr>
        <w:rPr>
          <w:szCs w:val="22"/>
        </w:rPr>
      </w:pPr>
      <w:r w:rsidRPr="00CF0BAD">
        <w:rPr>
          <w:szCs w:val="22"/>
        </w:rPr>
        <w:t>Georges Remi NAMEKONG (M</w:t>
      </w:r>
      <w:r w:rsidR="00952D67">
        <w:rPr>
          <w:szCs w:val="22"/>
        </w:rPr>
        <w:t>r</w:t>
      </w:r>
      <w:r w:rsidRPr="00CF0BAD">
        <w:rPr>
          <w:szCs w:val="22"/>
        </w:rPr>
        <w:t>.), Senior Economist, Geneva</w:t>
      </w:r>
    </w:p>
    <w:p w14:paraId="6C40DA71" w14:textId="77777777" w:rsidR="00F36258" w:rsidRDefault="00F36258" w:rsidP="00F36258">
      <w:pPr>
        <w:rPr>
          <w:szCs w:val="22"/>
          <w:highlight w:val="yellow"/>
        </w:rPr>
      </w:pPr>
    </w:p>
    <w:p w14:paraId="4FBADCA8" w14:textId="2666C6F4" w:rsidR="00C525E4" w:rsidRDefault="00C525E4" w:rsidP="00C525E4">
      <w:pPr>
        <w:rPr>
          <w:szCs w:val="22"/>
        </w:rPr>
      </w:pPr>
      <w:r>
        <w:rPr>
          <w:szCs w:val="22"/>
        </w:rPr>
        <w:lastRenderedPageBreak/>
        <w:t>Susan ISIKO STRBA (M</w:t>
      </w:r>
      <w:r w:rsidR="00952D67">
        <w:rPr>
          <w:szCs w:val="22"/>
        </w:rPr>
        <w:t>s.</w:t>
      </w:r>
      <w:r>
        <w:rPr>
          <w:szCs w:val="22"/>
        </w:rPr>
        <w:t>), Consultant, Research Department, Geneva</w:t>
      </w:r>
    </w:p>
    <w:p w14:paraId="4EAFF1AC" w14:textId="1A63DD50" w:rsidR="00C525E4" w:rsidRDefault="00952D67" w:rsidP="00C525E4">
      <w:pPr>
        <w:rPr>
          <w:szCs w:val="22"/>
        </w:rPr>
      </w:pPr>
      <w:hyperlink r:id="rId181" w:history="1">
        <w:r w:rsidRPr="001F5753">
          <w:rPr>
            <w:rStyle w:val="Hyperlink"/>
            <w:szCs w:val="22"/>
          </w:rPr>
          <w:t>susan.isikostrba@graduateinstitute.ch</w:t>
        </w:r>
      </w:hyperlink>
      <w:r>
        <w:rPr>
          <w:szCs w:val="22"/>
          <w:u w:val="single"/>
        </w:rPr>
        <w:t xml:space="preserve"> </w:t>
      </w:r>
    </w:p>
    <w:p w14:paraId="4ED728C1" w14:textId="77777777" w:rsidR="00C525E4" w:rsidRDefault="00C525E4" w:rsidP="00C525E4">
      <w:pPr>
        <w:rPr>
          <w:szCs w:val="22"/>
        </w:rPr>
      </w:pPr>
    </w:p>
    <w:p w14:paraId="678AC331" w14:textId="77777777" w:rsidR="00F36258" w:rsidRPr="00E04D4E" w:rsidRDefault="00F36258" w:rsidP="00F36258">
      <w:pPr>
        <w:rPr>
          <w:szCs w:val="22"/>
          <w:highlight w:val="yellow"/>
        </w:rPr>
      </w:pPr>
    </w:p>
    <w:p w14:paraId="1B61200D" w14:textId="77777777" w:rsidR="00DC15BA" w:rsidRDefault="00DC15BA" w:rsidP="00B40A53"/>
    <w:p w14:paraId="7CDCA02F" w14:textId="4E9E2A7B" w:rsidR="00D44CC9" w:rsidRPr="009B1C2A" w:rsidRDefault="00D44CC9" w:rsidP="00B40A53">
      <w:pPr>
        <w:numPr>
          <w:ilvl w:val="0"/>
          <w:numId w:val="7"/>
        </w:numPr>
        <w:ind w:left="360"/>
        <w:outlineLvl w:val="7"/>
        <w:rPr>
          <w:rFonts w:eastAsia="Times New Roman"/>
          <w:iCs/>
          <w:szCs w:val="22"/>
          <w:lang w:val="fr-FR" w:eastAsia="en-US"/>
        </w:rPr>
      </w:pPr>
      <w:r w:rsidRPr="00466F18">
        <w:rPr>
          <w:caps/>
          <w:noProof/>
          <w:szCs w:val="22"/>
          <w:u w:val="single"/>
          <w:lang w:val="fr-CH"/>
        </w:rPr>
        <w:t xml:space="preserve">Organisations non </w:t>
      </w:r>
      <w:r w:rsidRPr="009B1C2A">
        <w:rPr>
          <w:caps/>
          <w:noProof/>
          <w:szCs w:val="22"/>
          <w:u w:val="single"/>
          <w:lang w:val="fr-FR"/>
        </w:rPr>
        <w:t>Gouvernementales/</w:t>
      </w:r>
      <w:r w:rsidRPr="009B1C2A">
        <w:rPr>
          <w:caps/>
          <w:noProof/>
          <w:szCs w:val="22"/>
          <w:u w:val="single"/>
          <w:lang w:val="fr-FR"/>
        </w:rPr>
        <w:br/>
        <w:t>Non-Governmental Organizations</w:t>
      </w:r>
    </w:p>
    <w:p w14:paraId="36FA2A14" w14:textId="6733F445" w:rsidR="00D44CC9" w:rsidRDefault="00D44CC9" w:rsidP="00B40A53">
      <w:pPr>
        <w:rPr>
          <w:caps/>
          <w:sz w:val="24"/>
          <w:lang w:val="fr-FR"/>
        </w:rPr>
      </w:pPr>
    </w:p>
    <w:p w14:paraId="6ED3444B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ADJMOR </w:t>
      </w:r>
    </w:p>
    <w:p w14:paraId="43794CD6" w14:textId="20C1B04D" w:rsidR="00E51161" w:rsidRPr="00AA41A1" w:rsidRDefault="00E51161" w:rsidP="00E51161">
      <w:pPr>
        <w:rPr>
          <w:szCs w:val="22"/>
          <w:lang w:val="fr-CH"/>
        </w:rPr>
      </w:pPr>
      <w:r w:rsidRPr="00AA41A1">
        <w:rPr>
          <w:szCs w:val="22"/>
          <w:lang w:val="fr-CH"/>
        </w:rPr>
        <w:t>Hamadi MOHAMED ABBA (M.), président coordinateur, Tombouctou</w:t>
      </w:r>
    </w:p>
    <w:p w14:paraId="1F857454" w14:textId="03599666" w:rsidR="00E51161" w:rsidRPr="00AA41A1" w:rsidRDefault="00AA41A1" w:rsidP="00E51161">
      <w:pPr>
        <w:rPr>
          <w:szCs w:val="22"/>
          <w:lang w:val="fr-CH"/>
        </w:rPr>
      </w:pPr>
      <w:hyperlink r:id="rId182" w:history="1">
        <w:r w:rsidRPr="00AA41A1">
          <w:rPr>
            <w:rStyle w:val="Hyperlink"/>
            <w:szCs w:val="22"/>
            <w:lang w:val="fr-CH"/>
          </w:rPr>
          <w:t>mbalifar1960@gmail.com</w:t>
        </w:r>
      </w:hyperlink>
      <w:r w:rsidRPr="00AA41A1">
        <w:rPr>
          <w:szCs w:val="22"/>
          <w:u w:val="single"/>
          <w:lang w:val="fr-CH"/>
        </w:rPr>
        <w:t xml:space="preserve"> </w:t>
      </w:r>
    </w:p>
    <w:p w14:paraId="5DCC7209" w14:textId="77777777" w:rsidR="00E51161" w:rsidRPr="00AA41A1" w:rsidRDefault="00E51161" w:rsidP="00E51161">
      <w:pPr>
        <w:rPr>
          <w:szCs w:val="22"/>
          <w:lang w:val="fr-CH"/>
        </w:rPr>
      </w:pPr>
    </w:p>
    <w:p w14:paraId="073FB3F7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African Agricultural Technology Foundation (AATF) </w:t>
      </w:r>
    </w:p>
    <w:p w14:paraId="238CBC83" w14:textId="77777777" w:rsidR="00E51161" w:rsidRDefault="00E51161" w:rsidP="00E51161">
      <w:pPr>
        <w:rPr>
          <w:szCs w:val="22"/>
        </w:rPr>
      </w:pPr>
      <w:r>
        <w:rPr>
          <w:szCs w:val="22"/>
        </w:rPr>
        <w:t>Keziah CHOMBA (Ms.), Legal Officer, Legal Affairs Department, Nairobi</w:t>
      </w:r>
    </w:p>
    <w:p w14:paraId="6928BAFD" w14:textId="2C0001B3" w:rsidR="00E51161" w:rsidRDefault="00AA41A1" w:rsidP="00E51161">
      <w:pPr>
        <w:rPr>
          <w:szCs w:val="22"/>
        </w:rPr>
      </w:pPr>
      <w:hyperlink r:id="rId183" w:history="1">
        <w:r w:rsidRPr="001F5753">
          <w:rPr>
            <w:rStyle w:val="Hyperlink"/>
            <w:szCs w:val="22"/>
          </w:rPr>
          <w:t>k.chomba@aatf-africa.org</w:t>
        </w:r>
      </w:hyperlink>
      <w:r>
        <w:rPr>
          <w:szCs w:val="22"/>
          <w:u w:val="single"/>
        </w:rPr>
        <w:t xml:space="preserve"> </w:t>
      </w:r>
    </w:p>
    <w:p w14:paraId="5A9A6E19" w14:textId="77777777" w:rsidR="00E51161" w:rsidRDefault="00E51161" w:rsidP="00E51161">
      <w:pPr>
        <w:rPr>
          <w:szCs w:val="22"/>
        </w:rPr>
      </w:pPr>
    </w:p>
    <w:p w14:paraId="717EAE63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Aotearoa Indigenous Rights Charitable Trust (AIR Trust) </w:t>
      </w:r>
    </w:p>
    <w:p w14:paraId="0B50BA67" w14:textId="77777777" w:rsidR="00E51161" w:rsidRDefault="00E51161" w:rsidP="00E51161">
      <w:pPr>
        <w:rPr>
          <w:szCs w:val="22"/>
        </w:rPr>
      </w:pPr>
      <w:r>
        <w:rPr>
          <w:szCs w:val="22"/>
        </w:rPr>
        <w:t>Manu CADDIE (Mr.), Policy Advisor, International Relations, Tauranga</w:t>
      </w:r>
    </w:p>
    <w:p w14:paraId="330BBB1D" w14:textId="0802E1B3" w:rsidR="00E51161" w:rsidRDefault="00AA41A1" w:rsidP="00E51161">
      <w:pPr>
        <w:rPr>
          <w:szCs w:val="22"/>
        </w:rPr>
      </w:pPr>
      <w:hyperlink r:id="rId184" w:history="1">
        <w:r w:rsidRPr="001F5753">
          <w:rPr>
            <w:rStyle w:val="Hyperlink"/>
            <w:szCs w:val="22"/>
          </w:rPr>
          <w:t>manu@enquire.co.nz</w:t>
        </w:r>
      </w:hyperlink>
      <w:r>
        <w:rPr>
          <w:szCs w:val="22"/>
          <w:u w:val="single"/>
        </w:rPr>
        <w:t xml:space="preserve"> </w:t>
      </w:r>
    </w:p>
    <w:p w14:paraId="64161C21" w14:textId="77777777" w:rsidR="00E51161" w:rsidRDefault="00E51161" w:rsidP="00E51161">
      <w:pPr>
        <w:rPr>
          <w:szCs w:val="22"/>
        </w:rPr>
      </w:pPr>
    </w:p>
    <w:p w14:paraId="3F41FA9A" w14:textId="5CB7DA69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Arts Law Centre of Australia </w:t>
      </w:r>
    </w:p>
    <w:p w14:paraId="2FF0F448" w14:textId="77777777" w:rsidR="00E51161" w:rsidRDefault="00E51161" w:rsidP="00E51161">
      <w:pPr>
        <w:rPr>
          <w:szCs w:val="22"/>
        </w:rPr>
      </w:pPr>
      <w:r>
        <w:rPr>
          <w:szCs w:val="22"/>
        </w:rPr>
        <w:t>Bibi BARBA (Ms.), Expert, Sydney</w:t>
      </w:r>
    </w:p>
    <w:p w14:paraId="49D84A3E" w14:textId="5101B90E" w:rsidR="00E51161" w:rsidRDefault="009B2B1F" w:rsidP="00E51161">
      <w:pPr>
        <w:rPr>
          <w:szCs w:val="22"/>
        </w:rPr>
      </w:pPr>
      <w:hyperlink r:id="rId185" w:history="1">
        <w:r w:rsidRPr="001F5753">
          <w:rPr>
            <w:rStyle w:val="Hyperlink"/>
            <w:szCs w:val="22"/>
          </w:rPr>
          <w:t>bibibarba.bb@gmail.com</w:t>
        </w:r>
      </w:hyperlink>
      <w:r>
        <w:rPr>
          <w:szCs w:val="22"/>
          <w:u w:val="single"/>
        </w:rPr>
        <w:t xml:space="preserve"> </w:t>
      </w:r>
    </w:p>
    <w:p w14:paraId="09A50F6F" w14:textId="77777777" w:rsidR="00E51161" w:rsidRDefault="00E51161" w:rsidP="00E51161">
      <w:pPr>
        <w:rPr>
          <w:szCs w:val="22"/>
        </w:rPr>
      </w:pPr>
      <w:r>
        <w:rPr>
          <w:szCs w:val="22"/>
        </w:rPr>
        <w:t>Judith CONOLLY (Ms.), Expert, Sydney</w:t>
      </w:r>
    </w:p>
    <w:p w14:paraId="6DC441A9" w14:textId="77777777" w:rsidR="00E51161" w:rsidRDefault="00E51161" w:rsidP="00E51161">
      <w:pPr>
        <w:rPr>
          <w:szCs w:val="22"/>
        </w:rPr>
      </w:pPr>
      <w:r>
        <w:rPr>
          <w:szCs w:val="22"/>
        </w:rPr>
        <w:t>Stephen CONOLLY (Ms.), Expert, Sydney</w:t>
      </w:r>
    </w:p>
    <w:p w14:paraId="39C3B759" w14:textId="77777777" w:rsidR="00E51161" w:rsidRDefault="00E51161" w:rsidP="00E51161">
      <w:pPr>
        <w:rPr>
          <w:szCs w:val="22"/>
        </w:rPr>
      </w:pPr>
      <w:r>
        <w:rPr>
          <w:szCs w:val="22"/>
        </w:rPr>
        <w:t>Terri JANKE (Ms.), Expert, Sydney</w:t>
      </w:r>
    </w:p>
    <w:p w14:paraId="245DA4A8" w14:textId="77777777" w:rsidR="00E51161" w:rsidRDefault="00E51161" w:rsidP="00E51161">
      <w:pPr>
        <w:rPr>
          <w:szCs w:val="22"/>
        </w:rPr>
      </w:pPr>
      <w:r>
        <w:rPr>
          <w:szCs w:val="22"/>
        </w:rPr>
        <w:t>Lorna MORGAN (Ms.), Expert, Sydney</w:t>
      </w:r>
    </w:p>
    <w:p w14:paraId="22A571EF" w14:textId="77777777" w:rsidR="00E51161" w:rsidRDefault="00E51161" w:rsidP="00E51161">
      <w:pPr>
        <w:rPr>
          <w:szCs w:val="22"/>
        </w:rPr>
      </w:pPr>
    </w:p>
    <w:p w14:paraId="4010B1D2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Assembly of First Nations </w:t>
      </w:r>
    </w:p>
    <w:p w14:paraId="3AEEFFE1" w14:textId="77777777" w:rsidR="00E51161" w:rsidRDefault="00E51161" w:rsidP="00E51161">
      <w:pPr>
        <w:rPr>
          <w:szCs w:val="22"/>
        </w:rPr>
      </w:pPr>
      <w:r>
        <w:rPr>
          <w:szCs w:val="22"/>
        </w:rPr>
        <w:t>Graeme REED (Mr.), Strategic Advisor, Environment, Lands and Water Branch, Ottawa</w:t>
      </w:r>
    </w:p>
    <w:p w14:paraId="7DDB321A" w14:textId="01BB392D" w:rsidR="00E51161" w:rsidRPr="00E04D4E" w:rsidRDefault="009B2B1F" w:rsidP="00E51161">
      <w:pPr>
        <w:rPr>
          <w:szCs w:val="22"/>
          <w:lang w:val="fr-CH"/>
        </w:rPr>
      </w:pPr>
      <w:hyperlink r:id="rId186" w:history="1">
        <w:r w:rsidRPr="001F5753">
          <w:rPr>
            <w:rStyle w:val="Hyperlink"/>
            <w:szCs w:val="22"/>
            <w:lang w:val="fr-CH"/>
          </w:rPr>
          <w:t>greed@afn.ca</w:t>
        </w:r>
      </w:hyperlink>
      <w:r>
        <w:rPr>
          <w:szCs w:val="22"/>
          <w:u w:val="single"/>
          <w:lang w:val="fr-CH"/>
        </w:rPr>
        <w:t xml:space="preserve"> </w:t>
      </w:r>
    </w:p>
    <w:p w14:paraId="5D1E07B4" w14:textId="77777777" w:rsidR="00E51161" w:rsidRPr="00E04D4E" w:rsidRDefault="00E51161" w:rsidP="00E51161">
      <w:pPr>
        <w:rPr>
          <w:szCs w:val="22"/>
          <w:lang w:val="fr-CH"/>
        </w:rPr>
      </w:pPr>
    </w:p>
    <w:p w14:paraId="641A72C2" w14:textId="77777777" w:rsidR="00E51161" w:rsidRPr="00E04D4E" w:rsidRDefault="00E51161" w:rsidP="00E51161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 xml:space="preserve">Association américaine du droit de la propriété intellectuelle (AIPLA)/American </w:t>
      </w:r>
      <w:proofErr w:type="spellStart"/>
      <w:r w:rsidRPr="00E04D4E">
        <w:rPr>
          <w:szCs w:val="22"/>
          <w:u w:val="single"/>
          <w:lang w:val="fr-CH"/>
        </w:rPr>
        <w:t>Intellectual</w:t>
      </w:r>
      <w:proofErr w:type="spellEnd"/>
      <w:r w:rsidRPr="00E04D4E">
        <w:rPr>
          <w:szCs w:val="22"/>
          <w:u w:val="single"/>
          <w:lang w:val="fr-CH"/>
        </w:rPr>
        <w:t xml:space="preserve"> </w:t>
      </w:r>
      <w:proofErr w:type="spellStart"/>
      <w:r w:rsidRPr="00E04D4E">
        <w:rPr>
          <w:szCs w:val="22"/>
          <w:u w:val="single"/>
          <w:lang w:val="fr-CH"/>
        </w:rPr>
        <w:t>Property</w:t>
      </w:r>
      <w:proofErr w:type="spellEnd"/>
      <w:r w:rsidRPr="00E04D4E">
        <w:rPr>
          <w:szCs w:val="22"/>
          <w:u w:val="single"/>
          <w:lang w:val="fr-CH"/>
        </w:rPr>
        <w:t xml:space="preserve"> Law Association (AIPLA) </w:t>
      </w:r>
    </w:p>
    <w:p w14:paraId="627C6E3D" w14:textId="77777777" w:rsidR="00E51161" w:rsidRDefault="00E51161" w:rsidP="00E51161">
      <w:pPr>
        <w:rPr>
          <w:szCs w:val="22"/>
        </w:rPr>
      </w:pPr>
      <w:r>
        <w:rPr>
          <w:szCs w:val="22"/>
        </w:rPr>
        <w:t>Debora PLEHN-DUJOWICH (Ms.), Chair, Genetic Resources Task Force, Philadelphia</w:t>
      </w:r>
    </w:p>
    <w:p w14:paraId="5A9E024F" w14:textId="2F163C93" w:rsidR="00E51161" w:rsidRPr="00E04D4E" w:rsidRDefault="009B2B1F" w:rsidP="00E51161">
      <w:pPr>
        <w:rPr>
          <w:szCs w:val="22"/>
          <w:lang w:val="fr-CH"/>
        </w:rPr>
      </w:pPr>
      <w:hyperlink r:id="rId187" w:history="1">
        <w:r w:rsidRPr="001F5753">
          <w:rPr>
            <w:rStyle w:val="Hyperlink"/>
            <w:szCs w:val="22"/>
            <w:lang w:val="fr-CH"/>
          </w:rPr>
          <w:t>dplehn@eckertseamans.com</w:t>
        </w:r>
      </w:hyperlink>
      <w:r>
        <w:rPr>
          <w:szCs w:val="22"/>
          <w:u w:val="single"/>
          <w:lang w:val="fr-CH"/>
        </w:rPr>
        <w:t xml:space="preserve"> </w:t>
      </w:r>
    </w:p>
    <w:p w14:paraId="7ACB7CF8" w14:textId="77777777" w:rsidR="00E51161" w:rsidRPr="00E04D4E" w:rsidRDefault="00E51161" w:rsidP="00E51161">
      <w:pPr>
        <w:rPr>
          <w:szCs w:val="22"/>
          <w:lang w:val="fr-CH"/>
        </w:rPr>
      </w:pPr>
    </w:p>
    <w:p w14:paraId="6B8621FD" w14:textId="77777777" w:rsidR="00E51161" w:rsidRPr="00E04D4E" w:rsidRDefault="00E51161" w:rsidP="00E51161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 xml:space="preserve">Association européenne des étudiants en droit (ELSA </w:t>
      </w:r>
      <w:proofErr w:type="gramStart"/>
      <w:r w:rsidRPr="00E04D4E">
        <w:rPr>
          <w:szCs w:val="22"/>
          <w:u w:val="single"/>
          <w:lang w:val="fr-CH"/>
        </w:rPr>
        <w:t>International)/</w:t>
      </w:r>
      <w:proofErr w:type="gramEnd"/>
      <w:r w:rsidRPr="00E04D4E">
        <w:rPr>
          <w:szCs w:val="22"/>
          <w:u w:val="single"/>
          <w:lang w:val="fr-CH"/>
        </w:rPr>
        <w:t xml:space="preserve">European Law </w:t>
      </w:r>
      <w:proofErr w:type="spellStart"/>
      <w:r w:rsidRPr="00E04D4E">
        <w:rPr>
          <w:szCs w:val="22"/>
          <w:u w:val="single"/>
          <w:lang w:val="fr-CH"/>
        </w:rPr>
        <w:t>Students</w:t>
      </w:r>
      <w:proofErr w:type="spellEnd"/>
      <w:r w:rsidRPr="00E04D4E">
        <w:rPr>
          <w:szCs w:val="22"/>
          <w:u w:val="single"/>
          <w:lang w:val="fr-CH"/>
        </w:rPr>
        <w:t xml:space="preserve">' Association (ELSA International) </w:t>
      </w:r>
    </w:p>
    <w:p w14:paraId="1A753241" w14:textId="77777777" w:rsidR="00E51161" w:rsidRDefault="00E51161" w:rsidP="00E51161">
      <w:pPr>
        <w:rPr>
          <w:szCs w:val="22"/>
        </w:rPr>
      </w:pPr>
      <w:r>
        <w:rPr>
          <w:szCs w:val="22"/>
        </w:rPr>
        <w:t>Ana-Maria TUDOR (Ms.), Head of Delegation, Brussels</w:t>
      </w:r>
    </w:p>
    <w:p w14:paraId="1D15A402" w14:textId="77777777" w:rsidR="00E51161" w:rsidRDefault="00E51161" w:rsidP="00E51161">
      <w:pPr>
        <w:rPr>
          <w:szCs w:val="22"/>
        </w:rPr>
      </w:pPr>
    </w:p>
    <w:p w14:paraId="6241A3A3" w14:textId="77777777" w:rsidR="00E51161" w:rsidRPr="00E04D4E" w:rsidRDefault="00E51161" w:rsidP="00E51161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 xml:space="preserve">Association française des praticiens du droit des marques et des modèles (APRAM)/Association of Trade Mark and Design Law </w:t>
      </w:r>
      <w:proofErr w:type="spellStart"/>
      <w:r w:rsidRPr="00E04D4E">
        <w:rPr>
          <w:szCs w:val="22"/>
          <w:u w:val="single"/>
          <w:lang w:val="fr-CH"/>
        </w:rPr>
        <w:t>Practitioners</w:t>
      </w:r>
      <w:proofErr w:type="spellEnd"/>
      <w:r w:rsidRPr="00E04D4E">
        <w:rPr>
          <w:szCs w:val="22"/>
          <w:u w:val="single"/>
          <w:lang w:val="fr-CH"/>
        </w:rPr>
        <w:t xml:space="preserve"> (APRAM) </w:t>
      </w:r>
    </w:p>
    <w:p w14:paraId="3931832E" w14:textId="2707C0BA" w:rsidR="00E51161" w:rsidRPr="005A5E65" w:rsidRDefault="00E51161" w:rsidP="00E51161">
      <w:pPr>
        <w:rPr>
          <w:szCs w:val="22"/>
        </w:rPr>
      </w:pPr>
      <w:r w:rsidRPr="005A5E65">
        <w:rPr>
          <w:szCs w:val="22"/>
        </w:rPr>
        <w:t>Claire-Line LALLEMAND (M</w:t>
      </w:r>
      <w:r w:rsidR="005A5E65" w:rsidRPr="005A5E65">
        <w:rPr>
          <w:szCs w:val="22"/>
        </w:rPr>
        <w:t>s.</w:t>
      </w:r>
      <w:r w:rsidRPr="005A5E65">
        <w:rPr>
          <w:szCs w:val="22"/>
        </w:rPr>
        <w:t xml:space="preserve">), Secretary General, </w:t>
      </w:r>
      <w:proofErr w:type="spellStart"/>
      <w:r w:rsidRPr="005A5E65">
        <w:rPr>
          <w:szCs w:val="22"/>
        </w:rPr>
        <w:t>Eguilles</w:t>
      </w:r>
      <w:proofErr w:type="spellEnd"/>
    </w:p>
    <w:p w14:paraId="3B824A63" w14:textId="451FCD3A" w:rsidR="00E51161" w:rsidRPr="005A5E65" w:rsidRDefault="005A5E65" w:rsidP="00E51161">
      <w:pPr>
        <w:rPr>
          <w:szCs w:val="22"/>
        </w:rPr>
      </w:pPr>
      <w:hyperlink r:id="rId188" w:history="1">
        <w:r w:rsidRPr="005A5E65">
          <w:rPr>
            <w:rStyle w:val="Hyperlink"/>
            <w:szCs w:val="22"/>
          </w:rPr>
          <w:t>claireline.lallemand.ext@apram.com</w:t>
        </w:r>
      </w:hyperlink>
      <w:r w:rsidRPr="005A5E65">
        <w:rPr>
          <w:szCs w:val="22"/>
          <w:u w:val="single"/>
        </w:rPr>
        <w:t xml:space="preserve"> </w:t>
      </w:r>
    </w:p>
    <w:p w14:paraId="106C872B" w14:textId="77777777" w:rsidR="00E51161" w:rsidRPr="005A5E65" w:rsidRDefault="00E51161" w:rsidP="00E51161">
      <w:pPr>
        <w:rPr>
          <w:szCs w:val="22"/>
        </w:rPr>
      </w:pPr>
    </w:p>
    <w:p w14:paraId="2E8A2FE0" w14:textId="0A5E4A0E" w:rsidR="00E51161" w:rsidRPr="00E04D4E" w:rsidRDefault="00E51161" w:rsidP="00E51161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 xml:space="preserve">Association pour la </w:t>
      </w:r>
      <w:r w:rsidR="005A5E65">
        <w:rPr>
          <w:szCs w:val="22"/>
          <w:u w:val="single"/>
          <w:lang w:val="fr-CH"/>
        </w:rPr>
        <w:t>v</w:t>
      </w:r>
      <w:r w:rsidRPr="00E04D4E">
        <w:rPr>
          <w:szCs w:val="22"/>
          <w:u w:val="single"/>
          <w:lang w:val="fr-CH"/>
        </w:rPr>
        <w:t xml:space="preserve">alorisation du </w:t>
      </w:r>
      <w:r w:rsidR="005A5E65">
        <w:rPr>
          <w:szCs w:val="22"/>
          <w:u w:val="single"/>
          <w:lang w:val="fr-CH"/>
        </w:rPr>
        <w:t>p</w:t>
      </w:r>
      <w:r w:rsidRPr="00E04D4E">
        <w:rPr>
          <w:szCs w:val="22"/>
          <w:u w:val="single"/>
          <w:lang w:val="fr-CH"/>
        </w:rPr>
        <w:t xml:space="preserve">atrimoine </w:t>
      </w:r>
      <w:r w:rsidR="005A5E65">
        <w:rPr>
          <w:szCs w:val="22"/>
          <w:u w:val="single"/>
          <w:lang w:val="fr-CH"/>
        </w:rPr>
        <w:t>c</w:t>
      </w:r>
      <w:r w:rsidRPr="00E04D4E">
        <w:rPr>
          <w:szCs w:val="22"/>
          <w:u w:val="single"/>
          <w:lang w:val="fr-CH"/>
        </w:rPr>
        <w:t xml:space="preserve">ulturel des </w:t>
      </w:r>
      <w:r w:rsidR="005A5E65">
        <w:rPr>
          <w:szCs w:val="22"/>
          <w:u w:val="single"/>
          <w:lang w:val="fr-CH"/>
        </w:rPr>
        <w:t>c</w:t>
      </w:r>
      <w:r w:rsidRPr="00E04D4E">
        <w:rPr>
          <w:szCs w:val="22"/>
          <w:u w:val="single"/>
          <w:lang w:val="fr-CH"/>
        </w:rPr>
        <w:t xml:space="preserve">ommunes du Cameroun (AVP3C) </w:t>
      </w:r>
    </w:p>
    <w:p w14:paraId="7AAA87D4" w14:textId="285EE4D5" w:rsidR="00E51161" w:rsidRPr="00E04D4E" w:rsidRDefault="00E51161" w:rsidP="00E51161">
      <w:pPr>
        <w:rPr>
          <w:szCs w:val="22"/>
          <w:lang w:val="fr-CH"/>
        </w:rPr>
      </w:pPr>
      <w:r w:rsidRPr="00E04D4E">
        <w:rPr>
          <w:szCs w:val="22"/>
          <w:lang w:val="fr-CH"/>
        </w:rPr>
        <w:t xml:space="preserve">Gustave Theodore NKOO MONEFONG (M.), président, </w:t>
      </w:r>
      <w:r w:rsidR="005A5E65" w:rsidRPr="00E04D4E">
        <w:rPr>
          <w:szCs w:val="22"/>
          <w:lang w:val="fr-CH"/>
        </w:rPr>
        <w:t>Département</w:t>
      </w:r>
      <w:r w:rsidRPr="00E04D4E">
        <w:rPr>
          <w:szCs w:val="22"/>
          <w:lang w:val="fr-CH"/>
        </w:rPr>
        <w:t xml:space="preserve"> </w:t>
      </w:r>
      <w:r w:rsidR="005A5E65">
        <w:rPr>
          <w:szCs w:val="22"/>
          <w:lang w:val="fr-CH"/>
        </w:rPr>
        <w:t xml:space="preserve">de la </w:t>
      </w:r>
      <w:r w:rsidRPr="00E04D4E">
        <w:rPr>
          <w:szCs w:val="22"/>
          <w:lang w:val="fr-CH"/>
        </w:rPr>
        <w:t>coopération culturelle internationale, Yaoundé</w:t>
      </w:r>
    </w:p>
    <w:p w14:paraId="7B29C37A" w14:textId="549A6971" w:rsidR="00E51161" w:rsidRPr="00E04D4E" w:rsidRDefault="005A5E65" w:rsidP="00E51161">
      <w:pPr>
        <w:rPr>
          <w:szCs w:val="22"/>
          <w:lang w:val="fr-CH"/>
        </w:rPr>
      </w:pPr>
      <w:hyperlink r:id="rId189" w:history="1">
        <w:r w:rsidRPr="001F5753">
          <w:rPr>
            <w:rStyle w:val="Hyperlink"/>
            <w:szCs w:val="22"/>
            <w:lang w:val="fr-CH"/>
          </w:rPr>
          <w:t>nkoomonef1@yahoo.fr</w:t>
        </w:r>
      </w:hyperlink>
      <w:r>
        <w:rPr>
          <w:szCs w:val="22"/>
          <w:u w:val="single"/>
          <w:lang w:val="fr-CH"/>
        </w:rPr>
        <w:t xml:space="preserve"> </w:t>
      </w:r>
    </w:p>
    <w:p w14:paraId="0C3D1C14" w14:textId="77777777" w:rsidR="00E51161" w:rsidRPr="00E04D4E" w:rsidRDefault="00E51161" w:rsidP="00E51161">
      <w:pPr>
        <w:rPr>
          <w:szCs w:val="22"/>
          <w:lang w:val="fr-CH"/>
        </w:rPr>
      </w:pPr>
    </w:p>
    <w:p w14:paraId="1F6AEF61" w14:textId="5282198D" w:rsidR="00E51161" w:rsidRPr="00E04D4E" w:rsidRDefault="00E51161" w:rsidP="00E51161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 xml:space="preserve">Association pour le </w:t>
      </w:r>
      <w:r w:rsidR="005A5E65">
        <w:rPr>
          <w:szCs w:val="22"/>
          <w:u w:val="single"/>
          <w:lang w:val="fr-CH"/>
        </w:rPr>
        <w:t>d</w:t>
      </w:r>
      <w:r w:rsidRPr="00E04D4E">
        <w:rPr>
          <w:szCs w:val="22"/>
          <w:u w:val="single"/>
          <w:lang w:val="fr-CH"/>
        </w:rPr>
        <w:t xml:space="preserve">evenir des </w:t>
      </w:r>
      <w:r w:rsidR="005A5E65">
        <w:rPr>
          <w:szCs w:val="22"/>
          <w:u w:val="single"/>
          <w:lang w:val="fr-CH"/>
        </w:rPr>
        <w:t>a</w:t>
      </w:r>
      <w:r w:rsidRPr="00E04D4E">
        <w:rPr>
          <w:szCs w:val="22"/>
          <w:u w:val="single"/>
          <w:lang w:val="fr-CH"/>
        </w:rPr>
        <w:t xml:space="preserve">utochtones et de leur </w:t>
      </w:r>
      <w:r w:rsidR="005A5E65">
        <w:rPr>
          <w:szCs w:val="22"/>
          <w:u w:val="single"/>
          <w:lang w:val="fr-CH"/>
        </w:rPr>
        <w:t>c</w:t>
      </w:r>
      <w:r w:rsidRPr="00E04D4E">
        <w:rPr>
          <w:szCs w:val="22"/>
          <w:u w:val="single"/>
          <w:lang w:val="fr-CH"/>
        </w:rPr>
        <w:t xml:space="preserve">onnaissance </w:t>
      </w:r>
      <w:r w:rsidR="005A5E65">
        <w:rPr>
          <w:szCs w:val="22"/>
          <w:u w:val="single"/>
          <w:lang w:val="fr-CH"/>
        </w:rPr>
        <w:t>o</w:t>
      </w:r>
      <w:r w:rsidRPr="00E04D4E">
        <w:rPr>
          <w:szCs w:val="22"/>
          <w:u w:val="single"/>
          <w:lang w:val="fr-CH"/>
        </w:rPr>
        <w:t xml:space="preserve">riginelle (ADACO) </w:t>
      </w:r>
    </w:p>
    <w:p w14:paraId="6E0189C7" w14:textId="639814B9" w:rsidR="00E51161" w:rsidRPr="005A5E65" w:rsidRDefault="00E51161" w:rsidP="00E51161">
      <w:pPr>
        <w:rPr>
          <w:szCs w:val="22"/>
          <w:lang w:val="fr-CH"/>
        </w:rPr>
      </w:pPr>
      <w:proofErr w:type="spellStart"/>
      <w:r w:rsidRPr="005A5E65">
        <w:rPr>
          <w:szCs w:val="22"/>
          <w:lang w:val="fr-CH"/>
        </w:rPr>
        <w:t>Pouaty</w:t>
      </w:r>
      <w:proofErr w:type="spellEnd"/>
      <w:r w:rsidRPr="005A5E65">
        <w:rPr>
          <w:szCs w:val="22"/>
          <w:lang w:val="fr-CH"/>
        </w:rPr>
        <w:t xml:space="preserve"> DAVY (M.), président, Libreville</w:t>
      </w:r>
      <w:r w:rsidR="005A5E65" w:rsidRPr="005A5E65">
        <w:rPr>
          <w:szCs w:val="22"/>
          <w:lang w:val="fr-CH"/>
        </w:rPr>
        <w:t xml:space="preserve"> </w:t>
      </w:r>
    </w:p>
    <w:p w14:paraId="4C0F9253" w14:textId="516EAEA0" w:rsidR="00E51161" w:rsidRPr="005A5E65" w:rsidRDefault="005A5E65" w:rsidP="00E51161">
      <w:pPr>
        <w:rPr>
          <w:szCs w:val="22"/>
          <w:lang w:val="fr-CH"/>
        </w:rPr>
      </w:pPr>
      <w:hyperlink r:id="rId190" w:history="1">
        <w:r w:rsidRPr="005A5E65">
          <w:rPr>
            <w:rStyle w:val="Hyperlink"/>
            <w:szCs w:val="22"/>
            <w:lang w:val="fr-CH"/>
          </w:rPr>
          <w:t>association-adaco@outlook.com</w:t>
        </w:r>
      </w:hyperlink>
      <w:r w:rsidRPr="005A5E65">
        <w:rPr>
          <w:szCs w:val="22"/>
          <w:u w:val="single"/>
          <w:lang w:val="fr-CH"/>
        </w:rPr>
        <w:t xml:space="preserve"> </w:t>
      </w:r>
    </w:p>
    <w:p w14:paraId="0C6D5DE3" w14:textId="77777777" w:rsidR="00E51161" w:rsidRPr="005A5E65" w:rsidRDefault="00E51161" w:rsidP="00E51161">
      <w:pPr>
        <w:rPr>
          <w:szCs w:val="22"/>
          <w:lang w:val="fr-CH"/>
        </w:rPr>
      </w:pPr>
    </w:p>
    <w:p w14:paraId="5AB777DF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Biotechnology Industry Organization (BIO) </w:t>
      </w:r>
    </w:p>
    <w:p w14:paraId="53A1AA53" w14:textId="77777777" w:rsidR="00E51161" w:rsidRDefault="00E51161" w:rsidP="00E51161">
      <w:pPr>
        <w:rPr>
          <w:szCs w:val="22"/>
        </w:rPr>
      </w:pPr>
      <w:r>
        <w:rPr>
          <w:szCs w:val="22"/>
        </w:rPr>
        <w:t>Tatjana SACHSE (Ms.), Counsel, Geneva</w:t>
      </w:r>
    </w:p>
    <w:p w14:paraId="7C101FC5" w14:textId="77777777" w:rsidR="00E51161" w:rsidRDefault="00E51161" w:rsidP="00E51161">
      <w:pPr>
        <w:rPr>
          <w:szCs w:val="22"/>
        </w:rPr>
      </w:pPr>
    </w:p>
    <w:p w14:paraId="119FBECE" w14:textId="77777777" w:rsidR="00E51161" w:rsidRPr="00E04D4E" w:rsidRDefault="00E51161" w:rsidP="00E51161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 xml:space="preserve">Black Lion Juridiques </w:t>
      </w:r>
    </w:p>
    <w:p w14:paraId="7CEE5CD4" w14:textId="457EBD57" w:rsidR="00E51161" w:rsidRPr="00E04D4E" w:rsidRDefault="00E51161" w:rsidP="00E51161">
      <w:pPr>
        <w:rPr>
          <w:szCs w:val="22"/>
          <w:lang w:val="fr-CH"/>
        </w:rPr>
      </w:pPr>
      <w:r w:rsidRPr="00E04D4E">
        <w:rPr>
          <w:szCs w:val="22"/>
          <w:lang w:val="fr-CH"/>
        </w:rPr>
        <w:t>Pathé BA (M.), chargé, Affaires juridiques et diplomatiques, Dakar</w:t>
      </w:r>
    </w:p>
    <w:p w14:paraId="5F6C3842" w14:textId="25050A35" w:rsidR="00E51161" w:rsidRDefault="00000B0F" w:rsidP="00E51161">
      <w:pPr>
        <w:rPr>
          <w:szCs w:val="22"/>
        </w:rPr>
      </w:pPr>
      <w:hyperlink r:id="rId191" w:history="1">
        <w:r w:rsidRPr="001F5753">
          <w:rPr>
            <w:rStyle w:val="Hyperlink"/>
            <w:szCs w:val="22"/>
          </w:rPr>
          <w:t>mr.patheba@gmail.com</w:t>
        </w:r>
      </w:hyperlink>
      <w:r>
        <w:rPr>
          <w:szCs w:val="22"/>
          <w:u w:val="single"/>
        </w:rPr>
        <w:t xml:space="preserve"> </w:t>
      </w:r>
    </w:p>
    <w:p w14:paraId="55B736EF" w14:textId="77777777" w:rsidR="00E51161" w:rsidRDefault="00E51161" w:rsidP="00E51161">
      <w:pPr>
        <w:rPr>
          <w:szCs w:val="22"/>
        </w:rPr>
      </w:pPr>
    </w:p>
    <w:p w14:paraId="70C34B6F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Blessings of the Forest (BOTF) Gabon (BOTF) </w:t>
      </w:r>
    </w:p>
    <w:p w14:paraId="04D16A62" w14:textId="462EC931" w:rsidR="00E51161" w:rsidRPr="00E04D4E" w:rsidRDefault="00E51161" w:rsidP="00E51161">
      <w:pPr>
        <w:rPr>
          <w:szCs w:val="22"/>
          <w:lang w:val="fr-CH"/>
        </w:rPr>
      </w:pPr>
      <w:r w:rsidRPr="00E04D4E">
        <w:rPr>
          <w:szCs w:val="22"/>
          <w:lang w:val="fr-CH"/>
        </w:rPr>
        <w:t>Georges GASSITA (M.), secrétaire général, Conseil d'administration, Libreville</w:t>
      </w:r>
    </w:p>
    <w:p w14:paraId="70EAEE4A" w14:textId="7DBA19F6" w:rsidR="00E51161" w:rsidRPr="00E04D4E" w:rsidRDefault="00000B0F" w:rsidP="00E51161">
      <w:pPr>
        <w:rPr>
          <w:szCs w:val="22"/>
          <w:lang w:val="es-ES"/>
        </w:rPr>
      </w:pPr>
      <w:hyperlink r:id="rId192" w:history="1">
        <w:r w:rsidRPr="001F5753">
          <w:rPr>
            <w:rStyle w:val="Hyperlink"/>
            <w:szCs w:val="22"/>
            <w:lang w:val="es-ES"/>
          </w:rPr>
          <w:t>geogassita@gmail.co</w:t>
        </w:r>
        <w:r w:rsidRPr="001F5753">
          <w:rPr>
            <w:rStyle w:val="Hyperlink"/>
            <w:szCs w:val="22"/>
            <w:lang w:val="es-ES"/>
          </w:rPr>
          <w:t>m</w:t>
        </w:r>
      </w:hyperlink>
      <w:r>
        <w:rPr>
          <w:szCs w:val="22"/>
          <w:u w:val="single"/>
          <w:lang w:val="es-ES"/>
        </w:rPr>
        <w:t xml:space="preserve"> </w:t>
      </w:r>
    </w:p>
    <w:p w14:paraId="7FC49207" w14:textId="77777777" w:rsidR="00E51161" w:rsidRPr="00E04D4E" w:rsidRDefault="00E51161" w:rsidP="00E51161">
      <w:pPr>
        <w:rPr>
          <w:szCs w:val="22"/>
          <w:lang w:val="es-ES"/>
        </w:rPr>
      </w:pPr>
    </w:p>
    <w:p w14:paraId="33230E34" w14:textId="77777777" w:rsidR="00E51161" w:rsidRPr="00E04D4E" w:rsidRDefault="00E51161" w:rsidP="00E51161">
      <w:pPr>
        <w:rPr>
          <w:szCs w:val="22"/>
          <w:u w:val="single"/>
          <w:lang w:val="es-ES"/>
        </w:rPr>
      </w:pPr>
      <w:r w:rsidRPr="00E04D4E">
        <w:rPr>
          <w:szCs w:val="22"/>
          <w:u w:val="single"/>
          <w:lang w:val="es-ES"/>
        </w:rPr>
        <w:t xml:space="preserve">Center for </w:t>
      </w:r>
      <w:proofErr w:type="spellStart"/>
      <w:r w:rsidRPr="00E04D4E">
        <w:rPr>
          <w:szCs w:val="22"/>
          <w:u w:val="single"/>
          <w:lang w:val="es-ES"/>
        </w:rPr>
        <w:t>Multidisciplinary</w:t>
      </w:r>
      <w:proofErr w:type="spellEnd"/>
      <w:r w:rsidRPr="00E04D4E">
        <w:rPr>
          <w:szCs w:val="22"/>
          <w:u w:val="single"/>
          <w:lang w:val="es-ES"/>
        </w:rPr>
        <w:t xml:space="preserve"> </w:t>
      </w:r>
      <w:proofErr w:type="spellStart"/>
      <w:r w:rsidRPr="00E04D4E">
        <w:rPr>
          <w:szCs w:val="22"/>
          <w:u w:val="single"/>
          <w:lang w:val="es-ES"/>
        </w:rPr>
        <w:t>Studies</w:t>
      </w:r>
      <w:proofErr w:type="spellEnd"/>
      <w:r w:rsidRPr="00E04D4E">
        <w:rPr>
          <w:szCs w:val="22"/>
          <w:u w:val="single"/>
          <w:lang w:val="es-ES"/>
        </w:rPr>
        <w:t xml:space="preserve"> </w:t>
      </w:r>
      <w:proofErr w:type="spellStart"/>
      <w:r w:rsidRPr="00E04D4E">
        <w:rPr>
          <w:szCs w:val="22"/>
          <w:u w:val="single"/>
          <w:lang w:val="es-ES"/>
        </w:rPr>
        <w:t>Aymara</w:t>
      </w:r>
      <w:proofErr w:type="spellEnd"/>
      <w:r w:rsidRPr="00E04D4E">
        <w:rPr>
          <w:szCs w:val="22"/>
          <w:u w:val="single"/>
          <w:lang w:val="es-ES"/>
        </w:rPr>
        <w:t xml:space="preserve"> (CEM-</w:t>
      </w:r>
      <w:proofErr w:type="spellStart"/>
      <w:r w:rsidRPr="00E04D4E">
        <w:rPr>
          <w:szCs w:val="22"/>
          <w:u w:val="single"/>
          <w:lang w:val="es-ES"/>
        </w:rPr>
        <w:t>Aymara</w:t>
      </w:r>
      <w:proofErr w:type="spellEnd"/>
      <w:r w:rsidRPr="00E04D4E">
        <w:rPr>
          <w:szCs w:val="22"/>
          <w:u w:val="single"/>
          <w:lang w:val="es-ES"/>
        </w:rPr>
        <w:t xml:space="preserve">) </w:t>
      </w:r>
    </w:p>
    <w:p w14:paraId="7C55242C" w14:textId="784C8E9F" w:rsidR="00E51161" w:rsidRPr="00E04D4E" w:rsidRDefault="00E51161" w:rsidP="00E51161">
      <w:pPr>
        <w:rPr>
          <w:szCs w:val="22"/>
          <w:lang w:val="es-ES"/>
        </w:rPr>
      </w:pPr>
      <w:r w:rsidRPr="00E04D4E">
        <w:rPr>
          <w:szCs w:val="22"/>
          <w:lang w:val="es-ES"/>
        </w:rPr>
        <w:t>María Eugenia CHOQUE (</w:t>
      </w:r>
      <w:r w:rsidR="00BC7CBB">
        <w:rPr>
          <w:szCs w:val="22"/>
          <w:lang w:val="es-ES"/>
        </w:rPr>
        <w:t>Sra.</w:t>
      </w:r>
      <w:r w:rsidRPr="00E04D4E">
        <w:rPr>
          <w:szCs w:val="22"/>
          <w:lang w:val="es-ES"/>
        </w:rPr>
        <w:t xml:space="preserve">), </w:t>
      </w:r>
      <w:proofErr w:type="gramStart"/>
      <w:r w:rsidRPr="00E04D4E">
        <w:rPr>
          <w:szCs w:val="22"/>
          <w:lang w:val="es-ES"/>
        </w:rPr>
        <w:t>Directora</w:t>
      </w:r>
      <w:proofErr w:type="gramEnd"/>
      <w:r w:rsidRPr="00E04D4E">
        <w:rPr>
          <w:szCs w:val="22"/>
          <w:lang w:val="es-ES"/>
        </w:rPr>
        <w:t>, Derechos Colectivos, La Paz</w:t>
      </w:r>
    </w:p>
    <w:p w14:paraId="6959981B" w14:textId="2D33EB31" w:rsidR="00E51161" w:rsidRPr="00E04D4E" w:rsidRDefault="00BC7CBB" w:rsidP="00E51161">
      <w:pPr>
        <w:rPr>
          <w:szCs w:val="22"/>
          <w:lang w:val="fr-CH"/>
        </w:rPr>
      </w:pPr>
      <w:hyperlink r:id="rId193" w:history="1">
        <w:r w:rsidRPr="001F5753">
          <w:rPr>
            <w:rStyle w:val="Hyperlink"/>
            <w:szCs w:val="22"/>
            <w:lang w:val="fr-CH"/>
          </w:rPr>
          <w:t>maeucho.quispe@gmail.com</w:t>
        </w:r>
      </w:hyperlink>
      <w:r>
        <w:rPr>
          <w:szCs w:val="22"/>
          <w:u w:val="single"/>
          <w:lang w:val="fr-CH"/>
        </w:rPr>
        <w:t xml:space="preserve"> </w:t>
      </w:r>
    </w:p>
    <w:p w14:paraId="03BFB39F" w14:textId="77777777" w:rsidR="00BC7CBB" w:rsidRPr="00E04D4E" w:rsidRDefault="00BC7CBB" w:rsidP="00E51161">
      <w:pPr>
        <w:rPr>
          <w:szCs w:val="22"/>
          <w:lang w:val="fr-CH"/>
        </w:rPr>
      </w:pPr>
    </w:p>
    <w:p w14:paraId="377833BC" w14:textId="77777777" w:rsidR="00E51161" w:rsidRPr="00E04D4E" w:rsidRDefault="00E51161" w:rsidP="00E51161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>Centre de documentation, de recherche et d’information des peuples autochtones (</w:t>
      </w:r>
      <w:proofErr w:type="spellStart"/>
      <w:r w:rsidRPr="00E04D4E">
        <w:rPr>
          <w:szCs w:val="22"/>
          <w:u w:val="single"/>
          <w:lang w:val="fr-CH"/>
        </w:rPr>
        <w:t>DoCip</w:t>
      </w:r>
      <w:proofErr w:type="spellEnd"/>
      <w:r w:rsidRPr="00E04D4E">
        <w:rPr>
          <w:szCs w:val="22"/>
          <w:u w:val="single"/>
          <w:lang w:val="fr-CH"/>
        </w:rPr>
        <w:t xml:space="preserve">)/Centre for Documentation, </w:t>
      </w:r>
      <w:proofErr w:type="spellStart"/>
      <w:r w:rsidRPr="00E04D4E">
        <w:rPr>
          <w:szCs w:val="22"/>
          <w:u w:val="single"/>
          <w:lang w:val="fr-CH"/>
        </w:rPr>
        <w:t>Research</w:t>
      </w:r>
      <w:proofErr w:type="spellEnd"/>
      <w:r w:rsidRPr="00E04D4E">
        <w:rPr>
          <w:szCs w:val="22"/>
          <w:u w:val="single"/>
          <w:lang w:val="fr-CH"/>
        </w:rPr>
        <w:t xml:space="preserve"> and Information of Indigenous Peoples (</w:t>
      </w:r>
      <w:proofErr w:type="spellStart"/>
      <w:r w:rsidRPr="00E04D4E">
        <w:rPr>
          <w:szCs w:val="22"/>
          <w:u w:val="single"/>
          <w:lang w:val="fr-CH"/>
        </w:rPr>
        <w:t>DoCip</w:t>
      </w:r>
      <w:proofErr w:type="spellEnd"/>
      <w:r w:rsidRPr="00E04D4E">
        <w:rPr>
          <w:szCs w:val="22"/>
          <w:u w:val="single"/>
          <w:lang w:val="fr-CH"/>
        </w:rPr>
        <w:t xml:space="preserve">) </w:t>
      </w:r>
    </w:p>
    <w:p w14:paraId="38314375" w14:textId="77777777" w:rsidR="00BC7CBB" w:rsidRDefault="00BC7CBB" w:rsidP="00BC7CBB">
      <w:pPr>
        <w:rPr>
          <w:szCs w:val="22"/>
        </w:rPr>
      </w:pPr>
      <w:r>
        <w:rPr>
          <w:szCs w:val="22"/>
        </w:rPr>
        <w:t>Lorena WHITE (Ms.), Coordinator, Technical Secretariats, Geneva</w:t>
      </w:r>
    </w:p>
    <w:p w14:paraId="54F5AEB4" w14:textId="6F673032" w:rsidR="00BC7CBB" w:rsidRDefault="00BC7CBB" w:rsidP="00BC7CBB">
      <w:pPr>
        <w:rPr>
          <w:szCs w:val="22"/>
        </w:rPr>
      </w:pPr>
      <w:hyperlink r:id="rId194" w:history="1">
        <w:r w:rsidRPr="001F5753">
          <w:rPr>
            <w:rStyle w:val="Hyperlink"/>
            <w:szCs w:val="22"/>
          </w:rPr>
          <w:t>lorena.white@docip.org</w:t>
        </w:r>
      </w:hyperlink>
      <w:r>
        <w:rPr>
          <w:szCs w:val="22"/>
          <w:u w:val="single"/>
        </w:rPr>
        <w:t xml:space="preserve"> </w:t>
      </w:r>
    </w:p>
    <w:p w14:paraId="67BC0B32" w14:textId="77777777" w:rsidR="00E51161" w:rsidRDefault="00E51161" w:rsidP="00E51161">
      <w:pPr>
        <w:rPr>
          <w:szCs w:val="22"/>
        </w:rPr>
      </w:pPr>
      <w:r>
        <w:rPr>
          <w:szCs w:val="22"/>
        </w:rPr>
        <w:t>Julien ABEGGLEN VERAZZI (Mr.), Interpreter, Geneva</w:t>
      </w:r>
    </w:p>
    <w:p w14:paraId="340669E3" w14:textId="7C4FCF6A" w:rsidR="00E51161" w:rsidRDefault="00BC7CBB" w:rsidP="00E51161">
      <w:pPr>
        <w:rPr>
          <w:szCs w:val="22"/>
        </w:rPr>
      </w:pPr>
      <w:hyperlink r:id="rId195" w:history="1">
        <w:r w:rsidRPr="001F5753">
          <w:rPr>
            <w:rStyle w:val="Hyperlink"/>
            <w:szCs w:val="22"/>
          </w:rPr>
          <w:t>jav@humanisthme.org</w:t>
        </w:r>
      </w:hyperlink>
      <w:r>
        <w:rPr>
          <w:szCs w:val="22"/>
          <w:u w:val="single"/>
        </w:rPr>
        <w:t xml:space="preserve"> </w:t>
      </w:r>
    </w:p>
    <w:p w14:paraId="4F37A9CB" w14:textId="77777777" w:rsidR="00E51161" w:rsidRPr="00E04D4E" w:rsidRDefault="00E51161" w:rsidP="00E51161">
      <w:pPr>
        <w:rPr>
          <w:szCs w:val="22"/>
          <w:lang w:val="fr-CH"/>
        </w:rPr>
      </w:pPr>
      <w:r w:rsidRPr="00E04D4E">
        <w:rPr>
          <w:szCs w:val="22"/>
          <w:lang w:val="fr-CH"/>
        </w:rPr>
        <w:t xml:space="preserve">Mélanie DEVIENNE (Ms.), </w:t>
      </w:r>
      <w:proofErr w:type="spellStart"/>
      <w:r w:rsidRPr="00E04D4E">
        <w:rPr>
          <w:szCs w:val="22"/>
          <w:lang w:val="fr-CH"/>
        </w:rPr>
        <w:t>Interpreter</w:t>
      </w:r>
      <w:proofErr w:type="spellEnd"/>
      <w:r w:rsidRPr="00E04D4E">
        <w:rPr>
          <w:szCs w:val="22"/>
          <w:lang w:val="fr-CH"/>
        </w:rPr>
        <w:t>, Gaillard</w:t>
      </w:r>
    </w:p>
    <w:p w14:paraId="25799E60" w14:textId="77777777" w:rsidR="00E51161" w:rsidRPr="00E04D4E" w:rsidRDefault="00E51161" w:rsidP="00E51161">
      <w:pPr>
        <w:rPr>
          <w:szCs w:val="22"/>
          <w:lang w:val="fr-CH"/>
        </w:rPr>
      </w:pPr>
      <w:r w:rsidRPr="00E04D4E">
        <w:rPr>
          <w:szCs w:val="22"/>
          <w:lang w:val="fr-CH"/>
        </w:rPr>
        <w:t xml:space="preserve">Laura DIEZ PARDO (Ms.), </w:t>
      </w:r>
      <w:proofErr w:type="spellStart"/>
      <w:r w:rsidRPr="00E04D4E">
        <w:rPr>
          <w:szCs w:val="22"/>
          <w:lang w:val="fr-CH"/>
        </w:rPr>
        <w:t>Interpreter</w:t>
      </w:r>
      <w:proofErr w:type="spellEnd"/>
      <w:r w:rsidRPr="00E04D4E">
        <w:rPr>
          <w:szCs w:val="22"/>
          <w:lang w:val="fr-CH"/>
        </w:rPr>
        <w:t xml:space="preserve">, </w:t>
      </w:r>
      <w:proofErr w:type="spellStart"/>
      <w:r w:rsidRPr="00E04D4E">
        <w:rPr>
          <w:szCs w:val="22"/>
          <w:lang w:val="fr-CH"/>
        </w:rPr>
        <w:t>Torrelodones</w:t>
      </w:r>
      <w:proofErr w:type="spellEnd"/>
    </w:p>
    <w:p w14:paraId="45BD833E" w14:textId="39D3F949" w:rsidR="00E51161" w:rsidRPr="00E04D4E" w:rsidRDefault="00BC7CBB" w:rsidP="00E51161">
      <w:pPr>
        <w:rPr>
          <w:szCs w:val="22"/>
          <w:lang w:val="fr-CH"/>
        </w:rPr>
      </w:pPr>
      <w:hyperlink r:id="rId196" w:history="1">
        <w:r w:rsidRPr="001F5753">
          <w:rPr>
            <w:rStyle w:val="Hyperlink"/>
            <w:szCs w:val="22"/>
            <w:lang w:val="fr-CH"/>
          </w:rPr>
          <w:t>laudipa@gmail.com</w:t>
        </w:r>
      </w:hyperlink>
      <w:r>
        <w:rPr>
          <w:szCs w:val="22"/>
          <w:u w:val="single"/>
          <w:lang w:val="fr-CH"/>
        </w:rPr>
        <w:t xml:space="preserve"> </w:t>
      </w:r>
    </w:p>
    <w:p w14:paraId="1260CE79" w14:textId="77777777" w:rsidR="00E51161" w:rsidRPr="00E04D4E" w:rsidRDefault="00E51161" w:rsidP="00E51161">
      <w:pPr>
        <w:rPr>
          <w:szCs w:val="22"/>
          <w:lang w:val="fr-CH"/>
        </w:rPr>
      </w:pPr>
      <w:r w:rsidRPr="00E04D4E">
        <w:rPr>
          <w:szCs w:val="22"/>
          <w:lang w:val="fr-CH"/>
        </w:rPr>
        <w:t xml:space="preserve">Rosemary HYNES (Ms.), </w:t>
      </w:r>
      <w:proofErr w:type="spellStart"/>
      <w:r w:rsidRPr="00E04D4E">
        <w:rPr>
          <w:szCs w:val="22"/>
          <w:lang w:val="fr-CH"/>
        </w:rPr>
        <w:t>Interpreter</w:t>
      </w:r>
      <w:proofErr w:type="spellEnd"/>
      <w:r w:rsidRPr="00E04D4E">
        <w:rPr>
          <w:szCs w:val="22"/>
          <w:lang w:val="fr-CH"/>
        </w:rPr>
        <w:t xml:space="preserve">, Mont </w:t>
      </w:r>
      <w:proofErr w:type="spellStart"/>
      <w:r w:rsidRPr="00E04D4E">
        <w:rPr>
          <w:szCs w:val="22"/>
          <w:lang w:val="fr-CH"/>
        </w:rPr>
        <w:t>Saxonnex</w:t>
      </w:r>
      <w:proofErr w:type="spellEnd"/>
    </w:p>
    <w:p w14:paraId="26DDAF7B" w14:textId="77777777" w:rsidR="00E51161" w:rsidRPr="00E04D4E" w:rsidRDefault="00E51161" w:rsidP="00E51161">
      <w:pPr>
        <w:rPr>
          <w:szCs w:val="22"/>
          <w:lang w:val="fr-CH"/>
        </w:rPr>
      </w:pPr>
      <w:r w:rsidRPr="00E04D4E">
        <w:rPr>
          <w:szCs w:val="22"/>
          <w:lang w:val="fr-CH"/>
        </w:rPr>
        <w:t xml:space="preserve">Damien LE BRIQUER (Mr.), </w:t>
      </w:r>
      <w:proofErr w:type="spellStart"/>
      <w:r w:rsidRPr="00E04D4E">
        <w:rPr>
          <w:szCs w:val="22"/>
          <w:lang w:val="fr-CH"/>
        </w:rPr>
        <w:t>Interpreter</w:t>
      </w:r>
      <w:proofErr w:type="spellEnd"/>
      <w:r w:rsidRPr="00E04D4E">
        <w:rPr>
          <w:szCs w:val="22"/>
          <w:lang w:val="fr-CH"/>
        </w:rPr>
        <w:t>, Paris</w:t>
      </w:r>
    </w:p>
    <w:p w14:paraId="21A1CC04" w14:textId="14F4C380" w:rsidR="00E51161" w:rsidRPr="00E04D4E" w:rsidRDefault="00BC7CBB" w:rsidP="00E51161">
      <w:pPr>
        <w:rPr>
          <w:szCs w:val="22"/>
          <w:lang w:val="it-IT"/>
        </w:rPr>
      </w:pPr>
      <w:hyperlink r:id="rId197" w:history="1">
        <w:r w:rsidRPr="001F5753">
          <w:rPr>
            <w:rStyle w:val="Hyperlink"/>
            <w:szCs w:val="22"/>
            <w:lang w:val="it-IT"/>
          </w:rPr>
          <w:t>djm.translations@gmail.com</w:t>
        </w:r>
      </w:hyperlink>
      <w:r>
        <w:rPr>
          <w:szCs w:val="22"/>
          <w:u w:val="single"/>
          <w:lang w:val="it-IT"/>
        </w:rPr>
        <w:t xml:space="preserve"> </w:t>
      </w:r>
    </w:p>
    <w:p w14:paraId="7E945B3E" w14:textId="77777777" w:rsidR="00E51161" w:rsidRPr="00BC7CBB" w:rsidRDefault="00E51161" w:rsidP="00E51161">
      <w:pPr>
        <w:rPr>
          <w:szCs w:val="22"/>
          <w:lang w:val="it-IT"/>
        </w:rPr>
      </w:pPr>
      <w:r w:rsidRPr="00BC7CBB">
        <w:rPr>
          <w:szCs w:val="22"/>
          <w:lang w:val="it-IT"/>
        </w:rPr>
        <w:t>Alba MADERO ROYO (Ms.), Spanish Interpreter, Madrid</w:t>
      </w:r>
    </w:p>
    <w:p w14:paraId="1C7D4BCB" w14:textId="77262EC4" w:rsidR="00E51161" w:rsidRPr="00BC7CBB" w:rsidRDefault="00BC7CBB" w:rsidP="00E51161">
      <w:pPr>
        <w:rPr>
          <w:szCs w:val="22"/>
          <w:lang w:val="it-IT"/>
        </w:rPr>
      </w:pPr>
      <w:r>
        <w:rPr>
          <w:szCs w:val="22"/>
          <w:u w:val="single"/>
        </w:rPr>
        <w:fldChar w:fldCharType="begin"/>
      </w:r>
      <w:r w:rsidRPr="00BC7CBB">
        <w:rPr>
          <w:szCs w:val="22"/>
          <w:u w:val="single"/>
          <w:lang w:val="it-IT"/>
        </w:rPr>
        <w:instrText>HYPERLINK "mailto:</w:instrText>
      </w:r>
      <w:r w:rsidRPr="00BC7CBB">
        <w:rPr>
          <w:szCs w:val="22"/>
          <w:u w:val="single"/>
          <w:lang w:val="it-IT"/>
        </w:rPr>
        <w:instrText>albamaderoroyo@gmail.com</w:instrText>
      </w:r>
      <w:r w:rsidRPr="00BC7CBB">
        <w:rPr>
          <w:szCs w:val="22"/>
          <w:u w:val="single"/>
          <w:lang w:val="it-IT"/>
        </w:rPr>
        <w:instrText>"</w:instrText>
      </w:r>
      <w:r>
        <w:rPr>
          <w:szCs w:val="22"/>
          <w:u w:val="single"/>
        </w:rPr>
        <w:fldChar w:fldCharType="separate"/>
      </w:r>
      <w:r w:rsidRPr="00BC7CBB">
        <w:rPr>
          <w:rStyle w:val="Hyperlink"/>
          <w:szCs w:val="22"/>
          <w:lang w:val="it-IT"/>
        </w:rPr>
        <w:t>albamaderoroyo@gmail.com</w:t>
      </w:r>
      <w:r>
        <w:rPr>
          <w:szCs w:val="22"/>
          <w:u w:val="single"/>
        </w:rPr>
        <w:fldChar w:fldCharType="end"/>
      </w:r>
      <w:r w:rsidRPr="00BC7CBB">
        <w:rPr>
          <w:szCs w:val="22"/>
          <w:u w:val="single"/>
          <w:lang w:val="it-IT"/>
        </w:rPr>
        <w:t xml:space="preserve"> </w:t>
      </w:r>
    </w:p>
    <w:p w14:paraId="37CA05B3" w14:textId="77777777" w:rsidR="00BC7CBB" w:rsidRPr="00BC7CBB" w:rsidRDefault="00BC7CBB" w:rsidP="00BC7CBB">
      <w:pPr>
        <w:rPr>
          <w:szCs w:val="22"/>
          <w:lang w:val="it-IT"/>
        </w:rPr>
      </w:pPr>
      <w:r w:rsidRPr="00BC7CBB">
        <w:rPr>
          <w:szCs w:val="22"/>
          <w:lang w:val="it-IT"/>
        </w:rPr>
        <w:t>Rami CASEY (Mr.), Intern, Geneva</w:t>
      </w:r>
    </w:p>
    <w:p w14:paraId="5C4976D2" w14:textId="77777777" w:rsidR="00BC7CBB" w:rsidRPr="00BC7CBB" w:rsidRDefault="00BC7CBB" w:rsidP="00BC7CBB">
      <w:pPr>
        <w:rPr>
          <w:szCs w:val="22"/>
          <w:lang w:val="it-IT"/>
        </w:rPr>
      </w:pPr>
      <w:r>
        <w:rPr>
          <w:szCs w:val="22"/>
          <w:u w:val="single"/>
          <w:lang w:val="fr-CH"/>
        </w:rPr>
        <w:fldChar w:fldCharType="begin"/>
      </w:r>
      <w:r w:rsidRPr="00BC7CBB">
        <w:rPr>
          <w:szCs w:val="22"/>
          <w:u w:val="single"/>
          <w:lang w:val="it-IT"/>
        </w:rPr>
        <w:instrText>HYPERLINK "mailto:ramicasey@gmail.com"</w:instrText>
      </w:r>
      <w:r>
        <w:rPr>
          <w:szCs w:val="22"/>
          <w:u w:val="single"/>
          <w:lang w:val="fr-CH"/>
        </w:rPr>
        <w:fldChar w:fldCharType="separate"/>
      </w:r>
      <w:r w:rsidRPr="00BC7CBB">
        <w:rPr>
          <w:rStyle w:val="Hyperlink"/>
          <w:szCs w:val="22"/>
          <w:lang w:val="it-IT"/>
        </w:rPr>
        <w:t>ramicasey@gmail.com</w:t>
      </w:r>
      <w:r>
        <w:rPr>
          <w:szCs w:val="22"/>
          <w:u w:val="single"/>
          <w:lang w:val="fr-CH"/>
        </w:rPr>
        <w:fldChar w:fldCharType="end"/>
      </w:r>
      <w:r w:rsidRPr="00BC7CBB">
        <w:rPr>
          <w:szCs w:val="22"/>
          <w:u w:val="single"/>
          <w:lang w:val="it-IT"/>
        </w:rPr>
        <w:t xml:space="preserve"> </w:t>
      </w:r>
    </w:p>
    <w:p w14:paraId="12B06AFC" w14:textId="77777777" w:rsidR="00BC7CBB" w:rsidRPr="00E04D4E" w:rsidRDefault="00BC7CBB" w:rsidP="00BC7CBB">
      <w:pPr>
        <w:rPr>
          <w:szCs w:val="22"/>
          <w:lang w:val="it-IT"/>
        </w:rPr>
      </w:pPr>
      <w:r w:rsidRPr="00E04D4E">
        <w:rPr>
          <w:szCs w:val="22"/>
          <w:lang w:val="it-IT"/>
        </w:rPr>
        <w:t>Alessandra MACRI (Ms.), Volunteer, Geneva</w:t>
      </w:r>
    </w:p>
    <w:p w14:paraId="1504F188" w14:textId="71B35088" w:rsidR="00BC7CBB" w:rsidRDefault="00BC7CBB" w:rsidP="00BC7CBB">
      <w:pPr>
        <w:rPr>
          <w:szCs w:val="22"/>
        </w:rPr>
      </w:pPr>
      <w:r>
        <w:rPr>
          <w:szCs w:val="22"/>
          <w:u w:val="single"/>
        </w:rPr>
        <w:fldChar w:fldCharType="begin"/>
      </w:r>
      <w:r>
        <w:rPr>
          <w:szCs w:val="22"/>
          <w:u w:val="single"/>
        </w:rPr>
        <w:instrText>HYPERLINK "mailto:</w:instrText>
      </w:r>
      <w:r>
        <w:rPr>
          <w:szCs w:val="22"/>
          <w:u w:val="single"/>
        </w:rPr>
        <w:instrText>alessandramacri2am@gmail.com</w:instrText>
      </w:r>
      <w:r>
        <w:rPr>
          <w:szCs w:val="22"/>
          <w:u w:val="single"/>
        </w:rPr>
        <w:instrText>"</w:instrText>
      </w:r>
      <w:r>
        <w:rPr>
          <w:szCs w:val="22"/>
          <w:u w:val="single"/>
        </w:rPr>
        <w:fldChar w:fldCharType="separate"/>
      </w:r>
      <w:r w:rsidRPr="001F5753">
        <w:rPr>
          <w:rStyle w:val="Hyperlink"/>
          <w:szCs w:val="22"/>
        </w:rPr>
        <w:t>alessandramacri2am@gmail.com</w:t>
      </w:r>
      <w:r>
        <w:rPr>
          <w:szCs w:val="22"/>
          <w:u w:val="single"/>
        </w:rPr>
        <w:fldChar w:fldCharType="end"/>
      </w:r>
      <w:r>
        <w:rPr>
          <w:szCs w:val="22"/>
          <w:u w:val="single"/>
        </w:rPr>
        <w:t xml:space="preserve"> </w:t>
      </w:r>
    </w:p>
    <w:p w14:paraId="07DB706A" w14:textId="77777777" w:rsidR="00E51161" w:rsidRDefault="00E51161" w:rsidP="00E51161">
      <w:pPr>
        <w:rPr>
          <w:szCs w:val="22"/>
        </w:rPr>
      </w:pPr>
    </w:p>
    <w:p w14:paraId="08743B1F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China Trademark Association (CTA) </w:t>
      </w:r>
    </w:p>
    <w:p w14:paraId="7DEC9195" w14:textId="77777777" w:rsidR="00E51161" w:rsidRDefault="00E51161" w:rsidP="00E51161">
      <w:pPr>
        <w:rPr>
          <w:szCs w:val="22"/>
        </w:rPr>
      </w:pPr>
      <w:r>
        <w:rPr>
          <w:szCs w:val="22"/>
        </w:rPr>
        <w:t>Yuke DUAN (Mr.), Staff, Membership Department, Beijing</w:t>
      </w:r>
    </w:p>
    <w:p w14:paraId="779A0C1E" w14:textId="77777777" w:rsidR="00E51161" w:rsidRDefault="00E51161" w:rsidP="00E51161">
      <w:pPr>
        <w:rPr>
          <w:szCs w:val="22"/>
        </w:rPr>
      </w:pPr>
      <w:proofErr w:type="spellStart"/>
      <w:r>
        <w:rPr>
          <w:szCs w:val="22"/>
        </w:rPr>
        <w:t>Yuning</w:t>
      </w:r>
      <w:proofErr w:type="spellEnd"/>
      <w:r>
        <w:rPr>
          <w:szCs w:val="22"/>
        </w:rPr>
        <w:t xml:space="preserve"> ZHANG (Mr.), Deputy Secretary-General, Membership Department, Beijing</w:t>
      </w:r>
    </w:p>
    <w:p w14:paraId="6BCFD900" w14:textId="77777777" w:rsidR="00E51161" w:rsidRDefault="00E51161" w:rsidP="00E51161">
      <w:pPr>
        <w:rPr>
          <w:szCs w:val="22"/>
        </w:rPr>
      </w:pPr>
    </w:p>
    <w:p w14:paraId="1FC4C9D1" w14:textId="77777777" w:rsidR="00E51161" w:rsidRPr="00E04D4E" w:rsidRDefault="00E51161" w:rsidP="00E51161">
      <w:pPr>
        <w:rPr>
          <w:szCs w:val="22"/>
          <w:u w:val="single"/>
          <w:lang w:val="es-ES"/>
        </w:rPr>
      </w:pPr>
      <w:r w:rsidRPr="00E04D4E">
        <w:rPr>
          <w:szCs w:val="22"/>
          <w:u w:val="single"/>
          <w:lang w:val="es-ES"/>
        </w:rPr>
        <w:t xml:space="preserve">Comisión Jurídica para el Autodesarrollo de los Pueblos Originarios Andinos (CAPAJ) </w:t>
      </w:r>
    </w:p>
    <w:p w14:paraId="34C75731" w14:textId="3219AA74" w:rsidR="00E51161" w:rsidRPr="00E04D4E" w:rsidRDefault="00E51161" w:rsidP="00E51161">
      <w:pPr>
        <w:rPr>
          <w:szCs w:val="22"/>
          <w:lang w:val="es-ES"/>
        </w:rPr>
      </w:pPr>
      <w:r w:rsidRPr="00E04D4E">
        <w:rPr>
          <w:szCs w:val="22"/>
          <w:lang w:val="es-ES"/>
        </w:rPr>
        <w:t>Violeta FONSECA (</w:t>
      </w:r>
      <w:r w:rsidR="006229AA">
        <w:rPr>
          <w:szCs w:val="22"/>
          <w:lang w:val="es-ES"/>
        </w:rPr>
        <w:t>Sra</w:t>
      </w:r>
      <w:r w:rsidRPr="00E04D4E">
        <w:rPr>
          <w:szCs w:val="22"/>
          <w:lang w:val="es-ES"/>
        </w:rPr>
        <w:t xml:space="preserve">.), </w:t>
      </w:r>
      <w:proofErr w:type="gramStart"/>
      <w:r w:rsidRPr="00E04D4E">
        <w:rPr>
          <w:szCs w:val="22"/>
          <w:lang w:val="es-ES"/>
        </w:rPr>
        <w:t>Delegada</w:t>
      </w:r>
      <w:proofErr w:type="gramEnd"/>
      <w:r w:rsidRPr="00E04D4E">
        <w:rPr>
          <w:szCs w:val="22"/>
          <w:lang w:val="es-ES"/>
        </w:rPr>
        <w:t>, Ginebra</w:t>
      </w:r>
    </w:p>
    <w:p w14:paraId="5E68D0AF" w14:textId="5437372F" w:rsidR="00E51161" w:rsidRPr="00E04D4E" w:rsidRDefault="006229AA" w:rsidP="00E51161">
      <w:pPr>
        <w:rPr>
          <w:szCs w:val="22"/>
          <w:lang w:val="es-ES"/>
        </w:rPr>
      </w:pPr>
      <w:hyperlink r:id="rId198" w:history="1">
        <w:r w:rsidRPr="001F5753">
          <w:rPr>
            <w:rStyle w:val="Hyperlink"/>
            <w:szCs w:val="22"/>
            <w:lang w:val="es-ES"/>
          </w:rPr>
          <w:t>violetafonsecaocampos@gmail.com</w:t>
        </w:r>
      </w:hyperlink>
      <w:r>
        <w:rPr>
          <w:szCs w:val="22"/>
          <w:u w:val="single"/>
          <w:lang w:val="es-ES"/>
        </w:rPr>
        <w:t xml:space="preserve"> </w:t>
      </w:r>
    </w:p>
    <w:p w14:paraId="761ABA43" w14:textId="3848E4CD" w:rsidR="00E51161" w:rsidRPr="00E04D4E" w:rsidRDefault="00E51161" w:rsidP="00E51161">
      <w:pPr>
        <w:rPr>
          <w:szCs w:val="22"/>
          <w:lang w:val="es-ES"/>
        </w:rPr>
      </w:pPr>
      <w:r w:rsidRPr="00E04D4E">
        <w:rPr>
          <w:szCs w:val="22"/>
          <w:lang w:val="es-ES"/>
        </w:rPr>
        <w:t>Ixchel GIL (</w:t>
      </w:r>
      <w:r w:rsidR="006229AA">
        <w:rPr>
          <w:szCs w:val="22"/>
          <w:lang w:val="es-ES"/>
        </w:rPr>
        <w:t>Sra</w:t>
      </w:r>
      <w:r w:rsidRPr="00E04D4E">
        <w:rPr>
          <w:szCs w:val="22"/>
          <w:lang w:val="es-ES"/>
        </w:rPr>
        <w:t xml:space="preserve">.), </w:t>
      </w:r>
      <w:proofErr w:type="gramStart"/>
      <w:r w:rsidRPr="00E04D4E">
        <w:rPr>
          <w:szCs w:val="22"/>
          <w:lang w:val="es-ES"/>
        </w:rPr>
        <w:t>Delegada</w:t>
      </w:r>
      <w:proofErr w:type="gramEnd"/>
      <w:r w:rsidRPr="00E04D4E">
        <w:rPr>
          <w:szCs w:val="22"/>
          <w:lang w:val="es-ES"/>
        </w:rPr>
        <w:t>, Berna</w:t>
      </w:r>
    </w:p>
    <w:p w14:paraId="7A68A3BB" w14:textId="014DF7FD" w:rsidR="00E51161" w:rsidRPr="00E04D4E" w:rsidRDefault="006229AA" w:rsidP="00E51161">
      <w:pPr>
        <w:rPr>
          <w:szCs w:val="22"/>
          <w:lang w:val="es-ES"/>
        </w:rPr>
      </w:pPr>
      <w:hyperlink r:id="rId199" w:history="1">
        <w:r w:rsidRPr="001F5753">
          <w:rPr>
            <w:rStyle w:val="Hyperlink"/>
            <w:szCs w:val="22"/>
            <w:lang w:val="es-ES"/>
          </w:rPr>
          <w:t>ixchel.gil@gmail.com</w:t>
        </w:r>
      </w:hyperlink>
      <w:r>
        <w:rPr>
          <w:szCs w:val="22"/>
          <w:u w:val="single"/>
          <w:lang w:val="es-ES"/>
        </w:rPr>
        <w:t xml:space="preserve"> </w:t>
      </w:r>
    </w:p>
    <w:p w14:paraId="1B5E45D5" w14:textId="77777777" w:rsidR="00E51161" w:rsidRPr="00E04D4E" w:rsidRDefault="00E51161" w:rsidP="00E51161">
      <w:pPr>
        <w:rPr>
          <w:szCs w:val="22"/>
          <w:lang w:val="es-ES"/>
        </w:rPr>
      </w:pPr>
    </w:p>
    <w:p w14:paraId="0AA9AA77" w14:textId="77777777" w:rsidR="00E51161" w:rsidRPr="00E04D4E" w:rsidRDefault="00E51161" w:rsidP="00E51161">
      <w:pPr>
        <w:rPr>
          <w:szCs w:val="22"/>
          <w:u w:val="single"/>
          <w:lang w:val="es-ES"/>
        </w:rPr>
      </w:pPr>
      <w:r w:rsidRPr="00E04D4E">
        <w:rPr>
          <w:szCs w:val="22"/>
          <w:u w:val="single"/>
          <w:lang w:val="es-ES"/>
        </w:rPr>
        <w:t xml:space="preserve">ECOHUMANITA </w:t>
      </w:r>
    </w:p>
    <w:p w14:paraId="737B86B1" w14:textId="5515760C" w:rsidR="00E51161" w:rsidRPr="00E04D4E" w:rsidRDefault="00E51161" w:rsidP="00E51161">
      <w:pPr>
        <w:rPr>
          <w:szCs w:val="22"/>
          <w:lang w:val="es-ES"/>
        </w:rPr>
      </w:pPr>
      <w:r w:rsidRPr="00E04D4E">
        <w:rPr>
          <w:szCs w:val="22"/>
          <w:lang w:val="es-ES"/>
        </w:rPr>
        <w:t>Jessica FORERO (</w:t>
      </w:r>
      <w:r w:rsidR="00395DCB">
        <w:rPr>
          <w:szCs w:val="22"/>
          <w:lang w:val="es-ES"/>
        </w:rPr>
        <w:t>Sra</w:t>
      </w:r>
      <w:r w:rsidRPr="00E04D4E">
        <w:rPr>
          <w:szCs w:val="22"/>
          <w:lang w:val="es-ES"/>
        </w:rPr>
        <w:t xml:space="preserve">.), </w:t>
      </w:r>
      <w:proofErr w:type="gramStart"/>
      <w:r w:rsidRPr="00E04D4E">
        <w:rPr>
          <w:szCs w:val="22"/>
          <w:lang w:val="es-ES"/>
        </w:rPr>
        <w:t>Directora</w:t>
      </w:r>
      <w:proofErr w:type="gramEnd"/>
      <w:r w:rsidRPr="00E04D4E">
        <w:rPr>
          <w:szCs w:val="22"/>
          <w:lang w:val="es-ES"/>
        </w:rPr>
        <w:t>, Ginebra</w:t>
      </w:r>
    </w:p>
    <w:p w14:paraId="64EB3447" w14:textId="79AF99A8" w:rsidR="00E51161" w:rsidRPr="00E04D4E" w:rsidRDefault="00B75F2E" w:rsidP="00E51161">
      <w:pPr>
        <w:rPr>
          <w:szCs w:val="22"/>
          <w:lang w:val="es-ES"/>
        </w:rPr>
      </w:pPr>
      <w:hyperlink r:id="rId200" w:history="1">
        <w:r w:rsidRPr="001F5753">
          <w:rPr>
            <w:rStyle w:val="Hyperlink"/>
            <w:szCs w:val="22"/>
            <w:lang w:val="es-ES"/>
          </w:rPr>
          <w:t>j.forero@ecohumanita.ch</w:t>
        </w:r>
      </w:hyperlink>
      <w:r>
        <w:rPr>
          <w:szCs w:val="22"/>
          <w:u w:val="single"/>
          <w:lang w:val="es-ES"/>
        </w:rPr>
        <w:t xml:space="preserve"> </w:t>
      </w:r>
    </w:p>
    <w:p w14:paraId="2E416AED" w14:textId="2DCD97A1" w:rsidR="00E51161" w:rsidRPr="00E04D4E" w:rsidRDefault="00E51161" w:rsidP="00E51161">
      <w:pPr>
        <w:rPr>
          <w:szCs w:val="22"/>
          <w:lang w:val="es-ES"/>
        </w:rPr>
      </w:pPr>
      <w:r w:rsidRPr="00E04D4E">
        <w:rPr>
          <w:szCs w:val="22"/>
          <w:lang w:val="es-ES"/>
        </w:rPr>
        <w:t>Carmen Maria GIL (</w:t>
      </w:r>
      <w:r w:rsidR="00395DCB">
        <w:rPr>
          <w:szCs w:val="22"/>
          <w:lang w:val="es-ES"/>
        </w:rPr>
        <w:t>Sra</w:t>
      </w:r>
      <w:r w:rsidRPr="00E04D4E">
        <w:rPr>
          <w:szCs w:val="22"/>
          <w:lang w:val="es-ES"/>
        </w:rPr>
        <w:t>.), Experta, Ginebra</w:t>
      </w:r>
    </w:p>
    <w:p w14:paraId="1EAFC57D" w14:textId="52D07142" w:rsidR="00E51161" w:rsidRPr="00E04D4E" w:rsidRDefault="00B75F2E" w:rsidP="00E51161">
      <w:pPr>
        <w:rPr>
          <w:szCs w:val="22"/>
          <w:lang w:val="es-ES"/>
        </w:rPr>
      </w:pPr>
      <w:hyperlink r:id="rId201" w:history="1">
        <w:r w:rsidRPr="001F5753">
          <w:rPr>
            <w:rStyle w:val="Hyperlink"/>
            <w:szCs w:val="22"/>
            <w:lang w:val="es-ES"/>
          </w:rPr>
          <w:t>c.gil@ecohumanita.ch</w:t>
        </w:r>
      </w:hyperlink>
      <w:r>
        <w:rPr>
          <w:szCs w:val="22"/>
          <w:u w:val="single"/>
          <w:lang w:val="es-ES"/>
        </w:rPr>
        <w:t xml:space="preserve"> </w:t>
      </w:r>
    </w:p>
    <w:p w14:paraId="58381983" w14:textId="5AC77D7E" w:rsidR="00E51161" w:rsidRPr="00E04D4E" w:rsidRDefault="00E51161" w:rsidP="00E51161">
      <w:pPr>
        <w:rPr>
          <w:szCs w:val="22"/>
          <w:lang w:val="es-ES"/>
        </w:rPr>
      </w:pPr>
      <w:proofErr w:type="spellStart"/>
      <w:r w:rsidRPr="00E04D4E">
        <w:rPr>
          <w:szCs w:val="22"/>
          <w:lang w:val="es-ES"/>
        </w:rPr>
        <w:t>Olnar</w:t>
      </w:r>
      <w:proofErr w:type="spellEnd"/>
      <w:r w:rsidRPr="00E04D4E">
        <w:rPr>
          <w:szCs w:val="22"/>
          <w:lang w:val="es-ES"/>
        </w:rPr>
        <w:t xml:space="preserve"> ORTIZ (</w:t>
      </w:r>
      <w:r w:rsidR="00395DCB">
        <w:rPr>
          <w:szCs w:val="22"/>
          <w:lang w:val="es-ES"/>
        </w:rPr>
        <w:t>S</w:t>
      </w:r>
      <w:r w:rsidRPr="00E04D4E">
        <w:rPr>
          <w:szCs w:val="22"/>
          <w:lang w:val="es-ES"/>
        </w:rPr>
        <w:t>r.), Experto, Legal, Ginebra</w:t>
      </w:r>
    </w:p>
    <w:p w14:paraId="7B378CE7" w14:textId="3C48C42B" w:rsidR="00E51161" w:rsidRPr="00E04D4E" w:rsidRDefault="00B75F2E" w:rsidP="00E51161">
      <w:pPr>
        <w:rPr>
          <w:szCs w:val="22"/>
          <w:lang w:val="es-ES"/>
        </w:rPr>
      </w:pPr>
      <w:hyperlink r:id="rId202" w:history="1">
        <w:r w:rsidRPr="001F5753">
          <w:rPr>
            <w:rStyle w:val="Hyperlink"/>
            <w:szCs w:val="22"/>
            <w:lang w:val="es-ES"/>
          </w:rPr>
          <w:t>projet@ecohumanita.ch</w:t>
        </w:r>
      </w:hyperlink>
      <w:r>
        <w:rPr>
          <w:szCs w:val="22"/>
          <w:u w:val="single"/>
          <w:lang w:val="es-ES"/>
        </w:rPr>
        <w:t xml:space="preserve"> </w:t>
      </w:r>
    </w:p>
    <w:p w14:paraId="1D2583B7" w14:textId="133A0505" w:rsidR="00E51161" w:rsidRPr="00E04D4E" w:rsidRDefault="00E51161" w:rsidP="00E51161">
      <w:pPr>
        <w:rPr>
          <w:szCs w:val="22"/>
          <w:lang w:val="es-ES"/>
        </w:rPr>
      </w:pPr>
      <w:proofErr w:type="spellStart"/>
      <w:r w:rsidRPr="00E04D4E">
        <w:rPr>
          <w:szCs w:val="22"/>
          <w:lang w:val="es-ES"/>
        </w:rPr>
        <w:t>Enma</w:t>
      </w:r>
      <w:proofErr w:type="spellEnd"/>
      <w:r w:rsidRPr="00E04D4E">
        <w:rPr>
          <w:szCs w:val="22"/>
          <w:lang w:val="es-ES"/>
        </w:rPr>
        <w:t xml:space="preserve"> Fabiola SÁNCHEZ FARINANGO (</w:t>
      </w:r>
      <w:r w:rsidR="00395DCB">
        <w:rPr>
          <w:szCs w:val="22"/>
          <w:lang w:val="es-ES"/>
        </w:rPr>
        <w:t>Sra</w:t>
      </w:r>
      <w:r w:rsidRPr="00E04D4E">
        <w:rPr>
          <w:szCs w:val="22"/>
          <w:lang w:val="es-ES"/>
        </w:rPr>
        <w:t>.), Experta Asociada, Ginebra</w:t>
      </w:r>
    </w:p>
    <w:p w14:paraId="433AB874" w14:textId="0E3F9822" w:rsidR="00E51161" w:rsidRPr="00E04D4E" w:rsidRDefault="00B75F2E" w:rsidP="00E51161">
      <w:pPr>
        <w:rPr>
          <w:szCs w:val="22"/>
          <w:lang w:val="es-ES"/>
        </w:rPr>
      </w:pPr>
      <w:hyperlink r:id="rId203" w:history="1">
        <w:r w:rsidRPr="001F5753">
          <w:rPr>
            <w:rStyle w:val="Hyperlink"/>
            <w:szCs w:val="22"/>
            <w:lang w:val="es-ES"/>
          </w:rPr>
          <w:t>fabyforever1987@yahoo.es</w:t>
        </w:r>
      </w:hyperlink>
      <w:r>
        <w:rPr>
          <w:szCs w:val="22"/>
          <w:u w:val="single"/>
          <w:lang w:val="es-ES"/>
        </w:rPr>
        <w:t xml:space="preserve"> </w:t>
      </w:r>
    </w:p>
    <w:p w14:paraId="3EC32417" w14:textId="77777777" w:rsidR="00E51161" w:rsidRPr="00E04D4E" w:rsidRDefault="00E51161" w:rsidP="00E51161">
      <w:pPr>
        <w:rPr>
          <w:szCs w:val="22"/>
          <w:lang w:val="es-ES"/>
        </w:rPr>
      </w:pPr>
    </w:p>
    <w:p w14:paraId="5F4C5A0C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Elders Council of the Shor People </w:t>
      </w:r>
    </w:p>
    <w:p w14:paraId="78911318" w14:textId="77777777" w:rsidR="00E51161" w:rsidRDefault="00E51161" w:rsidP="00E51161">
      <w:pPr>
        <w:rPr>
          <w:szCs w:val="22"/>
        </w:rPr>
      </w:pPr>
      <w:r>
        <w:rPr>
          <w:szCs w:val="22"/>
        </w:rPr>
        <w:t>Anna SINKEVICH (Ms.), Expert, Krasnoyarsk</w:t>
      </w:r>
    </w:p>
    <w:p w14:paraId="70967BF2" w14:textId="77777777" w:rsidR="00E51161" w:rsidRDefault="00E51161" w:rsidP="00E51161">
      <w:pPr>
        <w:rPr>
          <w:szCs w:val="22"/>
        </w:rPr>
      </w:pPr>
      <w:r>
        <w:rPr>
          <w:szCs w:val="22"/>
        </w:rPr>
        <w:t xml:space="preserve">Natalia TSVILIKOVA (Ms.), Member, </w:t>
      </w:r>
      <w:proofErr w:type="spellStart"/>
      <w:r>
        <w:rPr>
          <w:szCs w:val="22"/>
        </w:rPr>
        <w:t>Tashtagol</w:t>
      </w:r>
      <w:proofErr w:type="spellEnd"/>
    </w:p>
    <w:p w14:paraId="581DF969" w14:textId="6EB1D8E4" w:rsidR="00E51161" w:rsidRDefault="00B60B25" w:rsidP="00E51161">
      <w:pPr>
        <w:rPr>
          <w:szCs w:val="22"/>
        </w:rPr>
      </w:pPr>
      <w:hyperlink r:id="rId204" w:history="1">
        <w:r w:rsidRPr="001F5753">
          <w:rPr>
            <w:rStyle w:val="Hyperlink"/>
            <w:szCs w:val="22"/>
          </w:rPr>
          <w:t>shulnatasha@yandex.ru</w:t>
        </w:r>
      </w:hyperlink>
      <w:r>
        <w:rPr>
          <w:szCs w:val="22"/>
          <w:u w:val="single"/>
        </w:rPr>
        <w:t xml:space="preserve"> </w:t>
      </w:r>
    </w:p>
    <w:p w14:paraId="10F60CC9" w14:textId="77777777" w:rsidR="00E51161" w:rsidRDefault="00E51161" w:rsidP="00E51161">
      <w:pPr>
        <w:rPr>
          <w:szCs w:val="22"/>
        </w:rPr>
      </w:pPr>
    </w:p>
    <w:p w14:paraId="4A55341D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European Seed Association (ESA) </w:t>
      </w:r>
    </w:p>
    <w:p w14:paraId="106BD764" w14:textId="77777777" w:rsidR="00E51161" w:rsidRDefault="00E51161" w:rsidP="00E51161">
      <w:pPr>
        <w:rPr>
          <w:szCs w:val="22"/>
        </w:rPr>
      </w:pPr>
      <w:r>
        <w:rPr>
          <w:szCs w:val="22"/>
        </w:rPr>
        <w:t>Federico PISANI (Mr.), Manager, Plant Genetic Resources, Brussels</w:t>
      </w:r>
    </w:p>
    <w:p w14:paraId="1432DB4B" w14:textId="33FD9AE4" w:rsidR="00E51161" w:rsidRPr="00E04D4E" w:rsidRDefault="00B60B25" w:rsidP="00E51161">
      <w:pPr>
        <w:rPr>
          <w:szCs w:val="22"/>
          <w:lang w:val="fr-CH"/>
        </w:rPr>
      </w:pPr>
      <w:hyperlink r:id="rId205" w:history="1">
        <w:r w:rsidRPr="001F5753">
          <w:rPr>
            <w:rStyle w:val="Hyperlink"/>
            <w:szCs w:val="22"/>
            <w:lang w:val="fr-CH"/>
          </w:rPr>
          <w:t>federicopisani@euroseeds.e</w:t>
        </w:r>
        <w:r w:rsidRPr="001F5753">
          <w:rPr>
            <w:rStyle w:val="Hyperlink"/>
            <w:szCs w:val="22"/>
            <w:lang w:val="fr-CH"/>
          </w:rPr>
          <w:t>u</w:t>
        </w:r>
      </w:hyperlink>
      <w:r>
        <w:rPr>
          <w:szCs w:val="22"/>
          <w:u w:val="single"/>
          <w:lang w:val="fr-CH"/>
        </w:rPr>
        <w:t xml:space="preserve"> </w:t>
      </w:r>
    </w:p>
    <w:p w14:paraId="7E13760D" w14:textId="77777777" w:rsidR="00E51161" w:rsidRPr="00E04D4E" w:rsidRDefault="00E51161" w:rsidP="00E51161">
      <w:pPr>
        <w:rPr>
          <w:szCs w:val="22"/>
          <w:lang w:val="fr-CH"/>
        </w:rPr>
      </w:pPr>
    </w:p>
    <w:p w14:paraId="4BA4DE90" w14:textId="77777777" w:rsidR="00E51161" w:rsidRPr="00E04D4E" w:rsidRDefault="00E51161" w:rsidP="00E51161">
      <w:pPr>
        <w:rPr>
          <w:szCs w:val="22"/>
          <w:u w:val="single"/>
          <w:lang w:val="fr-CH"/>
        </w:rPr>
      </w:pPr>
      <w:r w:rsidRPr="00E04D4E">
        <w:rPr>
          <w:szCs w:val="22"/>
          <w:u w:val="single"/>
          <w:lang w:val="fr-CH"/>
        </w:rPr>
        <w:t xml:space="preserve">Fédération internationale de l'industrie du médicament (FIIM)/International </w:t>
      </w:r>
      <w:proofErr w:type="spellStart"/>
      <w:r w:rsidRPr="00E04D4E">
        <w:rPr>
          <w:szCs w:val="22"/>
          <w:u w:val="single"/>
          <w:lang w:val="fr-CH"/>
        </w:rPr>
        <w:t>Federation</w:t>
      </w:r>
      <w:proofErr w:type="spellEnd"/>
      <w:r w:rsidRPr="00E04D4E">
        <w:rPr>
          <w:szCs w:val="22"/>
          <w:u w:val="single"/>
          <w:lang w:val="fr-CH"/>
        </w:rPr>
        <w:t xml:space="preserve"> of Pharmaceutical </w:t>
      </w:r>
      <w:proofErr w:type="spellStart"/>
      <w:r w:rsidRPr="00E04D4E">
        <w:rPr>
          <w:szCs w:val="22"/>
          <w:u w:val="single"/>
          <w:lang w:val="fr-CH"/>
        </w:rPr>
        <w:t>Manufacturers</w:t>
      </w:r>
      <w:proofErr w:type="spellEnd"/>
      <w:r w:rsidRPr="00E04D4E">
        <w:rPr>
          <w:szCs w:val="22"/>
          <w:u w:val="single"/>
          <w:lang w:val="fr-CH"/>
        </w:rPr>
        <w:t xml:space="preserve"> Associations (IFPMA) </w:t>
      </w:r>
    </w:p>
    <w:p w14:paraId="5060B7ED" w14:textId="77777777" w:rsidR="00E51161" w:rsidRDefault="00E51161" w:rsidP="00E51161">
      <w:pPr>
        <w:rPr>
          <w:szCs w:val="22"/>
        </w:rPr>
      </w:pPr>
      <w:r>
        <w:rPr>
          <w:szCs w:val="22"/>
        </w:rPr>
        <w:t>Komal KALHA (Ms.), Deputy Director, Intellectual Property and Trade, Geneva</w:t>
      </w:r>
    </w:p>
    <w:p w14:paraId="297CE706" w14:textId="1850E1E2" w:rsidR="00E51161" w:rsidRDefault="00100089" w:rsidP="00E51161">
      <w:pPr>
        <w:rPr>
          <w:szCs w:val="22"/>
          <w:u w:val="single"/>
        </w:rPr>
      </w:pPr>
      <w:hyperlink r:id="rId206" w:history="1">
        <w:r w:rsidRPr="001F5753">
          <w:rPr>
            <w:rStyle w:val="Hyperlink"/>
            <w:szCs w:val="22"/>
          </w:rPr>
          <w:t>k.kalha@ifpma.org</w:t>
        </w:r>
      </w:hyperlink>
      <w:r>
        <w:rPr>
          <w:szCs w:val="22"/>
          <w:u w:val="single"/>
        </w:rPr>
        <w:t xml:space="preserve"> </w:t>
      </w:r>
    </w:p>
    <w:p w14:paraId="30EFDECC" w14:textId="77777777" w:rsidR="00100089" w:rsidRDefault="00100089" w:rsidP="00E51161">
      <w:pPr>
        <w:rPr>
          <w:szCs w:val="22"/>
        </w:rPr>
      </w:pPr>
    </w:p>
    <w:p w14:paraId="1BC9D4C2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Foundation for Aboriginal and Islander Research Action (FAIRA) </w:t>
      </w:r>
    </w:p>
    <w:p w14:paraId="7E7AD588" w14:textId="77777777" w:rsidR="00892016" w:rsidRDefault="00892016" w:rsidP="00892016">
      <w:pPr>
        <w:rPr>
          <w:szCs w:val="22"/>
        </w:rPr>
      </w:pPr>
      <w:r>
        <w:rPr>
          <w:szCs w:val="22"/>
        </w:rPr>
        <w:t>Les MALEZER (Mr.), Delegate, International Affairs, Brisbane</w:t>
      </w:r>
    </w:p>
    <w:p w14:paraId="495EC767" w14:textId="77777777" w:rsidR="00892016" w:rsidRDefault="00892016" w:rsidP="00892016">
      <w:hyperlink r:id="rId207">
        <w:r w:rsidRPr="410DE472">
          <w:rPr>
            <w:rStyle w:val="Hyperlink"/>
          </w:rPr>
          <w:t>les.malezer@gmail.com</w:t>
        </w:r>
      </w:hyperlink>
    </w:p>
    <w:p w14:paraId="2EA82402" w14:textId="74F5DB0C" w:rsidR="00E51161" w:rsidRDefault="00E51161" w:rsidP="00E51161">
      <w:pPr>
        <w:rPr>
          <w:szCs w:val="22"/>
        </w:rPr>
      </w:pPr>
      <w:r>
        <w:rPr>
          <w:szCs w:val="22"/>
        </w:rPr>
        <w:t xml:space="preserve">Christine Chrissy GRANT (Ms.), Member of </w:t>
      </w:r>
      <w:r w:rsidR="00100089">
        <w:rPr>
          <w:szCs w:val="22"/>
        </w:rPr>
        <w:t>Indigenous</w:t>
      </w:r>
      <w:r>
        <w:rPr>
          <w:szCs w:val="22"/>
        </w:rPr>
        <w:t xml:space="preserve"> Caucus, Indigenous Knowledge Panel, </w:t>
      </w:r>
      <w:proofErr w:type="spellStart"/>
      <w:r>
        <w:rPr>
          <w:szCs w:val="22"/>
        </w:rPr>
        <w:t>Barmaryee</w:t>
      </w:r>
      <w:proofErr w:type="spellEnd"/>
      <w:r w:rsidR="00284763">
        <w:rPr>
          <w:szCs w:val="22"/>
        </w:rPr>
        <w:t xml:space="preserve"> </w:t>
      </w:r>
    </w:p>
    <w:p w14:paraId="037A2D9B" w14:textId="6FFB1B1F" w:rsidR="00E51161" w:rsidRDefault="00100089" w:rsidP="00E51161">
      <w:pPr>
        <w:rPr>
          <w:szCs w:val="22"/>
        </w:rPr>
      </w:pPr>
      <w:hyperlink r:id="rId208" w:history="1">
        <w:r w:rsidRPr="001F5753">
          <w:rPr>
            <w:rStyle w:val="Hyperlink"/>
            <w:szCs w:val="22"/>
          </w:rPr>
          <w:t>chrissytgrant@outlook.com</w:t>
        </w:r>
      </w:hyperlink>
      <w:r>
        <w:rPr>
          <w:szCs w:val="22"/>
          <w:u w:val="single"/>
        </w:rPr>
        <w:t xml:space="preserve"> </w:t>
      </w:r>
    </w:p>
    <w:p w14:paraId="013454BA" w14:textId="77777777" w:rsidR="00E51161" w:rsidRDefault="00E51161" w:rsidP="00E51161">
      <w:pPr>
        <w:rPr>
          <w:szCs w:val="22"/>
        </w:rPr>
      </w:pPr>
    </w:p>
    <w:p w14:paraId="4FA306A3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Global Expert Network on Copyright User Rights </w:t>
      </w:r>
    </w:p>
    <w:p w14:paraId="5C9CF6B4" w14:textId="77777777" w:rsidR="00E51161" w:rsidRDefault="00E51161" w:rsidP="00E51161">
      <w:pPr>
        <w:rPr>
          <w:szCs w:val="22"/>
        </w:rPr>
      </w:pPr>
      <w:r>
        <w:rPr>
          <w:szCs w:val="22"/>
        </w:rPr>
        <w:t>Sean FLYNN (Mr.), Director, Program on Information Justice and Intellectual Property (PIJIP), Washington</w:t>
      </w:r>
    </w:p>
    <w:p w14:paraId="0CB13EA5" w14:textId="33330518" w:rsidR="00E51161" w:rsidRDefault="00100089" w:rsidP="00E51161">
      <w:pPr>
        <w:rPr>
          <w:szCs w:val="22"/>
        </w:rPr>
      </w:pPr>
      <w:hyperlink r:id="rId209" w:history="1">
        <w:r w:rsidRPr="001F5753">
          <w:rPr>
            <w:rStyle w:val="Hyperlink"/>
            <w:szCs w:val="22"/>
          </w:rPr>
          <w:t>sflynn@wcl.american.edu</w:t>
        </w:r>
      </w:hyperlink>
      <w:r>
        <w:rPr>
          <w:szCs w:val="22"/>
          <w:u w:val="single"/>
        </w:rPr>
        <w:t xml:space="preserve"> </w:t>
      </w:r>
    </w:p>
    <w:p w14:paraId="06BCFEF6" w14:textId="77777777" w:rsidR="00E51161" w:rsidRDefault="00E51161" w:rsidP="00E51161">
      <w:pPr>
        <w:rPr>
          <w:szCs w:val="22"/>
        </w:rPr>
      </w:pPr>
    </w:p>
    <w:p w14:paraId="1B8DCDA1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Health and Environment Program (HEP) </w:t>
      </w:r>
    </w:p>
    <w:p w14:paraId="3722D3EB" w14:textId="4B1B2693" w:rsidR="00E51161" w:rsidRDefault="00E51161" w:rsidP="00E51161">
      <w:pPr>
        <w:rPr>
          <w:szCs w:val="22"/>
        </w:rPr>
      </w:pPr>
      <w:r>
        <w:rPr>
          <w:szCs w:val="22"/>
        </w:rPr>
        <w:t>Madeleine SCHERB (M</w:t>
      </w:r>
      <w:r w:rsidR="00284763">
        <w:rPr>
          <w:szCs w:val="22"/>
        </w:rPr>
        <w:t>s.</w:t>
      </w:r>
      <w:r>
        <w:rPr>
          <w:szCs w:val="22"/>
        </w:rPr>
        <w:t>), President, G</w:t>
      </w:r>
      <w:r w:rsidR="00284763">
        <w:rPr>
          <w:szCs w:val="22"/>
        </w:rPr>
        <w:t>eneva</w:t>
      </w:r>
    </w:p>
    <w:p w14:paraId="4E28A4E1" w14:textId="143D8DC0" w:rsidR="00E51161" w:rsidRDefault="00284763" w:rsidP="00E51161">
      <w:pPr>
        <w:rPr>
          <w:szCs w:val="22"/>
        </w:rPr>
      </w:pPr>
      <w:hyperlink r:id="rId210" w:history="1">
        <w:r w:rsidRPr="001F5753">
          <w:rPr>
            <w:rStyle w:val="Hyperlink"/>
            <w:szCs w:val="22"/>
          </w:rPr>
          <w:t>madeleine.scherb@gmail.com</w:t>
        </w:r>
      </w:hyperlink>
      <w:r>
        <w:rPr>
          <w:szCs w:val="22"/>
          <w:u w:val="single"/>
        </w:rPr>
        <w:t xml:space="preserve"> </w:t>
      </w:r>
    </w:p>
    <w:p w14:paraId="084A22A9" w14:textId="77777777" w:rsidR="00E51161" w:rsidRDefault="00E51161" w:rsidP="00E51161">
      <w:pPr>
        <w:rPr>
          <w:szCs w:val="22"/>
        </w:rPr>
      </w:pPr>
    </w:p>
    <w:p w14:paraId="1F20557C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Instituto </w:t>
      </w:r>
      <w:proofErr w:type="spellStart"/>
      <w:r w:rsidRPr="009C308F">
        <w:rPr>
          <w:szCs w:val="22"/>
          <w:u w:val="single"/>
        </w:rPr>
        <w:t>Indígena</w:t>
      </w:r>
      <w:proofErr w:type="spellEnd"/>
      <w:r w:rsidRPr="009C308F">
        <w:rPr>
          <w:szCs w:val="22"/>
          <w:u w:val="single"/>
        </w:rPr>
        <w:t xml:space="preserve"> </w:t>
      </w:r>
      <w:proofErr w:type="spellStart"/>
      <w:r w:rsidRPr="009C308F">
        <w:rPr>
          <w:szCs w:val="22"/>
          <w:u w:val="single"/>
        </w:rPr>
        <w:t>Brasilero</w:t>
      </w:r>
      <w:proofErr w:type="spellEnd"/>
      <w:r w:rsidRPr="009C308F">
        <w:rPr>
          <w:szCs w:val="22"/>
          <w:u w:val="single"/>
        </w:rPr>
        <w:t xml:space="preserve"> da </w:t>
      </w:r>
      <w:proofErr w:type="spellStart"/>
      <w:r w:rsidRPr="009C308F">
        <w:rPr>
          <w:szCs w:val="22"/>
          <w:u w:val="single"/>
        </w:rPr>
        <w:t>Propriedade</w:t>
      </w:r>
      <w:proofErr w:type="spellEnd"/>
      <w:r w:rsidRPr="009C308F">
        <w:rPr>
          <w:szCs w:val="22"/>
          <w:u w:val="single"/>
        </w:rPr>
        <w:t xml:space="preserve"> </w:t>
      </w:r>
      <w:proofErr w:type="spellStart"/>
      <w:r w:rsidRPr="009C308F">
        <w:rPr>
          <w:szCs w:val="22"/>
          <w:u w:val="single"/>
        </w:rPr>
        <w:t>Intelectual</w:t>
      </w:r>
      <w:proofErr w:type="spellEnd"/>
      <w:r w:rsidRPr="009C308F">
        <w:rPr>
          <w:szCs w:val="22"/>
          <w:u w:val="single"/>
        </w:rPr>
        <w:t xml:space="preserve"> (</w:t>
      </w:r>
      <w:proofErr w:type="spellStart"/>
      <w:r w:rsidRPr="009C308F">
        <w:rPr>
          <w:szCs w:val="22"/>
          <w:u w:val="single"/>
        </w:rPr>
        <w:t>InBraPi</w:t>
      </w:r>
      <w:proofErr w:type="spellEnd"/>
      <w:r w:rsidRPr="009C308F">
        <w:rPr>
          <w:szCs w:val="22"/>
          <w:u w:val="single"/>
        </w:rPr>
        <w:t xml:space="preserve">) </w:t>
      </w:r>
    </w:p>
    <w:p w14:paraId="55575F95" w14:textId="3EA74D8A" w:rsidR="00E51161" w:rsidRDefault="00E51161" w:rsidP="00E51161">
      <w:pPr>
        <w:rPr>
          <w:szCs w:val="22"/>
        </w:rPr>
      </w:pPr>
      <w:r>
        <w:rPr>
          <w:szCs w:val="22"/>
        </w:rPr>
        <w:t>Martins FRANK DENNIS (Mr.), Expert, Manaus</w:t>
      </w:r>
    </w:p>
    <w:p w14:paraId="13FAB923" w14:textId="27439C4B" w:rsidR="00E51161" w:rsidRDefault="00284763" w:rsidP="00E51161">
      <w:pPr>
        <w:rPr>
          <w:szCs w:val="22"/>
        </w:rPr>
      </w:pPr>
      <w:hyperlink r:id="rId211" w:history="1">
        <w:r w:rsidRPr="001F5753">
          <w:rPr>
            <w:rStyle w:val="Hyperlink"/>
            <w:szCs w:val="22"/>
          </w:rPr>
          <w:t>inbrapi.gva@gmail.com</w:t>
        </w:r>
      </w:hyperlink>
      <w:r>
        <w:rPr>
          <w:szCs w:val="22"/>
          <w:u w:val="single"/>
        </w:rPr>
        <w:t xml:space="preserve"> </w:t>
      </w:r>
    </w:p>
    <w:p w14:paraId="149D3DAC" w14:textId="77777777" w:rsidR="00E51161" w:rsidRDefault="00E51161" w:rsidP="00E51161">
      <w:pPr>
        <w:rPr>
          <w:szCs w:val="22"/>
        </w:rPr>
      </w:pPr>
      <w:r>
        <w:rPr>
          <w:szCs w:val="22"/>
        </w:rPr>
        <w:t>Geise PERRELET (Ms.), Expert, Geneva</w:t>
      </w:r>
    </w:p>
    <w:p w14:paraId="6F53ADAC" w14:textId="4A3FB92C" w:rsidR="00E51161" w:rsidRDefault="00284763" w:rsidP="00E51161">
      <w:pPr>
        <w:rPr>
          <w:szCs w:val="22"/>
        </w:rPr>
      </w:pPr>
      <w:hyperlink r:id="rId212" w:history="1">
        <w:r w:rsidRPr="001F5753">
          <w:rPr>
            <w:rStyle w:val="Hyperlink"/>
            <w:szCs w:val="22"/>
          </w:rPr>
          <w:t>geisets@hotmail.com</w:t>
        </w:r>
      </w:hyperlink>
      <w:r>
        <w:rPr>
          <w:szCs w:val="22"/>
          <w:u w:val="single"/>
        </w:rPr>
        <w:t xml:space="preserve"> </w:t>
      </w:r>
    </w:p>
    <w:p w14:paraId="783A968B" w14:textId="440B9C11" w:rsidR="00E51161" w:rsidRDefault="00E51161" w:rsidP="00E51161">
      <w:pPr>
        <w:rPr>
          <w:szCs w:val="22"/>
        </w:rPr>
      </w:pPr>
      <w:r>
        <w:rPr>
          <w:szCs w:val="22"/>
        </w:rPr>
        <w:t>Cruz Luciano REGIANE YRA TIKUNA (Ms.), Expert, Manaus</w:t>
      </w:r>
    </w:p>
    <w:p w14:paraId="7AAE4475" w14:textId="16729DEE" w:rsidR="00E51161" w:rsidRDefault="00284763" w:rsidP="00E51161">
      <w:pPr>
        <w:rPr>
          <w:szCs w:val="22"/>
        </w:rPr>
      </w:pPr>
      <w:hyperlink r:id="rId213" w:history="1">
        <w:r w:rsidRPr="001F5753">
          <w:rPr>
            <w:rStyle w:val="Hyperlink"/>
            <w:szCs w:val="22"/>
          </w:rPr>
          <w:t>inbrapi.gva@gmail.com</w:t>
        </w:r>
      </w:hyperlink>
      <w:r>
        <w:rPr>
          <w:szCs w:val="22"/>
          <w:u w:val="single"/>
        </w:rPr>
        <w:t xml:space="preserve"> </w:t>
      </w:r>
    </w:p>
    <w:p w14:paraId="0A85475A" w14:textId="77777777" w:rsidR="00E51161" w:rsidRDefault="00E51161" w:rsidP="00E51161">
      <w:pPr>
        <w:rPr>
          <w:szCs w:val="22"/>
        </w:rPr>
      </w:pPr>
    </w:p>
    <w:p w14:paraId="360EEB23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International Association of Young Lawyers (AIJA) </w:t>
      </w:r>
    </w:p>
    <w:p w14:paraId="69FEB9D1" w14:textId="247D879C" w:rsidR="00E51161" w:rsidRDefault="00E51161" w:rsidP="00E51161">
      <w:pPr>
        <w:rPr>
          <w:szCs w:val="22"/>
        </w:rPr>
      </w:pPr>
      <w:r>
        <w:rPr>
          <w:szCs w:val="22"/>
        </w:rPr>
        <w:t>Vikas SARASWAT (Mr.), Partner, Department of Intellectual Property and Technology, New</w:t>
      </w:r>
      <w:r w:rsidR="00265C87">
        <w:rPr>
          <w:szCs w:val="22"/>
        </w:rPr>
        <w:t> </w:t>
      </w:r>
      <w:r>
        <w:rPr>
          <w:szCs w:val="22"/>
        </w:rPr>
        <w:t>Delhi</w:t>
      </w:r>
    </w:p>
    <w:p w14:paraId="6C2B7824" w14:textId="0AA145E1" w:rsidR="00E51161" w:rsidRDefault="00265C87" w:rsidP="00E51161">
      <w:pPr>
        <w:rPr>
          <w:szCs w:val="22"/>
        </w:rPr>
      </w:pPr>
      <w:hyperlink r:id="rId214" w:history="1">
        <w:r w:rsidRPr="001F5753">
          <w:rPr>
            <w:rStyle w:val="Hyperlink"/>
            <w:szCs w:val="22"/>
          </w:rPr>
          <w:t>vikas@saraswat.co.in</w:t>
        </w:r>
      </w:hyperlink>
      <w:r>
        <w:rPr>
          <w:szCs w:val="22"/>
          <w:u w:val="single"/>
        </w:rPr>
        <w:t xml:space="preserve"> </w:t>
      </w:r>
    </w:p>
    <w:p w14:paraId="5AACE886" w14:textId="77777777" w:rsidR="00E51161" w:rsidRDefault="00E51161" w:rsidP="00E51161">
      <w:pPr>
        <w:rPr>
          <w:szCs w:val="22"/>
        </w:rPr>
      </w:pPr>
    </w:p>
    <w:p w14:paraId="366148CD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>International Committee for the Indigenous Peoples of the Americas (</w:t>
      </w:r>
      <w:proofErr w:type="spellStart"/>
      <w:r w:rsidRPr="009C308F">
        <w:rPr>
          <w:szCs w:val="22"/>
          <w:u w:val="single"/>
        </w:rPr>
        <w:t>Incomindios</w:t>
      </w:r>
      <w:proofErr w:type="spellEnd"/>
      <w:r w:rsidRPr="009C308F">
        <w:rPr>
          <w:szCs w:val="22"/>
          <w:u w:val="single"/>
        </w:rPr>
        <w:t xml:space="preserve">) </w:t>
      </w:r>
    </w:p>
    <w:p w14:paraId="2EC0799F" w14:textId="77777777" w:rsidR="00E51161" w:rsidRDefault="00E51161" w:rsidP="00E51161">
      <w:pPr>
        <w:rPr>
          <w:szCs w:val="22"/>
        </w:rPr>
      </w:pPr>
      <w:r>
        <w:rPr>
          <w:szCs w:val="22"/>
        </w:rPr>
        <w:t>Ronald Frank BARNES (Mr.), Indigenous Expert, Geneva</w:t>
      </w:r>
    </w:p>
    <w:p w14:paraId="2906A5AD" w14:textId="3B477440" w:rsidR="00E51161" w:rsidRDefault="00265C87" w:rsidP="00E51161">
      <w:pPr>
        <w:rPr>
          <w:szCs w:val="22"/>
        </w:rPr>
      </w:pPr>
      <w:hyperlink r:id="rId215" w:history="1">
        <w:r w:rsidRPr="001F5753">
          <w:rPr>
            <w:rStyle w:val="Hyperlink"/>
            <w:szCs w:val="22"/>
          </w:rPr>
          <w:t>angull2002@yahoo.com</w:t>
        </w:r>
      </w:hyperlink>
      <w:r>
        <w:rPr>
          <w:szCs w:val="22"/>
          <w:u w:val="single"/>
        </w:rPr>
        <w:t xml:space="preserve"> </w:t>
      </w:r>
    </w:p>
    <w:p w14:paraId="7F0E9A50" w14:textId="77777777" w:rsidR="00E51161" w:rsidRDefault="00E51161" w:rsidP="00E51161">
      <w:pPr>
        <w:rPr>
          <w:szCs w:val="22"/>
        </w:rPr>
      </w:pPr>
    </w:p>
    <w:p w14:paraId="6E42DF4D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International Indian Treaty Council </w:t>
      </w:r>
    </w:p>
    <w:p w14:paraId="6A33425E" w14:textId="77777777" w:rsidR="00E51161" w:rsidRDefault="00E51161" w:rsidP="00E51161">
      <w:pPr>
        <w:rPr>
          <w:szCs w:val="22"/>
        </w:rPr>
      </w:pPr>
      <w:r>
        <w:rPr>
          <w:szCs w:val="22"/>
        </w:rPr>
        <w:t xml:space="preserve">June LORENZO (Ms.), Attorney, Human Rights Standards, </w:t>
      </w:r>
      <w:proofErr w:type="spellStart"/>
      <w:r>
        <w:rPr>
          <w:szCs w:val="22"/>
        </w:rPr>
        <w:t>Paguate</w:t>
      </w:r>
      <w:proofErr w:type="spellEnd"/>
    </w:p>
    <w:p w14:paraId="4B860064" w14:textId="5514061A" w:rsidR="00E51161" w:rsidRDefault="00265C87" w:rsidP="00E51161">
      <w:pPr>
        <w:rPr>
          <w:szCs w:val="22"/>
        </w:rPr>
      </w:pPr>
      <w:hyperlink r:id="rId216" w:history="1">
        <w:r w:rsidRPr="001F5753">
          <w:rPr>
            <w:rStyle w:val="Hyperlink"/>
            <w:szCs w:val="22"/>
          </w:rPr>
          <w:t>junellorenzo@aol.com</w:t>
        </w:r>
      </w:hyperlink>
      <w:r>
        <w:rPr>
          <w:szCs w:val="22"/>
          <w:u w:val="single"/>
        </w:rPr>
        <w:t xml:space="preserve"> </w:t>
      </w:r>
    </w:p>
    <w:p w14:paraId="61162EEE" w14:textId="77777777" w:rsidR="00A35448" w:rsidRDefault="00A35448" w:rsidP="00E51161">
      <w:pPr>
        <w:rPr>
          <w:szCs w:val="22"/>
          <w:u w:val="single"/>
        </w:rPr>
      </w:pPr>
    </w:p>
    <w:p w14:paraId="1EB2CAFD" w14:textId="77777777" w:rsidR="00A35448" w:rsidRDefault="00A35448" w:rsidP="00E51161">
      <w:pPr>
        <w:rPr>
          <w:szCs w:val="22"/>
          <w:u w:val="single"/>
        </w:rPr>
      </w:pPr>
    </w:p>
    <w:p w14:paraId="50747D72" w14:textId="77777777" w:rsidR="00A35448" w:rsidRDefault="00A35448" w:rsidP="00E51161">
      <w:pPr>
        <w:rPr>
          <w:szCs w:val="22"/>
          <w:u w:val="single"/>
        </w:rPr>
      </w:pPr>
    </w:p>
    <w:p w14:paraId="50B9BAD3" w14:textId="4C22070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 xml:space="preserve">International Trademark Association (INTA) </w:t>
      </w:r>
    </w:p>
    <w:p w14:paraId="5DC8AC94" w14:textId="77777777" w:rsidR="00E51161" w:rsidRPr="00265C87" w:rsidRDefault="00E51161" w:rsidP="00E51161">
      <w:pPr>
        <w:rPr>
          <w:szCs w:val="22"/>
          <w:lang w:val="fr-CH"/>
        </w:rPr>
      </w:pPr>
      <w:r w:rsidRPr="00265C87">
        <w:rPr>
          <w:szCs w:val="22"/>
          <w:lang w:val="fr-CH"/>
        </w:rPr>
        <w:t>Olha VOLOTKEVYCH (Ms.), Consultant, Europe Office, Brussels</w:t>
      </w:r>
    </w:p>
    <w:p w14:paraId="76918540" w14:textId="0E505EF5" w:rsidR="00E51161" w:rsidRDefault="00265C87" w:rsidP="00E51161">
      <w:pPr>
        <w:rPr>
          <w:szCs w:val="22"/>
        </w:rPr>
      </w:pPr>
      <w:hyperlink r:id="rId217" w:history="1">
        <w:r w:rsidRPr="001F5753">
          <w:rPr>
            <w:rStyle w:val="Hyperlink"/>
            <w:szCs w:val="22"/>
          </w:rPr>
          <w:t>ovolotkevych.consultant@inta.org</w:t>
        </w:r>
      </w:hyperlink>
      <w:r>
        <w:rPr>
          <w:szCs w:val="22"/>
          <w:u w:val="single"/>
        </w:rPr>
        <w:t xml:space="preserve"> </w:t>
      </w:r>
    </w:p>
    <w:p w14:paraId="47B1EE85" w14:textId="77777777" w:rsidR="00E51161" w:rsidRDefault="00E51161" w:rsidP="00E51161">
      <w:pPr>
        <w:rPr>
          <w:szCs w:val="22"/>
        </w:rPr>
      </w:pPr>
    </w:p>
    <w:p w14:paraId="10185157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Knowledge Ecology International, Inc. (KEI) </w:t>
      </w:r>
    </w:p>
    <w:p w14:paraId="4D02C64A" w14:textId="77777777" w:rsidR="00E51161" w:rsidRDefault="00E51161" w:rsidP="00E51161">
      <w:pPr>
        <w:rPr>
          <w:szCs w:val="22"/>
        </w:rPr>
      </w:pPr>
      <w:r>
        <w:rPr>
          <w:szCs w:val="22"/>
        </w:rPr>
        <w:t>Thiru BALASUBRAMANIAM (Mr.), Geneva Representative, Geneva</w:t>
      </w:r>
    </w:p>
    <w:p w14:paraId="7E7DE649" w14:textId="4275BE5C" w:rsidR="00E51161" w:rsidRDefault="00265C87" w:rsidP="00E51161">
      <w:pPr>
        <w:rPr>
          <w:szCs w:val="22"/>
        </w:rPr>
      </w:pPr>
      <w:hyperlink r:id="rId218" w:history="1">
        <w:r w:rsidRPr="001F5753">
          <w:rPr>
            <w:rStyle w:val="Hyperlink"/>
            <w:szCs w:val="22"/>
          </w:rPr>
          <w:t>thiru@keionline.org</w:t>
        </w:r>
      </w:hyperlink>
      <w:r>
        <w:rPr>
          <w:szCs w:val="22"/>
          <w:u w:val="single"/>
        </w:rPr>
        <w:t xml:space="preserve"> </w:t>
      </w:r>
    </w:p>
    <w:p w14:paraId="3EF883D1" w14:textId="77777777" w:rsidR="00E51161" w:rsidRDefault="00E51161" w:rsidP="00E51161">
      <w:pPr>
        <w:rPr>
          <w:szCs w:val="22"/>
        </w:rPr>
      </w:pPr>
    </w:p>
    <w:p w14:paraId="5EE5C828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MALOCA </w:t>
      </w:r>
      <w:proofErr w:type="spellStart"/>
      <w:r w:rsidRPr="009C308F">
        <w:rPr>
          <w:szCs w:val="22"/>
          <w:u w:val="single"/>
        </w:rPr>
        <w:t>Internationale</w:t>
      </w:r>
      <w:proofErr w:type="spellEnd"/>
      <w:r w:rsidRPr="009C308F">
        <w:rPr>
          <w:szCs w:val="22"/>
          <w:u w:val="single"/>
        </w:rPr>
        <w:t xml:space="preserve"> </w:t>
      </w:r>
    </w:p>
    <w:p w14:paraId="210EF4E5" w14:textId="2A3BB5FB" w:rsidR="00E51161" w:rsidRDefault="00E51161" w:rsidP="00E51161">
      <w:pPr>
        <w:rPr>
          <w:szCs w:val="22"/>
        </w:rPr>
      </w:pPr>
      <w:r>
        <w:rPr>
          <w:szCs w:val="22"/>
        </w:rPr>
        <w:t>Sonia Patricia MURCIA ROA (M</w:t>
      </w:r>
      <w:r w:rsidR="00A63DC1">
        <w:rPr>
          <w:szCs w:val="22"/>
        </w:rPr>
        <w:t>s</w:t>
      </w:r>
      <w:r>
        <w:rPr>
          <w:szCs w:val="22"/>
        </w:rPr>
        <w:t>.), Traditional Knowledge and Genetic Resources and Traditional Cultural Expressions Holder, Global Governance, Geneva</w:t>
      </w:r>
    </w:p>
    <w:p w14:paraId="0301BF49" w14:textId="77777777" w:rsidR="00E51161" w:rsidRPr="00E04D4E" w:rsidRDefault="00E51161" w:rsidP="00E51161">
      <w:pPr>
        <w:rPr>
          <w:szCs w:val="22"/>
          <w:lang w:val="es-ES"/>
        </w:rPr>
      </w:pPr>
      <w:r w:rsidRPr="00E04D4E">
        <w:rPr>
          <w:szCs w:val="22"/>
          <w:lang w:val="es-ES"/>
        </w:rPr>
        <w:t>Leonardo RODRÍGUEZ PÉREZ (Mr.), Expert, Global Governance, Geneva</w:t>
      </w:r>
    </w:p>
    <w:p w14:paraId="751405B8" w14:textId="3F0EB9D8" w:rsidR="00E51161" w:rsidRPr="00E04D4E" w:rsidRDefault="00A63DC1" w:rsidP="00E51161">
      <w:pPr>
        <w:rPr>
          <w:szCs w:val="22"/>
          <w:lang w:val="es-ES"/>
        </w:rPr>
      </w:pPr>
      <w:hyperlink r:id="rId219" w:history="1">
        <w:r w:rsidRPr="001F5753">
          <w:rPr>
            <w:rStyle w:val="Hyperlink"/>
            <w:szCs w:val="22"/>
            <w:lang w:val="es-ES"/>
          </w:rPr>
          <w:t>perez.rodriguez@graduateinstitute.ch</w:t>
        </w:r>
      </w:hyperlink>
      <w:r>
        <w:rPr>
          <w:szCs w:val="22"/>
          <w:u w:val="single"/>
          <w:lang w:val="es-ES"/>
        </w:rPr>
        <w:t xml:space="preserve"> </w:t>
      </w:r>
    </w:p>
    <w:p w14:paraId="1C2C5883" w14:textId="77777777" w:rsidR="00E51161" w:rsidRDefault="00E51161" w:rsidP="00E51161">
      <w:pPr>
        <w:rPr>
          <w:szCs w:val="22"/>
          <w:lang w:val="es-ES"/>
        </w:rPr>
      </w:pPr>
    </w:p>
    <w:p w14:paraId="6C4C5CF3" w14:textId="77777777" w:rsidR="00E51161" w:rsidRPr="009C308F" w:rsidRDefault="00E51161" w:rsidP="00E51161">
      <w:pPr>
        <w:rPr>
          <w:szCs w:val="22"/>
          <w:u w:val="single"/>
        </w:rPr>
      </w:pPr>
      <w:proofErr w:type="spellStart"/>
      <w:r w:rsidRPr="009C308F">
        <w:rPr>
          <w:szCs w:val="22"/>
          <w:u w:val="single"/>
        </w:rPr>
        <w:t>Mbororo</w:t>
      </w:r>
      <w:proofErr w:type="spellEnd"/>
      <w:r w:rsidRPr="009C308F">
        <w:rPr>
          <w:szCs w:val="22"/>
          <w:u w:val="single"/>
        </w:rPr>
        <w:t xml:space="preserve"> Social Cultural Development Association (MBOSCUDA) </w:t>
      </w:r>
    </w:p>
    <w:p w14:paraId="59A14D31" w14:textId="77777777" w:rsidR="00E51161" w:rsidRDefault="00E51161" w:rsidP="00E51161">
      <w:pPr>
        <w:rPr>
          <w:szCs w:val="22"/>
        </w:rPr>
      </w:pPr>
      <w:proofErr w:type="spellStart"/>
      <w:r>
        <w:rPr>
          <w:szCs w:val="22"/>
        </w:rPr>
        <w:t>Ndamba</w:t>
      </w:r>
      <w:proofErr w:type="spellEnd"/>
      <w:r>
        <w:rPr>
          <w:szCs w:val="22"/>
        </w:rPr>
        <w:t xml:space="preserve"> MUSA USMAN (Mr.), First Vice National President, Yaoundé</w:t>
      </w:r>
    </w:p>
    <w:p w14:paraId="1C1B2FAA" w14:textId="704D84C2" w:rsidR="00E51161" w:rsidRDefault="00AC225B" w:rsidP="00E51161">
      <w:pPr>
        <w:rPr>
          <w:szCs w:val="22"/>
        </w:rPr>
      </w:pPr>
      <w:hyperlink r:id="rId220" w:history="1">
        <w:r w:rsidRPr="001F5753">
          <w:rPr>
            <w:rStyle w:val="Hyperlink"/>
            <w:szCs w:val="22"/>
          </w:rPr>
          <w:t>ndambamusa@gmail.com</w:t>
        </w:r>
      </w:hyperlink>
      <w:r>
        <w:rPr>
          <w:szCs w:val="22"/>
          <w:u w:val="single"/>
        </w:rPr>
        <w:t xml:space="preserve"> </w:t>
      </w:r>
    </w:p>
    <w:p w14:paraId="5A003E95" w14:textId="77777777" w:rsidR="00E51161" w:rsidRDefault="00E51161" w:rsidP="00E51161">
      <w:pPr>
        <w:rPr>
          <w:szCs w:val="22"/>
        </w:rPr>
      </w:pPr>
    </w:p>
    <w:p w14:paraId="566DD250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Motion Picture Association (MPA) </w:t>
      </w:r>
    </w:p>
    <w:p w14:paraId="43427850" w14:textId="77777777" w:rsidR="00E51161" w:rsidRDefault="00E51161" w:rsidP="00E51161">
      <w:pPr>
        <w:rPr>
          <w:szCs w:val="22"/>
        </w:rPr>
      </w:pPr>
      <w:r>
        <w:rPr>
          <w:szCs w:val="22"/>
        </w:rPr>
        <w:t>Vera CASTANHEIRA (Ms.), Policy Counsel, Geneva</w:t>
      </w:r>
    </w:p>
    <w:p w14:paraId="680E6190" w14:textId="77777777" w:rsidR="00E51161" w:rsidRDefault="00E51161" w:rsidP="00E51161">
      <w:pPr>
        <w:rPr>
          <w:szCs w:val="22"/>
        </w:rPr>
      </w:pPr>
    </w:p>
    <w:p w14:paraId="0AC1BC9D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Native American Rights Fund (NARF) </w:t>
      </w:r>
    </w:p>
    <w:p w14:paraId="166F1A06" w14:textId="7720DDC4" w:rsidR="00E51161" w:rsidRDefault="00E51161" w:rsidP="00E51161">
      <w:pPr>
        <w:rPr>
          <w:szCs w:val="22"/>
        </w:rPr>
      </w:pPr>
      <w:r>
        <w:rPr>
          <w:szCs w:val="22"/>
        </w:rPr>
        <w:t>Sue NOE (Ms.), Senior Staff Attorney, Legal Department, Boulder</w:t>
      </w:r>
    </w:p>
    <w:p w14:paraId="3F460A9B" w14:textId="5C5BC16C" w:rsidR="00E51161" w:rsidRDefault="00AC225B" w:rsidP="00E51161">
      <w:pPr>
        <w:rPr>
          <w:szCs w:val="22"/>
        </w:rPr>
      </w:pPr>
      <w:hyperlink r:id="rId221" w:history="1">
        <w:r w:rsidRPr="001F5753">
          <w:rPr>
            <w:rStyle w:val="Hyperlink"/>
            <w:szCs w:val="22"/>
          </w:rPr>
          <w:t>suenoe@narf.org</w:t>
        </w:r>
      </w:hyperlink>
      <w:r>
        <w:rPr>
          <w:szCs w:val="22"/>
          <w:u w:val="single"/>
        </w:rPr>
        <w:t xml:space="preserve"> </w:t>
      </w:r>
    </w:p>
    <w:p w14:paraId="7D11BF83" w14:textId="77777777" w:rsidR="00E51161" w:rsidRDefault="00E51161" w:rsidP="00E51161">
      <w:pPr>
        <w:rPr>
          <w:szCs w:val="22"/>
        </w:rPr>
      </w:pPr>
    </w:p>
    <w:p w14:paraId="2CECF150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Native Nations Law and Policy Center </w:t>
      </w:r>
    </w:p>
    <w:p w14:paraId="09EC9194" w14:textId="77777777" w:rsidR="000D29F8" w:rsidRDefault="000D29F8" w:rsidP="000D29F8">
      <w:pPr>
        <w:rPr>
          <w:szCs w:val="22"/>
        </w:rPr>
      </w:pPr>
      <w:r>
        <w:rPr>
          <w:szCs w:val="22"/>
        </w:rPr>
        <w:t>Mica LLERANDI (Ms.), Director, Tribal Legal Development Clinic, Los Angeles</w:t>
      </w:r>
    </w:p>
    <w:p w14:paraId="236B8390" w14:textId="77777777" w:rsidR="00E51161" w:rsidRDefault="00E51161" w:rsidP="00E51161">
      <w:pPr>
        <w:rPr>
          <w:szCs w:val="22"/>
        </w:rPr>
      </w:pPr>
      <w:r>
        <w:rPr>
          <w:szCs w:val="22"/>
        </w:rPr>
        <w:t>Ann CAINDEC (Ms.), Law Student, Tribal Legal Development Clinic, Los Angeles</w:t>
      </w:r>
    </w:p>
    <w:p w14:paraId="799479B0" w14:textId="77777777" w:rsidR="00E51161" w:rsidRDefault="00E51161" w:rsidP="00E51161">
      <w:pPr>
        <w:rPr>
          <w:szCs w:val="22"/>
        </w:rPr>
      </w:pPr>
    </w:p>
    <w:p w14:paraId="500D5CA2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New Zealand Institute of Patent Attorneys (Incorporated) (NZIPA) </w:t>
      </w:r>
    </w:p>
    <w:p w14:paraId="55883713" w14:textId="77777777" w:rsidR="00E51161" w:rsidRDefault="00E51161" w:rsidP="00E51161">
      <w:pPr>
        <w:rPr>
          <w:szCs w:val="22"/>
        </w:rPr>
      </w:pPr>
      <w:r>
        <w:rPr>
          <w:szCs w:val="22"/>
        </w:rPr>
        <w:t>Jessica LAI (Ms.), Professor, Associate Member, Wellington</w:t>
      </w:r>
    </w:p>
    <w:p w14:paraId="65B5C378" w14:textId="2A1C80D3" w:rsidR="00E51161" w:rsidRDefault="00AC225B" w:rsidP="00E51161">
      <w:pPr>
        <w:rPr>
          <w:szCs w:val="22"/>
        </w:rPr>
      </w:pPr>
      <w:hyperlink r:id="rId222" w:history="1">
        <w:r w:rsidRPr="001F5753">
          <w:rPr>
            <w:rStyle w:val="Hyperlink"/>
            <w:szCs w:val="22"/>
          </w:rPr>
          <w:t>jessica.lai@vuw.ac.nz</w:t>
        </w:r>
      </w:hyperlink>
      <w:r>
        <w:rPr>
          <w:szCs w:val="22"/>
          <w:u w:val="single"/>
        </w:rPr>
        <w:t xml:space="preserve"> </w:t>
      </w:r>
    </w:p>
    <w:p w14:paraId="0918BE32" w14:textId="77777777" w:rsidR="00E51161" w:rsidRDefault="00E51161" w:rsidP="00E51161">
      <w:pPr>
        <w:rPr>
          <w:szCs w:val="22"/>
        </w:rPr>
      </w:pPr>
    </w:p>
    <w:p w14:paraId="15453159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Pacific Islands Forum Secretariat </w:t>
      </w:r>
    </w:p>
    <w:p w14:paraId="2B8291D3" w14:textId="77777777" w:rsidR="00E51161" w:rsidRDefault="00E51161" w:rsidP="00E51161">
      <w:pPr>
        <w:rPr>
          <w:szCs w:val="22"/>
        </w:rPr>
      </w:pPr>
      <w:r>
        <w:rPr>
          <w:szCs w:val="22"/>
        </w:rPr>
        <w:t xml:space="preserve">Mary Victoria FAASAU (Ms.), Consultant, United Nations and Other International </w:t>
      </w:r>
      <w:proofErr w:type="spellStart"/>
      <w:r>
        <w:rPr>
          <w:szCs w:val="22"/>
        </w:rPr>
        <w:t>Organisations</w:t>
      </w:r>
      <w:proofErr w:type="spellEnd"/>
      <w:r>
        <w:rPr>
          <w:szCs w:val="22"/>
        </w:rPr>
        <w:t>, Geneva</w:t>
      </w:r>
    </w:p>
    <w:p w14:paraId="4B2120C5" w14:textId="28427E29" w:rsidR="00E51161" w:rsidRDefault="00AC225B" w:rsidP="00E51161">
      <w:pPr>
        <w:rPr>
          <w:szCs w:val="22"/>
        </w:rPr>
      </w:pPr>
      <w:hyperlink r:id="rId223" w:history="1">
        <w:r w:rsidRPr="001F5753">
          <w:rPr>
            <w:rStyle w:val="Hyperlink"/>
            <w:szCs w:val="22"/>
          </w:rPr>
          <w:t>nolafaasau@gmail.com</w:t>
        </w:r>
      </w:hyperlink>
      <w:r>
        <w:rPr>
          <w:szCs w:val="22"/>
          <w:u w:val="single"/>
        </w:rPr>
        <w:t xml:space="preserve"> </w:t>
      </w:r>
    </w:p>
    <w:p w14:paraId="50F30C98" w14:textId="77777777" w:rsidR="00E51161" w:rsidRDefault="00E51161" w:rsidP="00E51161">
      <w:pPr>
        <w:rPr>
          <w:szCs w:val="22"/>
        </w:rPr>
      </w:pPr>
      <w:r>
        <w:rPr>
          <w:szCs w:val="22"/>
        </w:rPr>
        <w:t>Maxine HUNTER (Ms.), Trade Policy Officer, Geneva Permanent Delegation, Geneva</w:t>
      </w:r>
    </w:p>
    <w:p w14:paraId="1736F3B2" w14:textId="23C4FD04" w:rsidR="00E51161" w:rsidRDefault="00AC225B" w:rsidP="00E51161">
      <w:pPr>
        <w:rPr>
          <w:szCs w:val="22"/>
        </w:rPr>
      </w:pPr>
      <w:hyperlink r:id="rId224" w:history="1">
        <w:r w:rsidRPr="001F5753">
          <w:rPr>
            <w:rStyle w:val="Hyperlink"/>
            <w:szCs w:val="22"/>
          </w:rPr>
          <w:t>maxine.hunter@pifs-geneva.ch</w:t>
        </w:r>
      </w:hyperlink>
      <w:r>
        <w:rPr>
          <w:szCs w:val="22"/>
          <w:u w:val="single"/>
        </w:rPr>
        <w:t xml:space="preserve"> </w:t>
      </w:r>
    </w:p>
    <w:p w14:paraId="322FAA4A" w14:textId="77777777" w:rsidR="00E51161" w:rsidRDefault="00E51161" w:rsidP="00E51161">
      <w:pPr>
        <w:rPr>
          <w:szCs w:val="22"/>
        </w:rPr>
      </w:pPr>
    </w:p>
    <w:p w14:paraId="69A49C51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SAAMI Council </w:t>
      </w:r>
    </w:p>
    <w:p w14:paraId="43B7A515" w14:textId="77777777" w:rsidR="00652411" w:rsidRDefault="00652411" w:rsidP="00652411">
      <w:pPr>
        <w:rPr>
          <w:szCs w:val="22"/>
        </w:rPr>
      </w:pPr>
      <w:proofErr w:type="spellStart"/>
      <w:r>
        <w:rPr>
          <w:szCs w:val="22"/>
        </w:rPr>
        <w:t>EIrik</w:t>
      </w:r>
      <w:proofErr w:type="spellEnd"/>
      <w:r>
        <w:rPr>
          <w:szCs w:val="22"/>
        </w:rPr>
        <w:t xml:space="preserve"> LARSEN (Mr.), Head, Human Rights Unit, </w:t>
      </w:r>
      <w:proofErr w:type="spellStart"/>
      <w:r>
        <w:rPr>
          <w:szCs w:val="22"/>
        </w:rPr>
        <w:t>Kautokeino</w:t>
      </w:r>
      <w:proofErr w:type="spellEnd"/>
    </w:p>
    <w:p w14:paraId="7744E7FF" w14:textId="3635A4A1" w:rsidR="00652411" w:rsidRDefault="00652411" w:rsidP="00652411">
      <w:pPr>
        <w:rPr>
          <w:szCs w:val="22"/>
        </w:rPr>
      </w:pPr>
      <w:hyperlink r:id="rId225" w:history="1">
        <w:r w:rsidRPr="001F5753">
          <w:rPr>
            <w:rStyle w:val="Hyperlink"/>
            <w:szCs w:val="22"/>
          </w:rPr>
          <w:t>eirik.larsen@saamicouncil.net</w:t>
        </w:r>
      </w:hyperlink>
      <w:r>
        <w:rPr>
          <w:szCs w:val="22"/>
          <w:u w:val="single"/>
        </w:rPr>
        <w:t xml:space="preserve"> </w:t>
      </w:r>
    </w:p>
    <w:p w14:paraId="08E0C7D3" w14:textId="77777777" w:rsidR="00E51161" w:rsidRDefault="00E51161" w:rsidP="00E51161">
      <w:pPr>
        <w:rPr>
          <w:szCs w:val="22"/>
        </w:rPr>
      </w:pPr>
      <w:r>
        <w:rPr>
          <w:szCs w:val="22"/>
        </w:rPr>
        <w:t xml:space="preserve">Rebecka FORSGREN (Ms.), Consultant, Human Rights Unit, </w:t>
      </w:r>
      <w:proofErr w:type="spellStart"/>
      <w:r>
        <w:rPr>
          <w:szCs w:val="22"/>
        </w:rPr>
        <w:t>Örbyhus</w:t>
      </w:r>
      <w:proofErr w:type="spellEnd"/>
    </w:p>
    <w:p w14:paraId="325E94BD" w14:textId="14113125" w:rsidR="00E51161" w:rsidRDefault="0086667E" w:rsidP="00E51161">
      <w:pPr>
        <w:rPr>
          <w:szCs w:val="22"/>
        </w:rPr>
      </w:pPr>
      <w:hyperlink r:id="rId226" w:history="1">
        <w:r w:rsidRPr="001F5753">
          <w:rPr>
            <w:rStyle w:val="Hyperlink"/>
            <w:szCs w:val="22"/>
          </w:rPr>
          <w:t>buaregh@rebeckaforsgren.se</w:t>
        </w:r>
      </w:hyperlink>
      <w:r>
        <w:rPr>
          <w:szCs w:val="22"/>
          <w:u w:val="single"/>
        </w:rPr>
        <w:t xml:space="preserve"> </w:t>
      </w:r>
    </w:p>
    <w:p w14:paraId="5997FE9C" w14:textId="77777777" w:rsidR="00E51161" w:rsidRDefault="00E51161" w:rsidP="00E51161">
      <w:pPr>
        <w:rPr>
          <w:szCs w:val="22"/>
        </w:rPr>
      </w:pPr>
      <w:r>
        <w:rPr>
          <w:szCs w:val="22"/>
        </w:rPr>
        <w:t>Lova LUNDBERG (Ms.), Consultant, Human Rights Department, Jokkmokk</w:t>
      </w:r>
    </w:p>
    <w:p w14:paraId="370F842F" w14:textId="7C43313F" w:rsidR="00E51161" w:rsidRDefault="0086667E" w:rsidP="00E51161">
      <w:pPr>
        <w:rPr>
          <w:szCs w:val="22"/>
        </w:rPr>
      </w:pPr>
      <w:hyperlink r:id="rId227" w:history="1">
        <w:r w:rsidRPr="001F5753">
          <w:rPr>
            <w:rStyle w:val="Hyperlink"/>
            <w:szCs w:val="22"/>
          </w:rPr>
          <w:t>lova.lundberg@sameslojdstiftelsen.com</w:t>
        </w:r>
      </w:hyperlink>
      <w:r>
        <w:rPr>
          <w:szCs w:val="22"/>
          <w:u w:val="single"/>
        </w:rPr>
        <w:t xml:space="preserve"> </w:t>
      </w:r>
    </w:p>
    <w:p w14:paraId="694ECCEC" w14:textId="77777777" w:rsidR="00E51161" w:rsidRDefault="00E51161" w:rsidP="00E51161">
      <w:pPr>
        <w:rPr>
          <w:szCs w:val="22"/>
        </w:rPr>
      </w:pPr>
      <w:r>
        <w:rPr>
          <w:szCs w:val="22"/>
        </w:rPr>
        <w:t>Johanna NJAITA (Ms.), Consultant, Human Right Department, Jokkmokk</w:t>
      </w:r>
    </w:p>
    <w:p w14:paraId="0F186F60" w14:textId="3F3A198A" w:rsidR="00E51161" w:rsidRDefault="0086667E" w:rsidP="00E51161">
      <w:pPr>
        <w:rPr>
          <w:szCs w:val="22"/>
        </w:rPr>
      </w:pPr>
      <w:hyperlink r:id="rId228" w:history="1">
        <w:r w:rsidRPr="001F5753">
          <w:rPr>
            <w:rStyle w:val="Hyperlink"/>
            <w:szCs w:val="22"/>
          </w:rPr>
          <w:t>johanna.njaita@sameslojdstiftelsen.com</w:t>
        </w:r>
      </w:hyperlink>
      <w:r>
        <w:rPr>
          <w:szCs w:val="22"/>
          <w:u w:val="single"/>
        </w:rPr>
        <w:t xml:space="preserve"> </w:t>
      </w:r>
    </w:p>
    <w:p w14:paraId="37757018" w14:textId="77777777" w:rsidR="00E51161" w:rsidRDefault="00E51161" w:rsidP="00E51161">
      <w:pPr>
        <w:rPr>
          <w:szCs w:val="22"/>
        </w:rPr>
      </w:pPr>
    </w:p>
    <w:p w14:paraId="2F5A27BB" w14:textId="77777777" w:rsidR="00E51161" w:rsidRPr="009C308F" w:rsidRDefault="00E51161" w:rsidP="00E51161">
      <w:pPr>
        <w:rPr>
          <w:szCs w:val="22"/>
          <w:u w:val="single"/>
        </w:rPr>
      </w:pPr>
      <w:proofErr w:type="spellStart"/>
      <w:r w:rsidRPr="009C308F">
        <w:rPr>
          <w:szCs w:val="22"/>
          <w:u w:val="single"/>
        </w:rPr>
        <w:t>Tebtebba</w:t>
      </w:r>
      <w:proofErr w:type="spellEnd"/>
      <w:r w:rsidRPr="009C308F">
        <w:rPr>
          <w:szCs w:val="22"/>
          <w:u w:val="single"/>
        </w:rPr>
        <w:t xml:space="preserve"> Foundation - Indigenous Peoples' International Centre for Policy Research and Education </w:t>
      </w:r>
    </w:p>
    <w:p w14:paraId="5BC8CC9B" w14:textId="77777777" w:rsidR="00E51161" w:rsidRDefault="00E51161" w:rsidP="00E51161">
      <w:pPr>
        <w:rPr>
          <w:szCs w:val="22"/>
        </w:rPr>
      </w:pPr>
      <w:r>
        <w:rPr>
          <w:szCs w:val="22"/>
        </w:rPr>
        <w:t>Jennifer CORPUZ (Ms.), Policy Advisor, Climate and Biodiversity, Baguio</w:t>
      </w:r>
    </w:p>
    <w:p w14:paraId="415E3E62" w14:textId="6310F24D" w:rsidR="00E51161" w:rsidRDefault="00787137" w:rsidP="00E51161">
      <w:pPr>
        <w:rPr>
          <w:szCs w:val="22"/>
        </w:rPr>
      </w:pPr>
      <w:hyperlink r:id="rId229" w:history="1">
        <w:r w:rsidRPr="001F5753">
          <w:rPr>
            <w:rStyle w:val="Hyperlink"/>
            <w:szCs w:val="22"/>
          </w:rPr>
          <w:t>corpuz.jennifer@gmail.com</w:t>
        </w:r>
      </w:hyperlink>
      <w:r>
        <w:rPr>
          <w:szCs w:val="22"/>
          <w:u w:val="single"/>
        </w:rPr>
        <w:t xml:space="preserve"> </w:t>
      </w:r>
    </w:p>
    <w:p w14:paraId="578C1AE7" w14:textId="77777777" w:rsidR="00E51161" w:rsidRDefault="00E51161" w:rsidP="00E51161">
      <w:pPr>
        <w:rPr>
          <w:szCs w:val="22"/>
        </w:rPr>
      </w:pPr>
      <w:r>
        <w:rPr>
          <w:szCs w:val="22"/>
        </w:rPr>
        <w:lastRenderedPageBreak/>
        <w:t>Preston HARDISON (Mr.), Policy Advisor, Seattle</w:t>
      </w:r>
    </w:p>
    <w:p w14:paraId="34F0FFF0" w14:textId="0DCC792C" w:rsidR="00E51161" w:rsidRDefault="00787137" w:rsidP="00E51161">
      <w:pPr>
        <w:rPr>
          <w:szCs w:val="22"/>
        </w:rPr>
      </w:pPr>
      <w:hyperlink r:id="rId230" w:history="1">
        <w:r w:rsidRPr="001F5753">
          <w:rPr>
            <w:rStyle w:val="Hyperlink"/>
            <w:szCs w:val="22"/>
          </w:rPr>
          <w:t>prestonh@comcast.net</w:t>
        </w:r>
      </w:hyperlink>
      <w:r>
        <w:rPr>
          <w:szCs w:val="22"/>
          <w:u w:val="single"/>
        </w:rPr>
        <w:t xml:space="preserve"> </w:t>
      </w:r>
    </w:p>
    <w:p w14:paraId="1C9762DF" w14:textId="77777777" w:rsidR="00E51161" w:rsidRDefault="00E51161" w:rsidP="00E51161">
      <w:pPr>
        <w:rPr>
          <w:szCs w:val="22"/>
        </w:rPr>
      </w:pPr>
    </w:p>
    <w:p w14:paraId="76B8BFD4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Tulalip Tribes of Washington Governmental Affairs Department </w:t>
      </w:r>
    </w:p>
    <w:p w14:paraId="34079E14" w14:textId="77777777" w:rsidR="00787137" w:rsidRDefault="00787137" w:rsidP="00787137">
      <w:pPr>
        <w:rPr>
          <w:szCs w:val="22"/>
        </w:rPr>
      </w:pPr>
      <w:r>
        <w:rPr>
          <w:szCs w:val="22"/>
        </w:rPr>
        <w:t>Aaron JONES (Mr.), Director, Natural and Cultural Resources, Tulalip</w:t>
      </w:r>
    </w:p>
    <w:p w14:paraId="234842A1" w14:textId="77777777" w:rsidR="00787137" w:rsidRDefault="00787137" w:rsidP="00787137">
      <w:pPr>
        <w:rPr>
          <w:szCs w:val="22"/>
        </w:rPr>
      </w:pPr>
      <w:hyperlink r:id="rId231" w:history="1">
        <w:r w:rsidRPr="001F5753">
          <w:rPr>
            <w:rStyle w:val="Hyperlink"/>
            <w:szCs w:val="22"/>
          </w:rPr>
          <w:t>aaronjones@tulaliptribes-nsn.gov</w:t>
        </w:r>
      </w:hyperlink>
      <w:r>
        <w:rPr>
          <w:szCs w:val="22"/>
          <w:u w:val="single"/>
        </w:rPr>
        <w:t xml:space="preserve"> </w:t>
      </w:r>
    </w:p>
    <w:p w14:paraId="3A49394E" w14:textId="77777777" w:rsidR="00E51161" w:rsidRDefault="00E51161" w:rsidP="00E51161">
      <w:pPr>
        <w:rPr>
          <w:szCs w:val="22"/>
        </w:rPr>
      </w:pPr>
      <w:r>
        <w:rPr>
          <w:szCs w:val="22"/>
        </w:rPr>
        <w:t>Andrew GOBIN (Mr.), Treaty Rights Manager, Treaty Rights and Government Affairs, Tulalip</w:t>
      </w:r>
    </w:p>
    <w:p w14:paraId="262831EA" w14:textId="55485881" w:rsidR="00E51161" w:rsidRDefault="00787137" w:rsidP="00E51161">
      <w:pPr>
        <w:rPr>
          <w:szCs w:val="22"/>
        </w:rPr>
      </w:pPr>
      <w:hyperlink r:id="rId232" w:history="1">
        <w:r w:rsidRPr="001F5753">
          <w:rPr>
            <w:rStyle w:val="Hyperlink"/>
            <w:szCs w:val="22"/>
          </w:rPr>
          <w:t>agobin@tulaliptribes-nsn.gov</w:t>
        </w:r>
      </w:hyperlink>
      <w:r>
        <w:rPr>
          <w:szCs w:val="22"/>
          <w:u w:val="single"/>
        </w:rPr>
        <w:t xml:space="preserve"> </w:t>
      </w:r>
    </w:p>
    <w:p w14:paraId="6CA52B96" w14:textId="77777777" w:rsidR="00E51161" w:rsidRDefault="00E51161" w:rsidP="00E51161">
      <w:pPr>
        <w:rPr>
          <w:szCs w:val="22"/>
        </w:rPr>
      </w:pPr>
    </w:p>
    <w:p w14:paraId="17861520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University of Aberdeen </w:t>
      </w:r>
    </w:p>
    <w:p w14:paraId="2E23A80B" w14:textId="77777777" w:rsidR="00E51161" w:rsidRDefault="00E51161" w:rsidP="00E51161">
      <w:pPr>
        <w:rPr>
          <w:szCs w:val="22"/>
        </w:rPr>
      </w:pPr>
      <w:r>
        <w:rPr>
          <w:szCs w:val="22"/>
        </w:rPr>
        <w:t>Abbe BROWN (Ms.), Professor, Intellectual Property Law, Law School, University of Aberdeen, Aberdeen</w:t>
      </w:r>
    </w:p>
    <w:p w14:paraId="28F2837E" w14:textId="1FAF1450" w:rsidR="00E51161" w:rsidRDefault="0029709F" w:rsidP="00E51161">
      <w:pPr>
        <w:rPr>
          <w:szCs w:val="22"/>
        </w:rPr>
      </w:pPr>
      <w:hyperlink r:id="rId233" w:history="1">
        <w:r w:rsidRPr="001F5753">
          <w:rPr>
            <w:rStyle w:val="Hyperlink"/>
            <w:szCs w:val="22"/>
          </w:rPr>
          <w:t>abbe.brown@adn.ac.uk</w:t>
        </w:r>
      </w:hyperlink>
      <w:r>
        <w:rPr>
          <w:szCs w:val="22"/>
          <w:u w:val="single"/>
        </w:rPr>
        <w:t xml:space="preserve"> </w:t>
      </w:r>
    </w:p>
    <w:p w14:paraId="7AAB35E9" w14:textId="77777777" w:rsidR="00E51161" w:rsidRDefault="00E51161" w:rsidP="00E51161">
      <w:pPr>
        <w:rPr>
          <w:szCs w:val="22"/>
        </w:rPr>
      </w:pPr>
    </w:p>
    <w:p w14:paraId="1540343E" w14:textId="77777777" w:rsidR="00E51161" w:rsidRPr="009C308F" w:rsidRDefault="00E51161" w:rsidP="00E51161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West Indian Tribal Society </w:t>
      </w:r>
    </w:p>
    <w:p w14:paraId="184E62E1" w14:textId="77777777" w:rsidR="00E51161" w:rsidRDefault="00E51161" w:rsidP="00E51161">
      <w:pPr>
        <w:rPr>
          <w:szCs w:val="22"/>
        </w:rPr>
      </w:pPr>
      <w:proofErr w:type="spellStart"/>
      <w:r>
        <w:rPr>
          <w:szCs w:val="22"/>
        </w:rPr>
        <w:t>Chevauné</w:t>
      </w:r>
      <w:proofErr w:type="spellEnd"/>
      <w:r>
        <w:rPr>
          <w:szCs w:val="22"/>
        </w:rPr>
        <w:t xml:space="preserve"> MOORE-MINOTT (Ms.), Secretary, Tribal Council, Moore Town</w:t>
      </w:r>
    </w:p>
    <w:p w14:paraId="12341F71" w14:textId="0A2116B6" w:rsidR="00E51161" w:rsidRDefault="0029709F" w:rsidP="00E51161">
      <w:pPr>
        <w:rPr>
          <w:szCs w:val="22"/>
        </w:rPr>
      </w:pPr>
      <w:hyperlink r:id="rId234" w:history="1">
        <w:r w:rsidRPr="001F5753">
          <w:rPr>
            <w:rStyle w:val="Hyperlink"/>
            <w:szCs w:val="22"/>
          </w:rPr>
          <w:t>westindiantribalsociety@gmail.com</w:t>
        </w:r>
      </w:hyperlink>
      <w:r>
        <w:rPr>
          <w:szCs w:val="22"/>
          <w:u w:val="single"/>
        </w:rPr>
        <w:t xml:space="preserve"> </w:t>
      </w:r>
    </w:p>
    <w:p w14:paraId="24801FF7" w14:textId="77777777" w:rsidR="002D10B4" w:rsidRDefault="002D10B4" w:rsidP="00B40A53">
      <w:pPr>
        <w:rPr>
          <w:lang w:val="fr-CH"/>
        </w:rPr>
      </w:pPr>
    </w:p>
    <w:p w14:paraId="555D8537" w14:textId="77777777" w:rsidR="00A35448" w:rsidRDefault="00A35448" w:rsidP="00B40A53">
      <w:pPr>
        <w:rPr>
          <w:lang w:val="fr-CH"/>
        </w:rPr>
      </w:pPr>
    </w:p>
    <w:p w14:paraId="616AC01D" w14:textId="77777777" w:rsidR="00A35448" w:rsidRDefault="00A35448" w:rsidP="00B40A53">
      <w:pPr>
        <w:rPr>
          <w:lang w:val="fr-CH"/>
        </w:rPr>
      </w:pPr>
    </w:p>
    <w:p w14:paraId="088E36DC" w14:textId="77777777" w:rsidR="00737566" w:rsidRPr="00E50542" w:rsidRDefault="00737566" w:rsidP="00B40A53">
      <w:pPr>
        <w:pStyle w:val="BodyText"/>
        <w:numPr>
          <w:ilvl w:val="0"/>
          <w:numId w:val="7"/>
        </w:numPr>
        <w:spacing w:after="0"/>
        <w:ind w:left="360"/>
        <w:rPr>
          <w:szCs w:val="22"/>
          <w:u w:val="single"/>
          <w:lang w:val="fr-FR"/>
        </w:rPr>
      </w:pPr>
      <w:r w:rsidRPr="00E50542">
        <w:rPr>
          <w:rStyle w:val="DraftChar"/>
          <w:szCs w:val="22"/>
          <w:u w:val="single"/>
          <w:lang w:val="fr-FR"/>
        </w:rPr>
        <w:t>groupe des communautÉs autochtones et locales/</w:t>
      </w:r>
      <w:r w:rsidRPr="00E50542">
        <w:rPr>
          <w:rStyle w:val="DraftChar"/>
          <w:szCs w:val="22"/>
          <w:u w:val="single"/>
          <w:lang w:val="fr-FR"/>
        </w:rPr>
        <w:br/>
      </w:r>
      <w:r w:rsidRPr="00E50542">
        <w:rPr>
          <w:szCs w:val="22"/>
          <w:u w:val="single"/>
          <w:lang w:val="fr-FR"/>
        </w:rPr>
        <w:t>INDIGENOUS PANEL</w:t>
      </w:r>
    </w:p>
    <w:p w14:paraId="52DB4700" w14:textId="26C91BE7" w:rsidR="00737566" w:rsidRDefault="00737566" w:rsidP="00B40A53">
      <w:pPr>
        <w:rPr>
          <w:caps/>
          <w:sz w:val="24"/>
          <w:lang w:val="fr-FR"/>
        </w:rPr>
      </w:pPr>
    </w:p>
    <w:p w14:paraId="40BDC115" w14:textId="77777777" w:rsidR="00495B25" w:rsidRDefault="00495B25" w:rsidP="00B40A53">
      <w:pPr>
        <w:rPr>
          <w:caps/>
          <w:sz w:val="24"/>
          <w:lang w:val="fr-FR"/>
        </w:rPr>
      </w:pPr>
    </w:p>
    <w:p w14:paraId="6AF62BA5" w14:textId="3AB57F51" w:rsidR="00F007DA" w:rsidRDefault="00F007DA" w:rsidP="00F007DA">
      <w:pPr>
        <w:rPr>
          <w:szCs w:val="22"/>
        </w:rPr>
      </w:pPr>
      <w:r>
        <w:rPr>
          <w:szCs w:val="22"/>
        </w:rPr>
        <w:t xml:space="preserve">Rebecka FORSGREN (Ms.), </w:t>
      </w:r>
      <w:r w:rsidR="00813F08" w:rsidRPr="00813F08">
        <w:rPr>
          <w:szCs w:val="22"/>
        </w:rPr>
        <w:t>Indigenous Saami native</w:t>
      </w:r>
      <w:r w:rsidR="007958BA">
        <w:rPr>
          <w:szCs w:val="22"/>
        </w:rPr>
        <w:t xml:space="preserve"> from</w:t>
      </w:r>
      <w:r w:rsidR="00813F08" w:rsidRPr="00813F08">
        <w:rPr>
          <w:szCs w:val="22"/>
        </w:rPr>
        <w:t xml:space="preserve"> Sweden</w:t>
      </w:r>
    </w:p>
    <w:p w14:paraId="310FB7FE" w14:textId="77777777" w:rsidR="00F007DA" w:rsidRDefault="00F007DA" w:rsidP="00F007DA">
      <w:pPr>
        <w:rPr>
          <w:szCs w:val="22"/>
        </w:rPr>
      </w:pPr>
    </w:p>
    <w:p w14:paraId="200655BC" w14:textId="49C92B45" w:rsidR="00F007DA" w:rsidRPr="006F0613" w:rsidRDefault="00F007DA" w:rsidP="006F0613">
      <w:pPr>
        <w:rPr>
          <w:caps/>
          <w:sz w:val="24"/>
        </w:rPr>
      </w:pPr>
      <w:r>
        <w:rPr>
          <w:szCs w:val="22"/>
        </w:rPr>
        <w:t xml:space="preserve">Jennifer CORPUZ (Ms.), </w:t>
      </w:r>
      <w:r w:rsidR="006F0613">
        <w:t>Kankana-</w:t>
      </w:r>
      <w:proofErr w:type="spellStart"/>
      <w:r w:rsidR="006F0613">
        <w:t>ey</w:t>
      </w:r>
      <w:proofErr w:type="spellEnd"/>
      <w:r w:rsidR="006F0613">
        <w:t xml:space="preserve"> Igorot from the Mountain Province in the Cordillera region </w:t>
      </w:r>
      <w:r w:rsidR="007958BA">
        <w:t xml:space="preserve">from </w:t>
      </w:r>
      <w:r w:rsidR="006F0613">
        <w:t>the Philippines</w:t>
      </w:r>
    </w:p>
    <w:p w14:paraId="13214692" w14:textId="79AD112A" w:rsidR="00104E3A" w:rsidRDefault="00104E3A">
      <w:pPr>
        <w:rPr>
          <w:caps/>
          <w:sz w:val="24"/>
        </w:rPr>
      </w:pPr>
    </w:p>
    <w:p w14:paraId="49F48C96" w14:textId="77777777" w:rsidR="0029709F" w:rsidRPr="006F0613" w:rsidRDefault="0029709F">
      <w:pPr>
        <w:rPr>
          <w:caps/>
          <w:sz w:val="24"/>
        </w:rPr>
      </w:pPr>
    </w:p>
    <w:p w14:paraId="4C242C6E" w14:textId="77777777" w:rsidR="00332D43" w:rsidRPr="006F0613" w:rsidRDefault="00332D43" w:rsidP="00B40A53">
      <w:pPr>
        <w:rPr>
          <w:caps/>
          <w:sz w:val="24"/>
        </w:rPr>
      </w:pPr>
    </w:p>
    <w:p w14:paraId="452E2C58" w14:textId="77777777" w:rsidR="00737566" w:rsidRPr="00C82C96" w:rsidRDefault="00737566" w:rsidP="00B40A53">
      <w:pPr>
        <w:pStyle w:val="BodyText"/>
        <w:numPr>
          <w:ilvl w:val="0"/>
          <w:numId w:val="7"/>
        </w:numPr>
        <w:spacing w:after="0"/>
        <w:ind w:left="360"/>
        <w:rPr>
          <w:szCs w:val="22"/>
          <w:u w:val="single"/>
        </w:rPr>
      </w:pPr>
      <w:r w:rsidRPr="00C82C96">
        <w:rPr>
          <w:szCs w:val="22"/>
          <w:u w:val="single"/>
        </w:rPr>
        <w:t>BUREAU/OFFICERS</w:t>
      </w:r>
    </w:p>
    <w:p w14:paraId="1767F759" w14:textId="77777777" w:rsidR="00737566" w:rsidRPr="00C82C96" w:rsidRDefault="00737566" w:rsidP="00B40A53">
      <w:pPr>
        <w:pStyle w:val="BodyText"/>
        <w:spacing w:after="0"/>
        <w:rPr>
          <w:szCs w:val="22"/>
        </w:rPr>
      </w:pPr>
    </w:p>
    <w:p w14:paraId="0A88E0D6" w14:textId="77777777" w:rsidR="00737566" w:rsidRPr="00C82C96" w:rsidRDefault="00737566" w:rsidP="00B40A53">
      <w:pPr>
        <w:pStyle w:val="BodyText"/>
        <w:spacing w:after="0"/>
        <w:rPr>
          <w:szCs w:val="22"/>
        </w:rPr>
      </w:pPr>
    </w:p>
    <w:p w14:paraId="7B516AD3" w14:textId="7008043B" w:rsidR="003A78A9" w:rsidRDefault="00737566" w:rsidP="00B40A53">
      <w:pPr>
        <w:tabs>
          <w:tab w:val="left" w:pos="3402"/>
        </w:tabs>
        <w:ind w:left="3402" w:hanging="3402"/>
        <w:rPr>
          <w:szCs w:val="22"/>
          <w:lang w:val="fr-CH"/>
        </w:rPr>
      </w:pPr>
      <w:r w:rsidRPr="00A06C17">
        <w:rPr>
          <w:szCs w:val="22"/>
          <w:lang w:val="fr-CH"/>
        </w:rPr>
        <w:t>Président</w:t>
      </w:r>
      <w:r w:rsidR="00A06C17" w:rsidRPr="00A06C17">
        <w:rPr>
          <w:szCs w:val="22"/>
          <w:lang w:val="fr-CH"/>
        </w:rPr>
        <w:t>e</w:t>
      </w:r>
      <w:r w:rsidR="003A78A9">
        <w:rPr>
          <w:szCs w:val="22"/>
          <w:lang w:val="fr-CH"/>
        </w:rPr>
        <w:t>s</w:t>
      </w:r>
      <w:r w:rsidRPr="00A06C17">
        <w:rPr>
          <w:szCs w:val="22"/>
          <w:lang w:val="fr-CH"/>
        </w:rPr>
        <w:t>/</w:t>
      </w:r>
      <w:proofErr w:type="gramStart"/>
      <w:r w:rsidRPr="00A06C17">
        <w:rPr>
          <w:szCs w:val="22"/>
          <w:lang w:val="fr-CH"/>
        </w:rPr>
        <w:t>Chair</w:t>
      </w:r>
      <w:r w:rsidR="003A78A9">
        <w:rPr>
          <w:szCs w:val="22"/>
          <w:lang w:val="fr-CH"/>
        </w:rPr>
        <w:t>s</w:t>
      </w:r>
      <w:r w:rsidRPr="00A06C17">
        <w:rPr>
          <w:szCs w:val="22"/>
          <w:lang w:val="fr-CH"/>
        </w:rPr>
        <w:t>:</w:t>
      </w:r>
      <w:proofErr w:type="gramEnd"/>
      <w:r w:rsidRPr="00A06C17">
        <w:rPr>
          <w:szCs w:val="22"/>
          <w:lang w:val="fr-CH"/>
        </w:rPr>
        <w:tab/>
      </w:r>
      <w:r w:rsidR="003A78A9" w:rsidRPr="003A78A9">
        <w:rPr>
          <w:szCs w:val="22"/>
          <w:lang w:val="fr-CH"/>
        </w:rPr>
        <w:t xml:space="preserve">Anna VUOPALA (Mme/Ms.) </w:t>
      </w:r>
      <w:r w:rsidR="003A78A9">
        <w:rPr>
          <w:szCs w:val="22"/>
          <w:lang w:val="fr-CH"/>
        </w:rPr>
        <w:t>(Finlande/</w:t>
      </w:r>
      <w:proofErr w:type="spellStart"/>
      <w:r w:rsidR="003A78A9">
        <w:rPr>
          <w:szCs w:val="22"/>
          <w:lang w:val="fr-CH"/>
        </w:rPr>
        <w:t>Finland</w:t>
      </w:r>
      <w:proofErr w:type="spellEnd"/>
      <w:r w:rsidR="003A78A9">
        <w:rPr>
          <w:szCs w:val="22"/>
          <w:lang w:val="fr-CH"/>
        </w:rPr>
        <w:t>)</w:t>
      </w:r>
    </w:p>
    <w:p w14:paraId="6EBD1114" w14:textId="49839F3E" w:rsidR="00AA6BE7" w:rsidRPr="00961A37" w:rsidRDefault="00AA6BE7" w:rsidP="0A11211D">
      <w:pPr>
        <w:tabs>
          <w:tab w:val="left" w:pos="3402"/>
        </w:tabs>
        <w:ind w:left="3402"/>
        <w:rPr>
          <w:lang w:val="fr-CH"/>
        </w:rPr>
      </w:pPr>
      <w:r w:rsidRPr="669A21D8">
        <w:rPr>
          <w:lang w:val="fr-CH"/>
        </w:rPr>
        <w:t xml:space="preserve">Erika WATANABE </w:t>
      </w:r>
      <w:r w:rsidR="00A04DFE" w:rsidRPr="669A21D8">
        <w:rPr>
          <w:lang w:val="fr-CH"/>
        </w:rPr>
        <w:t xml:space="preserve">PATRIOTA </w:t>
      </w:r>
      <w:r w:rsidRPr="669A21D8">
        <w:rPr>
          <w:lang w:val="fr-CH"/>
        </w:rPr>
        <w:t>(Mme/Ms.) (Brésil/Brazil)</w:t>
      </w:r>
    </w:p>
    <w:p w14:paraId="10D39983" w14:textId="77777777" w:rsidR="00737566" w:rsidRPr="00A06C17" w:rsidRDefault="00737566" w:rsidP="00B40A53">
      <w:pPr>
        <w:tabs>
          <w:tab w:val="left" w:pos="3402"/>
        </w:tabs>
        <w:ind w:left="3402" w:hanging="3402"/>
        <w:rPr>
          <w:szCs w:val="22"/>
          <w:lang w:val="fr-CH"/>
        </w:rPr>
      </w:pPr>
    </w:p>
    <w:p w14:paraId="234AD4A1" w14:textId="7E7A01CA" w:rsidR="00737566" w:rsidRPr="00506BC4" w:rsidRDefault="00737566" w:rsidP="00961A37">
      <w:pPr>
        <w:tabs>
          <w:tab w:val="left" w:pos="3402"/>
        </w:tabs>
        <w:ind w:left="3402" w:hanging="3402"/>
        <w:rPr>
          <w:szCs w:val="22"/>
          <w:lang w:val="fr-CH"/>
        </w:rPr>
      </w:pPr>
      <w:r w:rsidRPr="00A06C17">
        <w:rPr>
          <w:szCs w:val="22"/>
          <w:lang w:val="fr-CH"/>
        </w:rPr>
        <w:t>Vice-présidents/Vice-</w:t>
      </w:r>
      <w:proofErr w:type="gramStart"/>
      <w:r w:rsidRPr="00A06C17">
        <w:rPr>
          <w:szCs w:val="22"/>
          <w:lang w:val="fr-CH"/>
        </w:rPr>
        <w:t>Chairs:</w:t>
      </w:r>
      <w:proofErr w:type="gramEnd"/>
      <w:r w:rsidRPr="00A06C17">
        <w:rPr>
          <w:szCs w:val="22"/>
          <w:lang w:val="fr-CH"/>
        </w:rPr>
        <w:tab/>
      </w:r>
      <w:proofErr w:type="spellStart"/>
      <w:r w:rsidR="00D37DF8" w:rsidRPr="00506BC4">
        <w:rPr>
          <w:szCs w:val="22"/>
          <w:lang w:val="fr-CH"/>
        </w:rPr>
        <w:t>Alhanoof</w:t>
      </w:r>
      <w:proofErr w:type="spellEnd"/>
      <w:r w:rsidR="00D37DF8" w:rsidRPr="00506BC4">
        <w:rPr>
          <w:szCs w:val="22"/>
          <w:lang w:val="fr-CH"/>
        </w:rPr>
        <w:t xml:space="preserve"> ALDEBASI</w:t>
      </w:r>
      <w:r w:rsidR="00F5275F" w:rsidRPr="00506BC4">
        <w:rPr>
          <w:szCs w:val="22"/>
          <w:lang w:val="fr-CH"/>
        </w:rPr>
        <w:t xml:space="preserve"> (M</w:t>
      </w:r>
      <w:r w:rsidR="00D55028" w:rsidRPr="00506BC4">
        <w:rPr>
          <w:szCs w:val="22"/>
          <w:lang w:val="fr-CH"/>
        </w:rPr>
        <w:t>me</w:t>
      </w:r>
      <w:r w:rsidR="00F5275F" w:rsidRPr="00506BC4">
        <w:rPr>
          <w:szCs w:val="22"/>
          <w:lang w:val="fr-CH"/>
        </w:rPr>
        <w:t>/M</w:t>
      </w:r>
      <w:r w:rsidR="00D55028" w:rsidRPr="00506BC4">
        <w:rPr>
          <w:szCs w:val="22"/>
          <w:lang w:val="fr-CH"/>
        </w:rPr>
        <w:t>s</w:t>
      </w:r>
      <w:r w:rsidR="00F5275F" w:rsidRPr="00506BC4">
        <w:rPr>
          <w:szCs w:val="22"/>
          <w:lang w:val="fr-CH"/>
        </w:rPr>
        <w:t xml:space="preserve">.) </w:t>
      </w:r>
      <w:r w:rsidR="00F15866" w:rsidRPr="00506BC4">
        <w:rPr>
          <w:szCs w:val="22"/>
          <w:lang w:val="fr-CH"/>
        </w:rPr>
        <w:t>(Arabie S</w:t>
      </w:r>
      <w:r w:rsidR="00F63557" w:rsidRPr="00506BC4">
        <w:rPr>
          <w:szCs w:val="22"/>
          <w:lang w:val="fr-CH"/>
        </w:rPr>
        <w:t>aoudite</w:t>
      </w:r>
      <w:r w:rsidR="00F15866" w:rsidRPr="00506BC4">
        <w:rPr>
          <w:szCs w:val="22"/>
          <w:lang w:val="fr-CH"/>
        </w:rPr>
        <w:t>/</w:t>
      </w:r>
      <w:r w:rsidR="00506BC4">
        <w:rPr>
          <w:szCs w:val="22"/>
          <w:lang w:val="fr-CH"/>
        </w:rPr>
        <w:br/>
      </w:r>
      <w:proofErr w:type="spellStart"/>
      <w:r w:rsidR="00F5275F" w:rsidRPr="00506BC4">
        <w:rPr>
          <w:szCs w:val="22"/>
          <w:lang w:val="fr-CH"/>
        </w:rPr>
        <w:t>Saudi</w:t>
      </w:r>
      <w:proofErr w:type="spellEnd"/>
      <w:r w:rsidR="00F5275F" w:rsidRPr="00506BC4">
        <w:rPr>
          <w:szCs w:val="22"/>
          <w:lang w:val="fr-CH"/>
        </w:rPr>
        <w:t xml:space="preserve"> Arabia</w:t>
      </w:r>
      <w:r w:rsidR="00F15866" w:rsidRPr="00506BC4">
        <w:rPr>
          <w:szCs w:val="22"/>
          <w:lang w:val="fr-CH"/>
        </w:rPr>
        <w:t>)</w:t>
      </w:r>
    </w:p>
    <w:p w14:paraId="2F75AE1E" w14:textId="77777777" w:rsidR="00F5275F" w:rsidRPr="00506BC4" w:rsidRDefault="00F5275F" w:rsidP="00B40A53">
      <w:pPr>
        <w:tabs>
          <w:tab w:val="left" w:pos="3402"/>
        </w:tabs>
        <w:ind w:left="3420"/>
        <w:rPr>
          <w:szCs w:val="22"/>
          <w:lang w:val="fr-CH"/>
        </w:rPr>
      </w:pPr>
    </w:p>
    <w:p w14:paraId="4253BFD9" w14:textId="77777777" w:rsidR="00A04DFE" w:rsidRPr="00961A37" w:rsidRDefault="00E30C85" w:rsidP="00B40A53">
      <w:pPr>
        <w:tabs>
          <w:tab w:val="left" w:pos="3402"/>
        </w:tabs>
        <w:ind w:left="3420"/>
        <w:rPr>
          <w:szCs w:val="22"/>
          <w:lang w:val="it-IT"/>
        </w:rPr>
      </w:pPr>
      <w:r w:rsidRPr="00E316C6">
        <w:rPr>
          <w:szCs w:val="22"/>
          <w:lang w:val="fr-CH"/>
        </w:rPr>
        <w:t xml:space="preserve">Audrey Akweley </w:t>
      </w:r>
      <w:proofErr w:type="spellStart"/>
      <w:r w:rsidRPr="00E316C6">
        <w:rPr>
          <w:szCs w:val="22"/>
          <w:lang w:val="fr-CH"/>
        </w:rPr>
        <w:t>Yeboawaa</w:t>
      </w:r>
      <w:proofErr w:type="spellEnd"/>
      <w:r w:rsidRPr="00E316C6">
        <w:rPr>
          <w:szCs w:val="22"/>
          <w:lang w:val="fr-CH"/>
        </w:rPr>
        <w:t xml:space="preserve"> N</w:t>
      </w:r>
      <w:r w:rsidR="00B63E2B" w:rsidRPr="00E316C6">
        <w:rPr>
          <w:szCs w:val="22"/>
          <w:lang w:val="fr-CH"/>
        </w:rPr>
        <w:t>EEQUAYE</w:t>
      </w:r>
      <w:r w:rsidRPr="00E316C6">
        <w:rPr>
          <w:szCs w:val="22"/>
          <w:lang w:val="fr-CH"/>
        </w:rPr>
        <w:t xml:space="preserve"> (Mme/Ms.) </w:t>
      </w:r>
      <w:r w:rsidR="00F15866" w:rsidRPr="00961A37">
        <w:rPr>
          <w:szCs w:val="22"/>
          <w:lang w:val="it-IT"/>
        </w:rPr>
        <w:t>(</w:t>
      </w:r>
      <w:r w:rsidRPr="00961A37">
        <w:rPr>
          <w:szCs w:val="22"/>
          <w:lang w:val="it-IT"/>
        </w:rPr>
        <w:t>Ghana</w:t>
      </w:r>
      <w:r w:rsidR="00F15866" w:rsidRPr="00961A37">
        <w:rPr>
          <w:szCs w:val="22"/>
          <w:lang w:val="it-IT"/>
        </w:rPr>
        <w:t>)</w:t>
      </w:r>
      <w:r w:rsidR="00A04DFE" w:rsidRPr="00961A37">
        <w:rPr>
          <w:szCs w:val="22"/>
          <w:lang w:val="it-IT"/>
        </w:rPr>
        <w:t xml:space="preserve"> </w:t>
      </w:r>
    </w:p>
    <w:p w14:paraId="775F5CFD" w14:textId="30E0B5A4" w:rsidR="00F5275F" w:rsidRPr="00961A37" w:rsidRDefault="00F5275F" w:rsidP="00B40A53">
      <w:pPr>
        <w:tabs>
          <w:tab w:val="left" w:pos="3402"/>
        </w:tabs>
        <w:ind w:left="3420"/>
        <w:rPr>
          <w:szCs w:val="22"/>
          <w:lang w:val="fr-CH"/>
        </w:rPr>
      </w:pPr>
    </w:p>
    <w:p w14:paraId="08CBEB00" w14:textId="77777777" w:rsidR="00737566" w:rsidRPr="00961A37" w:rsidRDefault="00737566" w:rsidP="00B40A53">
      <w:pPr>
        <w:tabs>
          <w:tab w:val="left" w:pos="3402"/>
        </w:tabs>
        <w:rPr>
          <w:szCs w:val="22"/>
          <w:lang w:val="fr-CH"/>
        </w:rPr>
      </w:pPr>
    </w:p>
    <w:p w14:paraId="12030F8F" w14:textId="25A03BCF" w:rsidR="00737566" w:rsidRPr="00C82C96" w:rsidRDefault="00737566" w:rsidP="00B40A53">
      <w:pPr>
        <w:tabs>
          <w:tab w:val="left" w:pos="3402"/>
        </w:tabs>
      </w:pPr>
      <w:r w:rsidRPr="6995253D">
        <w:rPr>
          <w:lang w:val="fr-CH"/>
        </w:rPr>
        <w:t>Secrétaire/</w:t>
      </w:r>
      <w:proofErr w:type="gramStart"/>
      <w:r w:rsidRPr="6995253D">
        <w:rPr>
          <w:lang w:val="fr-CH"/>
        </w:rPr>
        <w:t>Secretary:</w:t>
      </w:r>
      <w:proofErr w:type="gramEnd"/>
      <w:r w:rsidRPr="00132CA5">
        <w:rPr>
          <w:lang w:val="fr-CH"/>
        </w:rPr>
        <w:tab/>
      </w:r>
      <w:r w:rsidR="00A47C83" w:rsidRPr="6995253D">
        <w:rPr>
          <w:lang w:val="fr-CH"/>
        </w:rPr>
        <w:t>Fei JIAO</w:t>
      </w:r>
      <w:r w:rsidRPr="6995253D">
        <w:rPr>
          <w:lang w:val="fr-CH"/>
        </w:rPr>
        <w:t xml:space="preserve"> (M</w:t>
      </w:r>
      <w:r w:rsidR="00A47C83" w:rsidRPr="6995253D">
        <w:rPr>
          <w:lang w:val="fr-CH"/>
        </w:rPr>
        <w:t>me</w:t>
      </w:r>
      <w:r w:rsidRPr="6995253D">
        <w:rPr>
          <w:lang w:val="fr-CH"/>
        </w:rPr>
        <w:t>/M</w:t>
      </w:r>
      <w:r w:rsidR="00A47C83" w:rsidRPr="6995253D">
        <w:rPr>
          <w:lang w:val="fr-CH"/>
        </w:rPr>
        <w:t>s</w:t>
      </w:r>
      <w:r w:rsidRPr="6995253D">
        <w:rPr>
          <w:lang w:val="fr-CH"/>
        </w:rPr>
        <w:t xml:space="preserve">.) </w:t>
      </w:r>
      <w:r>
        <w:t>(OMPI/WIPO)</w:t>
      </w:r>
    </w:p>
    <w:p w14:paraId="1A78890A" w14:textId="77777777" w:rsidR="00737566" w:rsidRPr="00C82C96" w:rsidRDefault="00737566" w:rsidP="00B40A53">
      <w:pPr>
        <w:pStyle w:val="BodyText"/>
        <w:spacing w:after="0"/>
        <w:ind w:left="284" w:hanging="284"/>
        <w:rPr>
          <w:szCs w:val="22"/>
          <w:u w:val="single"/>
        </w:rPr>
      </w:pPr>
    </w:p>
    <w:p w14:paraId="1D2DFEEE" w14:textId="77777777" w:rsidR="00737566" w:rsidRDefault="00737566" w:rsidP="00B40A53">
      <w:pPr>
        <w:pStyle w:val="BodyText"/>
        <w:spacing w:after="0"/>
        <w:rPr>
          <w:szCs w:val="22"/>
        </w:rPr>
      </w:pPr>
      <w:r>
        <w:rPr>
          <w:szCs w:val="22"/>
        </w:rPr>
        <w:br w:type="page"/>
      </w:r>
    </w:p>
    <w:p w14:paraId="0899B014" w14:textId="77777777" w:rsidR="00737566" w:rsidRPr="008F76E3" w:rsidRDefault="00737566" w:rsidP="00B40A53">
      <w:pPr>
        <w:pStyle w:val="BodyText"/>
        <w:numPr>
          <w:ilvl w:val="0"/>
          <w:numId w:val="7"/>
        </w:numPr>
        <w:spacing w:after="0"/>
        <w:ind w:left="450" w:hanging="450"/>
        <w:rPr>
          <w:szCs w:val="22"/>
          <w:lang w:val="fr-CH"/>
        </w:rPr>
      </w:pPr>
      <w:r w:rsidRPr="00936986">
        <w:rPr>
          <w:szCs w:val="22"/>
          <w:u w:val="single"/>
          <w:lang w:val="fr-CH"/>
        </w:rPr>
        <w:lastRenderedPageBreak/>
        <w:t>BUREAU INTERNATIO</w:t>
      </w:r>
      <w:r w:rsidRPr="008F76E3">
        <w:rPr>
          <w:szCs w:val="22"/>
          <w:u w:val="single"/>
          <w:lang w:val="fr-CH"/>
        </w:rPr>
        <w:t>NAL DE L</w:t>
      </w:r>
      <w:r>
        <w:rPr>
          <w:szCs w:val="22"/>
          <w:u w:val="single"/>
          <w:lang w:val="fr-CH"/>
        </w:rPr>
        <w:t>’</w:t>
      </w:r>
      <w:r w:rsidRPr="008F76E3">
        <w:rPr>
          <w:szCs w:val="22"/>
          <w:u w:val="single"/>
          <w:lang w:val="fr-CH"/>
        </w:rPr>
        <w:t>ORGANISATION MONDIALE</w:t>
      </w:r>
      <w:r w:rsidRPr="008F76E3">
        <w:rPr>
          <w:szCs w:val="22"/>
          <w:u w:val="single"/>
          <w:lang w:val="fr-CH"/>
        </w:rPr>
        <w:br/>
        <w:t>DE LA PROPRIÉTÉ INTELLECTUELLE (OMPI)/</w:t>
      </w:r>
      <w:r w:rsidRPr="008F76E3">
        <w:rPr>
          <w:szCs w:val="22"/>
          <w:u w:val="single"/>
          <w:lang w:val="fr-CH"/>
        </w:rPr>
        <w:br/>
        <w:t>INTERNATIONAL BUREAU OF THE</w:t>
      </w:r>
      <w:r w:rsidRPr="008F76E3">
        <w:rPr>
          <w:szCs w:val="22"/>
          <w:u w:val="single"/>
          <w:lang w:val="fr-CH"/>
        </w:rPr>
        <w:br/>
        <w:t>WORLD INTELLECTUAL PROPERTY ORGANIZATION (WIPO)</w:t>
      </w:r>
    </w:p>
    <w:p w14:paraId="0B04AAE9" w14:textId="77777777" w:rsidR="00737566" w:rsidRPr="008F76E3" w:rsidRDefault="00737566" w:rsidP="00B40A53">
      <w:pPr>
        <w:rPr>
          <w:szCs w:val="22"/>
          <w:lang w:val="fr-CH"/>
        </w:rPr>
      </w:pPr>
    </w:p>
    <w:p w14:paraId="4D1D7699" w14:textId="77777777" w:rsidR="00737566" w:rsidRPr="008F76E3" w:rsidRDefault="00737566" w:rsidP="00B40A53">
      <w:pPr>
        <w:keepNext/>
        <w:rPr>
          <w:szCs w:val="22"/>
          <w:lang w:val="fr-CH"/>
        </w:rPr>
      </w:pPr>
    </w:p>
    <w:p w14:paraId="7E5BB022" w14:textId="77777777" w:rsidR="00737566" w:rsidRPr="00E57259" w:rsidRDefault="00737566" w:rsidP="00B40A53">
      <w:pPr>
        <w:keepNext/>
        <w:rPr>
          <w:szCs w:val="22"/>
          <w:lang w:val="fr-CH"/>
        </w:rPr>
      </w:pPr>
      <w:r w:rsidRPr="00E57259">
        <w:rPr>
          <w:szCs w:val="22"/>
          <w:lang w:val="fr-CH"/>
        </w:rPr>
        <w:t xml:space="preserve">Daren TANG </w:t>
      </w:r>
      <w:r w:rsidRPr="00E57259">
        <w:rPr>
          <w:lang w:val="fr-CH"/>
        </w:rPr>
        <w:t>(M./Mr.),</w:t>
      </w:r>
      <w:r w:rsidRPr="00E57259">
        <w:rPr>
          <w:szCs w:val="22"/>
          <w:lang w:val="fr-CH"/>
        </w:rPr>
        <w:t xml:space="preserve"> directeur général/Director General</w:t>
      </w:r>
    </w:p>
    <w:p w14:paraId="1E80FF6A" w14:textId="77777777" w:rsidR="00737566" w:rsidRPr="00E57259" w:rsidRDefault="00737566" w:rsidP="00B40A53">
      <w:pPr>
        <w:keepNext/>
        <w:rPr>
          <w:szCs w:val="22"/>
          <w:lang w:val="fr-CH"/>
        </w:rPr>
      </w:pPr>
    </w:p>
    <w:p w14:paraId="55D3511C" w14:textId="5649B8D8" w:rsidR="00737566" w:rsidRPr="00F1440F" w:rsidRDefault="00737566" w:rsidP="00B40A53">
      <w:pPr>
        <w:keepNext/>
        <w:rPr>
          <w:rStyle w:val="description"/>
          <w:szCs w:val="22"/>
          <w:lang w:val="fr-CH"/>
        </w:rPr>
      </w:pPr>
      <w:r w:rsidRPr="00F1440F">
        <w:rPr>
          <w:rStyle w:val="description"/>
          <w:szCs w:val="22"/>
          <w:lang w:val="fr-CH"/>
        </w:rPr>
        <w:t xml:space="preserve">Edward KWAKWA </w:t>
      </w:r>
      <w:r w:rsidRPr="00F1440F">
        <w:rPr>
          <w:lang w:val="fr-CH"/>
        </w:rPr>
        <w:t>(M./Mr.),</w:t>
      </w:r>
      <w:r w:rsidRPr="00F1440F">
        <w:rPr>
          <w:rStyle w:val="description"/>
          <w:bCs/>
          <w:szCs w:val="22"/>
          <w:lang w:val="fr-CH"/>
        </w:rPr>
        <w:t xml:space="preserve"> sous-directeur </w:t>
      </w:r>
      <w:r w:rsidR="007E4728" w:rsidRPr="00F1440F">
        <w:rPr>
          <w:rStyle w:val="description"/>
          <w:bCs/>
          <w:szCs w:val="22"/>
          <w:lang w:val="fr-CH"/>
        </w:rPr>
        <w:t>général</w:t>
      </w:r>
      <w:r w:rsidR="00F1440F" w:rsidRPr="00F1440F">
        <w:rPr>
          <w:rStyle w:val="description"/>
          <w:bCs/>
          <w:szCs w:val="22"/>
          <w:lang w:val="fr-CH"/>
        </w:rPr>
        <w:t>, Secteur des enjeux et des partenariats mondiaux</w:t>
      </w:r>
      <w:r w:rsidRPr="00F1440F">
        <w:rPr>
          <w:rStyle w:val="description"/>
          <w:bCs/>
          <w:szCs w:val="22"/>
          <w:lang w:val="fr-CH"/>
        </w:rPr>
        <w:t>/</w:t>
      </w:r>
      <w:r w:rsidRPr="00F1440F">
        <w:rPr>
          <w:rStyle w:val="description"/>
          <w:szCs w:val="22"/>
          <w:lang w:val="fr-CH"/>
        </w:rPr>
        <w:t>Assistant Director General</w:t>
      </w:r>
      <w:r w:rsidR="00F1440F" w:rsidRPr="00F1440F">
        <w:rPr>
          <w:rStyle w:val="description"/>
          <w:szCs w:val="22"/>
          <w:lang w:val="fr-CH"/>
        </w:rPr>
        <w:t xml:space="preserve">, Global Challenges and Partnerships </w:t>
      </w:r>
      <w:proofErr w:type="spellStart"/>
      <w:r w:rsidR="00F1440F" w:rsidRPr="00F1440F">
        <w:rPr>
          <w:rStyle w:val="description"/>
          <w:szCs w:val="22"/>
          <w:lang w:val="fr-CH"/>
        </w:rPr>
        <w:t>Sector</w:t>
      </w:r>
      <w:proofErr w:type="spellEnd"/>
    </w:p>
    <w:p w14:paraId="26DB8394" w14:textId="77777777" w:rsidR="00737566" w:rsidRPr="00F1440F" w:rsidRDefault="00737566" w:rsidP="00B40A53">
      <w:pPr>
        <w:keepNext/>
        <w:rPr>
          <w:szCs w:val="22"/>
          <w:lang w:val="fr-CH"/>
        </w:rPr>
      </w:pPr>
    </w:p>
    <w:p w14:paraId="4E538787" w14:textId="4FCC9F3B" w:rsidR="00737566" w:rsidRPr="00E50542" w:rsidRDefault="00737566" w:rsidP="00B40A53">
      <w:pPr>
        <w:rPr>
          <w:szCs w:val="22"/>
          <w:lang w:val="fr-FR"/>
        </w:rPr>
      </w:pPr>
      <w:r w:rsidRPr="00E50542">
        <w:rPr>
          <w:snapToGrid w:val="0"/>
          <w:szCs w:val="22"/>
          <w:lang w:val="fr-FR"/>
        </w:rPr>
        <w:t>Wend WENDLAND</w:t>
      </w:r>
      <w:r>
        <w:rPr>
          <w:snapToGrid w:val="0"/>
          <w:szCs w:val="22"/>
          <w:lang w:val="fr-FR"/>
        </w:rPr>
        <w:t xml:space="preserve"> </w:t>
      </w:r>
      <w:r w:rsidRPr="00C82C96">
        <w:rPr>
          <w:lang w:val="fr-FR"/>
        </w:rPr>
        <w:t>(M./Mr.),</w:t>
      </w:r>
      <w:r w:rsidRPr="00E50542">
        <w:rPr>
          <w:snapToGrid w:val="0"/>
          <w:szCs w:val="22"/>
          <w:lang w:val="fr-FR"/>
        </w:rPr>
        <w:t xml:space="preserve"> directeur, </w:t>
      </w:r>
      <w:r w:rsidRPr="00E50542">
        <w:rPr>
          <w:szCs w:val="22"/>
          <w:lang w:val="fr-FR"/>
        </w:rPr>
        <w:t>Division des savoirs traditionnels</w:t>
      </w:r>
      <w:r w:rsidRPr="00E50542">
        <w:rPr>
          <w:snapToGrid w:val="0"/>
          <w:szCs w:val="22"/>
          <w:lang w:val="fr-FR"/>
        </w:rPr>
        <w:t xml:space="preserve">/Director, </w:t>
      </w:r>
      <w:r w:rsidRPr="00E50542">
        <w:rPr>
          <w:szCs w:val="22"/>
          <w:lang w:val="fr-FR"/>
        </w:rPr>
        <w:t>Traditional</w:t>
      </w:r>
      <w:r w:rsidR="00B95D61">
        <w:rPr>
          <w:szCs w:val="22"/>
          <w:lang w:val="fr-FR"/>
        </w:rPr>
        <w:t> </w:t>
      </w:r>
      <w:r w:rsidRPr="00E50542">
        <w:rPr>
          <w:szCs w:val="22"/>
          <w:lang w:val="fr-FR"/>
        </w:rPr>
        <w:t>Knowledge Division</w:t>
      </w:r>
    </w:p>
    <w:p w14:paraId="758319CF" w14:textId="77777777" w:rsidR="00737566" w:rsidRPr="00E50542" w:rsidRDefault="00737566" w:rsidP="00B40A53">
      <w:pPr>
        <w:rPr>
          <w:snapToGrid w:val="0"/>
          <w:szCs w:val="22"/>
          <w:lang w:val="fr-FR"/>
        </w:rPr>
      </w:pPr>
    </w:p>
    <w:p w14:paraId="41821D40" w14:textId="77777777" w:rsidR="00737566" w:rsidRPr="00E50542" w:rsidRDefault="00737566" w:rsidP="00B40A53">
      <w:pPr>
        <w:rPr>
          <w:szCs w:val="22"/>
          <w:lang w:val="fr-FR"/>
        </w:rPr>
      </w:pPr>
      <w:r w:rsidRPr="00E50542">
        <w:rPr>
          <w:snapToGrid w:val="0"/>
          <w:szCs w:val="22"/>
          <w:lang w:val="fr-FR"/>
        </w:rPr>
        <w:t xml:space="preserve">Begoña VENERO AGUIRRE (Mme/Ms.), conseillère principale, </w:t>
      </w:r>
      <w:r w:rsidRPr="00E50542">
        <w:rPr>
          <w:szCs w:val="22"/>
          <w:lang w:val="fr-FR"/>
        </w:rPr>
        <w:t xml:space="preserve">Division des savoirs traditionnels/Senior </w:t>
      </w:r>
      <w:proofErr w:type="spellStart"/>
      <w:r w:rsidRPr="00E50542">
        <w:rPr>
          <w:szCs w:val="22"/>
          <w:lang w:val="fr-FR"/>
        </w:rPr>
        <w:t>Counsellor</w:t>
      </w:r>
      <w:proofErr w:type="spellEnd"/>
      <w:r w:rsidRPr="00E50542">
        <w:rPr>
          <w:szCs w:val="22"/>
          <w:lang w:val="fr-FR"/>
        </w:rPr>
        <w:t>, Traditional Knowledge Division</w:t>
      </w:r>
    </w:p>
    <w:p w14:paraId="37A8EE40" w14:textId="77777777" w:rsidR="00737566" w:rsidRPr="00E50542" w:rsidRDefault="00737566" w:rsidP="00B40A53">
      <w:pPr>
        <w:rPr>
          <w:snapToGrid w:val="0"/>
          <w:szCs w:val="22"/>
          <w:lang w:val="fr-FR"/>
        </w:rPr>
      </w:pPr>
    </w:p>
    <w:p w14:paraId="66C8EA75" w14:textId="78058ABF" w:rsidR="00737566" w:rsidRPr="00E50542" w:rsidRDefault="00737566" w:rsidP="00B40A53">
      <w:pPr>
        <w:rPr>
          <w:szCs w:val="22"/>
          <w:lang w:val="fr-FR"/>
        </w:rPr>
      </w:pPr>
      <w:r w:rsidRPr="00E50542">
        <w:rPr>
          <w:snapToGrid w:val="0"/>
          <w:szCs w:val="22"/>
          <w:lang w:val="fr-FR"/>
        </w:rPr>
        <w:t>Shakeel BHATTI</w:t>
      </w:r>
      <w:r>
        <w:rPr>
          <w:snapToGrid w:val="0"/>
          <w:szCs w:val="22"/>
          <w:lang w:val="fr-FR"/>
        </w:rPr>
        <w:t xml:space="preserve"> </w:t>
      </w:r>
      <w:r w:rsidRPr="005A3B44">
        <w:rPr>
          <w:lang w:val="fr-FR"/>
        </w:rPr>
        <w:t>(M./Mr.),</w:t>
      </w:r>
      <w:r w:rsidRPr="00E50542">
        <w:rPr>
          <w:snapToGrid w:val="0"/>
          <w:szCs w:val="22"/>
          <w:lang w:val="fr-FR"/>
        </w:rPr>
        <w:t xml:space="preserve"> conseiller,</w:t>
      </w:r>
      <w:r w:rsidRPr="00E50542">
        <w:rPr>
          <w:szCs w:val="22"/>
          <w:lang w:val="fr-FR"/>
        </w:rPr>
        <w:t xml:space="preserve"> Division des savoirs traditionnels/</w:t>
      </w:r>
      <w:proofErr w:type="spellStart"/>
      <w:r w:rsidRPr="00E50542">
        <w:rPr>
          <w:szCs w:val="22"/>
          <w:lang w:val="fr-FR"/>
        </w:rPr>
        <w:t>Counsellor</w:t>
      </w:r>
      <w:proofErr w:type="spellEnd"/>
      <w:r w:rsidRPr="00E50542">
        <w:rPr>
          <w:szCs w:val="22"/>
          <w:lang w:val="fr-FR"/>
        </w:rPr>
        <w:t>, Traditional</w:t>
      </w:r>
      <w:r w:rsidR="00B95D61">
        <w:rPr>
          <w:szCs w:val="22"/>
          <w:lang w:val="fr-FR"/>
        </w:rPr>
        <w:t> </w:t>
      </w:r>
      <w:r w:rsidRPr="00E50542">
        <w:rPr>
          <w:szCs w:val="22"/>
          <w:lang w:val="fr-FR"/>
        </w:rPr>
        <w:t>Knowledge Division</w:t>
      </w:r>
    </w:p>
    <w:p w14:paraId="44D78935" w14:textId="77777777" w:rsidR="00737566" w:rsidRPr="00E50542" w:rsidRDefault="00737566" w:rsidP="00B40A53">
      <w:pPr>
        <w:rPr>
          <w:snapToGrid w:val="0"/>
          <w:szCs w:val="22"/>
          <w:lang w:val="fr-FR"/>
        </w:rPr>
      </w:pPr>
    </w:p>
    <w:p w14:paraId="1BB79604" w14:textId="07A8CC4F" w:rsidR="00737566" w:rsidRPr="00E50542" w:rsidRDefault="00737566" w:rsidP="00B40A53">
      <w:pPr>
        <w:rPr>
          <w:szCs w:val="22"/>
          <w:lang w:val="fr-FR"/>
        </w:rPr>
      </w:pPr>
      <w:r w:rsidRPr="00E50542">
        <w:rPr>
          <w:szCs w:val="22"/>
          <w:lang w:val="fr-FR"/>
        </w:rPr>
        <w:t>Simon LEGRAND</w:t>
      </w:r>
      <w:r>
        <w:rPr>
          <w:szCs w:val="22"/>
          <w:lang w:val="fr-FR"/>
        </w:rPr>
        <w:t xml:space="preserve"> </w:t>
      </w:r>
      <w:r w:rsidRPr="00C82C96">
        <w:rPr>
          <w:lang w:val="fr-FR"/>
        </w:rPr>
        <w:t>(M./Mr.),</w:t>
      </w:r>
      <w:r w:rsidRPr="00E50542">
        <w:rPr>
          <w:szCs w:val="22"/>
          <w:lang w:val="fr-FR"/>
        </w:rPr>
        <w:t xml:space="preserve"> conseiller, Division des savoirs traditionnels/</w:t>
      </w:r>
      <w:proofErr w:type="spellStart"/>
      <w:r w:rsidRPr="00E50542">
        <w:rPr>
          <w:szCs w:val="22"/>
          <w:lang w:val="fr-FR"/>
        </w:rPr>
        <w:t>Counsellor</w:t>
      </w:r>
      <w:proofErr w:type="spellEnd"/>
      <w:r w:rsidRPr="00E50542">
        <w:rPr>
          <w:szCs w:val="22"/>
          <w:lang w:val="fr-FR"/>
        </w:rPr>
        <w:t>, Traditional</w:t>
      </w:r>
      <w:r w:rsidR="00F71F13">
        <w:rPr>
          <w:szCs w:val="22"/>
          <w:lang w:val="fr-FR"/>
        </w:rPr>
        <w:t> </w:t>
      </w:r>
      <w:r w:rsidRPr="00E50542">
        <w:rPr>
          <w:szCs w:val="22"/>
          <w:lang w:val="fr-FR"/>
        </w:rPr>
        <w:t>Knowledge Division</w:t>
      </w:r>
    </w:p>
    <w:p w14:paraId="6D02D02C" w14:textId="77777777" w:rsidR="00737566" w:rsidRPr="00E50542" w:rsidRDefault="00737566" w:rsidP="00B40A53">
      <w:pPr>
        <w:rPr>
          <w:szCs w:val="22"/>
          <w:lang w:val="fr-FR"/>
        </w:rPr>
      </w:pPr>
    </w:p>
    <w:p w14:paraId="76CD1070" w14:textId="62D3B4DE" w:rsidR="00737566" w:rsidRDefault="00737566" w:rsidP="00B40A53">
      <w:pPr>
        <w:rPr>
          <w:szCs w:val="22"/>
          <w:lang w:val="fr-FR"/>
        </w:rPr>
      </w:pPr>
      <w:r>
        <w:rPr>
          <w:szCs w:val="22"/>
          <w:lang w:val="fr-FR"/>
        </w:rPr>
        <w:t>Fei JIAO (Mme</w:t>
      </w:r>
      <w:r w:rsidRPr="00E50542">
        <w:rPr>
          <w:szCs w:val="22"/>
          <w:lang w:val="fr-FR"/>
        </w:rPr>
        <w:t xml:space="preserve">/Ms.), administratrice de programme, Division des savoirs traditionnels/Program </w:t>
      </w:r>
      <w:proofErr w:type="spellStart"/>
      <w:r w:rsidRPr="00E50542">
        <w:rPr>
          <w:szCs w:val="22"/>
          <w:lang w:val="fr-FR"/>
        </w:rPr>
        <w:t>Officer</w:t>
      </w:r>
      <w:proofErr w:type="spellEnd"/>
      <w:r w:rsidRPr="00E50542">
        <w:rPr>
          <w:szCs w:val="22"/>
          <w:lang w:val="fr-FR"/>
        </w:rPr>
        <w:t>, Traditional Knowledge Division</w:t>
      </w:r>
    </w:p>
    <w:p w14:paraId="33FCA0D5" w14:textId="77777777" w:rsidR="005C07C4" w:rsidRDefault="005C07C4" w:rsidP="00B40A53">
      <w:pPr>
        <w:rPr>
          <w:szCs w:val="22"/>
          <w:lang w:val="fr-FR"/>
        </w:rPr>
      </w:pPr>
    </w:p>
    <w:p w14:paraId="37EBAC02" w14:textId="77777777" w:rsidR="00F1524C" w:rsidRDefault="00F1524C" w:rsidP="00F1524C">
      <w:pPr>
        <w:rPr>
          <w:szCs w:val="22"/>
          <w:lang w:val="fr-FR"/>
        </w:rPr>
      </w:pPr>
      <w:r>
        <w:rPr>
          <w:szCs w:val="22"/>
          <w:lang w:val="fr-FR"/>
        </w:rPr>
        <w:t xml:space="preserve">Adam </w:t>
      </w:r>
      <w:r w:rsidRPr="00D94B0E">
        <w:rPr>
          <w:szCs w:val="22"/>
          <w:lang w:val="fr-FR"/>
        </w:rPr>
        <w:t xml:space="preserve">KYOMUHENDO </w:t>
      </w:r>
      <w:r w:rsidRPr="00E50542">
        <w:rPr>
          <w:szCs w:val="22"/>
          <w:lang w:val="fr-FR"/>
        </w:rPr>
        <w:t>(M</w:t>
      </w:r>
      <w:r>
        <w:rPr>
          <w:szCs w:val="22"/>
          <w:lang w:val="fr-FR"/>
        </w:rPr>
        <w:t>.</w:t>
      </w:r>
      <w:r w:rsidRPr="00E50542">
        <w:rPr>
          <w:szCs w:val="22"/>
          <w:lang w:val="fr-FR"/>
        </w:rPr>
        <w:t>/M</w:t>
      </w:r>
      <w:r>
        <w:rPr>
          <w:szCs w:val="22"/>
          <w:lang w:val="fr-FR"/>
        </w:rPr>
        <w:t>r</w:t>
      </w:r>
      <w:r w:rsidRPr="00E50542">
        <w:rPr>
          <w:szCs w:val="22"/>
          <w:lang w:val="fr-FR"/>
        </w:rPr>
        <w:t>.), boursier à l</w:t>
      </w:r>
      <w:r>
        <w:rPr>
          <w:szCs w:val="22"/>
          <w:lang w:val="fr-FR"/>
        </w:rPr>
        <w:t>’</w:t>
      </w:r>
      <w:r w:rsidRPr="00E50542">
        <w:rPr>
          <w:szCs w:val="22"/>
          <w:lang w:val="fr-FR"/>
        </w:rPr>
        <w:t>intention des peuples autochtones, Divisio</w:t>
      </w:r>
      <w:r>
        <w:rPr>
          <w:szCs w:val="22"/>
          <w:lang w:val="fr-FR"/>
        </w:rPr>
        <w:t>n des savoirs traditionnels/</w:t>
      </w:r>
      <w:r w:rsidRPr="00E50542">
        <w:rPr>
          <w:szCs w:val="22"/>
          <w:lang w:val="fr-FR"/>
        </w:rPr>
        <w:t xml:space="preserve">Indigenous </w:t>
      </w:r>
      <w:proofErr w:type="spellStart"/>
      <w:r w:rsidRPr="00E50542">
        <w:rPr>
          <w:szCs w:val="22"/>
          <w:lang w:val="fr-FR"/>
        </w:rPr>
        <w:t>Fellow</w:t>
      </w:r>
      <w:proofErr w:type="spellEnd"/>
      <w:r w:rsidRPr="00E50542">
        <w:rPr>
          <w:szCs w:val="22"/>
          <w:lang w:val="fr-FR"/>
        </w:rPr>
        <w:t>, Traditional Knowledge Division</w:t>
      </w:r>
    </w:p>
    <w:p w14:paraId="534FA42B" w14:textId="77777777" w:rsidR="00427823" w:rsidRDefault="00427823" w:rsidP="00B40A53">
      <w:pPr>
        <w:rPr>
          <w:szCs w:val="22"/>
          <w:lang w:val="fr-FR"/>
        </w:rPr>
      </w:pPr>
    </w:p>
    <w:p w14:paraId="592909CA" w14:textId="71B29D2E" w:rsidR="005C07C4" w:rsidRDefault="005A26BE" w:rsidP="005A26BE">
      <w:pPr>
        <w:rPr>
          <w:szCs w:val="22"/>
          <w:lang w:val="fr-CH"/>
        </w:rPr>
      </w:pPr>
      <w:r>
        <w:rPr>
          <w:szCs w:val="22"/>
          <w:lang w:val="fr-CH"/>
        </w:rPr>
        <w:t xml:space="preserve">Ludovica </w:t>
      </w:r>
      <w:r w:rsidR="006024FF" w:rsidRPr="006024FF">
        <w:rPr>
          <w:szCs w:val="22"/>
          <w:lang w:val="fr-CH"/>
        </w:rPr>
        <w:t xml:space="preserve">GIOACCHINI </w:t>
      </w:r>
      <w:r w:rsidRPr="005A26BE">
        <w:rPr>
          <w:szCs w:val="22"/>
          <w:lang w:val="fr-CH"/>
        </w:rPr>
        <w:t>(Mlle/Ms.), stagiaire, Division des savoirs</w:t>
      </w:r>
      <w:r w:rsidR="006024FF">
        <w:rPr>
          <w:szCs w:val="22"/>
          <w:lang w:val="fr-CH"/>
        </w:rPr>
        <w:t xml:space="preserve"> </w:t>
      </w:r>
      <w:r w:rsidRPr="005A26BE">
        <w:rPr>
          <w:szCs w:val="22"/>
          <w:lang w:val="fr-CH"/>
        </w:rPr>
        <w:t>traditionnels/</w:t>
      </w:r>
      <w:proofErr w:type="spellStart"/>
      <w:r w:rsidRPr="005A26BE">
        <w:rPr>
          <w:szCs w:val="22"/>
          <w:lang w:val="fr-CH"/>
        </w:rPr>
        <w:t>Intern</w:t>
      </w:r>
      <w:proofErr w:type="spellEnd"/>
      <w:r w:rsidRPr="005A26BE">
        <w:rPr>
          <w:szCs w:val="22"/>
          <w:lang w:val="fr-CH"/>
        </w:rPr>
        <w:t>, Traditional</w:t>
      </w:r>
      <w:r w:rsidR="006A3D0A">
        <w:rPr>
          <w:szCs w:val="22"/>
          <w:lang w:val="fr-CH"/>
        </w:rPr>
        <w:t> </w:t>
      </w:r>
      <w:r w:rsidRPr="005A26BE">
        <w:rPr>
          <w:szCs w:val="22"/>
          <w:lang w:val="fr-CH"/>
        </w:rPr>
        <w:t>Knowledge Division</w:t>
      </w:r>
    </w:p>
    <w:p w14:paraId="37C345CB" w14:textId="77777777" w:rsidR="006024FF" w:rsidRDefault="006024FF" w:rsidP="005A26BE">
      <w:pPr>
        <w:rPr>
          <w:szCs w:val="22"/>
          <w:lang w:val="fr-CH"/>
        </w:rPr>
      </w:pPr>
    </w:p>
    <w:p w14:paraId="16DD137B" w14:textId="77777777" w:rsidR="00737566" w:rsidRPr="00737566" w:rsidRDefault="00737566" w:rsidP="00B40A53">
      <w:pPr>
        <w:pStyle w:val="Endofdocument"/>
        <w:spacing w:after="0" w:line="240" w:lineRule="auto"/>
        <w:rPr>
          <w:lang w:val="fr-FR"/>
        </w:rPr>
      </w:pPr>
      <w:r w:rsidRPr="00E50542">
        <w:rPr>
          <w:rFonts w:cs="Arial"/>
          <w:sz w:val="22"/>
          <w:szCs w:val="22"/>
          <w:lang w:val="fr-FR"/>
        </w:rPr>
        <w:t>[Fin du docum</w:t>
      </w:r>
      <w:r w:rsidRPr="0076791D">
        <w:rPr>
          <w:rFonts w:cs="Arial"/>
          <w:sz w:val="22"/>
          <w:szCs w:val="22"/>
          <w:lang w:val="fr-FR"/>
        </w:rPr>
        <w:t>ent/End of document]</w:t>
      </w:r>
    </w:p>
    <w:sectPr w:rsidR="00737566" w:rsidRPr="00737566" w:rsidSect="00605827">
      <w:headerReference w:type="first" r:id="rId235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BC92D" w14:textId="77777777" w:rsidR="00152E0F" w:rsidRDefault="00152E0F">
      <w:r>
        <w:separator/>
      </w:r>
    </w:p>
  </w:endnote>
  <w:endnote w:type="continuationSeparator" w:id="0">
    <w:p w14:paraId="253EA381" w14:textId="77777777" w:rsidR="00152E0F" w:rsidRDefault="00152E0F">
      <w:r>
        <w:continuationSeparator/>
      </w:r>
    </w:p>
  </w:endnote>
  <w:endnote w:type="continuationNotice" w:id="1">
    <w:p w14:paraId="51ED2D35" w14:textId="77777777" w:rsidR="00152E0F" w:rsidRDefault="00152E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?¡ì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C773D" w14:textId="77777777" w:rsidR="00152E0F" w:rsidRDefault="00152E0F">
      <w:r>
        <w:separator/>
      </w:r>
    </w:p>
  </w:footnote>
  <w:footnote w:type="continuationSeparator" w:id="0">
    <w:p w14:paraId="5C194552" w14:textId="77777777" w:rsidR="00152E0F" w:rsidRDefault="00152E0F">
      <w:r>
        <w:continuationSeparator/>
      </w:r>
    </w:p>
  </w:footnote>
  <w:footnote w:type="continuationNotice" w:id="1">
    <w:p w14:paraId="23D3188C" w14:textId="77777777" w:rsidR="00152E0F" w:rsidRDefault="00152E0F"/>
  </w:footnote>
  <w:footnote w:id="2">
    <w:p w14:paraId="4495FEB0" w14:textId="6C44ED89" w:rsidR="00CC6B4D" w:rsidRDefault="00CC6B4D" w:rsidP="00034A2A">
      <w:pPr>
        <w:pStyle w:val="FootnoteText"/>
        <w:rPr>
          <w:lang w:val="fr-FR"/>
        </w:rPr>
      </w:pPr>
      <w:r w:rsidRPr="007E5BCE">
        <w:rPr>
          <w:rStyle w:val="FootnoteReference"/>
          <w:rFonts w:ascii="Symbol" w:eastAsia="Symbol" w:hAnsi="Symbol" w:cs="Symbol"/>
        </w:rPr>
        <w:t>*</w:t>
      </w:r>
      <w:r w:rsidRPr="00AD1AFD">
        <w:rPr>
          <w:lang w:val="fr-FR"/>
        </w:rPr>
        <w:t>Les participants sont priés d’informer le Secrétaria</w:t>
      </w:r>
      <w:r w:rsidR="00132CA5">
        <w:rPr>
          <w:lang w:val="fr-FR"/>
        </w:rPr>
        <w:t xml:space="preserve">t </w:t>
      </w:r>
      <w:r w:rsidR="0073480F">
        <w:rPr>
          <w:lang w:val="fr-FR"/>
        </w:rPr>
        <w:t xml:space="preserve">des </w:t>
      </w:r>
      <w:r w:rsidR="005E578C">
        <w:rPr>
          <w:lang w:val="fr-FR"/>
        </w:rPr>
        <w:t>modification</w:t>
      </w:r>
      <w:r w:rsidR="00512ECA">
        <w:rPr>
          <w:lang w:val="fr-FR"/>
        </w:rPr>
        <w:t>s</w:t>
      </w:r>
      <w:r w:rsidR="005E578C">
        <w:rPr>
          <w:lang w:val="fr-FR"/>
        </w:rPr>
        <w:t xml:space="preserve"> </w:t>
      </w:r>
      <w:r w:rsidRPr="00AD1AFD">
        <w:rPr>
          <w:lang w:val="fr-FR"/>
        </w:rPr>
        <w:t>qui devraient être prises en considération lors de l</w:t>
      </w:r>
      <w:r w:rsidR="00DF51F3">
        <w:rPr>
          <w:lang w:val="fr-FR"/>
        </w:rPr>
        <w:t>’</w:t>
      </w:r>
      <w:r w:rsidR="00684301">
        <w:rPr>
          <w:lang w:val="fr-FR"/>
        </w:rPr>
        <w:t>é</w:t>
      </w:r>
      <w:r w:rsidR="00DF51F3">
        <w:rPr>
          <w:lang w:val="fr-FR"/>
        </w:rPr>
        <w:t>tablissement</w:t>
      </w:r>
      <w:r w:rsidRPr="00AD1AFD">
        <w:rPr>
          <w:lang w:val="fr-FR"/>
        </w:rPr>
        <w:t xml:space="preserve"> de la liste finale des participants</w:t>
      </w:r>
      <w:r w:rsidR="00512ECA">
        <w:rPr>
          <w:lang w:val="fr-FR"/>
        </w:rPr>
        <w:t xml:space="preserve"> en envoyant</w:t>
      </w:r>
      <w:r w:rsidR="00C10F06">
        <w:rPr>
          <w:lang w:val="fr-FR"/>
        </w:rPr>
        <w:t xml:space="preserve"> un courriel à l’adresse</w:t>
      </w:r>
      <w:r w:rsidR="005F21AA">
        <w:rPr>
          <w:lang w:val="fr-FR"/>
        </w:rPr>
        <w:t xml:space="preserve"> suivante :</w:t>
      </w:r>
      <w:r w:rsidR="00132CA5">
        <w:rPr>
          <w:lang w:val="fr-FR"/>
        </w:rPr>
        <w:t xml:space="preserve"> </w:t>
      </w:r>
      <w:hyperlink r:id="rId1" w:history="1">
        <w:r w:rsidR="00105CAD" w:rsidRPr="004F0CEF">
          <w:rPr>
            <w:rStyle w:val="Hyperlink"/>
            <w:lang w:val="fr-FR"/>
          </w:rPr>
          <w:t>grtkf@wipo.int</w:t>
        </w:r>
      </w:hyperlink>
      <w:r w:rsidR="00105CAD">
        <w:rPr>
          <w:lang w:val="fr-FR"/>
        </w:rPr>
        <w:t xml:space="preserve"> </w:t>
      </w:r>
    </w:p>
    <w:p w14:paraId="266614E4" w14:textId="77777777" w:rsidR="008E0999" w:rsidRDefault="008E0999" w:rsidP="00034A2A">
      <w:pPr>
        <w:pStyle w:val="FootnoteText"/>
        <w:rPr>
          <w:lang w:val="fr-FR"/>
        </w:rPr>
      </w:pPr>
    </w:p>
    <w:p w14:paraId="7C5FC8C0" w14:textId="7E615DF0" w:rsidR="003D6A4B" w:rsidRPr="007A0A1A" w:rsidRDefault="00CC6B4D" w:rsidP="005F3AD1">
      <w:pPr>
        <w:pStyle w:val="FootnoteText"/>
      </w:pPr>
      <w:r>
        <w:t>*</w:t>
      </w:r>
      <w:r w:rsidRPr="007A0A1A">
        <w:t>Participants are requested to inform the Secretariat of any changes</w:t>
      </w:r>
      <w:r w:rsidR="00132CA5">
        <w:t xml:space="preserve"> </w:t>
      </w:r>
      <w:r w:rsidR="004C26BB">
        <w:t xml:space="preserve">that </w:t>
      </w:r>
      <w:r w:rsidRPr="007A0A1A">
        <w:t xml:space="preserve">should be </w:t>
      </w:r>
      <w:r w:rsidR="00791925">
        <w:t>considered</w:t>
      </w:r>
      <w:r w:rsidRPr="007A0A1A">
        <w:t xml:space="preserve"> in preparing the final list of participants</w:t>
      </w:r>
      <w:r w:rsidR="005B30FB">
        <w:t xml:space="preserve"> by sending an email to:</w:t>
      </w:r>
      <w:r w:rsidR="000D40C8">
        <w:t xml:space="preserve">  </w:t>
      </w:r>
      <w:hyperlink r:id="rId2" w:history="1">
        <w:r w:rsidR="00105CAD" w:rsidRPr="00105CAD">
          <w:rPr>
            <w:rStyle w:val="Hyperlink"/>
          </w:rPr>
          <w:t>grtkf@wipo.int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7D349" w14:textId="619E35E2" w:rsidR="00CC6B4D" w:rsidRDefault="00CC6B4D" w:rsidP="00477D6B">
    <w:pPr>
      <w:jc w:val="right"/>
    </w:pPr>
    <w:r>
      <w:t>WIPO/GRTKF/IC/</w:t>
    </w:r>
    <w:r w:rsidR="008117BA">
      <w:t>5</w:t>
    </w:r>
    <w:r w:rsidR="003A78A9">
      <w:t>1</w:t>
    </w:r>
    <w:r>
      <w:t>/INF/1 PROV.</w:t>
    </w:r>
    <w:r w:rsidR="006032B6">
      <w:t xml:space="preserve"> 2</w:t>
    </w:r>
  </w:p>
  <w:p w14:paraId="2A816C1D" w14:textId="76F0023C" w:rsidR="00CC6B4D" w:rsidRDefault="00CC6B4D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A5449A">
      <w:rPr>
        <w:noProof/>
      </w:rPr>
      <w:t>33</w:t>
    </w:r>
    <w:r>
      <w:fldChar w:fldCharType="end"/>
    </w:r>
  </w:p>
  <w:p w14:paraId="421D7126" w14:textId="77777777" w:rsidR="00CC6B4D" w:rsidRDefault="00CC6B4D" w:rsidP="00477D6B">
    <w:pPr>
      <w:jc w:val="right"/>
    </w:pPr>
  </w:p>
  <w:p w14:paraId="7E8A85C2" w14:textId="77777777" w:rsidR="00CC6B4D" w:rsidRDefault="00CC6B4D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610288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1899383" w14:textId="2A72C579" w:rsidR="00CC6B4D" w:rsidRDefault="00CC6B4D">
        <w:pPr>
          <w:pStyle w:val="Header"/>
          <w:jc w:val="right"/>
        </w:pPr>
        <w:r w:rsidRPr="00E13DC4">
          <w:t>WIPO/GRTKF/IC/</w:t>
        </w:r>
        <w:r w:rsidR="00C32AA2">
          <w:t>5</w:t>
        </w:r>
        <w:r w:rsidR="001D5009">
          <w:t>1</w:t>
        </w:r>
        <w:r w:rsidRPr="00E13DC4">
          <w:t>/INF/1 PROV.</w:t>
        </w:r>
        <w:r w:rsidR="00846260">
          <w:t xml:space="preserve"> 2</w:t>
        </w:r>
      </w:p>
      <w:p w14:paraId="15ECA8F6" w14:textId="563FC2B4" w:rsidR="00CC6B4D" w:rsidRDefault="00CC6B4D">
        <w:pPr>
          <w:pStyle w:val="Header"/>
          <w:jc w:val="right"/>
          <w:rPr>
            <w:noProof/>
          </w:rPr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1A6D">
          <w:rPr>
            <w:noProof/>
          </w:rPr>
          <w:t>2</w:t>
        </w:r>
        <w:r>
          <w:rPr>
            <w:noProof/>
          </w:rPr>
          <w:fldChar w:fldCharType="end"/>
        </w:r>
      </w:p>
      <w:p w14:paraId="331AAAD4" w14:textId="77777777" w:rsidR="00CC6B4D" w:rsidRDefault="00CC6B4D">
        <w:pPr>
          <w:pStyle w:val="Header"/>
          <w:jc w:val="right"/>
        </w:pPr>
      </w:p>
      <w:p w14:paraId="2118549B" w14:textId="77777777" w:rsidR="00CC6B4D" w:rsidRDefault="00A35448" w:rsidP="00E13DC4">
        <w:pPr>
          <w:pStyle w:val="Header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7C45DD"/>
    <w:multiLevelType w:val="hybridMultilevel"/>
    <w:tmpl w:val="C1CC62A4"/>
    <w:lvl w:ilvl="0" w:tplc="AEF2131C">
      <w:start w:val="1"/>
      <w:numFmt w:val="upperRoman"/>
      <w:lvlText w:val="%1.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60" w:hanging="360"/>
      </w:pPr>
    </w:lvl>
    <w:lvl w:ilvl="2" w:tplc="0409001B" w:tentative="1">
      <w:start w:val="1"/>
      <w:numFmt w:val="lowerRoman"/>
      <w:lvlText w:val="%3."/>
      <w:lvlJc w:val="right"/>
      <w:pPr>
        <w:ind w:left="7380" w:hanging="180"/>
      </w:pPr>
    </w:lvl>
    <w:lvl w:ilvl="3" w:tplc="0409000F" w:tentative="1">
      <w:start w:val="1"/>
      <w:numFmt w:val="decimal"/>
      <w:lvlText w:val="%4."/>
      <w:lvlJc w:val="left"/>
      <w:pPr>
        <w:ind w:left="8100" w:hanging="360"/>
      </w:pPr>
    </w:lvl>
    <w:lvl w:ilvl="4" w:tplc="04090019" w:tentative="1">
      <w:start w:val="1"/>
      <w:numFmt w:val="lowerLetter"/>
      <w:lvlText w:val="%5."/>
      <w:lvlJc w:val="left"/>
      <w:pPr>
        <w:ind w:left="8820" w:hanging="360"/>
      </w:pPr>
    </w:lvl>
    <w:lvl w:ilvl="5" w:tplc="0409001B" w:tentative="1">
      <w:start w:val="1"/>
      <w:numFmt w:val="lowerRoman"/>
      <w:lvlText w:val="%6."/>
      <w:lvlJc w:val="right"/>
      <w:pPr>
        <w:ind w:left="9540" w:hanging="180"/>
      </w:pPr>
    </w:lvl>
    <w:lvl w:ilvl="6" w:tplc="0409000F" w:tentative="1">
      <w:start w:val="1"/>
      <w:numFmt w:val="decimal"/>
      <w:lvlText w:val="%7."/>
      <w:lvlJc w:val="left"/>
      <w:pPr>
        <w:ind w:left="10260" w:hanging="360"/>
      </w:pPr>
    </w:lvl>
    <w:lvl w:ilvl="7" w:tplc="04090019" w:tentative="1">
      <w:start w:val="1"/>
      <w:numFmt w:val="lowerLetter"/>
      <w:lvlText w:val="%8."/>
      <w:lvlJc w:val="left"/>
      <w:pPr>
        <w:ind w:left="10980" w:hanging="360"/>
      </w:pPr>
    </w:lvl>
    <w:lvl w:ilvl="8" w:tplc="0409001B" w:tentative="1">
      <w:start w:val="1"/>
      <w:numFmt w:val="lowerRoman"/>
      <w:lvlText w:val="%9."/>
      <w:lvlJc w:val="right"/>
      <w:pPr>
        <w:ind w:left="11700" w:hanging="180"/>
      </w:pPr>
    </w:lvl>
  </w:abstractNum>
  <w:num w:numId="1" w16cid:durableId="1994333956">
    <w:abstractNumId w:val="2"/>
  </w:num>
  <w:num w:numId="2" w16cid:durableId="784428566">
    <w:abstractNumId w:val="4"/>
  </w:num>
  <w:num w:numId="3" w16cid:durableId="687951530">
    <w:abstractNumId w:val="0"/>
  </w:num>
  <w:num w:numId="4" w16cid:durableId="686440833">
    <w:abstractNumId w:val="5"/>
  </w:num>
  <w:num w:numId="5" w16cid:durableId="1431002916">
    <w:abstractNumId w:val="1"/>
  </w:num>
  <w:num w:numId="6" w16cid:durableId="1291595586">
    <w:abstractNumId w:val="3"/>
  </w:num>
  <w:num w:numId="7" w16cid:durableId="4204454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pt-BR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A2A"/>
    <w:rsid w:val="00000B0F"/>
    <w:rsid w:val="00001496"/>
    <w:rsid w:val="0000281B"/>
    <w:rsid w:val="00002921"/>
    <w:rsid w:val="00002C3D"/>
    <w:rsid w:val="00003DDA"/>
    <w:rsid w:val="00004CBC"/>
    <w:rsid w:val="000051F6"/>
    <w:rsid w:val="000052F3"/>
    <w:rsid w:val="00005F7B"/>
    <w:rsid w:val="00006759"/>
    <w:rsid w:val="000071D9"/>
    <w:rsid w:val="00007833"/>
    <w:rsid w:val="00007B1F"/>
    <w:rsid w:val="0001079F"/>
    <w:rsid w:val="00010903"/>
    <w:rsid w:val="00011BC2"/>
    <w:rsid w:val="00011F05"/>
    <w:rsid w:val="00011F97"/>
    <w:rsid w:val="000122AE"/>
    <w:rsid w:val="00012683"/>
    <w:rsid w:val="00012CE8"/>
    <w:rsid w:val="00012E95"/>
    <w:rsid w:val="00012F79"/>
    <w:rsid w:val="000133D9"/>
    <w:rsid w:val="000137A9"/>
    <w:rsid w:val="000142AA"/>
    <w:rsid w:val="000151AD"/>
    <w:rsid w:val="000158AE"/>
    <w:rsid w:val="00015ADC"/>
    <w:rsid w:val="00016AF0"/>
    <w:rsid w:val="00016FAF"/>
    <w:rsid w:val="00017347"/>
    <w:rsid w:val="0001743E"/>
    <w:rsid w:val="000178DC"/>
    <w:rsid w:val="0001795B"/>
    <w:rsid w:val="00020F0A"/>
    <w:rsid w:val="000216D2"/>
    <w:rsid w:val="00021937"/>
    <w:rsid w:val="00021BB9"/>
    <w:rsid w:val="0002232B"/>
    <w:rsid w:val="000224B7"/>
    <w:rsid w:val="000226B9"/>
    <w:rsid w:val="00022858"/>
    <w:rsid w:val="00022A00"/>
    <w:rsid w:val="000249C1"/>
    <w:rsid w:val="00025BD8"/>
    <w:rsid w:val="00026190"/>
    <w:rsid w:val="000268BE"/>
    <w:rsid w:val="00026D1F"/>
    <w:rsid w:val="00027DD0"/>
    <w:rsid w:val="00030232"/>
    <w:rsid w:val="000307F1"/>
    <w:rsid w:val="00030DCB"/>
    <w:rsid w:val="00030EE1"/>
    <w:rsid w:val="0003159A"/>
    <w:rsid w:val="00032936"/>
    <w:rsid w:val="0003384B"/>
    <w:rsid w:val="00034258"/>
    <w:rsid w:val="000343F5"/>
    <w:rsid w:val="00034607"/>
    <w:rsid w:val="00034820"/>
    <w:rsid w:val="00034A2A"/>
    <w:rsid w:val="00034D46"/>
    <w:rsid w:val="00034D8E"/>
    <w:rsid w:val="00034E91"/>
    <w:rsid w:val="00035347"/>
    <w:rsid w:val="000378A9"/>
    <w:rsid w:val="00040149"/>
    <w:rsid w:val="000402AB"/>
    <w:rsid w:val="0004064A"/>
    <w:rsid w:val="00040D5B"/>
    <w:rsid w:val="0004149A"/>
    <w:rsid w:val="000416D4"/>
    <w:rsid w:val="0004199A"/>
    <w:rsid w:val="00041C77"/>
    <w:rsid w:val="00042E23"/>
    <w:rsid w:val="000430A9"/>
    <w:rsid w:val="000445E2"/>
    <w:rsid w:val="000452F2"/>
    <w:rsid w:val="00046DA3"/>
    <w:rsid w:val="00046F4F"/>
    <w:rsid w:val="000471C1"/>
    <w:rsid w:val="00047B19"/>
    <w:rsid w:val="00050507"/>
    <w:rsid w:val="00050D9B"/>
    <w:rsid w:val="0005107B"/>
    <w:rsid w:val="000512FB"/>
    <w:rsid w:val="000515D0"/>
    <w:rsid w:val="000518B5"/>
    <w:rsid w:val="00051F63"/>
    <w:rsid w:val="000524C5"/>
    <w:rsid w:val="00052630"/>
    <w:rsid w:val="00052861"/>
    <w:rsid w:val="00052E9E"/>
    <w:rsid w:val="00052FE7"/>
    <w:rsid w:val="0005370D"/>
    <w:rsid w:val="000539B1"/>
    <w:rsid w:val="00055DB0"/>
    <w:rsid w:val="000560AF"/>
    <w:rsid w:val="000566E1"/>
    <w:rsid w:val="0005736D"/>
    <w:rsid w:val="00060298"/>
    <w:rsid w:val="00062C55"/>
    <w:rsid w:val="00063FE3"/>
    <w:rsid w:val="00064255"/>
    <w:rsid w:val="00065295"/>
    <w:rsid w:val="00065855"/>
    <w:rsid w:val="000658D4"/>
    <w:rsid w:val="00065F05"/>
    <w:rsid w:val="0006610D"/>
    <w:rsid w:val="00066C92"/>
    <w:rsid w:val="00067346"/>
    <w:rsid w:val="00067378"/>
    <w:rsid w:val="00067967"/>
    <w:rsid w:val="00068636"/>
    <w:rsid w:val="000715D1"/>
    <w:rsid w:val="000718FB"/>
    <w:rsid w:val="00072533"/>
    <w:rsid w:val="00072DF0"/>
    <w:rsid w:val="0007341A"/>
    <w:rsid w:val="00073513"/>
    <w:rsid w:val="00074726"/>
    <w:rsid w:val="00074851"/>
    <w:rsid w:val="00075342"/>
    <w:rsid w:val="000761C9"/>
    <w:rsid w:val="000766C4"/>
    <w:rsid w:val="00077733"/>
    <w:rsid w:val="00080D45"/>
    <w:rsid w:val="00081013"/>
    <w:rsid w:val="00081816"/>
    <w:rsid w:val="00081967"/>
    <w:rsid w:val="00081BBE"/>
    <w:rsid w:val="00082C9A"/>
    <w:rsid w:val="00083224"/>
    <w:rsid w:val="00083614"/>
    <w:rsid w:val="00084C51"/>
    <w:rsid w:val="0008536E"/>
    <w:rsid w:val="000853D8"/>
    <w:rsid w:val="000859B3"/>
    <w:rsid w:val="00086182"/>
    <w:rsid w:val="000873EC"/>
    <w:rsid w:val="00087D7B"/>
    <w:rsid w:val="00090E63"/>
    <w:rsid w:val="00091232"/>
    <w:rsid w:val="000915D7"/>
    <w:rsid w:val="00091D6F"/>
    <w:rsid w:val="00092AB9"/>
    <w:rsid w:val="000933D6"/>
    <w:rsid w:val="00093527"/>
    <w:rsid w:val="0009366D"/>
    <w:rsid w:val="00093731"/>
    <w:rsid w:val="00094493"/>
    <w:rsid w:val="000944E3"/>
    <w:rsid w:val="00094531"/>
    <w:rsid w:val="00094968"/>
    <w:rsid w:val="00095710"/>
    <w:rsid w:val="000960FE"/>
    <w:rsid w:val="00097183"/>
    <w:rsid w:val="00097AF5"/>
    <w:rsid w:val="00097E7B"/>
    <w:rsid w:val="000A037C"/>
    <w:rsid w:val="000A0A96"/>
    <w:rsid w:val="000A0FF4"/>
    <w:rsid w:val="000A1A7E"/>
    <w:rsid w:val="000A2A9E"/>
    <w:rsid w:val="000A2EB0"/>
    <w:rsid w:val="000A2F18"/>
    <w:rsid w:val="000A32FF"/>
    <w:rsid w:val="000A440B"/>
    <w:rsid w:val="000A48BA"/>
    <w:rsid w:val="000A494A"/>
    <w:rsid w:val="000A623A"/>
    <w:rsid w:val="000A6672"/>
    <w:rsid w:val="000A7E03"/>
    <w:rsid w:val="000B0344"/>
    <w:rsid w:val="000B0A08"/>
    <w:rsid w:val="000B0D2A"/>
    <w:rsid w:val="000B19F7"/>
    <w:rsid w:val="000B276A"/>
    <w:rsid w:val="000B2D43"/>
    <w:rsid w:val="000B2F00"/>
    <w:rsid w:val="000B3425"/>
    <w:rsid w:val="000B3E40"/>
    <w:rsid w:val="000B42E4"/>
    <w:rsid w:val="000B4331"/>
    <w:rsid w:val="000B4B59"/>
    <w:rsid w:val="000B4C8E"/>
    <w:rsid w:val="000B4F5E"/>
    <w:rsid w:val="000B571D"/>
    <w:rsid w:val="000B57DA"/>
    <w:rsid w:val="000B5E9D"/>
    <w:rsid w:val="000B71D5"/>
    <w:rsid w:val="000B77B2"/>
    <w:rsid w:val="000B7B7B"/>
    <w:rsid w:val="000B7CEB"/>
    <w:rsid w:val="000C01D4"/>
    <w:rsid w:val="000C0336"/>
    <w:rsid w:val="000C0A2B"/>
    <w:rsid w:val="000C1D54"/>
    <w:rsid w:val="000C1E2D"/>
    <w:rsid w:val="000C265E"/>
    <w:rsid w:val="000C2E0A"/>
    <w:rsid w:val="000C3273"/>
    <w:rsid w:val="000C3A40"/>
    <w:rsid w:val="000C3B4A"/>
    <w:rsid w:val="000C5442"/>
    <w:rsid w:val="000C6032"/>
    <w:rsid w:val="000C674A"/>
    <w:rsid w:val="000C67C8"/>
    <w:rsid w:val="000C6A02"/>
    <w:rsid w:val="000C6B3F"/>
    <w:rsid w:val="000C80C1"/>
    <w:rsid w:val="000D010B"/>
    <w:rsid w:val="000D07B0"/>
    <w:rsid w:val="000D0899"/>
    <w:rsid w:val="000D0FF6"/>
    <w:rsid w:val="000D167B"/>
    <w:rsid w:val="000D167D"/>
    <w:rsid w:val="000D1D21"/>
    <w:rsid w:val="000D1D23"/>
    <w:rsid w:val="000D1FE6"/>
    <w:rsid w:val="000D29F8"/>
    <w:rsid w:val="000D3800"/>
    <w:rsid w:val="000D3C51"/>
    <w:rsid w:val="000D40C8"/>
    <w:rsid w:val="000D4B3E"/>
    <w:rsid w:val="000D4FF9"/>
    <w:rsid w:val="000D515B"/>
    <w:rsid w:val="000D5584"/>
    <w:rsid w:val="000D5CC8"/>
    <w:rsid w:val="000D606A"/>
    <w:rsid w:val="000D636F"/>
    <w:rsid w:val="000D71CB"/>
    <w:rsid w:val="000D73B6"/>
    <w:rsid w:val="000D75B3"/>
    <w:rsid w:val="000D7957"/>
    <w:rsid w:val="000E017A"/>
    <w:rsid w:val="000E0823"/>
    <w:rsid w:val="000E0B4E"/>
    <w:rsid w:val="000E19A0"/>
    <w:rsid w:val="000E19B2"/>
    <w:rsid w:val="000E1A08"/>
    <w:rsid w:val="000E1D98"/>
    <w:rsid w:val="000E1E2F"/>
    <w:rsid w:val="000E244D"/>
    <w:rsid w:val="000E28A8"/>
    <w:rsid w:val="000E2B8B"/>
    <w:rsid w:val="000E2D18"/>
    <w:rsid w:val="000E2D98"/>
    <w:rsid w:val="000E3581"/>
    <w:rsid w:val="000E594D"/>
    <w:rsid w:val="000E5CEF"/>
    <w:rsid w:val="000E6412"/>
    <w:rsid w:val="000E6B06"/>
    <w:rsid w:val="000E7312"/>
    <w:rsid w:val="000E7E97"/>
    <w:rsid w:val="000F060B"/>
    <w:rsid w:val="000F1ABA"/>
    <w:rsid w:val="000F2009"/>
    <w:rsid w:val="000F28BF"/>
    <w:rsid w:val="000F2B94"/>
    <w:rsid w:val="000F3774"/>
    <w:rsid w:val="000F41A6"/>
    <w:rsid w:val="000F4345"/>
    <w:rsid w:val="000F4A71"/>
    <w:rsid w:val="000F5456"/>
    <w:rsid w:val="000F55D9"/>
    <w:rsid w:val="000F5852"/>
    <w:rsid w:val="000F5E56"/>
    <w:rsid w:val="000F5E6D"/>
    <w:rsid w:val="000F608E"/>
    <w:rsid w:val="000F6B5B"/>
    <w:rsid w:val="000F6BCD"/>
    <w:rsid w:val="000F79A2"/>
    <w:rsid w:val="000F7EDD"/>
    <w:rsid w:val="00100089"/>
    <w:rsid w:val="00100AEB"/>
    <w:rsid w:val="001017C0"/>
    <w:rsid w:val="00102B5D"/>
    <w:rsid w:val="00103034"/>
    <w:rsid w:val="00104BD4"/>
    <w:rsid w:val="00104CF7"/>
    <w:rsid w:val="00104DD2"/>
    <w:rsid w:val="00104E3A"/>
    <w:rsid w:val="00104F43"/>
    <w:rsid w:val="001059F7"/>
    <w:rsid w:val="00105BC7"/>
    <w:rsid w:val="00105CAD"/>
    <w:rsid w:val="0010646D"/>
    <w:rsid w:val="00106891"/>
    <w:rsid w:val="00106E52"/>
    <w:rsid w:val="0010730C"/>
    <w:rsid w:val="00107B36"/>
    <w:rsid w:val="00107B9D"/>
    <w:rsid w:val="00107E0B"/>
    <w:rsid w:val="001100A9"/>
    <w:rsid w:val="001108FE"/>
    <w:rsid w:val="00111221"/>
    <w:rsid w:val="001127F8"/>
    <w:rsid w:val="00113154"/>
    <w:rsid w:val="0011423B"/>
    <w:rsid w:val="00114265"/>
    <w:rsid w:val="0011469B"/>
    <w:rsid w:val="00114A52"/>
    <w:rsid w:val="00114C86"/>
    <w:rsid w:val="00115AED"/>
    <w:rsid w:val="001167F1"/>
    <w:rsid w:val="00117ABD"/>
    <w:rsid w:val="00120112"/>
    <w:rsid w:val="00120324"/>
    <w:rsid w:val="00120B83"/>
    <w:rsid w:val="00122544"/>
    <w:rsid w:val="00123118"/>
    <w:rsid w:val="001232D9"/>
    <w:rsid w:val="00123CFC"/>
    <w:rsid w:val="00123EF4"/>
    <w:rsid w:val="00124414"/>
    <w:rsid w:val="001244E5"/>
    <w:rsid w:val="00124643"/>
    <w:rsid w:val="00124E61"/>
    <w:rsid w:val="00125DC0"/>
    <w:rsid w:val="00126244"/>
    <w:rsid w:val="00127DC7"/>
    <w:rsid w:val="001305A4"/>
    <w:rsid w:val="0013073B"/>
    <w:rsid w:val="001308DA"/>
    <w:rsid w:val="001308F5"/>
    <w:rsid w:val="00130A68"/>
    <w:rsid w:val="00130FEC"/>
    <w:rsid w:val="00131CBB"/>
    <w:rsid w:val="001323E5"/>
    <w:rsid w:val="00132CA5"/>
    <w:rsid w:val="00133403"/>
    <w:rsid w:val="00135819"/>
    <w:rsid w:val="00135D01"/>
    <w:rsid w:val="001362EE"/>
    <w:rsid w:val="001368B0"/>
    <w:rsid w:val="00137B73"/>
    <w:rsid w:val="001403B1"/>
    <w:rsid w:val="001404AA"/>
    <w:rsid w:val="001409F6"/>
    <w:rsid w:val="00140D2B"/>
    <w:rsid w:val="001411D2"/>
    <w:rsid w:val="00141DE7"/>
    <w:rsid w:val="00141E52"/>
    <w:rsid w:val="00144792"/>
    <w:rsid w:val="00144F5B"/>
    <w:rsid w:val="001450E3"/>
    <w:rsid w:val="001450F2"/>
    <w:rsid w:val="00145BFA"/>
    <w:rsid w:val="00145E07"/>
    <w:rsid w:val="00145F62"/>
    <w:rsid w:val="0014625C"/>
    <w:rsid w:val="00146382"/>
    <w:rsid w:val="00146C99"/>
    <w:rsid w:val="001474D9"/>
    <w:rsid w:val="0014774E"/>
    <w:rsid w:val="001501F9"/>
    <w:rsid w:val="00150202"/>
    <w:rsid w:val="00150720"/>
    <w:rsid w:val="001519A8"/>
    <w:rsid w:val="00152175"/>
    <w:rsid w:val="00152334"/>
    <w:rsid w:val="00152E0F"/>
    <w:rsid w:val="00153125"/>
    <w:rsid w:val="00153637"/>
    <w:rsid w:val="00153C50"/>
    <w:rsid w:val="0015430B"/>
    <w:rsid w:val="00154433"/>
    <w:rsid w:val="00154CEF"/>
    <w:rsid w:val="00154DA3"/>
    <w:rsid w:val="00155211"/>
    <w:rsid w:val="00156060"/>
    <w:rsid w:val="001561B2"/>
    <w:rsid w:val="0015722F"/>
    <w:rsid w:val="001579DA"/>
    <w:rsid w:val="001604C7"/>
    <w:rsid w:val="0016061E"/>
    <w:rsid w:val="00160813"/>
    <w:rsid w:val="00160884"/>
    <w:rsid w:val="00162168"/>
    <w:rsid w:val="00163105"/>
    <w:rsid w:val="00163600"/>
    <w:rsid w:val="0016470A"/>
    <w:rsid w:val="00164B3D"/>
    <w:rsid w:val="00165156"/>
    <w:rsid w:val="00165425"/>
    <w:rsid w:val="00166131"/>
    <w:rsid w:val="001674CC"/>
    <w:rsid w:val="0016762A"/>
    <w:rsid w:val="00170700"/>
    <w:rsid w:val="00171DB5"/>
    <w:rsid w:val="00172761"/>
    <w:rsid w:val="001731B9"/>
    <w:rsid w:val="001733F6"/>
    <w:rsid w:val="001734E0"/>
    <w:rsid w:val="001735C8"/>
    <w:rsid w:val="001736FE"/>
    <w:rsid w:val="00173D55"/>
    <w:rsid w:val="00174522"/>
    <w:rsid w:val="0017470D"/>
    <w:rsid w:val="001747B5"/>
    <w:rsid w:val="00174A5C"/>
    <w:rsid w:val="00174CD6"/>
    <w:rsid w:val="00175081"/>
    <w:rsid w:val="001752BD"/>
    <w:rsid w:val="00175B60"/>
    <w:rsid w:val="00175B66"/>
    <w:rsid w:val="00175D2B"/>
    <w:rsid w:val="00175E15"/>
    <w:rsid w:val="00176498"/>
    <w:rsid w:val="00176B2C"/>
    <w:rsid w:val="001774A4"/>
    <w:rsid w:val="00180074"/>
    <w:rsid w:val="00180A8D"/>
    <w:rsid w:val="00181EE2"/>
    <w:rsid w:val="001822FD"/>
    <w:rsid w:val="001832A6"/>
    <w:rsid w:val="00183839"/>
    <w:rsid w:val="001838FA"/>
    <w:rsid w:val="00183CC6"/>
    <w:rsid w:val="00184335"/>
    <w:rsid w:val="00184A28"/>
    <w:rsid w:val="00184DF0"/>
    <w:rsid w:val="001851D2"/>
    <w:rsid w:val="00185C4E"/>
    <w:rsid w:val="001862A7"/>
    <w:rsid w:val="001862AB"/>
    <w:rsid w:val="0018694A"/>
    <w:rsid w:val="00186A71"/>
    <w:rsid w:val="00187D6F"/>
    <w:rsid w:val="00190F16"/>
    <w:rsid w:val="0019128B"/>
    <w:rsid w:val="00191784"/>
    <w:rsid w:val="00191B82"/>
    <w:rsid w:val="00191D42"/>
    <w:rsid w:val="00192118"/>
    <w:rsid w:val="001926FC"/>
    <w:rsid w:val="001938AA"/>
    <w:rsid w:val="00193B1C"/>
    <w:rsid w:val="00193CC6"/>
    <w:rsid w:val="00194A08"/>
    <w:rsid w:val="00194B4A"/>
    <w:rsid w:val="00195299"/>
    <w:rsid w:val="00195874"/>
    <w:rsid w:val="00195E85"/>
    <w:rsid w:val="00195FF0"/>
    <w:rsid w:val="001961E3"/>
    <w:rsid w:val="001972C0"/>
    <w:rsid w:val="0019792C"/>
    <w:rsid w:val="001A0239"/>
    <w:rsid w:val="001A147E"/>
    <w:rsid w:val="001A18FA"/>
    <w:rsid w:val="001A1CE2"/>
    <w:rsid w:val="001A2425"/>
    <w:rsid w:val="001A2575"/>
    <w:rsid w:val="001A3E01"/>
    <w:rsid w:val="001A4074"/>
    <w:rsid w:val="001A4222"/>
    <w:rsid w:val="001A4386"/>
    <w:rsid w:val="001A4544"/>
    <w:rsid w:val="001A536B"/>
    <w:rsid w:val="001A5510"/>
    <w:rsid w:val="001A5921"/>
    <w:rsid w:val="001A5A44"/>
    <w:rsid w:val="001A622E"/>
    <w:rsid w:val="001A69F7"/>
    <w:rsid w:val="001A6C37"/>
    <w:rsid w:val="001A6D6F"/>
    <w:rsid w:val="001B1D68"/>
    <w:rsid w:val="001B269A"/>
    <w:rsid w:val="001B2A1B"/>
    <w:rsid w:val="001B30CC"/>
    <w:rsid w:val="001B366C"/>
    <w:rsid w:val="001B369B"/>
    <w:rsid w:val="001B3712"/>
    <w:rsid w:val="001B3B3F"/>
    <w:rsid w:val="001B3E8B"/>
    <w:rsid w:val="001B4781"/>
    <w:rsid w:val="001B5BD5"/>
    <w:rsid w:val="001B6516"/>
    <w:rsid w:val="001B7EE3"/>
    <w:rsid w:val="001C0756"/>
    <w:rsid w:val="001C0927"/>
    <w:rsid w:val="001C21CA"/>
    <w:rsid w:val="001C22E5"/>
    <w:rsid w:val="001C2466"/>
    <w:rsid w:val="001C25FA"/>
    <w:rsid w:val="001C37CE"/>
    <w:rsid w:val="001C43D3"/>
    <w:rsid w:val="001C4BC6"/>
    <w:rsid w:val="001C5D3B"/>
    <w:rsid w:val="001C6308"/>
    <w:rsid w:val="001D1333"/>
    <w:rsid w:val="001D1E37"/>
    <w:rsid w:val="001D2ECB"/>
    <w:rsid w:val="001D3734"/>
    <w:rsid w:val="001D3B08"/>
    <w:rsid w:val="001D3C69"/>
    <w:rsid w:val="001D4089"/>
    <w:rsid w:val="001D40A7"/>
    <w:rsid w:val="001D421E"/>
    <w:rsid w:val="001D4A05"/>
    <w:rsid w:val="001D5009"/>
    <w:rsid w:val="001D5153"/>
    <w:rsid w:val="001D5448"/>
    <w:rsid w:val="001D5AE3"/>
    <w:rsid w:val="001D5BC9"/>
    <w:rsid w:val="001D60AF"/>
    <w:rsid w:val="001D62CE"/>
    <w:rsid w:val="001D78DF"/>
    <w:rsid w:val="001D7E60"/>
    <w:rsid w:val="001D7F8D"/>
    <w:rsid w:val="001E06E0"/>
    <w:rsid w:val="001E06ED"/>
    <w:rsid w:val="001E1122"/>
    <w:rsid w:val="001E175C"/>
    <w:rsid w:val="001E1E6C"/>
    <w:rsid w:val="001E2240"/>
    <w:rsid w:val="001E228F"/>
    <w:rsid w:val="001E22A6"/>
    <w:rsid w:val="001E2A3C"/>
    <w:rsid w:val="001E3F38"/>
    <w:rsid w:val="001E4E76"/>
    <w:rsid w:val="001E4E84"/>
    <w:rsid w:val="001E51CB"/>
    <w:rsid w:val="001E5864"/>
    <w:rsid w:val="001E5C3B"/>
    <w:rsid w:val="001E613E"/>
    <w:rsid w:val="001E6881"/>
    <w:rsid w:val="001E6928"/>
    <w:rsid w:val="001E6CCC"/>
    <w:rsid w:val="001E6D57"/>
    <w:rsid w:val="001E7FFA"/>
    <w:rsid w:val="001F076F"/>
    <w:rsid w:val="001F0A42"/>
    <w:rsid w:val="001F0C5D"/>
    <w:rsid w:val="001F0C92"/>
    <w:rsid w:val="001F1336"/>
    <w:rsid w:val="001F1349"/>
    <w:rsid w:val="001F1C10"/>
    <w:rsid w:val="001F3724"/>
    <w:rsid w:val="001F37D9"/>
    <w:rsid w:val="001F3F21"/>
    <w:rsid w:val="001F48F5"/>
    <w:rsid w:val="001F5353"/>
    <w:rsid w:val="001F5B20"/>
    <w:rsid w:val="001F652A"/>
    <w:rsid w:val="001F681A"/>
    <w:rsid w:val="001F6CF9"/>
    <w:rsid w:val="001F6F9B"/>
    <w:rsid w:val="001F71AC"/>
    <w:rsid w:val="001F75D0"/>
    <w:rsid w:val="002000BE"/>
    <w:rsid w:val="002006E2"/>
    <w:rsid w:val="002013F7"/>
    <w:rsid w:val="0020175F"/>
    <w:rsid w:val="00202163"/>
    <w:rsid w:val="002023D1"/>
    <w:rsid w:val="00206E09"/>
    <w:rsid w:val="0020725F"/>
    <w:rsid w:val="002073E4"/>
    <w:rsid w:val="002076B4"/>
    <w:rsid w:val="00207874"/>
    <w:rsid w:val="00207F66"/>
    <w:rsid w:val="0021079E"/>
    <w:rsid w:val="002108D6"/>
    <w:rsid w:val="00210C6B"/>
    <w:rsid w:val="002111CA"/>
    <w:rsid w:val="00211351"/>
    <w:rsid w:val="00211678"/>
    <w:rsid w:val="002120C0"/>
    <w:rsid w:val="00212420"/>
    <w:rsid w:val="00212553"/>
    <w:rsid w:val="002127A8"/>
    <w:rsid w:val="00212D85"/>
    <w:rsid w:val="00212F05"/>
    <w:rsid w:val="002139AA"/>
    <w:rsid w:val="00213FCA"/>
    <w:rsid w:val="00214288"/>
    <w:rsid w:val="00214437"/>
    <w:rsid w:val="002146D2"/>
    <w:rsid w:val="00214A43"/>
    <w:rsid w:val="002151C6"/>
    <w:rsid w:val="00215AD2"/>
    <w:rsid w:val="00216638"/>
    <w:rsid w:val="00216B76"/>
    <w:rsid w:val="00216D39"/>
    <w:rsid w:val="002208DA"/>
    <w:rsid w:val="00221A73"/>
    <w:rsid w:val="002220F2"/>
    <w:rsid w:val="00222173"/>
    <w:rsid w:val="00222BDB"/>
    <w:rsid w:val="00222BDF"/>
    <w:rsid w:val="00222D03"/>
    <w:rsid w:val="00223032"/>
    <w:rsid w:val="00223438"/>
    <w:rsid w:val="00223481"/>
    <w:rsid w:val="00223A09"/>
    <w:rsid w:val="00223CA5"/>
    <w:rsid w:val="002243B5"/>
    <w:rsid w:val="002245E0"/>
    <w:rsid w:val="00224A2C"/>
    <w:rsid w:val="00224C14"/>
    <w:rsid w:val="00225C26"/>
    <w:rsid w:val="00226FAE"/>
    <w:rsid w:val="00227255"/>
    <w:rsid w:val="00227C2E"/>
    <w:rsid w:val="00230872"/>
    <w:rsid w:val="00230BB8"/>
    <w:rsid w:val="0023163A"/>
    <w:rsid w:val="002318BA"/>
    <w:rsid w:val="00233E43"/>
    <w:rsid w:val="0023419E"/>
    <w:rsid w:val="00234E74"/>
    <w:rsid w:val="002350D0"/>
    <w:rsid w:val="00235540"/>
    <w:rsid w:val="002360A9"/>
    <w:rsid w:val="00236644"/>
    <w:rsid w:val="00236A32"/>
    <w:rsid w:val="002379FD"/>
    <w:rsid w:val="00237FA7"/>
    <w:rsid w:val="00241C72"/>
    <w:rsid w:val="00241D74"/>
    <w:rsid w:val="00241F17"/>
    <w:rsid w:val="00241F7C"/>
    <w:rsid w:val="00242737"/>
    <w:rsid w:val="00243BA6"/>
    <w:rsid w:val="00244E13"/>
    <w:rsid w:val="0024516C"/>
    <w:rsid w:val="00245504"/>
    <w:rsid w:val="00245BD4"/>
    <w:rsid w:val="00247256"/>
    <w:rsid w:val="00250A22"/>
    <w:rsid w:val="00250B33"/>
    <w:rsid w:val="00250F28"/>
    <w:rsid w:val="0025167F"/>
    <w:rsid w:val="00251818"/>
    <w:rsid w:val="002522B2"/>
    <w:rsid w:val="00252DBB"/>
    <w:rsid w:val="00253389"/>
    <w:rsid w:val="00253FA5"/>
    <w:rsid w:val="00254328"/>
    <w:rsid w:val="0025498C"/>
    <w:rsid w:val="00255803"/>
    <w:rsid w:val="002563BE"/>
    <w:rsid w:val="002566EE"/>
    <w:rsid w:val="00260A05"/>
    <w:rsid w:val="002619CD"/>
    <w:rsid w:val="00262359"/>
    <w:rsid w:val="00262D8C"/>
    <w:rsid w:val="002634C4"/>
    <w:rsid w:val="002634CA"/>
    <w:rsid w:val="00263A83"/>
    <w:rsid w:val="00263E9D"/>
    <w:rsid w:val="00264052"/>
    <w:rsid w:val="002650D2"/>
    <w:rsid w:val="00265512"/>
    <w:rsid w:val="0026553D"/>
    <w:rsid w:val="002656AD"/>
    <w:rsid w:val="00265C87"/>
    <w:rsid w:val="0026635A"/>
    <w:rsid w:val="00267750"/>
    <w:rsid w:val="002679A5"/>
    <w:rsid w:val="00267DFA"/>
    <w:rsid w:val="002703F1"/>
    <w:rsid w:val="00270D13"/>
    <w:rsid w:val="00272B21"/>
    <w:rsid w:val="00272D2F"/>
    <w:rsid w:val="00273639"/>
    <w:rsid w:val="00273BDF"/>
    <w:rsid w:val="00275768"/>
    <w:rsid w:val="0027645A"/>
    <w:rsid w:val="00276492"/>
    <w:rsid w:val="00277019"/>
    <w:rsid w:val="00277114"/>
    <w:rsid w:val="00277147"/>
    <w:rsid w:val="00277DA0"/>
    <w:rsid w:val="00280056"/>
    <w:rsid w:val="00280736"/>
    <w:rsid w:val="00280EA7"/>
    <w:rsid w:val="002810E0"/>
    <w:rsid w:val="00281267"/>
    <w:rsid w:val="0028219D"/>
    <w:rsid w:val="00282432"/>
    <w:rsid w:val="00282A7C"/>
    <w:rsid w:val="00283B48"/>
    <w:rsid w:val="00284763"/>
    <w:rsid w:val="002848C5"/>
    <w:rsid w:val="00284974"/>
    <w:rsid w:val="00284ADE"/>
    <w:rsid w:val="00285970"/>
    <w:rsid w:val="00286E50"/>
    <w:rsid w:val="00287730"/>
    <w:rsid w:val="002878A2"/>
    <w:rsid w:val="00287A7F"/>
    <w:rsid w:val="00290E8E"/>
    <w:rsid w:val="00290EDE"/>
    <w:rsid w:val="0029113E"/>
    <w:rsid w:val="00291D8E"/>
    <w:rsid w:val="00293176"/>
    <w:rsid w:val="0029467B"/>
    <w:rsid w:val="00294C0B"/>
    <w:rsid w:val="00294F53"/>
    <w:rsid w:val="00295197"/>
    <w:rsid w:val="00295240"/>
    <w:rsid w:val="0029614B"/>
    <w:rsid w:val="0029648E"/>
    <w:rsid w:val="00296E5F"/>
    <w:rsid w:val="0029709F"/>
    <w:rsid w:val="002970C1"/>
    <w:rsid w:val="002976E2"/>
    <w:rsid w:val="00297BCA"/>
    <w:rsid w:val="002A0F45"/>
    <w:rsid w:val="002A1B5F"/>
    <w:rsid w:val="002A35C3"/>
    <w:rsid w:val="002A37C9"/>
    <w:rsid w:val="002A419D"/>
    <w:rsid w:val="002A478D"/>
    <w:rsid w:val="002A4C5E"/>
    <w:rsid w:val="002A6248"/>
    <w:rsid w:val="002A64CD"/>
    <w:rsid w:val="002A6CB7"/>
    <w:rsid w:val="002A7879"/>
    <w:rsid w:val="002A7D3A"/>
    <w:rsid w:val="002B00A7"/>
    <w:rsid w:val="002B01E5"/>
    <w:rsid w:val="002B12A5"/>
    <w:rsid w:val="002B1852"/>
    <w:rsid w:val="002B1873"/>
    <w:rsid w:val="002B1FFA"/>
    <w:rsid w:val="002B21E4"/>
    <w:rsid w:val="002B2924"/>
    <w:rsid w:val="002B2B06"/>
    <w:rsid w:val="002B2E43"/>
    <w:rsid w:val="002B2E45"/>
    <w:rsid w:val="002B3EC3"/>
    <w:rsid w:val="002B3FA7"/>
    <w:rsid w:val="002B4091"/>
    <w:rsid w:val="002B4429"/>
    <w:rsid w:val="002B456F"/>
    <w:rsid w:val="002B48DB"/>
    <w:rsid w:val="002B5145"/>
    <w:rsid w:val="002B5153"/>
    <w:rsid w:val="002B5D33"/>
    <w:rsid w:val="002B5FEC"/>
    <w:rsid w:val="002B684B"/>
    <w:rsid w:val="002B6C41"/>
    <w:rsid w:val="002B6D9B"/>
    <w:rsid w:val="002B716C"/>
    <w:rsid w:val="002C0706"/>
    <w:rsid w:val="002C1BD5"/>
    <w:rsid w:val="002C29AB"/>
    <w:rsid w:val="002C3952"/>
    <w:rsid w:val="002C4C73"/>
    <w:rsid w:val="002C6923"/>
    <w:rsid w:val="002C6F3A"/>
    <w:rsid w:val="002C7A03"/>
    <w:rsid w:val="002D01F4"/>
    <w:rsid w:val="002D0D33"/>
    <w:rsid w:val="002D10B4"/>
    <w:rsid w:val="002D111D"/>
    <w:rsid w:val="002D1B32"/>
    <w:rsid w:val="002D1DD6"/>
    <w:rsid w:val="002D1F22"/>
    <w:rsid w:val="002D1F36"/>
    <w:rsid w:val="002D2176"/>
    <w:rsid w:val="002D32F7"/>
    <w:rsid w:val="002D420E"/>
    <w:rsid w:val="002D4E58"/>
    <w:rsid w:val="002D62C5"/>
    <w:rsid w:val="002D6CE0"/>
    <w:rsid w:val="002D6EC7"/>
    <w:rsid w:val="002D71DF"/>
    <w:rsid w:val="002E035D"/>
    <w:rsid w:val="002E0A4B"/>
    <w:rsid w:val="002E0B31"/>
    <w:rsid w:val="002E11C7"/>
    <w:rsid w:val="002E157B"/>
    <w:rsid w:val="002E229C"/>
    <w:rsid w:val="002E2328"/>
    <w:rsid w:val="002E3C48"/>
    <w:rsid w:val="002E417F"/>
    <w:rsid w:val="002E467E"/>
    <w:rsid w:val="002E46FD"/>
    <w:rsid w:val="002E47B0"/>
    <w:rsid w:val="002E4821"/>
    <w:rsid w:val="002E5D1B"/>
    <w:rsid w:val="002E610E"/>
    <w:rsid w:val="002E654B"/>
    <w:rsid w:val="002E6D35"/>
    <w:rsid w:val="002E70A5"/>
    <w:rsid w:val="002F0958"/>
    <w:rsid w:val="002F0C96"/>
    <w:rsid w:val="002F287F"/>
    <w:rsid w:val="002F2CCF"/>
    <w:rsid w:val="002F330E"/>
    <w:rsid w:val="002F389F"/>
    <w:rsid w:val="002F3DD4"/>
    <w:rsid w:val="002F4204"/>
    <w:rsid w:val="002F4401"/>
    <w:rsid w:val="002F4D5E"/>
    <w:rsid w:val="002F4E68"/>
    <w:rsid w:val="002F4F96"/>
    <w:rsid w:val="002F5249"/>
    <w:rsid w:val="002F5358"/>
    <w:rsid w:val="002F5A98"/>
    <w:rsid w:val="002F6F58"/>
    <w:rsid w:val="002F722C"/>
    <w:rsid w:val="002F7711"/>
    <w:rsid w:val="002F77DB"/>
    <w:rsid w:val="002F7F60"/>
    <w:rsid w:val="00300283"/>
    <w:rsid w:val="003006B9"/>
    <w:rsid w:val="00300C83"/>
    <w:rsid w:val="00300D5E"/>
    <w:rsid w:val="0030155C"/>
    <w:rsid w:val="00302438"/>
    <w:rsid w:val="003026CF"/>
    <w:rsid w:val="003034E6"/>
    <w:rsid w:val="0030371D"/>
    <w:rsid w:val="00303CDC"/>
    <w:rsid w:val="003040B8"/>
    <w:rsid w:val="003048BD"/>
    <w:rsid w:val="003058E2"/>
    <w:rsid w:val="00305F99"/>
    <w:rsid w:val="0030605A"/>
    <w:rsid w:val="0030626C"/>
    <w:rsid w:val="003072E4"/>
    <w:rsid w:val="00310887"/>
    <w:rsid w:val="00311BF3"/>
    <w:rsid w:val="00312143"/>
    <w:rsid w:val="00312C4E"/>
    <w:rsid w:val="0031324B"/>
    <w:rsid w:val="00313736"/>
    <w:rsid w:val="00313E6F"/>
    <w:rsid w:val="00314052"/>
    <w:rsid w:val="00314388"/>
    <w:rsid w:val="003145E7"/>
    <w:rsid w:val="00315C8C"/>
    <w:rsid w:val="00316C91"/>
    <w:rsid w:val="00316E6A"/>
    <w:rsid w:val="003172C5"/>
    <w:rsid w:val="00317D17"/>
    <w:rsid w:val="00317ECF"/>
    <w:rsid w:val="00317F05"/>
    <w:rsid w:val="00322359"/>
    <w:rsid w:val="00322E6F"/>
    <w:rsid w:val="0032307A"/>
    <w:rsid w:val="003244E2"/>
    <w:rsid w:val="0032499B"/>
    <w:rsid w:val="00324B9B"/>
    <w:rsid w:val="00324BEF"/>
    <w:rsid w:val="00325699"/>
    <w:rsid w:val="003259B9"/>
    <w:rsid w:val="003266BE"/>
    <w:rsid w:val="00326AF7"/>
    <w:rsid w:val="003272F6"/>
    <w:rsid w:val="00327D86"/>
    <w:rsid w:val="00327D9B"/>
    <w:rsid w:val="00330753"/>
    <w:rsid w:val="003314BE"/>
    <w:rsid w:val="003315B5"/>
    <w:rsid w:val="00331D08"/>
    <w:rsid w:val="00332570"/>
    <w:rsid w:val="00332D43"/>
    <w:rsid w:val="0033343F"/>
    <w:rsid w:val="003338D7"/>
    <w:rsid w:val="00334236"/>
    <w:rsid w:val="00334251"/>
    <w:rsid w:val="00334A1F"/>
    <w:rsid w:val="0033513D"/>
    <w:rsid w:val="00336500"/>
    <w:rsid w:val="0033752C"/>
    <w:rsid w:val="0033753C"/>
    <w:rsid w:val="00340E16"/>
    <w:rsid w:val="00340EF3"/>
    <w:rsid w:val="00343143"/>
    <w:rsid w:val="00343ED2"/>
    <w:rsid w:val="0034436A"/>
    <w:rsid w:val="00345775"/>
    <w:rsid w:val="00346A2F"/>
    <w:rsid w:val="0034745B"/>
    <w:rsid w:val="003476A2"/>
    <w:rsid w:val="003514C7"/>
    <w:rsid w:val="00351A24"/>
    <w:rsid w:val="00351A57"/>
    <w:rsid w:val="00352227"/>
    <w:rsid w:val="00352392"/>
    <w:rsid w:val="00353BC1"/>
    <w:rsid w:val="00353C3A"/>
    <w:rsid w:val="00353CF0"/>
    <w:rsid w:val="0035459F"/>
    <w:rsid w:val="00354EB2"/>
    <w:rsid w:val="00354FE4"/>
    <w:rsid w:val="0035572F"/>
    <w:rsid w:val="00355914"/>
    <w:rsid w:val="00355F41"/>
    <w:rsid w:val="003569F4"/>
    <w:rsid w:val="00356B52"/>
    <w:rsid w:val="00357F66"/>
    <w:rsid w:val="00360D01"/>
    <w:rsid w:val="00360DAA"/>
    <w:rsid w:val="0036115E"/>
    <w:rsid w:val="0036127D"/>
    <w:rsid w:val="00361A3F"/>
    <w:rsid w:val="003620A4"/>
    <w:rsid w:val="00362231"/>
    <w:rsid w:val="003634D6"/>
    <w:rsid w:val="00363A19"/>
    <w:rsid w:val="00363C29"/>
    <w:rsid w:val="00363C5C"/>
    <w:rsid w:val="003643FB"/>
    <w:rsid w:val="003658F3"/>
    <w:rsid w:val="00367AB4"/>
    <w:rsid w:val="003704D1"/>
    <w:rsid w:val="00370B00"/>
    <w:rsid w:val="00371095"/>
    <w:rsid w:val="003710CF"/>
    <w:rsid w:val="00372725"/>
    <w:rsid w:val="00372856"/>
    <w:rsid w:val="00372C64"/>
    <w:rsid w:val="003742E7"/>
    <w:rsid w:val="0037444E"/>
    <w:rsid w:val="00374921"/>
    <w:rsid w:val="003749FA"/>
    <w:rsid w:val="0037565F"/>
    <w:rsid w:val="0037754A"/>
    <w:rsid w:val="0037799E"/>
    <w:rsid w:val="00377A8E"/>
    <w:rsid w:val="003808F9"/>
    <w:rsid w:val="00380A40"/>
    <w:rsid w:val="0038108F"/>
    <w:rsid w:val="0038253A"/>
    <w:rsid w:val="00382936"/>
    <w:rsid w:val="00384095"/>
    <w:rsid w:val="003845C1"/>
    <w:rsid w:val="00384760"/>
    <w:rsid w:val="00385BB7"/>
    <w:rsid w:val="00386CD8"/>
    <w:rsid w:val="00386D91"/>
    <w:rsid w:val="00387410"/>
    <w:rsid w:val="00390042"/>
    <w:rsid w:val="00392959"/>
    <w:rsid w:val="003934E2"/>
    <w:rsid w:val="00394010"/>
    <w:rsid w:val="0039475F"/>
    <w:rsid w:val="00394785"/>
    <w:rsid w:val="0039481B"/>
    <w:rsid w:val="00395693"/>
    <w:rsid w:val="00395AFF"/>
    <w:rsid w:val="00395C8C"/>
    <w:rsid w:val="00395DCB"/>
    <w:rsid w:val="003960C8"/>
    <w:rsid w:val="00396D08"/>
    <w:rsid w:val="00397A91"/>
    <w:rsid w:val="00397E35"/>
    <w:rsid w:val="003A012B"/>
    <w:rsid w:val="003A080C"/>
    <w:rsid w:val="003A0C69"/>
    <w:rsid w:val="003A112F"/>
    <w:rsid w:val="003A121A"/>
    <w:rsid w:val="003A13E8"/>
    <w:rsid w:val="003A274F"/>
    <w:rsid w:val="003A2EBE"/>
    <w:rsid w:val="003A300A"/>
    <w:rsid w:val="003A3648"/>
    <w:rsid w:val="003A4C40"/>
    <w:rsid w:val="003A5BCC"/>
    <w:rsid w:val="003A606F"/>
    <w:rsid w:val="003A6A01"/>
    <w:rsid w:val="003A6A84"/>
    <w:rsid w:val="003A6B74"/>
    <w:rsid w:val="003A734C"/>
    <w:rsid w:val="003A7792"/>
    <w:rsid w:val="003A78A9"/>
    <w:rsid w:val="003A7DF2"/>
    <w:rsid w:val="003B0289"/>
    <w:rsid w:val="003B083A"/>
    <w:rsid w:val="003B14EF"/>
    <w:rsid w:val="003B2061"/>
    <w:rsid w:val="003B2A58"/>
    <w:rsid w:val="003B4399"/>
    <w:rsid w:val="003B4499"/>
    <w:rsid w:val="003B4638"/>
    <w:rsid w:val="003B4E13"/>
    <w:rsid w:val="003B4EA2"/>
    <w:rsid w:val="003B4EB2"/>
    <w:rsid w:val="003B4F21"/>
    <w:rsid w:val="003B52AB"/>
    <w:rsid w:val="003B53D2"/>
    <w:rsid w:val="003B563D"/>
    <w:rsid w:val="003B57AA"/>
    <w:rsid w:val="003B5E47"/>
    <w:rsid w:val="003B6AA7"/>
    <w:rsid w:val="003C0105"/>
    <w:rsid w:val="003C09AA"/>
    <w:rsid w:val="003C108C"/>
    <w:rsid w:val="003C1949"/>
    <w:rsid w:val="003C205F"/>
    <w:rsid w:val="003C2993"/>
    <w:rsid w:val="003C3379"/>
    <w:rsid w:val="003C33BA"/>
    <w:rsid w:val="003C351B"/>
    <w:rsid w:val="003C389F"/>
    <w:rsid w:val="003C410E"/>
    <w:rsid w:val="003C43CB"/>
    <w:rsid w:val="003C43DB"/>
    <w:rsid w:val="003C45F5"/>
    <w:rsid w:val="003C5069"/>
    <w:rsid w:val="003C506C"/>
    <w:rsid w:val="003C600C"/>
    <w:rsid w:val="003C6879"/>
    <w:rsid w:val="003C6942"/>
    <w:rsid w:val="003C780A"/>
    <w:rsid w:val="003D0F38"/>
    <w:rsid w:val="003D146C"/>
    <w:rsid w:val="003D203B"/>
    <w:rsid w:val="003D24A7"/>
    <w:rsid w:val="003D391F"/>
    <w:rsid w:val="003D3BE0"/>
    <w:rsid w:val="003D3D1C"/>
    <w:rsid w:val="003D40A8"/>
    <w:rsid w:val="003D4CCC"/>
    <w:rsid w:val="003D515B"/>
    <w:rsid w:val="003D589C"/>
    <w:rsid w:val="003D5C4F"/>
    <w:rsid w:val="003D68E1"/>
    <w:rsid w:val="003D6A4B"/>
    <w:rsid w:val="003D765A"/>
    <w:rsid w:val="003D7FD6"/>
    <w:rsid w:val="003E0B26"/>
    <w:rsid w:val="003E3573"/>
    <w:rsid w:val="003E408E"/>
    <w:rsid w:val="003E44A7"/>
    <w:rsid w:val="003E4FBA"/>
    <w:rsid w:val="003E561B"/>
    <w:rsid w:val="003E576B"/>
    <w:rsid w:val="003E6162"/>
    <w:rsid w:val="003E7AED"/>
    <w:rsid w:val="003E7C9B"/>
    <w:rsid w:val="003E7D47"/>
    <w:rsid w:val="003E7E79"/>
    <w:rsid w:val="003E7F4E"/>
    <w:rsid w:val="003F082B"/>
    <w:rsid w:val="003F0E72"/>
    <w:rsid w:val="003F1314"/>
    <w:rsid w:val="003F188B"/>
    <w:rsid w:val="003F1D6E"/>
    <w:rsid w:val="003F1DFB"/>
    <w:rsid w:val="003F1F2F"/>
    <w:rsid w:val="003F2120"/>
    <w:rsid w:val="003F341D"/>
    <w:rsid w:val="003F5F8E"/>
    <w:rsid w:val="003F6409"/>
    <w:rsid w:val="003F75DA"/>
    <w:rsid w:val="004003A0"/>
    <w:rsid w:val="004005EF"/>
    <w:rsid w:val="00400CF6"/>
    <w:rsid w:val="00400E02"/>
    <w:rsid w:val="0040275B"/>
    <w:rsid w:val="004032F7"/>
    <w:rsid w:val="00403506"/>
    <w:rsid w:val="00403D17"/>
    <w:rsid w:val="00404666"/>
    <w:rsid w:val="004048F9"/>
    <w:rsid w:val="00404C17"/>
    <w:rsid w:val="00405360"/>
    <w:rsid w:val="00405415"/>
    <w:rsid w:val="004067F3"/>
    <w:rsid w:val="00406ADA"/>
    <w:rsid w:val="00407E4B"/>
    <w:rsid w:val="00408A87"/>
    <w:rsid w:val="0041012A"/>
    <w:rsid w:val="004101D7"/>
    <w:rsid w:val="00410477"/>
    <w:rsid w:val="0041052C"/>
    <w:rsid w:val="004106C3"/>
    <w:rsid w:val="00410725"/>
    <w:rsid w:val="00410C13"/>
    <w:rsid w:val="004112F5"/>
    <w:rsid w:val="004115DA"/>
    <w:rsid w:val="00412F32"/>
    <w:rsid w:val="00413230"/>
    <w:rsid w:val="004144D6"/>
    <w:rsid w:val="00414683"/>
    <w:rsid w:val="00415539"/>
    <w:rsid w:val="00415B84"/>
    <w:rsid w:val="00416CBB"/>
    <w:rsid w:val="004170FA"/>
    <w:rsid w:val="004173A1"/>
    <w:rsid w:val="00417D34"/>
    <w:rsid w:val="00420551"/>
    <w:rsid w:val="0042109B"/>
    <w:rsid w:val="00421EFB"/>
    <w:rsid w:val="00423E2F"/>
    <w:rsid w:val="00423E3E"/>
    <w:rsid w:val="0042447E"/>
    <w:rsid w:val="00424CF5"/>
    <w:rsid w:val="00425647"/>
    <w:rsid w:val="004258FB"/>
    <w:rsid w:val="0042595E"/>
    <w:rsid w:val="00425BDF"/>
    <w:rsid w:val="00425FB6"/>
    <w:rsid w:val="00426B43"/>
    <w:rsid w:val="00426E86"/>
    <w:rsid w:val="004270B1"/>
    <w:rsid w:val="00427823"/>
    <w:rsid w:val="00427AF4"/>
    <w:rsid w:val="00427F7D"/>
    <w:rsid w:val="004305F3"/>
    <w:rsid w:val="00431858"/>
    <w:rsid w:val="004321CE"/>
    <w:rsid w:val="00432E7D"/>
    <w:rsid w:val="0043337D"/>
    <w:rsid w:val="0043338D"/>
    <w:rsid w:val="00434904"/>
    <w:rsid w:val="004350CE"/>
    <w:rsid w:val="00435559"/>
    <w:rsid w:val="00435A5F"/>
    <w:rsid w:val="00435A8A"/>
    <w:rsid w:val="00435C8A"/>
    <w:rsid w:val="0043640C"/>
    <w:rsid w:val="00436966"/>
    <w:rsid w:val="00437636"/>
    <w:rsid w:val="00437BFE"/>
    <w:rsid w:val="00437D13"/>
    <w:rsid w:val="004407E5"/>
    <w:rsid w:val="0044105F"/>
    <w:rsid w:val="0044123F"/>
    <w:rsid w:val="00442209"/>
    <w:rsid w:val="00442292"/>
    <w:rsid w:val="00442858"/>
    <w:rsid w:val="004429AB"/>
    <w:rsid w:val="004437D8"/>
    <w:rsid w:val="00445135"/>
    <w:rsid w:val="00445830"/>
    <w:rsid w:val="00446804"/>
    <w:rsid w:val="00446E02"/>
    <w:rsid w:val="00447155"/>
    <w:rsid w:val="00447370"/>
    <w:rsid w:val="0045088F"/>
    <w:rsid w:val="004508D3"/>
    <w:rsid w:val="00450D9E"/>
    <w:rsid w:val="00451406"/>
    <w:rsid w:val="004516A3"/>
    <w:rsid w:val="004518B6"/>
    <w:rsid w:val="00451A9C"/>
    <w:rsid w:val="00451AE2"/>
    <w:rsid w:val="00452051"/>
    <w:rsid w:val="00452B7D"/>
    <w:rsid w:val="0045410C"/>
    <w:rsid w:val="0045626F"/>
    <w:rsid w:val="004566C5"/>
    <w:rsid w:val="004570EE"/>
    <w:rsid w:val="00457154"/>
    <w:rsid w:val="0046004D"/>
    <w:rsid w:val="004602C2"/>
    <w:rsid w:val="00460338"/>
    <w:rsid w:val="00460D32"/>
    <w:rsid w:val="004611E7"/>
    <w:rsid w:val="00461703"/>
    <w:rsid w:val="004626D0"/>
    <w:rsid w:val="00462C91"/>
    <w:rsid w:val="00463227"/>
    <w:rsid w:val="00463FAA"/>
    <w:rsid w:val="004646AA"/>
    <w:rsid w:val="004647DA"/>
    <w:rsid w:val="00466A14"/>
    <w:rsid w:val="00466E8C"/>
    <w:rsid w:val="004676F0"/>
    <w:rsid w:val="00470229"/>
    <w:rsid w:val="00470A99"/>
    <w:rsid w:val="00470E5F"/>
    <w:rsid w:val="00471194"/>
    <w:rsid w:val="00471754"/>
    <w:rsid w:val="00471C3E"/>
    <w:rsid w:val="00471CF1"/>
    <w:rsid w:val="004723EA"/>
    <w:rsid w:val="00473143"/>
    <w:rsid w:val="004736D0"/>
    <w:rsid w:val="004747D8"/>
    <w:rsid w:val="0047500B"/>
    <w:rsid w:val="004754D4"/>
    <w:rsid w:val="00475A24"/>
    <w:rsid w:val="00475AA0"/>
    <w:rsid w:val="0047613E"/>
    <w:rsid w:val="00476781"/>
    <w:rsid w:val="00476AA5"/>
    <w:rsid w:val="00476CA4"/>
    <w:rsid w:val="004770BF"/>
    <w:rsid w:val="00477175"/>
    <w:rsid w:val="00477762"/>
    <w:rsid w:val="00477D6B"/>
    <w:rsid w:val="004810C1"/>
    <w:rsid w:val="00482445"/>
    <w:rsid w:val="00482C18"/>
    <w:rsid w:val="00483035"/>
    <w:rsid w:val="00483589"/>
    <w:rsid w:val="00483AA2"/>
    <w:rsid w:val="00483CA9"/>
    <w:rsid w:val="004841A1"/>
    <w:rsid w:val="00484270"/>
    <w:rsid w:val="00485E16"/>
    <w:rsid w:val="004861E4"/>
    <w:rsid w:val="00486CC9"/>
    <w:rsid w:val="00487807"/>
    <w:rsid w:val="004879EC"/>
    <w:rsid w:val="00490688"/>
    <w:rsid w:val="00492372"/>
    <w:rsid w:val="00493355"/>
    <w:rsid w:val="0049369A"/>
    <w:rsid w:val="00493F90"/>
    <w:rsid w:val="00494699"/>
    <w:rsid w:val="004946B4"/>
    <w:rsid w:val="00494A0D"/>
    <w:rsid w:val="00494CBD"/>
    <w:rsid w:val="0049563E"/>
    <w:rsid w:val="0049581F"/>
    <w:rsid w:val="00495B25"/>
    <w:rsid w:val="0049718F"/>
    <w:rsid w:val="00497573"/>
    <w:rsid w:val="00497681"/>
    <w:rsid w:val="00497D17"/>
    <w:rsid w:val="004A04D7"/>
    <w:rsid w:val="004A0CC4"/>
    <w:rsid w:val="004A10F9"/>
    <w:rsid w:val="004A1D56"/>
    <w:rsid w:val="004A208C"/>
    <w:rsid w:val="004A20EC"/>
    <w:rsid w:val="004A2249"/>
    <w:rsid w:val="004A2868"/>
    <w:rsid w:val="004A2A05"/>
    <w:rsid w:val="004A326B"/>
    <w:rsid w:val="004A404F"/>
    <w:rsid w:val="004A4DCF"/>
    <w:rsid w:val="004A5A15"/>
    <w:rsid w:val="004A6279"/>
    <w:rsid w:val="004A68CB"/>
    <w:rsid w:val="004A77DB"/>
    <w:rsid w:val="004A786B"/>
    <w:rsid w:val="004A7A0F"/>
    <w:rsid w:val="004A7AB1"/>
    <w:rsid w:val="004B0422"/>
    <w:rsid w:val="004B1FD1"/>
    <w:rsid w:val="004B22B9"/>
    <w:rsid w:val="004B3561"/>
    <w:rsid w:val="004B3758"/>
    <w:rsid w:val="004B3B8E"/>
    <w:rsid w:val="004B3C84"/>
    <w:rsid w:val="004B3DDC"/>
    <w:rsid w:val="004B40ED"/>
    <w:rsid w:val="004B41AB"/>
    <w:rsid w:val="004B446A"/>
    <w:rsid w:val="004B5312"/>
    <w:rsid w:val="004B55EE"/>
    <w:rsid w:val="004B5E91"/>
    <w:rsid w:val="004B75AA"/>
    <w:rsid w:val="004B7658"/>
    <w:rsid w:val="004C0584"/>
    <w:rsid w:val="004C168D"/>
    <w:rsid w:val="004C25DD"/>
    <w:rsid w:val="004C26BB"/>
    <w:rsid w:val="004C27E1"/>
    <w:rsid w:val="004C2F1E"/>
    <w:rsid w:val="004C3C5C"/>
    <w:rsid w:val="004C411F"/>
    <w:rsid w:val="004C4A7A"/>
    <w:rsid w:val="004C5538"/>
    <w:rsid w:val="004C660E"/>
    <w:rsid w:val="004C6BAD"/>
    <w:rsid w:val="004C7756"/>
    <w:rsid w:val="004D170E"/>
    <w:rsid w:val="004D2481"/>
    <w:rsid w:val="004D2973"/>
    <w:rsid w:val="004D2BB6"/>
    <w:rsid w:val="004D32A4"/>
    <w:rsid w:val="004D33C5"/>
    <w:rsid w:val="004D3635"/>
    <w:rsid w:val="004D4AD0"/>
    <w:rsid w:val="004D4E4F"/>
    <w:rsid w:val="004D4FC0"/>
    <w:rsid w:val="004D675A"/>
    <w:rsid w:val="004D72A0"/>
    <w:rsid w:val="004D7653"/>
    <w:rsid w:val="004D7AFD"/>
    <w:rsid w:val="004E0094"/>
    <w:rsid w:val="004E1119"/>
    <w:rsid w:val="004E12DA"/>
    <w:rsid w:val="004E15F3"/>
    <w:rsid w:val="004E2AFF"/>
    <w:rsid w:val="004E30A8"/>
    <w:rsid w:val="004E3A15"/>
    <w:rsid w:val="004E3ED1"/>
    <w:rsid w:val="004E5616"/>
    <w:rsid w:val="004E5B56"/>
    <w:rsid w:val="004E619F"/>
    <w:rsid w:val="004E61FC"/>
    <w:rsid w:val="004E64B8"/>
    <w:rsid w:val="004E65A1"/>
    <w:rsid w:val="004E687D"/>
    <w:rsid w:val="004E70F4"/>
    <w:rsid w:val="004E7494"/>
    <w:rsid w:val="004E776D"/>
    <w:rsid w:val="004E7787"/>
    <w:rsid w:val="004E794D"/>
    <w:rsid w:val="004E7F08"/>
    <w:rsid w:val="004F0168"/>
    <w:rsid w:val="004F0CE2"/>
    <w:rsid w:val="004F245B"/>
    <w:rsid w:val="004F265B"/>
    <w:rsid w:val="004F2C6F"/>
    <w:rsid w:val="004F343D"/>
    <w:rsid w:val="004F4A0F"/>
    <w:rsid w:val="004F556B"/>
    <w:rsid w:val="004F674A"/>
    <w:rsid w:val="004F6CC2"/>
    <w:rsid w:val="004F7472"/>
    <w:rsid w:val="004F76D4"/>
    <w:rsid w:val="0050016B"/>
    <w:rsid w:val="00500306"/>
    <w:rsid w:val="00500310"/>
    <w:rsid w:val="005009C1"/>
    <w:rsid w:val="00502406"/>
    <w:rsid w:val="00502450"/>
    <w:rsid w:val="00504586"/>
    <w:rsid w:val="00504E8F"/>
    <w:rsid w:val="005063BB"/>
    <w:rsid w:val="00506BC4"/>
    <w:rsid w:val="00506C69"/>
    <w:rsid w:val="00510AA0"/>
    <w:rsid w:val="00510EC3"/>
    <w:rsid w:val="005110FA"/>
    <w:rsid w:val="00511520"/>
    <w:rsid w:val="00511594"/>
    <w:rsid w:val="005118EE"/>
    <w:rsid w:val="00512196"/>
    <w:rsid w:val="005129F9"/>
    <w:rsid w:val="00512ECA"/>
    <w:rsid w:val="005132FE"/>
    <w:rsid w:val="005142F2"/>
    <w:rsid w:val="00514DA0"/>
    <w:rsid w:val="00515781"/>
    <w:rsid w:val="00515826"/>
    <w:rsid w:val="00516D37"/>
    <w:rsid w:val="00517045"/>
    <w:rsid w:val="00517161"/>
    <w:rsid w:val="00517CDE"/>
    <w:rsid w:val="005210B5"/>
    <w:rsid w:val="0052177C"/>
    <w:rsid w:val="00521BD8"/>
    <w:rsid w:val="00522737"/>
    <w:rsid w:val="00523B06"/>
    <w:rsid w:val="00524378"/>
    <w:rsid w:val="00524E95"/>
    <w:rsid w:val="005271A3"/>
    <w:rsid w:val="00527816"/>
    <w:rsid w:val="00530198"/>
    <w:rsid w:val="0053257A"/>
    <w:rsid w:val="00532E1B"/>
    <w:rsid w:val="00533896"/>
    <w:rsid w:val="0053396D"/>
    <w:rsid w:val="005339F5"/>
    <w:rsid w:val="00533A76"/>
    <w:rsid w:val="00533BF6"/>
    <w:rsid w:val="00534B37"/>
    <w:rsid w:val="00534D44"/>
    <w:rsid w:val="005351B5"/>
    <w:rsid w:val="00535A74"/>
    <w:rsid w:val="00535A81"/>
    <w:rsid w:val="00535E9A"/>
    <w:rsid w:val="00536EBD"/>
    <w:rsid w:val="00536F35"/>
    <w:rsid w:val="00537976"/>
    <w:rsid w:val="005379CB"/>
    <w:rsid w:val="00537BD0"/>
    <w:rsid w:val="00540BF6"/>
    <w:rsid w:val="00540D0C"/>
    <w:rsid w:val="005412EA"/>
    <w:rsid w:val="00542597"/>
    <w:rsid w:val="00542AC1"/>
    <w:rsid w:val="0054383A"/>
    <w:rsid w:val="00544240"/>
    <w:rsid w:val="00544991"/>
    <w:rsid w:val="00544B8D"/>
    <w:rsid w:val="00545316"/>
    <w:rsid w:val="00545480"/>
    <w:rsid w:val="00547273"/>
    <w:rsid w:val="00550266"/>
    <w:rsid w:val="005503CC"/>
    <w:rsid w:val="005506C1"/>
    <w:rsid w:val="00550A7C"/>
    <w:rsid w:val="00550E17"/>
    <w:rsid w:val="005510D9"/>
    <w:rsid w:val="00551240"/>
    <w:rsid w:val="0055245B"/>
    <w:rsid w:val="00552F0D"/>
    <w:rsid w:val="005533EA"/>
    <w:rsid w:val="005535BB"/>
    <w:rsid w:val="005537BC"/>
    <w:rsid w:val="00553A60"/>
    <w:rsid w:val="00553E07"/>
    <w:rsid w:val="00554526"/>
    <w:rsid w:val="00555144"/>
    <w:rsid w:val="005555CA"/>
    <w:rsid w:val="00555787"/>
    <w:rsid w:val="00555E59"/>
    <w:rsid w:val="00555E74"/>
    <w:rsid w:val="00556632"/>
    <w:rsid w:val="00556729"/>
    <w:rsid w:val="00557319"/>
    <w:rsid w:val="00557452"/>
    <w:rsid w:val="0056036B"/>
    <w:rsid w:val="005605F5"/>
    <w:rsid w:val="0056067B"/>
    <w:rsid w:val="00561024"/>
    <w:rsid w:val="0056112A"/>
    <w:rsid w:val="005613CC"/>
    <w:rsid w:val="0056182E"/>
    <w:rsid w:val="005618B1"/>
    <w:rsid w:val="00561EED"/>
    <w:rsid w:val="00562293"/>
    <w:rsid w:val="00562808"/>
    <w:rsid w:val="0056326A"/>
    <w:rsid w:val="005646B6"/>
    <w:rsid w:val="00565BDF"/>
    <w:rsid w:val="00565F29"/>
    <w:rsid w:val="00566AE5"/>
    <w:rsid w:val="0056726F"/>
    <w:rsid w:val="00567826"/>
    <w:rsid w:val="00567B45"/>
    <w:rsid w:val="00567E8A"/>
    <w:rsid w:val="00567EE0"/>
    <w:rsid w:val="00571008"/>
    <w:rsid w:val="00571ADF"/>
    <w:rsid w:val="00572B4E"/>
    <w:rsid w:val="00572C85"/>
    <w:rsid w:val="00575C11"/>
    <w:rsid w:val="0057699A"/>
    <w:rsid w:val="005770FB"/>
    <w:rsid w:val="005776F5"/>
    <w:rsid w:val="00577974"/>
    <w:rsid w:val="00577B06"/>
    <w:rsid w:val="005811BE"/>
    <w:rsid w:val="00582B7F"/>
    <w:rsid w:val="00582BC2"/>
    <w:rsid w:val="00583464"/>
    <w:rsid w:val="00583853"/>
    <w:rsid w:val="00584140"/>
    <w:rsid w:val="00584245"/>
    <w:rsid w:val="00584247"/>
    <w:rsid w:val="00584432"/>
    <w:rsid w:val="00584800"/>
    <w:rsid w:val="00584F2B"/>
    <w:rsid w:val="005864DA"/>
    <w:rsid w:val="005865D4"/>
    <w:rsid w:val="005868FE"/>
    <w:rsid w:val="005902E3"/>
    <w:rsid w:val="00590AC2"/>
    <w:rsid w:val="005914F6"/>
    <w:rsid w:val="00591785"/>
    <w:rsid w:val="00591D0B"/>
    <w:rsid w:val="0059285C"/>
    <w:rsid w:val="0059360F"/>
    <w:rsid w:val="005936C2"/>
    <w:rsid w:val="00593812"/>
    <w:rsid w:val="00593B82"/>
    <w:rsid w:val="00594DB2"/>
    <w:rsid w:val="00594F86"/>
    <w:rsid w:val="005957BF"/>
    <w:rsid w:val="00595AD4"/>
    <w:rsid w:val="005962C7"/>
    <w:rsid w:val="0059669B"/>
    <w:rsid w:val="00596C46"/>
    <w:rsid w:val="00596E6D"/>
    <w:rsid w:val="00596FA7"/>
    <w:rsid w:val="005975D7"/>
    <w:rsid w:val="005A0FB1"/>
    <w:rsid w:val="005A19D5"/>
    <w:rsid w:val="005A1F24"/>
    <w:rsid w:val="005A2329"/>
    <w:rsid w:val="005A26BA"/>
    <w:rsid w:val="005A26BE"/>
    <w:rsid w:val="005A2BED"/>
    <w:rsid w:val="005A3DBD"/>
    <w:rsid w:val="005A3E85"/>
    <w:rsid w:val="005A4060"/>
    <w:rsid w:val="005A4BFD"/>
    <w:rsid w:val="005A5566"/>
    <w:rsid w:val="005A5928"/>
    <w:rsid w:val="005A595B"/>
    <w:rsid w:val="005A5E65"/>
    <w:rsid w:val="005A73D2"/>
    <w:rsid w:val="005B0A07"/>
    <w:rsid w:val="005B0BF9"/>
    <w:rsid w:val="005B1F31"/>
    <w:rsid w:val="005B2375"/>
    <w:rsid w:val="005B2C28"/>
    <w:rsid w:val="005B2EA4"/>
    <w:rsid w:val="005B30FB"/>
    <w:rsid w:val="005B3C01"/>
    <w:rsid w:val="005B4345"/>
    <w:rsid w:val="005B4378"/>
    <w:rsid w:val="005B4429"/>
    <w:rsid w:val="005B4790"/>
    <w:rsid w:val="005B59BB"/>
    <w:rsid w:val="005B61AC"/>
    <w:rsid w:val="005B6841"/>
    <w:rsid w:val="005B69DC"/>
    <w:rsid w:val="005B71D4"/>
    <w:rsid w:val="005B721C"/>
    <w:rsid w:val="005B728F"/>
    <w:rsid w:val="005B75BB"/>
    <w:rsid w:val="005B77BB"/>
    <w:rsid w:val="005C02A6"/>
    <w:rsid w:val="005C03D7"/>
    <w:rsid w:val="005C06B8"/>
    <w:rsid w:val="005C07C4"/>
    <w:rsid w:val="005C0E45"/>
    <w:rsid w:val="005C150C"/>
    <w:rsid w:val="005C259B"/>
    <w:rsid w:val="005C2665"/>
    <w:rsid w:val="005C2686"/>
    <w:rsid w:val="005C2B3E"/>
    <w:rsid w:val="005C33AA"/>
    <w:rsid w:val="005C4FE2"/>
    <w:rsid w:val="005C5817"/>
    <w:rsid w:val="005C6887"/>
    <w:rsid w:val="005C6E31"/>
    <w:rsid w:val="005C6FA8"/>
    <w:rsid w:val="005C79E2"/>
    <w:rsid w:val="005D02DA"/>
    <w:rsid w:val="005D02E2"/>
    <w:rsid w:val="005D044C"/>
    <w:rsid w:val="005D04B9"/>
    <w:rsid w:val="005D102E"/>
    <w:rsid w:val="005D104F"/>
    <w:rsid w:val="005D2DD6"/>
    <w:rsid w:val="005D34A3"/>
    <w:rsid w:val="005D441B"/>
    <w:rsid w:val="005D4B10"/>
    <w:rsid w:val="005D4C96"/>
    <w:rsid w:val="005D506C"/>
    <w:rsid w:val="005D5933"/>
    <w:rsid w:val="005D63BE"/>
    <w:rsid w:val="005D66CD"/>
    <w:rsid w:val="005D6FD4"/>
    <w:rsid w:val="005D7E5B"/>
    <w:rsid w:val="005D7E84"/>
    <w:rsid w:val="005D7EFD"/>
    <w:rsid w:val="005D7F57"/>
    <w:rsid w:val="005E06E6"/>
    <w:rsid w:val="005E0770"/>
    <w:rsid w:val="005E100C"/>
    <w:rsid w:val="005E1038"/>
    <w:rsid w:val="005E127D"/>
    <w:rsid w:val="005E1E75"/>
    <w:rsid w:val="005E251D"/>
    <w:rsid w:val="005E34BE"/>
    <w:rsid w:val="005E3C68"/>
    <w:rsid w:val="005E4B73"/>
    <w:rsid w:val="005E5176"/>
    <w:rsid w:val="005E578C"/>
    <w:rsid w:val="005E5961"/>
    <w:rsid w:val="005E5CB2"/>
    <w:rsid w:val="005E5D67"/>
    <w:rsid w:val="005E6283"/>
    <w:rsid w:val="005E6593"/>
    <w:rsid w:val="005E6CBF"/>
    <w:rsid w:val="005E7021"/>
    <w:rsid w:val="005E7524"/>
    <w:rsid w:val="005E7BBE"/>
    <w:rsid w:val="005F0439"/>
    <w:rsid w:val="005F0AC9"/>
    <w:rsid w:val="005F10D8"/>
    <w:rsid w:val="005F21AA"/>
    <w:rsid w:val="005F2FF8"/>
    <w:rsid w:val="005F34EC"/>
    <w:rsid w:val="005F376E"/>
    <w:rsid w:val="005F3AD1"/>
    <w:rsid w:val="005F4545"/>
    <w:rsid w:val="005F4749"/>
    <w:rsid w:val="005F4856"/>
    <w:rsid w:val="005F5161"/>
    <w:rsid w:val="005F5532"/>
    <w:rsid w:val="005F5A5C"/>
    <w:rsid w:val="005F67C9"/>
    <w:rsid w:val="005F6809"/>
    <w:rsid w:val="005F723D"/>
    <w:rsid w:val="005F781E"/>
    <w:rsid w:val="005F7BB3"/>
    <w:rsid w:val="005F7D63"/>
    <w:rsid w:val="006005EF"/>
    <w:rsid w:val="00601443"/>
    <w:rsid w:val="00601504"/>
    <w:rsid w:val="00601747"/>
    <w:rsid w:val="006022EA"/>
    <w:rsid w:val="006024FF"/>
    <w:rsid w:val="006028BF"/>
    <w:rsid w:val="00602F17"/>
    <w:rsid w:val="006032B6"/>
    <w:rsid w:val="00603628"/>
    <w:rsid w:val="00604B7C"/>
    <w:rsid w:val="00604FFC"/>
    <w:rsid w:val="006052CD"/>
    <w:rsid w:val="00605640"/>
    <w:rsid w:val="00605827"/>
    <w:rsid w:val="00605DE6"/>
    <w:rsid w:val="0060635D"/>
    <w:rsid w:val="006069ED"/>
    <w:rsid w:val="00606EB6"/>
    <w:rsid w:val="006075D7"/>
    <w:rsid w:val="00607701"/>
    <w:rsid w:val="006077ED"/>
    <w:rsid w:val="00607A25"/>
    <w:rsid w:val="00610207"/>
    <w:rsid w:val="00611AC8"/>
    <w:rsid w:val="0061231C"/>
    <w:rsid w:val="006125F6"/>
    <w:rsid w:val="00612AE4"/>
    <w:rsid w:val="00612F89"/>
    <w:rsid w:val="00613BF0"/>
    <w:rsid w:val="006149D7"/>
    <w:rsid w:val="00614E62"/>
    <w:rsid w:val="00615097"/>
    <w:rsid w:val="006165B1"/>
    <w:rsid w:val="00616C9D"/>
    <w:rsid w:val="00616F93"/>
    <w:rsid w:val="0061795C"/>
    <w:rsid w:val="00620013"/>
    <w:rsid w:val="006203A3"/>
    <w:rsid w:val="006203BD"/>
    <w:rsid w:val="00620980"/>
    <w:rsid w:val="00620AA8"/>
    <w:rsid w:val="00620CB1"/>
    <w:rsid w:val="0062251A"/>
    <w:rsid w:val="0062289E"/>
    <w:rsid w:val="006229AA"/>
    <w:rsid w:val="006239BB"/>
    <w:rsid w:val="006239FB"/>
    <w:rsid w:val="00623FF0"/>
    <w:rsid w:val="00624647"/>
    <w:rsid w:val="006249CE"/>
    <w:rsid w:val="00624BB0"/>
    <w:rsid w:val="00625B95"/>
    <w:rsid w:val="0062662C"/>
    <w:rsid w:val="00626EE6"/>
    <w:rsid w:val="006275E1"/>
    <w:rsid w:val="00630CBE"/>
    <w:rsid w:val="00631A30"/>
    <w:rsid w:val="00631D9A"/>
    <w:rsid w:val="006320C3"/>
    <w:rsid w:val="006327C5"/>
    <w:rsid w:val="00632E8E"/>
    <w:rsid w:val="00632FA9"/>
    <w:rsid w:val="00634E1B"/>
    <w:rsid w:val="006355CA"/>
    <w:rsid w:val="00636323"/>
    <w:rsid w:val="00636A3A"/>
    <w:rsid w:val="00637262"/>
    <w:rsid w:val="00637971"/>
    <w:rsid w:val="00637D31"/>
    <w:rsid w:val="00637D6F"/>
    <w:rsid w:val="00640A1E"/>
    <w:rsid w:val="00640C74"/>
    <w:rsid w:val="00640CE2"/>
    <w:rsid w:val="00641733"/>
    <w:rsid w:val="006427AC"/>
    <w:rsid w:val="0064283B"/>
    <w:rsid w:val="00642A6A"/>
    <w:rsid w:val="00642AF5"/>
    <w:rsid w:val="00643C9C"/>
    <w:rsid w:val="0064452A"/>
    <w:rsid w:val="006449ED"/>
    <w:rsid w:val="00644C44"/>
    <w:rsid w:val="00644FA3"/>
    <w:rsid w:val="006458A5"/>
    <w:rsid w:val="0064686D"/>
    <w:rsid w:val="006469EC"/>
    <w:rsid w:val="00647CBE"/>
    <w:rsid w:val="006508F0"/>
    <w:rsid w:val="00651509"/>
    <w:rsid w:val="00652156"/>
    <w:rsid w:val="00652268"/>
    <w:rsid w:val="00652411"/>
    <w:rsid w:val="00652453"/>
    <w:rsid w:val="00652C1C"/>
    <w:rsid w:val="00652CFD"/>
    <w:rsid w:val="0065306F"/>
    <w:rsid w:val="006536F6"/>
    <w:rsid w:val="00653F5D"/>
    <w:rsid w:val="00655EC5"/>
    <w:rsid w:val="0065638E"/>
    <w:rsid w:val="00656635"/>
    <w:rsid w:val="00657401"/>
    <w:rsid w:val="00657D77"/>
    <w:rsid w:val="00660070"/>
    <w:rsid w:val="006617C7"/>
    <w:rsid w:val="00662495"/>
    <w:rsid w:val="0066265E"/>
    <w:rsid w:val="0066348D"/>
    <w:rsid w:val="00663966"/>
    <w:rsid w:val="006639E3"/>
    <w:rsid w:val="006645C9"/>
    <w:rsid w:val="0066485C"/>
    <w:rsid w:val="00664F62"/>
    <w:rsid w:val="0066613E"/>
    <w:rsid w:val="006661D6"/>
    <w:rsid w:val="00666367"/>
    <w:rsid w:val="006666D6"/>
    <w:rsid w:val="0066684A"/>
    <w:rsid w:val="00666A16"/>
    <w:rsid w:val="00667922"/>
    <w:rsid w:val="00667A77"/>
    <w:rsid w:val="00667DDF"/>
    <w:rsid w:val="006708F2"/>
    <w:rsid w:val="006715A2"/>
    <w:rsid w:val="00671899"/>
    <w:rsid w:val="006718A2"/>
    <w:rsid w:val="00671B4A"/>
    <w:rsid w:val="0067481E"/>
    <w:rsid w:val="0067607C"/>
    <w:rsid w:val="00676172"/>
    <w:rsid w:val="00676226"/>
    <w:rsid w:val="00676389"/>
    <w:rsid w:val="00677CB6"/>
    <w:rsid w:val="00681635"/>
    <w:rsid w:val="0068175F"/>
    <w:rsid w:val="00682040"/>
    <w:rsid w:val="0068266D"/>
    <w:rsid w:val="00682740"/>
    <w:rsid w:val="00682DA7"/>
    <w:rsid w:val="0068364A"/>
    <w:rsid w:val="00684301"/>
    <w:rsid w:val="00684BEC"/>
    <w:rsid w:val="006856B9"/>
    <w:rsid w:val="00685A6B"/>
    <w:rsid w:val="0068685A"/>
    <w:rsid w:val="00686E7B"/>
    <w:rsid w:val="00687DDD"/>
    <w:rsid w:val="00691FCD"/>
    <w:rsid w:val="006927F3"/>
    <w:rsid w:val="00692E74"/>
    <w:rsid w:val="00692FE3"/>
    <w:rsid w:val="00693672"/>
    <w:rsid w:val="00693942"/>
    <w:rsid w:val="00693B0F"/>
    <w:rsid w:val="00694393"/>
    <w:rsid w:val="006948A4"/>
    <w:rsid w:val="00695583"/>
    <w:rsid w:val="00695F08"/>
    <w:rsid w:val="00696019"/>
    <w:rsid w:val="00696316"/>
    <w:rsid w:val="00696DC3"/>
    <w:rsid w:val="00697B7B"/>
    <w:rsid w:val="00697BE4"/>
    <w:rsid w:val="006A0109"/>
    <w:rsid w:val="006A0132"/>
    <w:rsid w:val="006A03D9"/>
    <w:rsid w:val="006A05B1"/>
    <w:rsid w:val="006A0EAA"/>
    <w:rsid w:val="006A10D3"/>
    <w:rsid w:val="006A1EF3"/>
    <w:rsid w:val="006A23A4"/>
    <w:rsid w:val="006A2630"/>
    <w:rsid w:val="006A35DC"/>
    <w:rsid w:val="006A3B8E"/>
    <w:rsid w:val="006A3D0A"/>
    <w:rsid w:val="006A40EF"/>
    <w:rsid w:val="006A4491"/>
    <w:rsid w:val="006A4C20"/>
    <w:rsid w:val="006A55E8"/>
    <w:rsid w:val="006A795E"/>
    <w:rsid w:val="006B03E3"/>
    <w:rsid w:val="006B06D0"/>
    <w:rsid w:val="006B0701"/>
    <w:rsid w:val="006B0A1D"/>
    <w:rsid w:val="006B15D0"/>
    <w:rsid w:val="006B16B9"/>
    <w:rsid w:val="006B1F4C"/>
    <w:rsid w:val="006B3ABC"/>
    <w:rsid w:val="006B3B7E"/>
    <w:rsid w:val="006B5323"/>
    <w:rsid w:val="006B5627"/>
    <w:rsid w:val="006B565F"/>
    <w:rsid w:val="006B6015"/>
    <w:rsid w:val="006B6334"/>
    <w:rsid w:val="006B64D4"/>
    <w:rsid w:val="006B7103"/>
    <w:rsid w:val="006C04AA"/>
    <w:rsid w:val="006C0816"/>
    <w:rsid w:val="006C0B03"/>
    <w:rsid w:val="006C0F7C"/>
    <w:rsid w:val="006C1280"/>
    <w:rsid w:val="006C20C7"/>
    <w:rsid w:val="006C2AEC"/>
    <w:rsid w:val="006C4903"/>
    <w:rsid w:val="006C4CBA"/>
    <w:rsid w:val="006C5303"/>
    <w:rsid w:val="006C551C"/>
    <w:rsid w:val="006C69A9"/>
    <w:rsid w:val="006C6A94"/>
    <w:rsid w:val="006C7421"/>
    <w:rsid w:val="006D00C5"/>
    <w:rsid w:val="006D015A"/>
    <w:rsid w:val="006D01EA"/>
    <w:rsid w:val="006D0C11"/>
    <w:rsid w:val="006D1CAC"/>
    <w:rsid w:val="006D27C8"/>
    <w:rsid w:val="006D2ACF"/>
    <w:rsid w:val="006D38FB"/>
    <w:rsid w:val="006D409F"/>
    <w:rsid w:val="006D4712"/>
    <w:rsid w:val="006D4E7C"/>
    <w:rsid w:val="006D561E"/>
    <w:rsid w:val="006D7B3A"/>
    <w:rsid w:val="006E00CA"/>
    <w:rsid w:val="006E044C"/>
    <w:rsid w:val="006E077A"/>
    <w:rsid w:val="006E0B11"/>
    <w:rsid w:val="006E231B"/>
    <w:rsid w:val="006E2CC8"/>
    <w:rsid w:val="006E2D06"/>
    <w:rsid w:val="006E3C4B"/>
    <w:rsid w:val="006E3EDC"/>
    <w:rsid w:val="006E4FDF"/>
    <w:rsid w:val="006E5081"/>
    <w:rsid w:val="006E5ACD"/>
    <w:rsid w:val="006E5E52"/>
    <w:rsid w:val="006E6D85"/>
    <w:rsid w:val="006E727C"/>
    <w:rsid w:val="006E73BC"/>
    <w:rsid w:val="006E76E6"/>
    <w:rsid w:val="006E7DC5"/>
    <w:rsid w:val="006F0404"/>
    <w:rsid w:val="006F0613"/>
    <w:rsid w:val="006F0E9A"/>
    <w:rsid w:val="006F29C8"/>
    <w:rsid w:val="006F34DE"/>
    <w:rsid w:val="006F3F3E"/>
    <w:rsid w:val="006F425D"/>
    <w:rsid w:val="006F5378"/>
    <w:rsid w:val="006F645D"/>
    <w:rsid w:val="006F70FD"/>
    <w:rsid w:val="0070120F"/>
    <w:rsid w:val="007012E6"/>
    <w:rsid w:val="0070265B"/>
    <w:rsid w:val="00702899"/>
    <w:rsid w:val="0070386A"/>
    <w:rsid w:val="00703DF4"/>
    <w:rsid w:val="00705133"/>
    <w:rsid w:val="00705793"/>
    <w:rsid w:val="007059A0"/>
    <w:rsid w:val="007064B5"/>
    <w:rsid w:val="007068F6"/>
    <w:rsid w:val="00706B92"/>
    <w:rsid w:val="00706C5B"/>
    <w:rsid w:val="00710AEC"/>
    <w:rsid w:val="007110E2"/>
    <w:rsid w:val="007111A0"/>
    <w:rsid w:val="007113FF"/>
    <w:rsid w:val="00711A63"/>
    <w:rsid w:val="00711B67"/>
    <w:rsid w:val="007122C7"/>
    <w:rsid w:val="00712608"/>
    <w:rsid w:val="00712BD8"/>
    <w:rsid w:val="00712DDC"/>
    <w:rsid w:val="00713B09"/>
    <w:rsid w:val="00714AD9"/>
    <w:rsid w:val="00715529"/>
    <w:rsid w:val="00715636"/>
    <w:rsid w:val="0071568B"/>
    <w:rsid w:val="00715D1F"/>
    <w:rsid w:val="00716165"/>
    <w:rsid w:val="00716274"/>
    <w:rsid w:val="00716B26"/>
    <w:rsid w:val="00716C52"/>
    <w:rsid w:val="0071712A"/>
    <w:rsid w:val="007171C1"/>
    <w:rsid w:val="007173FE"/>
    <w:rsid w:val="00717416"/>
    <w:rsid w:val="007205EC"/>
    <w:rsid w:val="007205F5"/>
    <w:rsid w:val="0072078A"/>
    <w:rsid w:val="00721151"/>
    <w:rsid w:val="0072120F"/>
    <w:rsid w:val="007215A1"/>
    <w:rsid w:val="00722C19"/>
    <w:rsid w:val="00722FE1"/>
    <w:rsid w:val="00723138"/>
    <w:rsid w:val="00723CA7"/>
    <w:rsid w:val="007241A0"/>
    <w:rsid w:val="007246AC"/>
    <w:rsid w:val="00724FAD"/>
    <w:rsid w:val="00725429"/>
    <w:rsid w:val="00725577"/>
    <w:rsid w:val="00725993"/>
    <w:rsid w:val="00726032"/>
    <w:rsid w:val="007262C5"/>
    <w:rsid w:val="00726A3F"/>
    <w:rsid w:val="00727428"/>
    <w:rsid w:val="0072795D"/>
    <w:rsid w:val="00730255"/>
    <w:rsid w:val="00730289"/>
    <w:rsid w:val="00730B90"/>
    <w:rsid w:val="007314A7"/>
    <w:rsid w:val="00731A54"/>
    <w:rsid w:val="00731F67"/>
    <w:rsid w:val="0073219D"/>
    <w:rsid w:val="00732C90"/>
    <w:rsid w:val="0073322A"/>
    <w:rsid w:val="00733770"/>
    <w:rsid w:val="007337F4"/>
    <w:rsid w:val="007342E3"/>
    <w:rsid w:val="0073437C"/>
    <w:rsid w:val="0073465B"/>
    <w:rsid w:val="0073480F"/>
    <w:rsid w:val="00734D34"/>
    <w:rsid w:val="007351B9"/>
    <w:rsid w:val="00735378"/>
    <w:rsid w:val="00735801"/>
    <w:rsid w:val="007359DA"/>
    <w:rsid w:val="00735AD9"/>
    <w:rsid w:val="00735AE0"/>
    <w:rsid w:val="00735C40"/>
    <w:rsid w:val="00735EA2"/>
    <w:rsid w:val="00735F50"/>
    <w:rsid w:val="00735F81"/>
    <w:rsid w:val="00736AB2"/>
    <w:rsid w:val="007371E8"/>
    <w:rsid w:val="00737566"/>
    <w:rsid w:val="007377AD"/>
    <w:rsid w:val="007377E9"/>
    <w:rsid w:val="00740182"/>
    <w:rsid w:val="00740424"/>
    <w:rsid w:val="00741478"/>
    <w:rsid w:val="007416EE"/>
    <w:rsid w:val="007417E0"/>
    <w:rsid w:val="00741BF9"/>
    <w:rsid w:val="00741D88"/>
    <w:rsid w:val="007423A0"/>
    <w:rsid w:val="0074287C"/>
    <w:rsid w:val="007428D1"/>
    <w:rsid w:val="0074359A"/>
    <w:rsid w:val="00743735"/>
    <w:rsid w:val="00743C46"/>
    <w:rsid w:val="007445A2"/>
    <w:rsid w:val="00744887"/>
    <w:rsid w:val="00744F65"/>
    <w:rsid w:val="00745044"/>
    <w:rsid w:val="00745EE8"/>
    <w:rsid w:val="00746A8A"/>
    <w:rsid w:val="00750289"/>
    <w:rsid w:val="00750984"/>
    <w:rsid w:val="007519B4"/>
    <w:rsid w:val="00751BD6"/>
    <w:rsid w:val="0075285B"/>
    <w:rsid w:val="00752A16"/>
    <w:rsid w:val="00753260"/>
    <w:rsid w:val="00753CE4"/>
    <w:rsid w:val="007551F1"/>
    <w:rsid w:val="007556DC"/>
    <w:rsid w:val="00755A6C"/>
    <w:rsid w:val="007562A3"/>
    <w:rsid w:val="00757A4D"/>
    <w:rsid w:val="00757BEF"/>
    <w:rsid w:val="00757E52"/>
    <w:rsid w:val="00760BB2"/>
    <w:rsid w:val="00760E80"/>
    <w:rsid w:val="00760E88"/>
    <w:rsid w:val="007613D4"/>
    <w:rsid w:val="00761836"/>
    <w:rsid w:val="007618C5"/>
    <w:rsid w:val="007637DB"/>
    <w:rsid w:val="007638B2"/>
    <w:rsid w:val="00764C31"/>
    <w:rsid w:val="00764E66"/>
    <w:rsid w:val="00765D24"/>
    <w:rsid w:val="00765D69"/>
    <w:rsid w:val="00765E4A"/>
    <w:rsid w:val="007666C1"/>
    <w:rsid w:val="0076707F"/>
    <w:rsid w:val="007675CB"/>
    <w:rsid w:val="00767967"/>
    <w:rsid w:val="00767C36"/>
    <w:rsid w:val="00767E6B"/>
    <w:rsid w:val="007700D7"/>
    <w:rsid w:val="007703D8"/>
    <w:rsid w:val="00770DEF"/>
    <w:rsid w:val="00771CBC"/>
    <w:rsid w:val="007721AE"/>
    <w:rsid w:val="00772297"/>
    <w:rsid w:val="007723E4"/>
    <w:rsid w:val="007726C5"/>
    <w:rsid w:val="0077277B"/>
    <w:rsid w:val="00772A6D"/>
    <w:rsid w:val="00772A9C"/>
    <w:rsid w:val="00772F03"/>
    <w:rsid w:val="007742FC"/>
    <w:rsid w:val="0077537D"/>
    <w:rsid w:val="0077551A"/>
    <w:rsid w:val="007758C7"/>
    <w:rsid w:val="00775AA3"/>
    <w:rsid w:val="007774D4"/>
    <w:rsid w:val="00777A47"/>
    <w:rsid w:val="0078032E"/>
    <w:rsid w:val="007807E6"/>
    <w:rsid w:val="00780CDD"/>
    <w:rsid w:val="00781B44"/>
    <w:rsid w:val="00782629"/>
    <w:rsid w:val="0078273C"/>
    <w:rsid w:val="00782C5D"/>
    <w:rsid w:val="007831C2"/>
    <w:rsid w:val="0078348A"/>
    <w:rsid w:val="0078371E"/>
    <w:rsid w:val="00783AF2"/>
    <w:rsid w:val="00784546"/>
    <w:rsid w:val="007850CB"/>
    <w:rsid w:val="007854E6"/>
    <w:rsid w:val="00785845"/>
    <w:rsid w:val="00785A21"/>
    <w:rsid w:val="007862B9"/>
    <w:rsid w:val="00786763"/>
    <w:rsid w:val="007870B4"/>
    <w:rsid w:val="00787137"/>
    <w:rsid w:val="007904D2"/>
    <w:rsid w:val="00790ECA"/>
    <w:rsid w:val="00791796"/>
    <w:rsid w:val="00791925"/>
    <w:rsid w:val="00791A80"/>
    <w:rsid w:val="007925B9"/>
    <w:rsid w:val="00792624"/>
    <w:rsid w:val="00793489"/>
    <w:rsid w:val="007935BB"/>
    <w:rsid w:val="00793BFC"/>
    <w:rsid w:val="0079438A"/>
    <w:rsid w:val="0079482E"/>
    <w:rsid w:val="007954DF"/>
    <w:rsid w:val="007958BA"/>
    <w:rsid w:val="0079686B"/>
    <w:rsid w:val="00796953"/>
    <w:rsid w:val="00796DB7"/>
    <w:rsid w:val="007970F1"/>
    <w:rsid w:val="0079735A"/>
    <w:rsid w:val="0079778C"/>
    <w:rsid w:val="00797FEE"/>
    <w:rsid w:val="007A0187"/>
    <w:rsid w:val="007A0D8C"/>
    <w:rsid w:val="007A26C5"/>
    <w:rsid w:val="007A2B2B"/>
    <w:rsid w:val="007A3471"/>
    <w:rsid w:val="007A38C1"/>
    <w:rsid w:val="007A3C26"/>
    <w:rsid w:val="007A449B"/>
    <w:rsid w:val="007A4A09"/>
    <w:rsid w:val="007A4B61"/>
    <w:rsid w:val="007A4C4C"/>
    <w:rsid w:val="007A50B7"/>
    <w:rsid w:val="007A5231"/>
    <w:rsid w:val="007A54B7"/>
    <w:rsid w:val="007A5B76"/>
    <w:rsid w:val="007A5D5F"/>
    <w:rsid w:val="007A6006"/>
    <w:rsid w:val="007A6049"/>
    <w:rsid w:val="007A6DCA"/>
    <w:rsid w:val="007A7129"/>
    <w:rsid w:val="007A7432"/>
    <w:rsid w:val="007A755F"/>
    <w:rsid w:val="007A78AD"/>
    <w:rsid w:val="007A7A58"/>
    <w:rsid w:val="007B00C5"/>
    <w:rsid w:val="007B0C32"/>
    <w:rsid w:val="007B0E7D"/>
    <w:rsid w:val="007B1092"/>
    <w:rsid w:val="007B12C0"/>
    <w:rsid w:val="007B21AC"/>
    <w:rsid w:val="007B2B91"/>
    <w:rsid w:val="007B30FF"/>
    <w:rsid w:val="007B3183"/>
    <w:rsid w:val="007B37FC"/>
    <w:rsid w:val="007B4138"/>
    <w:rsid w:val="007B4ADC"/>
    <w:rsid w:val="007B4B15"/>
    <w:rsid w:val="007B4BED"/>
    <w:rsid w:val="007B65E7"/>
    <w:rsid w:val="007B6D04"/>
    <w:rsid w:val="007C0A4F"/>
    <w:rsid w:val="007C16C5"/>
    <w:rsid w:val="007C194A"/>
    <w:rsid w:val="007C24C6"/>
    <w:rsid w:val="007C260E"/>
    <w:rsid w:val="007C3D07"/>
    <w:rsid w:val="007C42BB"/>
    <w:rsid w:val="007C46F0"/>
    <w:rsid w:val="007C5489"/>
    <w:rsid w:val="007C6022"/>
    <w:rsid w:val="007C7B08"/>
    <w:rsid w:val="007D07F6"/>
    <w:rsid w:val="007D0C31"/>
    <w:rsid w:val="007D0D8A"/>
    <w:rsid w:val="007D137B"/>
    <w:rsid w:val="007D156C"/>
    <w:rsid w:val="007D18B1"/>
    <w:rsid w:val="007D1C9F"/>
    <w:rsid w:val="007D24EF"/>
    <w:rsid w:val="007D2645"/>
    <w:rsid w:val="007D3075"/>
    <w:rsid w:val="007D381A"/>
    <w:rsid w:val="007D3871"/>
    <w:rsid w:val="007D4E82"/>
    <w:rsid w:val="007D5F1E"/>
    <w:rsid w:val="007D5F38"/>
    <w:rsid w:val="007D6317"/>
    <w:rsid w:val="007D6379"/>
    <w:rsid w:val="007D66D3"/>
    <w:rsid w:val="007D6964"/>
    <w:rsid w:val="007D7B7A"/>
    <w:rsid w:val="007D7DC9"/>
    <w:rsid w:val="007E1D5A"/>
    <w:rsid w:val="007E1DCE"/>
    <w:rsid w:val="007E224E"/>
    <w:rsid w:val="007E29DF"/>
    <w:rsid w:val="007E36FD"/>
    <w:rsid w:val="007E4454"/>
    <w:rsid w:val="007E448C"/>
    <w:rsid w:val="007E4728"/>
    <w:rsid w:val="007E4E63"/>
    <w:rsid w:val="007E51CC"/>
    <w:rsid w:val="007E5D80"/>
    <w:rsid w:val="007E600A"/>
    <w:rsid w:val="007E6709"/>
    <w:rsid w:val="007E70C6"/>
    <w:rsid w:val="007E7118"/>
    <w:rsid w:val="007E7B93"/>
    <w:rsid w:val="007F0158"/>
    <w:rsid w:val="007F070B"/>
    <w:rsid w:val="007F094E"/>
    <w:rsid w:val="007F11F5"/>
    <w:rsid w:val="007F16F3"/>
    <w:rsid w:val="007F1D4A"/>
    <w:rsid w:val="007F2821"/>
    <w:rsid w:val="007F3313"/>
    <w:rsid w:val="007F3A13"/>
    <w:rsid w:val="007F3B2F"/>
    <w:rsid w:val="007F3B30"/>
    <w:rsid w:val="007F4066"/>
    <w:rsid w:val="007F4CFD"/>
    <w:rsid w:val="007F5115"/>
    <w:rsid w:val="007F5493"/>
    <w:rsid w:val="007F55AF"/>
    <w:rsid w:val="007F66E8"/>
    <w:rsid w:val="007F6706"/>
    <w:rsid w:val="0080019A"/>
    <w:rsid w:val="00800BE7"/>
    <w:rsid w:val="00800CF4"/>
    <w:rsid w:val="00801066"/>
    <w:rsid w:val="00802B51"/>
    <w:rsid w:val="00802CE8"/>
    <w:rsid w:val="00802FD8"/>
    <w:rsid w:val="0080307A"/>
    <w:rsid w:val="00803486"/>
    <w:rsid w:val="008037D1"/>
    <w:rsid w:val="00803B89"/>
    <w:rsid w:val="00803C25"/>
    <w:rsid w:val="00804033"/>
    <w:rsid w:val="00804AB5"/>
    <w:rsid w:val="00804DD2"/>
    <w:rsid w:val="00805256"/>
    <w:rsid w:val="0080555F"/>
    <w:rsid w:val="00805A73"/>
    <w:rsid w:val="00806931"/>
    <w:rsid w:val="00806B46"/>
    <w:rsid w:val="0081017B"/>
    <w:rsid w:val="008106BA"/>
    <w:rsid w:val="00810775"/>
    <w:rsid w:val="00810E4E"/>
    <w:rsid w:val="00811569"/>
    <w:rsid w:val="00811623"/>
    <w:rsid w:val="008117BA"/>
    <w:rsid w:val="00812240"/>
    <w:rsid w:val="0081264F"/>
    <w:rsid w:val="008130BE"/>
    <w:rsid w:val="00813F08"/>
    <w:rsid w:val="00813FBB"/>
    <w:rsid w:val="00814010"/>
    <w:rsid w:val="008141D6"/>
    <w:rsid w:val="00815302"/>
    <w:rsid w:val="00816337"/>
    <w:rsid w:val="0081639B"/>
    <w:rsid w:val="00817772"/>
    <w:rsid w:val="008177B5"/>
    <w:rsid w:val="00817CA6"/>
    <w:rsid w:val="00820227"/>
    <w:rsid w:val="00820334"/>
    <w:rsid w:val="008214DF"/>
    <w:rsid w:val="0082172E"/>
    <w:rsid w:val="00821F21"/>
    <w:rsid w:val="00823BE2"/>
    <w:rsid w:val="00823DD6"/>
    <w:rsid w:val="0082519F"/>
    <w:rsid w:val="00825B81"/>
    <w:rsid w:val="008264AA"/>
    <w:rsid w:val="00826C03"/>
    <w:rsid w:val="00827141"/>
    <w:rsid w:val="00830CBE"/>
    <w:rsid w:val="00831A11"/>
    <w:rsid w:val="00831AE1"/>
    <w:rsid w:val="008326BA"/>
    <w:rsid w:val="00835094"/>
    <w:rsid w:val="00835290"/>
    <w:rsid w:val="008352F8"/>
    <w:rsid w:val="00835EDC"/>
    <w:rsid w:val="0083671C"/>
    <w:rsid w:val="0083703E"/>
    <w:rsid w:val="0083772D"/>
    <w:rsid w:val="00840BA0"/>
    <w:rsid w:val="00840C67"/>
    <w:rsid w:val="0084220E"/>
    <w:rsid w:val="008425A4"/>
    <w:rsid w:val="00842B41"/>
    <w:rsid w:val="00842B62"/>
    <w:rsid w:val="00842DA1"/>
    <w:rsid w:val="00842E98"/>
    <w:rsid w:val="00843B5A"/>
    <w:rsid w:val="00844244"/>
    <w:rsid w:val="00844C77"/>
    <w:rsid w:val="00844F41"/>
    <w:rsid w:val="00845317"/>
    <w:rsid w:val="00845F31"/>
    <w:rsid w:val="00846260"/>
    <w:rsid w:val="00846448"/>
    <w:rsid w:val="00846B2A"/>
    <w:rsid w:val="0084792D"/>
    <w:rsid w:val="008502DC"/>
    <w:rsid w:val="00850F6A"/>
    <w:rsid w:val="008510BF"/>
    <w:rsid w:val="008515AA"/>
    <w:rsid w:val="00851BB8"/>
    <w:rsid w:val="00852961"/>
    <w:rsid w:val="00853AB6"/>
    <w:rsid w:val="00854009"/>
    <w:rsid w:val="008541B5"/>
    <w:rsid w:val="00854324"/>
    <w:rsid w:val="0085438B"/>
    <w:rsid w:val="00854B8B"/>
    <w:rsid w:val="00855853"/>
    <w:rsid w:val="00855921"/>
    <w:rsid w:val="00856339"/>
    <w:rsid w:val="0085669C"/>
    <w:rsid w:val="00856821"/>
    <w:rsid w:val="00856A44"/>
    <w:rsid w:val="008575FC"/>
    <w:rsid w:val="0086175F"/>
    <w:rsid w:val="00862158"/>
    <w:rsid w:val="00862ED3"/>
    <w:rsid w:val="008633FC"/>
    <w:rsid w:val="00863B75"/>
    <w:rsid w:val="00863C49"/>
    <w:rsid w:val="008644AB"/>
    <w:rsid w:val="008648E0"/>
    <w:rsid w:val="00865130"/>
    <w:rsid w:val="008653DE"/>
    <w:rsid w:val="008653E0"/>
    <w:rsid w:val="00865A2C"/>
    <w:rsid w:val="00865B39"/>
    <w:rsid w:val="008664FE"/>
    <w:rsid w:val="0086667E"/>
    <w:rsid w:val="0087063B"/>
    <w:rsid w:val="00870F6F"/>
    <w:rsid w:val="008713C0"/>
    <w:rsid w:val="00871A73"/>
    <w:rsid w:val="00871DD6"/>
    <w:rsid w:val="00871FAA"/>
    <w:rsid w:val="008726DD"/>
    <w:rsid w:val="00872A21"/>
    <w:rsid w:val="008734E7"/>
    <w:rsid w:val="00873575"/>
    <w:rsid w:val="00873679"/>
    <w:rsid w:val="008737AF"/>
    <w:rsid w:val="00873B81"/>
    <w:rsid w:val="0087401D"/>
    <w:rsid w:val="00874348"/>
    <w:rsid w:val="008747C1"/>
    <w:rsid w:val="008761D2"/>
    <w:rsid w:val="008762D1"/>
    <w:rsid w:val="00876626"/>
    <w:rsid w:val="00876F2C"/>
    <w:rsid w:val="00877410"/>
    <w:rsid w:val="00877F19"/>
    <w:rsid w:val="00880A74"/>
    <w:rsid w:val="00880BC2"/>
    <w:rsid w:val="00880C4C"/>
    <w:rsid w:val="00880E36"/>
    <w:rsid w:val="00882924"/>
    <w:rsid w:val="0088334F"/>
    <w:rsid w:val="0088353F"/>
    <w:rsid w:val="008836EE"/>
    <w:rsid w:val="00883EB9"/>
    <w:rsid w:val="008849C6"/>
    <w:rsid w:val="00886102"/>
    <w:rsid w:val="0088675A"/>
    <w:rsid w:val="00886B80"/>
    <w:rsid w:val="00887380"/>
    <w:rsid w:val="008879FE"/>
    <w:rsid w:val="00887AD2"/>
    <w:rsid w:val="00887DC8"/>
    <w:rsid w:val="0089035F"/>
    <w:rsid w:val="00890E47"/>
    <w:rsid w:val="00891673"/>
    <w:rsid w:val="00891821"/>
    <w:rsid w:val="00892016"/>
    <w:rsid w:val="00892945"/>
    <w:rsid w:val="00892D4E"/>
    <w:rsid w:val="00893A54"/>
    <w:rsid w:val="00893FC8"/>
    <w:rsid w:val="008944F3"/>
    <w:rsid w:val="00894515"/>
    <w:rsid w:val="00894866"/>
    <w:rsid w:val="00894EE1"/>
    <w:rsid w:val="00895071"/>
    <w:rsid w:val="008951D1"/>
    <w:rsid w:val="0089522E"/>
    <w:rsid w:val="00897CEF"/>
    <w:rsid w:val="008A05BC"/>
    <w:rsid w:val="008A0A37"/>
    <w:rsid w:val="008A1D1D"/>
    <w:rsid w:val="008A2DCC"/>
    <w:rsid w:val="008A368F"/>
    <w:rsid w:val="008A3B26"/>
    <w:rsid w:val="008A3C54"/>
    <w:rsid w:val="008A3F90"/>
    <w:rsid w:val="008A4754"/>
    <w:rsid w:val="008A517D"/>
    <w:rsid w:val="008A58B4"/>
    <w:rsid w:val="008A5EE3"/>
    <w:rsid w:val="008A6772"/>
    <w:rsid w:val="008A6BBA"/>
    <w:rsid w:val="008A7185"/>
    <w:rsid w:val="008A7ADA"/>
    <w:rsid w:val="008A7EFB"/>
    <w:rsid w:val="008A7FC8"/>
    <w:rsid w:val="008B08EA"/>
    <w:rsid w:val="008B0990"/>
    <w:rsid w:val="008B2594"/>
    <w:rsid w:val="008B2CC1"/>
    <w:rsid w:val="008B3B44"/>
    <w:rsid w:val="008B3C36"/>
    <w:rsid w:val="008B4330"/>
    <w:rsid w:val="008B4598"/>
    <w:rsid w:val="008B48C9"/>
    <w:rsid w:val="008B4AF9"/>
    <w:rsid w:val="008B4CF8"/>
    <w:rsid w:val="008B4E25"/>
    <w:rsid w:val="008B65E8"/>
    <w:rsid w:val="008B7234"/>
    <w:rsid w:val="008B76DF"/>
    <w:rsid w:val="008B78E8"/>
    <w:rsid w:val="008B797C"/>
    <w:rsid w:val="008C00FE"/>
    <w:rsid w:val="008C024C"/>
    <w:rsid w:val="008C0622"/>
    <w:rsid w:val="008C070E"/>
    <w:rsid w:val="008C1E43"/>
    <w:rsid w:val="008C22A8"/>
    <w:rsid w:val="008C26EF"/>
    <w:rsid w:val="008C3342"/>
    <w:rsid w:val="008C3E2F"/>
    <w:rsid w:val="008C4669"/>
    <w:rsid w:val="008C4F94"/>
    <w:rsid w:val="008C5671"/>
    <w:rsid w:val="008C65E6"/>
    <w:rsid w:val="008C74E3"/>
    <w:rsid w:val="008C77D2"/>
    <w:rsid w:val="008D0EA0"/>
    <w:rsid w:val="008D0F3D"/>
    <w:rsid w:val="008D1FB2"/>
    <w:rsid w:val="008D26D4"/>
    <w:rsid w:val="008D2DF0"/>
    <w:rsid w:val="008D4374"/>
    <w:rsid w:val="008D4449"/>
    <w:rsid w:val="008D46B0"/>
    <w:rsid w:val="008D7B6E"/>
    <w:rsid w:val="008D7FD8"/>
    <w:rsid w:val="008E0560"/>
    <w:rsid w:val="008E0999"/>
    <w:rsid w:val="008E14B0"/>
    <w:rsid w:val="008E1934"/>
    <w:rsid w:val="008E20E3"/>
    <w:rsid w:val="008E35C6"/>
    <w:rsid w:val="008E36E9"/>
    <w:rsid w:val="008E38A4"/>
    <w:rsid w:val="008E3C0E"/>
    <w:rsid w:val="008E3E24"/>
    <w:rsid w:val="008E462B"/>
    <w:rsid w:val="008E4A4C"/>
    <w:rsid w:val="008E4D1B"/>
    <w:rsid w:val="008E5D7C"/>
    <w:rsid w:val="008E6105"/>
    <w:rsid w:val="008E63DE"/>
    <w:rsid w:val="008E6D2B"/>
    <w:rsid w:val="008E74C8"/>
    <w:rsid w:val="008F0304"/>
    <w:rsid w:val="008F03E3"/>
    <w:rsid w:val="008F06D8"/>
    <w:rsid w:val="008F0863"/>
    <w:rsid w:val="008F1415"/>
    <w:rsid w:val="008F19FB"/>
    <w:rsid w:val="008F1F8F"/>
    <w:rsid w:val="008F3CE5"/>
    <w:rsid w:val="008F45CE"/>
    <w:rsid w:val="008F56A1"/>
    <w:rsid w:val="008F5AE1"/>
    <w:rsid w:val="008F5BC1"/>
    <w:rsid w:val="009006B9"/>
    <w:rsid w:val="00900E64"/>
    <w:rsid w:val="00901272"/>
    <w:rsid w:val="00902DF6"/>
    <w:rsid w:val="009030FE"/>
    <w:rsid w:val="0090338C"/>
    <w:rsid w:val="0090390D"/>
    <w:rsid w:val="00904413"/>
    <w:rsid w:val="0090462D"/>
    <w:rsid w:val="0090471F"/>
    <w:rsid w:val="00904D2D"/>
    <w:rsid w:val="0090558E"/>
    <w:rsid w:val="0090645F"/>
    <w:rsid w:val="0090731E"/>
    <w:rsid w:val="00910083"/>
    <w:rsid w:val="0091186E"/>
    <w:rsid w:val="00911A07"/>
    <w:rsid w:val="00911EAC"/>
    <w:rsid w:val="00912615"/>
    <w:rsid w:val="0091292B"/>
    <w:rsid w:val="00912944"/>
    <w:rsid w:val="009130E4"/>
    <w:rsid w:val="009130FF"/>
    <w:rsid w:val="00913853"/>
    <w:rsid w:val="00914CF6"/>
    <w:rsid w:val="00915D8D"/>
    <w:rsid w:val="00916C74"/>
    <w:rsid w:val="0091737E"/>
    <w:rsid w:val="009201DF"/>
    <w:rsid w:val="009208A9"/>
    <w:rsid w:val="009208AA"/>
    <w:rsid w:val="00921626"/>
    <w:rsid w:val="0092170D"/>
    <w:rsid w:val="00921F8D"/>
    <w:rsid w:val="009223DD"/>
    <w:rsid w:val="00923A88"/>
    <w:rsid w:val="00924A41"/>
    <w:rsid w:val="00925031"/>
    <w:rsid w:val="00925195"/>
    <w:rsid w:val="00925D05"/>
    <w:rsid w:val="00925E00"/>
    <w:rsid w:val="00925FF7"/>
    <w:rsid w:val="0092668D"/>
    <w:rsid w:val="00926F68"/>
    <w:rsid w:val="00927D8A"/>
    <w:rsid w:val="00930153"/>
    <w:rsid w:val="009301EA"/>
    <w:rsid w:val="0093116F"/>
    <w:rsid w:val="009311E1"/>
    <w:rsid w:val="00931E72"/>
    <w:rsid w:val="00932553"/>
    <w:rsid w:val="00933A1C"/>
    <w:rsid w:val="00933E9C"/>
    <w:rsid w:val="00933E9E"/>
    <w:rsid w:val="00934008"/>
    <w:rsid w:val="009345C4"/>
    <w:rsid w:val="00935915"/>
    <w:rsid w:val="00935F1D"/>
    <w:rsid w:val="0093678A"/>
    <w:rsid w:val="00936A8B"/>
    <w:rsid w:val="00937CF5"/>
    <w:rsid w:val="00940445"/>
    <w:rsid w:val="00941303"/>
    <w:rsid w:val="009413CA"/>
    <w:rsid w:val="00941AEA"/>
    <w:rsid w:val="00942700"/>
    <w:rsid w:val="00943300"/>
    <w:rsid w:val="00946036"/>
    <w:rsid w:val="00947390"/>
    <w:rsid w:val="009475CB"/>
    <w:rsid w:val="00947A25"/>
    <w:rsid w:val="00947A58"/>
    <w:rsid w:val="00947B46"/>
    <w:rsid w:val="00950CA8"/>
    <w:rsid w:val="00950F79"/>
    <w:rsid w:val="0095135E"/>
    <w:rsid w:val="00951A1F"/>
    <w:rsid w:val="00951D82"/>
    <w:rsid w:val="009526E7"/>
    <w:rsid w:val="00952965"/>
    <w:rsid w:val="00952971"/>
    <w:rsid w:val="00952C3F"/>
    <w:rsid w:val="00952D67"/>
    <w:rsid w:val="0095305A"/>
    <w:rsid w:val="009532F9"/>
    <w:rsid w:val="00953627"/>
    <w:rsid w:val="00953772"/>
    <w:rsid w:val="00953E55"/>
    <w:rsid w:val="009549E2"/>
    <w:rsid w:val="00954A76"/>
    <w:rsid w:val="00954B9C"/>
    <w:rsid w:val="00954E47"/>
    <w:rsid w:val="009559DF"/>
    <w:rsid w:val="009560E0"/>
    <w:rsid w:val="009562AD"/>
    <w:rsid w:val="00957DEE"/>
    <w:rsid w:val="009602FE"/>
    <w:rsid w:val="00960350"/>
    <w:rsid w:val="0096038A"/>
    <w:rsid w:val="00960700"/>
    <w:rsid w:val="009607D1"/>
    <w:rsid w:val="00961A37"/>
    <w:rsid w:val="009621AA"/>
    <w:rsid w:val="00962508"/>
    <w:rsid w:val="009630B2"/>
    <w:rsid w:val="009635E5"/>
    <w:rsid w:val="009642AA"/>
    <w:rsid w:val="00964CC3"/>
    <w:rsid w:val="0096564D"/>
    <w:rsid w:val="00965DC9"/>
    <w:rsid w:val="00965F09"/>
    <w:rsid w:val="0096616A"/>
    <w:rsid w:val="00966762"/>
    <w:rsid w:val="009668E8"/>
    <w:rsid w:val="0096691E"/>
    <w:rsid w:val="00966A22"/>
    <w:rsid w:val="00967123"/>
    <w:rsid w:val="00967740"/>
    <w:rsid w:val="009679A0"/>
    <w:rsid w:val="00970500"/>
    <w:rsid w:val="009705EF"/>
    <w:rsid w:val="00970774"/>
    <w:rsid w:val="00970A53"/>
    <w:rsid w:val="00971B44"/>
    <w:rsid w:val="00971FF5"/>
    <w:rsid w:val="009725B7"/>
    <w:rsid w:val="00972C99"/>
    <w:rsid w:val="0097389E"/>
    <w:rsid w:val="00974E19"/>
    <w:rsid w:val="00975755"/>
    <w:rsid w:val="00975990"/>
    <w:rsid w:val="00975BBF"/>
    <w:rsid w:val="00976243"/>
    <w:rsid w:val="0097626B"/>
    <w:rsid w:val="00976B79"/>
    <w:rsid w:val="00976E1D"/>
    <w:rsid w:val="00977EAD"/>
    <w:rsid w:val="00981556"/>
    <w:rsid w:val="00981658"/>
    <w:rsid w:val="00982E82"/>
    <w:rsid w:val="00983930"/>
    <w:rsid w:val="00983E5F"/>
    <w:rsid w:val="00983F1E"/>
    <w:rsid w:val="00984577"/>
    <w:rsid w:val="00984BCD"/>
    <w:rsid w:val="00984C7C"/>
    <w:rsid w:val="00984E0D"/>
    <w:rsid w:val="00985462"/>
    <w:rsid w:val="00985A60"/>
    <w:rsid w:val="009864D7"/>
    <w:rsid w:val="009866C0"/>
    <w:rsid w:val="00987553"/>
    <w:rsid w:val="0098784D"/>
    <w:rsid w:val="009879C1"/>
    <w:rsid w:val="009906B6"/>
    <w:rsid w:val="00990D7B"/>
    <w:rsid w:val="00990F74"/>
    <w:rsid w:val="009910FF"/>
    <w:rsid w:val="00991748"/>
    <w:rsid w:val="009922BE"/>
    <w:rsid w:val="009925BB"/>
    <w:rsid w:val="00992FB4"/>
    <w:rsid w:val="009931B4"/>
    <w:rsid w:val="00993CDB"/>
    <w:rsid w:val="009954E9"/>
    <w:rsid w:val="0099555F"/>
    <w:rsid w:val="00995FDE"/>
    <w:rsid w:val="00996858"/>
    <w:rsid w:val="00996A2D"/>
    <w:rsid w:val="00996A40"/>
    <w:rsid w:val="00997646"/>
    <w:rsid w:val="00997C71"/>
    <w:rsid w:val="009A037B"/>
    <w:rsid w:val="009A0576"/>
    <w:rsid w:val="009A0688"/>
    <w:rsid w:val="009A0B00"/>
    <w:rsid w:val="009A11CE"/>
    <w:rsid w:val="009A1485"/>
    <w:rsid w:val="009A234D"/>
    <w:rsid w:val="009A29A0"/>
    <w:rsid w:val="009A32F7"/>
    <w:rsid w:val="009A41D8"/>
    <w:rsid w:val="009A45DF"/>
    <w:rsid w:val="009A4BD3"/>
    <w:rsid w:val="009A522A"/>
    <w:rsid w:val="009A56E0"/>
    <w:rsid w:val="009A5B9B"/>
    <w:rsid w:val="009A60D8"/>
    <w:rsid w:val="009A61B5"/>
    <w:rsid w:val="009A63E7"/>
    <w:rsid w:val="009A649F"/>
    <w:rsid w:val="009A6A4E"/>
    <w:rsid w:val="009A7124"/>
    <w:rsid w:val="009A79F5"/>
    <w:rsid w:val="009A7C1D"/>
    <w:rsid w:val="009A7C64"/>
    <w:rsid w:val="009A7E19"/>
    <w:rsid w:val="009B0883"/>
    <w:rsid w:val="009B0BDE"/>
    <w:rsid w:val="009B0FE2"/>
    <w:rsid w:val="009B1F0A"/>
    <w:rsid w:val="009B2B1F"/>
    <w:rsid w:val="009B3DDD"/>
    <w:rsid w:val="009B7195"/>
    <w:rsid w:val="009B73F7"/>
    <w:rsid w:val="009C0B86"/>
    <w:rsid w:val="009C115F"/>
    <w:rsid w:val="009C1ADB"/>
    <w:rsid w:val="009C2679"/>
    <w:rsid w:val="009C26B8"/>
    <w:rsid w:val="009C2797"/>
    <w:rsid w:val="009C281A"/>
    <w:rsid w:val="009C2DBA"/>
    <w:rsid w:val="009C2E04"/>
    <w:rsid w:val="009C3255"/>
    <w:rsid w:val="009C3D13"/>
    <w:rsid w:val="009C40AB"/>
    <w:rsid w:val="009C4F32"/>
    <w:rsid w:val="009C6354"/>
    <w:rsid w:val="009C63C9"/>
    <w:rsid w:val="009C783B"/>
    <w:rsid w:val="009C7AFA"/>
    <w:rsid w:val="009D09A1"/>
    <w:rsid w:val="009D0AC0"/>
    <w:rsid w:val="009D2CD5"/>
    <w:rsid w:val="009D33F9"/>
    <w:rsid w:val="009D3771"/>
    <w:rsid w:val="009D3F79"/>
    <w:rsid w:val="009D46C1"/>
    <w:rsid w:val="009D509D"/>
    <w:rsid w:val="009D529D"/>
    <w:rsid w:val="009D5396"/>
    <w:rsid w:val="009D5E8F"/>
    <w:rsid w:val="009D6A75"/>
    <w:rsid w:val="009D727A"/>
    <w:rsid w:val="009D7794"/>
    <w:rsid w:val="009D79C4"/>
    <w:rsid w:val="009E01E3"/>
    <w:rsid w:val="009E0FAC"/>
    <w:rsid w:val="009E11A7"/>
    <w:rsid w:val="009E1992"/>
    <w:rsid w:val="009E1F0C"/>
    <w:rsid w:val="009E2050"/>
    <w:rsid w:val="009E2BD9"/>
    <w:rsid w:val="009E2EF0"/>
    <w:rsid w:val="009E2FCE"/>
    <w:rsid w:val="009E3AB5"/>
    <w:rsid w:val="009E3CD6"/>
    <w:rsid w:val="009E4A51"/>
    <w:rsid w:val="009E548B"/>
    <w:rsid w:val="009E596A"/>
    <w:rsid w:val="009E61D9"/>
    <w:rsid w:val="009E63B6"/>
    <w:rsid w:val="009E6493"/>
    <w:rsid w:val="009E67E4"/>
    <w:rsid w:val="009E6E11"/>
    <w:rsid w:val="009E74D4"/>
    <w:rsid w:val="009E754C"/>
    <w:rsid w:val="009E7614"/>
    <w:rsid w:val="009E7C28"/>
    <w:rsid w:val="009F01CC"/>
    <w:rsid w:val="009F0435"/>
    <w:rsid w:val="009F07C6"/>
    <w:rsid w:val="009F0BFD"/>
    <w:rsid w:val="009F197B"/>
    <w:rsid w:val="009F1ABD"/>
    <w:rsid w:val="009F2076"/>
    <w:rsid w:val="009F2AF5"/>
    <w:rsid w:val="009F2BA0"/>
    <w:rsid w:val="009F399C"/>
    <w:rsid w:val="009F3C83"/>
    <w:rsid w:val="009F4D0E"/>
    <w:rsid w:val="009F4EBC"/>
    <w:rsid w:val="009F5810"/>
    <w:rsid w:val="009F5956"/>
    <w:rsid w:val="009F5A27"/>
    <w:rsid w:val="009F5F4E"/>
    <w:rsid w:val="009F6972"/>
    <w:rsid w:val="009F7346"/>
    <w:rsid w:val="009F777B"/>
    <w:rsid w:val="009F7C65"/>
    <w:rsid w:val="00A0125C"/>
    <w:rsid w:val="00A01799"/>
    <w:rsid w:val="00A0224F"/>
    <w:rsid w:val="00A048BC"/>
    <w:rsid w:val="00A04DFE"/>
    <w:rsid w:val="00A0542A"/>
    <w:rsid w:val="00A05A99"/>
    <w:rsid w:val="00A05BDD"/>
    <w:rsid w:val="00A06126"/>
    <w:rsid w:val="00A06C17"/>
    <w:rsid w:val="00A074F3"/>
    <w:rsid w:val="00A10B70"/>
    <w:rsid w:val="00A117CB"/>
    <w:rsid w:val="00A11854"/>
    <w:rsid w:val="00A11865"/>
    <w:rsid w:val="00A11A62"/>
    <w:rsid w:val="00A11B89"/>
    <w:rsid w:val="00A123EF"/>
    <w:rsid w:val="00A124E8"/>
    <w:rsid w:val="00A128EE"/>
    <w:rsid w:val="00A13D11"/>
    <w:rsid w:val="00A14219"/>
    <w:rsid w:val="00A1497B"/>
    <w:rsid w:val="00A14B7C"/>
    <w:rsid w:val="00A14E4B"/>
    <w:rsid w:val="00A151A4"/>
    <w:rsid w:val="00A161E2"/>
    <w:rsid w:val="00A166AE"/>
    <w:rsid w:val="00A16C07"/>
    <w:rsid w:val="00A16CFB"/>
    <w:rsid w:val="00A2084D"/>
    <w:rsid w:val="00A20B30"/>
    <w:rsid w:val="00A210D2"/>
    <w:rsid w:val="00A22B51"/>
    <w:rsid w:val="00A23794"/>
    <w:rsid w:val="00A23D9B"/>
    <w:rsid w:val="00A240FE"/>
    <w:rsid w:val="00A244F5"/>
    <w:rsid w:val="00A245F5"/>
    <w:rsid w:val="00A2466E"/>
    <w:rsid w:val="00A24ADD"/>
    <w:rsid w:val="00A24FC7"/>
    <w:rsid w:val="00A25337"/>
    <w:rsid w:val="00A258AB"/>
    <w:rsid w:val="00A26007"/>
    <w:rsid w:val="00A2612F"/>
    <w:rsid w:val="00A2710E"/>
    <w:rsid w:val="00A273CB"/>
    <w:rsid w:val="00A273D1"/>
    <w:rsid w:val="00A2785B"/>
    <w:rsid w:val="00A30049"/>
    <w:rsid w:val="00A30321"/>
    <w:rsid w:val="00A306C0"/>
    <w:rsid w:val="00A307CF"/>
    <w:rsid w:val="00A3089F"/>
    <w:rsid w:val="00A30990"/>
    <w:rsid w:val="00A30B04"/>
    <w:rsid w:val="00A30B34"/>
    <w:rsid w:val="00A31EFA"/>
    <w:rsid w:val="00A31F74"/>
    <w:rsid w:val="00A3226C"/>
    <w:rsid w:val="00A32571"/>
    <w:rsid w:val="00A3299A"/>
    <w:rsid w:val="00A32F11"/>
    <w:rsid w:val="00A3335F"/>
    <w:rsid w:val="00A3480C"/>
    <w:rsid w:val="00A349BB"/>
    <w:rsid w:val="00A35448"/>
    <w:rsid w:val="00A3612E"/>
    <w:rsid w:val="00A366AF"/>
    <w:rsid w:val="00A369E3"/>
    <w:rsid w:val="00A369F3"/>
    <w:rsid w:val="00A36C60"/>
    <w:rsid w:val="00A36EE8"/>
    <w:rsid w:val="00A372FF"/>
    <w:rsid w:val="00A378EF"/>
    <w:rsid w:val="00A3795D"/>
    <w:rsid w:val="00A37A2B"/>
    <w:rsid w:val="00A37B65"/>
    <w:rsid w:val="00A40A64"/>
    <w:rsid w:val="00A40ADF"/>
    <w:rsid w:val="00A411AF"/>
    <w:rsid w:val="00A411C3"/>
    <w:rsid w:val="00A4198C"/>
    <w:rsid w:val="00A41DD0"/>
    <w:rsid w:val="00A42A9C"/>
    <w:rsid w:val="00A4399E"/>
    <w:rsid w:val="00A43A8E"/>
    <w:rsid w:val="00A43F67"/>
    <w:rsid w:val="00A44730"/>
    <w:rsid w:val="00A44928"/>
    <w:rsid w:val="00A44A58"/>
    <w:rsid w:val="00A44CDC"/>
    <w:rsid w:val="00A44D23"/>
    <w:rsid w:val="00A45E4E"/>
    <w:rsid w:val="00A4666F"/>
    <w:rsid w:val="00A46D8F"/>
    <w:rsid w:val="00A46F6B"/>
    <w:rsid w:val="00A4799E"/>
    <w:rsid w:val="00A47C83"/>
    <w:rsid w:val="00A47D91"/>
    <w:rsid w:val="00A5073A"/>
    <w:rsid w:val="00A51788"/>
    <w:rsid w:val="00A51C6F"/>
    <w:rsid w:val="00A51D58"/>
    <w:rsid w:val="00A525B6"/>
    <w:rsid w:val="00A525E5"/>
    <w:rsid w:val="00A52765"/>
    <w:rsid w:val="00A52D5C"/>
    <w:rsid w:val="00A53501"/>
    <w:rsid w:val="00A53B05"/>
    <w:rsid w:val="00A54311"/>
    <w:rsid w:val="00A5446B"/>
    <w:rsid w:val="00A5449A"/>
    <w:rsid w:val="00A546C4"/>
    <w:rsid w:val="00A546E8"/>
    <w:rsid w:val="00A54D34"/>
    <w:rsid w:val="00A557A6"/>
    <w:rsid w:val="00A55927"/>
    <w:rsid w:val="00A563C8"/>
    <w:rsid w:val="00A564E5"/>
    <w:rsid w:val="00A569A6"/>
    <w:rsid w:val="00A62BB9"/>
    <w:rsid w:val="00A63CF4"/>
    <w:rsid w:val="00A63DC1"/>
    <w:rsid w:val="00A64238"/>
    <w:rsid w:val="00A64469"/>
    <w:rsid w:val="00A6479B"/>
    <w:rsid w:val="00A65046"/>
    <w:rsid w:val="00A6646F"/>
    <w:rsid w:val="00A6680B"/>
    <w:rsid w:val="00A66DB1"/>
    <w:rsid w:val="00A671A3"/>
    <w:rsid w:val="00A67ACC"/>
    <w:rsid w:val="00A70267"/>
    <w:rsid w:val="00A7049F"/>
    <w:rsid w:val="00A70716"/>
    <w:rsid w:val="00A70B99"/>
    <w:rsid w:val="00A70EE4"/>
    <w:rsid w:val="00A71220"/>
    <w:rsid w:val="00A7148B"/>
    <w:rsid w:val="00A71872"/>
    <w:rsid w:val="00A72310"/>
    <w:rsid w:val="00A73D65"/>
    <w:rsid w:val="00A746BD"/>
    <w:rsid w:val="00A74AA2"/>
    <w:rsid w:val="00A7502E"/>
    <w:rsid w:val="00A75535"/>
    <w:rsid w:val="00A7578A"/>
    <w:rsid w:val="00A75BF7"/>
    <w:rsid w:val="00A76435"/>
    <w:rsid w:val="00A7694E"/>
    <w:rsid w:val="00A76C20"/>
    <w:rsid w:val="00A77A07"/>
    <w:rsid w:val="00A77CDC"/>
    <w:rsid w:val="00A8018E"/>
    <w:rsid w:val="00A80CFF"/>
    <w:rsid w:val="00A810CA"/>
    <w:rsid w:val="00A81685"/>
    <w:rsid w:val="00A81BE0"/>
    <w:rsid w:val="00A825F1"/>
    <w:rsid w:val="00A82DE7"/>
    <w:rsid w:val="00A830CD"/>
    <w:rsid w:val="00A83297"/>
    <w:rsid w:val="00A8428A"/>
    <w:rsid w:val="00A85E8C"/>
    <w:rsid w:val="00A864C5"/>
    <w:rsid w:val="00A87B86"/>
    <w:rsid w:val="00A906A8"/>
    <w:rsid w:val="00A93125"/>
    <w:rsid w:val="00A940BC"/>
    <w:rsid w:val="00A94B3E"/>
    <w:rsid w:val="00A94E0F"/>
    <w:rsid w:val="00A9785F"/>
    <w:rsid w:val="00A97E7B"/>
    <w:rsid w:val="00AA1941"/>
    <w:rsid w:val="00AA1C3C"/>
    <w:rsid w:val="00AA1EE7"/>
    <w:rsid w:val="00AA2756"/>
    <w:rsid w:val="00AA2ACD"/>
    <w:rsid w:val="00AA3874"/>
    <w:rsid w:val="00AA41A1"/>
    <w:rsid w:val="00AA4EBF"/>
    <w:rsid w:val="00AA5242"/>
    <w:rsid w:val="00AA5511"/>
    <w:rsid w:val="00AA6BE7"/>
    <w:rsid w:val="00AA6F10"/>
    <w:rsid w:val="00AA7426"/>
    <w:rsid w:val="00AA7EA4"/>
    <w:rsid w:val="00AA7FBA"/>
    <w:rsid w:val="00AB0C03"/>
    <w:rsid w:val="00AB1991"/>
    <w:rsid w:val="00AB1A6D"/>
    <w:rsid w:val="00AB2305"/>
    <w:rsid w:val="00AB296C"/>
    <w:rsid w:val="00AB2C84"/>
    <w:rsid w:val="00AB2F75"/>
    <w:rsid w:val="00AB30FD"/>
    <w:rsid w:val="00AB39E6"/>
    <w:rsid w:val="00AB40E0"/>
    <w:rsid w:val="00AB42DF"/>
    <w:rsid w:val="00AB45F3"/>
    <w:rsid w:val="00AB5122"/>
    <w:rsid w:val="00AB5897"/>
    <w:rsid w:val="00AB5987"/>
    <w:rsid w:val="00AB6179"/>
    <w:rsid w:val="00AB62C7"/>
    <w:rsid w:val="00AB677B"/>
    <w:rsid w:val="00AB684A"/>
    <w:rsid w:val="00AB68F1"/>
    <w:rsid w:val="00AB72DB"/>
    <w:rsid w:val="00AB7383"/>
    <w:rsid w:val="00AB7AFF"/>
    <w:rsid w:val="00AC0366"/>
    <w:rsid w:val="00AC0424"/>
    <w:rsid w:val="00AC0A46"/>
    <w:rsid w:val="00AC0CCE"/>
    <w:rsid w:val="00AC1D33"/>
    <w:rsid w:val="00AC1EB2"/>
    <w:rsid w:val="00AC225B"/>
    <w:rsid w:val="00AC253D"/>
    <w:rsid w:val="00AC2555"/>
    <w:rsid w:val="00AC315A"/>
    <w:rsid w:val="00AC3375"/>
    <w:rsid w:val="00AC40B0"/>
    <w:rsid w:val="00AC5053"/>
    <w:rsid w:val="00AC5272"/>
    <w:rsid w:val="00AC6D92"/>
    <w:rsid w:val="00AC748B"/>
    <w:rsid w:val="00AC76DB"/>
    <w:rsid w:val="00AC787E"/>
    <w:rsid w:val="00AC7BC2"/>
    <w:rsid w:val="00AD009C"/>
    <w:rsid w:val="00AD01BE"/>
    <w:rsid w:val="00AD0335"/>
    <w:rsid w:val="00AD0884"/>
    <w:rsid w:val="00AD1107"/>
    <w:rsid w:val="00AD12C7"/>
    <w:rsid w:val="00AD28DF"/>
    <w:rsid w:val="00AD35A1"/>
    <w:rsid w:val="00AD38A1"/>
    <w:rsid w:val="00AD4311"/>
    <w:rsid w:val="00AD53FC"/>
    <w:rsid w:val="00AD5A2E"/>
    <w:rsid w:val="00AE0660"/>
    <w:rsid w:val="00AE1087"/>
    <w:rsid w:val="00AE118A"/>
    <w:rsid w:val="00AE1239"/>
    <w:rsid w:val="00AE17CF"/>
    <w:rsid w:val="00AE218B"/>
    <w:rsid w:val="00AE235B"/>
    <w:rsid w:val="00AE4A07"/>
    <w:rsid w:val="00AE4C96"/>
    <w:rsid w:val="00AE5378"/>
    <w:rsid w:val="00AE54D3"/>
    <w:rsid w:val="00AE5A87"/>
    <w:rsid w:val="00AE5AE0"/>
    <w:rsid w:val="00AE657B"/>
    <w:rsid w:val="00AE7B01"/>
    <w:rsid w:val="00AF0057"/>
    <w:rsid w:val="00AF134F"/>
    <w:rsid w:val="00AF3240"/>
    <w:rsid w:val="00AF3CC4"/>
    <w:rsid w:val="00AF4090"/>
    <w:rsid w:val="00AF469A"/>
    <w:rsid w:val="00AF5C5C"/>
    <w:rsid w:val="00AF6464"/>
    <w:rsid w:val="00AF712A"/>
    <w:rsid w:val="00AF747A"/>
    <w:rsid w:val="00AF766B"/>
    <w:rsid w:val="00AF7B14"/>
    <w:rsid w:val="00B003E0"/>
    <w:rsid w:val="00B01351"/>
    <w:rsid w:val="00B01577"/>
    <w:rsid w:val="00B02BAC"/>
    <w:rsid w:val="00B03F3D"/>
    <w:rsid w:val="00B04483"/>
    <w:rsid w:val="00B05070"/>
    <w:rsid w:val="00B050C0"/>
    <w:rsid w:val="00B05350"/>
    <w:rsid w:val="00B05486"/>
    <w:rsid w:val="00B05660"/>
    <w:rsid w:val="00B05A8A"/>
    <w:rsid w:val="00B063DC"/>
    <w:rsid w:val="00B07D2C"/>
    <w:rsid w:val="00B07DEE"/>
    <w:rsid w:val="00B07E4B"/>
    <w:rsid w:val="00B109FC"/>
    <w:rsid w:val="00B11548"/>
    <w:rsid w:val="00B11DBC"/>
    <w:rsid w:val="00B12112"/>
    <w:rsid w:val="00B12145"/>
    <w:rsid w:val="00B130C7"/>
    <w:rsid w:val="00B13450"/>
    <w:rsid w:val="00B13F59"/>
    <w:rsid w:val="00B151C7"/>
    <w:rsid w:val="00B15A32"/>
    <w:rsid w:val="00B16328"/>
    <w:rsid w:val="00B164BE"/>
    <w:rsid w:val="00B17272"/>
    <w:rsid w:val="00B17312"/>
    <w:rsid w:val="00B2031F"/>
    <w:rsid w:val="00B20755"/>
    <w:rsid w:val="00B21068"/>
    <w:rsid w:val="00B21B10"/>
    <w:rsid w:val="00B220C7"/>
    <w:rsid w:val="00B22373"/>
    <w:rsid w:val="00B2317A"/>
    <w:rsid w:val="00B2324B"/>
    <w:rsid w:val="00B23662"/>
    <w:rsid w:val="00B2641F"/>
    <w:rsid w:val="00B26A4B"/>
    <w:rsid w:val="00B26DDE"/>
    <w:rsid w:val="00B272B7"/>
    <w:rsid w:val="00B3036D"/>
    <w:rsid w:val="00B30F62"/>
    <w:rsid w:val="00B311AF"/>
    <w:rsid w:val="00B339B1"/>
    <w:rsid w:val="00B355C6"/>
    <w:rsid w:val="00B3595A"/>
    <w:rsid w:val="00B35F95"/>
    <w:rsid w:val="00B35FB6"/>
    <w:rsid w:val="00B369BA"/>
    <w:rsid w:val="00B369BE"/>
    <w:rsid w:val="00B3782D"/>
    <w:rsid w:val="00B37B89"/>
    <w:rsid w:val="00B401B6"/>
    <w:rsid w:val="00B40A53"/>
    <w:rsid w:val="00B40BDA"/>
    <w:rsid w:val="00B40E35"/>
    <w:rsid w:val="00B40EBF"/>
    <w:rsid w:val="00B41267"/>
    <w:rsid w:val="00B416A3"/>
    <w:rsid w:val="00B4197F"/>
    <w:rsid w:val="00B42013"/>
    <w:rsid w:val="00B42A23"/>
    <w:rsid w:val="00B43104"/>
    <w:rsid w:val="00B447AC"/>
    <w:rsid w:val="00B44AFA"/>
    <w:rsid w:val="00B44BE9"/>
    <w:rsid w:val="00B45948"/>
    <w:rsid w:val="00B45F2B"/>
    <w:rsid w:val="00B465C7"/>
    <w:rsid w:val="00B46974"/>
    <w:rsid w:val="00B4721C"/>
    <w:rsid w:val="00B47263"/>
    <w:rsid w:val="00B478B2"/>
    <w:rsid w:val="00B47962"/>
    <w:rsid w:val="00B50343"/>
    <w:rsid w:val="00B503B2"/>
    <w:rsid w:val="00B5111D"/>
    <w:rsid w:val="00B51E2F"/>
    <w:rsid w:val="00B52513"/>
    <w:rsid w:val="00B52E63"/>
    <w:rsid w:val="00B531FF"/>
    <w:rsid w:val="00B53996"/>
    <w:rsid w:val="00B54109"/>
    <w:rsid w:val="00B54138"/>
    <w:rsid w:val="00B542D5"/>
    <w:rsid w:val="00B5458B"/>
    <w:rsid w:val="00B545B8"/>
    <w:rsid w:val="00B54B47"/>
    <w:rsid w:val="00B54DDE"/>
    <w:rsid w:val="00B55433"/>
    <w:rsid w:val="00B56319"/>
    <w:rsid w:val="00B56916"/>
    <w:rsid w:val="00B57778"/>
    <w:rsid w:val="00B57A33"/>
    <w:rsid w:val="00B57A8F"/>
    <w:rsid w:val="00B57F5B"/>
    <w:rsid w:val="00B6010C"/>
    <w:rsid w:val="00B60B25"/>
    <w:rsid w:val="00B60E10"/>
    <w:rsid w:val="00B6191D"/>
    <w:rsid w:val="00B6222F"/>
    <w:rsid w:val="00B62509"/>
    <w:rsid w:val="00B63228"/>
    <w:rsid w:val="00B634CC"/>
    <w:rsid w:val="00B6361F"/>
    <w:rsid w:val="00B63A21"/>
    <w:rsid w:val="00B63E2B"/>
    <w:rsid w:val="00B63EEA"/>
    <w:rsid w:val="00B63F9C"/>
    <w:rsid w:val="00B64173"/>
    <w:rsid w:val="00B64895"/>
    <w:rsid w:val="00B64B23"/>
    <w:rsid w:val="00B6556A"/>
    <w:rsid w:val="00B66295"/>
    <w:rsid w:val="00B70A37"/>
    <w:rsid w:val="00B70EA9"/>
    <w:rsid w:val="00B70F80"/>
    <w:rsid w:val="00B70FCD"/>
    <w:rsid w:val="00B70FDC"/>
    <w:rsid w:val="00B712DE"/>
    <w:rsid w:val="00B71869"/>
    <w:rsid w:val="00B7215C"/>
    <w:rsid w:val="00B72222"/>
    <w:rsid w:val="00B722AF"/>
    <w:rsid w:val="00B722CB"/>
    <w:rsid w:val="00B730AB"/>
    <w:rsid w:val="00B73543"/>
    <w:rsid w:val="00B74747"/>
    <w:rsid w:val="00B74C50"/>
    <w:rsid w:val="00B752D2"/>
    <w:rsid w:val="00B75DEF"/>
    <w:rsid w:val="00B75F2E"/>
    <w:rsid w:val="00B76645"/>
    <w:rsid w:val="00B7688B"/>
    <w:rsid w:val="00B76F1F"/>
    <w:rsid w:val="00B77424"/>
    <w:rsid w:val="00B7773C"/>
    <w:rsid w:val="00B77DA2"/>
    <w:rsid w:val="00B77F85"/>
    <w:rsid w:val="00B77FDC"/>
    <w:rsid w:val="00B8015A"/>
    <w:rsid w:val="00B8078F"/>
    <w:rsid w:val="00B80C36"/>
    <w:rsid w:val="00B82B8F"/>
    <w:rsid w:val="00B832F1"/>
    <w:rsid w:val="00B8406C"/>
    <w:rsid w:val="00B8557E"/>
    <w:rsid w:val="00B8560E"/>
    <w:rsid w:val="00B8647E"/>
    <w:rsid w:val="00B87434"/>
    <w:rsid w:val="00B90BA1"/>
    <w:rsid w:val="00B9104B"/>
    <w:rsid w:val="00B91869"/>
    <w:rsid w:val="00B92559"/>
    <w:rsid w:val="00B92ADA"/>
    <w:rsid w:val="00B92F8D"/>
    <w:rsid w:val="00B93A90"/>
    <w:rsid w:val="00B93D0A"/>
    <w:rsid w:val="00B93FBE"/>
    <w:rsid w:val="00B94442"/>
    <w:rsid w:val="00B9495D"/>
    <w:rsid w:val="00B9504B"/>
    <w:rsid w:val="00B95D61"/>
    <w:rsid w:val="00B96682"/>
    <w:rsid w:val="00B968C5"/>
    <w:rsid w:val="00B96A67"/>
    <w:rsid w:val="00B97268"/>
    <w:rsid w:val="00B97E53"/>
    <w:rsid w:val="00B97E65"/>
    <w:rsid w:val="00BA0515"/>
    <w:rsid w:val="00BA079A"/>
    <w:rsid w:val="00BA0A70"/>
    <w:rsid w:val="00BA1DF2"/>
    <w:rsid w:val="00BA2066"/>
    <w:rsid w:val="00BA266F"/>
    <w:rsid w:val="00BA3140"/>
    <w:rsid w:val="00BA3249"/>
    <w:rsid w:val="00BA3773"/>
    <w:rsid w:val="00BA3CEC"/>
    <w:rsid w:val="00BA3EBB"/>
    <w:rsid w:val="00BA46FD"/>
    <w:rsid w:val="00BA47EC"/>
    <w:rsid w:val="00BA487D"/>
    <w:rsid w:val="00BA558D"/>
    <w:rsid w:val="00BA5B27"/>
    <w:rsid w:val="00BA6111"/>
    <w:rsid w:val="00BA679E"/>
    <w:rsid w:val="00BA6A61"/>
    <w:rsid w:val="00BA6D2C"/>
    <w:rsid w:val="00BA6DCE"/>
    <w:rsid w:val="00BA7083"/>
    <w:rsid w:val="00BA7391"/>
    <w:rsid w:val="00BA7E4A"/>
    <w:rsid w:val="00BA7F3B"/>
    <w:rsid w:val="00BB00AD"/>
    <w:rsid w:val="00BB1030"/>
    <w:rsid w:val="00BB156E"/>
    <w:rsid w:val="00BB168C"/>
    <w:rsid w:val="00BB2448"/>
    <w:rsid w:val="00BB2E2D"/>
    <w:rsid w:val="00BB313A"/>
    <w:rsid w:val="00BB32AE"/>
    <w:rsid w:val="00BB36A9"/>
    <w:rsid w:val="00BB3BC2"/>
    <w:rsid w:val="00BB3CDE"/>
    <w:rsid w:val="00BB5DDB"/>
    <w:rsid w:val="00BB6348"/>
    <w:rsid w:val="00BB6F90"/>
    <w:rsid w:val="00BC037A"/>
    <w:rsid w:val="00BC136D"/>
    <w:rsid w:val="00BC155B"/>
    <w:rsid w:val="00BC1DD4"/>
    <w:rsid w:val="00BC272C"/>
    <w:rsid w:val="00BC3BE7"/>
    <w:rsid w:val="00BC4908"/>
    <w:rsid w:val="00BC4C27"/>
    <w:rsid w:val="00BC5151"/>
    <w:rsid w:val="00BC5937"/>
    <w:rsid w:val="00BC6B16"/>
    <w:rsid w:val="00BC7CBB"/>
    <w:rsid w:val="00BC7CF6"/>
    <w:rsid w:val="00BD0A1E"/>
    <w:rsid w:val="00BD0A4F"/>
    <w:rsid w:val="00BD1C0C"/>
    <w:rsid w:val="00BD1D2F"/>
    <w:rsid w:val="00BD5D27"/>
    <w:rsid w:val="00BD622B"/>
    <w:rsid w:val="00BD6AC5"/>
    <w:rsid w:val="00BD729A"/>
    <w:rsid w:val="00BD748E"/>
    <w:rsid w:val="00BE011E"/>
    <w:rsid w:val="00BE0166"/>
    <w:rsid w:val="00BE05D0"/>
    <w:rsid w:val="00BE0B8E"/>
    <w:rsid w:val="00BE0BE9"/>
    <w:rsid w:val="00BE195E"/>
    <w:rsid w:val="00BE1FEC"/>
    <w:rsid w:val="00BE2146"/>
    <w:rsid w:val="00BE2EAE"/>
    <w:rsid w:val="00BE31DE"/>
    <w:rsid w:val="00BE39D1"/>
    <w:rsid w:val="00BE4D8B"/>
    <w:rsid w:val="00BE506A"/>
    <w:rsid w:val="00BE549E"/>
    <w:rsid w:val="00BE7198"/>
    <w:rsid w:val="00BE7CC8"/>
    <w:rsid w:val="00BF02A6"/>
    <w:rsid w:val="00BF03EB"/>
    <w:rsid w:val="00BF0E14"/>
    <w:rsid w:val="00BF0ECD"/>
    <w:rsid w:val="00BF136E"/>
    <w:rsid w:val="00BF27AE"/>
    <w:rsid w:val="00BF3034"/>
    <w:rsid w:val="00BF30F2"/>
    <w:rsid w:val="00BF3838"/>
    <w:rsid w:val="00BF3F63"/>
    <w:rsid w:val="00BF4CB3"/>
    <w:rsid w:val="00BF52F1"/>
    <w:rsid w:val="00BF5A6C"/>
    <w:rsid w:val="00BF5F32"/>
    <w:rsid w:val="00BF7094"/>
    <w:rsid w:val="00BF77BD"/>
    <w:rsid w:val="00BF7C15"/>
    <w:rsid w:val="00C00045"/>
    <w:rsid w:val="00C000E8"/>
    <w:rsid w:val="00C002FA"/>
    <w:rsid w:val="00C00844"/>
    <w:rsid w:val="00C019DB"/>
    <w:rsid w:val="00C01E25"/>
    <w:rsid w:val="00C02479"/>
    <w:rsid w:val="00C026E7"/>
    <w:rsid w:val="00C0273A"/>
    <w:rsid w:val="00C02A36"/>
    <w:rsid w:val="00C02B22"/>
    <w:rsid w:val="00C02CC8"/>
    <w:rsid w:val="00C030CF"/>
    <w:rsid w:val="00C039C6"/>
    <w:rsid w:val="00C03D3C"/>
    <w:rsid w:val="00C044EA"/>
    <w:rsid w:val="00C05BD5"/>
    <w:rsid w:val="00C0698B"/>
    <w:rsid w:val="00C06B7D"/>
    <w:rsid w:val="00C0763A"/>
    <w:rsid w:val="00C07779"/>
    <w:rsid w:val="00C10CE2"/>
    <w:rsid w:val="00C10F06"/>
    <w:rsid w:val="00C113EB"/>
    <w:rsid w:val="00C116D9"/>
    <w:rsid w:val="00C11D08"/>
    <w:rsid w:val="00C120EE"/>
    <w:rsid w:val="00C1241C"/>
    <w:rsid w:val="00C12BCA"/>
    <w:rsid w:val="00C13065"/>
    <w:rsid w:val="00C1319D"/>
    <w:rsid w:val="00C13417"/>
    <w:rsid w:val="00C13A3D"/>
    <w:rsid w:val="00C13D08"/>
    <w:rsid w:val="00C1441C"/>
    <w:rsid w:val="00C14522"/>
    <w:rsid w:val="00C14A78"/>
    <w:rsid w:val="00C14B22"/>
    <w:rsid w:val="00C1537F"/>
    <w:rsid w:val="00C15BDB"/>
    <w:rsid w:val="00C15F0D"/>
    <w:rsid w:val="00C16732"/>
    <w:rsid w:val="00C17BFC"/>
    <w:rsid w:val="00C20069"/>
    <w:rsid w:val="00C200B1"/>
    <w:rsid w:val="00C202E1"/>
    <w:rsid w:val="00C2092E"/>
    <w:rsid w:val="00C209DA"/>
    <w:rsid w:val="00C20E46"/>
    <w:rsid w:val="00C21633"/>
    <w:rsid w:val="00C21D3F"/>
    <w:rsid w:val="00C229F2"/>
    <w:rsid w:val="00C2429A"/>
    <w:rsid w:val="00C249EB"/>
    <w:rsid w:val="00C24D95"/>
    <w:rsid w:val="00C259C8"/>
    <w:rsid w:val="00C26944"/>
    <w:rsid w:val="00C26EF0"/>
    <w:rsid w:val="00C27275"/>
    <w:rsid w:val="00C27D04"/>
    <w:rsid w:val="00C30134"/>
    <w:rsid w:val="00C30A4F"/>
    <w:rsid w:val="00C31809"/>
    <w:rsid w:val="00C322F0"/>
    <w:rsid w:val="00C3233B"/>
    <w:rsid w:val="00C32AA2"/>
    <w:rsid w:val="00C32B98"/>
    <w:rsid w:val="00C337EA"/>
    <w:rsid w:val="00C33831"/>
    <w:rsid w:val="00C33D4B"/>
    <w:rsid w:val="00C33E5C"/>
    <w:rsid w:val="00C3415C"/>
    <w:rsid w:val="00C34595"/>
    <w:rsid w:val="00C34E67"/>
    <w:rsid w:val="00C366B9"/>
    <w:rsid w:val="00C3688A"/>
    <w:rsid w:val="00C36EE3"/>
    <w:rsid w:val="00C37A01"/>
    <w:rsid w:val="00C4008C"/>
    <w:rsid w:val="00C40444"/>
    <w:rsid w:val="00C408A2"/>
    <w:rsid w:val="00C414C5"/>
    <w:rsid w:val="00C41ACA"/>
    <w:rsid w:val="00C41D61"/>
    <w:rsid w:val="00C42B5F"/>
    <w:rsid w:val="00C42BFF"/>
    <w:rsid w:val="00C431ED"/>
    <w:rsid w:val="00C43202"/>
    <w:rsid w:val="00C43BB3"/>
    <w:rsid w:val="00C44658"/>
    <w:rsid w:val="00C4480E"/>
    <w:rsid w:val="00C44DF5"/>
    <w:rsid w:val="00C44EB8"/>
    <w:rsid w:val="00C45A7F"/>
    <w:rsid w:val="00C45BC5"/>
    <w:rsid w:val="00C46513"/>
    <w:rsid w:val="00C4721D"/>
    <w:rsid w:val="00C47833"/>
    <w:rsid w:val="00C47DE2"/>
    <w:rsid w:val="00C5056A"/>
    <w:rsid w:val="00C50CED"/>
    <w:rsid w:val="00C5171A"/>
    <w:rsid w:val="00C51FA9"/>
    <w:rsid w:val="00C52065"/>
    <w:rsid w:val="00C5256D"/>
    <w:rsid w:val="00C525E4"/>
    <w:rsid w:val="00C5274B"/>
    <w:rsid w:val="00C52969"/>
    <w:rsid w:val="00C53A0F"/>
    <w:rsid w:val="00C54026"/>
    <w:rsid w:val="00C54CF2"/>
    <w:rsid w:val="00C555C6"/>
    <w:rsid w:val="00C55CA6"/>
    <w:rsid w:val="00C55CE7"/>
    <w:rsid w:val="00C56432"/>
    <w:rsid w:val="00C56616"/>
    <w:rsid w:val="00C5662C"/>
    <w:rsid w:val="00C5690C"/>
    <w:rsid w:val="00C56E8F"/>
    <w:rsid w:val="00C5758D"/>
    <w:rsid w:val="00C57912"/>
    <w:rsid w:val="00C60727"/>
    <w:rsid w:val="00C60C16"/>
    <w:rsid w:val="00C6154E"/>
    <w:rsid w:val="00C619F1"/>
    <w:rsid w:val="00C61A2C"/>
    <w:rsid w:val="00C62B1C"/>
    <w:rsid w:val="00C63FC3"/>
    <w:rsid w:val="00C643D1"/>
    <w:rsid w:val="00C6497F"/>
    <w:rsid w:val="00C65B0D"/>
    <w:rsid w:val="00C65B2B"/>
    <w:rsid w:val="00C65D53"/>
    <w:rsid w:val="00C65FF1"/>
    <w:rsid w:val="00C6666C"/>
    <w:rsid w:val="00C6694E"/>
    <w:rsid w:val="00C66957"/>
    <w:rsid w:val="00C671D2"/>
    <w:rsid w:val="00C672F5"/>
    <w:rsid w:val="00C676CE"/>
    <w:rsid w:val="00C67CE8"/>
    <w:rsid w:val="00C703A8"/>
    <w:rsid w:val="00C70CA8"/>
    <w:rsid w:val="00C71642"/>
    <w:rsid w:val="00C73EBC"/>
    <w:rsid w:val="00C744F9"/>
    <w:rsid w:val="00C75313"/>
    <w:rsid w:val="00C757BB"/>
    <w:rsid w:val="00C7644A"/>
    <w:rsid w:val="00C76E31"/>
    <w:rsid w:val="00C76F13"/>
    <w:rsid w:val="00C77048"/>
    <w:rsid w:val="00C770EB"/>
    <w:rsid w:val="00C7735B"/>
    <w:rsid w:val="00C77994"/>
    <w:rsid w:val="00C80468"/>
    <w:rsid w:val="00C81741"/>
    <w:rsid w:val="00C81C1C"/>
    <w:rsid w:val="00C81C22"/>
    <w:rsid w:val="00C822F6"/>
    <w:rsid w:val="00C83539"/>
    <w:rsid w:val="00C83CF2"/>
    <w:rsid w:val="00C84554"/>
    <w:rsid w:val="00C85010"/>
    <w:rsid w:val="00C85FE4"/>
    <w:rsid w:val="00C860CE"/>
    <w:rsid w:val="00C866D7"/>
    <w:rsid w:val="00C86AD9"/>
    <w:rsid w:val="00C90B50"/>
    <w:rsid w:val="00C90E93"/>
    <w:rsid w:val="00C90F2F"/>
    <w:rsid w:val="00C90FBF"/>
    <w:rsid w:val="00C934B5"/>
    <w:rsid w:val="00C937C8"/>
    <w:rsid w:val="00C93DDA"/>
    <w:rsid w:val="00C93EAC"/>
    <w:rsid w:val="00C943E4"/>
    <w:rsid w:val="00C9447D"/>
    <w:rsid w:val="00C94513"/>
    <w:rsid w:val="00C9479C"/>
    <w:rsid w:val="00C94858"/>
    <w:rsid w:val="00C94BAD"/>
    <w:rsid w:val="00C94CBA"/>
    <w:rsid w:val="00C94D49"/>
    <w:rsid w:val="00C94FFA"/>
    <w:rsid w:val="00C954CB"/>
    <w:rsid w:val="00C95F44"/>
    <w:rsid w:val="00C9628D"/>
    <w:rsid w:val="00C967BF"/>
    <w:rsid w:val="00C96A4A"/>
    <w:rsid w:val="00C96E50"/>
    <w:rsid w:val="00C96F83"/>
    <w:rsid w:val="00C97288"/>
    <w:rsid w:val="00C97372"/>
    <w:rsid w:val="00C9762C"/>
    <w:rsid w:val="00C97661"/>
    <w:rsid w:val="00C97D94"/>
    <w:rsid w:val="00CA0CA2"/>
    <w:rsid w:val="00CA23B8"/>
    <w:rsid w:val="00CA2850"/>
    <w:rsid w:val="00CA2975"/>
    <w:rsid w:val="00CA331B"/>
    <w:rsid w:val="00CA3403"/>
    <w:rsid w:val="00CA3B62"/>
    <w:rsid w:val="00CA5D39"/>
    <w:rsid w:val="00CA6436"/>
    <w:rsid w:val="00CA659B"/>
    <w:rsid w:val="00CA6799"/>
    <w:rsid w:val="00CA7A90"/>
    <w:rsid w:val="00CA7CB8"/>
    <w:rsid w:val="00CA7F56"/>
    <w:rsid w:val="00CA7F68"/>
    <w:rsid w:val="00CB064D"/>
    <w:rsid w:val="00CB0721"/>
    <w:rsid w:val="00CB0899"/>
    <w:rsid w:val="00CB10CC"/>
    <w:rsid w:val="00CB1349"/>
    <w:rsid w:val="00CB18FB"/>
    <w:rsid w:val="00CB2924"/>
    <w:rsid w:val="00CB29DE"/>
    <w:rsid w:val="00CB2AA5"/>
    <w:rsid w:val="00CB38D4"/>
    <w:rsid w:val="00CB38ED"/>
    <w:rsid w:val="00CB59CE"/>
    <w:rsid w:val="00CB645F"/>
    <w:rsid w:val="00CB66CE"/>
    <w:rsid w:val="00CB6783"/>
    <w:rsid w:val="00CB6E3F"/>
    <w:rsid w:val="00CB6F74"/>
    <w:rsid w:val="00CB724F"/>
    <w:rsid w:val="00CB7B7C"/>
    <w:rsid w:val="00CC0505"/>
    <w:rsid w:val="00CC0745"/>
    <w:rsid w:val="00CC0B91"/>
    <w:rsid w:val="00CC0ED3"/>
    <w:rsid w:val="00CC103D"/>
    <w:rsid w:val="00CC15F9"/>
    <w:rsid w:val="00CC1F5F"/>
    <w:rsid w:val="00CC2543"/>
    <w:rsid w:val="00CC2B94"/>
    <w:rsid w:val="00CC2CD5"/>
    <w:rsid w:val="00CC3004"/>
    <w:rsid w:val="00CC302E"/>
    <w:rsid w:val="00CC3310"/>
    <w:rsid w:val="00CC4193"/>
    <w:rsid w:val="00CC45F3"/>
    <w:rsid w:val="00CC47B5"/>
    <w:rsid w:val="00CC4B59"/>
    <w:rsid w:val="00CC4CFB"/>
    <w:rsid w:val="00CC50F9"/>
    <w:rsid w:val="00CC5659"/>
    <w:rsid w:val="00CC56BB"/>
    <w:rsid w:val="00CC5912"/>
    <w:rsid w:val="00CC59E8"/>
    <w:rsid w:val="00CC5A16"/>
    <w:rsid w:val="00CC5AFB"/>
    <w:rsid w:val="00CC6636"/>
    <w:rsid w:val="00CC6B4D"/>
    <w:rsid w:val="00CC7220"/>
    <w:rsid w:val="00CC745F"/>
    <w:rsid w:val="00CC7A1D"/>
    <w:rsid w:val="00CC7E74"/>
    <w:rsid w:val="00CD093C"/>
    <w:rsid w:val="00CD0CB7"/>
    <w:rsid w:val="00CD1451"/>
    <w:rsid w:val="00CD15A9"/>
    <w:rsid w:val="00CD1672"/>
    <w:rsid w:val="00CD17DB"/>
    <w:rsid w:val="00CD26C2"/>
    <w:rsid w:val="00CD2BD5"/>
    <w:rsid w:val="00CD2C24"/>
    <w:rsid w:val="00CD2DFA"/>
    <w:rsid w:val="00CD3C8B"/>
    <w:rsid w:val="00CD3D69"/>
    <w:rsid w:val="00CD43E8"/>
    <w:rsid w:val="00CD590A"/>
    <w:rsid w:val="00CD5C46"/>
    <w:rsid w:val="00CD69A7"/>
    <w:rsid w:val="00CD78EF"/>
    <w:rsid w:val="00CD7D3B"/>
    <w:rsid w:val="00CD7F1A"/>
    <w:rsid w:val="00CE01C7"/>
    <w:rsid w:val="00CE0733"/>
    <w:rsid w:val="00CE0FB7"/>
    <w:rsid w:val="00CE114F"/>
    <w:rsid w:val="00CE1331"/>
    <w:rsid w:val="00CE1CD3"/>
    <w:rsid w:val="00CE1FBB"/>
    <w:rsid w:val="00CE2AA8"/>
    <w:rsid w:val="00CE2AB8"/>
    <w:rsid w:val="00CE3CB6"/>
    <w:rsid w:val="00CE429D"/>
    <w:rsid w:val="00CE4A70"/>
    <w:rsid w:val="00CE50C8"/>
    <w:rsid w:val="00CE51B0"/>
    <w:rsid w:val="00CE58E3"/>
    <w:rsid w:val="00CE5C23"/>
    <w:rsid w:val="00CE60D4"/>
    <w:rsid w:val="00CE65C7"/>
    <w:rsid w:val="00CE6726"/>
    <w:rsid w:val="00CE6DBD"/>
    <w:rsid w:val="00CF00E8"/>
    <w:rsid w:val="00CF0BAD"/>
    <w:rsid w:val="00CF1848"/>
    <w:rsid w:val="00CF24DD"/>
    <w:rsid w:val="00CF28C1"/>
    <w:rsid w:val="00CF30B0"/>
    <w:rsid w:val="00CF3CD6"/>
    <w:rsid w:val="00CF3D51"/>
    <w:rsid w:val="00CF3F6A"/>
    <w:rsid w:val="00CF4410"/>
    <w:rsid w:val="00CF4BCE"/>
    <w:rsid w:val="00CF617A"/>
    <w:rsid w:val="00CF6EEE"/>
    <w:rsid w:val="00CF74D6"/>
    <w:rsid w:val="00D0052F"/>
    <w:rsid w:val="00D00DDB"/>
    <w:rsid w:val="00D01395"/>
    <w:rsid w:val="00D017F2"/>
    <w:rsid w:val="00D01898"/>
    <w:rsid w:val="00D01AFA"/>
    <w:rsid w:val="00D0289F"/>
    <w:rsid w:val="00D038DF"/>
    <w:rsid w:val="00D041CE"/>
    <w:rsid w:val="00D0488A"/>
    <w:rsid w:val="00D04FA5"/>
    <w:rsid w:val="00D06529"/>
    <w:rsid w:val="00D0684F"/>
    <w:rsid w:val="00D06F7C"/>
    <w:rsid w:val="00D072EF"/>
    <w:rsid w:val="00D07449"/>
    <w:rsid w:val="00D0747B"/>
    <w:rsid w:val="00D076BF"/>
    <w:rsid w:val="00D108A2"/>
    <w:rsid w:val="00D10A52"/>
    <w:rsid w:val="00D10AEA"/>
    <w:rsid w:val="00D11447"/>
    <w:rsid w:val="00D11891"/>
    <w:rsid w:val="00D11CAB"/>
    <w:rsid w:val="00D12263"/>
    <w:rsid w:val="00D127E9"/>
    <w:rsid w:val="00D131DF"/>
    <w:rsid w:val="00D13A3D"/>
    <w:rsid w:val="00D13AF3"/>
    <w:rsid w:val="00D141CC"/>
    <w:rsid w:val="00D14399"/>
    <w:rsid w:val="00D153CE"/>
    <w:rsid w:val="00D15A7F"/>
    <w:rsid w:val="00D1645A"/>
    <w:rsid w:val="00D168EC"/>
    <w:rsid w:val="00D16F4B"/>
    <w:rsid w:val="00D17080"/>
    <w:rsid w:val="00D1742F"/>
    <w:rsid w:val="00D17711"/>
    <w:rsid w:val="00D206C7"/>
    <w:rsid w:val="00D20C9B"/>
    <w:rsid w:val="00D2149E"/>
    <w:rsid w:val="00D215CC"/>
    <w:rsid w:val="00D22DD9"/>
    <w:rsid w:val="00D22EA0"/>
    <w:rsid w:val="00D25A74"/>
    <w:rsid w:val="00D26202"/>
    <w:rsid w:val="00D26210"/>
    <w:rsid w:val="00D26ACD"/>
    <w:rsid w:val="00D2759A"/>
    <w:rsid w:val="00D276FF"/>
    <w:rsid w:val="00D27AA0"/>
    <w:rsid w:val="00D27E6B"/>
    <w:rsid w:val="00D30056"/>
    <w:rsid w:val="00D303AA"/>
    <w:rsid w:val="00D30640"/>
    <w:rsid w:val="00D30A17"/>
    <w:rsid w:val="00D30D55"/>
    <w:rsid w:val="00D31380"/>
    <w:rsid w:val="00D3144B"/>
    <w:rsid w:val="00D3194A"/>
    <w:rsid w:val="00D3222C"/>
    <w:rsid w:val="00D3272A"/>
    <w:rsid w:val="00D32EF6"/>
    <w:rsid w:val="00D33A01"/>
    <w:rsid w:val="00D33F49"/>
    <w:rsid w:val="00D341DF"/>
    <w:rsid w:val="00D34343"/>
    <w:rsid w:val="00D34AAE"/>
    <w:rsid w:val="00D3545C"/>
    <w:rsid w:val="00D35837"/>
    <w:rsid w:val="00D35C09"/>
    <w:rsid w:val="00D35E7E"/>
    <w:rsid w:val="00D35FD8"/>
    <w:rsid w:val="00D37046"/>
    <w:rsid w:val="00D3765E"/>
    <w:rsid w:val="00D37DF8"/>
    <w:rsid w:val="00D40093"/>
    <w:rsid w:val="00D40EF0"/>
    <w:rsid w:val="00D410B0"/>
    <w:rsid w:val="00D41D27"/>
    <w:rsid w:val="00D42C0C"/>
    <w:rsid w:val="00D43417"/>
    <w:rsid w:val="00D447CA"/>
    <w:rsid w:val="00D44CC9"/>
    <w:rsid w:val="00D44CFA"/>
    <w:rsid w:val="00D453BE"/>
    <w:rsid w:val="00D463CD"/>
    <w:rsid w:val="00D47390"/>
    <w:rsid w:val="00D4756B"/>
    <w:rsid w:val="00D47E53"/>
    <w:rsid w:val="00D47E55"/>
    <w:rsid w:val="00D51833"/>
    <w:rsid w:val="00D51BEE"/>
    <w:rsid w:val="00D51F69"/>
    <w:rsid w:val="00D527D8"/>
    <w:rsid w:val="00D52CF4"/>
    <w:rsid w:val="00D5322F"/>
    <w:rsid w:val="00D538CC"/>
    <w:rsid w:val="00D53C3A"/>
    <w:rsid w:val="00D55028"/>
    <w:rsid w:val="00D55633"/>
    <w:rsid w:val="00D55B59"/>
    <w:rsid w:val="00D55C67"/>
    <w:rsid w:val="00D56413"/>
    <w:rsid w:val="00D56D40"/>
    <w:rsid w:val="00D57A79"/>
    <w:rsid w:val="00D60244"/>
    <w:rsid w:val="00D612C5"/>
    <w:rsid w:val="00D612D1"/>
    <w:rsid w:val="00D617D7"/>
    <w:rsid w:val="00D61DF1"/>
    <w:rsid w:val="00D62A01"/>
    <w:rsid w:val="00D62B2B"/>
    <w:rsid w:val="00D6376C"/>
    <w:rsid w:val="00D65CD4"/>
    <w:rsid w:val="00D65E30"/>
    <w:rsid w:val="00D67DE8"/>
    <w:rsid w:val="00D70118"/>
    <w:rsid w:val="00D7052A"/>
    <w:rsid w:val="00D70D53"/>
    <w:rsid w:val="00D71865"/>
    <w:rsid w:val="00D71B4D"/>
    <w:rsid w:val="00D72698"/>
    <w:rsid w:val="00D726D1"/>
    <w:rsid w:val="00D72B97"/>
    <w:rsid w:val="00D73826"/>
    <w:rsid w:val="00D73C51"/>
    <w:rsid w:val="00D742FB"/>
    <w:rsid w:val="00D74669"/>
    <w:rsid w:val="00D74ACF"/>
    <w:rsid w:val="00D76153"/>
    <w:rsid w:val="00D7631C"/>
    <w:rsid w:val="00D763C1"/>
    <w:rsid w:val="00D76CB8"/>
    <w:rsid w:val="00D77158"/>
    <w:rsid w:val="00D77E57"/>
    <w:rsid w:val="00D800F4"/>
    <w:rsid w:val="00D80369"/>
    <w:rsid w:val="00D81F83"/>
    <w:rsid w:val="00D81FA1"/>
    <w:rsid w:val="00D825E3"/>
    <w:rsid w:val="00D82CBE"/>
    <w:rsid w:val="00D8314B"/>
    <w:rsid w:val="00D836F0"/>
    <w:rsid w:val="00D83C28"/>
    <w:rsid w:val="00D83CAC"/>
    <w:rsid w:val="00D842BC"/>
    <w:rsid w:val="00D8449D"/>
    <w:rsid w:val="00D84651"/>
    <w:rsid w:val="00D84A3E"/>
    <w:rsid w:val="00D85419"/>
    <w:rsid w:val="00D8555E"/>
    <w:rsid w:val="00D86783"/>
    <w:rsid w:val="00D86BC2"/>
    <w:rsid w:val="00D86BEE"/>
    <w:rsid w:val="00D86F3C"/>
    <w:rsid w:val="00D875EB"/>
    <w:rsid w:val="00D8772A"/>
    <w:rsid w:val="00D906E0"/>
    <w:rsid w:val="00D907A1"/>
    <w:rsid w:val="00D914E2"/>
    <w:rsid w:val="00D91D98"/>
    <w:rsid w:val="00D92674"/>
    <w:rsid w:val="00D927FC"/>
    <w:rsid w:val="00D93318"/>
    <w:rsid w:val="00D937E6"/>
    <w:rsid w:val="00D93D55"/>
    <w:rsid w:val="00D94055"/>
    <w:rsid w:val="00D948EC"/>
    <w:rsid w:val="00D95054"/>
    <w:rsid w:val="00D95367"/>
    <w:rsid w:val="00D95436"/>
    <w:rsid w:val="00D958BC"/>
    <w:rsid w:val="00D958C8"/>
    <w:rsid w:val="00D95D21"/>
    <w:rsid w:val="00D9612F"/>
    <w:rsid w:val="00D97110"/>
    <w:rsid w:val="00DA0129"/>
    <w:rsid w:val="00DA03CC"/>
    <w:rsid w:val="00DA1473"/>
    <w:rsid w:val="00DA2001"/>
    <w:rsid w:val="00DA3955"/>
    <w:rsid w:val="00DA4620"/>
    <w:rsid w:val="00DA4C96"/>
    <w:rsid w:val="00DA505B"/>
    <w:rsid w:val="00DA600F"/>
    <w:rsid w:val="00DA644E"/>
    <w:rsid w:val="00DA64E3"/>
    <w:rsid w:val="00DA7264"/>
    <w:rsid w:val="00DA7DD0"/>
    <w:rsid w:val="00DB0429"/>
    <w:rsid w:val="00DB0666"/>
    <w:rsid w:val="00DB0BC9"/>
    <w:rsid w:val="00DB0C9B"/>
    <w:rsid w:val="00DB0FE6"/>
    <w:rsid w:val="00DB1F40"/>
    <w:rsid w:val="00DB2035"/>
    <w:rsid w:val="00DB262C"/>
    <w:rsid w:val="00DB2F91"/>
    <w:rsid w:val="00DB36D2"/>
    <w:rsid w:val="00DB3B66"/>
    <w:rsid w:val="00DB3F6A"/>
    <w:rsid w:val="00DB511C"/>
    <w:rsid w:val="00DB593F"/>
    <w:rsid w:val="00DB71F0"/>
    <w:rsid w:val="00DB7B0D"/>
    <w:rsid w:val="00DB7D0E"/>
    <w:rsid w:val="00DC0F64"/>
    <w:rsid w:val="00DC12F2"/>
    <w:rsid w:val="00DC15BA"/>
    <w:rsid w:val="00DC1A22"/>
    <w:rsid w:val="00DC1FBB"/>
    <w:rsid w:val="00DC206E"/>
    <w:rsid w:val="00DC2287"/>
    <w:rsid w:val="00DC2721"/>
    <w:rsid w:val="00DC28CD"/>
    <w:rsid w:val="00DC2E0E"/>
    <w:rsid w:val="00DC2F58"/>
    <w:rsid w:val="00DC39B8"/>
    <w:rsid w:val="00DC3F6A"/>
    <w:rsid w:val="00DC4863"/>
    <w:rsid w:val="00DC4AD7"/>
    <w:rsid w:val="00DC55FD"/>
    <w:rsid w:val="00DC5E85"/>
    <w:rsid w:val="00DC6145"/>
    <w:rsid w:val="00DC782F"/>
    <w:rsid w:val="00DC7B76"/>
    <w:rsid w:val="00DD0096"/>
    <w:rsid w:val="00DD07EA"/>
    <w:rsid w:val="00DD08AA"/>
    <w:rsid w:val="00DD1090"/>
    <w:rsid w:val="00DD12D6"/>
    <w:rsid w:val="00DD14CF"/>
    <w:rsid w:val="00DD20F4"/>
    <w:rsid w:val="00DD2495"/>
    <w:rsid w:val="00DD278F"/>
    <w:rsid w:val="00DD2808"/>
    <w:rsid w:val="00DD2956"/>
    <w:rsid w:val="00DD2D1C"/>
    <w:rsid w:val="00DD3F30"/>
    <w:rsid w:val="00DD4221"/>
    <w:rsid w:val="00DD5026"/>
    <w:rsid w:val="00DD50E1"/>
    <w:rsid w:val="00DD51AB"/>
    <w:rsid w:val="00DD543A"/>
    <w:rsid w:val="00DD578A"/>
    <w:rsid w:val="00DD57FE"/>
    <w:rsid w:val="00DD5B4A"/>
    <w:rsid w:val="00DD5F39"/>
    <w:rsid w:val="00DD6802"/>
    <w:rsid w:val="00DD6D1A"/>
    <w:rsid w:val="00DD726D"/>
    <w:rsid w:val="00DD7381"/>
    <w:rsid w:val="00DD780D"/>
    <w:rsid w:val="00DD7863"/>
    <w:rsid w:val="00DD7D15"/>
    <w:rsid w:val="00DE0464"/>
    <w:rsid w:val="00DE1951"/>
    <w:rsid w:val="00DE2CE2"/>
    <w:rsid w:val="00DE2F2A"/>
    <w:rsid w:val="00DE3080"/>
    <w:rsid w:val="00DE33B7"/>
    <w:rsid w:val="00DE3AEB"/>
    <w:rsid w:val="00DE3E43"/>
    <w:rsid w:val="00DE416D"/>
    <w:rsid w:val="00DE4EA0"/>
    <w:rsid w:val="00DE545E"/>
    <w:rsid w:val="00DE54E1"/>
    <w:rsid w:val="00DE56A1"/>
    <w:rsid w:val="00DE5D23"/>
    <w:rsid w:val="00DE6276"/>
    <w:rsid w:val="00DE757E"/>
    <w:rsid w:val="00DE7F48"/>
    <w:rsid w:val="00DF02F0"/>
    <w:rsid w:val="00DF0F44"/>
    <w:rsid w:val="00DF101E"/>
    <w:rsid w:val="00DF2813"/>
    <w:rsid w:val="00DF29BB"/>
    <w:rsid w:val="00DF384D"/>
    <w:rsid w:val="00DF3C76"/>
    <w:rsid w:val="00DF421C"/>
    <w:rsid w:val="00DF493A"/>
    <w:rsid w:val="00DF51F3"/>
    <w:rsid w:val="00DF7203"/>
    <w:rsid w:val="00E012D8"/>
    <w:rsid w:val="00E019B7"/>
    <w:rsid w:val="00E02B7E"/>
    <w:rsid w:val="00E05162"/>
    <w:rsid w:val="00E05CC0"/>
    <w:rsid w:val="00E05E9F"/>
    <w:rsid w:val="00E0625E"/>
    <w:rsid w:val="00E0756C"/>
    <w:rsid w:val="00E07954"/>
    <w:rsid w:val="00E07D54"/>
    <w:rsid w:val="00E07F3A"/>
    <w:rsid w:val="00E07F99"/>
    <w:rsid w:val="00E10D07"/>
    <w:rsid w:val="00E117F2"/>
    <w:rsid w:val="00E120C9"/>
    <w:rsid w:val="00E12209"/>
    <w:rsid w:val="00E12953"/>
    <w:rsid w:val="00E131A9"/>
    <w:rsid w:val="00E134E4"/>
    <w:rsid w:val="00E13DC4"/>
    <w:rsid w:val="00E143E7"/>
    <w:rsid w:val="00E15294"/>
    <w:rsid w:val="00E15660"/>
    <w:rsid w:val="00E15706"/>
    <w:rsid w:val="00E15BBE"/>
    <w:rsid w:val="00E15EB1"/>
    <w:rsid w:val="00E165DA"/>
    <w:rsid w:val="00E1680B"/>
    <w:rsid w:val="00E169CD"/>
    <w:rsid w:val="00E205AA"/>
    <w:rsid w:val="00E20825"/>
    <w:rsid w:val="00E211B0"/>
    <w:rsid w:val="00E2144F"/>
    <w:rsid w:val="00E220E2"/>
    <w:rsid w:val="00E22499"/>
    <w:rsid w:val="00E23732"/>
    <w:rsid w:val="00E23856"/>
    <w:rsid w:val="00E2422F"/>
    <w:rsid w:val="00E246D3"/>
    <w:rsid w:val="00E24CFB"/>
    <w:rsid w:val="00E252FF"/>
    <w:rsid w:val="00E254A8"/>
    <w:rsid w:val="00E261A2"/>
    <w:rsid w:val="00E26711"/>
    <w:rsid w:val="00E273C1"/>
    <w:rsid w:val="00E27964"/>
    <w:rsid w:val="00E27EE9"/>
    <w:rsid w:val="00E30A93"/>
    <w:rsid w:val="00E30C85"/>
    <w:rsid w:val="00E316C6"/>
    <w:rsid w:val="00E3179F"/>
    <w:rsid w:val="00E31B8F"/>
    <w:rsid w:val="00E32025"/>
    <w:rsid w:val="00E32330"/>
    <w:rsid w:val="00E324BC"/>
    <w:rsid w:val="00E32C4B"/>
    <w:rsid w:val="00E32E75"/>
    <w:rsid w:val="00E3325E"/>
    <w:rsid w:val="00E333F9"/>
    <w:rsid w:val="00E339D1"/>
    <w:rsid w:val="00E33EF8"/>
    <w:rsid w:val="00E340F2"/>
    <w:rsid w:val="00E35090"/>
    <w:rsid w:val="00E35522"/>
    <w:rsid w:val="00E361B2"/>
    <w:rsid w:val="00E3742F"/>
    <w:rsid w:val="00E37C67"/>
    <w:rsid w:val="00E41137"/>
    <w:rsid w:val="00E41688"/>
    <w:rsid w:val="00E41806"/>
    <w:rsid w:val="00E419A9"/>
    <w:rsid w:val="00E41D08"/>
    <w:rsid w:val="00E42DAA"/>
    <w:rsid w:val="00E43E4C"/>
    <w:rsid w:val="00E444CE"/>
    <w:rsid w:val="00E4539F"/>
    <w:rsid w:val="00E45503"/>
    <w:rsid w:val="00E4557D"/>
    <w:rsid w:val="00E45F7A"/>
    <w:rsid w:val="00E462EF"/>
    <w:rsid w:val="00E4758F"/>
    <w:rsid w:val="00E47DFD"/>
    <w:rsid w:val="00E47E0E"/>
    <w:rsid w:val="00E50B98"/>
    <w:rsid w:val="00E50D6D"/>
    <w:rsid w:val="00E51161"/>
    <w:rsid w:val="00E5138B"/>
    <w:rsid w:val="00E5168D"/>
    <w:rsid w:val="00E51B13"/>
    <w:rsid w:val="00E5272F"/>
    <w:rsid w:val="00E52CBB"/>
    <w:rsid w:val="00E53BBA"/>
    <w:rsid w:val="00E53C8F"/>
    <w:rsid w:val="00E540D9"/>
    <w:rsid w:val="00E55264"/>
    <w:rsid w:val="00E555E6"/>
    <w:rsid w:val="00E56055"/>
    <w:rsid w:val="00E5607C"/>
    <w:rsid w:val="00E56109"/>
    <w:rsid w:val="00E56A18"/>
    <w:rsid w:val="00E57EFC"/>
    <w:rsid w:val="00E60353"/>
    <w:rsid w:val="00E6083A"/>
    <w:rsid w:val="00E60944"/>
    <w:rsid w:val="00E6126A"/>
    <w:rsid w:val="00E61414"/>
    <w:rsid w:val="00E61719"/>
    <w:rsid w:val="00E61C8E"/>
    <w:rsid w:val="00E61D27"/>
    <w:rsid w:val="00E6304D"/>
    <w:rsid w:val="00E6342B"/>
    <w:rsid w:val="00E63F24"/>
    <w:rsid w:val="00E63FAD"/>
    <w:rsid w:val="00E6423D"/>
    <w:rsid w:val="00E649D5"/>
    <w:rsid w:val="00E649E6"/>
    <w:rsid w:val="00E656F8"/>
    <w:rsid w:val="00E65FD4"/>
    <w:rsid w:val="00E66CB5"/>
    <w:rsid w:val="00E66D17"/>
    <w:rsid w:val="00E67698"/>
    <w:rsid w:val="00E67BDF"/>
    <w:rsid w:val="00E7004B"/>
    <w:rsid w:val="00E704A0"/>
    <w:rsid w:val="00E70EDC"/>
    <w:rsid w:val="00E7123E"/>
    <w:rsid w:val="00E717FE"/>
    <w:rsid w:val="00E72500"/>
    <w:rsid w:val="00E72DE0"/>
    <w:rsid w:val="00E73734"/>
    <w:rsid w:val="00E73C33"/>
    <w:rsid w:val="00E746FF"/>
    <w:rsid w:val="00E74847"/>
    <w:rsid w:val="00E75E5A"/>
    <w:rsid w:val="00E75F9B"/>
    <w:rsid w:val="00E76541"/>
    <w:rsid w:val="00E7655A"/>
    <w:rsid w:val="00E76C8A"/>
    <w:rsid w:val="00E76D08"/>
    <w:rsid w:val="00E775AF"/>
    <w:rsid w:val="00E7764E"/>
    <w:rsid w:val="00E77926"/>
    <w:rsid w:val="00E80863"/>
    <w:rsid w:val="00E81FE7"/>
    <w:rsid w:val="00E83017"/>
    <w:rsid w:val="00E83B4E"/>
    <w:rsid w:val="00E843ED"/>
    <w:rsid w:val="00E85907"/>
    <w:rsid w:val="00E85CF4"/>
    <w:rsid w:val="00E86C6B"/>
    <w:rsid w:val="00E873C0"/>
    <w:rsid w:val="00E87986"/>
    <w:rsid w:val="00E91100"/>
    <w:rsid w:val="00E91759"/>
    <w:rsid w:val="00E9178A"/>
    <w:rsid w:val="00E91ED3"/>
    <w:rsid w:val="00E9223E"/>
    <w:rsid w:val="00E92423"/>
    <w:rsid w:val="00E92ABE"/>
    <w:rsid w:val="00E92BE1"/>
    <w:rsid w:val="00E94C83"/>
    <w:rsid w:val="00E96288"/>
    <w:rsid w:val="00E978CB"/>
    <w:rsid w:val="00EA0B85"/>
    <w:rsid w:val="00EA0E65"/>
    <w:rsid w:val="00EA109A"/>
    <w:rsid w:val="00EA17F7"/>
    <w:rsid w:val="00EA1974"/>
    <w:rsid w:val="00EA2532"/>
    <w:rsid w:val="00EA2550"/>
    <w:rsid w:val="00EA27F6"/>
    <w:rsid w:val="00EA2F0F"/>
    <w:rsid w:val="00EA379B"/>
    <w:rsid w:val="00EA3B35"/>
    <w:rsid w:val="00EA455B"/>
    <w:rsid w:val="00EA4F79"/>
    <w:rsid w:val="00EA52CB"/>
    <w:rsid w:val="00EA599C"/>
    <w:rsid w:val="00EA67D6"/>
    <w:rsid w:val="00EA68B7"/>
    <w:rsid w:val="00EA79E6"/>
    <w:rsid w:val="00EB0249"/>
    <w:rsid w:val="00EB07DF"/>
    <w:rsid w:val="00EB12F3"/>
    <w:rsid w:val="00EB1924"/>
    <w:rsid w:val="00EB23CF"/>
    <w:rsid w:val="00EB2AF9"/>
    <w:rsid w:val="00EB367D"/>
    <w:rsid w:val="00EB5260"/>
    <w:rsid w:val="00EB5550"/>
    <w:rsid w:val="00EB5EDD"/>
    <w:rsid w:val="00EB6554"/>
    <w:rsid w:val="00EB6A52"/>
    <w:rsid w:val="00EB70B0"/>
    <w:rsid w:val="00EB71D1"/>
    <w:rsid w:val="00EB7732"/>
    <w:rsid w:val="00EC0E4A"/>
    <w:rsid w:val="00EC1228"/>
    <w:rsid w:val="00EC1569"/>
    <w:rsid w:val="00EC18C3"/>
    <w:rsid w:val="00EC196F"/>
    <w:rsid w:val="00EC1B80"/>
    <w:rsid w:val="00EC2169"/>
    <w:rsid w:val="00EC2273"/>
    <w:rsid w:val="00EC2AA6"/>
    <w:rsid w:val="00EC2B09"/>
    <w:rsid w:val="00EC35EF"/>
    <w:rsid w:val="00EC4AE7"/>
    <w:rsid w:val="00EC4B54"/>
    <w:rsid w:val="00EC4E95"/>
    <w:rsid w:val="00EC53E4"/>
    <w:rsid w:val="00EC54D0"/>
    <w:rsid w:val="00EC5E46"/>
    <w:rsid w:val="00EC6BC9"/>
    <w:rsid w:val="00EC73DE"/>
    <w:rsid w:val="00EC7976"/>
    <w:rsid w:val="00ED2FFF"/>
    <w:rsid w:val="00ED3DEB"/>
    <w:rsid w:val="00ED3E55"/>
    <w:rsid w:val="00ED3FE7"/>
    <w:rsid w:val="00ED47E9"/>
    <w:rsid w:val="00ED4BE2"/>
    <w:rsid w:val="00ED56DE"/>
    <w:rsid w:val="00ED6A15"/>
    <w:rsid w:val="00ED7116"/>
    <w:rsid w:val="00ED7634"/>
    <w:rsid w:val="00ED76FE"/>
    <w:rsid w:val="00ED7BA6"/>
    <w:rsid w:val="00EE1D86"/>
    <w:rsid w:val="00EE42BC"/>
    <w:rsid w:val="00EE45FC"/>
    <w:rsid w:val="00EE49B5"/>
    <w:rsid w:val="00EE4F85"/>
    <w:rsid w:val="00EE5654"/>
    <w:rsid w:val="00EE5D0D"/>
    <w:rsid w:val="00EE680E"/>
    <w:rsid w:val="00EE6BCA"/>
    <w:rsid w:val="00EE7585"/>
    <w:rsid w:val="00EE7628"/>
    <w:rsid w:val="00EE7FF1"/>
    <w:rsid w:val="00EF02CB"/>
    <w:rsid w:val="00EF08F8"/>
    <w:rsid w:val="00EF099F"/>
    <w:rsid w:val="00EF0EF5"/>
    <w:rsid w:val="00EF116A"/>
    <w:rsid w:val="00EF2539"/>
    <w:rsid w:val="00EF2867"/>
    <w:rsid w:val="00EF30BD"/>
    <w:rsid w:val="00EF3E30"/>
    <w:rsid w:val="00EF4277"/>
    <w:rsid w:val="00EF488C"/>
    <w:rsid w:val="00EF52D7"/>
    <w:rsid w:val="00EF52DB"/>
    <w:rsid w:val="00EF5D24"/>
    <w:rsid w:val="00EF5FD5"/>
    <w:rsid w:val="00EF62D7"/>
    <w:rsid w:val="00EF772B"/>
    <w:rsid w:val="00EF79FB"/>
    <w:rsid w:val="00F000AF"/>
    <w:rsid w:val="00F0052F"/>
    <w:rsid w:val="00F007DA"/>
    <w:rsid w:val="00F013BB"/>
    <w:rsid w:val="00F0157B"/>
    <w:rsid w:val="00F01E4A"/>
    <w:rsid w:val="00F01F7A"/>
    <w:rsid w:val="00F04C1B"/>
    <w:rsid w:val="00F04C82"/>
    <w:rsid w:val="00F05A1D"/>
    <w:rsid w:val="00F101CB"/>
    <w:rsid w:val="00F10470"/>
    <w:rsid w:val="00F110EA"/>
    <w:rsid w:val="00F113AC"/>
    <w:rsid w:val="00F12461"/>
    <w:rsid w:val="00F12FFB"/>
    <w:rsid w:val="00F13908"/>
    <w:rsid w:val="00F13D2D"/>
    <w:rsid w:val="00F1440F"/>
    <w:rsid w:val="00F14625"/>
    <w:rsid w:val="00F14957"/>
    <w:rsid w:val="00F1524C"/>
    <w:rsid w:val="00F15866"/>
    <w:rsid w:val="00F16217"/>
    <w:rsid w:val="00F164CE"/>
    <w:rsid w:val="00F2054A"/>
    <w:rsid w:val="00F206C5"/>
    <w:rsid w:val="00F21055"/>
    <w:rsid w:val="00F2113C"/>
    <w:rsid w:val="00F2122D"/>
    <w:rsid w:val="00F21382"/>
    <w:rsid w:val="00F2159C"/>
    <w:rsid w:val="00F22644"/>
    <w:rsid w:val="00F248BF"/>
    <w:rsid w:val="00F256C1"/>
    <w:rsid w:val="00F256C2"/>
    <w:rsid w:val="00F2584E"/>
    <w:rsid w:val="00F258AF"/>
    <w:rsid w:val="00F25939"/>
    <w:rsid w:val="00F25CD8"/>
    <w:rsid w:val="00F26084"/>
    <w:rsid w:val="00F26157"/>
    <w:rsid w:val="00F26440"/>
    <w:rsid w:val="00F278CF"/>
    <w:rsid w:val="00F27947"/>
    <w:rsid w:val="00F27FA6"/>
    <w:rsid w:val="00F306F6"/>
    <w:rsid w:val="00F30F72"/>
    <w:rsid w:val="00F310F6"/>
    <w:rsid w:val="00F312BF"/>
    <w:rsid w:val="00F31C37"/>
    <w:rsid w:val="00F32E38"/>
    <w:rsid w:val="00F33ABE"/>
    <w:rsid w:val="00F33CF8"/>
    <w:rsid w:val="00F33DB3"/>
    <w:rsid w:val="00F3408E"/>
    <w:rsid w:val="00F34478"/>
    <w:rsid w:val="00F35275"/>
    <w:rsid w:val="00F35C94"/>
    <w:rsid w:val="00F35E97"/>
    <w:rsid w:val="00F35F7E"/>
    <w:rsid w:val="00F36258"/>
    <w:rsid w:val="00F40AAB"/>
    <w:rsid w:val="00F40F26"/>
    <w:rsid w:val="00F41022"/>
    <w:rsid w:val="00F417D6"/>
    <w:rsid w:val="00F422B1"/>
    <w:rsid w:val="00F42D82"/>
    <w:rsid w:val="00F42E55"/>
    <w:rsid w:val="00F431D4"/>
    <w:rsid w:val="00F432DA"/>
    <w:rsid w:val="00F43445"/>
    <w:rsid w:val="00F43AE7"/>
    <w:rsid w:val="00F44406"/>
    <w:rsid w:val="00F44FBD"/>
    <w:rsid w:val="00F4518C"/>
    <w:rsid w:val="00F45292"/>
    <w:rsid w:val="00F46DF0"/>
    <w:rsid w:val="00F46E34"/>
    <w:rsid w:val="00F4743A"/>
    <w:rsid w:val="00F50321"/>
    <w:rsid w:val="00F5042F"/>
    <w:rsid w:val="00F50BCD"/>
    <w:rsid w:val="00F5172D"/>
    <w:rsid w:val="00F52490"/>
    <w:rsid w:val="00F5275F"/>
    <w:rsid w:val="00F53357"/>
    <w:rsid w:val="00F53B40"/>
    <w:rsid w:val="00F540FC"/>
    <w:rsid w:val="00F54152"/>
    <w:rsid w:val="00F542BC"/>
    <w:rsid w:val="00F55380"/>
    <w:rsid w:val="00F55564"/>
    <w:rsid w:val="00F558C9"/>
    <w:rsid w:val="00F55EDE"/>
    <w:rsid w:val="00F56071"/>
    <w:rsid w:val="00F56669"/>
    <w:rsid w:val="00F56A23"/>
    <w:rsid w:val="00F56FC8"/>
    <w:rsid w:val="00F6073F"/>
    <w:rsid w:val="00F612F3"/>
    <w:rsid w:val="00F61B0B"/>
    <w:rsid w:val="00F63557"/>
    <w:rsid w:val="00F63FE1"/>
    <w:rsid w:val="00F65A87"/>
    <w:rsid w:val="00F65F87"/>
    <w:rsid w:val="00F660B6"/>
    <w:rsid w:val="00F66152"/>
    <w:rsid w:val="00F6666B"/>
    <w:rsid w:val="00F66C1D"/>
    <w:rsid w:val="00F66F80"/>
    <w:rsid w:val="00F6709A"/>
    <w:rsid w:val="00F672AE"/>
    <w:rsid w:val="00F675ED"/>
    <w:rsid w:val="00F70589"/>
    <w:rsid w:val="00F708A6"/>
    <w:rsid w:val="00F70BF2"/>
    <w:rsid w:val="00F70D95"/>
    <w:rsid w:val="00F71F13"/>
    <w:rsid w:val="00F73CE8"/>
    <w:rsid w:val="00F73D45"/>
    <w:rsid w:val="00F74181"/>
    <w:rsid w:val="00F74827"/>
    <w:rsid w:val="00F7497C"/>
    <w:rsid w:val="00F75343"/>
    <w:rsid w:val="00F75B18"/>
    <w:rsid w:val="00F76073"/>
    <w:rsid w:val="00F76313"/>
    <w:rsid w:val="00F76319"/>
    <w:rsid w:val="00F801D7"/>
    <w:rsid w:val="00F803CC"/>
    <w:rsid w:val="00F80C1C"/>
    <w:rsid w:val="00F81381"/>
    <w:rsid w:val="00F81576"/>
    <w:rsid w:val="00F819BD"/>
    <w:rsid w:val="00F82226"/>
    <w:rsid w:val="00F82444"/>
    <w:rsid w:val="00F83243"/>
    <w:rsid w:val="00F83342"/>
    <w:rsid w:val="00F83C29"/>
    <w:rsid w:val="00F848E7"/>
    <w:rsid w:val="00F84C2D"/>
    <w:rsid w:val="00F84D06"/>
    <w:rsid w:val="00F84F2D"/>
    <w:rsid w:val="00F85567"/>
    <w:rsid w:val="00F85CE6"/>
    <w:rsid w:val="00F85E84"/>
    <w:rsid w:val="00F85F46"/>
    <w:rsid w:val="00F862BD"/>
    <w:rsid w:val="00F8769B"/>
    <w:rsid w:val="00F90BD9"/>
    <w:rsid w:val="00F9165D"/>
    <w:rsid w:val="00F9182B"/>
    <w:rsid w:val="00F91896"/>
    <w:rsid w:val="00F92530"/>
    <w:rsid w:val="00F92CEA"/>
    <w:rsid w:val="00F93A85"/>
    <w:rsid w:val="00F93B1A"/>
    <w:rsid w:val="00F93BA4"/>
    <w:rsid w:val="00F952D8"/>
    <w:rsid w:val="00F955EC"/>
    <w:rsid w:val="00F95E5D"/>
    <w:rsid w:val="00F95F69"/>
    <w:rsid w:val="00F96D5C"/>
    <w:rsid w:val="00F97BB8"/>
    <w:rsid w:val="00FA07AB"/>
    <w:rsid w:val="00FA13B6"/>
    <w:rsid w:val="00FA3923"/>
    <w:rsid w:val="00FA3973"/>
    <w:rsid w:val="00FA3C47"/>
    <w:rsid w:val="00FA3D60"/>
    <w:rsid w:val="00FA44B4"/>
    <w:rsid w:val="00FA49FA"/>
    <w:rsid w:val="00FA4F2D"/>
    <w:rsid w:val="00FA5197"/>
    <w:rsid w:val="00FA6741"/>
    <w:rsid w:val="00FA7152"/>
    <w:rsid w:val="00FA77B6"/>
    <w:rsid w:val="00FA7972"/>
    <w:rsid w:val="00FB0AF1"/>
    <w:rsid w:val="00FB0E39"/>
    <w:rsid w:val="00FB1959"/>
    <w:rsid w:val="00FB2548"/>
    <w:rsid w:val="00FB27FE"/>
    <w:rsid w:val="00FB365B"/>
    <w:rsid w:val="00FB37F1"/>
    <w:rsid w:val="00FB3861"/>
    <w:rsid w:val="00FB439D"/>
    <w:rsid w:val="00FB46C8"/>
    <w:rsid w:val="00FB4D26"/>
    <w:rsid w:val="00FB4FE8"/>
    <w:rsid w:val="00FB549A"/>
    <w:rsid w:val="00FB57BF"/>
    <w:rsid w:val="00FB63E1"/>
    <w:rsid w:val="00FB6959"/>
    <w:rsid w:val="00FB7026"/>
    <w:rsid w:val="00FB73B5"/>
    <w:rsid w:val="00FB78AA"/>
    <w:rsid w:val="00FC08C5"/>
    <w:rsid w:val="00FC0E55"/>
    <w:rsid w:val="00FC0F60"/>
    <w:rsid w:val="00FC152C"/>
    <w:rsid w:val="00FC26EC"/>
    <w:rsid w:val="00FC2ADE"/>
    <w:rsid w:val="00FC2B88"/>
    <w:rsid w:val="00FC37D3"/>
    <w:rsid w:val="00FC3C50"/>
    <w:rsid w:val="00FC3F10"/>
    <w:rsid w:val="00FC48AA"/>
    <w:rsid w:val="00FC52A9"/>
    <w:rsid w:val="00FC5612"/>
    <w:rsid w:val="00FC6422"/>
    <w:rsid w:val="00FC7144"/>
    <w:rsid w:val="00FC7458"/>
    <w:rsid w:val="00FC7EAC"/>
    <w:rsid w:val="00FD0AD9"/>
    <w:rsid w:val="00FD10F5"/>
    <w:rsid w:val="00FD1557"/>
    <w:rsid w:val="00FD1B8B"/>
    <w:rsid w:val="00FD1FA0"/>
    <w:rsid w:val="00FD2209"/>
    <w:rsid w:val="00FD240E"/>
    <w:rsid w:val="00FD2771"/>
    <w:rsid w:val="00FD27F8"/>
    <w:rsid w:val="00FD2976"/>
    <w:rsid w:val="00FD3731"/>
    <w:rsid w:val="00FD4285"/>
    <w:rsid w:val="00FD4648"/>
    <w:rsid w:val="00FD4C31"/>
    <w:rsid w:val="00FD4C7D"/>
    <w:rsid w:val="00FD64A7"/>
    <w:rsid w:val="00FD7901"/>
    <w:rsid w:val="00FE05F4"/>
    <w:rsid w:val="00FE1368"/>
    <w:rsid w:val="00FE1722"/>
    <w:rsid w:val="00FE176F"/>
    <w:rsid w:val="00FE1866"/>
    <w:rsid w:val="00FE1B76"/>
    <w:rsid w:val="00FE1BF8"/>
    <w:rsid w:val="00FE1F22"/>
    <w:rsid w:val="00FE27C7"/>
    <w:rsid w:val="00FE2F3D"/>
    <w:rsid w:val="00FE3ADA"/>
    <w:rsid w:val="00FE4895"/>
    <w:rsid w:val="00FE48BB"/>
    <w:rsid w:val="00FE4ED9"/>
    <w:rsid w:val="00FE5440"/>
    <w:rsid w:val="00FE5DF5"/>
    <w:rsid w:val="00FE60C9"/>
    <w:rsid w:val="00FE6B32"/>
    <w:rsid w:val="00FF0B8A"/>
    <w:rsid w:val="00FF1557"/>
    <w:rsid w:val="00FF18C5"/>
    <w:rsid w:val="00FF1CEF"/>
    <w:rsid w:val="00FF203A"/>
    <w:rsid w:val="00FF203C"/>
    <w:rsid w:val="00FF236F"/>
    <w:rsid w:val="00FF278A"/>
    <w:rsid w:val="00FF2E78"/>
    <w:rsid w:val="00FF2EDC"/>
    <w:rsid w:val="00FF31DF"/>
    <w:rsid w:val="00FF3CD9"/>
    <w:rsid w:val="00FF3D77"/>
    <w:rsid w:val="00FF4FCC"/>
    <w:rsid w:val="00FF5464"/>
    <w:rsid w:val="00FF55F2"/>
    <w:rsid w:val="00FF57AB"/>
    <w:rsid w:val="00FF7734"/>
    <w:rsid w:val="00FF7EAA"/>
    <w:rsid w:val="0110A252"/>
    <w:rsid w:val="01480348"/>
    <w:rsid w:val="017799B8"/>
    <w:rsid w:val="024AEFFA"/>
    <w:rsid w:val="025C55D1"/>
    <w:rsid w:val="0297D3D2"/>
    <w:rsid w:val="0344FED8"/>
    <w:rsid w:val="036017B9"/>
    <w:rsid w:val="03AF14BB"/>
    <w:rsid w:val="03E2F290"/>
    <w:rsid w:val="03F4FB69"/>
    <w:rsid w:val="047F0496"/>
    <w:rsid w:val="057BA281"/>
    <w:rsid w:val="05D152A2"/>
    <w:rsid w:val="06E90D92"/>
    <w:rsid w:val="074B336F"/>
    <w:rsid w:val="07640592"/>
    <w:rsid w:val="07DA1C3A"/>
    <w:rsid w:val="08602DB3"/>
    <w:rsid w:val="08A521D2"/>
    <w:rsid w:val="08C5EA69"/>
    <w:rsid w:val="08D77EBE"/>
    <w:rsid w:val="09181638"/>
    <w:rsid w:val="09971015"/>
    <w:rsid w:val="09A3E29D"/>
    <w:rsid w:val="09E74831"/>
    <w:rsid w:val="0A11211D"/>
    <w:rsid w:val="0AD99450"/>
    <w:rsid w:val="0AD9DF83"/>
    <w:rsid w:val="0C1FA709"/>
    <w:rsid w:val="0C90EE50"/>
    <w:rsid w:val="0C9A6D97"/>
    <w:rsid w:val="0CA70B47"/>
    <w:rsid w:val="0CEDCFD8"/>
    <w:rsid w:val="0CEFC0D0"/>
    <w:rsid w:val="0D11B754"/>
    <w:rsid w:val="0D451B55"/>
    <w:rsid w:val="0E15E365"/>
    <w:rsid w:val="0E4F640B"/>
    <w:rsid w:val="0E9EC326"/>
    <w:rsid w:val="0F617972"/>
    <w:rsid w:val="0FF231FE"/>
    <w:rsid w:val="10C07D28"/>
    <w:rsid w:val="10DD02DE"/>
    <w:rsid w:val="10E736AB"/>
    <w:rsid w:val="11F38773"/>
    <w:rsid w:val="12B49F23"/>
    <w:rsid w:val="1305167D"/>
    <w:rsid w:val="13264AB7"/>
    <w:rsid w:val="133F51D5"/>
    <w:rsid w:val="139B17B8"/>
    <w:rsid w:val="13F70320"/>
    <w:rsid w:val="14176003"/>
    <w:rsid w:val="1474901F"/>
    <w:rsid w:val="14982C3A"/>
    <w:rsid w:val="15B1E0AB"/>
    <w:rsid w:val="15FAB6F3"/>
    <w:rsid w:val="16624993"/>
    <w:rsid w:val="16F8D2AF"/>
    <w:rsid w:val="170AC41C"/>
    <w:rsid w:val="175D4C12"/>
    <w:rsid w:val="17C0B2A8"/>
    <w:rsid w:val="184F7E1C"/>
    <w:rsid w:val="188B8BB9"/>
    <w:rsid w:val="19350DEC"/>
    <w:rsid w:val="194A7340"/>
    <w:rsid w:val="198499E2"/>
    <w:rsid w:val="1A161FB8"/>
    <w:rsid w:val="1A50522B"/>
    <w:rsid w:val="1A5F0A50"/>
    <w:rsid w:val="1B367C37"/>
    <w:rsid w:val="1B522E41"/>
    <w:rsid w:val="1B6451CE"/>
    <w:rsid w:val="1BBDF935"/>
    <w:rsid w:val="1BDDE641"/>
    <w:rsid w:val="1C0DADEF"/>
    <w:rsid w:val="1C6937CB"/>
    <w:rsid w:val="1C905917"/>
    <w:rsid w:val="1D09AF9B"/>
    <w:rsid w:val="1D57A934"/>
    <w:rsid w:val="1DA1A3AB"/>
    <w:rsid w:val="1DAAF05D"/>
    <w:rsid w:val="1DDA48EE"/>
    <w:rsid w:val="1E2C4083"/>
    <w:rsid w:val="1E391FD3"/>
    <w:rsid w:val="1E4E6396"/>
    <w:rsid w:val="1EFF52F1"/>
    <w:rsid w:val="1F0A5EC5"/>
    <w:rsid w:val="1F21246F"/>
    <w:rsid w:val="1FE94C21"/>
    <w:rsid w:val="203C20FB"/>
    <w:rsid w:val="210AE7D7"/>
    <w:rsid w:val="21417DB7"/>
    <w:rsid w:val="21C83BAF"/>
    <w:rsid w:val="2272EFF8"/>
    <w:rsid w:val="22EB8B48"/>
    <w:rsid w:val="23551C36"/>
    <w:rsid w:val="2407FB21"/>
    <w:rsid w:val="24092213"/>
    <w:rsid w:val="24A2B73E"/>
    <w:rsid w:val="25491500"/>
    <w:rsid w:val="26192BA6"/>
    <w:rsid w:val="27026AB2"/>
    <w:rsid w:val="2786A29F"/>
    <w:rsid w:val="278F89AF"/>
    <w:rsid w:val="2856939C"/>
    <w:rsid w:val="28B94DC9"/>
    <w:rsid w:val="28FB0DE0"/>
    <w:rsid w:val="2935C4C8"/>
    <w:rsid w:val="297823DE"/>
    <w:rsid w:val="299AC784"/>
    <w:rsid w:val="29D25F34"/>
    <w:rsid w:val="29D58989"/>
    <w:rsid w:val="29EAAAF0"/>
    <w:rsid w:val="2A2698B2"/>
    <w:rsid w:val="2A492EE9"/>
    <w:rsid w:val="2A681EB3"/>
    <w:rsid w:val="2AAFD0DE"/>
    <w:rsid w:val="2AD88ED9"/>
    <w:rsid w:val="2C7DEF7C"/>
    <w:rsid w:val="2CB60D21"/>
    <w:rsid w:val="2D0FAD61"/>
    <w:rsid w:val="2D81475B"/>
    <w:rsid w:val="2DA8BFFB"/>
    <w:rsid w:val="2FB0D6C7"/>
    <w:rsid w:val="2FD336C5"/>
    <w:rsid w:val="306E4967"/>
    <w:rsid w:val="30762195"/>
    <w:rsid w:val="307D5D61"/>
    <w:rsid w:val="309AA569"/>
    <w:rsid w:val="30FF6EF1"/>
    <w:rsid w:val="312D6B5A"/>
    <w:rsid w:val="31ED3BA1"/>
    <w:rsid w:val="31F0C753"/>
    <w:rsid w:val="322C1EF9"/>
    <w:rsid w:val="327A48C0"/>
    <w:rsid w:val="32A319CC"/>
    <w:rsid w:val="33984523"/>
    <w:rsid w:val="3414C37B"/>
    <w:rsid w:val="343C8113"/>
    <w:rsid w:val="3447D79D"/>
    <w:rsid w:val="344B349C"/>
    <w:rsid w:val="34B85B80"/>
    <w:rsid w:val="34BCF112"/>
    <w:rsid w:val="35647DD3"/>
    <w:rsid w:val="35D6EA31"/>
    <w:rsid w:val="366C09F7"/>
    <w:rsid w:val="36CF6240"/>
    <w:rsid w:val="36FBFD36"/>
    <w:rsid w:val="377CF22E"/>
    <w:rsid w:val="37950149"/>
    <w:rsid w:val="37D8A5DD"/>
    <w:rsid w:val="38130A24"/>
    <w:rsid w:val="38C606A5"/>
    <w:rsid w:val="38F1A2BA"/>
    <w:rsid w:val="39B6BD63"/>
    <w:rsid w:val="39BA71F6"/>
    <w:rsid w:val="39BC22C0"/>
    <w:rsid w:val="39F0302F"/>
    <w:rsid w:val="3A886637"/>
    <w:rsid w:val="3A95BAC7"/>
    <w:rsid w:val="3B735608"/>
    <w:rsid w:val="3B8AFD5A"/>
    <w:rsid w:val="3B9A0FC2"/>
    <w:rsid w:val="3BCE124E"/>
    <w:rsid w:val="3BD356C9"/>
    <w:rsid w:val="3C18AD00"/>
    <w:rsid w:val="3CAC6815"/>
    <w:rsid w:val="3DCCEADF"/>
    <w:rsid w:val="3E4C531A"/>
    <w:rsid w:val="3E5FFA83"/>
    <w:rsid w:val="3FA75BA2"/>
    <w:rsid w:val="3FA8ECF2"/>
    <w:rsid w:val="3FB20331"/>
    <w:rsid w:val="404FF84C"/>
    <w:rsid w:val="4059EDB2"/>
    <w:rsid w:val="408C83C2"/>
    <w:rsid w:val="410DE472"/>
    <w:rsid w:val="41112F68"/>
    <w:rsid w:val="4151956F"/>
    <w:rsid w:val="4255E465"/>
    <w:rsid w:val="42D07E2E"/>
    <w:rsid w:val="42FD5510"/>
    <w:rsid w:val="43105AE8"/>
    <w:rsid w:val="440BFA69"/>
    <w:rsid w:val="441980D8"/>
    <w:rsid w:val="449DB44E"/>
    <w:rsid w:val="44C53D50"/>
    <w:rsid w:val="4503F46D"/>
    <w:rsid w:val="452A1B30"/>
    <w:rsid w:val="4563E1ED"/>
    <w:rsid w:val="459B4067"/>
    <w:rsid w:val="459D5A1E"/>
    <w:rsid w:val="4605544A"/>
    <w:rsid w:val="477B448D"/>
    <w:rsid w:val="47A9F873"/>
    <w:rsid w:val="47E81BD0"/>
    <w:rsid w:val="47FFE7CD"/>
    <w:rsid w:val="48195235"/>
    <w:rsid w:val="484CE8E6"/>
    <w:rsid w:val="493D9708"/>
    <w:rsid w:val="494F7C56"/>
    <w:rsid w:val="4986004B"/>
    <w:rsid w:val="49B413C8"/>
    <w:rsid w:val="4A9446D0"/>
    <w:rsid w:val="4A9C80B9"/>
    <w:rsid w:val="4AAEDE5F"/>
    <w:rsid w:val="4B22A7FF"/>
    <w:rsid w:val="4BCFC0DC"/>
    <w:rsid w:val="4C6BCA1A"/>
    <w:rsid w:val="4CE13F01"/>
    <w:rsid w:val="4D383F45"/>
    <w:rsid w:val="4D45C068"/>
    <w:rsid w:val="4D6C9AAF"/>
    <w:rsid w:val="4DC1F5C1"/>
    <w:rsid w:val="4DD7B373"/>
    <w:rsid w:val="4DDD3A1E"/>
    <w:rsid w:val="4EBAD8BA"/>
    <w:rsid w:val="4EDCE0A2"/>
    <w:rsid w:val="4EFDCA10"/>
    <w:rsid w:val="4F45A30A"/>
    <w:rsid w:val="4FB6CE3F"/>
    <w:rsid w:val="4FBD1862"/>
    <w:rsid w:val="502FE988"/>
    <w:rsid w:val="509AF41B"/>
    <w:rsid w:val="51555895"/>
    <w:rsid w:val="51E60EEF"/>
    <w:rsid w:val="51E635B9"/>
    <w:rsid w:val="528B9102"/>
    <w:rsid w:val="52D9F765"/>
    <w:rsid w:val="534F2EC4"/>
    <w:rsid w:val="53A6080D"/>
    <w:rsid w:val="5441C1DA"/>
    <w:rsid w:val="549C0385"/>
    <w:rsid w:val="54D949F6"/>
    <w:rsid w:val="5504AD77"/>
    <w:rsid w:val="55A57A94"/>
    <w:rsid w:val="5602EABB"/>
    <w:rsid w:val="56580419"/>
    <w:rsid w:val="56831351"/>
    <w:rsid w:val="56927383"/>
    <w:rsid w:val="569468DB"/>
    <w:rsid w:val="570F13F2"/>
    <w:rsid w:val="57969E10"/>
    <w:rsid w:val="58573FD6"/>
    <w:rsid w:val="586650FB"/>
    <w:rsid w:val="58B9D82C"/>
    <w:rsid w:val="58D0038A"/>
    <w:rsid w:val="590B1C6B"/>
    <w:rsid w:val="598FC3B6"/>
    <w:rsid w:val="59BBFCFC"/>
    <w:rsid w:val="59CC8220"/>
    <w:rsid w:val="59E64D95"/>
    <w:rsid w:val="5A1E69E6"/>
    <w:rsid w:val="5B8FB9C1"/>
    <w:rsid w:val="5BA47B2F"/>
    <w:rsid w:val="5C856C4B"/>
    <w:rsid w:val="5C85F695"/>
    <w:rsid w:val="5D0F648C"/>
    <w:rsid w:val="5D13730D"/>
    <w:rsid w:val="5D163DBC"/>
    <w:rsid w:val="5D46704C"/>
    <w:rsid w:val="5D66C877"/>
    <w:rsid w:val="5E0EDDDE"/>
    <w:rsid w:val="5E67714B"/>
    <w:rsid w:val="5E91FBEC"/>
    <w:rsid w:val="5F4AF6BA"/>
    <w:rsid w:val="5FC3D7DA"/>
    <w:rsid w:val="615FA18E"/>
    <w:rsid w:val="6176F2E2"/>
    <w:rsid w:val="61F838AD"/>
    <w:rsid w:val="62694F54"/>
    <w:rsid w:val="631D05DD"/>
    <w:rsid w:val="6327C607"/>
    <w:rsid w:val="638CCF1A"/>
    <w:rsid w:val="644E4003"/>
    <w:rsid w:val="64EBF008"/>
    <w:rsid w:val="65CFD5D1"/>
    <w:rsid w:val="668272B6"/>
    <w:rsid w:val="669A21D8"/>
    <w:rsid w:val="66B16A6C"/>
    <w:rsid w:val="66FC6FDA"/>
    <w:rsid w:val="675BDB92"/>
    <w:rsid w:val="67A78489"/>
    <w:rsid w:val="67B9BDB6"/>
    <w:rsid w:val="67CA5AF4"/>
    <w:rsid w:val="68610EA6"/>
    <w:rsid w:val="687C45AF"/>
    <w:rsid w:val="687D1827"/>
    <w:rsid w:val="68C62715"/>
    <w:rsid w:val="68F3EF17"/>
    <w:rsid w:val="6935ECD5"/>
    <w:rsid w:val="69843FB7"/>
    <w:rsid w:val="6995253D"/>
    <w:rsid w:val="69C20741"/>
    <w:rsid w:val="6A2D957F"/>
    <w:rsid w:val="6A31698F"/>
    <w:rsid w:val="6AB05715"/>
    <w:rsid w:val="6ADC76AB"/>
    <w:rsid w:val="6B9A722F"/>
    <w:rsid w:val="6C1408A0"/>
    <w:rsid w:val="6CC5EEA1"/>
    <w:rsid w:val="6CF8A83B"/>
    <w:rsid w:val="6D4815F4"/>
    <w:rsid w:val="6D6FC13D"/>
    <w:rsid w:val="6DA3C7BE"/>
    <w:rsid w:val="6DEFF8BC"/>
    <w:rsid w:val="6F9E7EC3"/>
    <w:rsid w:val="6FEE756C"/>
    <w:rsid w:val="715C470E"/>
    <w:rsid w:val="719D9026"/>
    <w:rsid w:val="71E4A19D"/>
    <w:rsid w:val="7270F172"/>
    <w:rsid w:val="7301406E"/>
    <w:rsid w:val="735F04BF"/>
    <w:rsid w:val="740123DE"/>
    <w:rsid w:val="740F7934"/>
    <w:rsid w:val="75A78025"/>
    <w:rsid w:val="76413FAB"/>
    <w:rsid w:val="767C2867"/>
    <w:rsid w:val="76B4A6F1"/>
    <w:rsid w:val="76B8B119"/>
    <w:rsid w:val="76E98DD2"/>
    <w:rsid w:val="778806AA"/>
    <w:rsid w:val="77AA474C"/>
    <w:rsid w:val="77B7C0FC"/>
    <w:rsid w:val="77BE40D9"/>
    <w:rsid w:val="78063BDD"/>
    <w:rsid w:val="78066FED"/>
    <w:rsid w:val="78333CF5"/>
    <w:rsid w:val="787B9406"/>
    <w:rsid w:val="78FB5423"/>
    <w:rsid w:val="790512C4"/>
    <w:rsid w:val="793E876D"/>
    <w:rsid w:val="796393BB"/>
    <w:rsid w:val="79D127B2"/>
    <w:rsid w:val="7A6D69E8"/>
    <w:rsid w:val="7A79379F"/>
    <w:rsid w:val="7AE6F77D"/>
    <w:rsid w:val="7B814736"/>
    <w:rsid w:val="7BA232E0"/>
    <w:rsid w:val="7BA4E2B9"/>
    <w:rsid w:val="7BCFFFB6"/>
    <w:rsid w:val="7C372B33"/>
    <w:rsid w:val="7C6BCE49"/>
    <w:rsid w:val="7C936159"/>
    <w:rsid w:val="7D1FBEE1"/>
    <w:rsid w:val="7D9E6F6B"/>
    <w:rsid w:val="7DA1EA7C"/>
    <w:rsid w:val="7DE184A9"/>
    <w:rsid w:val="7E26B6C2"/>
    <w:rsid w:val="7EA1FFBA"/>
    <w:rsid w:val="7EC1B725"/>
    <w:rsid w:val="7EF1C17B"/>
    <w:rsid w:val="7F32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2D4F1B"/>
  <w15:docId w15:val="{BD269F94-75AB-4860-A663-94FD53871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link w:val="FooterChar"/>
    <w:uiPriority w:val="99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BC4908"/>
    <w:rPr>
      <w:sz w:val="18"/>
    </w:rPr>
  </w:style>
  <w:style w:type="paragraph" w:styleId="Header">
    <w:name w:val="header"/>
    <w:basedOn w:val="Normal"/>
    <w:link w:val="HeaderChar"/>
    <w:uiPriority w:val="99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034A2A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034A2A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semiHidden/>
    <w:rsid w:val="00034A2A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E13DC4"/>
    <w:rPr>
      <w:rFonts w:ascii="Arial" w:eastAsia="SimSun" w:hAnsi="Arial" w:cs="Arial"/>
      <w:sz w:val="22"/>
      <w:lang w:val="en-US" w:eastAsia="zh-CN"/>
    </w:rPr>
  </w:style>
  <w:style w:type="paragraph" w:customStyle="1" w:styleId="preparedby">
    <w:name w:val="preparedby"/>
    <w:basedOn w:val="Normal"/>
    <w:next w:val="Normal"/>
    <w:rsid w:val="00E13DC4"/>
    <w:pPr>
      <w:spacing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BodyTextChar">
    <w:name w:val="Body Text Char"/>
    <w:link w:val="BodyText"/>
    <w:rsid w:val="00E13DC4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E13DC4"/>
    <w:pPr>
      <w:ind w:left="720"/>
      <w:contextualSpacing/>
    </w:pPr>
  </w:style>
  <w:style w:type="paragraph" w:customStyle="1" w:styleId="Endofdocument">
    <w:name w:val="End of document"/>
    <w:basedOn w:val="Normal"/>
    <w:rsid w:val="00737566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character" w:customStyle="1" w:styleId="description">
    <w:name w:val="description"/>
    <w:rsid w:val="00737566"/>
    <w:rPr>
      <w:rFonts w:ascii="Arial" w:hAnsi="Arial"/>
      <w:lang w:val="en-GB" w:eastAsia="en-US" w:bidi="ar-SA"/>
    </w:rPr>
  </w:style>
  <w:style w:type="paragraph" w:customStyle="1" w:styleId="Draft">
    <w:name w:val="Draft"/>
    <w:basedOn w:val="Normal"/>
    <w:link w:val="DraftChar"/>
    <w:rsid w:val="00737566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customStyle="1" w:styleId="DraftChar">
    <w:name w:val="Draft Char"/>
    <w:link w:val="Draft"/>
    <w:rsid w:val="00737566"/>
    <w:rPr>
      <w:caps/>
      <w:sz w:val="24"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6B16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B16B9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A3795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3795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3795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3795D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A3795D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2C6923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B5458B"/>
    <w:rPr>
      <w:rFonts w:ascii="Arial" w:eastAsia="SimSun" w:hAnsi="Arial" w:cs="Arial"/>
      <w:sz w:val="22"/>
      <w:lang w:val="en-US" w:eastAsia="zh-CN"/>
    </w:rPr>
  </w:style>
  <w:style w:type="character" w:customStyle="1" w:styleId="markedcontent">
    <w:name w:val="markedcontent"/>
    <w:basedOn w:val="DefaultParagraphFont"/>
    <w:rsid w:val="000E6B06"/>
  </w:style>
  <w:style w:type="character" w:styleId="UnresolvedMention">
    <w:name w:val="Unresolved Mention"/>
    <w:basedOn w:val="DefaultParagraphFont"/>
    <w:uiPriority w:val="99"/>
    <w:semiHidden/>
    <w:unhideWhenUsed/>
    <w:rsid w:val="00012E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detenamofebony@gmail.com" TargetMode="External"/><Relationship Id="rId21" Type="http://schemas.openxmlformats.org/officeDocument/2006/relationships/hyperlink" Target="mailto:horys.xavier@mirex.gov.ao" TargetMode="External"/><Relationship Id="rId42" Type="http://schemas.openxmlformats.org/officeDocument/2006/relationships/hyperlink" Target="mailto:sundeep.virdi@ised-isde.gc.ca" TargetMode="External"/><Relationship Id="rId63" Type="http://schemas.openxmlformats.org/officeDocument/2006/relationships/hyperlink" Target="mailto:cadykaisa.rivera@epa.ee" TargetMode="External"/><Relationship Id="rId84" Type="http://schemas.openxmlformats.org/officeDocument/2006/relationships/hyperlink" Target="mailto:rekha.ipo@nic.in" TargetMode="External"/><Relationship Id="rId138" Type="http://schemas.openxmlformats.org/officeDocument/2006/relationships/hyperlink" Target="mailto:june.jy.han@gmail.com" TargetMode="External"/><Relationship Id="rId159" Type="http://schemas.openxmlformats.org/officeDocument/2006/relationships/hyperlink" Target="mailto:amara.pnk@gmail.com" TargetMode="External"/><Relationship Id="rId170" Type="http://schemas.openxmlformats.org/officeDocument/2006/relationships/hyperlink" Target="mailto:yevheniia.bakhmach@nipo.gov.ua" TargetMode="External"/><Relationship Id="rId191" Type="http://schemas.openxmlformats.org/officeDocument/2006/relationships/hyperlink" Target="mailto:mr.patheba@gmail.com" TargetMode="External"/><Relationship Id="rId205" Type="http://schemas.openxmlformats.org/officeDocument/2006/relationships/hyperlink" Target="mailto:federicopisani@euroseeds.eu" TargetMode="External"/><Relationship Id="rId226" Type="http://schemas.openxmlformats.org/officeDocument/2006/relationships/hyperlink" Target="mailto:buaregh@rebeckaforsgren.se" TargetMode="External"/><Relationship Id="rId107" Type="http://schemas.openxmlformats.org/officeDocument/2006/relationships/hyperlink" Target="mailto:chiku.namelo@registrargeneral.gov.mw" TargetMode="External"/><Relationship Id="rId11" Type="http://schemas.openxmlformats.org/officeDocument/2006/relationships/image" Target="media/image1.png"/><Relationship Id="rId32" Type="http://schemas.openxmlformats.org/officeDocument/2006/relationships/hyperlink" Target="mailto:pdorji@mfa.gov.bt" TargetMode="External"/><Relationship Id="rId53" Type="http://schemas.openxmlformats.org/officeDocument/2006/relationships/hyperlink" Target="mailto:cleguizamon@sic.gov.co" TargetMode="External"/><Relationship Id="rId74" Type="http://schemas.openxmlformats.org/officeDocument/2006/relationships/hyperlink" Target="mailto:jeremie.petit@diplomatie.gouv.fr" TargetMode="External"/><Relationship Id="rId128" Type="http://schemas.openxmlformats.org/officeDocument/2006/relationships/hyperlink" Target="mailto:aurquizo@onuperuginebra.ch" TargetMode="External"/><Relationship Id="rId149" Type="http://schemas.openxmlformats.org/officeDocument/2006/relationships/hyperlink" Target="mailto:lonnie@mfat.gov.ws" TargetMode="External"/><Relationship Id="rId5" Type="http://schemas.openxmlformats.org/officeDocument/2006/relationships/numbering" Target="numbering.xml"/><Relationship Id="rId95" Type="http://schemas.openxmlformats.org/officeDocument/2006/relationships/hyperlink" Target="mailto:tsubouchi-yuka@jpo.go.jp" TargetMode="External"/><Relationship Id="rId160" Type="http://schemas.openxmlformats.org/officeDocument/2006/relationships/hyperlink" Target="mailto:waranya.s@ipthailand.go.th" TargetMode="External"/><Relationship Id="rId181" Type="http://schemas.openxmlformats.org/officeDocument/2006/relationships/hyperlink" Target="mailto:susan.isikostrba@graduateinstitute.ch" TargetMode="External"/><Relationship Id="rId216" Type="http://schemas.openxmlformats.org/officeDocument/2006/relationships/hyperlink" Target="mailto:junellorenzo@aol.com" TargetMode="External"/><Relationship Id="rId237" Type="http://schemas.openxmlformats.org/officeDocument/2006/relationships/theme" Target="theme/theme1.xml"/><Relationship Id="rId22" Type="http://schemas.openxmlformats.org/officeDocument/2006/relationships/hyperlink" Target="mailto:fmuballi@saip.gov.sa" TargetMode="External"/><Relationship Id="rId43" Type="http://schemas.openxmlformats.org/officeDocument/2006/relationships/hyperlink" Target="mailto:ivana.ivankovic@international.gc.ca" TargetMode="External"/><Relationship Id="rId64" Type="http://schemas.openxmlformats.org/officeDocument/2006/relationships/hyperlink" Target="mailto:emla@copyright.gov" TargetMode="External"/><Relationship Id="rId118" Type="http://schemas.openxmlformats.org/officeDocument/2006/relationships/hyperlink" Target="mailto:nguido2002@yahoo.fr" TargetMode="External"/><Relationship Id="rId139" Type="http://schemas.openxmlformats.org/officeDocument/2006/relationships/hyperlink" Target="mailto:ymkim524@gmail.com" TargetMode="External"/><Relationship Id="rId85" Type="http://schemas.openxmlformats.org/officeDocument/2006/relationships/hyperlink" Target="mailto:eco.genevapmi@mea.gov.in" TargetMode="External"/><Relationship Id="rId150" Type="http://schemas.openxmlformats.org/officeDocument/2006/relationships/hyperlink" Target="mailto:x.lownam@finance.gov.sc" TargetMode="External"/><Relationship Id="rId171" Type="http://schemas.openxmlformats.org/officeDocument/2006/relationships/hyperlink" Target="mailto:olha.melnyk@nipo.gov.ua" TargetMode="External"/><Relationship Id="rId192" Type="http://schemas.openxmlformats.org/officeDocument/2006/relationships/hyperlink" Target="mailto:geogassita@gmail.com" TargetMode="External"/><Relationship Id="rId206" Type="http://schemas.openxmlformats.org/officeDocument/2006/relationships/hyperlink" Target="mailto:k.kalha@ifpma.org" TargetMode="External"/><Relationship Id="rId227" Type="http://schemas.openxmlformats.org/officeDocument/2006/relationships/hyperlink" Target="mailto:lova.lundberg@sameslojdstiftelsen.com" TargetMode="External"/><Relationship Id="rId12" Type="http://schemas.openxmlformats.org/officeDocument/2006/relationships/header" Target="header1.xml"/><Relationship Id="rId33" Type="http://schemas.openxmlformats.org/officeDocument/2006/relationships/hyperlink" Target="mailto:otorrejon@mission-bolivia.ch" TargetMode="External"/><Relationship Id="rId108" Type="http://schemas.openxmlformats.org/officeDocument/2006/relationships/hyperlink" Target="mailto:joseph.gibson@mwgva.ch" TargetMode="External"/><Relationship Id="rId129" Type="http://schemas.openxmlformats.org/officeDocument/2006/relationships/hyperlink" Target="mailto:squinteros@indecopi.gob.pe" TargetMode="External"/><Relationship Id="rId54" Type="http://schemas.openxmlformats.org/officeDocument/2006/relationships/hyperlink" Target="mailto:bettymalouka29@gmail.com" TargetMode="External"/><Relationship Id="rId75" Type="http://schemas.openxmlformats.org/officeDocument/2006/relationships/hyperlink" Target="mailto:alice.guerinot@diplomatie.gouv.fr" TargetMode="External"/><Relationship Id="rId96" Type="http://schemas.openxmlformats.org/officeDocument/2006/relationships/hyperlink" Target="mailto:ono-takashi@jpo.go.jp" TargetMode="External"/><Relationship Id="rId140" Type="http://schemas.openxmlformats.org/officeDocument/2006/relationships/hyperlink" Target="mailto:dorina.colsatschi@agepi.gov.md" TargetMode="External"/><Relationship Id="rId161" Type="http://schemas.openxmlformats.org/officeDocument/2006/relationships/hyperlink" Target="mailto:staong0135@gmail.com" TargetMode="External"/><Relationship Id="rId182" Type="http://schemas.openxmlformats.org/officeDocument/2006/relationships/hyperlink" Target="mailto:mbalifar1960@gmail.com" TargetMode="External"/><Relationship Id="rId217" Type="http://schemas.openxmlformats.org/officeDocument/2006/relationships/hyperlink" Target="mailto:ovolotkevych.consultant@inta.org" TargetMode="External"/><Relationship Id="rId6" Type="http://schemas.openxmlformats.org/officeDocument/2006/relationships/styles" Target="styles.xml"/><Relationship Id="rId23" Type="http://schemas.openxmlformats.org/officeDocument/2006/relationships/hyperlink" Target="mailto:trademark@aipa.am" TargetMode="External"/><Relationship Id="rId119" Type="http://schemas.openxmlformats.org/officeDocument/2006/relationships/hyperlink" Target="mailto:amadoutankoano@gmail.com" TargetMode="External"/><Relationship Id="rId44" Type="http://schemas.openxmlformats.org/officeDocument/2006/relationships/hyperlink" Target="mailto:jessica.wagner@ised-isde.gc.ca" TargetMode="External"/><Relationship Id="rId65" Type="http://schemas.openxmlformats.org/officeDocument/2006/relationships/hyperlink" Target="mailto:corcosa@state.gov" TargetMode="External"/><Relationship Id="rId86" Type="http://schemas.openxmlformats.org/officeDocument/2006/relationships/hyperlink" Target="mailto:drsumeetgoelped@gmail.com" TargetMode="External"/><Relationship Id="rId130" Type="http://schemas.openxmlformats.org/officeDocument/2006/relationships/hyperlink" Target="mailto:felipe.carino@dfa.gov.ph" TargetMode="External"/><Relationship Id="rId151" Type="http://schemas.openxmlformats.org/officeDocument/2006/relationships/hyperlink" Target="mailto:mateja.jovic@uil-sipo.si" TargetMode="External"/><Relationship Id="rId172" Type="http://schemas.openxmlformats.org/officeDocument/2006/relationships/hyperlink" Target="mailto:sumbue.antas@vanuatumission.ch" TargetMode="External"/><Relationship Id="rId193" Type="http://schemas.openxmlformats.org/officeDocument/2006/relationships/hyperlink" Target="mailto:maeucho.quispe@gmail.com" TargetMode="External"/><Relationship Id="rId207" Type="http://schemas.openxmlformats.org/officeDocument/2006/relationships/hyperlink" Target="mailto:les.malezer@gmail.com" TargetMode="External"/><Relationship Id="rId228" Type="http://schemas.openxmlformats.org/officeDocument/2006/relationships/hyperlink" Target="mailto:johanna.njaita@sameslojdstiftelsen.com" TargetMode="External"/><Relationship Id="rId13" Type="http://schemas.openxmlformats.org/officeDocument/2006/relationships/hyperlink" Target="mailto:lefifit@dirco.gov.za" TargetMode="External"/><Relationship Id="rId109" Type="http://schemas.openxmlformats.org/officeDocument/2006/relationships/hyperlink" Target="mailto:elouakil@ompic.ma" TargetMode="External"/><Relationship Id="rId34" Type="http://schemas.openxmlformats.org/officeDocument/2006/relationships/hyperlink" Target="mailto:cristina.alexandre@itamaraty.gov.br" TargetMode="External"/><Relationship Id="rId55" Type="http://schemas.openxmlformats.org/officeDocument/2006/relationships/hyperlink" Target="mailto:ltm@dkpto.dk" TargetMode="External"/><Relationship Id="rId76" Type="http://schemas.openxmlformats.org/officeDocument/2006/relationships/hyperlink" Target="mailto:flor.garcia@wtoguatemala.ch" TargetMode="External"/><Relationship Id="rId97" Type="http://schemas.openxmlformats.org/officeDocument/2006/relationships/hyperlink" Target="mailto:yamagishi-yuma@jpo.go.jp" TargetMode="External"/><Relationship Id="rId120" Type="http://schemas.openxmlformats.org/officeDocument/2006/relationships/hyperlink" Target="mailto:d.egbufor@nigerian-mission.ch" TargetMode="External"/><Relationship Id="rId141" Type="http://schemas.openxmlformats.org/officeDocument/2006/relationships/hyperlink" Target="mailto:jana.turcan@agepi.gov.md" TargetMode="External"/><Relationship Id="rId7" Type="http://schemas.openxmlformats.org/officeDocument/2006/relationships/settings" Target="settings.xml"/><Relationship Id="rId162" Type="http://schemas.openxmlformats.org/officeDocument/2006/relationships/hyperlink" Target="mailto:prisana3601@gmail.com" TargetMode="External"/><Relationship Id="rId183" Type="http://schemas.openxmlformats.org/officeDocument/2006/relationships/hyperlink" Target="mailto:k.chomba@aatf-africa.org" TargetMode="External"/><Relationship Id="rId218" Type="http://schemas.openxmlformats.org/officeDocument/2006/relationships/hyperlink" Target="mailto:thiru@keionline.org" TargetMode="External"/><Relationship Id="rId24" Type="http://schemas.openxmlformats.org/officeDocument/2006/relationships/hyperlink" Target="mailto:a.sargsyan@mfa.am" TargetMode="External"/><Relationship Id="rId45" Type="http://schemas.openxmlformats.org/officeDocument/2006/relationships/hyperlink" Target="mailto:platorre@subrei.gob.cl" TargetMode="External"/><Relationship Id="rId66" Type="http://schemas.openxmlformats.org/officeDocument/2006/relationships/hyperlink" Target="mailto:michael.buckler@uspto.gov" TargetMode="External"/><Relationship Id="rId87" Type="http://schemas.openxmlformats.org/officeDocument/2006/relationships/hyperlink" Target="mailto:mohitdhankar.tmr@gov.in" TargetMode="External"/><Relationship Id="rId110" Type="http://schemas.openxmlformats.org/officeDocument/2006/relationships/hyperlink" Target="mailto:mauritiusembassy@bluewin.ch" TargetMode="External"/><Relationship Id="rId131" Type="http://schemas.openxmlformats.org/officeDocument/2006/relationships/hyperlink" Target="mailto:ann.edillon@ipophil.gov.ph" TargetMode="External"/><Relationship Id="rId152" Type="http://schemas.openxmlformats.org/officeDocument/2006/relationships/hyperlink" Target="mailto:thilini.jayasekara@mfa.gov.lk" TargetMode="External"/><Relationship Id="rId173" Type="http://schemas.openxmlformats.org/officeDocument/2006/relationships/hyperlink" Target="mailto:info@vanuatumission.ch" TargetMode="External"/><Relationship Id="rId194" Type="http://schemas.openxmlformats.org/officeDocument/2006/relationships/hyperlink" Target="mailto:lorena.white@docip.org" TargetMode="External"/><Relationship Id="rId208" Type="http://schemas.openxmlformats.org/officeDocument/2006/relationships/hyperlink" Target="mailto:chrissytgrant@outlook.com" TargetMode="External"/><Relationship Id="rId229" Type="http://schemas.openxmlformats.org/officeDocument/2006/relationships/hyperlink" Target="mailto:corpuz.jennifer@gmail.com" TargetMode="External"/><Relationship Id="rId14" Type="http://schemas.openxmlformats.org/officeDocument/2006/relationships/hyperlink" Target="mailto:ratshitangat@dirco.gov.za" TargetMode="External"/><Relationship Id="rId35" Type="http://schemas.openxmlformats.org/officeDocument/2006/relationships/hyperlink" Target="mailto:sergiob@inpi.gov.br" TargetMode="External"/><Relationship Id="rId56" Type="http://schemas.openxmlformats.org/officeDocument/2006/relationships/hyperlink" Target="mailto:abha@dkpto.dk" TargetMode="External"/><Relationship Id="rId77" Type="http://schemas.openxmlformats.org/officeDocument/2006/relationships/hyperlink" Target="mailto:pasante.omc@wtoguatemala.ch" TargetMode="External"/><Relationship Id="rId100" Type="http://schemas.openxmlformats.org/officeDocument/2006/relationships/hyperlink" Target="mailto:bckahuria@gmail.com" TargetMode="External"/><Relationship Id="rId8" Type="http://schemas.openxmlformats.org/officeDocument/2006/relationships/webSettings" Target="webSettings.xml"/><Relationship Id="rId98" Type="http://schemas.openxmlformats.org/officeDocument/2006/relationships/hyperlink" Target="mailto:gelfayez@jordanmission.ch" TargetMode="External"/><Relationship Id="rId121" Type="http://schemas.openxmlformats.org/officeDocument/2006/relationships/hyperlink" Target="mailto:oguamanam.chidi@gmail.com" TargetMode="External"/><Relationship Id="rId142" Type="http://schemas.openxmlformats.org/officeDocument/2006/relationships/hyperlink" Target="mailto:litdavanh.trk@gmail.com" TargetMode="External"/><Relationship Id="rId163" Type="http://schemas.openxmlformats.org/officeDocument/2006/relationships/hyperlink" Target="mailto:somisorange@gmail.com" TargetMode="External"/><Relationship Id="rId184" Type="http://schemas.openxmlformats.org/officeDocument/2006/relationships/hyperlink" Target="mailto:manu@enquire.co.nz" TargetMode="External"/><Relationship Id="rId219" Type="http://schemas.openxmlformats.org/officeDocument/2006/relationships/hyperlink" Target="mailto:perez.rodriguez@graduateinstitute.ch" TargetMode="External"/><Relationship Id="rId230" Type="http://schemas.openxmlformats.org/officeDocument/2006/relationships/hyperlink" Target="mailto:prestonh@comcast.net" TargetMode="External"/><Relationship Id="rId25" Type="http://schemas.openxmlformats.org/officeDocument/2006/relationships/hyperlink" Target="mailto:patricia.adjei@arts.gov.au" TargetMode="External"/><Relationship Id="rId46" Type="http://schemas.openxmlformats.org/officeDocument/2006/relationships/hyperlink" Target="mailto:vlobos@subrei.gob.cl" TargetMode="External"/><Relationship Id="rId67" Type="http://schemas.openxmlformats.org/officeDocument/2006/relationships/hyperlink" Target="mailto:susan.anthony@uspto.gov" TargetMode="External"/><Relationship Id="rId88" Type="http://schemas.openxmlformats.org/officeDocument/2006/relationships/hyperlink" Target="mailto:viji.asthana@csir.res.in" TargetMode="External"/><Relationship Id="rId111" Type="http://schemas.openxmlformats.org/officeDocument/2006/relationships/hyperlink" Target="mailto:dfadel@culture.gov.mr" TargetMode="External"/><Relationship Id="rId132" Type="http://schemas.openxmlformats.org/officeDocument/2006/relationships/hyperlink" Target="mailto:cristina.deguzman@ipophil.gov.ph" TargetMode="External"/><Relationship Id="rId153" Type="http://schemas.openxmlformats.org/officeDocument/2006/relationships/hyperlink" Target="mailto:directorlegalnipo@gmail.com" TargetMode="External"/><Relationship Id="rId174" Type="http://schemas.openxmlformats.org/officeDocument/2006/relationships/hyperlink" Target="mailto:hamidmaomar@gmail.com" TargetMode="External"/><Relationship Id="rId195" Type="http://schemas.openxmlformats.org/officeDocument/2006/relationships/hyperlink" Target="mailto:jav@humanisthme.org" TargetMode="External"/><Relationship Id="rId209" Type="http://schemas.openxmlformats.org/officeDocument/2006/relationships/hyperlink" Target="mailto:sflynn@wcl.american.edu" TargetMode="External"/><Relationship Id="rId190" Type="http://schemas.openxmlformats.org/officeDocument/2006/relationships/hyperlink" Target="mailto:association-adaco@outlook.com" TargetMode="External"/><Relationship Id="rId204" Type="http://schemas.openxmlformats.org/officeDocument/2006/relationships/hyperlink" Target="mailto:shulnatasha@yandex.ru" TargetMode="External"/><Relationship Id="rId220" Type="http://schemas.openxmlformats.org/officeDocument/2006/relationships/hyperlink" Target="mailto:ndambamusa@gmail.com" TargetMode="External"/><Relationship Id="rId225" Type="http://schemas.openxmlformats.org/officeDocument/2006/relationships/hyperlink" Target="mailto:eirik.larsen@saamicouncil.net" TargetMode="External"/><Relationship Id="rId15" Type="http://schemas.openxmlformats.org/officeDocument/2006/relationships/hyperlink" Target="mailto:tinyikok@dsac.gov.za" TargetMode="External"/><Relationship Id="rId36" Type="http://schemas.openxmlformats.org/officeDocument/2006/relationships/hyperlink" Target="mailto:cheeleong.chan@mfa.gov.bn" TargetMode="External"/><Relationship Id="rId57" Type="http://schemas.openxmlformats.org/officeDocument/2006/relationships/hyperlink" Target="mailto:coralia.osegueda@economia.gob.sv" TargetMode="External"/><Relationship Id="rId106" Type="http://schemas.openxmlformats.org/officeDocument/2006/relationships/hyperlink" Target="mailto:suraya@myipo.gov.my" TargetMode="External"/><Relationship Id="rId127" Type="http://schemas.openxmlformats.org/officeDocument/2006/relationships/hyperlink" Target="mailto:pbalbuena@misionparaguayomc.ch" TargetMode="External"/><Relationship Id="rId10" Type="http://schemas.openxmlformats.org/officeDocument/2006/relationships/endnotes" Target="endnotes.xml"/><Relationship Id="rId31" Type="http://schemas.openxmlformats.org/officeDocument/2006/relationships/hyperlink" Target="mailto:natacha.lenaerts@economie.fgov.be" TargetMode="External"/><Relationship Id="rId52" Type="http://schemas.openxmlformats.org/officeDocument/2006/relationships/hyperlink" Target="mailto:2092982747@qq.com" TargetMode="External"/><Relationship Id="rId73" Type="http://schemas.openxmlformats.org/officeDocument/2006/relationships/hyperlink" Target="mailto:kalle.varis@gmail.com" TargetMode="External"/><Relationship Id="rId78" Type="http://schemas.openxmlformats.org/officeDocument/2006/relationships/hyperlink" Target="mailto:basindong@gmail.com" TargetMode="External"/><Relationship Id="rId94" Type="http://schemas.openxmlformats.org/officeDocument/2006/relationships/hyperlink" Target="mailto:oyama-yoshinari@jpo.go.jp" TargetMode="External"/><Relationship Id="rId99" Type="http://schemas.openxmlformats.org/officeDocument/2006/relationships/hyperlink" Target="mailto:makazhanmarzhan1987@gmail.com" TargetMode="External"/><Relationship Id="rId101" Type="http://schemas.openxmlformats.org/officeDocument/2006/relationships/hyperlink" Target="mailto:slakiss@economy.gov.lb" TargetMode="External"/><Relationship Id="rId122" Type="http://schemas.openxmlformats.org/officeDocument/2006/relationships/hyperlink" Target="mailto:laine.fisher@tpk.govt.nz" TargetMode="External"/><Relationship Id="rId143" Type="http://schemas.openxmlformats.org/officeDocument/2006/relationships/hyperlink" Target="mailto:thongmala.k.s@gmail.com" TargetMode="External"/><Relationship Id="rId148" Type="http://schemas.openxmlformats.org/officeDocument/2006/relationships/hyperlink" Target="mailto:iptrade@nuntiusge.org" TargetMode="External"/><Relationship Id="rId164" Type="http://schemas.openxmlformats.org/officeDocument/2006/relationships/hyperlink" Target="mailto:kavish.seetahal@ipo.gov.tt" TargetMode="External"/><Relationship Id="rId169" Type="http://schemas.openxmlformats.org/officeDocument/2006/relationships/hyperlink" Target="mailto:halyna.stetska@nipo.gov.ua" TargetMode="External"/><Relationship Id="rId185" Type="http://schemas.openxmlformats.org/officeDocument/2006/relationships/hyperlink" Target="mailto:bibibarba.bb@gmail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hyperlink" Target="mailto:ianpatrickgoss@gmail.com" TargetMode="External"/><Relationship Id="rId210" Type="http://schemas.openxmlformats.org/officeDocument/2006/relationships/hyperlink" Target="mailto:madeleine.scherb@gmail.com" TargetMode="External"/><Relationship Id="rId215" Type="http://schemas.openxmlformats.org/officeDocument/2006/relationships/hyperlink" Target="mailto:angull2002@yahoo.com" TargetMode="External"/><Relationship Id="rId236" Type="http://schemas.openxmlformats.org/officeDocument/2006/relationships/fontTable" Target="fontTable.xml"/><Relationship Id="rId26" Type="http://schemas.openxmlformats.org/officeDocument/2006/relationships/hyperlink" Target="mailto:emily.mcdonald@dfat.gov.au" TargetMode="External"/><Relationship Id="rId231" Type="http://schemas.openxmlformats.org/officeDocument/2006/relationships/hyperlink" Target="mailto:aaronjones@tulaliptribes-nsn.gov" TargetMode="External"/><Relationship Id="rId47" Type="http://schemas.openxmlformats.org/officeDocument/2006/relationships/hyperlink" Target="mailto:huanqi@cnipa.gov.cn" TargetMode="External"/><Relationship Id="rId68" Type="http://schemas.openxmlformats.org/officeDocument/2006/relationships/hyperlink" Target="mailto:frewha@gmail.com" TargetMode="External"/><Relationship Id="rId89" Type="http://schemas.openxmlformats.org/officeDocument/2006/relationships/hyperlink" Target="mailto:suchetanab.ipo@gov.in" TargetMode="External"/><Relationship Id="rId112" Type="http://schemas.openxmlformats.org/officeDocument/2006/relationships/hyperlink" Target="mailto:mireyes@inpi.gob.mx" TargetMode="External"/><Relationship Id="rId133" Type="http://schemas.openxmlformats.org/officeDocument/2006/relationships/hyperlink" Target="mailto:fatima.mamangon@ipophil.gov.ph" TargetMode="External"/><Relationship Id="rId154" Type="http://schemas.openxmlformats.org/officeDocument/2006/relationships/hyperlink" Target="mailto:pornpimol@thaiwto.com" TargetMode="External"/><Relationship Id="rId175" Type="http://schemas.openxmlformats.org/officeDocument/2006/relationships/hyperlink" Target="mailto:munoz@southcentre.int" TargetMode="External"/><Relationship Id="rId196" Type="http://schemas.openxmlformats.org/officeDocument/2006/relationships/hyperlink" Target="mailto:laudipa@gmail.com" TargetMode="External"/><Relationship Id="rId200" Type="http://schemas.openxmlformats.org/officeDocument/2006/relationships/hyperlink" Target="mailto:j.forero@ecohumanita.ch" TargetMode="External"/><Relationship Id="rId16" Type="http://schemas.openxmlformats.org/officeDocument/2006/relationships/hyperlink" Target="mailto:bessiem@dsac.gov.za" TargetMode="External"/><Relationship Id="rId221" Type="http://schemas.openxmlformats.org/officeDocument/2006/relationships/hyperlink" Target="mailto:suenoe@narf.org" TargetMode="External"/><Relationship Id="rId37" Type="http://schemas.openxmlformats.org/officeDocument/2006/relationships/hyperlink" Target="mailto:kanjoshaddy05@gmail.com" TargetMode="External"/><Relationship Id="rId58" Type="http://schemas.openxmlformats.org/officeDocument/2006/relationships/hyperlink" Target="mailto:pcmosquera@senadi.gob.ec" TargetMode="External"/><Relationship Id="rId79" Type="http://schemas.openxmlformats.org/officeDocument/2006/relationships/hyperlink" Target="mailto:rivkagabr@gmail.com" TargetMode="External"/><Relationship Id="rId102" Type="http://schemas.openxmlformats.org/officeDocument/2006/relationships/hyperlink" Target="mailto:aliwa.algrib@gmail.com" TargetMode="External"/><Relationship Id="rId123" Type="http://schemas.openxmlformats.org/officeDocument/2006/relationships/hyperlink" Target="mailto:danielle.bambro@tpk.govt.nz" TargetMode="External"/><Relationship Id="rId144" Type="http://schemas.openxmlformats.org/officeDocument/2006/relationships/hyperlink" Target="mailto:wgoico@mirex.gob.do" TargetMode="External"/><Relationship Id="rId90" Type="http://schemas.openxmlformats.org/officeDocument/2006/relationships/hyperlink" Target="mailto:sadeghazmandian@gmail.com" TargetMode="External"/><Relationship Id="rId165" Type="http://schemas.openxmlformats.org/officeDocument/2006/relationships/hyperlink" Target="mailto:serpil.cinar@ktb.gov.tr" TargetMode="External"/><Relationship Id="rId186" Type="http://schemas.openxmlformats.org/officeDocument/2006/relationships/hyperlink" Target="mailto:greed@afn.ca" TargetMode="External"/><Relationship Id="rId211" Type="http://schemas.openxmlformats.org/officeDocument/2006/relationships/hyperlink" Target="mailto:inbrapi.gva@gmail.com" TargetMode="External"/><Relationship Id="rId232" Type="http://schemas.openxmlformats.org/officeDocument/2006/relationships/hyperlink" Target="mailto:agobin@tulaliptribes-nsn.gov" TargetMode="External"/><Relationship Id="rId27" Type="http://schemas.openxmlformats.org/officeDocument/2006/relationships/hyperlink" Target="mailto:selena.kurnorth@ipaustralia.gov.au" TargetMode="External"/><Relationship Id="rId48" Type="http://schemas.openxmlformats.org/officeDocument/2006/relationships/hyperlink" Target="mailto:hushuang@ncac.gov.cn" TargetMode="External"/><Relationship Id="rId69" Type="http://schemas.openxmlformats.org/officeDocument/2006/relationships/hyperlink" Target="mailto:elenatomash@gmail.com" TargetMode="External"/><Relationship Id="rId113" Type="http://schemas.openxmlformats.org/officeDocument/2006/relationships/hyperlink" Target="mailto:arcalvo@inpi.gob.mx" TargetMode="External"/><Relationship Id="rId134" Type="http://schemas.openxmlformats.org/officeDocument/2006/relationships/hyperlink" Target="mailto:kfakhroo@moci.gov.qa" TargetMode="External"/><Relationship Id="rId80" Type="http://schemas.openxmlformats.org/officeDocument/2006/relationships/hyperlink" Target="mailto:eduardo.campos@hondurasginebra.ch" TargetMode="External"/><Relationship Id="rId155" Type="http://schemas.openxmlformats.org/officeDocument/2006/relationships/hyperlink" Target="mailto:law@finearts.go.th" TargetMode="External"/><Relationship Id="rId176" Type="http://schemas.openxmlformats.org/officeDocument/2006/relationships/hyperlink" Target="mailto:syam@southcentre.int" TargetMode="External"/><Relationship Id="rId197" Type="http://schemas.openxmlformats.org/officeDocument/2006/relationships/hyperlink" Target="mailto:djm.translations@gmail.com" TargetMode="External"/><Relationship Id="rId201" Type="http://schemas.openxmlformats.org/officeDocument/2006/relationships/hyperlink" Target="mailto:c.gil@ecohumanita.ch" TargetMode="External"/><Relationship Id="rId222" Type="http://schemas.openxmlformats.org/officeDocument/2006/relationships/hyperlink" Target="mailto:jessica.lai@vuw.ac.nz" TargetMode="External"/><Relationship Id="rId17" Type="http://schemas.openxmlformats.org/officeDocument/2006/relationships/hyperlink" Target="mailto:brunilda.cuko@dppi.gov.al" TargetMode="External"/><Relationship Id="rId38" Type="http://schemas.openxmlformats.org/officeDocument/2006/relationships/hyperlink" Target="mailto:frank_ponka@yahoo.fr" TargetMode="External"/><Relationship Id="rId59" Type="http://schemas.openxmlformats.org/officeDocument/2006/relationships/hyperlink" Target="mailto:lutitiaj@cancilleria.gob.ec" TargetMode="External"/><Relationship Id="rId103" Type="http://schemas.openxmlformats.org/officeDocument/2006/relationships/hyperlink" Target="mailto:zivile.plyciute@lrkm.lt" TargetMode="External"/><Relationship Id="rId124" Type="http://schemas.openxmlformats.org/officeDocument/2006/relationships/hyperlink" Target="mailto:kafunjo@ursb.go.ug" TargetMode="External"/><Relationship Id="rId70" Type="http://schemas.openxmlformats.org/officeDocument/2006/relationships/hyperlink" Target="mailto:keleni.seruvatu@fijiprunog.ch" TargetMode="External"/><Relationship Id="rId91" Type="http://schemas.openxmlformats.org/officeDocument/2006/relationships/hyperlink" Target="mailto:pegah_119@yahoo.com" TargetMode="External"/><Relationship Id="rId145" Type="http://schemas.openxmlformats.org/officeDocument/2006/relationships/hyperlink" Target="mailto:aregalado@mirex.gob.do" TargetMode="External"/><Relationship Id="rId166" Type="http://schemas.openxmlformats.org/officeDocument/2006/relationships/hyperlink" Target="mailto:nazan.onder@ktb.gov.tr" TargetMode="External"/><Relationship Id="rId187" Type="http://schemas.openxmlformats.org/officeDocument/2006/relationships/hyperlink" Target="mailto:dplehn@eckertseamans.com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mailto:geisets@hotmail.com" TargetMode="External"/><Relationship Id="rId233" Type="http://schemas.openxmlformats.org/officeDocument/2006/relationships/hyperlink" Target="mailto:abbe.brown@adn.ac.uk" TargetMode="External"/><Relationship Id="rId28" Type="http://schemas.openxmlformats.org/officeDocument/2006/relationships/hyperlink" Target="mailto:malmannai@moic.gov.bh" TargetMode="External"/><Relationship Id="rId49" Type="http://schemas.openxmlformats.org/officeDocument/2006/relationships/hyperlink" Target="mailto:970981126@qq.com" TargetMode="External"/><Relationship Id="rId114" Type="http://schemas.openxmlformats.org/officeDocument/2006/relationships/hyperlink" Target="mailto:cgarciab@inpi.gob.mx" TargetMode="External"/><Relationship Id="rId60" Type="http://schemas.openxmlformats.org/officeDocument/2006/relationships/hyperlink" Target="mailto:covadonga.perlado@oepm.es" TargetMode="External"/><Relationship Id="rId81" Type="http://schemas.openxmlformats.org/officeDocument/2006/relationships/hyperlink" Target="mailto:krisztina.kovacs@hipo.gov.hu" TargetMode="External"/><Relationship Id="rId135" Type="http://schemas.openxmlformats.org/officeDocument/2006/relationships/hyperlink" Target="mailto:hychoi77@korea.kr" TargetMode="External"/><Relationship Id="rId156" Type="http://schemas.openxmlformats.org/officeDocument/2006/relationships/hyperlink" Target="mailto:pakwan@thaiwto.com" TargetMode="External"/><Relationship Id="rId177" Type="http://schemas.openxmlformats.org/officeDocument/2006/relationships/hyperlink" Target="mailto:tobias.kiene@fao.org" TargetMode="External"/><Relationship Id="rId198" Type="http://schemas.openxmlformats.org/officeDocument/2006/relationships/hyperlink" Target="mailto:violetafonsecaocampos@gmail.com" TargetMode="External"/><Relationship Id="rId202" Type="http://schemas.openxmlformats.org/officeDocument/2006/relationships/hyperlink" Target="mailto:projet@ecohumanita.ch" TargetMode="External"/><Relationship Id="rId223" Type="http://schemas.openxmlformats.org/officeDocument/2006/relationships/hyperlink" Target="mailto:nolafaasau@gmail.com" TargetMode="External"/><Relationship Id="rId18" Type="http://schemas.openxmlformats.org/officeDocument/2006/relationships/hyperlink" Target="mailto:aida.qefalia@dppi.gov.al" TargetMode="External"/><Relationship Id="rId39" Type="http://schemas.openxmlformats.org/officeDocument/2006/relationships/hyperlink" Target="mailto:christina.adam@ised-isde.gc.ca" TargetMode="External"/><Relationship Id="rId50" Type="http://schemas.openxmlformats.org/officeDocument/2006/relationships/hyperlink" Target="mailto:chenfuxin@cnipa.gov.cn" TargetMode="External"/><Relationship Id="rId104" Type="http://schemas.openxmlformats.org/officeDocument/2006/relationships/hyperlink" Target="mailto:eljesa.neziri@ippo.gov.mk" TargetMode="External"/><Relationship Id="rId125" Type="http://schemas.openxmlformats.org/officeDocument/2006/relationships/hyperlink" Target="mailto:zoe.kirunda@ugandamission.ch" TargetMode="External"/><Relationship Id="rId146" Type="http://schemas.openxmlformats.org/officeDocument/2006/relationships/hyperlink" Target="mailto:adela.faladova@mk.gov.cz" TargetMode="External"/><Relationship Id="rId167" Type="http://schemas.openxmlformats.org/officeDocument/2006/relationships/hyperlink" Target="mailto:aykut.ordukaya@tarimorman.gov.tr" TargetMode="External"/><Relationship Id="rId188" Type="http://schemas.openxmlformats.org/officeDocument/2006/relationships/hyperlink" Target="mailto:claireline.lallemand.ext@apram.com" TargetMode="External"/><Relationship Id="rId71" Type="http://schemas.openxmlformats.org/officeDocument/2006/relationships/hyperlink" Target="mailto:anna.vuopala@gov.fi" TargetMode="External"/><Relationship Id="rId92" Type="http://schemas.openxmlformats.org/officeDocument/2006/relationships/hyperlink" Target="mailto:delfina.autiero@mise.gov.it" TargetMode="External"/><Relationship Id="rId213" Type="http://schemas.openxmlformats.org/officeDocument/2006/relationships/hyperlink" Target="mailto:inbrapi.gva@gmail.com" TargetMode="External"/><Relationship Id="rId234" Type="http://schemas.openxmlformats.org/officeDocument/2006/relationships/hyperlink" Target="mailto:westindiantribalsociety@gmail.com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mailto:aduferei@moic.gov.bh" TargetMode="External"/><Relationship Id="rId40" Type="http://schemas.openxmlformats.org/officeDocument/2006/relationships/hyperlink" Target="mailto:stephan.paape@pch.gc.ca" TargetMode="External"/><Relationship Id="rId115" Type="http://schemas.openxmlformats.org/officeDocument/2006/relationships/hyperlink" Target="mailto:uyanga@ipom.gov.mn" TargetMode="External"/><Relationship Id="rId136" Type="http://schemas.openxmlformats.org/officeDocument/2006/relationships/hyperlink" Target="mailto:yoonjeeyoung@korea.kr" TargetMode="External"/><Relationship Id="rId157" Type="http://schemas.openxmlformats.org/officeDocument/2006/relationships/hyperlink" Target="mailto:daorerk.p@gmail.com" TargetMode="External"/><Relationship Id="rId178" Type="http://schemas.openxmlformats.org/officeDocument/2006/relationships/hyperlink" Target="mailto:vkulikov@eapo.org" TargetMode="External"/><Relationship Id="rId61" Type="http://schemas.openxmlformats.org/officeDocument/2006/relationships/hyperlink" Target="mailto:carmen.martinez@maec.es" TargetMode="External"/><Relationship Id="rId82" Type="http://schemas.openxmlformats.org/officeDocument/2006/relationships/hyperlink" Target="mailto:dora.balogh@hipo.gov.hu" TargetMode="External"/><Relationship Id="rId199" Type="http://schemas.openxmlformats.org/officeDocument/2006/relationships/hyperlink" Target="mailto:ixchel.gil@gmail.com" TargetMode="External"/><Relationship Id="rId203" Type="http://schemas.openxmlformats.org/officeDocument/2006/relationships/hyperlink" Target="mailto:fabyforever1987@yahoo.es" TargetMode="External"/><Relationship Id="rId19" Type="http://schemas.openxmlformats.org/officeDocument/2006/relationships/hyperlink" Target="mailto:cmedicus@gmx.de" TargetMode="External"/><Relationship Id="rId224" Type="http://schemas.openxmlformats.org/officeDocument/2006/relationships/hyperlink" Target="mailto:maxine.hunter@pifs-geneva.ch" TargetMode="External"/><Relationship Id="rId30" Type="http://schemas.openxmlformats.org/officeDocument/2006/relationships/hyperlink" Target="mailto:sofie.ravaglia@diplobel.fed.be" TargetMode="External"/><Relationship Id="rId105" Type="http://schemas.openxmlformats.org/officeDocument/2006/relationships/hyperlink" Target="mailto:ardijan.beluli@ippo.gov.mk" TargetMode="External"/><Relationship Id="rId126" Type="http://schemas.openxmlformats.org/officeDocument/2006/relationships/hyperlink" Target="mailto:dani.hauron@gmail.com" TargetMode="External"/><Relationship Id="rId147" Type="http://schemas.openxmlformats.org/officeDocument/2006/relationships/hyperlink" Target="mailto:nadia.vally@ipo.gov.uk" TargetMode="External"/><Relationship Id="rId168" Type="http://schemas.openxmlformats.org/officeDocument/2006/relationships/hyperlink" Target="mailto:bogdan.paduchak@nipo.gov.ua" TargetMode="External"/><Relationship Id="rId51" Type="http://schemas.openxmlformats.org/officeDocument/2006/relationships/hyperlink" Target="mailto:liyu_13@cnipa.gov.cn" TargetMode="External"/><Relationship Id="rId72" Type="http://schemas.openxmlformats.org/officeDocument/2006/relationships/hyperlink" Target="mailto:jukka@liedes.fi" TargetMode="External"/><Relationship Id="rId93" Type="http://schemas.openxmlformats.org/officeDocument/2006/relationships/hyperlink" Target="mailto:felice.piscitello@esteri.it" TargetMode="External"/><Relationship Id="rId189" Type="http://schemas.openxmlformats.org/officeDocument/2006/relationships/hyperlink" Target="mailto:nkoomonef1@yahoo.fr" TargetMode="External"/><Relationship Id="rId3" Type="http://schemas.openxmlformats.org/officeDocument/2006/relationships/customXml" Target="../customXml/item3.xml"/><Relationship Id="rId214" Type="http://schemas.openxmlformats.org/officeDocument/2006/relationships/hyperlink" Target="mailto:vikas@saraswat.co.in" TargetMode="External"/><Relationship Id="rId235" Type="http://schemas.openxmlformats.org/officeDocument/2006/relationships/header" Target="header2.xml"/><Relationship Id="rId116" Type="http://schemas.openxmlformats.org/officeDocument/2006/relationships/hyperlink" Target="mailto:marilyntialedeireragea@gmail.com" TargetMode="External"/><Relationship Id="rId137" Type="http://schemas.openxmlformats.org/officeDocument/2006/relationships/hyperlink" Target="mailto:xinhwa@korea.kr" TargetMode="External"/><Relationship Id="rId158" Type="http://schemas.openxmlformats.org/officeDocument/2006/relationships/hyperlink" Target="mailto:oicdtam@gmail.com" TargetMode="External"/><Relationship Id="rId20" Type="http://schemas.openxmlformats.org/officeDocument/2006/relationships/hyperlink" Target="mailto:thomas.reitinger@dpma.de" TargetMode="External"/><Relationship Id="rId41" Type="http://schemas.openxmlformats.org/officeDocument/2006/relationships/hyperlink" Target="mailto:leonie.derome@international.gc.ca" TargetMode="External"/><Relationship Id="rId62" Type="http://schemas.openxmlformats.org/officeDocument/2006/relationships/hyperlink" Target="mailto:cristina.granda@cultura.gob.es" TargetMode="External"/><Relationship Id="rId83" Type="http://schemas.openxmlformats.org/officeDocument/2006/relationships/hyperlink" Target="mailto:kawakami.johnathen@rmiagoffice.com" TargetMode="External"/><Relationship Id="rId179" Type="http://schemas.openxmlformats.org/officeDocument/2006/relationships/hyperlink" Target="mailto:duenase@who.int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grtkf@wipo.int" TargetMode="External"/><Relationship Id="rId1" Type="http://schemas.openxmlformats.org/officeDocument/2006/relationships/hyperlink" Target="mailto:grtkf@wipo.in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F-E)%20Accessibl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F29243A96E14482C5EFC83DBCBE98" ma:contentTypeVersion="6" ma:contentTypeDescription="Create a new document." ma:contentTypeScope="" ma:versionID="28b5e85e2e7e4143a9597ffa704aba34">
  <xsd:schema xmlns:xsd="http://www.w3.org/2001/XMLSchema" xmlns:xs="http://www.w3.org/2001/XMLSchema" xmlns:p="http://schemas.microsoft.com/office/2006/metadata/properties" xmlns:ns2="427772ab-046e-46fe-9a8c-78f875bcc8da" xmlns:ns3="090d5ca1-8ee5-4bb4-9803-f62c567cf24f" targetNamespace="http://schemas.microsoft.com/office/2006/metadata/properties" ma:root="true" ma:fieldsID="157c6202c3ca443d498ce1d5abc83f11" ns2:_="" ns3:_="">
    <xsd:import namespace="427772ab-046e-46fe-9a8c-78f875bcc8da"/>
    <xsd:import namespace="090d5ca1-8ee5-4bb4-9803-f62c567cf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772ab-046e-46fe-9a8c-78f875bcc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d5ca1-8ee5-4bb4-9803-f62c567cf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755DD1-F6C1-42F5-BFCC-C293154441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873514-1515-47FF-A2E4-C9F7DE062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6F2825-AA01-4775-A47E-331E311B8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7772ab-046e-46fe-9a8c-78f875bcc8da"/>
    <ds:schemaRef ds:uri="090d5ca1-8ee5-4bb4-9803-f62c567cf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CEF1A7-F743-4AC7-BD24-637C4A4517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(F-E) Accessible</Template>
  <TotalTime>4276</TotalTime>
  <Pages>29</Pages>
  <Words>5196</Words>
  <Characters>52189</Characters>
  <Application>Microsoft Office Word</Application>
  <DocSecurity>0</DocSecurity>
  <Lines>434</Lines>
  <Paragraphs>114</Paragraphs>
  <ScaleCrop>false</ScaleCrop>
  <Company>WIPO</Company>
  <LinksUpToDate>false</LinksUpToDate>
  <CharactersWithSpaces>57271</CharactersWithSpaces>
  <SharedDoc>false</SharedDoc>
  <HLinks>
    <vt:vector size="1590" baseType="variant">
      <vt:variant>
        <vt:i4>2752522</vt:i4>
      </vt:variant>
      <vt:variant>
        <vt:i4>792</vt:i4>
      </vt:variant>
      <vt:variant>
        <vt:i4>0</vt:i4>
      </vt:variant>
      <vt:variant>
        <vt:i4>5</vt:i4>
      </vt:variant>
      <vt:variant>
        <vt:lpwstr>mailto:monicamoisin@culturalintellectualproperty.com</vt:lpwstr>
      </vt:variant>
      <vt:variant>
        <vt:lpwstr/>
      </vt:variant>
      <vt:variant>
        <vt:i4>1966137</vt:i4>
      </vt:variant>
      <vt:variant>
        <vt:i4>789</vt:i4>
      </vt:variant>
      <vt:variant>
        <vt:i4>0</vt:i4>
      </vt:variant>
      <vt:variant>
        <vt:i4>5</vt:i4>
      </vt:variant>
      <vt:variant>
        <vt:lpwstr>mailto:westindiantribalsociety@gmail.com</vt:lpwstr>
      </vt:variant>
      <vt:variant>
        <vt:lpwstr/>
      </vt:variant>
      <vt:variant>
        <vt:i4>1114225</vt:i4>
      </vt:variant>
      <vt:variant>
        <vt:i4>786</vt:i4>
      </vt:variant>
      <vt:variant>
        <vt:i4>0</vt:i4>
      </vt:variant>
      <vt:variant>
        <vt:i4>5</vt:i4>
      </vt:variant>
      <vt:variant>
        <vt:lpwstr>mailto:ved.france@gmail.com</vt:lpwstr>
      </vt:variant>
      <vt:variant>
        <vt:lpwstr/>
      </vt:variant>
      <vt:variant>
        <vt:i4>5636206</vt:i4>
      </vt:variant>
      <vt:variant>
        <vt:i4>783</vt:i4>
      </vt:variant>
      <vt:variant>
        <vt:i4>0</vt:i4>
      </vt:variant>
      <vt:variant>
        <vt:i4>5</vt:i4>
      </vt:variant>
      <vt:variant>
        <vt:lpwstr>mailto:abbe.brown@adn.ac.uk</vt:lpwstr>
      </vt:variant>
      <vt:variant>
        <vt:lpwstr/>
      </vt:variant>
      <vt:variant>
        <vt:i4>1769530</vt:i4>
      </vt:variant>
      <vt:variant>
        <vt:i4>780</vt:i4>
      </vt:variant>
      <vt:variant>
        <vt:i4>0</vt:i4>
      </vt:variant>
      <vt:variant>
        <vt:i4>5</vt:i4>
      </vt:variant>
      <vt:variant>
        <vt:lpwstr>mailto:uparedorganisation2013@gmail.com</vt:lpwstr>
      </vt:variant>
      <vt:variant>
        <vt:lpwstr/>
      </vt:variant>
      <vt:variant>
        <vt:i4>1769530</vt:i4>
      </vt:variant>
      <vt:variant>
        <vt:i4>777</vt:i4>
      </vt:variant>
      <vt:variant>
        <vt:i4>0</vt:i4>
      </vt:variant>
      <vt:variant>
        <vt:i4>5</vt:i4>
      </vt:variant>
      <vt:variant>
        <vt:lpwstr>mailto:uparedorganisation2013@gmail.com</vt:lpwstr>
      </vt:variant>
      <vt:variant>
        <vt:lpwstr/>
      </vt:variant>
      <vt:variant>
        <vt:i4>6225953</vt:i4>
      </vt:variant>
      <vt:variant>
        <vt:i4>774</vt:i4>
      </vt:variant>
      <vt:variant>
        <vt:i4>0</vt:i4>
      </vt:variant>
      <vt:variant>
        <vt:i4>5</vt:i4>
      </vt:variant>
      <vt:variant>
        <vt:lpwstr>mailto:agobin@tulaliptribes-nsn.gov</vt:lpwstr>
      </vt:variant>
      <vt:variant>
        <vt:lpwstr/>
      </vt:variant>
      <vt:variant>
        <vt:i4>5177395</vt:i4>
      </vt:variant>
      <vt:variant>
        <vt:i4>771</vt:i4>
      </vt:variant>
      <vt:variant>
        <vt:i4>0</vt:i4>
      </vt:variant>
      <vt:variant>
        <vt:i4>5</vt:i4>
      </vt:variant>
      <vt:variant>
        <vt:lpwstr>mailto:aaronjones@tulaliptribes-nsn.gov</vt:lpwstr>
      </vt:variant>
      <vt:variant>
        <vt:lpwstr/>
      </vt:variant>
      <vt:variant>
        <vt:i4>1638457</vt:i4>
      </vt:variant>
      <vt:variant>
        <vt:i4>768</vt:i4>
      </vt:variant>
      <vt:variant>
        <vt:i4>0</vt:i4>
      </vt:variant>
      <vt:variant>
        <vt:i4>5</vt:i4>
      </vt:variant>
      <vt:variant>
        <vt:lpwstr>mailto:prestonh@comcast.net</vt:lpwstr>
      </vt:variant>
      <vt:variant>
        <vt:lpwstr/>
      </vt:variant>
      <vt:variant>
        <vt:i4>5439522</vt:i4>
      </vt:variant>
      <vt:variant>
        <vt:i4>765</vt:i4>
      </vt:variant>
      <vt:variant>
        <vt:i4>0</vt:i4>
      </vt:variant>
      <vt:variant>
        <vt:i4>5</vt:i4>
      </vt:variant>
      <vt:variant>
        <vt:lpwstr>mailto:corpuz.jennifer@gmail.com</vt:lpwstr>
      </vt:variant>
      <vt:variant>
        <vt:lpwstr/>
      </vt:variant>
      <vt:variant>
        <vt:i4>7340041</vt:i4>
      </vt:variant>
      <vt:variant>
        <vt:i4>762</vt:i4>
      </vt:variant>
      <vt:variant>
        <vt:i4>0</vt:i4>
      </vt:variant>
      <vt:variant>
        <vt:i4>5</vt:i4>
      </vt:variant>
      <vt:variant>
        <vt:lpwstr>mailto:johanna.njaita@sameslojdstiftelsen.com</vt:lpwstr>
      </vt:variant>
      <vt:variant>
        <vt:lpwstr/>
      </vt:variant>
      <vt:variant>
        <vt:i4>4653106</vt:i4>
      </vt:variant>
      <vt:variant>
        <vt:i4>759</vt:i4>
      </vt:variant>
      <vt:variant>
        <vt:i4>0</vt:i4>
      </vt:variant>
      <vt:variant>
        <vt:i4>5</vt:i4>
      </vt:variant>
      <vt:variant>
        <vt:lpwstr>mailto:lova.lundberg@sameslojdstiftelsen.com</vt:lpwstr>
      </vt:variant>
      <vt:variant>
        <vt:lpwstr/>
      </vt:variant>
      <vt:variant>
        <vt:i4>852025</vt:i4>
      </vt:variant>
      <vt:variant>
        <vt:i4>756</vt:i4>
      </vt:variant>
      <vt:variant>
        <vt:i4>0</vt:i4>
      </vt:variant>
      <vt:variant>
        <vt:i4>5</vt:i4>
      </vt:variant>
      <vt:variant>
        <vt:lpwstr>mailto:buaregh@rebeckaforsgren.se</vt:lpwstr>
      </vt:variant>
      <vt:variant>
        <vt:lpwstr/>
      </vt:variant>
      <vt:variant>
        <vt:i4>2752576</vt:i4>
      </vt:variant>
      <vt:variant>
        <vt:i4>753</vt:i4>
      </vt:variant>
      <vt:variant>
        <vt:i4>0</vt:i4>
      </vt:variant>
      <vt:variant>
        <vt:i4>5</vt:i4>
      </vt:variant>
      <vt:variant>
        <vt:lpwstr>mailto:eirik.larsen@saamicouncil.net</vt:lpwstr>
      </vt:variant>
      <vt:variant>
        <vt:lpwstr/>
      </vt:variant>
      <vt:variant>
        <vt:i4>6357019</vt:i4>
      </vt:variant>
      <vt:variant>
        <vt:i4>750</vt:i4>
      </vt:variant>
      <vt:variant>
        <vt:i4>0</vt:i4>
      </vt:variant>
      <vt:variant>
        <vt:i4>5</vt:i4>
      </vt:variant>
      <vt:variant>
        <vt:lpwstr>mailto:florina.lopez@gmail.com</vt:lpwstr>
      </vt:variant>
      <vt:variant>
        <vt:lpwstr/>
      </vt:variant>
      <vt:variant>
        <vt:i4>4325478</vt:i4>
      </vt:variant>
      <vt:variant>
        <vt:i4>747</vt:i4>
      </vt:variant>
      <vt:variant>
        <vt:i4>0</vt:i4>
      </vt:variant>
      <vt:variant>
        <vt:i4>5</vt:i4>
      </vt:variant>
      <vt:variant>
        <vt:lpwstr>mailto:jessica.lai@vuw.ac.nz</vt:lpwstr>
      </vt:variant>
      <vt:variant>
        <vt:lpwstr/>
      </vt:variant>
      <vt:variant>
        <vt:i4>5505140</vt:i4>
      </vt:variant>
      <vt:variant>
        <vt:i4>744</vt:i4>
      </vt:variant>
      <vt:variant>
        <vt:i4>0</vt:i4>
      </vt:variant>
      <vt:variant>
        <vt:i4>5</vt:i4>
      </vt:variant>
      <vt:variant>
        <vt:lpwstr>mailto:suenoe@narf.org</vt:lpwstr>
      </vt:variant>
      <vt:variant>
        <vt:lpwstr/>
      </vt:variant>
      <vt:variant>
        <vt:i4>1310783</vt:i4>
      </vt:variant>
      <vt:variant>
        <vt:i4>741</vt:i4>
      </vt:variant>
      <vt:variant>
        <vt:i4>0</vt:i4>
      </vt:variant>
      <vt:variant>
        <vt:i4>5</vt:i4>
      </vt:variant>
      <vt:variant>
        <vt:lpwstr>mailto:ndambamusa@gmail.com</vt:lpwstr>
      </vt:variant>
      <vt:variant>
        <vt:lpwstr/>
      </vt:variant>
      <vt:variant>
        <vt:i4>7143453</vt:i4>
      </vt:variant>
      <vt:variant>
        <vt:i4>738</vt:i4>
      </vt:variant>
      <vt:variant>
        <vt:i4>0</vt:i4>
      </vt:variant>
      <vt:variant>
        <vt:i4>5</vt:i4>
      </vt:variant>
      <vt:variant>
        <vt:lpwstr>mailto:perez.rodriguez@graduateinstitute.ch</vt:lpwstr>
      </vt:variant>
      <vt:variant>
        <vt:lpwstr/>
      </vt:variant>
      <vt:variant>
        <vt:i4>6291541</vt:i4>
      </vt:variant>
      <vt:variant>
        <vt:i4>735</vt:i4>
      </vt:variant>
      <vt:variant>
        <vt:i4>0</vt:i4>
      </vt:variant>
      <vt:variant>
        <vt:i4>5</vt:i4>
      </vt:variant>
      <vt:variant>
        <vt:lpwstr>mailto:aigbejsf@yahoo.fr</vt:lpwstr>
      </vt:variant>
      <vt:variant>
        <vt:lpwstr/>
      </vt:variant>
      <vt:variant>
        <vt:i4>7929874</vt:i4>
      </vt:variant>
      <vt:variant>
        <vt:i4>732</vt:i4>
      </vt:variant>
      <vt:variant>
        <vt:i4>0</vt:i4>
      </vt:variant>
      <vt:variant>
        <vt:i4>5</vt:i4>
      </vt:variant>
      <vt:variant>
        <vt:lpwstr>mailto:ovolotkevych.consultant@inta.org</vt:lpwstr>
      </vt:variant>
      <vt:variant>
        <vt:lpwstr/>
      </vt:variant>
      <vt:variant>
        <vt:i4>3735578</vt:i4>
      </vt:variant>
      <vt:variant>
        <vt:i4>729</vt:i4>
      </vt:variant>
      <vt:variant>
        <vt:i4>0</vt:i4>
      </vt:variant>
      <vt:variant>
        <vt:i4>5</vt:i4>
      </vt:variant>
      <vt:variant>
        <vt:lpwstr>mailto:tlouembe@inta.org</vt:lpwstr>
      </vt:variant>
      <vt:variant>
        <vt:lpwstr/>
      </vt:variant>
      <vt:variant>
        <vt:i4>1310763</vt:i4>
      </vt:variant>
      <vt:variant>
        <vt:i4>726</vt:i4>
      </vt:variant>
      <vt:variant>
        <vt:i4>0</vt:i4>
      </vt:variant>
      <vt:variant>
        <vt:i4>5</vt:i4>
      </vt:variant>
      <vt:variant>
        <vt:lpwstr>mailto:junellorenzo@aol.com</vt:lpwstr>
      </vt:variant>
      <vt:variant>
        <vt:lpwstr/>
      </vt:variant>
      <vt:variant>
        <vt:i4>327714</vt:i4>
      </vt:variant>
      <vt:variant>
        <vt:i4>723</vt:i4>
      </vt:variant>
      <vt:variant>
        <vt:i4>0</vt:i4>
      </vt:variant>
      <vt:variant>
        <vt:i4>5</vt:i4>
      </vt:variant>
      <vt:variant>
        <vt:lpwstr>mailto:angull2002@yahoo.com</vt:lpwstr>
      </vt:variant>
      <vt:variant>
        <vt:lpwstr/>
      </vt:variant>
      <vt:variant>
        <vt:i4>3604556</vt:i4>
      </vt:variant>
      <vt:variant>
        <vt:i4>720</vt:i4>
      </vt:variant>
      <vt:variant>
        <vt:i4>0</vt:i4>
      </vt:variant>
      <vt:variant>
        <vt:i4>5</vt:i4>
      </vt:variant>
      <vt:variant>
        <vt:lpwstr>mailto:vikas@saraswat.co.in</vt:lpwstr>
      </vt:variant>
      <vt:variant>
        <vt:lpwstr/>
      </vt:variant>
      <vt:variant>
        <vt:i4>4063296</vt:i4>
      </vt:variant>
      <vt:variant>
        <vt:i4>717</vt:i4>
      </vt:variant>
      <vt:variant>
        <vt:i4>0</vt:i4>
      </vt:variant>
      <vt:variant>
        <vt:i4>5</vt:i4>
      </vt:variant>
      <vt:variant>
        <vt:lpwstr>mailto:nehaa@saraswat.co.in</vt:lpwstr>
      </vt:variant>
      <vt:variant>
        <vt:lpwstr/>
      </vt:variant>
      <vt:variant>
        <vt:i4>6619202</vt:i4>
      </vt:variant>
      <vt:variant>
        <vt:i4>714</vt:i4>
      </vt:variant>
      <vt:variant>
        <vt:i4>0</vt:i4>
      </vt:variant>
      <vt:variant>
        <vt:i4>5</vt:i4>
      </vt:variant>
      <vt:variant>
        <vt:lpwstr>mailto:geisets@hotmail.com</vt:lpwstr>
      </vt:variant>
      <vt:variant>
        <vt:lpwstr/>
      </vt:variant>
      <vt:variant>
        <vt:i4>7143505</vt:i4>
      </vt:variant>
      <vt:variant>
        <vt:i4>711</vt:i4>
      </vt:variant>
      <vt:variant>
        <vt:i4>0</vt:i4>
      </vt:variant>
      <vt:variant>
        <vt:i4>5</vt:i4>
      </vt:variant>
      <vt:variant>
        <vt:lpwstr>mailto:mulenkei@gmail.com</vt:lpwstr>
      </vt:variant>
      <vt:variant>
        <vt:lpwstr/>
      </vt:variant>
      <vt:variant>
        <vt:i4>33</vt:i4>
      </vt:variant>
      <vt:variant>
        <vt:i4>708</vt:i4>
      </vt:variant>
      <vt:variant>
        <vt:i4>0</vt:i4>
      </vt:variant>
      <vt:variant>
        <vt:i4>5</vt:i4>
      </vt:variant>
      <vt:variant>
        <vt:lpwstr>mailto:kirchner-freis@hugo-grotius.org</vt:lpwstr>
      </vt:variant>
      <vt:variant>
        <vt:lpwstr/>
      </vt:variant>
      <vt:variant>
        <vt:i4>3407883</vt:i4>
      </vt:variant>
      <vt:variant>
        <vt:i4>705</vt:i4>
      </vt:variant>
      <vt:variant>
        <vt:i4>0</vt:i4>
      </vt:variant>
      <vt:variant>
        <vt:i4>5</vt:i4>
      </vt:variant>
      <vt:variant>
        <vt:lpwstr>mailto:avocat@pierrescherb.ch</vt:lpwstr>
      </vt:variant>
      <vt:variant>
        <vt:lpwstr/>
      </vt:variant>
      <vt:variant>
        <vt:i4>3473429</vt:i4>
      </vt:variant>
      <vt:variant>
        <vt:i4>702</vt:i4>
      </vt:variant>
      <vt:variant>
        <vt:i4>0</vt:i4>
      </vt:variant>
      <vt:variant>
        <vt:i4>5</vt:i4>
      </vt:variant>
      <vt:variant>
        <vt:lpwstr>mailto:madeleine@health-environment-program.org</vt:lpwstr>
      </vt:variant>
      <vt:variant>
        <vt:lpwstr/>
      </vt:variant>
      <vt:variant>
        <vt:i4>1835110</vt:i4>
      </vt:variant>
      <vt:variant>
        <vt:i4>699</vt:i4>
      </vt:variant>
      <vt:variant>
        <vt:i4>0</vt:i4>
      </vt:variant>
      <vt:variant>
        <vt:i4>5</vt:i4>
      </vt:variant>
      <vt:variant>
        <vt:lpwstr>mailto:sflynn@wcl.american.edu</vt:lpwstr>
      </vt:variant>
      <vt:variant>
        <vt:lpwstr/>
      </vt:variant>
      <vt:variant>
        <vt:i4>1703975</vt:i4>
      </vt:variant>
      <vt:variant>
        <vt:i4>696</vt:i4>
      </vt:variant>
      <vt:variant>
        <vt:i4>0</vt:i4>
      </vt:variant>
      <vt:variant>
        <vt:i4>5</vt:i4>
      </vt:variant>
      <vt:variant>
        <vt:lpwstr>mailto:chrissytgrant@outlook.com</vt:lpwstr>
      </vt:variant>
      <vt:variant>
        <vt:lpwstr/>
      </vt:variant>
      <vt:variant>
        <vt:i4>1048677</vt:i4>
      </vt:variant>
      <vt:variant>
        <vt:i4>693</vt:i4>
      </vt:variant>
      <vt:variant>
        <vt:i4>0</vt:i4>
      </vt:variant>
      <vt:variant>
        <vt:i4>5</vt:i4>
      </vt:variant>
      <vt:variant>
        <vt:lpwstr>mailto:les.malezer@gmail.com</vt:lpwstr>
      </vt:variant>
      <vt:variant>
        <vt:lpwstr/>
      </vt:variant>
      <vt:variant>
        <vt:i4>1572907</vt:i4>
      </vt:variant>
      <vt:variant>
        <vt:i4>690</vt:i4>
      </vt:variant>
      <vt:variant>
        <vt:i4>0</vt:i4>
      </vt:variant>
      <vt:variant>
        <vt:i4>5</vt:i4>
      </vt:variant>
      <vt:variant>
        <vt:lpwstr>mailto:wipo@cannabisembassy.org</vt:lpwstr>
      </vt:variant>
      <vt:variant>
        <vt:lpwstr/>
      </vt:variant>
      <vt:variant>
        <vt:i4>2031738</vt:i4>
      </vt:variant>
      <vt:variant>
        <vt:i4>687</vt:i4>
      </vt:variant>
      <vt:variant>
        <vt:i4>0</vt:i4>
      </vt:variant>
      <vt:variant>
        <vt:i4>5</vt:i4>
      </vt:variant>
      <vt:variant>
        <vt:lpwstr>mailto:k.kalha@ifpma.org</vt:lpwstr>
      </vt:variant>
      <vt:variant>
        <vt:lpwstr/>
      </vt:variant>
      <vt:variant>
        <vt:i4>3407964</vt:i4>
      </vt:variant>
      <vt:variant>
        <vt:i4>684</vt:i4>
      </vt:variant>
      <vt:variant>
        <vt:i4>0</vt:i4>
      </vt:variant>
      <vt:variant>
        <vt:i4>5</vt:i4>
      </vt:variant>
      <vt:variant>
        <vt:lpwstr>mailto:a.aubard@ffigia.fr</vt:lpwstr>
      </vt:variant>
      <vt:variant>
        <vt:lpwstr/>
      </vt:variant>
      <vt:variant>
        <vt:i4>1835066</vt:i4>
      </vt:variant>
      <vt:variant>
        <vt:i4>681</vt:i4>
      </vt:variant>
      <vt:variant>
        <vt:i4>0</vt:i4>
      </vt:variant>
      <vt:variant>
        <vt:i4>5</vt:i4>
      </vt:variant>
      <vt:variant>
        <vt:lpwstr>mailto:federicopisani@euroseeds.eu</vt:lpwstr>
      </vt:variant>
      <vt:variant>
        <vt:lpwstr/>
      </vt:variant>
      <vt:variant>
        <vt:i4>6488156</vt:i4>
      </vt:variant>
      <vt:variant>
        <vt:i4>678</vt:i4>
      </vt:variant>
      <vt:variant>
        <vt:i4>0</vt:i4>
      </vt:variant>
      <vt:variant>
        <vt:i4>5</vt:i4>
      </vt:variant>
      <vt:variant>
        <vt:lpwstr>mailto:francescagarbato@euroseeds.eu</vt:lpwstr>
      </vt:variant>
      <vt:variant>
        <vt:lpwstr/>
      </vt:variant>
      <vt:variant>
        <vt:i4>4522089</vt:i4>
      </vt:variant>
      <vt:variant>
        <vt:i4>675</vt:i4>
      </vt:variant>
      <vt:variant>
        <vt:i4>0</vt:i4>
      </vt:variant>
      <vt:variant>
        <vt:i4>5</vt:i4>
      </vt:variant>
      <vt:variant>
        <vt:lpwstr>mailto:shulnatasha@yandex.ru</vt:lpwstr>
      </vt:variant>
      <vt:variant>
        <vt:lpwstr/>
      </vt:variant>
      <vt:variant>
        <vt:i4>131075</vt:i4>
      </vt:variant>
      <vt:variant>
        <vt:i4>672</vt:i4>
      </vt:variant>
      <vt:variant>
        <vt:i4>0</vt:i4>
      </vt:variant>
      <vt:variant>
        <vt:i4>5</vt:i4>
      </vt:variant>
      <vt:variant>
        <vt:lpwstr>mailto:a_bayv@inbox.ru</vt:lpwstr>
      </vt:variant>
      <vt:variant>
        <vt:lpwstr/>
      </vt:variant>
      <vt:variant>
        <vt:i4>4718707</vt:i4>
      </vt:variant>
      <vt:variant>
        <vt:i4>669</vt:i4>
      </vt:variant>
      <vt:variant>
        <vt:i4>0</vt:i4>
      </vt:variant>
      <vt:variant>
        <vt:i4>5</vt:i4>
      </vt:variant>
      <vt:variant>
        <vt:lpwstr>mailto:mtodishev@mail.ru</vt:lpwstr>
      </vt:variant>
      <vt:variant>
        <vt:lpwstr/>
      </vt:variant>
      <vt:variant>
        <vt:i4>4456501</vt:i4>
      </vt:variant>
      <vt:variant>
        <vt:i4>666</vt:i4>
      </vt:variant>
      <vt:variant>
        <vt:i4>0</vt:i4>
      </vt:variant>
      <vt:variant>
        <vt:i4>5</vt:i4>
      </vt:variant>
      <vt:variant>
        <vt:lpwstr>mailto:eccipp4@gmail.com</vt:lpwstr>
      </vt:variant>
      <vt:variant>
        <vt:lpwstr/>
      </vt:variant>
      <vt:variant>
        <vt:i4>6488148</vt:i4>
      </vt:variant>
      <vt:variant>
        <vt:i4>663</vt:i4>
      </vt:variant>
      <vt:variant>
        <vt:i4>0</vt:i4>
      </vt:variant>
      <vt:variant>
        <vt:i4>5</vt:i4>
      </vt:variant>
      <vt:variant>
        <vt:lpwstr>mailto:fabyforever1987@yahoo.es</vt:lpwstr>
      </vt:variant>
      <vt:variant>
        <vt:lpwstr/>
      </vt:variant>
      <vt:variant>
        <vt:i4>8323103</vt:i4>
      </vt:variant>
      <vt:variant>
        <vt:i4>660</vt:i4>
      </vt:variant>
      <vt:variant>
        <vt:i4>0</vt:i4>
      </vt:variant>
      <vt:variant>
        <vt:i4>5</vt:i4>
      </vt:variant>
      <vt:variant>
        <vt:lpwstr>mailto:c.gil@ecohumanita.ch</vt:lpwstr>
      </vt:variant>
      <vt:variant>
        <vt:lpwstr/>
      </vt:variant>
      <vt:variant>
        <vt:i4>3080265</vt:i4>
      </vt:variant>
      <vt:variant>
        <vt:i4>657</vt:i4>
      </vt:variant>
      <vt:variant>
        <vt:i4>0</vt:i4>
      </vt:variant>
      <vt:variant>
        <vt:i4>5</vt:i4>
      </vt:variant>
      <vt:variant>
        <vt:lpwstr>mailto:ml.chauvin@ecohumanita.ch</vt:lpwstr>
      </vt:variant>
      <vt:variant>
        <vt:lpwstr/>
      </vt:variant>
      <vt:variant>
        <vt:i4>1310836</vt:i4>
      </vt:variant>
      <vt:variant>
        <vt:i4>654</vt:i4>
      </vt:variant>
      <vt:variant>
        <vt:i4>0</vt:i4>
      </vt:variant>
      <vt:variant>
        <vt:i4>5</vt:i4>
      </vt:variant>
      <vt:variant>
        <vt:lpwstr>mailto:j.forero@ecohumanita.ch</vt:lpwstr>
      </vt:variant>
      <vt:variant>
        <vt:lpwstr/>
      </vt:variant>
      <vt:variant>
        <vt:i4>262187</vt:i4>
      </vt:variant>
      <vt:variant>
        <vt:i4>651</vt:i4>
      </vt:variant>
      <vt:variant>
        <vt:i4>0</vt:i4>
      </vt:variant>
      <vt:variant>
        <vt:i4>5</vt:i4>
      </vt:variant>
      <vt:variant>
        <vt:lpwstr>mailto:quedzul@gmail.com</vt:lpwstr>
      </vt:variant>
      <vt:variant>
        <vt:lpwstr/>
      </vt:variant>
      <vt:variant>
        <vt:i4>4849707</vt:i4>
      </vt:variant>
      <vt:variant>
        <vt:i4>648</vt:i4>
      </vt:variant>
      <vt:variant>
        <vt:i4>0</vt:i4>
      </vt:variant>
      <vt:variant>
        <vt:i4>5</vt:i4>
      </vt:variant>
      <vt:variant>
        <vt:lpwstr>mailto:cecide.icde@gmail.com</vt:lpwstr>
      </vt:variant>
      <vt:variant>
        <vt:lpwstr/>
      </vt:variant>
      <vt:variant>
        <vt:i4>7340099</vt:i4>
      </vt:variant>
      <vt:variant>
        <vt:i4>645</vt:i4>
      </vt:variant>
      <vt:variant>
        <vt:i4>0</vt:i4>
      </vt:variant>
      <vt:variant>
        <vt:i4>5</vt:i4>
      </vt:variant>
      <vt:variant>
        <vt:lpwstr>mailto:ramicasey@gmail.com</vt:lpwstr>
      </vt:variant>
      <vt:variant>
        <vt:lpwstr/>
      </vt:variant>
      <vt:variant>
        <vt:i4>655476</vt:i4>
      </vt:variant>
      <vt:variant>
        <vt:i4>642</vt:i4>
      </vt:variant>
      <vt:variant>
        <vt:i4>0</vt:i4>
      </vt:variant>
      <vt:variant>
        <vt:i4>5</vt:i4>
      </vt:variant>
      <vt:variant>
        <vt:lpwstr>mailto:alessandramacri2am@gmail.com</vt:lpwstr>
      </vt:variant>
      <vt:variant>
        <vt:lpwstr/>
      </vt:variant>
      <vt:variant>
        <vt:i4>1310757</vt:i4>
      </vt:variant>
      <vt:variant>
        <vt:i4>639</vt:i4>
      </vt:variant>
      <vt:variant>
        <vt:i4>0</vt:i4>
      </vt:variant>
      <vt:variant>
        <vt:i4>5</vt:i4>
      </vt:variant>
      <vt:variant>
        <vt:lpwstr>mailto:albamaderoroyo@gmail.com</vt:lpwstr>
      </vt:variant>
      <vt:variant>
        <vt:lpwstr/>
      </vt:variant>
      <vt:variant>
        <vt:i4>7208991</vt:i4>
      </vt:variant>
      <vt:variant>
        <vt:i4>636</vt:i4>
      </vt:variant>
      <vt:variant>
        <vt:i4>0</vt:i4>
      </vt:variant>
      <vt:variant>
        <vt:i4>5</vt:i4>
      </vt:variant>
      <vt:variant>
        <vt:lpwstr>mailto:djm.translations@gmail.com</vt:lpwstr>
      </vt:variant>
      <vt:variant>
        <vt:lpwstr/>
      </vt:variant>
      <vt:variant>
        <vt:i4>1507386</vt:i4>
      </vt:variant>
      <vt:variant>
        <vt:i4>633</vt:i4>
      </vt:variant>
      <vt:variant>
        <vt:i4>0</vt:i4>
      </vt:variant>
      <vt:variant>
        <vt:i4>5</vt:i4>
      </vt:variant>
      <vt:variant>
        <vt:lpwstr>mailto:laudipa@gmail.com</vt:lpwstr>
      </vt:variant>
      <vt:variant>
        <vt:lpwstr/>
      </vt:variant>
      <vt:variant>
        <vt:i4>6488147</vt:i4>
      </vt:variant>
      <vt:variant>
        <vt:i4>630</vt:i4>
      </vt:variant>
      <vt:variant>
        <vt:i4>0</vt:i4>
      </vt:variant>
      <vt:variant>
        <vt:i4>5</vt:i4>
      </vt:variant>
      <vt:variant>
        <vt:lpwstr>mailto:jav@humanisthme.org</vt:lpwstr>
      </vt:variant>
      <vt:variant>
        <vt:lpwstr/>
      </vt:variant>
      <vt:variant>
        <vt:i4>3801154</vt:i4>
      </vt:variant>
      <vt:variant>
        <vt:i4>627</vt:i4>
      </vt:variant>
      <vt:variant>
        <vt:i4>0</vt:i4>
      </vt:variant>
      <vt:variant>
        <vt:i4>5</vt:i4>
      </vt:variant>
      <vt:variant>
        <vt:lpwstr>mailto:lorena.white@docip.org</vt:lpwstr>
      </vt:variant>
      <vt:variant>
        <vt:lpwstr/>
      </vt:variant>
      <vt:variant>
        <vt:i4>721010</vt:i4>
      </vt:variant>
      <vt:variant>
        <vt:i4>624</vt:i4>
      </vt:variant>
      <vt:variant>
        <vt:i4>0</vt:i4>
      </vt:variant>
      <vt:variant>
        <vt:i4>5</vt:i4>
      </vt:variant>
      <vt:variant>
        <vt:lpwstr>mailto:maeucho.quispe@gmail.com</vt:lpwstr>
      </vt:variant>
      <vt:variant>
        <vt:lpwstr/>
      </vt:variant>
      <vt:variant>
        <vt:i4>589882</vt:i4>
      </vt:variant>
      <vt:variant>
        <vt:i4>621</vt:i4>
      </vt:variant>
      <vt:variant>
        <vt:i4>0</vt:i4>
      </vt:variant>
      <vt:variant>
        <vt:i4>5</vt:i4>
      </vt:variant>
      <vt:variant>
        <vt:lpwstr>mailto:geogassita@gmail.com</vt:lpwstr>
      </vt:variant>
      <vt:variant>
        <vt:lpwstr/>
      </vt:variant>
      <vt:variant>
        <vt:i4>3407895</vt:i4>
      </vt:variant>
      <vt:variant>
        <vt:i4>618</vt:i4>
      </vt:variant>
      <vt:variant>
        <vt:i4>0</vt:i4>
      </vt:variant>
      <vt:variant>
        <vt:i4>5</vt:i4>
      </vt:variant>
      <vt:variant>
        <vt:lpwstr>mailto:info@blessingsoftheforest.org</vt:lpwstr>
      </vt:variant>
      <vt:variant>
        <vt:lpwstr/>
      </vt:variant>
      <vt:variant>
        <vt:i4>5177393</vt:i4>
      </vt:variant>
      <vt:variant>
        <vt:i4>615</vt:i4>
      </vt:variant>
      <vt:variant>
        <vt:i4>0</vt:i4>
      </vt:variant>
      <vt:variant>
        <vt:i4>5</vt:i4>
      </vt:variant>
      <vt:variant>
        <vt:lpwstr>mailto:mr.patheba@gmail.com</vt:lpwstr>
      </vt:variant>
      <vt:variant>
        <vt:lpwstr/>
      </vt:variant>
      <vt:variant>
        <vt:i4>1638460</vt:i4>
      </vt:variant>
      <vt:variant>
        <vt:i4>612</vt:i4>
      </vt:variant>
      <vt:variant>
        <vt:i4>0</vt:i4>
      </vt:variant>
      <vt:variant>
        <vt:i4>5</vt:i4>
      </vt:variant>
      <vt:variant>
        <vt:lpwstr>mailto:pouatydav@yahoo.fr</vt:lpwstr>
      </vt:variant>
      <vt:variant>
        <vt:lpwstr/>
      </vt:variant>
      <vt:variant>
        <vt:i4>721017</vt:i4>
      </vt:variant>
      <vt:variant>
        <vt:i4>609</vt:i4>
      </vt:variant>
      <vt:variant>
        <vt:i4>0</vt:i4>
      </vt:variant>
      <vt:variant>
        <vt:i4>5</vt:i4>
      </vt:variant>
      <vt:variant>
        <vt:lpwstr>mailto:association-adaco@outlook.com</vt:lpwstr>
      </vt:variant>
      <vt:variant>
        <vt:lpwstr/>
      </vt:variant>
      <vt:variant>
        <vt:i4>1310829</vt:i4>
      </vt:variant>
      <vt:variant>
        <vt:i4>606</vt:i4>
      </vt:variant>
      <vt:variant>
        <vt:i4>0</vt:i4>
      </vt:variant>
      <vt:variant>
        <vt:i4>5</vt:i4>
      </vt:variant>
      <vt:variant>
        <vt:lpwstr>mailto:nkoomonef1@yahoo.fr</vt:lpwstr>
      </vt:variant>
      <vt:variant>
        <vt:lpwstr/>
      </vt:variant>
      <vt:variant>
        <vt:i4>6750289</vt:i4>
      </vt:variant>
      <vt:variant>
        <vt:i4>603</vt:i4>
      </vt:variant>
      <vt:variant>
        <vt:i4>0</vt:i4>
      </vt:variant>
      <vt:variant>
        <vt:i4>5</vt:i4>
      </vt:variant>
      <vt:variant>
        <vt:lpwstr>mailto:napguanakuna@gmail.com</vt:lpwstr>
      </vt:variant>
      <vt:variant>
        <vt:lpwstr/>
      </vt:variant>
      <vt:variant>
        <vt:i4>7733322</vt:i4>
      </vt:variant>
      <vt:variant>
        <vt:i4>600</vt:i4>
      </vt:variant>
      <vt:variant>
        <vt:i4>0</vt:i4>
      </vt:variant>
      <vt:variant>
        <vt:i4>5</vt:i4>
      </vt:variant>
      <vt:variant>
        <vt:lpwstr>mailto:claireline.lallemand.ext@apram.com</vt:lpwstr>
      </vt:variant>
      <vt:variant>
        <vt:lpwstr/>
      </vt:variant>
      <vt:variant>
        <vt:i4>1507374</vt:i4>
      </vt:variant>
      <vt:variant>
        <vt:i4>597</vt:i4>
      </vt:variant>
      <vt:variant>
        <vt:i4>0</vt:i4>
      </vt:variant>
      <vt:variant>
        <vt:i4>5</vt:i4>
      </vt:variant>
      <vt:variant>
        <vt:lpwstr>mailto:dplehn@eckertseamans.com</vt:lpwstr>
      </vt:variant>
      <vt:variant>
        <vt:lpwstr/>
      </vt:variant>
      <vt:variant>
        <vt:i4>7602188</vt:i4>
      </vt:variant>
      <vt:variant>
        <vt:i4>594</vt:i4>
      </vt:variant>
      <vt:variant>
        <vt:i4>0</vt:i4>
      </vt:variant>
      <vt:variant>
        <vt:i4>5</vt:i4>
      </vt:variant>
      <vt:variant>
        <vt:lpwstr>mailto:bibibarba.bb@gmail.com</vt:lpwstr>
      </vt:variant>
      <vt:variant>
        <vt:lpwstr/>
      </vt:variant>
      <vt:variant>
        <vt:i4>7733257</vt:i4>
      </vt:variant>
      <vt:variant>
        <vt:i4>591</vt:i4>
      </vt:variant>
      <vt:variant>
        <vt:i4>0</vt:i4>
      </vt:variant>
      <vt:variant>
        <vt:i4>5</vt:i4>
      </vt:variant>
      <vt:variant>
        <vt:lpwstr>mailto:driesjo7@gmail.com</vt:lpwstr>
      </vt:variant>
      <vt:variant>
        <vt:lpwstr/>
      </vt:variant>
      <vt:variant>
        <vt:i4>6750219</vt:i4>
      </vt:variant>
      <vt:variant>
        <vt:i4>588</vt:i4>
      </vt:variant>
      <vt:variant>
        <vt:i4>0</vt:i4>
      </vt:variant>
      <vt:variant>
        <vt:i4>5</vt:i4>
      </vt:variant>
      <vt:variant>
        <vt:lpwstr>mailto:manu@enquire.co.nz</vt:lpwstr>
      </vt:variant>
      <vt:variant>
        <vt:lpwstr/>
      </vt:variant>
      <vt:variant>
        <vt:i4>7536704</vt:i4>
      </vt:variant>
      <vt:variant>
        <vt:i4>585</vt:i4>
      </vt:variant>
      <vt:variant>
        <vt:i4>0</vt:i4>
      </vt:variant>
      <vt:variant>
        <vt:i4>5</vt:i4>
      </vt:variant>
      <vt:variant>
        <vt:lpwstr>mailto:lallabatamazola@hotmail.com</vt:lpwstr>
      </vt:variant>
      <vt:variant>
        <vt:lpwstr/>
      </vt:variant>
      <vt:variant>
        <vt:i4>786489</vt:i4>
      </vt:variant>
      <vt:variant>
        <vt:i4>582</vt:i4>
      </vt:variant>
      <vt:variant>
        <vt:i4>0</vt:i4>
      </vt:variant>
      <vt:variant>
        <vt:i4>5</vt:i4>
      </vt:variant>
      <vt:variant>
        <vt:lpwstr>mailto:k.chomba@aatf-africa.org</vt:lpwstr>
      </vt:variant>
      <vt:variant>
        <vt:lpwstr/>
      </vt:variant>
      <vt:variant>
        <vt:i4>8126541</vt:i4>
      </vt:variant>
      <vt:variant>
        <vt:i4>579</vt:i4>
      </vt:variant>
      <vt:variant>
        <vt:i4>0</vt:i4>
      </vt:variant>
      <vt:variant>
        <vt:i4>5</vt:i4>
      </vt:variant>
      <vt:variant>
        <vt:lpwstr>mailto:nickaisebefe@gmail.com</vt:lpwstr>
      </vt:variant>
      <vt:variant>
        <vt:lpwstr/>
      </vt:variant>
      <vt:variant>
        <vt:i4>262200</vt:i4>
      </vt:variant>
      <vt:variant>
        <vt:i4>576</vt:i4>
      </vt:variant>
      <vt:variant>
        <vt:i4>0</vt:i4>
      </vt:variant>
      <vt:variant>
        <vt:i4>5</vt:i4>
      </vt:variant>
      <vt:variant>
        <vt:lpwstr>mailto:ianpatrickgoss@gmail.com</vt:lpwstr>
      </vt:variant>
      <vt:variant>
        <vt:lpwstr/>
      </vt:variant>
      <vt:variant>
        <vt:i4>6422602</vt:i4>
      </vt:variant>
      <vt:variant>
        <vt:i4>573</vt:i4>
      </vt:variant>
      <vt:variant>
        <vt:i4>0</vt:i4>
      </vt:variant>
      <vt:variant>
        <vt:i4>5</vt:i4>
      </vt:variant>
      <vt:variant>
        <vt:lpwstr>mailto:duenase@who.int</vt:lpwstr>
      </vt:variant>
      <vt:variant>
        <vt:lpwstr/>
      </vt:variant>
      <vt:variant>
        <vt:i4>2162713</vt:i4>
      </vt:variant>
      <vt:variant>
        <vt:i4>570</vt:i4>
      </vt:variant>
      <vt:variant>
        <vt:i4>0</vt:i4>
      </vt:variant>
      <vt:variant>
        <vt:i4>5</vt:i4>
      </vt:variant>
      <vt:variant>
        <vt:lpwstr>mailto:vkulikov@eapo.org</vt:lpwstr>
      </vt:variant>
      <vt:variant>
        <vt:lpwstr/>
      </vt:variant>
      <vt:variant>
        <vt:i4>4259948</vt:i4>
      </vt:variant>
      <vt:variant>
        <vt:i4>567</vt:i4>
      </vt:variant>
      <vt:variant>
        <vt:i4>0</vt:i4>
      </vt:variant>
      <vt:variant>
        <vt:i4>5</vt:i4>
      </vt:variant>
      <vt:variant>
        <vt:lpwstr>mailto:aceban@eapo.org</vt:lpwstr>
      </vt:variant>
      <vt:variant>
        <vt:lpwstr/>
      </vt:variant>
      <vt:variant>
        <vt:i4>4259890</vt:i4>
      </vt:variant>
      <vt:variant>
        <vt:i4>564</vt:i4>
      </vt:variant>
      <vt:variant>
        <vt:i4>0</vt:i4>
      </vt:variant>
      <vt:variant>
        <vt:i4>5</vt:i4>
      </vt:variant>
      <vt:variant>
        <vt:lpwstr>mailto:tobias.kiene@fao.org</vt:lpwstr>
      </vt:variant>
      <vt:variant>
        <vt:lpwstr/>
      </vt:variant>
      <vt:variant>
        <vt:i4>3276871</vt:i4>
      </vt:variant>
      <vt:variant>
        <vt:i4>561</vt:i4>
      </vt:variant>
      <vt:variant>
        <vt:i4>0</vt:i4>
      </vt:variant>
      <vt:variant>
        <vt:i4>5</vt:i4>
      </vt:variant>
      <vt:variant>
        <vt:lpwstr>mailto:yassimina.keita@oipi.ci</vt:lpwstr>
      </vt:variant>
      <vt:variant>
        <vt:lpwstr/>
      </vt:variant>
      <vt:variant>
        <vt:i4>1310765</vt:i4>
      </vt:variant>
      <vt:variant>
        <vt:i4>555</vt:i4>
      </vt:variant>
      <vt:variant>
        <vt:i4>0</vt:i4>
      </vt:variant>
      <vt:variant>
        <vt:i4>5</vt:i4>
      </vt:variant>
      <vt:variant>
        <vt:lpwstr>mailto:syam@southcentre.int</vt:lpwstr>
      </vt:variant>
      <vt:variant>
        <vt:lpwstr/>
      </vt:variant>
      <vt:variant>
        <vt:i4>1835060</vt:i4>
      </vt:variant>
      <vt:variant>
        <vt:i4>552</vt:i4>
      </vt:variant>
      <vt:variant>
        <vt:i4>0</vt:i4>
      </vt:variant>
      <vt:variant>
        <vt:i4>5</vt:i4>
      </vt:variant>
      <vt:variant>
        <vt:lpwstr>mailto:munoz@southcentre.int</vt:lpwstr>
      </vt:variant>
      <vt:variant>
        <vt:lpwstr/>
      </vt:variant>
      <vt:variant>
        <vt:i4>3604508</vt:i4>
      </vt:variant>
      <vt:variant>
        <vt:i4>549</vt:i4>
      </vt:variant>
      <vt:variant>
        <vt:i4>0</vt:i4>
      </vt:variant>
      <vt:variant>
        <vt:i4>5</vt:i4>
      </vt:variant>
      <vt:variant>
        <vt:lpwstr>mailto:info@vanuatumission.ch</vt:lpwstr>
      </vt:variant>
      <vt:variant>
        <vt:lpwstr/>
      </vt:variant>
      <vt:variant>
        <vt:i4>7471113</vt:i4>
      </vt:variant>
      <vt:variant>
        <vt:i4>546</vt:i4>
      </vt:variant>
      <vt:variant>
        <vt:i4>0</vt:i4>
      </vt:variant>
      <vt:variant>
        <vt:i4>5</vt:i4>
      </vt:variant>
      <vt:variant>
        <vt:lpwstr>mailto:sumbue.antas@vanuatumission.ch</vt:lpwstr>
      </vt:variant>
      <vt:variant>
        <vt:lpwstr/>
      </vt:variant>
      <vt:variant>
        <vt:i4>4325490</vt:i4>
      </vt:variant>
      <vt:variant>
        <vt:i4>543</vt:i4>
      </vt:variant>
      <vt:variant>
        <vt:i4>0</vt:i4>
      </vt:variant>
      <vt:variant>
        <vt:i4>5</vt:i4>
      </vt:variant>
      <vt:variant>
        <vt:lpwstr>mailto:sandra.varela@miem.gub.uy</vt:lpwstr>
      </vt:variant>
      <vt:variant>
        <vt:lpwstr/>
      </vt:variant>
      <vt:variant>
        <vt:i4>3080219</vt:i4>
      </vt:variant>
      <vt:variant>
        <vt:i4>540</vt:i4>
      </vt:variant>
      <vt:variant>
        <vt:i4>0</vt:i4>
      </vt:variant>
      <vt:variant>
        <vt:i4>5</vt:i4>
      </vt:variant>
      <vt:variant>
        <vt:lpwstr>mailto:bogdan.paduchak@nipo.gov.ua</vt:lpwstr>
      </vt:variant>
      <vt:variant>
        <vt:lpwstr/>
      </vt:variant>
      <vt:variant>
        <vt:i4>4456568</vt:i4>
      </vt:variant>
      <vt:variant>
        <vt:i4>537</vt:i4>
      </vt:variant>
      <vt:variant>
        <vt:i4>0</vt:i4>
      </vt:variant>
      <vt:variant>
        <vt:i4>5</vt:i4>
      </vt:variant>
      <vt:variant>
        <vt:lpwstr>mailto:aykut.ordukaya@tarimorman.gov.tr</vt:lpwstr>
      </vt:variant>
      <vt:variant>
        <vt:lpwstr/>
      </vt:variant>
      <vt:variant>
        <vt:i4>852020</vt:i4>
      </vt:variant>
      <vt:variant>
        <vt:i4>534</vt:i4>
      </vt:variant>
      <vt:variant>
        <vt:i4>0</vt:i4>
      </vt:variant>
      <vt:variant>
        <vt:i4>5</vt:i4>
      </vt:variant>
      <vt:variant>
        <vt:lpwstr>mailto:nazan.onder@ktb.gov.tr</vt:lpwstr>
      </vt:variant>
      <vt:variant>
        <vt:lpwstr/>
      </vt:variant>
      <vt:variant>
        <vt:i4>6291521</vt:i4>
      </vt:variant>
      <vt:variant>
        <vt:i4>531</vt:i4>
      </vt:variant>
      <vt:variant>
        <vt:i4>0</vt:i4>
      </vt:variant>
      <vt:variant>
        <vt:i4>5</vt:i4>
      </vt:variant>
      <vt:variant>
        <vt:lpwstr>mailto:nesealtintas@gmail.com</vt:lpwstr>
      </vt:variant>
      <vt:variant>
        <vt:lpwstr/>
      </vt:variant>
      <vt:variant>
        <vt:i4>6750300</vt:i4>
      </vt:variant>
      <vt:variant>
        <vt:i4>528</vt:i4>
      </vt:variant>
      <vt:variant>
        <vt:i4>0</vt:i4>
      </vt:variant>
      <vt:variant>
        <vt:i4>5</vt:i4>
      </vt:variant>
      <vt:variant>
        <vt:lpwstr>mailto:ramzigar@yahoo.fr</vt:lpwstr>
      </vt:variant>
      <vt:variant>
        <vt:lpwstr/>
      </vt:variant>
      <vt:variant>
        <vt:i4>5505123</vt:i4>
      </vt:variant>
      <vt:variant>
        <vt:i4>525</vt:i4>
      </vt:variant>
      <vt:variant>
        <vt:i4>0</vt:i4>
      </vt:variant>
      <vt:variant>
        <vt:i4>5</vt:i4>
      </vt:variant>
      <vt:variant>
        <vt:lpwstr>mailto:kavish.seetahal@ipo.gov.tt</vt:lpwstr>
      </vt:variant>
      <vt:variant>
        <vt:lpwstr/>
      </vt:variant>
      <vt:variant>
        <vt:i4>1572899</vt:i4>
      </vt:variant>
      <vt:variant>
        <vt:i4>522</vt:i4>
      </vt:variant>
      <vt:variant>
        <vt:i4>0</vt:i4>
      </vt:variant>
      <vt:variant>
        <vt:i4>5</vt:i4>
      </vt:variant>
      <vt:variant>
        <vt:lpwstr>mailto:prisana3601@gmail.com</vt:lpwstr>
      </vt:variant>
      <vt:variant>
        <vt:lpwstr/>
      </vt:variant>
      <vt:variant>
        <vt:i4>1179680</vt:i4>
      </vt:variant>
      <vt:variant>
        <vt:i4>519</vt:i4>
      </vt:variant>
      <vt:variant>
        <vt:i4>0</vt:i4>
      </vt:variant>
      <vt:variant>
        <vt:i4>5</vt:i4>
      </vt:variant>
      <vt:variant>
        <vt:lpwstr>mailto:somisorange@gmail.com</vt:lpwstr>
      </vt:variant>
      <vt:variant>
        <vt:lpwstr/>
      </vt:variant>
      <vt:variant>
        <vt:i4>6488142</vt:i4>
      </vt:variant>
      <vt:variant>
        <vt:i4>516</vt:i4>
      </vt:variant>
      <vt:variant>
        <vt:i4>0</vt:i4>
      </vt:variant>
      <vt:variant>
        <vt:i4>5</vt:i4>
      </vt:variant>
      <vt:variant>
        <vt:lpwstr>mailto:witchooda@gmail.com</vt:lpwstr>
      </vt:variant>
      <vt:variant>
        <vt:lpwstr/>
      </vt:variant>
      <vt:variant>
        <vt:i4>8257557</vt:i4>
      </vt:variant>
      <vt:variant>
        <vt:i4>513</vt:i4>
      </vt:variant>
      <vt:variant>
        <vt:i4>0</vt:i4>
      </vt:variant>
      <vt:variant>
        <vt:i4>5</vt:i4>
      </vt:variant>
      <vt:variant>
        <vt:lpwstr>mailto:tri.ratchanee@gmail.com</vt:lpwstr>
      </vt:variant>
      <vt:variant>
        <vt:lpwstr/>
      </vt:variant>
      <vt:variant>
        <vt:i4>8126480</vt:i4>
      </vt:variant>
      <vt:variant>
        <vt:i4>510</vt:i4>
      </vt:variant>
      <vt:variant>
        <vt:i4>0</vt:i4>
      </vt:variant>
      <vt:variant>
        <vt:i4>5</vt:i4>
      </vt:variant>
      <vt:variant>
        <vt:lpwstr>mailto:amara.pnk@gmail.com</vt:lpwstr>
      </vt:variant>
      <vt:variant>
        <vt:lpwstr/>
      </vt:variant>
      <vt:variant>
        <vt:i4>2949190</vt:i4>
      </vt:variant>
      <vt:variant>
        <vt:i4>507</vt:i4>
      </vt:variant>
      <vt:variant>
        <vt:i4>0</vt:i4>
      </vt:variant>
      <vt:variant>
        <vt:i4>5</vt:i4>
      </vt:variant>
      <vt:variant>
        <vt:lpwstr>mailto:natcha.mcultureth@gmail.com</vt:lpwstr>
      </vt:variant>
      <vt:variant>
        <vt:lpwstr/>
      </vt:variant>
      <vt:variant>
        <vt:i4>5242976</vt:i4>
      </vt:variant>
      <vt:variant>
        <vt:i4>504</vt:i4>
      </vt:variant>
      <vt:variant>
        <vt:i4>0</vt:i4>
      </vt:variant>
      <vt:variant>
        <vt:i4>5</vt:i4>
      </vt:variant>
      <vt:variant>
        <vt:lpwstr>mailto:waranya.s@ipthailand.go.th</vt:lpwstr>
      </vt:variant>
      <vt:variant>
        <vt:lpwstr/>
      </vt:variant>
      <vt:variant>
        <vt:i4>1245219</vt:i4>
      </vt:variant>
      <vt:variant>
        <vt:i4>501</vt:i4>
      </vt:variant>
      <vt:variant>
        <vt:i4>0</vt:i4>
      </vt:variant>
      <vt:variant>
        <vt:i4>5</vt:i4>
      </vt:variant>
      <vt:variant>
        <vt:lpwstr>mailto:oicdtam@gmail.com</vt:lpwstr>
      </vt:variant>
      <vt:variant>
        <vt:lpwstr/>
      </vt:variant>
      <vt:variant>
        <vt:i4>2752603</vt:i4>
      </vt:variant>
      <vt:variant>
        <vt:i4>498</vt:i4>
      </vt:variant>
      <vt:variant>
        <vt:i4>0</vt:i4>
      </vt:variant>
      <vt:variant>
        <vt:i4>5</vt:i4>
      </vt:variant>
      <vt:variant>
        <vt:lpwstr>mailto:pavitchaya.s@gmail.com</vt:lpwstr>
      </vt:variant>
      <vt:variant>
        <vt:lpwstr/>
      </vt:variant>
      <vt:variant>
        <vt:i4>3801161</vt:i4>
      </vt:variant>
      <vt:variant>
        <vt:i4>495</vt:i4>
      </vt:variant>
      <vt:variant>
        <vt:i4>0</vt:i4>
      </vt:variant>
      <vt:variant>
        <vt:i4>5</vt:i4>
      </vt:variant>
      <vt:variant>
        <vt:lpwstr>mailto:tipaporn.mun@gmail.com</vt:lpwstr>
      </vt:variant>
      <vt:variant>
        <vt:lpwstr/>
      </vt:variant>
      <vt:variant>
        <vt:i4>2752512</vt:i4>
      </vt:variant>
      <vt:variant>
        <vt:i4>492</vt:i4>
      </vt:variant>
      <vt:variant>
        <vt:i4>0</vt:i4>
      </vt:variant>
      <vt:variant>
        <vt:i4>5</vt:i4>
      </vt:variant>
      <vt:variant>
        <vt:lpwstr>mailto:pamira.r@sac.or.th</vt:lpwstr>
      </vt:variant>
      <vt:variant>
        <vt:lpwstr/>
      </vt:variant>
      <vt:variant>
        <vt:i4>1966185</vt:i4>
      </vt:variant>
      <vt:variant>
        <vt:i4>489</vt:i4>
      </vt:variant>
      <vt:variant>
        <vt:i4>0</vt:i4>
      </vt:variant>
      <vt:variant>
        <vt:i4>5</vt:i4>
      </vt:variant>
      <vt:variant>
        <vt:lpwstr>mailto:pattarapong.pumalee@gmail.com</vt:lpwstr>
      </vt:variant>
      <vt:variant>
        <vt:lpwstr/>
      </vt:variant>
      <vt:variant>
        <vt:i4>7536640</vt:i4>
      </vt:variant>
      <vt:variant>
        <vt:i4>486</vt:i4>
      </vt:variant>
      <vt:variant>
        <vt:i4>0</vt:i4>
      </vt:variant>
      <vt:variant>
        <vt:i4>5</vt:i4>
      </vt:variant>
      <vt:variant>
        <vt:lpwstr>mailto:daorerk.p@gmail.com</vt:lpwstr>
      </vt:variant>
      <vt:variant>
        <vt:lpwstr/>
      </vt:variant>
      <vt:variant>
        <vt:i4>7077980</vt:i4>
      </vt:variant>
      <vt:variant>
        <vt:i4>483</vt:i4>
      </vt:variant>
      <vt:variant>
        <vt:i4>0</vt:i4>
      </vt:variant>
      <vt:variant>
        <vt:i4>5</vt:i4>
      </vt:variant>
      <vt:variant>
        <vt:lpwstr>mailto:pakwan@thaiwto.com</vt:lpwstr>
      </vt:variant>
      <vt:variant>
        <vt:lpwstr/>
      </vt:variant>
      <vt:variant>
        <vt:i4>1572985</vt:i4>
      </vt:variant>
      <vt:variant>
        <vt:i4>480</vt:i4>
      </vt:variant>
      <vt:variant>
        <vt:i4>0</vt:i4>
      </vt:variant>
      <vt:variant>
        <vt:i4>5</vt:i4>
      </vt:variant>
      <vt:variant>
        <vt:lpwstr>mailto:ircdd.plan@gmail.com</vt:lpwstr>
      </vt:variant>
      <vt:variant>
        <vt:lpwstr/>
      </vt:variant>
      <vt:variant>
        <vt:i4>5308463</vt:i4>
      </vt:variant>
      <vt:variant>
        <vt:i4>477</vt:i4>
      </vt:variant>
      <vt:variant>
        <vt:i4>0</vt:i4>
      </vt:variant>
      <vt:variant>
        <vt:i4>5</vt:i4>
      </vt:variant>
      <vt:variant>
        <vt:lpwstr>mailto:law@finearts.go.th</vt:lpwstr>
      </vt:variant>
      <vt:variant>
        <vt:lpwstr/>
      </vt:variant>
      <vt:variant>
        <vt:i4>1179705</vt:i4>
      </vt:variant>
      <vt:variant>
        <vt:i4>474</vt:i4>
      </vt:variant>
      <vt:variant>
        <vt:i4>0</vt:i4>
      </vt:variant>
      <vt:variant>
        <vt:i4>5</vt:i4>
      </vt:variant>
      <vt:variant>
        <vt:lpwstr>mailto:thaisilkproduct@gmail.com</vt:lpwstr>
      </vt:variant>
      <vt:variant>
        <vt:lpwstr/>
      </vt:variant>
      <vt:variant>
        <vt:i4>1179705</vt:i4>
      </vt:variant>
      <vt:variant>
        <vt:i4>471</vt:i4>
      </vt:variant>
      <vt:variant>
        <vt:i4>0</vt:i4>
      </vt:variant>
      <vt:variant>
        <vt:i4>5</vt:i4>
      </vt:variant>
      <vt:variant>
        <vt:lpwstr>mailto:pornpimol@thaiwto.com</vt:lpwstr>
      </vt:variant>
      <vt:variant>
        <vt:lpwstr/>
      </vt:variant>
      <vt:variant>
        <vt:i4>8192095</vt:i4>
      </vt:variant>
      <vt:variant>
        <vt:i4>468</vt:i4>
      </vt:variant>
      <vt:variant>
        <vt:i4>0</vt:i4>
      </vt:variant>
      <vt:variant>
        <vt:i4>5</vt:i4>
      </vt:variant>
      <vt:variant>
        <vt:lpwstr>mailto:directorlegalnipo@gmail.com</vt:lpwstr>
      </vt:variant>
      <vt:variant>
        <vt:lpwstr/>
      </vt:variant>
      <vt:variant>
        <vt:i4>2359322</vt:i4>
      </vt:variant>
      <vt:variant>
        <vt:i4>465</vt:i4>
      </vt:variant>
      <vt:variant>
        <vt:i4>0</vt:i4>
      </vt:variant>
      <vt:variant>
        <vt:i4>5</vt:i4>
      </vt:variant>
      <vt:variant>
        <vt:lpwstr>mailto:thilini.jayasekara@mfa.gov.lk</vt:lpwstr>
      </vt:variant>
      <vt:variant>
        <vt:lpwstr/>
      </vt:variant>
      <vt:variant>
        <vt:i4>4718692</vt:i4>
      </vt:variant>
      <vt:variant>
        <vt:i4>462</vt:i4>
      </vt:variant>
      <vt:variant>
        <vt:i4>0</vt:i4>
      </vt:variant>
      <vt:variant>
        <vt:i4>5</vt:i4>
      </vt:variant>
      <vt:variant>
        <vt:lpwstr>mailto:mateja.jovic@uil-sipo.si</vt:lpwstr>
      </vt:variant>
      <vt:variant>
        <vt:lpwstr/>
      </vt:variant>
      <vt:variant>
        <vt:i4>4653161</vt:i4>
      </vt:variant>
      <vt:variant>
        <vt:i4>459</vt:i4>
      </vt:variant>
      <vt:variant>
        <vt:i4>0</vt:i4>
      </vt:variant>
      <vt:variant>
        <vt:i4>5</vt:i4>
      </vt:variant>
      <vt:variant>
        <vt:lpwstr>mailto:x.lownam@finance.gov.sc</vt:lpwstr>
      </vt:variant>
      <vt:variant>
        <vt:lpwstr/>
      </vt:variant>
      <vt:variant>
        <vt:i4>786467</vt:i4>
      </vt:variant>
      <vt:variant>
        <vt:i4>456</vt:i4>
      </vt:variant>
      <vt:variant>
        <vt:i4>0</vt:i4>
      </vt:variant>
      <vt:variant>
        <vt:i4>5</vt:i4>
      </vt:variant>
      <vt:variant>
        <vt:lpwstr>mailto:iptrade@nuntiusge.org</vt:lpwstr>
      </vt:variant>
      <vt:variant>
        <vt:lpwstr/>
      </vt:variant>
      <vt:variant>
        <vt:i4>524350</vt:i4>
      </vt:variant>
      <vt:variant>
        <vt:i4>453</vt:i4>
      </vt:variant>
      <vt:variant>
        <vt:i4>0</vt:i4>
      </vt:variant>
      <vt:variant>
        <vt:i4>5</vt:i4>
      </vt:variant>
      <vt:variant>
        <vt:lpwstr>mailto:nadia.vally@ipo.gov.uk</vt:lpwstr>
      </vt:variant>
      <vt:variant>
        <vt:lpwstr/>
      </vt:variant>
      <vt:variant>
        <vt:i4>1310757</vt:i4>
      </vt:variant>
      <vt:variant>
        <vt:i4>450</vt:i4>
      </vt:variant>
      <vt:variant>
        <vt:i4>0</vt:i4>
      </vt:variant>
      <vt:variant>
        <vt:i4>5</vt:i4>
      </vt:variant>
      <vt:variant>
        <vt:lpwstr>mailto:stanislaus.kigosi@brela.go.tz</vt:lpwstr>
      </vt:variant>
      <vt:variant>
        <vt:lpwstr/>
      </vt:variant>
      <vt:variant>
        <vt:i4>1048618</vt:i4>
      </vt:variant>
      <vt:variant>
        <vt:i4>447</vt:i4>
      </vt:variant>
      <vt:variant>
        <vt:i4>0</vt:i4>
      </vt:variant>
      <vt:variant>
        <vt:i4>5</vt:i4>
      </vt:variant>
      <vt:variant>
        <vt:lpwstr>mailto:neema.kitala@brela.go.tz</vt:lpwstr>
      </vt:variant>
      <vt:variant>
        <vt:lpwstr/>
      </vt:variant>
      <vt:variant>
        <vt:i4>4587616</vt:i4>
      </vt:variant>
      <vt:variant>
        <vt:i4>444</vt:i4>
      </vt:variant>
      <vt:variant>
        <vt:i4>0</vt:i4>
      </vt:variant>
      <vt:variant>
        <vt:i4>5</vt:i4>
      </vt:variant>
      <vt:variant>
        <vt:lpwstr>mailto:adela.faladova@mk.gov.cz</vt:lpwstr>
      </vt:variant>
      <vt:variant>
        <vt:lpwstr/>
      </vt:variant>
      <vt:variant>
        <vt:i4>5570605</vt:i4>
      </vt:variant>
      <vt:variant>
        <vt:i4>441</vt:i4>
      </vt:variant>
      <vt:variant>
        <vt:i4>0</vt:i4>
      </vt:variant>
      <vt:variant>
        <vt:i4>5</vt:i4>
      </vt:variant>
      <vt:variant>
        <vt:lpwstr>mailto:wgoico@mirex.gob.do</vt:lpwstr>
      </vt:variant>
      <vt:variant>
        <vt:lpwstr/>
      </vt:variant>
      <vt:variant>
        <vt:i4>3407952</vt:i4>
      </vt:variant>
      <vt:variant>
        <vt:i4>438</vt:i4>
      </vt:variant>
      <vt:variant>
        <vt:i4>0</vt:i4>
      </vt:variant>
      <vt:variant>
        <vt:i4>5</vt:i4>
      </vt:variant>
      <vt:variant>
        <vt:lpwstr>mailto:bk.chaleunsook@outlook.com</vt:lpwstr>
      </vt:variant>
      <vt:variant>
        <vt:lpwstr/>
      </vt:variant>
      <vt:variant>
        <vt:i4>6422600</vt:i4>
      </vt:variant>
      <vt:variant>
        <vt:i4>435</vt:i4>
      </vt:variant>
      <vt:variant>
        <vt:i4>0</vt:i4>
      </vt:variant>
      <vt:variant>
        <vt:i4>5</vt:i4>
      </vt:variant>
      <vt:variant>
        <vt:lpwstr>mailto:thongmala.k.s@gmail.com</vt:lpwstr>
      </vt:variant>
      <vt:variant>
        <vt:lpwstr/>
      </vt:variant>
      <vt:variant>
        <vt:i4>6881286</vt:i4>
      </vt:variant>
      <vt:variant>
        <vt:i4>432</vt:i4>
      </vt:variant>
      <vt:variant>
        <vt:i4>0</vt:i4>
      </vt:variant>
      <vt:variant>
        <vt:i4>5</vt:i4>
      </vt:variant>
      <vt:variant>
        <vt:lpwstr>mailto:litdavanh.trk@gmail.com</vt:lpwstr>
      </vt:variant>
      <vt:variant>
        <vt:lpwstr/>
      </vt:variant>
      <vt:variant>
        <vt:i4>3080223</vt:i4>
      </vt:variant>
      <vt:variant>
        <vt:i4>429</vt:i4>
      </vt:variant>
      <vt:variant>
        <vt:i4>0</vt:i4>
      </vt:variant>
      <vt:variant>
        <vt:i4>5</vt:i4>
      </vt:variant>
      <vt:variant>
        <vt:lpwstr>mailto:saybandith30@gmail.com</vt:lpwstr>
      </vt:variant>
      <vt:variant>
        <vt:lpwstr/>
      </vt:variant>
      <vt:variant>
        <vt:i4>2162709</vt:i4>
      </vt:variant>
      <vt:variant>
        <vt:i4>426</vt:i4>
      </vt:variant>
      <vt:variant>
        <vt:i4>0</vt:i4>
      </vt:variant>
      <vt:variant>
        <vt:i4>5</vt:i4>
      </vt:variant>
      <vt:variant>
        <vt:lpwstr>mailto:jana.turcan@agepi.gov.md</vt:lpwstr>
      </vt:variant>
      <vt:variant>
        <vt:lpwstr/>
      </vt:variant>
      <vt:variant>
        <vt:i4>4653152</vt:i4>
      </vt:variant>
      <vt:variant>
        <vt:i4>423</vt:i4>
      </vt:variant>
      <vt:variant>
        <vt:i4>0</vt:i4>
      </vt:variant>
      <vt:variant>
        <vt:i4>5</vt:i4>
      </vt:variant>
      <vt:variant>
        <vt:lpwstr>mailto:dorina.colsatschi@agepi.gov.md</vt:lpwstr>
      </vt:variant>
      <vt:variant>
        <vt:lpwstr/>
      </vt:variant>
      <vt:variant>
        <vt:i4>7667732</vt:i4>
      </vt:variant>
      <vt:variant>
        <vt:i4>420</vt:i4>
      </vt:variant>
      <vt:variant>
        <vt:i4>0</vt:i4>
      </vt:variant>
      <vt:variant>
        <vt:i4>5</vt:i4>
      </vt:variant>
      <vt:variant>
        <vt:lpwstr>mailto:bombora2@korea.kr</vt:lpwstr>
      </vt:variant>
      <vt:variant>
        <vt:lpwstr/>
      </vt:variant>
      <vt:variant>
        <vt:i4>2752582</vt:i4>
      </vt:variant>
      <vt:variant>
        <vt:i4>417</vt:i4>
      </vt:variant>
      <vt:variant>
        <vt:i4>0</vt:i4>
      </vt:variant>
      <vt:variant>
        <vt:i4>5</vt:i4>
      </vt:variant>
      <vt:variant>
        <vt:lpwstr>mailto:ymkim524@gmail.com</vt:lpwstr>
      </vt:variant>
      <vt:variant>
        <vt:lpwstr/>
      </vt:variant>
      <vt:variant>
        <vt:i4>1376313</vt:i4>
      </vt:variant>
      <vt:variant>
        <vt:i4>414</vt:i4>
      </vt:variant>
      <vt:variant>
        <vt:i4>0</vt:i4>
      </vt:variant>
      <vt:variant>
        <vt:i4>5</vt:i4>
      </vt:variant>
      <vt:variant>
        <vt:lpwstr>mailto:xinhwa@korea.kr</vt:lpwstr>
      </vt:variant>
      <vt:variant>
        <vt:lpwstr/>
      </vt:variant>
      <vt:variant>
        <vt:i4>7077974</vt:i4>
      </vt:variant>
      <vt:variant>
        <vt:i4>411</vt:i4>
      </vt:variant>
      <vt:variant>
        <vt:i4>0</vt:i4>
      </vt:variant>
      <vt:variant>
        <vt:i4>5</vt:i4>
      </vt:variant>
      <vt:variant>
        <vt:lpwstr>mailto:yoonjeeyoung@korea.kr</vt:lpwstr>
      </vt:variant>
      <vt:variant>
        <vt:lpwstr/>
      </vt:variant>
      <vt:variant>
        <vt:i4>2555926</vt:i4>
      </vt:variant>
      <vt:variant>
        <vt:i4>408</vt:i4>
      </vt:variant>
      <vt:variant>
        <vt:i4>0</vt:i4>
      </vt:variant>
      <vt:variant>
        <vt:i4>5</vt:i4>
      </vt:variant>
      <vt:variant>
        <vt:lpwstr>mailto:hychoi77@korea.kr</vt:lpwstr>
      </vt:variant>
      <vt:variant>
        <vt:lpwstr/>
      </vt:variant>
      <vt:variant>
        <vt:i4>4784187</vt:i4>
      </vt:variant>
      <vt:variant>
        <vt:i4>405</vt:i4>
      </vt:variant>
      <vt:variant>
        <vt:i4>0</vt:i4>
      </vt:variant>
      <vt:variant>
        <vt:i4>5</vt:i4>
      </vt:variant>
      <vt:variant>
        <vt:lpwstr>mailto:kfakhroo@moci.gov.qa</vt:lpwstr>
      </vt:variant>
      <vt:variant>
        <vt:lpwstr/>
      </vt:variant>
      <vt:variant>
        <vt:i4>5832804</vt:i4>
      </vt:variant>
      <vt:variant>
        <vt:i4>402</vt:i4>
      </vt:variant>
      <vt:variant>
        <vt:i4>0</vt:i4>
      </vt:variant>
      <vt:variant>
        <vt:i4>5</vt:i4>
      </vt:variant>
      <vt:variant>
        <vt:lpwstr>mailto:fatima.mamangon@ipophil.gov.ph</vt:lpwstr>
      </vt:variant>
      <vt:variant>
        <vt:lpwstr/>
      </vt:variant>
      <vt:variant>
        <vt:i4>2883613</vt:i4>
      </vt:variant>
      <vt:variant>
        <vt:i4>399</vt:i4>
      </vt:variant>
      <vt:variant>
        <vt:i4>0</vt:i4>
      </vt:variant>
      <vt:variant>
        <vt:i4>5</vt:i4>
      </vt:variant>
      <vt:variant>
        <vt:lpwstr>mailto:cristina.deguzman@ipophil.gov.ph</vt:lpwstr>
      </vt:variant>
      <vt:variant>
        <vt:lpwstr/>
      </vt:variant>
      <vt:variant>
        <vt:i4>43</vt:i4>
      </vt:variant>
      <vt:variant>
        <vt:i4>396</vt:i4>
      </vt:variant>
      <vt:variant>
        <vt:i4>0</vt:i4>
      </vt:variant>
      <vt:variant>
        <vt:i4>5</vt:i4>
      </vt:variant>
      <vt:variant>
        <vt:lpwstr>mailto:ann.edillon@ipophil.gov.ph</vt:lpwstr>
      </vt:variant>
      <vt:variant>
        <vt:lpwstr/>
      </vt:variant>
      <vt:variant>
        <vt:i4>3473429</vt:i4>
      </vt:variant>
      <vt:variant>
        <vt:i4>393</vt:i4>
      </vt:variant>
      <vt:variant>
        <vt:i4>0</vt:i4>
      </vt:variant>
      <vt:variant>
        <vt:i4>5</vt:i4>
      </vt:variant>
      <vt:variant>
        <vt:lpwstr>mailto:felipe.carino@dfa.gov.ph</vt:lpwstr>
      </vt:variant>
      <vt:variant>
        <vt:lpwstr/>
      </vt:variant>
      <vt:variant>
        <vt:i4>3670102</vt:i4>
      </vt:variant>
      <vt:variant>
        <vt:i4>390</vt:i4>
      </vt:variant>
      <vt:variant>
        <vt:i4>0</vt:i4>
      </vt:variant>
      <vt:variant>
        <vt:i4>5</vt:i4>
      </vt:variant>
      <vt:variant>
        <vt:lpwstr>mailto:squinteros@indecopi.gob.pe</vt:lpwstr>
      </vt:variant>
      <vt:variant>
        <vt:lpwstr/>
      </vt:variant>
      <vt:variant>
        <vt:i4>1048683</vt:i4>
      </vt:variant>
      <vt:variant>
        <vt:i4>387</vt:i4>
      </vt:variant>
      <vt:variant>
        <vt:i4>0</vt:i4>
      </vt:variant>
      <vt:variant>
        <vt:i4>5</vt:i4>
      </vt:variant>
      <vt:variant>
        <vt:lpwstr>mailto:amatsunor@rree.gob.pe</vt:lpwstr>
      </vt:variant>
      <vt:variant>
        <vt:lpwstr/>
      </vt:variant>
      <vt:variant>
        <vt:i4>3866642</vt:i4>
      </vt:variant>
      <vt:variant>
        <vt:i4>384</vt:i4>
      </vt:variant>
      <vt:variant>
        <vt:i4>0</vt:i4>
      </vt:variant>
      <vt:variant>
        <vt:i4>5</vt:i4>
      </vt:variant>
      <vt:variant>
        <vt:lpwstr>mailto:aurquizo@onuperuginebra.ch</vt:lpwstr>
      </vt:variant>
      <vt:variant>
        <vt:lpwstr/>
      </vt:variant>
      <vt:variant>
        <vt:i4>983075</vt:i4>
      </vt:variant>
      <vt:variant>
        <vt:i4>381</vt:i4>
      </vt:variant>
      <vt:variant>
        <vt:i4>0</vt:i4>
      </vt:variant>
      <vt:variant>
        <vt:i4>5</vt:i4>
      </vt:variant>
      <vt:variant>
        <vt:lpwstr>mailto:delmidia.serna@senave.gov.py</vt:lpwstr>
      </vt:variant>
      <vt:variant>
        <vt:lpwstr/>
      </vt:variant>
      <vt:variant>
        <vt:i4>983102</vt:i4>
      </vt:variant>
      <vt:variant>
        <vt:i4>378</vt:i4>
      </vt:variant>
      <vt:variant>
        <vt:i4>0</vt:i4>
      </vt:variant>
      <vt:variant>
        <vt:i4>5</vt:i4>
      </vt:variant>
      <vt:variant>
        <vt:lpwstr>mailto:pbalbuena@misionparaguayomc.ch</vt:lpwstr>
      </vt:variant>
      <vt:variant>
        <vt:lpwstr/>
      </vt:variant>
      <vt:variant>
        <vt:i4>6225973</vt:i4>
      </vt:variant>
      <vt:variant>
        <vt:i4>375</vt:i4>
      </vt:variant>
      <vt:variant>
        <vt:i4>0</vt:i4>
      </vt:variant>
      <vt:variant>
        <vt:i4>5</vt:i4>
      </vt:variant>
      <vt:variant>
        <vt:lpwstr>mailto:dani.hauron@gmail.com</vt:lpwstr>
      </vt:variant>
      <vt:variant>
        <vt:lpwstr/>
      </vt:variant>
      <vt:variant>
        <vt:i4>4390968</vt:i4>
      </vt:variant>
      <vt:variant>
        <vt:i4>372</vt:i4>
      </vt:variant>
      <vt:variant>
        <vt:i4>0</vt:i4>
      </vt:variant>
      <vt:variant>
        <vt:i4>5</vt:i4>
      </vt:variant>
      <vt:variant>
        <vt:lpwstr>mailto:buriyevv.nodirr@gmail.com</vt:lpwstr>
      </vt:variant>
      <vt:variant>
        <vt:lpwstr/>
      </vt:variant>
      <vt:variant>
        <vt:i4>6356992</vt:i4>
      </vt:variant>
      <vt:variant>
        <vt:i4>369</vt:i4>
      </vt:variant>
      <vt:variant>
        <vt:i4>0</vt:i4>
      </vt:variant>
      <vt:variant>
        <vt:i4>5</vt:i4>
      </vt:variant>
      <vt:variant>
        <vt:lpwstr>mailto:zoe.kirunda@ugandamission.ch</vt:lpwstr>
      </vt:variant>
      <vt:variant>
        <vt:lpwstr/>
      </vt:variant>
      <vt:variant>
        <vt:i4>6029357</vt:i4>
      </vt:variant>
      <vt:variant>
        <vt:i4>366</vt:i4>
      </vt:variant>
      <vt:variant>
        <vt:i4>0</vt:i4>
      </vt:variant>
      <vt:variant>
        <vt:i4>5</vt:i4>
      </vt:variant>
      <vt:variant>
        <vt:lpwstr>mailto:kafunjo@ursb.go.ug</vt:lpwstr>
      </vt:variant>
      <vt:variant>
        <vt:lpwstr/>
      </vt:variant>
      <vt:variant>
        <vt:i4>7929949</vt:i4>
      </vt:variant>
      <vt:variant>
        <vt:i4>363</vt:i4>
      </vt:variant>
      <vt:variant>
        <vt:i4>0</vt:i4>
      </vt:variant>
      <vt:variant>
        <vt:i4>5</vt:i4>
      </vt:variant>
      <vt:variant>
        <vt:lpwstr>mailto:danielle.bambro@tpk.govt.nz</vt:lpwstr>
      </vt:variant>
      <vt:variant>
        <vt:lpwstr/>
      </vt:variant>
      <vt:variant>
        <vt:i4>1638456</vt:i4>
      </vt:variant>
      <vt:variant>
        <vt:i4>360</vt:i4>
      </vt:variant>
      <vt:variant>
        <vt:i4>0</vt:i4>
      </vt:variant>
      <vt:variant>
        <vt:i4>5</vt:i4>
      </vt:variant>
      <vt:variant>
        <vt:lpwstr>mailto:laine.fisher@tpk.govt.nz</vt:lpwstr>
      </vt:variant>
      <vt:variant>
        <vt:lpwstr/>
      </vt:variant>
      <vt:variant>
        <vt:i4>1114219</vt:i4>
      </vt:variant>
      <vt:variant>
        <vt:i4>357</vt:i4>
      </vt:variant>
      <vt:variant>
        <vt:i4>0</vt:i4>
      </vt:variant>
      <vt:variant>
        <vt:i4>5</vt:i4>
      </vt:variant>
      <vt:variant>
        <vt:lpwstr>mailto:oguamanam.chidi@gmail.com</vt:lpwstr>
      </vt:variant>
      <vt:variant>
        <vt:lpwstr/>
      </vt:variant>
      <vt:variant>
        <vt:i4>1114152</vt:i4>
      </vt:variant>
      <vt:variant>
        <vt:i4>354</vt:i4>
      </vt:variant>
      <vt:variant>
        <vt:i4>0</vt:i4>
      </vt:variant>
      <vt:variant>
        <vt:i4>5</vt:i4>
      </vt:variant>
      <vt:variant>
        <vt:lpwstr>mailto:d.egbufor@nigerian-mission.ch</vt:lpwstr>
      </vt:variant>
      <vt:variant>
        <vt:lpwstr/>
      </vt:variant>
      <vt:variant>
        <vt:i4>720940</vt:i4>
      </vt:variant>
      <vt:variant>
        <vt:i4>351</vt:i4>
      </vt:variant>
      <vt:variant>
        <vt:i4>0</vt:i4>
      </vt:variant>
      <vt:variant>
        <vt:i4>5</vt:i4>
      </vt:variant>
      <vt:variant>
        <vt:lpwstr>mailto:john.asein@copyright.gov.ng</vt:lpwstr>
      </vt:variant>
      <vt:variant>
        <vt:lpwstr/>
      </vt:variant>
      <vt:variant>
        <vt:i4>1245243</vt:i4>
      </vt:variant>
      <vt:variant>
        <vt:i4>348</vt:i4>
      </vt:variant>
      <vt:variant>
        <vt:i4>0</vt:i4>
      </vt:variant>
      <vt:variant>
        <vt:i4>5</vt:i4>
      </vt:variant>
      <vt:variant>
        <vt:lpwstr>mailto:amadoutankoano@gmail.com</vt:lpwstr>
      </vt:variant>
      <vt:variant>
        <vt:lpwstr/>
      </vt:variant>
      <vt:variant>
        <vt:i4>852017</vt:i4>
      </vt:variant>
      <vt:variant>
        <vt:i4>345</vt:i4>
      </vt:variant>
      <vt:variant>
        <vt:i4>0</vt:i4>
      </vt:variant>
      <vt:variant>
        <vt:i4>5</vt:i4>
      </vt:variant>
      <vt:variant>
        <vt:lpwstr>mailto:nguido2002@yahoo.fr</vt:lpwstr>
      </vt:variant>
      <vt:variant>
        <vt:lpwstr/>
      </vt:variant>
      <vt:variant>
        <vt:i4>1966142</vt:i4>
      </vt:variant>
      <vt:variant>
        <vt:i4>342</vt:i4>
      </vt:variant>
      <vt:variant>
        <vt:i4>0</vt:i4>
      </vt:variant>
      <vt:variant>
        <vt:i4>5</vt:i4>
      </vt:variant>
      <vt:variant>
        <vt:lpwstr>mailto:detenamofebony@gmail.com</vt:lpwstr>
      </vt:variant>
      <vt:variant>
        <vt:lpwstr/>
      </vt:variant>
      <vt:variant>
        <vt:i4>1245217</vt:i4>
      </vt:variant>
      <vt:variant>
        <vt:i4>339</vt:i4>
      </vt:variant>
      <vt:variant>
        <vt:i4>0</vt:i4>
      </vt:variant>
      <vt:variant>
        <vt:i4>5</vt:i4>
      </vt:variant>
      <vt:variant>
        <vt:lpwstr>mailto:marilyntialedeireragea@gmail.com</vt:lpwstr>
      </vt:variant>
      <vt:variant>
        <vt:lpwstr/>
      </vt:variant>
      <vt:variant>
        <vt:i4>6815753</vt:i4>
      </vt:variant>
      <vt:variant>
        <vt:i4>336</vt:i4>
      </vt:variant>
      <vt:variant>
        <vt:i4>0</vt:i4>
      </vt:variant>
      <vt:variant>
        <vt:i4>5</vt:i4>
      </vt:variant>
      <vt:variant>
        <vt:lpwstr>mailto:jhartman@nauru-unog.ch</vt:lpwstr>
      </vt:variant>
      <vt:variant>
        <vt:lpwstr/>
      </vt:variant>
      <vt:variant>
        <vt:i4>1048672</vt:i4>
      </vt:variant>
      <vt:variant>
        <vt:i4>333</vt:i4>
      </vt:variant>
      <vt:variant>
        <vt:i4>0</vt:i4>
      </vt:variant>
      <vt:variant>
        <vt:i4>5</vt:i4>
      </vt:variant>
      <vt:variant>
        <vt:lpwstr>mailto:gizelle.cm@gmail.com</vt:lpwstr>
      </vt:variant>
      <vt:variant>
        <vt:lpwstr/>
      </vt:variant>
      <vt:variant>
        <vt:i4>6881303</vt:i4>
      </vt:variant>
      <vt:variant>
        <vt:i4>330</vt:i4>
      </vt:variant>
      <vt:variant>
        <vt:i4>0</vt:i4>
      </vt:variant>
      <vt:variant>
        <vt:i4>5</vt:i4>
      </vt:variant>
      <vt:variant>
        <vt:lpwstr>mailto:arosasj@inpi.gob.mx</vt:lpwstr>
      </vt:variant>
      <vt:variant>
        <vt:lpwstr/>
      </vt:variant>
      <vt:variant>
        <vt:i4>5046306</vt:i4>
      </vt:variant>
      <vt:variant>
        <vt:i4>327</vt:i4>
      </vt:variant>
      <vt:variant>
        <vt:i4>0</vt:i4>
      </vt:variant>
      <vt:variant>
        <vt:i4>5</vt:i4>
      </vt:variant>
      <vt:variant>
        <vt:lpwstr>mailto:cgarciab@inpi.gob.mx</vt:lpwstr>
      </vt:variant>
      <vt:variant>
        <vt:lpwstr/>
      </vt:variant>
      <vt:variant>
        <vt:i4>7929885</vt:i4>
      </vt:variant>
      <vt:variant>
        <vt:i4>324</vt:i4>
      </vt:variant>
      <vt:variant>
        <vt:i4>0</vt:i4>
      </vt:variant>
      <vt:variant>
        <vt:i4>5</vt:i4>
      </vt:variant>
      <vt:variant>
        <vt:lpwstr>mailto:vperezc@inpi.gob.mx</vt:lpwstr>
      </vt:variant>
      <vt:variant>
        <vt:lpwstr/>
      </vt:variant>
      <vt:variant>
        <vt:i4>3276883</vt:i4>
      </vt:variant>
      <vt:variant>
        <vt:i4>321</vt:i4>
      </vt:variant>
      <vt:variant>
        <vt:i4>0</vt:i4>
      </vt:variant>
      <vt:variant>
        <vt:i4>5</vt:i4>
      </vt:variant>
      <vt:variant>
        <vt:lpwstr>mailto:kdmora@cultura.gob.mx</vt:lpwstr>
      </vt:variant>
      <vt:variant>
        <vt:lpwstr/>
      </vt:variant>
      <vt:variant>
        <vt:i4>7143424</vt:i4>
      </vt:variant>
      <vt:variant>
        <vt:i4>318</vt:i4>
      </vt:variant>
      <vt:variant>
        <vt:i4>0</vt:i4>
      </vt:variant>
      <vt:variant>
        <vt:i4>5</vt:i4>
      </vt:variant>
      <vt:variant>
        <vt:lpwstr>mailto:arcalvo@inpi.gob.mx</vt:lpwstr>
      </vt:variant>
      <vt:variant>
        <vt:lpwstr/>
      </vt:variant>
      <vt:variant>
        <vt:i4>7929868</vt:i4>
      </vt:variant>
      <vt:variant>
        <vt:i4>315</vt:i4>
      </vt:variant>
      <vt:variant>
        <vt:i4>0</vt:i4>
      </vt:variant>
      <vt:variant>
        <vt:i4>5</vt:i4>
      </vt:variant>
      <vt:variant>
        <vt:lpwstr>mailto:mireyes@inpi.gob.mx</vt:lpwstr>
      </vt:variant>
      <vt:variant>
        <vt:lpwstr/>
      </vt:variant>
      <vt:variant>
        <vt:i4>7340032</vt:i4>
      </vt:variant>
      <vt:variant>
        <vt:i4>312</vt:i4>
      </vt:variant>
      <vt:variant>
        <vt:i4>0</vt:i4>
      </vt:variant>
      <vt:variant>
        <vt:i4>5</vt:i4>
      </vt:variant>
      <vt:variant>
        <vt:lpwstr>mailto:szamora@inpi.gob.mx</vt:lpwstr>
      </vt:variant>
      <vt:variant>
        <vt:lpwstr/>
      </vt:variant>
      <vt:variant>
        <vt:i4>720953</vt:i4>
      </vt:variant>
      <vt:variant>
        <vt:i4>309</vt:i4>
      </vt:variant>
      <vt:variant>
        <vt:i4>0</vt:i4>
      </vt:variant>
      <vt:variant>
        <vt:i4>5</vt:i4>
      </vt:variant>
      <vt:variant>
        <vt:lpwstr>mailto:diaganaroughaya@gmail.com</vt:lpwstr>
      </vt:variant>
      <vt:variant>
        <vt:lpwstr/>
      </vt:variant>
      <vt:variant>
        <vt:i4>2883655</vt:i4>
      </vt:variant>
      <vt:variant>
        <vt:i4>306</vt:i4>
      </vt:variant>
      <vt:variant>
        <vt:i4>0</vt:i4>
      </vt:variant>
      <vt:variant>
        <vt:i4>5</vt:i4>
      </vt:variant>
      <vt:variant>
        <vt:lpwstr>mailto:dfadel@culture.gov.mr</vt:lpwstr>
      </vt:variant>
      <vt:variant>
        <vt:lpwstr/>
      </vt:variant>
      <vt:variant>
        <vt:i4>1048632</vt:i4>
      </vt:variant>
      <vt:variant>
        <vt:i4>303</vt:i4>
      </vt:variant>
      <vt:variant>
        <vt:i4>0</vt:i4>
      </vt:variant>
      <vt:variant>
        <vt:i4>5</vt:i4>
      </vt:variant>
      <vt:variant>
        <vt:lpwstr>mailto:mauritiusembassy@bluewin.ch</vt:lpwstr>
      </vt:variant>
      <vt:variant>
        <vt:lpwstr/>
      </vt:variant>
      <vt:variant>
        <vt:i4>7012421</vt:i4>
      </vt:variant>
      <vt:variant>
        <vt:i4>300</vt:i4>
      </vt:variant>
      <vt:variant>
        <vt:i4>0</vt:i4>
      </vt:variant>
      <vt:variant>
        <vt:i4>5</vt:i4>
      </vt:variant>
      <vt:variant>
        <vt:lpwstr>mailto:elouakil@ompic.ma</vt:lpwstr>
      </vt:variant>
      <vt:variant>
        <vt:lpwstr/>
      </vt:variant>
      <vt:variant>
        <vt:i4>1310845</vt:i4>
      </vt:variant>
      <vt:variant>
        <vt:i4>297</vt:i4>
      </vt:variant>
      <vt:variant>
        <vt:i4>0</vt:i4>
      </vt:variant>
      <vt:variant>
        <vt:i4>5</vt:i4>
      </vt:variant>
      <vt:variant>
        <vt:lpwstr>mailto:sara.elalami12@gmail.com</vt:lpwstr>
      </vt:variant>
      <vt:variant>
        <vt:lpwstr/>
      </vt:variant>
      <vt:variant>
        <vt:i4>196652</vt:i4>
      </vt:variant>
      <vt:variant>
        <vt:i4>294</vt:i4>
      </vt:variant>
      <vt:variant>
        <vt:i4>0</vt:i4>
      </vt:variant>
      <vt:variant>
        <vt:i4>5</vt:i4>
      </vt:variant>
      <vt:variant>
        <vt:lpwstr>mailto:mhamdialaouidalal@yahoo.fr</vt:lpwstr>
      </vt:variant>
      <vt:variant>
        <vt:lpwstr/>
      </vt:variant>
      <vt:variant>
        <vt:i4>4522024</vt:i4>
      </vt:variant>
      <vt:variant>
        <vt:i4>291</vt:i4>
      </vt:variant>
      <vt:variant>
        <vt:i4>0</vt:i4>
      </vt:variant>
      <vt:variant>
        <vt:i4>5</vt:i4>
      </vt:variant>
      <vt:variant>
        <vt:lpwstr>mailto:suraya@myipo.gov.my</vt:lpwstr>
      </vt:variant>
      <vt:variant>
        <vt:lpwstr/>
      </vt:variant>
      <vt:variant>
        <vt:i4>7405648</vt:i4>
      </vt:variant>
      <vt:variant>
        <vt:i4>288</vt:i4>
      </vt:variant>
      <vt:variant>
        <vt:i4>0</vt:i4>
      </vt:variant>
      <vt:variant>
        <vt:i4>5</vt:i4>
      </vt:variant>
      <vt:variant>
        <vt:lpwstr>mailto:nantoaninasolofo@gmail.com</vt:lpwstr>
      </vt:variant>
      <vt:variant>
        <vt:lpwstr/>
      </vt:variant>
      <vt:variant>
        <vt:i4>2228241</vt:i4>
      </vt:variant>
      <vt:variant>
        <vt:i4>285</vt:i4>
      </vt:variant>
      <vt:variant>
        <vt:i4>0</vt:i4>
      </vt:variant>
      <vt:variant>
        <vt:i4>5</vt:i4>
      </vt:variant>
      <vt:variant>
        <vt:lpwstr>mailto:ardijan.beluli@ippo.gov.mk</vt:lpwstr>
      </vt:variant>
      <vt:variant>
        <vt:lpwstr/>
      </vt:variant>
      <vt:variant>
        <vt:i4>4718695</vt:i4>
      </vt:variant>
      <vt:variant>
        <vt:i4>282</vt:i4>
      </vt:variant>
      <vt:variant>
        <vt:i4>0</vt:i4>
      </vt:variant>
      <vt:variant>
        <vt:i4>5</vt:i4>
      </vt:variant>
      <vt:variant>
        <vt:lpwstr>mailto:eljesa.neziri@ippo.gov.mk</vt:lpwstr>
      </vt:variant>
      <vt:variant>
        <vt:lpwstr/>
      </vt:variant>
      <vt:variant>
        <vt:i4>7208968</vt:i4>
      </vt:variant>
      <vt:variant>
        <vt:i4>279</vt:i4>
      </vt:variant>
      <vt:variant>
        <vt:i4>0</vt:i4>
      </vt:variant>
      <vt:variant>
        <vt:i4>5</vt:i4>
      </vt:variant>
      <vt:variant>
        <vt:lpwstr>mailto:zivile.plyciute@lrkm.lt</vt:lpwstr>
      </vt:variant>
      <vt:variant>
        <vt:lpwstr/>
      </vt:variant>
      <vt:variant>
        <vt:i4>6357002</vt:i4>
      </vt:variant>
      <vt:variant>
        <vt:i4>276</vt:i4>
      </vt:variant>
      <vt:variant>
        <vt:i4>0</vt:i4>
      </vt:variant>
      <vt:variant>
        <vt:i4>5</vt:i4>
      </vt:variant>
      <vt:variant>
        <vt:lpwstr>mailto:aliwa.algrib@gmail.com</vt:lpwstr>
      </vt:variant>
      <vt:variant>
        <vt:lpwstr/>
      </vt:variant>
      <vt:variant>
        <vt:i4>721009</vt:i4>
      </vt:variant>
      <vt:variant>
        <vt:i4>273</vt:i4>
      </vt:variant>
      <vt:variant>
        <vt:i4>0</vt:i4>
      </vt:variant>
      <vt:variant>
        <vt:i4>5</vt:i4>
      </vt:variant>
      <vt:variant>
        <vt:lpwstr>mailto:slakiss@economy.gov.lb</vt:lpwstr>
      </vt:variant>
      <vt:variant>
        <vt:lpwstr/>
      </vt:variant>
      <vt:variant>
        <vt:i4>4456502</vt:i4>
      </vt:variant>
      <vt:variant>
        <vt:i4>270</vt:i4>
      </vt:variant>
      <vt:variant>
        <vt:i4>0</vt:i4>
      </vt:variant>
      <vt:variant>
        <vt:i4>5</vt:i4>
      </vt:variant>
      <vt:variant>
        <vt:lpwstr>mailto:alisamad1@hotmail.com</vt:lpwstr>
      </vt:variant>
      <vt:variant>
        <vt:lpwstr/>
      </vt:variant>
      <vt:variant>
        <vt:i4>7602257</vt:i4>
      </vt:variant>
      <vt:variant>
        <vt:i4>267</vt:i4>
      </vt:variant>
      <vt:variant>
        <vt:i4>0</vt:i4>
      </vt:variant>
      <vt:variant>
        <vt:i4>5</vt:i4>
      </vt:variant>
      <vt:variant>
        <vt:lpwstr>mailto:bckahuria@gmail.com</vt:lpwstr>
      </vt:variant>
      <vt:variant>
        <vt:lpwstr/>
      </vt:variant>
      <vt:variant>
        <vt:i4>786490</vt:i4>
      </vt:variant>
      <vt:variant>
        <vt:i4>264</vt:i4>
      </vt:variant>
      <vt:variant>
        <vt:i4>0</vt:i4>
      </vt:variant>
      <vt:variant>
        <vt:i4>5</vt:i4>
      </vt:variant>
      <vt:variant>
        <vt:lpwstr>mailto:makazhanmarzhan1987@gmail.com</vt:lpwstr>
      </vt:variant>
      <vt:variant>
        <vt:lpwstr/>
      </vt:variant>
      <vt:variant>
        <vt:i4>393318</vt:i4>
      </vt:variant>
      <vt:variant>
        <vt:i4>261</vt:i4>
      </vt:variant>
      <vt:variant>
        <vt:i4>0</vt:i4>
      </vt:variant>
      <vt:variant>
        <vt:i4>5</vt:i4>
      </vt:variant>
      <vt:variant>
        <vt:lpwstr>mailto:a.batyrbekova@kazpatent.kz</vt:lpwstr>
      </vt:variant>
      <vt:variant>
        <vt:lpwstr/>
      </vt:variant>
      <vt:variant>
        <vt:i4>8061001</vt:i4>
      </vt:variant>
      <vt:variant>
        <vt:i4>258</vt:i4>
      </vt:variant>
      <vt:variant>
        <vt:i4>0</vt:i4>
      </vt:variant>
      <vt:variant>
        <vt:i4>5</vt:i4>
      </vt:variant>
      <vt:variant>
        <vt:lpwstr>mailto:gelfayez@jordanmission.ch</vt:lpwstr>
      </vt:variant>
      <vt:variant>
        <vt:lpwstr/>
      </vt:variant>
      <vt:variant>
        <vt:i4>262206</vt:i4>
      </vt:variant>
      <vt:variant>
        <vt:i4>252</vt:i4>
      </vt:variant>
      <vt:variant>
        <vt:i4>0</vt:i4>
      </vt:variant>
      <vt:variant>
        <vt:i4>5</vt:i4>
      </vt:variant>
      <vt:variant>
        <vt:lpwstr>mailto:yamagishi-yuma@jpo.go.jp</vt:lpwstr>
      </vt:variant>
      <vt:variant>
        <vt:lpwstr/>
      </vt:variant>
      <vt:variant>
        <vt:i4>1769519</vt:i4>
      </vt:variant>
      <vt:variant>
        <vt:i4>249</vt:i4>
      </vt:variant>
      <vt:variant>
        <vt:i4>0</vt:i4>
      </vt:variant>
      <vt:variant>
        <vt:i4>5</vt:i4>
      </vt:variant>
      <vt:variant>
        <vt:lpwstr>mailto:sugita-kazuyuki@jpo.go.jp</vt:lpwstr>
      </vt:variant>
      <vt:variant>
        <vt:lpwstr/>
      </vt:variant>
      <vt:variant>
        <vt:i4>5963898</vt:i4>
      </vt:variant>
      <vt:variant>
        <vt:i4>246</vt:i4>
      </vt:variant>
      <vt:variant>
        <vt:i4>0</vt:i4>
      </vt:variant>
      <vt:variant>
        <vt:i4>5</vt:i4>
      </vt:variant>
      <vt:variant>
        <vt:lpwstr>mailto:ono-takashi@jpo.go.jp</vt:lpwstr>
      </vt:variant>
      <vt:variant>
        <vt:lpwstr/>
      </vt:variant>
      <vt:variant>
        <vt:i4>983091</vt:i4>
      </vt:variant>
      <vt:variant>
        <vt:i4>243</vt:i4>
      </vt:variant>
      <vt:variant>
        <vt:i4>0</vt:i4>
      </vt:variant>
      <vt:variant>
        <vt:i4>5</vt:i4>
      </vt:variant>
      <vt:variant>
        <vt:lpwstr>mailto:tsubouchi-yuka@jpo.go.jp</vt:lpwstr>
      </vt:variant>
      <vt:variant>
        <vt:lpwstr/>
      </vt:variant>
      <vt:variant>
        <vt:i4>5898355</vt:i4>
      </vt:variant>
      <vt:variant>
        <vt:i4>240</vt:i4>
      </vt:variant>
      <vt:variant>
        <vt:i4>0</vt:i4>
      </vt:variant>
      <vt:variant>
        <vt:i4>5</vt:i4>
      </vt:variant>
      <vt:variant>
        <vt:lpwstr>mailto:oyama-yoshinari@jpo.go.jp</vt:lpwstr>
      </vt:variant>
      <vt:variant>
        <vt:lpwstr/>
      </vt:variant>
      <vt:variant>
        <vt:i4>6619225</vt:i4>
      </vt:variant>
      <vt:variant>
        <vt:i4>237</vt:i4>
      </vt:variant>
      <vt:variant>
        <vt:i4>0</vt:i4>
      </vt:variant>
      <vt:variant>
        <vt:i4>5</vt:i4>
      </vt:variant>
      <vt:variant>
        <vt:lpwstr>mailto:lilyclaire.bellamy@jipo.gov.jm</vt:lpwstr>
      </vt:variant>
      <vt:variant>
        <vt:lpwstr/>
      </vt:variant>
      <vt:variant>
        <vt:i4>6357014</vt:i4>
      </vt:variant>
      <vt:variant>
        <vt:i4>234</vt:i4>
      </vt:variant>
      <vt:variant>
        <vt:i4>0</vt:i4>
      </vt:variant>
      <vt:variant>
        <vt:i4>5</vt:i4>
      </vt:variant>
      <vt:variant>
        <vt:lpwstr>mailto:felice.piscitello@esteri.it</vt:lpwstr>
      </vt:variant>
      <vt:variant>
        <vt:lpwstr/>
      </vt:variant>
      <vt:variant>
        <vt:i4>7864403</vt:i4>
      </vt:variant>
      <vt:variant>
        <vt:i4>231</vt:i4>
      </vt:variant>
      <vt:variant>
        <vt:i4>0</vt:i4>
      </vt:variant>
      <vt:variant>
        <vt:i4>5</vt:i4>
      </vt:variant>
      <vt:variant>
        <vt:lpwstr>mailto:delfina.autiero@mise.gov.it</vt:lpwstr>
      </vt:variant>
      <vt:variant>
        <vt:lpwstr/>
      </vt:variant>
      <vt:variant>
        <vt:i4>6619183</vt:i4>
      </vt:variant>
      <vt:variant>
        <vt:i4>228</vt:i4>
      </vt:variant>
      <vt:variant>
        <vt:i4>0</vt:i4>
      </vt:variant>
      <vt:variant>
        <vt:i4>5</vt:i4>
      </vt:variant>
      <vt:variant>
        <vt:lpwstr>mailto:pegah_119@yahoo.com</vt:lpwstr>
      </vt:variant>
      <vt:variant>
        <vt:lpwstr/>
      </vt:variant>
      <vt:variant>
        <vt:i4>5505086</vt:i4>
      </vt:variant>
      <vt:variant>
        <vt:i4>225</vt:i4>
      </vt:variant>
      <vt:variant>
        <vt:i4>0</vt:i4>
      </vt:variant>
      <vt:variant>
        <vt:i4>5</vt:i4>
      </vt:variant>
      <vt:variant>
        <vt:lpwstr>mailto:sh.poormohamadi@yahoo.com</vt:lpwstr>
      </vt:variant>
      <vt:variant>
        <vt:lpwstr/>
      </vt:variant>
      <vt:variant>
        <vt:i4>1376281</vt:i4>
      </vt:variant>
      <vt:variant>
        <vt:i4>222</vt:i4>
      </vt:variant>
      <vt:variant>
        <vt:i4>0</vt:i4>
      </vt:variant>
      <vt:variant>
        <vt:i4>5</vt:i4>
      </vt:variant>
      <vt:variant>
        <vt:lpwstr>mailto:m_karimzadeh@hotmail.com</vt:lpwstr>
      </vt:variant>
      <vt:variant>
        <vt:lpwstr/>
      </vt:variant>
      <vt:variant>
        <vt:i4>1245245</vt:i4>
      </vt:variant>
      <vt:variant>
        <vt:i4>219</vt:i4>
      </vt:variant>
      <vt:variant>
        <vt:i4>0</vt:i4>
      </vt:variant>
      <vt:variant>
        <vt:i4>5</vt:i4>
      </vt:variant>
      <vt:variant>
        <vt:lpwstr>mailto:sadeghazmandian@gmail.com</vt:lpwstr>
      </vt:variant>
      <vt:variant>
        <vt:lpwstr/>
      </vt:variant>
      <vt:variant>
        <vt:i4>7995457</vt:i4>
      </vt:variant>
      <vt:variant>
        <vt:i4>216</vt:i4>
      </vt:variant>
      <vt:variant>
        <vt:i4>0</vt:i4>
      </vt:variant>
      <vt:variant>
        <vt:i4>5</vt:i4>
      </vt:variant>
      <vt:variant>
        <vt:lpwstr>mailto:eco.genevapmi@mea.gov.in</vt:lpwstr>
      </vt:variant>
      <vt:variant>
        <vt:lpwstr/>
      </vt:variant>
      <vt:variant>
        <vt:i4>2162770</vt:i4>
      </vt:variant>
      <vt:variant>
        <vt:i4>213</vt:i4>
      </vt:variant>
      <vt:variant>
        <vt:i4>0</vt:i4>
      </vt:variant>
      <vt:variant>
        <vt:i4>5</vt:i4>
      </vt:variant>
      <vt:variant>
        <vt:lpwstr>mailto:kawakami.johnathen@rmiagoffice.com</vt:lpwstr>
      </vt:variant>
      <vt:variant>
        <vt:lpwstr/>
      </vt:variant>
      <vt:variant>
        <vt:i4>4063250</vt:i4>
      </vt:variant>
      <vt:variant>
        <vt:i4>210</vt:i4>
      </vt:variant>
      <vt:variant>
        <vt:i4>0</vt:i4>
      </vt:variant>
      <vt:variant>
        <vt:i4>5</vt:i4>
      </vt:variant>
      <vt:variant>
        <vt:lpwstr>mailto:dora.balogh@hipo.gov.hu</vt:lpwstr>
      </vt:variant>
      <vt:variant>
        <vt:lpwstr/>
      </vt:variant>
      <vt:variant>
        <vt:i4>5439605</vt:i4>
      </vt:variant>
      <vt:variant>
        <vt:i4>207</vt:i4>
      </vt:variant>
      <vt:variant>
        <vt:i4>0</vt:i4>
      </vt:variant>
      <vt:variant>
        <vt:i4>5</vt:i4>
      </vt:variant>
      <vt:variant>
        <vt:lpwstr>mailto:krisztina.kovacs@hipo.gov.hu</vt:lpwstr>
      </vt:variant>
      <vt:variant>
        <vt:lpwstr/>
      </vt:variant>
      <vt:variant>
        <vt:i4>8126492</vt:i4>
      </vt:variant>
      <vt:variant>
        <vt:i4>204</vt:i4>
      </vt:variant>
      <vt:variant>
        <vt:i4>0</vt:i4>
      </vt:variant>
      <vt:variant>
        <vt:i4>5</vt:i4>
      </vt:variant>
      <vt:variant>
        <vt:lpwstr>mailto:eduardo.campos@hondurasginebra.ch</vt:lpwstr>
      </vt:variant>
      <vt:variant>
        <vt:lpwstr/>
      </vt:variant>
      <vt:variant>
        <vt:i4>7340104</vt:i4>
      </vt:variant>
      <vt:variant>
        <vt:i4>201</vt:i4>
      </vt:variant>
      <vt:variant>
        <vt:i4>0</vt:i4>
      </vt:variant>
      <vt:variant>
        <vt:i4>5</vt:i4>
      </vt:variant>
      <vt:variant>
        <vt:lpwstr>mailto:rivkagabr@gmail.com</vt:lpwstr>
      </vt:variant>
      <vt:variant>
        <vt:lpwstr/>
      </vt:variant>
      <vt:variant>
        <vt:i4>2293826</vt:i4>
      </vt:variant>
      <vt:variant>
        <vt:i4>198</vt:i4>
      </vt:variant>
      <vt:variant>
        <vt:i4>0</vt:i4>
      </vt:variant>
      <vt:variant>
        <vt:i4>5</vt:i4>
      </vt:variant>
      <vt:variant>
        <vt:lpwstr>mailto:danovaldcharles@mci.gouv.ht</vt:lpwstr>
      </vt:variant>
      <vt:variant>
        <vt:lpwstr/>
      </vt:variant>
      <vt:variant>
        <vt:i4>7405645</vt:i4>
      </vt:variant>
      <vt:variant>
        <vt:i4>195</vt:i4>
      </vt:variant>
      <vt:variant>
        <vt:i4>0</vt:i4>
      </vt:variant>
      <vt:variant>
        <vt:i4>5</vt:i4>
      </vt:variant>
      <vt:variant>
        <vt:lpwstr>mailto:basindong@gmail.com</vt:lpwstr>
      </vt:variant>
      <vt:variant>
        <vt:lpwstr/>
      </vt:variant>
      <vt:variant>
        <vt:i4>7864348</vt:i4>
      </vt:variant>
      <vt:variant>
        <vt:i4>192</vt:i4>
      </vt:variant>
      <vt:variant>
        <vt:i4>0</vt:i4>
      </vt:variant>
      <vt:variant>
        <vt:i4>5</vt:i4>
      </vt:variant>
      <vt:variant>
        <vt:lpwstr>mailto:flor.garcia@wtoguatemala.ch</vt:lpwstr>
      </vt:variant>
      <vt:variant>
        <vt:lpwstr/>
      </vt:variant>
      <vt:variant>
        <vt:i4>2752605</vt:i4>
      </vt:variant>
      <vt:variant>
        <vt:i4>189</vt:i4>
      </vt:variant>
      <vt:variant>
        <vt:i4>0</vt:i4>
      </vt:variant>
      <vt:variant>
        <vt:i4>5</vt:i4>
      </vt:variant>
      <vt:variant>
        <vt:lpwstr>mailto:eduardo.mision@wtoguatemala.ch</vt:lpwstr>
      </vt:variant>
      <vt:variant>
        <vt:lpwstr/>
      </vt:variant>
      <vt:variant>
        <vt:i4>5242934</vt:i4>
      </vt:variant>
      <vt:variant>
        <vt:i4>186</vt:i4>
      </vt:variant>
      <vt:variant>
        <vt:i4>0</vt:i4>
      </vt:variant>
      <vt:variant>
        <vt:i4>5</vt:i4>
      </vt:variant>
      <vt:variant>
        <vt:lpwstr>mailto:mmacharashvili@sakpatenti.org.ge</vt:lpwstr>
      </vt:variant>
      <vt:variant>
        <vt:lpwstr/>
      </vt:variant>
      <vt:variant>
        <vt:i4>5898301</vt:i4>
      </vt:variant>
      <vt:variant>
        <vt:i4>183</vt:i4>
      </vt:variant>
      <vt:variant>
        <vt:i4>0</vt:i4>
      </vt:variant>
      <vt:variant>
        <vt:i4>5</vt:i4>
      </vt:variant>
      <vt:variant>
        <vt:lpwstr>mailto:nchikovani@sakpatenti.org.ge</vt:lpwstr>
      </vt:variant>
      <vt:variant>
        <vt:lpwstr/>
      </vt:variant>
      <vt:variant>
        <vt:i4>1704035</vt:i4>
      </vt:variant>
      <vt:variant>
        <vt:i4>180</vt:i4>
      </vt:variant>
      <vt:variant>
        <vt:i4>0</vt:i4>
      </vt:variant>
      <vt:variant>
        <vt:i4>5</vt:i4>
      </vt:variant>
      <vt:variant>
        <vt:lpwstr>mailto:sjallow@moj.gov.gm</vt:lpwstr>
      </vt:variant>
      <vt:variant>
        <vt:lpwstr/>
      </vt:variant>
      <vt:variant>
        <vt:i4>5046323</vt:i4>
      </vt:variant>
      <vt:variant>
        <vt:i4>177</vt:i4>
      </vt:variant>
      <vt:variant>
        <vt:i4>0</vt:i4>
      </vt:variant>
      <vt:variant>
        <vt:i4>5</vt:i4>
      </vt:variant>
      <vt:variant>
        <vt:lpwstr>mailto:stiina.loytomaki@gov.fi</vt:lpwstr>
      </vt:variant>
      <vt:variant>
        <vt:lpwstr/>
      </vt:variant>
      <vt:variant>
        <vt:i4>1245284</vt:i4>
      </vt:variant>
      <vt:variant>
        <vt:i4>174</vt:i4>
      </vt:variant>
      <vt:variant>
        <vt:i4>0</vt:i4>
      </vt:variant>
      <vt:variant>
        <vt:i4>5</vt:i4>
      </vt:variant>
      <vt:variant>
        <vt:lpwstr>mailto:kalle.varis@gmail.com</vt:lpwstr>
      </vt:variant>
      <vt:variant>
        <vt:lpwstr/>
      </vt:variant>
      <vt:variant>
        <vt:i4>4325419</vt:i4>
      </vt:variant>
      <vt:variant>
        <vt:i4>171</vt:i4>
      </vt:variant>
      <vt:variant>
        <vt:i4>0</vt:i4>
      </vt:variant>
      <vt:variant>
        <vt:i4>5</vt:i4>
      </vt:variant>
      <vt:variant>
        <vt:lpwstr>mailto:anna.vuopala@gov.fi</vt:lpwstr>
      </vt:variant>
      <vt:variant>
        <vt:lpwstr/>
      </vt:variant>
      <vt:variant>
        <vt:i4>7733337</vt:i4>
      </vt:variant>
      <vt:variant>
        <vt:i4>168</vt:i4>
      </vt:variant>
      <vt:variant>
        <vt:i4>0</vt:i4>
      </vt:variant>
      <vt:variant>
        <vt:i4>5</vt:i4>
      </vt:variant>
      <vt:variant>
        <vt:lpwstr>mailto:jesonin@spc.int</vt:lpwstr>
      </vt:variant>
      <vt:variant>
        <vt:lpwstr/>
      </vt:variant>
      <vt:variant>
        <vt:i4>786471</vt:i4>
      </vt:variant>
      <vt:variant>
        <vt:i4>165</vt:i4>
      </vt:variant>
      <vt:variant>
        <vt:i4>0</vt:i4>
      </vt:variant>
      <vt:variant>
        <vt:i4>5</vt:i4>
      </vt:variant>
      <vt:variant>
        <vt:lpwstr>mailto:frewha@gmail.com</vt:lpwstr>
      </vt:variant>
      <vt:variant>
        <vt:lpwstr/>
      </vt:variant>
      <vt:variant>
        <vt:i4>8192083</vt:i4>
      </vt:variant>
      <vt:variant>
        <vt:i4>162</vt:i4>
      </vt:variant>
      <vt:variant>
        <vt:i4>0</vt:i4>
      </vt:variant>
      <vt:variant>
        <vt:i4>5</vt:i4>
      </vt:variant>
      <vt:variant>
        <vt:lpwstr>mailto:emla@copyright.gov</vt:lpwstr>
      </vt:variant>
      <vt:variant>
        <vt:lpwstr/>
      </vt:variant>
      <vt:variant>
        <vt:i4>1638514</vt:i4>
      </vt:variant>
      <vt:variant>
        <vt:i4>159</vt:i4>
      </vt:variant>
      <vt:variant>
        <vt:i4>0</vt:i4>
      </vt:variant>
      <vt:variant>
        <vt:i4>5</vt:i4>
      </vt:variant>
      <vt:variant>
        <vt:lpwstr>mailto:dominic.keating@uspto.gov</vt:lpwstr>
      </vt:variant>
      <vt:variant>
        <vt:lpwstr/>
      </vt:variant>
      <vt:variant>
        <vt:i4>720994</vt:i4>
      </vt:variant>
      <vt:variant>
        <vt:i4>156</vt:i4>
      </vt:variant>
      <vt:variant>
        <vt:i4>0</vt:i4>
      </vt:variant>
      <vt:variant>
        <vt:i4>5</vt:i4>
      </vt:variant>
      <vt:variant>
        <vt:lpwstr>mailto:cadykaisa.rivera@epa.ee</vt:lpwstr>
      </vt:variant>
      <vt:variant>
        <vt:lpwstr/>
      </vt:variant>
      <vt:variant>
        <vt:i4>5898365</vt:i4>
      </vt:variant>
      <vt:variant>
        <vt:i4>153</vt:i4>
      </vt:variant>
      <vt:variant>
        <vt:i4>0</vt:i4>
      </vt:variant>
      <vt:variant>
        <vt:i4>5</vt:i4>
      </vt:variant>
      <vt:variant>
        <vt:lpwstr>mailto:cristina.granda@cultura.gob.es</vt:lpwstr>
      </vt:variant>
      <vt:variant>
        <vt:lpwstr/>
      </vt:variant>
      <vt:variant>
        <vt:i4>7077916</vt:i4>
      </vt:variant>
      <vt:variant>
        <vt:i4>150</vt:i4>
      </vt:variant>
      <vt:variant>
        <vt:i4>0</vt:i4>
      </vt:variant>
      <vt:variant>
        <vt:i4>5</vt:i4>
      </vt:variant>
      <vt:variant>
        <vt:lpwstr>mailto:carmen.martinez@maec.es</vt:lpwstr>
      </vt:variant>
      <vt:variant>
        <vt:lpwstr/>
      </vt:variant>
      <vt:variant>
        <vt:i4>5373986</vt:i4>
      </vt:variant>
      <vt:variant>
        <vt:i4>147</vt:i4>
      </vt:variant>
      <vt:variant>
        <vt:i4>0</vt:i4>
      </vt:variant>
      <vt:variant>
        <vt:i4>5</vt:i4>
      </vt:variant>
      <vt:variant>
        <vt:lpwstr>mailto:covadonga.perlado@oepm.es</vt:lpwstr>
      </vt:variant>
      <vt:variant>
        <vt:lpwstr/>
      </vt:variant>
      <vt:variant>
        <vt:i4>4259886</vt:i4>
      </vt:variant>
      <vt:variant>
        <vt:i4>144</vt:i4>
      </vt:variant>
      <vt:variant>
        <vt:i4>0</vt:i4>
      </vt:variant>
      <vt:variant>
        <vt:i4>5</vt:i4>
      </vt:variant>
      <vt:variant>
        <vt:lpwstr>mailto:lutitiaj@cancilleria.gob.ec</vt:lpwstr>
      </vt:variant>
      <vt:variant>
        <vt:lpwstr/>
      </vt:variant>
      <vt:variant>
        <vt:i4>4587557</vt:i4>
      </vt:variant>
      <vt:variant>
        <vt:i4>141</vt:i4>
      </vt:variant>
      <vt:variant>
        <vt:i4>0</vt:i4>
      </vt:variant>
      <vt:variant>
        <vt:i4>5</vt:i4>
      </vt:variant>
      <vt:variant>
        <vt:lpwstr>mailto:pcmosquera@senadi.gob.ec</vt:lpwstr>
      </vt:variant>
      <vt:variant>
        <vt:lpwstr/>
      </vt:variant>
      <vt:variant>
        <vt:i4>5374064</vt:i4>
      </vt:variant>
      <vt:variant>
        <vt:i4>138</vt:i4>
      </vt:variant>
      <vt:variant>
        <vt:i4>0</vt:i4>
      </vt:variant>
      <vt:variant>
        <vt:i4>5</vt:i4>
      </vt:variant>
      <vt:variant>
        <vt:lpwstr>mailto:coralia.osegueda@economia.gob.sv</vt:lpwstr>
      </vt:variant>
      <vt:variant>
        <vt:lpwstr/>
      </vt:variant>
      <vt:variant>
        <vt:i4>7405654</vt:i4>
      </vt:variant>
      <vt:variant>
        <vt:i4>135</vt:i4>
      </vt:variant>
      <vt:variant>
        <vt:i4>0</vt:i4>
      </vt:variant>
      <vt:variant>
        <vt:i4>5</vt:i4>
      </vt:variant>
      <vt:variant>
        <vt:lpwstr>mailto:abha@dkpto.dk</vt:lpwstr>
      </vt:variant>
      <vt:variant>
        <vt:lpwstr/>
      </vt:variant>
      <vt:variant>
        <vt:i4>8126543</vt:i4>
      </vt:variant>
      <vt:variant>
        <vt:i4>132</vt:i4>
      </vt:variant>
      <vt:variant>
        <vt:i4>0</vt:i4>
      </vt:variant>
      <vt:variant>
        <vt:i4>5</vt:i4>
      </vt:variant>
      <vt:variant>
        <vt:lpwstr>mailto:ltm@dkpto.dk</vt:lpwstr>
      </vt:variant>
      <vt:variant>
        <vt:lpwstr/>
      </vt:variant>
      <vt:variant>
        <vt:i4>5570686</vt:i4>
      </vt:variant>
      <vt:variant>
        <vt:i4>129</vt:i4>
      </vt:variant>
      <vt:variant>
        <vt:i4>0</vt:i4>
      </vt:variant>
      <vt:variant>
        <vt:i4>5</vt:i4>
      </vt:variant>
      <vt:variant>
        <vt:lpwstr>mailto:jsekulic@dziv.hr</vt:lpwstr>
      </vt:variant>
      <vt:variant>
        <vt:lpwstr/>
      </vt:variant>
      <vt:variant>
        <vt:i4>6226046</vt:i4>
      </vt:variant>
      <vt:variant>
        <vt:i4>126</vt:i4>
      </vt:variant>
      <vt:variant>
        <vt:i4>0</vt:i4>
      </vt:variant>
      <vt:variant>
        <vt:i4>5</vt:i4>
      </vt:variant>
      <vt:variant>
        <vt:lpwstr>mailto:bettymalouka29@gmail.com</vt:lpwstr>
      </vt:variant>
      <vt:variant>
        <vt:lpwstr/>
      </vt:variant>
      <vt:variant>
        <vt:i4>4063315</vt:i4>
      </vt:variant>
      <vt:variant>
        <vt:i4>123</vt:i4>
      </vt:variant>
      <vt:variant>
        <vt:i4>0</vt:i4>
      </vt:variant>
      <vt:variant>
        <vt:i4>5</vt:i4>
      </vt:variant>
      <vt:variant>
        <vt:lpwstr>mailto:daroueche661@yahoo.com</vt:lpwstr>
      </vt:variant>
      <vt:variant>
        <vt:lpwstr/>
      </vt:variant>
      <vt:variant>
        <vt:i4>2621442</vt:i4>
      </vt:variant>
      <vt:variant>
        <vt:i4>120</vt:i4>
      </vt:variant>
      <vt:variant>
        <vt:i4>0</vt:i4>
      </vt:variant>
      <vt:variant>
        <vt:i4>5</vt:i4>
      </vt:variant>
      <vt:variant>
        <vt:lpwstr>mailto:darouecheathoumani26@gmail.com</vt:lpwstr>
      </vt:variant>
      <vt:variant>
        <vt:lpwstr/>
      </vt:variant>
      <vt:variant>
        <vt:i4>655456</vt:i4>
      </vt:variant>
      <vt:variant>
        <vt:i4>117</vt:i4>
      </vt:variant>
      <vt:variant>
        <vt:i4>0</vt:i4>
      </vt:variant>
      <vt:variant>
        <vt:i4>5</vt:i4>
      </vt:variant>
      <vt:variant>
        <vt:lpwstr>mailto:cleguizamon@sic.gov.co</vt:lpwstr>
      </vt:variant>
      <vt:variant>
        <vt:lpwstr/>
      </vt:variant>
      <vt:variant>
        <vt:i4>6553621</vt:i4>
      </vt:variant>
      <vt:variant>
        <vt:i4>114</vt:i4>
      </vt:variant>
      <vt:variant>
        <vt:i4>0</vt:i4>
      </vt:variant>
      <vt:variant>
        <vt:i4>5</vt:i4>
      </vt:variant>
      <vt:variant>
        <vt:lpwstr>mailto:970981126@qq.com</vt:lpwstr>
      </vt:variant>
      <vt:variant>
        <vt:lpwstr/>
      </vt:variant>
      <vt:variant>
        <vt:i4>6881344</vt:i4>
      </vt:variant>
      <vt:variant>
        <vt:i4>111</vt:i4>
      </vt:variant>
      <vt:variant>
        <vt:i4>0</vt:i4>
      </vt:variant>
      <vt:variant>
        <vt:i4>5</vt:i4>
      </vt:variant>
      <vt:variant>
        <vt:lpwstr>mailto:2092982747@qq.com</vt:lpwstr>
      </vt:variant>
      <vt:variant>
        <vt:lpwstr/>
      </vt:variant>
      <vt:variant>
        <vt:i4>131158</vt:i4>
      </vt:variant>
      <vt:variant>
        <vt:i4>108</vt:i4>
      </vt:variant>
      <vt:variant>
        <vt:i4>0</vt:i4>
      </vt:variant>
      <vt:variant>
        <vt:i4>5</vt:i4>
      </vt:variant>
      <vt:variant>
        <vt:lpwstr>mailto:liyu_13@cnipa.gov.cn</vt:lpwstr>
      </vt:variant>
      <vt:variant>
        <vt:lpwstr/>
      </vt:variant>
      <vt:variant>
        <vt:i4>852065</vt:i4>
      </vt:variant>
      <vt:variant>
        <vt:i4>105</vt:i4>
      </vt:variant>
      <vt:variant>
        <vt:i4>0</vt:i4>
      </vt:variant>
      <vt:variant>
        <vt:i4>5</vt:i4>
      </vt:variant>
      <vt:variant>
        <vt:lpwstr>mailto:chenfuxin@cnipa.gov.cn</vt:lpwstr>
      </vt:variant>
      <vt:variant>
        <vt:lpwstr/>
      </vt:variant>
      <vt:variant>
        <vt:i4>5242929</vt:i4>
      </vt:variant>
      <vt:variant>
        <vt:i4>102</vt:i4>
      </vt:variant>
      <vt:variant>
        <vt:i4>0</vt:i4>
      </vt:variant>
      <vt:variant>
        <vt:i4>5</vt:i4>
      </vt:variant>
      <vt:variant>
        <vt:lpwstr>mailto:hushuang@ncac.gov.cn</vt:lpwstr>
      </vt:variant>
      <vt:variant>
        <vt:lpwstr/>
      </vt:variant>
      <vt:variant>
        <vt:i4>7405572</vt:i4>
      </vt:variant>
      <vt:variant>
        <vt:i4>99</vt:i4>
      </vt:variant>
      <vt:variant>
        <vt:i4>0</vt:i4>
      </vt:variant>
      <vt:variant>
        <vt:i4>5</vt:i4>
      </vt:variant>
      <vt:variant>
        <vt:lpwstr>mailto:gaopeng@cnipa.gov.cn</vt:lpwstr>
      </vt:variant>
      <vt:variant>
        <vt:lpwstr/>
      </vt:variant>
      <vt:variant>
        <vt:i4>28</vt:i4>
      </vt:variant>
      <vt:variant>
        <vt:i4>96</vt:i4>
      </vt:variant>
      <vt:variant>
        <vt:i4>0</vt:i4>
      </vt:variant>
      <vt:variant>
        <vt:i4>5</vt:i4>
      </vt:variant>
      <vt:variant>
        <vt:lpwstr>mailto:wangweiwei_2@cnipa.gov.cn</vt:lpwstr>
      </vt:variant>
      <vt:variant>
        <vt:lpwstr/>
      </vt:variant>
      <vt:variant>
        <vt:i4>4522017</vt:i4>
      </vt:variant>
      <vt:variant>
        <vt:i4>93</vt:i4>
      </vt:variant>
      <vt:variant>
        <vt:i4>0</vt:i4>
      </vt:variant>
      <vt:variant>
        <vt:i4>5</vt:i4>
      </vt:variant>
      <vt:variant>
        <vt:lpwstr>mailto:huanqi@cnipa.gov.cn</vt:lpwstr>
      </vt:variant>
      <vt:variant>
        <vt:lpwstr/>
      </vt:variant>
      <vt:variant>
        <vt:i4>6029356</vt:i4>
      </vt:variant>
      <vt:variant>
        <vt:i4>90</vt:i4>
      </vt:variant>
      <vt:variant>
        <vt:i4>0</vt:i4>
      </vt:variant>
      <vt:variant>
        <vt:i4>5</vt:i4>
      </vt:variant>
      <vt:variant>
        <vt:lpwstr>mailto:vlobos@subrei.gob.cl</vt:lpwstr>
      </vt:variant>
      <vt:variant>
        <vt:lpwstr/>
      </vt:variant>
      <vt:variant>
        <vt:i4>2490462</vt:i4>
      </vt:variant>
      <vt:variant>
        <vt:i4>87</vt:i4>
      </vt:variant>
      <vt:variant>
        <vt:i4>0</vt:i4>
      </vt:variant>
      <vt:variant>
        <vt:i4>5</vt:i4>
      </vt:variant>
      <vt:variant>
        <vt:lpwstr>mailto:platorre@subrei.gob.cl</vt:lpwstr>
      </vt:variant>
      <vt:variant>
        <vt:lpwstr/>
      </vt:variant>
      <vt:variant>
        <vt:i4>1572969</vt:i4>
      </vt:variant>
      <vt:variant>
        <vt:i4>84</vt:i4>
      </vt:variant>
      <vt:variant>
        <vt:i4>0</vt:i4>
      </vt:variant>
      <vt:variant>
        <vt:i4>5</vt:i4>
      </vt:variant>
      <vt:variant>
        <vt:lpwstr>mailto:sundeep.virdi@ised-isde.gc.ca</vt:lpwstr>
      </vt:variant>
      <vt:variant>
        <vt:lpwstr/>
      </vt:variant>
      <vt:variant>
        <vt:i4>262190</vt:i4>
      </vt:variant>
      <vt:variant>
        <vt:i4>81</vt:i4>
      </vt:variant>
      <vt:variant>
        <vt:i4>0</vt:i4>
      </vt:variant>
      <vt:variant>
        <vt:i4>5</vt:i4>
      </vt:variant>
      <vt:variant>
        <vt:lpwstr>mailto:leonie.derome@international.gc.ca</vt:lpwstr>
      </vt:variant>
      <vt:variant>
        <vt:lpwstr/>
      </vt:variant>
      <vt:variant>
        <vt:i4>8126472</vt:i4>
      </vt:variant>
      <vt:variant>
        <vt:i4>78</vt:i4>
      </vt:variant>
      <vt:variant>
        <vt:i4>0</vt:i4>
      </vt:variant>
      <vt:variant>
        <vt:i4>5</vt:i4>
      </vt:variant>
      <vt:variant>
        <vt:lpwstr>mailto:christina.adam@ised-isde.gc.ca</vt:lpwstr>
      </vt:variant>
      <vt:variant>
        <vt:lpwstr/>
      </vt:variant>
      <vt:variant>
        <vt:i4>6881389</vt:i4>
      </vt:variant>
      <vt:variant>
        <vt:i4>75</vt:i4>
      </vt:variant>
      <vt:variant>
        <vt:i4>0</vt:i4>
      </vt:variant>
      <vt:variant>
        <vt:i4>5</vt:i4>
      </vt:variant>
      <vt:variant>
        <vt:lpwstr>mailto:frank_ponka@yahoo.fr</vt:lpwstr>
      </vt:variant>
      <vt:variant>
        <vt:lpwstr/>
      </vt:variant>
      <vt:variant>
        <vt:i4>2883586</vt:i4>
      </vt:variant>
      <vt:variant>
        <vt:i4>72</vt:i4>
      </vt:variant>
      <vt:variant>
        <vt:i4>0</vt:i4>
      </vt:variant>
      <vt:variant>
        <vt:i4>5</vt:i4>
      </vt:variant>
      <vt:variant>
        <vt:lpwstr>mailto:kanjoshaddy05@gmail.com</vt:lpwstr>
      </vt:variant>
      <vt:variant>
        <vt:lpwstr/>
      </vt:variant>
      <vt:variant>
        <vt:i4>7077907</vt:i4>
      </vt:variant>
      <vt:variant>
        <vt:i4>69</vt:i4>
      </vt:variant>
      <vt:variant>
        <vt:i4>0</vt:i4>
      </vt:variant>
      <vt:variant>
        <vt:i4>5</vt:i4>
      </vt:variant>
      <vt:variant>
        <vt:lpwstr>mailto:sergiob@inpi.gov.br</vt:lpwstr>
      </vt:variant>
      <vt:variant>
        <vt:lpwstr/>
      </vt:variant>
      <vt:variant>
        <vt:i4>1441829</vt:i4>
      </vt:variant>
      <vt:variant>
        <vt:i4>66</vt:i4>
      </vt:variant>
      <vt:variant>
        <vt:i4>0</vt:i4>
      </vt:variant>
      <vt:variant>
        <vt:i4>5</vt:i4>
      </vt:variant>
      <vt:variant>
        <vt:lpwstr>mailto:cristina.alexandre@itamaraty.gov.br</vt:lpwstr>
      </vt:variant>
      <vt:variant>
        <vt:lpwstr/>
      </vt:variant>
      <vt:variant>
        <vt:i4>7798815</vt:i4>
      </vt:variant>
      <vt:variant>
        <vt:i4>63</vt:i4>
      </vt:variant>
      <vt:variant>
        <vt:i4>0</vt:i4>
      </vt:variant>
      <vt:variant>
        <vt:i4>5</vt:i4>
      </vt:variant>
      <vt:variant>
        <vt:lpwstr>mailto:otorrejon@mission-bolivia.ch</vt:lpwstr>
      </vt:variant>
      <vt:variant>
        <vt:lpwstr/>
      </vt:variant>
      <vt:variant>
        <vt:i4>2752586</vt:i4>
      </vt:variant>
      <vt:variant>
        <vt:i4>60</vt:i4>
      </vt:variant>
      <vt:variant>
        <vt:i4>0</vt:i4>
      </vt:variant>
      <vt:variant>
        <vt:i4>5</vt:i4>
      </vt:variant>
      <vt:variant>
        <vt:lpwstr>mailto:pdorji@mfa.gov.bt</vt:lpwstr>
      </vt:variant>
      <vt:variant>
        <vt:lpwstr/>
      </vt:variant>
      <vt:variant>
        <vt:i4>5898346</vt:i4>
      </vt:variant>
      <vt:variant>
        <vt:i4>57</vt:i4>
      </vt:variant>
      <vt:variant>
        <vt:i4>0</vt:i4>
      </vt:variant>
      <vt:variant>
        <vt:i4>5</vt:i4>
      </vt:variant>
      <vt:variant>
        <vt:lpwstr>mailto:kay@belipo.bz</vt:lpwstr>
      </vt:variant>
      <vt:variant>
        <vt:lpwstr/>
      </vt:variant>
      <vt:variant>
        <vt:i4>7209048</vt:i4>
      </vt:variant>
      <vt:variant>
        <vt:i4>54</vt:i4>
      </vt:variant>
      <vt:variant>
        <vt:i4>0</vt:i4>
      </vt:variant>
      <vt:variant>
        <vt:i4>5</vt:i4>
      </vt:variant>
      <vt:variant>
        <vt:lpwstr>mailto:natacha.lenaerts@economie.fgov.be</vt:lpwstr>
      </vt:variant>
      <vt:variant>
        <vt:lpwstr/>
      </vt:variant>
      <vt:variant>
        <vt:i4>3342356</vt:i4>
      </vt:variant>
      <vt:variant>
        <vt:i4>51</vt:i4>
      </vt:variant>
      <vt:variant>
        <vt:i4>0</vt:i4>
      </vt:variant>
      <vt:variant>
        <vt:i4>5</vt:i4>
      </vt:variant>
      <vt:variant>
        <vt:lpwstr>mailto:sofie.ravaglia@diplobel.fed.be</vt:lpwstr>
      </vt:variant>
      <vt:variant>
        <vt:lpwstr/>
      </vt:variant>
      <vt:variant>
        <vt:i4>393334</vt:i4>
      </vt:variant>
      <vt:variant>
        <vt:i4>48</vt:i4>
      </vt:variant>
      <vt:variant>
        <vt:i4>0</vt:i4>
      </vt:variant>
      <vt:variant>
        <vt:i4>5</vt:i4>
      </vt:variant>
      <vt:variant>
        <vt:lpwstr>mailto:malmannai@moic.gov.bh</vt:lpwstr>
      </vt:variant>
      <vt:variant>
        <vt:lpwstr/>
      </vt:variant>
      <vt:variant>
        <vt:i4>4718719</vt:i4>
      </vt:variant>
      <vt:variant>
        <vt:i4>45</vt:i4>
      </vt:variant>
      <vt:variant>
        <vt:i4>0</vt:i4>
      </vt:variant>
      <vt:variant>
        <vt:i4>5</vt:i4>
      </vt:variant>
      <vt:variant>
        <vt:lpwstr>mailto:selena.kurnorth@ipaustralia.gov.au</vt:lpwstr>
      </vt:variant>
      <vt:variant>
        <vt:lpwstr/>
      </vt:variant>
      <vt:variant>
        <vt:i4>4063238</vt:i4>
      </vt:variant>
      <vt:variant>
        <vt:i4>42</vt:i4>
      </vt:variant>
      <vt:variant>
        <vt:i4>0</vt:i4>
      </vt:variant>
      <vt:variant>
        <vt:i4>5</vt:i4>
      </vt:variant>
      <vt:variant>
        <vt:lpwstr>mailto:emily.mcdonald@dfat.gov.au</vt:lpwstr>
      </vt:variant>
      <vt:variant>
        <vt:lpwstr/>
      </vt:variant>
      <vt:variant>
        <vt:i4>7864387</vt:i4>
      </vt:variant>
      <vt:variant>
        <vt:i4>39</vt:i4>
      </vt:variant>
      <vt:variant>
        <vt:i4>0</vt:i4>
      </vt:variant>
      <vt:variant>
        <vt:i4>5</vt:i4>
      </vt:variant>
      <vt:variant>
        <vt:lpwstr>mailto:patricia.adjei@arts.gov.au</vt:lpwstr>
      </vt:variant>
      <vt:variant>
        <vt:lpwstr/>
      </vt:variant>
      <vt:variant>
        <vt:i4>7667736</vt:i4>
      </vt:variant>
      <vt:variant>
        <vt:i4>36</vt:i4>
      </vt:variant>
      <vt:variant>
        <vt:i4>0</vt:i4>
      </vt:variant>
      <vt:variant>
        <vt:i4>5</vt:i4>
      </vt:variant>
      <vt:variant>
        <vt:lpwstr>mailto:a.sargsyan@mfa.am</vt:lpwstr>
      </vt:variant>
      <vt:variant>
        <vt:lpwstr/>
      </vt:variant>
      <vt:variant>
        <vt:i4>4849770</vt:i4>
      </vt:variant>
      <vt:variant>
        <vt:i4>33</vt:i4>
      </vt:variant>
      <vt:variant>
        <vt:i4>0</vt:i4>
      </vt:variant>
      <vt:variant>
        <vt:i4>5</vt:i4>
      </vt:variant>
      <vt:variant>
        <vt:lpwstr>mailto:trademark@aipa.am</vt:lpwstr>
      </vt:variant>
      <vt:variant>
        <vt:lpwstr/>
      </vt:variant>
      <vt:variant>
        <vt:i4>2883615</vt:i4>
      </vt:variant>
      <vt:variant>
        <vt:i4>30</vt:i4>
      </vt:variant>
      <vt:variant>
        <vt:i4>0</vt:i4>
      </vt:variant>
      <vt:variant>
        <vt:i4>5</vt:i4>
      </vt:variant>
      <vt:variant>
        <vt:lpwstr>mailto:horys.xavier@mirex.gov.ao</vt:lpwstr>
      </vt:variant>
      <vt:variant>
        <vt:lpwstr/>
      </vt:variant>
      <vt:variant>
        <vt:i4>1638524</vt:i4>
      </vt:variant>
      <vt:variant>
        <vt:i4>27</vt:i4>
      </vt:variant>
      <vt:variant>
        <vt:i4>0</vt:i4>
      </vt:variant>
      <vt:variant>
        <vt:i4>5</vt:i4>
      </vt:variant>
      <vt:variant>
        <vt:lpwstr>mailto:thomas.reitinger@dpma.de</vt:lpwstr>
      </vt:variant>
      <vt:variant>
        <vt:lpwstr/>
      </vt:variant>
      <vt:variant>
        <vt:i4>1966120</vt:i4>
      </vt:variant>
      <vt:variant>
        <vt:i4>24</vt:i4>
      </vt:variant>
      <vt:variant>
        <vt:i4>0</vt:i4>
      </vt:variant>
      <vt:variant>
        <vt:i4>5</vt:i4>
      </vt:variant>
      <vt:variant>
        <vt:lpwstr>mailto:cmedicus@gmx.de</vt:lpwstr>
      </vt:variant>
      <vt:variant>
        <vt:lpwstr/>
      </vt:variant>
      <vt:variant>
        <vt:i4>786537</vt:i4>
      </vt:variant>
      <vt:variant>
        <vt:i4>21</vt:i4>
      </vt:variant>
      <vt:variant>
        <vt:i4>0</vt:i4>
      </vt:variant>
      <vt:variant>
        <vt:i4>5</vt:i4>
      </vt:variant>
      <vt:variant>
        <vt:lpwstr>mailto:l.boudjedar@inapi.org</vt:lpwstr>
      </vt:variant>
      <vt:variant>
        <vt:lpwstr/>
      </vt:variant>
      <vt:variant>
        <vt:i4>4849703</vt:i4>
      </vt:variant>
      <vt:variant>
        <vt:i4>18</vt:i4>
      </vt:variant>
      <vt:variant>
        <vt:i4>0</vt:i4>
      </vt:variant>
      <vt:variant>
        <vt:i4>5</vt:i4>
      </vt:variant>
      <vt:variant>
        <vt:lpwstr>mailto:belmehdi.abdelhafid@gmail.com</vt:lpwstr>
      </vt:variant>
      <vt:variant>
        <vt:lpwstr/>
      </vt:variant>
      <vt:variant>
        <vt:i4>852003</vt:i4>
      </vt:variant>
      <vt:variant>
        <vt:i4>15</vt:i4>
      </vt:variant>
      <vt:variant>
        <vt:i4>0</vt:i4>
      </vt:variant>
      <vt:variant>
        <vt:i4>5</vt:i4>
      </vt:variant>
      <vt:variant>
        <vt:lpwstr>mailto:aida.qefalia@dppi.gov.al</vt:lpwstr>
      </vt:variant>
      <vt:variant>
        <vt:lpwstr/>
      </vt:variant>
      <vt:variant>
        <vt:i4>5963898</vt:i4>
      </vt:variant>
      <vt:variant>
        <vt:i4>12</vt:i4>
      </vt:variant>
      <vt:variant>
        <vt:i4>0</vt:i4>
      </vt:variant>
      <vt:variant>
        <vt:i4>5</vt:i4>
      </vt:variant>
      <vt:variant>
        <vt:lpwstr>mailto:brunilda.cuko@dppi.gov.al</vt:lpwstr>
      </vt:variant>
      <vt:variant>
        <vt:lpwstr/>
      </vt:variant>
      <vt:variant>
        <vt:i4>8126466</vt:i4>
      </vt:variant>
      <vt:variant>
        <vt:i4>9</vt:i4>
      </vt:variant>
      <vt:variant>
        <vt:i4>0</vt:i4>
      </vt:variant>
      <vt:variant>
        <vt:i4>5</vt:i4>
      </vt:variant>
      <vt:variant>
        <vt:lpwstr>mailto:bessiem@dsac.gov.za</vt:lpwstr>
      </vt:variant>
      <vt:variant>
        <vt:lpwstr/>
      </vt:variant>
      <vt:variant>
        <vt:i4>3342417</vt:i4>
      </vt:variant>
      <vt:variant>
        <vt:i4>6</vt:i4>
      </vt:variant>
      <vt:variant>
        <vt:i4>0</vt:i4>
      </vt:variant>
      <vt:variant>
        <vt:i4>5</vt:i4>
      </vt:variant>
      <vt:variant>
        <vt:lpwstr>mailto:ratshitangat@dirco.gov.za</vt:lpwstr>
      </vt:variant>
      <vt:variant>
        <vt:lpwstr/>
      </vt:variant>
      <vt:variant>
        <vt:i4>6815754</vt:i4>
      </vt:variant>
      <vt:variant>
        <vt:i4>3</vt:i4>
      </vt:variant>
      <vt:variant>
        <vt:i4>0</vt:i4>
      </vt:variant>
      <vt:variant>
        <vt:i4>5</vt:i4>
      </vt:variant>
      <vt:variant>
        <vt:lpwstr>mailto:lefifit@dirco.gov.za</vt:lpwstr>
      </vt:variant>
      <vt:variant>
        <vt:lpwstr/>
      </vt:variant>
      <vt:variant>
        <vt:i4>3211341</vt:i4>
      </vt:variant>
      <vt:variant>
        <vt:i4>0</vt:i4>
      </vt:variant>
      <vt:variant>
        <vt:i4>0</vt:i4>
      </vt:variant>
      <vt:variant>
        <vt:i4>5</vt:i4>
      </vt:variant>
      <vt:variant>
        <vt:lpwstr>mailto:cleonn@dsac.gov.za</vt:lpwstr>
      </vt:variant>
      <vt:variant>
        <vt:lpwstr/>
      </vt:variant>
      <vt:variant>
        <vt:i4>5243004</vt:i4>
      </vt:variant>
      <vt:variant>
        <vt:i4>3</vt:i4>
      </vt:variant>
      <vt:variant>
        <vt:i4>0</vt:i4>
      </vt:variant>
      <vt:variant>
        <vt:i4>5</vt:i4>
      </vt:variant>
      <vt:variant>
        <vt:lpwstr>mailto:grtkf@wipo.int</vt:lpwstr>
      </vt:variant>
      <vt:variant>
        <vt:lpwstr/>
      </vt:variant>
      <vt:variant>
        <vt:i4>5243004</vt:i4>
      </vt:variant>
      <vt:variant>
        <vt:i4>0</vt:i4>
      </vt:variant>
      <vt:variant>
        <vt:i4>0</vt:i4>
      </vt:variant>
      <vt:variant>
        <vt:i4>5</vt:i4>
      </vt:variant>
      <vt:variant>
        <vt:lpwstr>mailto:grtkf@wipo.int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 PALESTINI Maria Del Pilar</dc:creator>
  <cp:keywords>FOR OFFICIAL USE ONLY</cp:keywords>
  <cp:lastModifiedBy>MORENO PALESTINI Maria del Pilar</cp:lastModifiedBy>
  <cp:revision>208</cp:revision>
  <cp:lastPrinted>2022-05-19T02:04:00Z</cp:lastPrinted>
  <dcterms:created xsi:type="dcterms:W3CDTF">2025-07-01T14:12:00Z</dcterms:created>
  <dcterms:modified xsi:type="dcterms:W3CDTF">2025-07-04T13:48:00Z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b930fd8c-3507-4a4e-b9f4-6cbe6ec49d40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2023-05-25T13:00:15Z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91752c8f-3e32-4de2-90b4-9f5ad21215b9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ContentTypeId">
    <vt:lpwstr>0x010100449F29243A96E14482C5EFC83DBCBE98</vt:lpwstr>
  </property>
</Properties>
</file>