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841B1" w14:textId="77777777" w:rsidR="008B2CC1" w:rsidRPr="00495AC6" w:rsidRDefault="0040540C" w:rsidP="00A511F6">
      <w:pPr>
        <w:pBdr>
          <w:bottom w:val="single" w:sz="4" w:space="10" w:color="auto"/>
        </w:pBdr>
        <w:spacing w:after="120"/>
        <w:jc w:val="right"/>
      </w:pPr>
      <w:r w:rsidRPr="00495AC6">
        <w:rPr>
          <w:noProof/>
          <w:lang w:eastAsia="en-US"/>
        </w:rPr>
        <w:drawing>
          <wp:inline distT="0" distB="0" distL="0" distR="0" wp14:anchorId="7F69F18F" wp14:editId="1E64FE73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D0109" w14:textId="2116B7A9" w:rsidR="00B1090C" w:rsidRPr="00495AC6" w:rsidRDefault="00A511F6" w:rsidP="0040540C">
      <w:pPr>
        <w:jc w:val="right"/>
        <w:rPr>
          <w:rFonts w:ascii="Arial Black" w:hAnsi="Arial Black"/>
          <w:caps/>
          <w:sz w:val="15"/>
        </w:rPr>
      </w:pPr>
      <w:proofErr w:type="spellStart"/>
      <w:r w:rsidRPr="00495AC6">
        <w:rPr>
          <w:rFonts w:ascii="Arial Black" w:hAnsi="Arial Black"/>
          <w:caps/>
          <w:sz w:val="15"/>
        </w:rPr>
        <w:t>wipo</w:t>
      </w:r>
      <w:proofErr w:type="spellEnd"/>
      <w:r w:rsidRPr="00495AC6">
        <w:rPr>
          <w:rFonts w:ascii="Arial Black" w:hAnsi="Arial Black"/>
          <w:caps/>
          <w:sz w:val="15"/>
        </w:rPr>
        <w:t>/</w:t>
      </w:r>
      <w:proofErr w:type="spellStart"/>
      <w:r w:rsidRPr="00495AC6">
        <w:rPr>
          <w:rFonts w:ascii="Arial Black" w:hAnsi="Arial Black"/>
          <w:caps/>
          <w:sz w:val="15"/>
        </w:rPr>
        <w:t>grtkf</w:t>
      </w:r>
      <w:proofErr w:type="spellEnd"/>
      <w:r w:rsidRPr="00495AC6">
        <w:rPr>
          <w:rFonts w:ascii="Arial Black" w:hAnsi="Arial Black"/>
          <w:caps/>
          <w:sz w:val="15"/>
        </w:rPr>
        <w:t>/ic/4</w:t>
      </w:r>
      <w:r w:rsidR="00BB4458" w:rsidRPr="00495AC6">
        <w:rPr>
          <w:rFonts w:ascii="Arial Black" w:hAnsi="Arial Black"/>
          <w:caps/>
          <w:sz w:val="15"/>
        </w:rPr>
        <w:t>9</w:t>
      </w:r>
      <w:r w:rsidRPr="00495AC6">
        <w:rPr>
          <w:rFonts w:ascii="Arial Black" w:hAnsi="Arial Black"/>
          <w:caps/>
          <w:sz w:val="15"/>
        </w:rPr>
        <w:t>/</w:t>
      </w:r>
      <w:bookmarkStart w:id="0" w:name="Code"/>
      <w:bookmarkEnd w:id="0"/>
      <w:proofErr w:type="spellStart"/>
      <w:r w:rsidR="00CB7E45">
        <w:rPr>
          <w:rFonts w:ascii="Arial Black" w:hAnsi="Arial Black"/>
          <w:caps/>
          <w:sz w:val="15"/>
        </w:rPr>
        <w:t>Inf</w:t>
      </w:r>
      <w:proofErr w:type="spellEnd"/>
      <w:r w:rsidR="00CB7E45">
        <w:rPr>
          <w:rFonts w:ascii="Arial Black" w:hAnsi="Arial Black"/>
          <w:caps/>
          <w:sz w:val="15"/>
        </w:rPr>
        <w:t>/6</w:t>
      </w:r>
    </w:p>
    <w:p w14:paraId="523D9906" w14:textId="44745B07" w:rsidR="008B2CC1" w:rsidRPr="00495AC6" w:rsidRDefault="00B1090C" w:rsidP="0040540C">
      <w:pPr>
        <w:jc w:val="right"/>
      </w:pPr>
      <w:r w:rsidRPr="00495AC6">
        <w:rPr>
          <w:rFonts w:ascii="Arial Black" w:hAnsi="Arial Black"/>
          <w:caps/>
          <w:sz w:val="15"/>
        </w:rPr>
        <w:t>ORIGINAL</w:t>
      </w:r>
      <w:r w:rsidR="004828E1">
        <w:rPr>
          <w:rFonts w:ascii="Arial Black" w:hAnsi="Arial Black"/>
          <w:b/>
          <w:caps/>
          <w:sz w:val="15"/>
        </w:rPr>
        <w:t> :</w:t>
      </w:r>
      <w:r w:rsidR="002956DE" w:rsidRPr="00495AC6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CB7E45">
        <w:rPr>
          <w:rFonts w:ascii="Arial Black" w:hAnsi="Arial Black"/>
          <w:caps/>
          <w:sz w:val="15"/>
        </w:rPr>
        <w:t>anglais</w:t>
      </w:r>
    </w:p>
    <w:bookmarkEnd w:id="1"/>
    <w:p w14:paraId="2024649B" w14:textId="011A4DF7" w:rsidR="008B2CC1" w:rsidRPr="00495AC6" w:rsidRDefault="00B1090C" w:rsidP="00B1090C">
      <w:pPr>
        <w:spacing w:after="1200"/>
        <w:jc w:val="right"/>
      </w:pPr>
      <w:r w:rsidRPr="00495AC6">
        <w:rPr>
          <w:rFonts w:ascii="Arial Black" w:hAnsi="Arial Black"/>
          <w:caps/>
          <w:sz w:val="15"/>
        </w:rPr>
        <w:t>DATE</w:t>
      </w:r>
      <w:r w:rsidR="004828E1">
        <w:rPr>
          <w:rFonts w:ascii="Arial Black" w:hAnsi="Arial Black"/>
          <w:b/>
          <w:caps/>
          <w:sz w:val="15"/>
        </w:rPr>
        <w:t> :</w:t>
      </w:r>
      <w:r w:rsidR="002956DE" w:rsidRPr="00495AC6">
        <w:rPr>
          <w:rFonts w:ascii="Arial Black" w:hAnsi="Arial Black"/>
          <w:caps/>
          <w:sz w:val="15"/>
        </w:rPr>
        <w:t xml:space="preserve"> </w:t>
      </w:r>
      <w:bookmarkStart w:id="2" w:name="Date"/>
      <w:r w:rsidR="00CB7E45">
        <w:rPr>
          <w:rFonts w:ascii="Arial Black" w:hAnsi="Arial Black"/>
          <w:caps/>
          <w:sz w:val="15"/>
        </w:rPr>
        <w:t>5 </w:t>
      </w:r>
      <w:r w:rsidR="004828E1">
        <w:rPr>
          <w:rFonts w:ascii="Arial Black" w:hAnsi="Arial Black"/>
          <w:caps/>
          <w:sz w:val="15"/>
        </w:rPr>
        <w:t>décembre 20</w:t>
      </w:r>
      <w:r w:rsidR="00CB7E45">
        <w:rPr>
          <w:rFonts w:ascii="Arial Black" w:hAnsi="Arial Black"/>
          <w:caps/>
          <w:sz w:val="15"/>
        </w:rPr>
        <w:t>24</w:t>
      </w:r>
    </w:p>
    <w:bookmarkEnd w:id="2"/>
    <w:p w14:paraId="2F345797" w14:textId="0C3CE8A8" w:rsidR="003845C1" w:rsidRPr="00495AC6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495AC6">
        <w:rPr>
          <w:b/>
          <w:sz w:val="28"/>
          <w:szCs w:val="28"/>
        </w:rPr>
        <w:t>Comité intergouvernemental de la propriété intellectuelle relative aux</w:t>
      </w:r>
      <w:r w:rsidR="00DB2A07">
        <w:rPr>
          <w:b/>
          <w:sz w:val="28"/>
          <w:szCs w:val="28"/>
        </w:rPr>
        <w:t xml:space="preserve"> </w:t>
      </w:r>
      <w:r w:rsidRPr="00495AC6">
        <w:rPr>
          <w:b/>
          <w:sz w:val="28"/>
          <w:szCs w:val="28"/>
        </w:rPr>
        <w:t>ressources génétiques, aux savoirs traditionnels et au folklore</w:t>
      </w:r>
    </w:p>
    <w:p w14:paraId="06110810" w14:textId="00C7E258" w:rsidR="00FE19E9" w:rsidRPr="00495AC6" w:rsidRDefault="00A511F6" w:rsidP="00FE19E9">
      <w:pPr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Quarante</w:t>
      </w:r>
      <w:r w:rsidR="008714E8">
        <w:rPr>
          <w:b/>
          <w:sz w:val="24"/>
          <w:szCs w:val="24"/>
        </w:rPr>
        <w:noBreakHyphen/>
      </w:r>
      <w:r w:rsidR="00BB4458" w:rsidRPr="00495AC6">
        <w:rPr>
          <w:b/>
          <w:sz w:val="24"/>
          <w:szCs w:val="24"/>
        </w:rPr>
        <w:t>neuv</w:t>
      </w:r>
      <w:r w:rsidR="004828E1">
        <w:rPr>
          <w:b/>
          <w:sz w:val="24"/>
          <w:szCs w:val="24"/>
        </w:rPr>
        <w:t>ième session</w:t>
      </w:r>
    </w:p>
    <w:p w14:paraId="566EF6DF" w14:textId="77777777" w:rsidR="008B2CC1" w:rsidRPr="00495AC6" w:rsidRDefault="00A511F6" w:rsidP="00B1090C">
      <w:pPr>
        <w:spacing w:after="960"/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Genève</w:t>
      </w:r>
      <w:r w:rsidR="00BB4458" w:rsidRPr="00495AC6">
        <w:rPr>
          <w:b/>
          <w:sz w:val="24"/>
          <w:szCs w:val="24"/>
        </w:rPr>
        <w:t>, 2 – 6 décembre 2024</w:t>
      </w:r>
    </w:p>
    <w:p w14:paraId="7A01B787" w14:textId="782EB976" w:rsidR="008B2CC1" w:rsidRPr="00495AC6" w:rsidRDefault="00CB7E45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Décisions relatives au Fonds de contributions volontaires pour les communautés autochtones et locales accréditées prises par le Directeur général conformément à la recommandation adoptée par le Conseil consultatif</w:t>
      </w:r>
    </w:p>
    <w:p w14:paraId="2EEAB32D" w14:textId="480FEC0F" w:rsidR="008B2CC1" w:rsidRPr="00495AC6" w:rsidRDefault="00CB7E45" w:rsidP="00B1090C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Note d</w:t>
      </w:r>
      <w:r w:rsidR="004828E1">
        <w:rPr>
          <w:i/>
        </w:rPr>
        <w:t>’</w:t>
      </w:r>
      <w:r>
        <w:rPr>
          <w:i/>
        </w:rPr>
        <w:t>information établie par le Directeur général</w:t>
      </w:r>
    </w:p>
    <w:p w14:paraId="31F53F60" w14:textId="338D4D08" w:rsidR="00CB7E45" w:rsidRPr="000A462A" w:rsidRDefault="00CB7E45" w:rsidP="00142B00">
      <w:pPr>
        <w:pStyle w:val="ONUMFS"/>
        <w:rPr>
          <w:szCs w:val="22"/>
        </w:rPr>
      </w:pPr>
      <w:r>
        <w:t>Les modalités de création du Fonds de contributions volontaires de l</w:t>
      </w:r>
      <w:r w:rsidR="004828E1">
        <w:t>’</w:t>
      </w:r>
      <w:proofErr w:type="spellStart"/>
      <w:r>
        <w:t>OMPI</w:t>
      </w:r>
      <w:proofErr w:type="spellEnd"/>
      <w:r>
        <w:t xml:space="preserve"> (ci</w:t>
      </w:r>
      <w:r w:rsidR="008714E8">
        <w:noBreakHyphen/>
      </w:r>
      <w:r>
        <w:t>après dénommé “Fonds”) approuvées par l</w:t>
      </w:r>
      <w:r w:rsidR="004828E1">
        <w:t>’</w:t>
      </w:r>
      <w:r>
        <w:t>Assemblée générale figurent dans l</w:t>
      </w:r>
      <w:r w:rsidR="004828E1">
        <w:t>’</w:t>
      </w:r>
      <w:r>
        <w:t xml:space="preserve">annexe du </w:t>
      </w:r>
      <w:r w:rsidR="004828E1">
        <w:t>document</w:t>
      </w:r>
      <w:r w:rsidR="008714E8">
        <w:t> </w:t>
      </w:r>
      <w:proofErr w:type="spellStart"/>
      <w:r w:rsidR="004828E1">
        <w:t>WO</w:t>
      </w:r>
      <w:proofErr w:type="spellEnd"/>
      <w:r>
        <w:t xml:space="preserve">/GA/39/11.  </w:t>
      </w:r>
      <w:r>
        <w:br/>
        <w:t>L</w:t>
      </w:r>
      <w:r w:rsidR="004828E1">
        <w:t>’</w:t>
      </w:r>
      <w:r>
        <w:t>article 6.i) de la décision est ainsi libellé</w:t>
      </w:r>
      <w:r w:rsidR="004828E1">
        <w:t> :</w:t>
      </w:r>
    </w:p>
    <w:p w14:paraId="288D0E7B" w14:textId="73A976CD" w:rsidR="00CB7E45" w:rsidRPr="000A462A" w:rsidRDefault="00CB7E45" w:rsidP="00142B00">
      <w:pPr>
        <w:pStyle w:val="ONUMFS"/>
        <w:numPr>
          <w:ilvl w:val="0"/>
          <w:numId w:val="0"/>
        </w:numPr>
        <w:rPr>
          <w:szCs w:val="22"/>
        </w:rPr>
      </w:pPr>
      <w:r>
        <w:t>“Le Conseil consultatif adopte sa recommandation avant la fin de la session du comité en marge de laquelle il se réun</w:t>
      </w:r>
      <w:r w:rsidR="008714E8">
        <w:t>it</w:t>
      </w:r>
      <w:r w:rsidR="008714E8">
        <w:t xml:space="preserve">.  </w:t>
      </w:r>
      <w:r w:rsidR="008714E8">
        <w:t>Ce</w:t>
      </w:r>
      <w:r>
        <w:t>tte recommandation indique</w:t>
      </w:r>
      <w:r w:rsidR="004828E1">
        <w:t> :</w:t>
      </w:r>
    </w:p>
    <w:p w14:paraId="46715EE6" w14:textId="7B5BA4E2" w:rsidR="00CB7E45" w:rsidRPr="000A462A" w:rsidRDefault="00CB7E45" w:rsidP="00142B00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szCs w:val="22"/>
        </w:rPr>
      </w:pPr>
      <w:proofErr w:type="gramStart"/>
      <w:r>
        <w:t>la</w:t>
      </w:r>
      <w:proofErr w:type="gramEnd"/>
      <w:r>
        <w:t xml:space="preserve"> session suivante du comité et, le cas échéant, la ou les réunions du groupe de travail intersessions visées par l</w:t>
      </w:r>
      <w:r w:rsidR="004828E1">
        <w:t>’</w:t>
      </w:r>
      <w:r>
        <w:t>assistance financière (c</w:t>
      </w:r>
      <w:r w:rsidR="004828E1">
        <w:t>’</w:t>
      </w:r>
      <w:r>
        <w:t>est</w:t>
      </w:r>
      <w:r w:rsidR="008714E8">
        <w:noBreakHyphen/>
      </w:r>
      <w:r>
        <w:t>à</w:t>
      </w:r>
      <w:r w:rsidR="008714E8">
        <w:noBreakHyphen/>
      </w:r>
      <w:r>
        <w:t>dire la session suivante du comité),</w:t>
      </w:r>
    </w:p>
    <w:p w14:paraId="06526BB5" w14:textId="24F1504A" w:rsidR="00CB7E45" w:rsidRPr="000A462A" w:rsidRDefault="00CB7E45" w:rsidP="00142B00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szCs w:val="22"/>
        </w:rPr>
      </w:pPr>
      <w:proofErr w:type="gramStart"/>
      <w:r>
        <w:t>les</w:t>
      </w:r>
      <w:proofErr w:type="gramEnd"/>
      <w:r>
        <w:t xml:space="preserve"> demandeurs qui, de l</w:t>
      </w:r>
      <w:r w:rsidR="004828E1">
        <w:t>’</w:t>
      </w:r>
      <w:r>
        <w:t>avis du conseil, devraient bénéficier d</w:t>
      </w:r>
      <w:r w:rsidR="004828E1">
        <w:t>’</w:t>
      </w:r>
      <w:r>
        <w:t>une assistance pour la session du comité ou la ou les réunions du groupe de travail intersessions considérées et pour lesquels des fonds sont disponibles,</w:t>
      </w:r>
    </w:p>
    <w:p w14:paraId="22FAC38A" w14:textId="2DDC7486" w:rsidR="00CB7E45" w:rsidRPr="000A462A" w:rsidRDefault="00CB7E45" w:rsidP="00142B00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szCs w:val="22"/>
        </w:rPr>
      </w:pPr>
      <w:proofErr w:type="gramStart"/>
      <w:r>
        <w:t>les</w:t>
      </w:r>
      <w:proofErr w:type="gramEnd"/>
      <w:r>
        <w:t xml:space="preserve"> demandeurs éventuels qui, de l</w:t>
      </w:r>
      <w:r w:rsidR="004828E1">
        <w:t>’</w:t>
      </w:r>
      <w:r>
        <w:t>avis du conseil, devraient en principe bénéficier d</w:t>
      </w:r>
      <w:r w:rsidR="004828E1">
        <w:t>’</w:t>
      </w:r>
      <w:r>
        <w:t>une assistance, mais pour lesquels les fonds nécessaires ne sont pas disponibles,</w:t>
      </w:r>
    </w:p>
    <w:p w14:paraId="092C553C" w14:textId="5442D4F4" w:rsidR="00CB7E45" w:rsidRPr="000A462A" w:rsidRDefault="00CB7E45" w:rsidP="00142B00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szCs w:val="22"/>
        </w:rPr>
      </w:pPr>
      <w:proofErr w:type="gramStart"/>
      <w:r>
        <w:t>les</w:t>
      </w:r>
      <w:proofErr w:type="gramEnd"/>
      <w:r>
        <w:t xml:space="preserve"> demandeurs éventuels dont la demande d</w:t>
      </w:r>
      <w:r w:rsidR="004828E1">
        <w:t>’</w:t>
      </w:r>
      <w:r>
        <w:t>assistance a été rejetée conformément à la procédure décrite à l</w:t>
      </w:r>
      <w:r w:rsidR="004828E1">
        <w:t>’</w:t>
      </w:r>
      <w:r>
        <w:t>article 10,</w:t>
      </w:r>
    </w:p>
    <w:p w14:paraId="04CE98F2" w14:textId="62150F81" w:rsidR="00CB7E45" w:rsidRDefault="00CB7E45" w:rsidP="00142B00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szCs w:val="22"/>
        </w:rPr>
      </w:pPr>
      <w:proofErr w:type="gramStart"/>
      <w:r>
        <w:lastRenderedPageBreak/>
        <w:t>les</w:t>
      </w:r>
      <w:proofErr w:type="gramEnd"/>
      <w:r>
        <w:t xml:space="preserve"> demandeurs éventuels dont la demande d</w:t>
      </w:r>
      <w:r w:rsidR="004828E1">
        <w:t>’</w:t>
      </w:r>
      <w:r>
        <w:t>assistance a été reportée à la prochaine session du comité conformément à la procédure décrite à l</w:t>
      </w:r>
      <w:r w:rsidR="004828E1">
        <w:t>’</w:t>
      </w:r>
      <w:r>
        <w:t>article 10.</w:t>
      </w:r>
    </w:p>
    <w:p w14:paraId="74B7E41A" w14:textId="4E601490" w:rsidR="00CB7E45" w:rsidRPr="000A462A" w:rsidRDefault="00CB7E45" w:rsidP="00142B00">
      <w:pPr>
        <w:pStyle w:val="ONUMFS"/>
        <w:numPr>
          <w:ilvl w:val="0"/>
          <w:numId w:val="0"/>
        </w:numPr>
        <w:rPr>
          <w:szCs w:val="22"/>
        </w:rPr>
      </w:pPr>
      <w:r>
        <w:t>Le Conseil consultatif transmet sans délai le contenu de sa recommandation au Directeur général de l</w:t>
      </w:r>
      <w:r w:rsidR="004828E1">
        <w:t>’</w:t>
      </w:r>
      <w:proofErr w:type="spellStart"/>
      <w:r>
        <w:t>OMPI</w:t>
      </w:r>
      <w:proofErr w:type="spellEnd"/>
      <w:r>
        <w:t>, qui prend une décision conforme à cette recommandati</w:t>
      </w:r>
      <w:r w:rsidR="008714E8">
        <w:t>on</w:t>
      </w:r>
      <w:r w:rsidR="008714E8">
        <w:t xml:space="preserve">.  </w:t>
      </w:r>
      <w:r w:rsidR="008714E8">
        <w:t>Ce</w:t>
      </w:r>
      <w:r>
        <w:t>lui</w:t>
      </w:r>
      <w:r w:rsidR="008714E8">
        <w:noBreakHyphen/>
      </w:r>
      <w:r>
        <w:t>ci en informe le comité sans tarder, en tout état de cause avant la fin de sa session en cours, sous couvert d</w:t>
      </w:r>
      <w:r w:rsidR="004828E1">
        <w:t>’</w:t>
      </w:r>
      <w:r>
        <w:t>une note d</w:t>
      </w:r>
      <w:r w:rsidR="004828E1">
        <w:t>’</w:t>
      </w:r>
      <w:r>
        <w:t xml:space="preserve">information précisant la décision prise </w:t>
      </w:r>
      <w:r w:rsidR="004828E1">
        <w:t>à l’égard</w:t>
      </w:r>
      <w:r>
        <w:t xml:space="preserve"> de chaque demandeur.”</w:t>
      </w:r>
    </w:p>
    <w:p w14:paraId="4DB6A903" w14:textId="7907DDB9" w:rsidR="00CB7E45" w:rsidRPr="000A462A" w:rsidRDefault="00CB7E45" w:rsidP="00142B00">
      <w:pPr>
        <w:pStyle w:val="ONUMFS"/>
        <w:rPr>
          <w:szCs w:val="22"/>
        </w:rPr>
      </w:pPr>
      <w:r>
        <w:t>En conséquence, le Secrétariat souhaite communiquer au comité le rapport et les recommandations adoptés par le Conseil consultatif à l</w:t>
      </w:r>
      <w:r w:rsidR="004828E1">
        <w:t>’</w:t>
      </w:r>
      <w:r>
        <w:t>issue de sa réunion tenue en marge de la quarante</w:t>
      </w:r>
      <w:r w:rsidR="008714E8">
        <w:noBreakHyphen/>
      </w:r>
      <w:r>
        <w:t>neuv</w:t>
      </w:r>
      <w:r w:rsidR="004828E1">
        <w:t>ième session</w:t>
      </w:r>
      <w:r>
        <w:t xml:space="preserve"> du comi</w:t>
      </w:r>
      <w:r w:rsidR="008714E8">
        <w:t>té</w:t>
      </w:r>
      <w:r w:rsidR="008714E8">
        <w:t xml:space="preserve">.  </w:t>
      </w:r>
      <w:r w:rsidR="008714E8">
        <w:t>Ce</w:t>
      </w:r>
      <w:r>
        <w:t xml:space="preserve"> rapport fait l</w:t>
      </w:r>
      <w:r w:rsidR="004828E1">
        <w:t>’</w:t>
      </w:r>
      <w:r>
        <w:t>objet de l</w:t>
      </w:r>
      <w:r w:rsidR="004828E1">
        <w:t>’</w:t>
      </w:r>
      <w:r>
        <w:t>annexe.</w:t>
      </w:r>
    </w:p>
    <w:p w14:paraId="737EC3C2" w14:textId="440FBF79" w:rsidR="00CB7E45" w:rsidRPr="000A462A" w:rsidRDefault="00CB7E45" w:rsidP="00142B00">
      <w:pPr>
        <w:pStyle w:val="ONUMFS"/>
        <w:rPr>
          <w:szCs w:val="22"/>
        </w:rPr>
      </w:pPr>
      <w:r>
        <w:t>Le comité est informé que, conformément à l</w:t>
      </w:r>
      <w:r w:rsidR="004828E1">
        <w:t>’</w:t>
      </w:r>
      <w:r>
        <w:t>article 6.d) de l</w:t>
      </w:r>
      <w:r w:rsidR="004828E1">
        <w:t>’</w:t>
      </w:r>
      <w:r>
        <w:t xml:space="preserve">annexe du </w:t>
      </w:r>
      <w:r w:rsidR="004828E1">
        <w:t>document</w:t>
      </w:r>
      <w:r w:rsidR="008714E8">
        <w:t> </w:t>
      </w:r>
      <w:proofErr w:type="spellStart"/>
      <w:r w:rsidR="004828E1">
        <w:t>WO</w:t>
      </w:r>
      <w:proofErr w:type="spellEnd"/>
      <w:r>
        <w:t>/GA/39/11 approuvée par l</w:t>
      </w:r>
      <w:r w:rsidR="004828E1">
        <w:t>’</w:t>
      </w:r>
      <w:r>
        <w:t>Assemblée générale à sa trente</w:t>
      </w:r>
      <w:r w:rsidR="008714E8">
        <w:noBreakHyphen/>
      </w:r>
      <w:r>
        <w:t>neuv</w:t>
      </w:r>
      <w:r w:rsidR="004828E1">
        <w:t>ième session</w:t>
      </w:r>
      <w:r>
        <w:t>, le Directeur général a pris note du contenu de ce rapport et adopté les décisions recommandées par le Conseil consultatif au paragraphe 5 dudit rapport.</w:t>
      </w:r>
    </w:p>
    <w:p w14:paraId="12A28DFA" w14:textId="6F7D3B74" w:rsidR="00CB7E45" w:rsidRPr="008714E8" w:rsidRDefault="00CB7E45" w:rsidP="00142B00">
      <w:pPr>
        <w:pStyle w:val="Endofdocument-Annex"/>
        <w:spacing w:before="720"/>
        <w:rPr>
          <w:szCs w:val="22"/>
          <w:lang w:val="fr-FR"/>
        </w:rPr>
      </w:pPr>
      <w:r w:rsidRPr="008714E8">
        <w:rPr>
          <w:lang w:val="fr-FR"/>
        </w:rPr>
        <w:t>[L</w:t>
      </w:r>
      <w:r w:rsidR="004828E1" w:rsidRPr="008714E8">
        <w:rPr>
          <w:lang w:val="fr-FR"/>
        </w:rPr>
        <w:t>’</w:t>
      </w:r>
      <w:r w:rsidRPr="008714E8">
        <w:rPr>
          <w:lang w:val="fr-FR"/>
        </w:rPr>
        <w:t>annexe suit]</w:t>
      </w:r>
    </w:p>
    <w:p w14:paraId="012D69E5" w14:textId="77777777" w:rsidR="00CB7E45" w:rsidRDefault="00CB7E45" w:rsidP="00CB7E45">
      <w:pPr>
        <w:pStyle w:val="Endofdocument"/>
        <w:spacing w:after="220" w:line="240" w:lineRule="auto"/>
        <w:rPr>
          <w:sz w:val="22"/>
          <w:szCs w:val="22"/>
        </w:rPr>
        <w:sectPr w:rsidR="00CB7E45" w:rsidSect="00CB7E45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14:paraId="464420E7" w14:textId="7A866F3B" w:rsidR="00CB7E45" w:rsidRPr="00142B00" w:rsidRDefault="00142B00" w:rsidP="00142B00">
      <w:pPr>
        <w:pStyle w:val="Endofdocument"/>
        <w:spacing w:after="220" w:line="240" w:lineRule="auto"/>
        <w:ind w:left="1701" w:hanging="1701"/>
        <w:contextualSpacing w:val="0"/>
        <w:rPr>
          <w:caps/>
          <w:sz w:val="22"/>
          <w:szCs w:val="22"/>
        </w:rPr>
      </w:pPr>
      <w:r w:rsidRPr="00142B00">
        <w:rPr>
          <w:caps/>
          <w:sz w:val="22"/>
        </w:rPr>
        <w:lastRenderedPageBreak/>
        <w:t>Fonds de contributions volontaires de l</w:t>
      </w:r>
      <w:r w:rsidR="004828E1">
        <w:rPr>
          <w:caps/>
          <w:sz w:val="22"/>
        </w:rPr>
        <w:t>’</w:t>
      </w:r>
      <w:proofErr w:type="spellStart"/>
      <w:r w:rsidRPr="00142B00">
        <w:rPr>
          <w:caps/>
          <w:sz w:val="22"/>
        </w:rPr>
        <w:t>OMPI</w:t>
      </w:r>
      <w:proofErr w:type="spellEnd"/>
    </w:p>
    <w:p w14:paraId="5B832964" w14:textId="36F94057" w:rsidR="00CB7E45" w:rsidRPr="00142B00" w:rsidRDefault="00142B00" w:rsidP="00142B00">
      <w:pPr>
        <w:pStyle w:val="Endofdocument"/>
        <w:spacing w:after="220" w:line="240" w:lineRule="auto"/>
        <w:ind w:left="1701" w:hanging="1701"/>
        <w:contextualSpacing w:val="0"/>
        <w:rPr>
          <w:caps/>
          <w:sz w:val="22"/>
          <w:szCs w:val="22"/>
        </w:rPr>
      </w:pPr>
      <w:r w:rsidRPr="00142B00">
        <w:rPr>
          <w:caps/>
          <w:sz w:val="22"/>
        </w:rPr>
        <w:t>Conseil Consultatif</w:t>
      </w:r>
    </w:p>
    <w:p w14:paraId="5E30FB67" w14:textId="36228101" w:rsidR="00CB7E45" w:rsidRPr="00142B00" w:rsidRDefault="00142B00" w:rsidP="00A16F0E">
      <w:pPr>
        <w:pStyle w:val="Endofdocument"/>
        <w:spacing w:after="480" w:line="240" w:lineRule="auto"/>
        <w:ind w:left="1701" w:hanging="1701"/>
        <w:contextualSpacing w:val="0"/>
        <w:rPr>
          <w:caps/>
          <w:sz w:val="22"/>
          <w:szCs w:val="22"/>
          <w:u w:val="single"/>
        </w:rPr>
      </w:pPr>
      <w:r w:rsidRPr="00142B00">
        <w:rPr>
          <w:caps/>
          <w:sz w:val="22"/>
          <w:u w:val="single"/>
        </w:rPr>
        <w:t>Rapport</w:t>
      </w:r>
    </w:p>
    <w:p w14:paraId="55D7521D" w14:textId="42CCC6D0" w:rsidR="00CB7E45" w:rsidRPr="00142B00" w:rsidRDefault="00CB7E45" w:rsidP="00142B00">
      <w:pPr>
        <w:pStyle w:val="ONUMFS"/>
        <w:numPr>
          <w:ilvl w:val="0"/>
          <w:numId w:val="11"/>
        </w:numPr>
        <w:rPr>
          <w:rFonts w:eastAsia="Times New Roman"/>
          <w:szCs w:val="22"/>
        </w:rPr>
      </w:pPr>
      <w:r>
        <w:t>Le Conseil consultatif du Fonds de contributions volontaires de l</w:t>
      </w:r>
      <w:r w:rsidR="004828E1">
        <w:t>’</w:t>
      </w:r>
      <w:proofErr w:type="spellStart"/>
      <w:r>
        <w:t>OMPI</w:t>
      </w:r>
      <w:proofErr w:type="spellEnd"/>
      <w:r>
        <w:t xml:space="preserve"> pour les communautés autochtones et locales accréditées (ci</w:t>
      </w:r>
      <w:r w:rsidR="008714E8">
        <w:noBreakHyphen/>
      </w:r>
      <w:r>
        <w:t>après dénommé “Fonds”), dont les noms des membres, nommés sur décision du Comité intergouvernemental de la propriété intellectuelle relative aux ressources génétiques, aux savoirs traditionnels et au folklore (ci</w:t>
      </w:r>
      <w:r w:rsidR="008714E8">
        <w:noBreakHyphen/>
      </w:r>
      <w:r>
        <w:t>après dénommé “comité”) à sa quarante</w:t>
      </w:r>
      <w:r w:rsidR="008714E8">
        <w:noBreakHyphen/>
      </w:r>
      <w:r>
        <w:t>neuv</w:t>
      </w:r>
      <w:r w:rsidR="004828E1">
        <w:t>ième session</w:t>
      </w:r>
      <w:r>
        <w:t>, figurent à la fin du présent rapport, a tenu sa trente</w:t>
      </w:r>
      <w:r w:rsidR="008714E8">
        <w:noBreakHyphen/>
      </w:r>
      <w:r>
        <w:t xml:space="preserve">neuvième réunion le 4 décembre 2024, sous la présidence de Mme Audrey </w:t>
      </w:r>
      <w:proofErr w:type="spellStart"/>
      <w:r>
        <w:t>NEEQUAYE</w:t>
      </w:r>
      <w:proofErr w:type="spellEnd"/>
      <w:r>
        <w:t>, membre d</w:t>
      </w:r>
      <w:r w:rsidR="004828E1">
        <w:t>’</w:t>
      </w:r>
      <w:r>
        <w:t>office, en marge de la quarante</w:t>
      </w:r>
      <w:r w:rsidR="008714E8">
        <w:noBreakHyphen/>
      </w:r>
      <w:r>
        <w:t>neuv</w:t>
      </w:r>
      <w:r w:rsidR="004828E1">
        <w:t>ième session</w:t>
      </w:r>
      <w:r>
        <w:t xml:space="preserve"> du comité.</w:t>
      </w:r>
    </w:p>
    <w:p w14:paraId="40761241" w14:textId="1F22D463" w:rsidR="00CB7E45" w:rsidRPr="00FB442E" w:rsidRDefault="00CB7E45" w:rsidP="00142B00">
      <w:pPr>
        <w:pStyle w:val="ONUMFS"/>
        <w:rPr>
          <w:rFonts w:eastAsia="Times New Roman"/>
          <w:szCs w:val="22"/>
        </w:rPr>
      </w:pPr>
      <w:r>
        <w:t>Les membres du Conseil consultatif se sont réunis conformément aux articles 7 et 9 de l</w:t>
      </w:r>
      <w:r w:rsidR="004828E1">
        <w:t>’</w:t>
      </w:r>
      <w:r>
        <w:t xml:space="preserve">annexe du </w:t>
      </w:r>
      <w:r w:rsidR="004828E1">
        <w:t>document</w:t>
      </w:r>
      <w:r w:rsidR="008714E8">
        <w:t> </w:t>
      </w:r>
      <w:proofErr w:type="spellStart"/>
      <w:r w:rsidR="004828E1">
        <w:t>WO</w:t>
      </w:r>
      <w:proofErr w:type="spellEnd"/>
      <w:r>
        <w:t>/GA/39/11.</w:t>
      </w:r>
    </w:p>
    <w:p w14:paraId="5A766B38" w14:textId="63E5C4F5" w:rsidR="004828E1" w:rsidRDefault="00CB7E45" w:rsidP="00142B00">
      <w:pPr>
        <w:pStyle w:val="ONUMFS"/>
      </w:pPr>
      <w:r>
        <w:t>Conformément à l</w:t>
      </w:r>
      <w:r w:rsidR="004828E1">
        <w:t>’</w:t>
      </w:r>
      <w:r>
        <w:t>article</w:t>
      </w:r>
      <w:r w:rsidR="004828E1">
        <w:t> </w:t>
      </w:r>
      <w:r>
        <w:t>5.a) de l</w:t>
      </w:r>
      <w:r w:rsidR="004828E1">
        <w:t>’</w:t>
      </w:r>
      <w:r>
        <w:t xml:space="preserve">annexe du </w:t>
      </w:r>
      <w:r w:rsidR="004828E1">
        <w:t>document</w:t>
      </w:r>
      <w:r w:rsidR="008714E8">
        <w:t> </w:t>
      </w:r>
      <w:proofErr w:type="spellStart"/>
      <w:r w:rsidR="004828E1">
        <w:t>WO</w:t>
      </w:r>
      <w:proofErr w:type="spellEnd"/>
      <w:r>
        <w:t>/GA/39/11, le Conseil consultatif a pris note de la situation financière du Fonds décrite dans la note d</w:t>
      </w:r>
      <w:r w:rsidR="004828E1">
        <w:t>’</w:t>
      </w:r>
      <w:r>
        <w:t>information</w:t>
      </w:r>
      <w:r w:rsidR="004828E1">
        <w:t> </w:t>
      </w:r>
      <w:proofErr w:type="spellStart"/>
      <w:r>
        <w:t>WIPO</w:t>
      </w:r>
      <w:proofErr w:type="spellEnd"/>
      <w:r>
        <w:t>/</w:t>
      </w:r>
      <w:proofErr w:type="spellStart"/>
      <w:r>
        <w:t>GRTKF</w:t>
      </w:r>
      <w:proofErr w:type="spellEnd"/>
      <w:r>
        <w:t>/IC/49/</w:t>
      </w:r>
      <w:proofErr w:type="spellStart"/>
      <w:r>
        <w:t>INF</w:t>
      </w:r>
      <w:proofErr w:type="spellEnd"/>
      <w:r>
        <w:t>/4 en date du 15 </w:t>
      </w:r>
      <w:r w:rsidR="004828E1">
        <w:t>novembre 20</w:t>
      </w:r>
      <w:r>
        <w:t>24, distribuée avant l</w:t>
      </w:r>
      <w:r w:rsidR="004828E1">
        <w:t>’</w:t>
      </w:r>
      <w:r>
        <w:t>ouverture de la quarante</w:t>
      </w:r>
      <w:r w:rsidR="008714E8">
        <w:noBreakHyphen/>
      </w:r>
      <w:r>
        <w:t>neuv</w:t>
      </w:r>
      <w:r w:rsidR="004828E1">
        <w:t>ième session</w:t>
      </w:r>
      <w:r>
        <w:t xml:space="preserve"> du comité, qui indiquait que le montant disponible au titre du Fonds, déduction faite du montant engagé précédemment, était de 0 franc suisse au</w:t>
      </w:r>
      <w:r w:rsidR="004828E1">
        <w:t xml:space="preserve"> 1</w:t>
      </w:r>
      <w:r w:rsidR="004828E1" w:rsidRPr="004828E1">
        <w:rPr>
          <w:vertAlign w:val="superscript"/>
        </w:rPr>
        <w:t>er</w:t>
      </w:r>
      <w:r w:rsidR="004828E1">
        <w:t> novembre 20</w:t>
      </w:r>
      <w:r>
        <w:t>24.  Le Conseil consultatif a noté que le Fonds était donc actuellement épui</w:t>
      </w:r>
      <w:r w:rsidR="008714E8">
        <w:t>sé</w:t>
      </w:r>
      <w:r w:rsidR="008714E8">
        <w:t xml:space="preserve">.  </w:t>
      </w:r>
      <w:r w:rsidR="008714E8">
        <w:t>Il</w:t>
      </w:r>
      <w:r>
        <w:t xml:space="preserve"> a rappelé qu</w:t>
      </w:r>
      <w:r w:rsidR="004828E1">
        <w:t>’</w:t>
      </w:r>
      <w:r>
        <w:t>aucun des quatre</w:t>
      </w:r>
      <w:r w:rsidR="00DB2A07">
        <w:t> </w:t>
      </w:r>
      <w:r>
        <w:t>demandeurs recommandés par le Conseil consultatif n</w:t>
      </w:r>
      <w:r w:rsidR="004828E1">
        <w:t>’</w:t>
      </w:r>
      <w:r>
        <w:t>a pu bénéficier d</w:t>
      </w:r>
      <w:r w:rsidR="004828E1">
        <w:t>’</w:t>
      </w:r>
      <w:r>
        <w:t>un financement en vue de leur participation aux quarante</w:t>
      </w:r>
      <w:r w:rsidR="008714E8">
        <w:noBreakHyphen/>
      </w:r>
      <w:r>
        <w:t>huitième et quarante</w:t>
      </w:r>
      <w:r w:rsidR="008714E8">
        <w:noBreakHyphen/>
      </w:r>
      <w:proofErr w:type="gramStart"/>
      <w:r>
        <w:t>neuv</w:t>
      </w:r>
      <w:r w:rsidR="004828E1">
        <w:t>ième session</w:t>
      </w:r>
      <w:r>
        <w:t>s</w:t>
      </w:r>
      <w:proofErr w:type="gramEnd"/>
      <w:r>
        <w:t xml:space="preserve"> du comi</w:t>
      </w:r>
      <w:r w:rsidR="008714E8">
        <w:t>té</w:t>
      </w:r>
      <w:r w:rsidR="008714E8">
        <w:t xml:space="preserve">.  </w:t>
      </w:r>
      <w:r w:rsidR="008714E8">
        <w:t>En</w:t>
      </w:r>
      <w:r>
        <w:t xml:space="preserve"> outre, le Conseil consultatif craignait qu</w:t>
      </w:r>
      <w:r w:rsidR="004828E1">
        <w:t>’</w:t>
      </w:r>
      <w:r>
        <w:t>aucun des demandeurs recommandés ne puisse être financé en vue de la cinquant</w:t>
      </w:r>
      <w:r w:rsidR="004828E1">
        <w:t>ième session</w:t>
      </w:r>
      <w:r>
        <w:t xml:space="preserve"> si de nouvelles contributions n</w:t>
      </w:r>
      <w:r w:rsidR="004828E1">
        <w:t>’</w:t>
      </w:r>
      <w:r>
        <w:t>étaient pas apportées en temps vou</w:t>
      </w:r>
      <w:r w:rsidR="008714E8">
        <w:t>lu</w:t>
      </w:r>
      <w:r w:rsidR="008714E8">
        <w:t xml:space="preserve">.  </w:t>
      </w:r>
      <w:r w:rsidR="008714E8">
        <w:t>Il</w:t>
      </w:r>
      <w:r>
        <w:t xml:space="preserve"> a vivement encouragé les États membres de l</w:t>
      </w:r>
      <w:r w:rsidR="004828E1">
        <w:t>’</w:t>
      </w:r>
      <w:proofErr w:type="spellStart"/>
      <w:r>
        <w:t>OMPI</w:t>
      </w:r>
      <w:proofErr w:type="spellEnd"/>
      <w:r>
        <w:t xml:space="preserve"> et les autres donateurs potentiels à contribuer davantage au Fonds afin que ses recommandations puissent être suivies d</w:t>
      </w:r>
      <w:r w:rsidR="004828E1">
        <w:t>’</w:t>
      </w:r>
      <w:r>
        <w:t>effet avec un financement suffisant.</w:t>
      </w:r>
    </w:p>
    <w:p w14:paraId="188A9A92" w14:textId="21F152FD" w:rsidR="004828E1" w:rsidRDefault="00CB7E45" w:rsidP="00142B00">
      <w:pPr>
        <w:pStyle w:val="ONUMFS"/>
      </w:pPr>
      <w:r>
        <w:t>Le Conseil consultatif s</w:t>
      </w:r>
      <w:r w:rsidR="004828E1">
        <w:t>’</w:t>
      </w:r>
      <w:r>
        <w:t>est de nouveau félicité de la contribution de 29 795,36 francs suisses (l</w:t>
      </w:r>
      <w:r w:rsidR="004828E1">
        <w:t>’</w:t>
      </w:r>
      <w:r>
        <w:t>équivalent de 50 000 dollars australiens au moment du transfert) versée au Fonds le 22 </w:t>
      </w:r>
      <w:r w:rsidR="004828E1">
        <w:t>juin 20</w:t>
      </w:r>
      <w:r>
        <w:t xml:space="preserve">23 par le Gouvernement australien, de celle </w:t>
      </w:r>
      <w:r w:rsidR="004828E1">
        <w:t>de 8239</w:t>
      </w:r>
      <w:r>
        <w:t>,99 francs suisses (l</w:t>
      </w:r>
      <w:r w:rsidR="004828E1">
        <w:t>’</w:t>
      </w:r>
      <w:r>
        <w:t>équivalent de 167 555 pesos mexicains au moment du transfert) versée le 7 août 2023 par l</w:t>
      </w:r>
      <w:r w:rsidR="004828E1">
        <w:t>’</w:t>
      </w:r>
      <w:r>
        <w:t xml:space="preserve">Instituto </w:t>
      </w:r>
      <w:proofErr w:type="spellStart"/>
      <w:r>
        <w:t>Nacional</w:t>
      </w:r>
      <w:proofErr w:type="spellEnd"/>
      <w:r>
        <w:t xml:space="preserve"> de los Pueblos </w:t>
      </w:r>
      <w:proofErr w:type="spellStart"/>
      <w:r>
        <w:t>Indígenas</w:t>
      </w:r>
      <w:proofErr w:type="spellEnd"/>
      <w:r>
        <w:t xml:space="preserve"> du Mexique et du montant de 18 518,24 francs suisses (l</w:t>
      </w:r>
      <w:r w:rsidR="004828E1">
        <w:t>’</w:t>
      </w:r>
      <w:r>
        <w:t>équivalent de 20 000 euros à cette date) versée par l</w:t>
      </w:r>
      <w:r w:rsidR="004828E1">
        <w:t>’</w:t>
      </w:r>
      <w:r>
        <w:t>Agence espagnole pour la coopération internationale au développement le 8 </w:t>
      </w:r>
      <w:r w:rsidR="004828E1">
        <w:t>février 20</w:t>
      </w:r>
      <w:r>
        <w:t>24, ainsi que des montants de 817,10 francs suisses et 872,60 francs suisses versés respectivement le 3 </w:t>
      </w:r>
      <w:r w:rsidR="004828E1">
        <w:t>mars 20</w:t>
      </w:r>
      <w:r>
        <w:t>23 et le 4 </w:t>
      </w:r>
      <w:r w:rsidR="004828E1">
        <w:t>juillet 20</w:t>
      </w:r>
      <w:r>
        <w:t>23 par des contributeurs anonymes.</w:t>
      </w:r>
    </w:p>
    <w:p w14:paraId="0BD1A4B0" w14:textId="2595198A" w:rsidR="00CB7E45" w:rsidRPr="00FB442E" w:rsidRDefault="00CB7E45" w:rsidP="00142B00">
      <w:pPr>
        <w:pStyle w:val="ONUMFS"/>
        <w:rPr>
          <w:rFonts w:eastAsia="Times New Roman"/>
          <w:szCs w:val="22"/>
        </w:rPr>
      </w:pPr>
      <w:r>
        <w:t>Le Conseil consultatif a adopté les recommandations ci</w:t>
      </w:r>
      <w:r w:rsidR="008714E8">
        <w:noBreakHyphen/>
      </w:r>
      <w:r>
        <w:t>après sur la base de l</w:t>
      </w:r>
      <w:r w:rsidR="004828E1">
        <w:t>’</w:t>
      </w:r>
      <w:r>
        <w:t>examen de la liste des demandeurs figurant dans la note d</w:t>
      </w:r>
      <w:r w:rsidR="004828E1">
        <w:t>’</w:t>
      </w:r>
      <w:r>
        <w:t>information </w:t>
      </w:r>
      <w:proofErr w:type="spellStart"/>
      <w:r>
        <w:t>WIPO</w:t>
      </w:r>
      <w:proofErr w:type="spellEnd"/>
      <w:r>
        <w:t>/</w:t>
      </w:r>
      <w:proofErr w:type="spellStart"/>
      <w:r>
        <w:t>GRTKF</w:t>
      </w:r>
      <w:proofErr w:type="spellEnd"/>
      <w:r>
        <w:t>/IC/49/</w:t>
      </w:r>
      <w:proofErr w:type="spellStart"/>
      <w:r>
        <w:t>INF</w:t>
      </w:r>
      <w:proofErr w:type="spellEnd"/>
      <w:r>
        <w:t>/4 ainsi que du contenu des demandes correspondantes, et conformément à l</w:t>
      </w:r>
      <w:r w:rsidR="004828E1">
        <w:t>’</w:t>
      </w:r>
      <w:r>
        <w:t>article 6.i) de l</w:t>
      </w:r>
      <w:r w:rsidR="004828E1">
        <w:t>’</w:t>
      </w:r>
      <w:r>
        <w:t xml:space="preserve">annexe du </w:t>
      </w:r>
      <w:r w:rsidR="004828E1">
        <w:t>document</w:t>
      </w:r>
      <w:r w:rsidR="008714E8">
        <w:t> </w:t>
      </w:r>
      <w:proofErr w:type="spellStart"/>
      <w:r w:rsidR="004828E1">
        <w:t>WO</w:t>
      </w:r>
      <w:proofErr w:type="spellEnd"/>
      <w:r>
        <w:t>/GA/39/11</w:t>
      </w:r>
      <w:r w:rsidR="004828E1">
        <w:t> :</w:t>
      </w:r>
    </w:p>
    <w:p w14:paraId="04A7A0D3" w14:textId="4897BC91" w:rsidR="00CB7E45" w:rsidRDefault="00CB7E45" w:rsidP="00A16F0E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szCs w:val="22"/>
        </w:rPr>
      </w:pPr>
      <w:proofErr w:type="gramStart"/>
      <w:r>
        <w:t>future</w:t>
      </w:r>
      <w:proofErr w:type="gramEnd"/>
      <w:r>
        <w:t xml:space="preserve"> session pour laquelle un appui financier est prévu conformément à l</w:t>
      </w:r>
      <w:r w:rsidR="004828E1">
        <w:t>’</w:t>
      </w:r>
      <w:r>
        <w:t>article 5.e)</w:t>
      </w:r>
      <w:r w:rsidR="004828E1">
        <w:t> :</w:t>
      </w:r>
      <w:r w:rsidR="00A16F0E">
        <w:t xml:space="preserve"> </w:t>
      </w:r>
      <w:r w:rsidR="00A16F0E">
        <w:br/>
        <w:t>cinquant</w:t>
      </w:r>
      <w:r w:rsidR="004828E1">
        <w:t>ième session</w:t>
      </w:r>
      <w:r w:rsidR="00A16F0E">
        <w:t>;</w:t>
      </w:r>
    </w:p>
    <w:p w14:paraId="615D2CBA" w14:textId="27159300" w:rsidR="004828E1" w:rsidRDefault="00CB7E45" w:rsidP="0054158C">
      <w:pPr>
        <w:pStyle w:val="ONUMFS"/>
        <w:keepNext/>
        <w:numPr>
          <w:ilvl w:val="2"/>
          <w:numId w:val="6"/>
        </w:numPr>
        <w:tabs>
          <w:tab w:val="clear" w:pos="1701"/>
          <w:tab w:val="num" w:pos="1134"/>
        </w:tabs>
        <w:ind w:left="567"/>
      </w:pPr>
      <w:proofErr w:type="gramStart"/>
      <w:r>
        <w:t>demandeurs</w:t>
      </w:r>
      <w:proofErr w:type="gramEnd"/>
      <w:r>
        <w:t xml:space="preserve"> qui, de l</w:t>
      </w:r>
      <w:r w:rsidR="004828E1">
        <w:t>’</w:t>
      </w:r>
      <w:r>
        <w:t>avis du Conseil consultatif, devraient en principe bénéficier d</w:t>
      </w:r>
      <w:r w:rsidR="004828E1">
        <w:t>’</w:t>
      </w:r>
      <w:r>
        <w:t>une assistance, sous réserve de la disponibilité de fonds suffisants (par ordre de priorité)</w:t>
      </w:r>
      <w:r w:rsidR="004828E1">
        <w:t> :</w:t>
      </w:r>
    </w:p>
    <w:p w14:paraId="3C3FC30B" w14:textId="0BFC1924" w:rsidR="00CB7E45" w:rsidRPr="006058FC" w:rsidRDefault="00CB7E45" w:rsidP="0054158C">
      <w:pPr>
        <w:spacing w:after="220"/>
        <w:ind w:left="1134"/>
        <w:rPr>
          <w:szCs w:val="22"/>
          <w:lang w:val="en-US"/>
        </w:rPr>
      </w:pPr>
      <w:r w:rsidRPr="006058FC">
        <w:rPr>
          <w:lang w:val="en-US"/>
        </w:rPr>
        <w:t>Edith BASTIDAS (</w:t>
      </w:r>
      <w:proofErr w:type="spellStart"/>
      <w:r w:rsidRPr="006058FC">
        <w:rPr>
          <w:lang w:val="en-US"/>
        </w:rPr>
        <w:t>Mme</w:t>
      </w:r>
      <w:proofErr w:type="spellEnd"/>
      <w:r w:rsidRPr="006058FC">
        <w:rPr>
          <w:lang w:val="en-US"/>
        </w:rPr>
        <w:t>)</w:t>
      </w:r>
    </w:p>
    <w:p w14:paraId="73918A13" w14:textId="77777777" w:rsidR="00CB7E45" w:rsidRPr="006058FC" w:rsidRDefault="00CB7E45" w:rsidP="0054158C">
      <w:pPr>
        <w:spacing w:after="220"/>
        <w:ind w:left="1134"/>
        <w:rPr>
          <w:szCs w:val="22"/>
          <w:lang w:val="en-US"/>
        </w:rPr>
      </w:pPr>
      <w:r w:rsidRPr="006058FC">
        <w:rPr>
          <w:lang w:val="en-US"/>
        </w:rPr>
        <w:t xml:space="preserve">Mikhail </w:t>
      </w:r>
      <w:proofErr w:type="spellStart"/>
      <w:r w:rsidRPr="006058FC">
        <w:rPr>
          <w:lang w:val="en-US"/>
        </w:rPr>
        <w:t>TODYSHEV</w:t>
      </w:r>
      <w:proofErr w:type="spellEnd"/>
      <w:r w:rsidRPr="006058FC">
        <w:rPr>
          <w:lang w:val="en-US"/>
        </w:rPr>
        <w:t xml:space="preserve"> (M.)</w:t>
      </w:r>
    </w:p>
    <w:p w14:paraId="71440023" w14:textId="77777777" w:rsidR="00CB7E45" w:rsidRPr="006058FC" w:rsidRDefault="00CB7E45" w:rsidP="0054158C">
      <w:pPr>
        <w:spacing w:after="220"/>
        <w:ind w:left="1134"/>
        <w:rPr>
          <w:szCs w:val="22"/>
          <w:lang w:val="en-US"/>
        </w:rPr>
      </w:pPr>
      <w:proofErr w:type="spellStart"/>
      <w:r w:rsidRPr="006058FC">
        <w:rPr>
          <w:lang w:val="en-US"/>
        </w:rPr>
        <w:t>Nongpoklai</w:t>
      </w:r>
      <w:proofErr w:type="spellEnd"/>
      <w:r w:rsidRPr="006058FC">
        <w:rPr>
          <w:lang w:val="en-US"/>
        </w:rPr>
        <w:t> SINHA (</w:t>
      </w:r>
      <w:proofErr w:type="spellStart"/>
      <w:r w:rsidRPr="006058FC">
        <w:rPr>
          <w:lang w:val="en-US"/>
        </w:rPr>
        <w:t>Mme</w:t>
      </w:r>
      <w:proofErr w:type="spellEnd"/>
      <w:r w:rsidRPr="006058FC">
        <w:rPr>
          <w:lang w:val="en-US"/>
        </w:rPr>
        <w:t>)</w:t>
      </w:r>
    </w:p>
    <w:p w14:paraId="4796B8A2" w14:textId="77777777" w:rsidR="00CB7E45" w:rsidRPr="006058FC" w:rsidRDefault="00CB7E45" w:rsidP="00A16F0E">
      <w:pPr>
        <w:spacing w:after="220"/>
        <w:ind w:left="1053"/>
        <w:rPr>
          <w:color w:val="000000"/>
          <w:szCs w:val="22"/>
          <w:lang w:val="en-US"/>
        </w:rPr>
      </w:pPr>
      <w:r w:rsidRPr="006058FC">
        <w:rPr>
          <w:color w:val="000000"/>
          <w:lang w:val="en-US"/>
        </w:rPr>
        <w:t>Hamadi AG MOHAMED ABBA (M.)</w:t>
      </w:r>
    </w:p>
    <w:p w14:paraId="3EAF032B" w14:textId="0CBC78DA" w:rsidR="00CB7E45" w:rsidRPr="00A16F0E" w:rsidRDefault="00CB7E45" w:rsidP="00A16F0E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</w:pPr>
      <w:proofErr w:type="gramStart"/>
      <w:r>
        <w:t>demandeurs</w:t>
      </w:r>
      <w:proofErr w:type="gramEnd"/>
      <w:r>
        <w:t xml:space="preserve"> dont l</w:t>
      </w:r>
      <w:r w:rsidR="004828E1">
        <w:t>’</w:t>
      </w:r>
      <w:r>
        <w:t>examen de la demande par le Conseil consultatif devrait être reporté à la prochaine session du comité (dans l</w:t>
      </w:r>
      <w:r w:rsidR="004828E1">
        <w:t>’</w:t>
      </w:r>
      <w:r>
        <w:t>ordre alphabétique)</w:t>
      </w:r>
      <w:r w:rsidR="004828E1">
        <w:t> :</w:t>
      </w:r>
    </w:p>
    <w:p w14:paraId="79EE4300" w14:textId="77777777" w:rsidR="00CB7E45" w:rsidRPr="00A16F0E" w:rsidRDefault="00CB7E45" w:rsidP="00A16F0E">
      <w:pPr>
        <w:spacing w:after="220"/>
        <w:ind w:left="1053"/>
        <w:rPr>
          <w:lang w:val="en-US"/>
        </w:rPr>
      </w:pPr>
      <w:r w:rsidRPr="006058FC">
        <w:rPr>
          <w:lang w:val="en-US"/>
        </w:rPr>
        <w:t>Babagana ABUBAKAR (M.)</w:t>
      </w:r>
    </w:p>
    <w:p w14:paraId="7A1B5CE1" w14:textId="77777777" w:rsidR="00CB7E45" w:rsidRPr="00A16F0E" w:rsidRDefault="00CB7E45" w:rsidP="00A16F0E">
      <w:pPr>
        <w:spacing w:after="220"/>
        <w:ind w:left="1053"/>
        <w:rPr>
          <w:lang w:val="en-US"/>
        </w:rPr>
      </w:pPr>
      <w:r w:rsidRPr="00A16F0E">
        <w:rPr>
          <w:lang w:val="en-US"/>
        </w:rPr>
        <w:t>Musa Usman </w:t>
      </w:r>
      <w:proofErr w:type="spellStart"/>
      <w:r w:rsidRPr="00A16F0E">
        <w:rPr>
          <w:lang w:val="en-US"/>
        </w:rPr>
        <w:t>NDAMBA</w:t>
      </w:r>
      <w:proofErr w:type="spellEnd"/>
      <w:r w:rsidRPr="00A16F0E">
        <w:rPr>
          <w:lang w:val="en-US"/>
        </w:rPr>
        <w:t xml:space="preserve"> (M.)</w:t>
      </w:r>
    </w:p>
    <w:p w14:paraId="2158BF43" w14:textId="1001591A" w:rsidR="00CB7E45" w:rsidRPr="00A16F0E" w:rsidRDefault="00CB7E45" w:rsidP="00A16F0E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</w:pPr>
      <w:proofErr w:type="gramStart"/>
      <w:r>
        <w:t>demandeur</w:t>
      </w:r>
      <w:proofErr w:type="gramEnd"/>
      <w:r>
        <w:t xml:space="preserve"> dont la demande de participation devrait être rejetée</w:t>
      </w:r>
      <w:r w:rsidR="004828E1">
        <w:t> :</w:t>
      </w:r>
    </w:p>
    <w:p w14:paraId="09BA463F" w14:textId="77777777" w:rsidR="00CB7E45" w:rsidRPr="00A16F0E" w:rsidRDefault="00CB7E45" w:rsidP="00A16F0E">
      <w:pPr>
        <w:spacing w:after="220"/>
        <w:ind w:left="1053"/>
        <w:rPr>
          <w:lang w:val="fr-FR"/>
        </w:rPr>
      </w:pPr>
      <w:proofErr w:type="spellStart"/>
      <w:r w:rsidRPr="00A16F0E">
        <w:rPr>
          <w:lang w:val="fr-FR"/>
        </w:rPr>
        <w:t>Osaruigiemwin</w:t>
      </w:r>
      <w:proofErr w:type="spellEnd"/>
      <w:r w:rsidRPr="00A16F0E">
        <w:rPr>
          <w:lang w:val="fr-FR"/>
        </w:rPr>
        <w:t> Joseph </w:t>
      </w:r>
      <w:proofErr w:type="spellStart"/>
      <w:r w:rsidRPr="00A16F0E">
        <w:rPr>
          <w:lang w:val="fr-FR"/>
        </w:rPr>
        <w:t>OGIERIAKHI</w:t>
      </w:r>
      <w:proofErr w:type="spellEnd"/>
      <w:r w:rsidRPr="00A16F0E">
        <w:rPr>
          <w:lang w:val="fr-FR"/>
        </w:rPr>
        <w:t xml:space="preserve"> (M.)</w:t>
      </w:r>
    </w:p>
    <w:p w14:paraId="1C2545B6" w14:textId="28388FF3" w:rsidR="00CB7E45" w:rsidRPr="00A16F0E" w:rsidRDefault="00CB7E45" w:rsidP="00A16F0E">
      <w:pPr>
        <w:pStyle w:val="ONUMFS"/>
        <w:numPr>
          <w:ilvl w:val="0"/>
          <w:numId w:val="0"/>
        </w:numPr>
      </w:pPr>
      <w:r>
        <w:t>Le contenu du présent rapport et les recommandations qu</w:t>
      </w:r>
      <w:r w:rsidR="004828E1">
        <w:t>’</w:t>
      </w:r>
      <w:r>
        <w:t>il contient seront transmis au Directeur général de l</w:t>
      </w:r>
      <w:r w:rsidR="004828E1">
        <w:t>’</w:t>
      </w:r>
      <w:proofErr w:type="spellStart"/>
      <w:r>
        <w:t>OMPI</w:t>
      </w:r>
      <w:proofErr w:type="spellEnd"/>
      <w:r>
        <w:t xml:space="preserve"> après son adoption par les membres du Conseil consultatif conformément au dernier alinéa de l</w:t>
      </w:r>
      <w:r w:rsidR="004828E1">
        <w:t>’</w:t>
      </w:r>
      <w:r>
        <w:t>article 6.i) de l</w:t>
      </w:r>
      <w:r w:rsidR="004828E1">
        <w:t>’</w:t>
      </w:r>
      <w:r>
        <w:t xml:space="preserve">annexe du </w:t>
      </w:r>
      <w:r w:rsidR="004828E1">
        <w:t>document</w:t>
      </w:r>
      <w:r w:rsidR="008714E8">
        <w:t> </w:t>
      </w:r>
      <w:proofErr w:type="spellStart"/>
      <w:r w:rsidR="004828E1">
        <w:t>WO</w:t>
      </w:r>
      <w:proofErr w:type="spellEnd"/>
      <w:r>
        <w:t>/GA/39/11.</w:t>
      </w:r>
    </w:p>
    <w:p w14:paraId="37796FB8" w14:textId="77777777" w:rsidR="00CB7E45" w:rsidRPr="00FB442E" w:rsidRDefault="00CB7E45" w:rsidP="00A16F0E">
      <w:pPr>
        <w:tabs>
          <w:tab w:val="left" w:pos="5220"/>
        </w:tabs>
        <w:spacing w:before="480"/>
        <w:ind w:left="5250"/>
        <w:rPr>
          <w:szCs w:val="22"/>
        </w:rPr>
      </w:pPr>
      <w:r>
        <w:t>Fait à Genève, le 4 décembre 2024</w:t>
      </w:r>
    </w:p>
    <w:p w14:paraId="1541C2A6" w14:textId="5BD37C31" w:rsidR="00CB7E45" w:rsidRPr="00741926" w:rsidRDefault="00CB7E45" w:rsidP="00A16F0E">
      <w:pPr>
        <w:spacing w:after="480"/>
        <w:rPr>
          <w:szCs w:val="22"/>
        </w:rPr>
      </w:pPr>
      <w:r>
        <w:br w:type="page"/>
        <w:t>Liste des membres du Conseil consultatif du Fonds de contributions volontaires</w:t>
      </w:r>
      <w:r w:rsidR="004828E1">
        <w:t> :</w:t>
      </w:r>
    </w:p>
    <w:p w14:paraId="2AC16FA0" w14:textId="640BBCA2" w:rsidR="00CB7E45" w:rsidRPr="00741926" w:rsidRDefault="00CB7E45" w:rsidP="00A16F0E">
      <w:pPr>
        <w:spacing w:after="480"/>
        <w:rPr>
          <w:iCs/>
          <w:szCs w:val="22"/>
        </w:rPr>
      </w:pPr>
      <w:r>
        <w:t>Présidente</w:t>
      </w:r>
      <w:r w:rsidR="004828E1">
        <w:t> :</w:t>
      </w:r>
      <w:r>
        <w:t xml:space="preserve"> Audrey </w:t>
      </w:r>
      <w:proofErr w:type="spellStart"/>
      <w:r>
        <w:t>NEEQUAYE</w:t>
      </w:r>
      <w:proofErr w:type="spellEnd"/>
      <w:r>
        <w:t xml:space="preserve"> (Mme), vice</w:t>
      </w:r>
      <w:r w:rsidR="008714E8">
        <w:noBreakHyphen/>
      </w:r>
      <w:r>
        <w:t>présidente du comité intergouvernemental, membre d</w:t>
      </w:r>
      <w:r w:rsidR="004828E1">
        <w:t>’</w:t>
      </w:r>
      <w:r>
        <w:t>office [</w:t>
      </w:r>
      <w:r>
        <w:rPr>
          <w:i/>
          <w:iCs/>
        </w:rPr>
        <w:t>approuvé</w:t>
      </w:r>
      <w:r>
        <w:t>]</w:t>
      </w:r>
    </w:p>
    <w:p w14:paraId="1A916092" w14:textId="3306EDA2" w:rsidR="004828E1" w:rsidRDefault="00CB7E45" w:rsidP="00A16F0E">
      <w:pPr>
        <w:spacing w:after="480"/>
      </w:pPr>
      <w:proofErr w:type="gramStart"/>
      <w:r>
        <w:t>et</w:t>
      </w:r>
      <w:proofErr w:type="gramEnd"/>
      <w:r>
        <w:t>, dans l</w:t>
      </w:r>
      <w:r w:rsidR="004828E1">
        <w:t>’</w:t>
      </w:r>
      <w:r>
        <w:t>ordre alphabétique</w:t>
      </w:r>
      <w:r w:rsidR="004828E1">
        <w:t> :</w:t>
      </w:r>
    </w:p>
    <w:p w14:paraId="6B141D4A" w14:textId="1453FABB" w:rsidR="00CB7E45" w:rsidRPr="00115ACB" w:rsidRDefault="00CB7E45" w:rsidP="00A16F0E">
      <w:pPr>
        <w:spacing w:after="480"/>
        <w:rPr>
          <w:szCs w:val="22"/>
        </w:rPr>
      </w:pPr>
      <w:r>
        <w:t>Susan ANTHONY (Mme), agent de liaison pour les affaires tribales, mandataire principale en marques, Office des brevets et des marques des États</w:t>
      </w:r>
      <w:r w:rsidR="008714E8">
        <w:noBreakHyphen/>
      </w:r>
      <w:r>
        <w:t>Unis d</w:t>
      </w:r>
      <w:r w:rsidR="004828E1">
        <w:t>’</w:t>
      </w:r>
      <w:r>
        <w:t>Amérique (États</w:t>
      </w:r>
      <w:r w:rsidR="008714E8">
        <w:noBreakHyphen/>
      </w:r>
      <w:r>
        <w:t>Unis d</w:t>
      </w:r>
      <w:r w:rsidR="004828E1">
        <w:t>’</w:t>
      </w:r>
      <w:r>
        <w:t>Amérique) [</w:t>
      </w:r>
      <w:r>
        <w:rPr>
          <w:i/>
          <w:iCs/>
        </w:rPr>
        <w:t>approuvé</w:t>
      </w:r>
      <w:r>
        <w:t>]</w:t>
      </w:r>
    </w:p>
    <w:p w14:paraId="791490FE" w14:textId="77777777" w:rsidR="00CB7E45" w:rsidRPr="00741926" w:rsidRDefault="00CB7E45" w:rsidP="00A16F0E">
      <w:pPr>
        <w:spacing w:after="480"/>
        <w:rPr>
          <w:szCs w:val="22"/>
        </w:rPr>
      </w:pPr>
      <w:r>
        <w:t xml:space="preserve">Manu CADDIE (M.), représentant, </w:t>
      </w:r>
      <w:proofErr w:type="spellStart"/>
      <w:r>
        <w:t>Aotearoa</w:t>
      </w:r>
      <w:proofErr w:type="spellEnd"/>
      <w:r>
        <w:t xml:space="preserve"> </w:t>
      </w:r>
      <w:proofErr w:type="spellStart"/>
      <w:r>
        <w:t>Indigenous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Trust [</w:t>
      </w:r>
      <w:r>
        <w:rPr>
          <w:i/>
          <w:iCs/>
        </w:rPr>
        <w:t>approuvé</w:t>
      </w:r>
      <w:r>
        <w:t>]</w:t>
      </w:r>
    </w:p>
    <w:p w14:paraId="6210C274" w14:textId="5B8FA400" w:rsidR="00CB7E45" w:rsidRPr="00741926" w:rsidRDefault="00CB7E45" w:rsidP="00A16F0E">
      <w:pPr>
        <w:spacing w:after="480"/>
        <w:rPr>
          <w:szCs w:val="22"/>
        </w:rPr>
      </w:pPr>
      <w:r>
        <w:t xml:space="preserve">Houlton </w:t>
      </w:r>
      <w:proofErr w:type="spellStart"/>
      <w:r>
        <w:t>FAASAU</w:t>
      </w:r>
      <w:proofErr w:type="spellEnd"/>
      <w:r>
        <w:t xml:space="preserve"> (M.), directeur adjoint de l</w:t>
      </w:r>
      <w:r w:rsidR="004828E1">
        <w:t>’</w:t>
      </w:r>
      <w:r>
        <w:t>enregistrement, ﻿Service d</w:t>
      </w:r>
      <w:r w:rsidR="004828E1">
        <w:t>’</w:t>
      </w:r>
      <w:r>
        <w:t>enregistrement des sociétés et Division de la propriété intellectuelle, Ministère du commerce, de l</w:t>
      </w:r>
      <w:r w:rsidR="004828E1">
        <w:t>’</w:t>
      </w:r>
      <w:r>
        <w:t>industrie et du travail, Samoa [</w:t>
      </w:r>
      <w:r>
        <w:rPr>
          <w:i/>
          <w:iCs/>
        </w:rPr>
        <w:t>approuvé</w:t>
      </w:r>
      <w:r>
        <w:t>]</w:t>
      </w:r>
    </w:p>
    <w:p w14:paraId="5A45552C" w14:textId="2276A7F4" w:rsidR="00CB7E45" w:rsidRPr="00741926" w:rsidRDefault="00CB7E45" w:rsidP="00A16F0E">
      <w:pPr>
        <w:spacing w:after="480"/>
        <w:rPr>
          <w:rStyle w:val="size"/>
          <w:color w:val="333333"/>
          <w:szCs w:val="22"/>
          <w:shd w:val="clear" w:color="auto" w:fill="FFFFFF"/>
        </w:rPr>
      </w:pPr>
      <w:proofErr w:type="spellStart"/>
      <w:r>
        <w:t>Makhukhumala</w:t>
      </w:r>
      <w:proofErr w:type="spellEnd"/>
      <w:r>
        <w:t xml:space="preserve"> KAMA </w:t>
      </w:r>
      <w:r>
        <w:rPr>
          <w:rStyle w:val="size"/>
          <w:color w:val="333333"/>
          <w:shd w:val="clear" w:color="auto" w:fill="FFFFFF"/>
        </w:rPr>
        <w:t>(Mme), mandataire principale en propriété industrielle, Direction générale de l</w:t>
      </w:r>
      <w:r w:rsidR="004828E1">
        <w:rPr>
          <w:rStyle w:val="size"/>
          <w:color w:val="333333"/>
          <w:shd w:val="clear" w:color="auto" w:fill="FFFFFF"/>
        </w:rPr>
        <w:t>’</w:t>
      </w:r>
      <w:r>
        <w:rPr>
          <w:rStyle w:val="size"/>
          <w:color w:val="333333"/>
          <w:shd w:val="clear" w:color="auto" w:fill="FFFFFF"/>
        </w:rPr>
        <w:t xml:space="preserve">enregistrement, Ministère du droit et de la justice du Lesotho </w:t>
      </w:r>
      <w:r>
        <w:t>[</w:t>
      </w:r>
      <w:r>
        <w:rPr>
          <w:i/>
          <w:iCs/>
        </w:rPr>
        <w:t>approuvé</w:t>
      </w:r>
      <w:r>
        <w:t>]</w:t>
      </w:r>
    </w:p>
    <w:p w14:paraId="63286A99" w14:textId="77777777" w:rsidR="00CB7E45" w:rsidRPr="00741926" w:rsidRDefault="00CB7E45" w:rsidP="00A16F0E">
      <w:pPr>
        <w:spacing w:after="480"/>
        <w:rPr>
          <w:szCs w:val="22"/>
        </w:rPr>
      </w:pPr>
      <w:proofErr w:type="spellStart"/>
      <w:r>
        <w:t>Evgeniia</w:t>
      </w:r>
      <w:proofErr w:type="spellEnd"/>
      <w:r>
        <w:t xml:space="preserve"> </w:t>
      </w:r>
      <w:proofErr w:type="spellStart"/>
      <w:r>
        <w:t>KOROBENKOVA</w:t>
      </w:r>
      <w:proofErr w:type="spellEnd"/>
      <w:r>
        <w:t xml:space="preserve"> (Mme), conseillère, Division de la coopération multilatérale, Département de la coopération multilatérale, Service fédéral de la propriété intellectuelle (</w:t>
      </w:r>
      <w:proofErr w:type="spellStart"/>
      <w:r>
        <w:t>ROSPATENT</w:t>
      </w:r>
      <w:proofErr w:type="spellEnd"/>
      <w:r>
        <w:t>) (Fédération de Russie) [</w:t>
      </w:r>
      <w:r>
        <w:rPr>
          <w:i/>
          <w:iCs/>
        </w:rPr>
        <w:t>approuvé</w:t>
      </w:r>
      <w:r>
        <w:t>]</w:t>
      </w:r>
    </w:p>
    <w:p w14:paraId="7E3E8CDD" w14:textId="77777777" w:rsidR="00CB7E45" w:rsidRPr="00741926" w:rsidRDefault="00CB7E45" w:rsidP="00A16F0E">
      <w:pPr>
        <w:spacing w:after="480"/>
        <w:rPr>
          <w:szCs w:val="22"/>
        </w:rPr>
      </w:pPr>
      <w:proofErr w:type="spellStart"/>
      <w:r>
        <w:rPr>
          <w:rStyle w:val="size"/>
          <w:color w:val="333333"/>
          <w:shd w:val="clear" w:color="auto" w:fill="FFFFFF"/>
        </w:rPr>
        <w:t>Lea</w:t>
      </w:r>
      <w:proofErr w:type="spellEnd"/>
      <w:r>
        <w:rPr>
          <w:rStyle w:val="size"/>
          <w:color w:val="333333"/>
          <w:shd w:val="clear" w:color="auto" w:fill="FFFFFF"/>
        </w:rPr>
        <w:t xml:space="preserve"> MACKENZIE (Mme), représentante, </w:t>
      </w:r>
      <w:proofErr w:type="spellStart"/>
      <w:r>
        <w:rPr>
          <w:rStyle w:val="size"/>
          <w:color w:val="333333"/>
          <w:shd w:val="clear" w:color="auto" w:fill="FFFFFF"/>
        </w:rPr>
        <w:t>Indigenous</w:t>
      </w:r>
      <w:proofErr w:type="spellEnd"/>
      <w:r>
        <w:rPr>
          <w:rStyle w:val="size"/>
          <w:color w:val="333333"/>
          <w:shd w:val="clear" w:color="auto" w:fill="FFFFFF"/>
        </w:rPr>
        <w:t xml:space="preserve"> Information Network</w:t>
      </w:r>
      <w:r>
        <w:t xml:space="preserve"> [</w:t>
      </w:r>
      <w:r>
        <w:rPr>
          <w:i/>
        </w:rPr>
        <w:t>approuvé</w:t>
      </w:r>
      <w:r>
        <w:t>]</w:t>
      </w:r>
    </w:p>
    <w:p w14:paraId="10AEEBEA" w14:textId="77777777" w:rsidR="00CB7E45" w:rsidRPr="00927136" w:rsidRDefault="00CB7E45" w:rsidP="00A16F0E">
      <w:pPr>
        <w:spacing w:after="480"/>
        <w:rPr>
          <w:szCs w:val="22"/>
        </w:rPr>
      </w:pPr>
      <w:r>
        <w:t>Sonia Patricia MURCIA </w:t>
      </w:r>
      <w:proofErr w:type="spellStart"/>
      <w:r>
        <w:t>ROA</w:t>
      </w:r>
      <w:proofErr w:type="spellEnd"/>
      <w:r>
        <w:t xml:space="preserve"> (Mme), représentante, Maloca </w:t>
      </w:r>
      <w:r>
        <w:rPr>
          <w:i/>
        </w:rPr>
        <w:t xml:space="preserve">Internationale </w:t>
      </w:r>
      <w:r>
        <w:t>[</w:t>
      </w:r>
      <w:r>
        <w:rPr>
          <w:i/>
          <w:iCs/>
        </w:rPr>
        <w:t>approuvé</w:t>
      </w:r>
      <w:r>
        <w:t>]</w:t>
      </w:r>
    </w:p>
    <w:p w14:paraId="05A9E9A3" w14:textId="77777777" w:rsidR="00CB7E45" w:rsidRPr="00C0335D" w:rsidRDefault="00CB7E45" w:rsidP="00A16F0E">
      <w:pPr>
        <w:spacing w:after="480"/>
        <w:rPr>
          <w:szCs w:val="22"/>
        </w:rPr>
      </w:pPr>
      <w:r>
        <w:t xml:space="preserve">Alison </w:t>
      </w:r>
      <w:proofErr w:type="spellStart"/>
      <w:r>
        <w:t>URQUIZO</w:t>
      </w:r>
      <w:proofErr w:type="spellEnd"/>
      <w:r>
        <w:t xml:space="preserve"> (Mme), première secrétaire, Mission permanente du Pérou à Genève [</w:t>
      </w:r>
      <w:r>
        <w:rPr>
          <w:i/>
          <w:iCs/>
        </w:rPr>
        <w:t>approuvé</w:t>
      </w:r>
      <w:r>
        <w:t>]</w:t>
      </w:r>
    </w:p>
    <w:p w14:paraId="4243A830" w14:textId="0F26D0B1" w:rsidR="00CB7E45" w:rsidRPr="00A16F0E" w:rsidRDefault="00CB7E45" w:rsidP="00A16F0E">
      <w:pPr>
        <w:pStyle w:val="Endofdocument-Annex"/>
        <w:spacing w:before="720"/>
        <w:rPr>
          <w:lang w:val="fr-FR"/>
        </w:rPr>
      </w:pPr>
      <w:r w:rsidRPr="00A16F0E">
        <w:rPr>
          <w:lang w:val="fr-FR"/>
        </w:rPr>
        <w:t>[Fin de l</w:t>
      </w:r>
      <w:r w:rsidR="004828E1">
        <w:rPr>
          <w:lang w:val="fr-FR"/>
        </w:rPr>
        <w:t>’</w:t>
      </w:r>
      <w:r w:rsidRPr="00A16F0E">
        <w:rPr>
          <w:lang w:val="fr-FR"/>
        </w:rPr>
        <w:t>annexe et du document]</w:t>
      </w:r>
    </w:p>
    <w:sectPr w:rsidR="00CB7E45" w:rsidRPr="00A16F0E" w:rsidSect="00142B0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D2970" w14:textId="77777777" w:rsidR="00CB7E45" w:rsidRDefault="00CB7E45">
      <w:r>
        <w:separator/>
      </w:r>
    </w:p>
  </w:endnote>
  <w:endnote w:type="continuationSeparator" w:id="0">
    <w:p w14:paraId="5B6AE7F4" w14:textId="77777777" w:rsidR="00CB7E45" w:rsidRPr="009D30E6" w:rsidRDefault="00CB7E4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F5157A7" w14:textId="77777777" w:rsidR="00CB7E45" w:rsidRPr="009D30E6" w:rsidRDefault="00CB7E4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48B7847" w14:textId="77777777" w:rsidR="00CB7E45" w:rsidRPr="009D30E6" w:rsidRDefault="00CB7E4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DC411" w14:textId="36BC5FA5" w:rsidR="00992AE4" w:rsidRDefault="00992A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EF688" w14:textId="3C9EE4CD" w:rsidR="00992AE4" w:rsidRDefault="00992A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AAECF" w14:textId="57B7AE19" w:rsidR="00992AE4" w:rsidRDefault="00992A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F9C8E" w14:textId="77777777" w:rsidR="00CB7E45" w:rsidRDefault="00CB7E45">
      <w:r>
        <w:separator/>
      </w:r>
    </w:p>
  </w:footnote>
  <w:footnote w:type="continuationSeparator" w:id="0">
    <w:p w14:paraId="59235EFA" w14:textId="77777777" w:rsidR="00CB7E45" w:rsidRDefault="00CB7E45" w:rsidP="007461F1">
      <w:r>
        <w:separator/>
      </w:r>
    </w:p>
    <w:p w14:paraId="3CFF735D" w14:textId="77777777" w:rsidR="00CB7E45" w:rsidRPr="009D30E6" w:rsidRDefault="00CB7E4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36004961" w14:textId="77777777" w:rsidR="00CB7E45" w:rsidRPr="009D30E6" w:rsidRDefault="00CB7E4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8081D" w14:textId="77777777" w:rsidR="00CB7E45" w:rsidRDefault="00CB7E45">
    <w:pPr>
      <w:pStyle w:val="Header"/>
      <w:jc w:val="right"/>
    </w:pPr>
    <w:proofErr w:type="spellStart"/>
    <w:r>
      <w:t>WIPO</w:t>
    </w:r>
    <w:proofErr w:type="spellEnd"/>
    <w:r>
      <w:t>/</w:t>
    </w:r>
    <w:proofErr w:type="spellStart"/>
    <w:r>
      <w:t>GRTKF</w:t>
    </w:r>
    <w:proofErr w:type="spellEnd"/>
    <w:r>
      <w:t>/IC/49/</w:t>
    </w:r>
    <w:proofErr w:type="spellStart"/>
    <w:r>
      <w:t>INF</w:t>
    </w:r>
    <w:proofErr w:type="spellEnd"/>
    <w:r>
      <w:t>/6</w:t>
    </w:r>
  </w:p>
  <w:p w14:paraId="3B7C0FBC" w14:textId="77777777" w:rsidR="00CB7E45" w:rsidRDefault="00CB7E45" w:rsidP="00142B00">
    <w:pPr>
      <w:pStyle w:val="Header"/>
      <w:spacing w:after="480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B00AC" w14:textId="77777777" w:rsidR="00CB7E45" w:rsidRDefault="00CB7E45" w:rsidP="00916107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915BD" w14:textId="08431028" w:rsidR="00F16975" w:rsidRPr="00B45C15" w:rsidRDefault="00CB7E45" w:rsidP="00477D6B">
    <w:pPr>
      <w:jc w:val="right"/>
      <w:rPr>
        <w:caps/>
      </w:rPr>
    </w:pPr>
    <w:bookmarkStart w:id="5" w:name="Code2"/>
    <w:bookmarkEnd w:id="5"/>
    <w:proofErr w:type="spellStart"/>
    <w:r>
      <w:rPr>
        <w:caps/>
      </w:rPr>
      <w:t>WIPO</w:t>
    </w:r>
    <w:proofErr w:type="spellEnd"/>
    <w:r>
      <w:rPr>
        <w:caps/>
      </w:rPr>
      <w:t>/</w:t>
    </w:r>
    <w:proofErr w:type="spellStart"/>
    <w:r>
      <w:rPr>
        <w:caps/>
      </w:rPr>
      <w:t>GRTKF</w:t>
    </w:r>
    <w:proofErr w:type="spellEnd"/>
    <w:r>
      <w:rPr>
        <w:caps/>
      </w:rPr>
      <w:t>/IC/49/</w:t>
    </w:r>
    <w:proofErr w:type="spellStart"/>
    <w:r>
      <w:rPr>
        <w:caps/>
      </w:rPr>
      <w:t>Inf</w:t>
    </w:r>
    <w:proofErr w:type="spellEnd"/>
    <w:r>
      <w:rPr>
        <w:caps/>
      </w:rPr>
      <w:t>/6</w:t>
    </w:r>
  </w:p>
  <w:p w14:paraId="4643BC6A" w14:textId="6E449291" w:rsidR="00F16975" w:rsidRDefault="00142B00" w:rsidP="00142B00">
    <w:pPr>
      <w:spacing w:after="480"/>
      <w:jc w:val="right"/>
    </w:pPr>
    <w:r>
      <w:t xml:space="preserve">Annexe, </w:t>
    </w:r>
    <w:r w:rsidR="00F16975">
      <w:t>page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B45C15">
      <w:rPr>
        <w:noProof/>
      </w:rPr>
      <w:t>2</w:t>
    </w:r>
    <w:r w:rsidR="00F16975"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13746" w14:textId="77777777" w:rsidR="00142B00" w:rsidRPr="00B45C15" w:rsidRDefault="00142B00" w:rsidP="00142B00">
    <w:pPr>
      <w:jc w:val="right"/>
      <w:rPr>
        <w:caps/>
      </w:rPr>
    </w:pPr>
    <w:proofErr w:type="spellStart"/>
    <w:r>
      <w:rPr>
        <w:caps/>
      </w:rPr>
      <w:t>WIPO</w:t>
    </w:r>
    <w:proofErr w:type="spellEnd"/>
    <w:r>
      <w:rPr>
        <w:caps/>
      </w:rPr>
      <w:t>/</w:t>
    </w:r>
    <w:proofErr w:type="spellStart"/>
    <w:r>
      <w:rPr>
        <w:caps/>
      </w:rPr>
      <w:t>GRTKF</w:t>
    </w:r>
    <w:proofErr w:type="spellEnd"/>
    <w:r>
      <w:rPr>
        <w:caps/>
      </w:rPr>
      <w:t>/IC/49/</w:t>
    </w:r>
    <w:proofErr w:type="spellStart"/>
    <w:r>
      <w:rPr>
        <w:caps/>
      </w:rPr>
      <w:t>Inf</w:t>
    </w:r>
    <w:proofErr w:type="spellEnd"/>
    <w:r>
      <w:rPr>
        <w:caps/>
      </w:rPr>
      <w:t>/6</w:t>
    </w:r>
  </w:p>
  <w:p w14:paraId="0290A59D" w14:textId="73382C23" w:rsidR="00142B00" w:rsidRPr="00142B00" w:rsidRDefault="00142B00" w:rsidP="00142B00">
    <w:pPr>
      <w:pStyle w:val="Header"/>
      <w:spacing w:after="480"/>
      <w:jc w:val="right"/>
      <w:rPr>
        <w:lang w:val="en-US"/>
      </w:rPr>
    </w:pPr>
    <w:proofErr w:type="spellStart"/>
    <w:r>
      <w:rPr>
        <w:lang w:val="en-US"/>
      </w:rPr>
      <w:t>ANNEXE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8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num w:numId="1" w16cid:durableId="96684936">
    <w:abstractNumId w:val="2"/>
  </w:num>
  <w:num w:numId="2" w16cid:durableId="2012097583">
    <w:abstractNumId w:val="5"/>
  </w:num>
  <w:num w:numId="3" w16cid:durableId="437482932">
    <w:abstractNumId w:val="0"/>
  </w:num>
  <w:num w:numId="4" w16cid:durableId="1100831227">
    <w:abstractNumId w:val="6"/>
  </w:num>
  <w:num w:numId="5" w16cid:durableId="1741171197">
    <w:abstractNumId w:val="1"/>
  </w:num>
  <w:num w:numId="6" w16cid:durableId="61564625">
    <w:abstractNumId w:val="3"/>
  </w:num>
  <w:num w:numId="7" w16cid:durableId="1623226904">
    <w:abstractNumId w:val="8"/>
  </w:num>
  <w:num w:numId="8" w16cid:durableId="18202678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1052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2593519">
    <w:abstractNumId w:val="4"/>
  </w:num>
  <w:num w:numId="11" w16cid:durableId="20638693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1646087">
    <w:abstractNumId w:val="3"/>
  </w:num>
  <w:num w:numId="13" w16cid:durableId="678889840">
    <w:abstractNumId w:val="3"/>
  </w:num>
  <w:num w:numId="14" w16cid:durableId="1211382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E45"/>
    <w:rsid w:val="00011B7D"/>
    <w:rsid w:val="00075432"/>
    <w:rsid w:val="0009458A"/>
    <w:rsid w:val="000F5E56"/>
    <w:rsid w:val="001362EE"/>
    <w:rsid w:val="00142B00"/>
    <w:rsid w:val="001832A6"/>
    <w:rsid w:val="00195C6E"/>
    <w:rsid w:val="001B266A"/>
    <w:rsid w:val="001B488E"/>
    <w:rsid w:val="001C6508"/>
    <w:rsid w:val="001D3D56"/>
    <w:rsid w:val="001F4F16"/>
    <w:rsid w:val="00240654"/>
    <w:rsid w:val="002634C4"/>
    <w:rsid w:val="002956DE"/>
    <w:rsid w:val="002E4D1A"/>
    <w:rsid w:val="002E6F4C"/>
    <w:rsid w:val="002F16BC"/>
    <w:rsid w:val="002F4E68"/>
    <w:rsid w:val="00322C0B"/>
    <w:rsid w:val="00381798"/>
    <w:rsid w:val="003845C1"/>
    <w:rsid w:val="003A4DEE"/>
    <w:rsid w:val="003A67A3"/>
    <w:rsid w:val="003D4A2C"/>
    <w:rsid w:val="003D5EC6"/>
    <w:rsid w:val="004008A2"/>
    <w:rsid w:val="004025DF"/>
    <w:rsid w:val="0040540C"/>
    <w:rsid w:val="00423E3E"/>
    <w:rsid w:val="00427AF4"/>
    <w:rsid w:val="004647DA"/>
    <w:rsid w:val="00477D6B"/>
    <w:rsid w:val="004828E1"/>
    <w:rsid w:val="00495AC6"/>
    <w:rsid w:val="004D6471"/>
    <w:rsid w:val="0051455D"/>
    <w:rsid w:val="00525B63"/>
    <w:rsid w:val="00525E59"/>
    <w:rsid w:val="00541348"/>
    <w:rsid w:val="0054158C"/>
    <w:rsid w:val="005421DD"/>
    <w:rsid w:val="00554FA5"/>
    <w:rsid w:val="00567A4C"/>
    <w:rsid w:val="00574036"/>
    <w:rsid w:val="00595F07"/>
    <w:rsid w:val="005E6516"/>
    <w:rsid w:val="005F7716"/>
    <w:rsid w:val="00605827"/>
    <w:rsid w:val="00610F1A"/>
    <w:rsid w:val="00616671"/>
    <w:rsid w:val="006B0DB5"/>
    <w:rsid w:val="007461F1"/>
    <w:rsid w:val="007D0AEA"/>
    <w:rsid w:val="007D6961"/>
    <w:rsid w:val="007F07CB"/>
    <w:rsid w:val="00810CEF"/>
    <w:rsid w:val="0081208D"/>
    <w:rsid w:val="008714E8"/>
    <w:rsid w:val="008B2CC1"/>
    <w:rsid w:val="008E7930"/>
    <w:rsid w:val="0090731E"/>
    <w:rsid w:val="00966A22"/>
    <w:rsid w:val="00974CD6"/>
    <w:rsid w:val="00992AE4"/>
    <w:rsid w:val="009D30E6"/>
    <w:rsid w:val="009E3F6F"/>
    <w:rsid w:val="009F499F"/>
    <w:rsid w:val="00A11D74"/>
    <w:rsid w:val="00A124C8"/>
    <w:rsid w:val="00A16F0E"/>
    <w:rsid w:val="00A511F6"/>
    <w:rsid w:val="00AC0AE4"/>
    <w:rsid w:val="00AD61DB"/>
    <w:rsid w:val="00B1090C"/>
    <w:rsid w:val="00B3215E"/>
    <w:rsid w:val="00B35AF5"/>
    <w:rsid w:val="00B44980"/>
    <w:rsid w:val="00B45C15"/>
    <w:rsid w:val="00BB4458"/>
    <w:rsid w:val="00BE0BE0"/>
    <w:rsid w:val="00BE5C3C"/>
    <w:rsid w:val="00C314CD"/>
    <w:rsid w:val="00C664C8"/>
    <w:rsid w:val="00CB7E45"/>
    <w:rsid w:val="00CF0460"/>
    <w:rsid w:val="00D43E0F"/>
    <w:rsid w:val="00D45252"/>
    <w:rsid w:val="00D71B4D"/>
    <w:rsid w:val="00D75C1E"/>
    <w:rsid w:val="00D93D55"/>
    <w:rsid w:val="00DB1C48"/>
    <w:rsid w:val="00DB2A07"/>
    <w:rsid w:val="00DD4917"/>
    <w:rsid w:val="00DD6A16"/>
    <w:rsid w:val="00E0091A"/>
    <w:rsid w:val="00E17981"/>
    <w:rsid w:val="00E203AA"/>
    <w:rsid w:val="00E5217A"/>
    <w:rsid w:val="00E527A5"/>
    <w:rsid w:val="00E76456"/>
    <w:rsid w:val="00E96A2E"/>
    <w:rsid w:val="00EE71CB"/>
    <w:rsid w:val="00F16975"/>
    <w:rsid w:val="00F66152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2D51A8"/>
  <w15:docId w15:val="{524F872D-03A8-4B41-93A2-2B5B6635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CB7E45"/>
    <w:pPr>
      <w:ind w:left="720"/>
      <w:contextualSpacing/>
    </w:pPr>
    <w:rPr>
      <w:lang w:val="fr-FR"/>
    </w:rPr>
  </w:style>
  <w:style w:type="paragraph" w:customStyle="1" w:styleId="Endofdocument">
    <w:name w:val="End of document"/>
    <w:basedOn w:val="Normal"/>
    <w:rsid w:val="00CB7E4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fr-FR" w:eastAsia="en-US"/>
    </w:rPr>
  </w:style>
  <w:style w:type="character" w:customStyle="1" w:styleId="HeaderChar">
    <w:name w:val="Header Char"/>
    <w:link w:val="Header"/>
    <w:uiPriority w:val="99"/>
    <w:locked/>
    <w:rsid w:val="00CB7E45"/>
    <w:rPr>
      <w:rFonts w:ascii="Arial" w:eastAsia="SimSun" w:hAnsi="Arial" w:cs="Arial"/>
      <w:sz w:val="22"/>
      <w:lang w:eastAsia="zh-CN"/>
    </w:rPr>
  </w:style>
  <w:style w:type="character" w:customStyle="1" w:styleId="hps">
    <w:name w:val="hps"/>
    <w:rsid w:val="00CB7E45"/>
    <w:rPr>
      <w:rFonts w:cs="Times New Roman"/>
    </w:rPr>
  </w:style>
  <w:style w:type="character" w:customStyle="1" w:styleId="size">
    <w:name w:val="size"/>
    <w:rsid w:val="00CB7E45"/>
  </w:style>
  <w:style w:type="character" w:styleId="Hyperlink">
    <w:name w:val="Hyperlink"/>
    <w:basedOn w:val="DefaultParagraphFont"/>
    <w:semiHidden/>
    <w:unhideWhenUsed/>
    <w:rsid w:val="008714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(F).dotm</Template>
  <TotalTime>19</TotalTime>
  <Pages>5</Pages>
  <Words>1180</Words>
  <Characters>6891</Characters>
  <Application>Microsoft Office Word</Application>
  <DocSecurity>0</DocSecurity>
  <Lines>362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WIPO/GRTKF/IC/49/Inf/6</vt:lpstr>
    </vt:vector>
  </TitlesOfParts>
  <Company>WIPO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WIPO/GRTKF/IC/49/Inf/6</dc:title>
  <dc:creator>LE GUEN Haude</dc:creator>
  <cp:keywords>FOR OFFICIAL USE ONLY</cp:keywords>
  <cp:lastModifiedBy>LE GUEN Haude</cp:lastModifiedBy>
  <cp:revision>5</cp:revision>
  <cp:lastPrinted>2011-05-19T12:37:00Z</cp:lastPrinted>
  <dcterms:created xsi:type="dcterms:W3CDTF">2024-12-26T10:51:00Z</dcterms:created>
  <dcterms:modified xsi:type="dcterms:W3CDTF">2024-12-26T11:11:00Z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2024-12-26T10:56:11Z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67638514-9271-46a6-a141-08e47d6b4c6f</vt:lpwstr>
  </property>
  <property fmtid="{D5CDD505-2E9C-101B-9397-08002B2CF9AE}" pid="14" name="MSIP_Label_20773ee6-353b-4fb9-a59d-0b94c8c67bea_ContentBits">
    <vt:lpwstr>0</vt:lpwstr>
  </property>
</Properties>
</file>