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58256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012AFC86" wp14:editId="692646A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5D5BE" w14:textId="181672ED" w:rsidR="00B1090C" w:rsidRPr="00495AC6" w:rsidRDefault="00A511F6" w:rsidP="0040540C">
      <w:pPr>
        <w:jc w:val="right"/>
        <w:rPr>
          <w:rFonts w:ascii="Arial Black" w:hAnsi="Arial Black"/>
          <w:caps/>
          <w:sz w:val="15"/>
        </w:rPr>
      </w:pPr>
      <w:r w:rsidRPr="00495AC6">
        <w:rPr>
          <w:rFonts w:ascii="Arial Black" w:hAnsi="Arial Black"/>
          <w:caps/>
          <w:sz w:val="15"/>
        </w:rPr>
        <w:t>wipo/grtkf/ic/4</w:t>
      </w:r>
      <w:r w:rsidR="00BB4458" w:rsidRPr="00495AC6">
        <w:rPr>
          <w:rFonts w:ascii="Arial Black" w:hAnsi="Arial Black"/>
          <w:caps/>
          <w:sz w:val="15"/>
        </w:rPr>
        <w:t>9</w:t>
      </w:r>
      <w:r w:rsidRPr="00495AC6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D75D23">
        <w:rPr>
          <w:rFonts w:ascii="Arial Black" w:hAnsi="Arial Black"/>
          <w:caps/>
          <w:sz w:val="15"/>
        </w:rPr>
        <w:t>INF/</w:t>
      </w:r>
      <w:r w:rsidR="00F874EC">
        <w:rPr>
          <w:rFonts w:ascii="Arial Black" w:hAnsi="Arial Black"/>
          <w:caps/>
          <w:sz w:val="15"/>
        </w:rPr>
        <w:t>4</w:t>
      </w:r>
    </w:p>
    <w:p w14:paraId="69B58BD9" w14:textId="18FA4DFB" w:rsidR="008B2CC1" w:rsidRPr="00495AC6" w:rsidRDefault="00B1090C" w:rsidP="0040540C">
      <w:pPr>
        <w:jc w:val="right"/>
      </w:pPr>
      <w:r w:rsidRPr="00495AC6">
        <w:rPr>
          <w:rFonts w:ascii="Arial Black" w:hAnsi="Arial Black"/>
          <w:caps/>
          <w:sz w:val="15"/>
        </w:rPr>
        <w:t>ORIGINAL</w:t>
      </w:r>
      <w:r w:rsidR="005C4FFF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F874EC">
        <w:rPr>
          <w:rFonts w:ascii="Arial Black" w:hAnsi="Arial Black"/>
          <w:caps/>
          <w:sz w:val="15"/>
        </w:rPr>
        <w:t>anglais</w:t>
      </w:r>
    </w:p>
    <w:bookmarkEnd w:id="1"/>
    <w:p w14:paraId="74C2FC04" w14:textId="54F3B062" w:rsidR="008B2CC1" w:rsidRPr="00495AC6" w:rsidRDefault="00B1090C" w:rsidP="00B1090C">
      <w:pPr>
        <w:spacing w:after="1200"/>
        <w:jc w:val="right"/>
      </w:pPr>
      <w:r w:rsidRPr="00495AC6">
        <w:rPr>
          <w:rFonts w:ascii="Arial Black" w:hAnsi="Arial Black"/>
          <w:caps/>
          <w:sz w:val="15"/>
        </w:rPr>
        <w:t>DATE</w:t>
      </w:r>
      <w:r w:rsidR="005C4FFF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2" w:name="Date"/>
      <w:r w:rsidR="00F874EC">
        <w:rPr>
          <w:rFonts w:ascii="Arial Black" w:hAnsi="Arial Black"/>
          <w:caps/>
          <w:sz w:val="15"/>
        </w:rPr>
        <w:t>15 </w:t>
      </w:r>
      <w:r w:rsidR="005C4FFF">
        <w:rPr>
          <w:rFonts w:ascii="Arial Black" w:hAnsi="Arial Black"/>
          <w:caps/>
          <w:sz w:val="15"/>
        </w:rPr>
        <w:t>novembre 20</w:t>
      </w:r>
      <w:r w:rsidR="00F874EC">
        <w:rPr>
          <w:rFonts w:ascii="Arial Black" w:hAnsi="Arial Black"/>
          <w:caps/>
          <w:sz w:val="15"/>
        </w:rPr>
        <w:t>24</w:t>
      </w:r>
    </w:p>
    <w:bookmarkEnd w:id="2"/>
    <w:p w14:paraId="774B0CC7" w14:textId="24869429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A53340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15361AB8" w14:textId="6219AA69" w:rsidR="00FE19E9" w:rsidRPr="00495AC6" w:rsidRDefault="00A511F6" w:rsidP="00FE19E9">
      <w:pPr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Quarante</w:t>
      </w:r>
      <w:r w:rsidR="003120D7">
        <w:rPr>
          <w:b/>
          <w:sz w:val="24"/>
          <w:szCs w:val="24"/>
        </w:rPr>
        <w:noBreakHyphen/>
      </w:r>
      <w:r w:rsidR="00BB4458" w:rsidRPr="00495AC6">
        <w:rPr>
          <w:b/>
          <w:sz w:val="24"/>
          <w:szCs w:val="24"/>
        </w:rPr>
        <w:t>neuv</w:t>
      </w:r>
      <w:r w:rsidR="005C4FFF">
        <w:rPr>
          <w:b/>
          <w:sz w:val="24"/>
          <w:szCs w:val="24"/>
        </w:rPr>
        <w:t>ième session</w:t>
      </w:r>
    </w:p>
    <w:p w14:paraId="57ABB206" w14:textId="77777777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>, 2 – 6 décembre 2024</w:t>
      </w:r>
    </w:p>
    <w:p w14:paraId="70D97E52" w14:textId="1B57F480" w:rsidR="008B2CC1" w:rsidRPr="00495AC6" w:rsidRDefault="00F874EC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Fonds de contributions volontaires de l</w:t>
      </w:r>
      <w:r w:rsidR="005C4FFF">
        <w:rPr>
          <w:caps/>
          <w:sz w:val="24"/>
        </w:rPr>
        <w:t>’</w:t>
      </w:r>
      <w:r>
        <w:rPr>
          <w:caps/>
          <w:sz w:val="24"/>
        </w:rPr>
        <w:t>OMPI pour les communautés autochtones et locales accréditées</w:t>
      </w:r>
      <w:r w:rsidR="005C4FFF">
        <w:rPr>
          <w:caps/>
          <w:sz w:val="24"/>
        </w:rPr>
        <w:t> :</w:t>
      </w:r>
      <w:r>
        <w:rPr>
          <w:caps/>
          <w:sz w:val="24"/>
        </w:rPr>
        <w:t xml:space="preserve"> note d</w:t>
      </w:r>
      <w:r w:rsidR="005C4FFF">
        <w:rPr>
          <w:caps/>
          <w:sz w:val="24"/>
        </w:rPr>
        <w:t>’</w:t>
      </w:r>
      <w:r>
        <w:rPr>
          <w:caps/>
          <w:sz w:val="24"/>
        </w:rPr>
        <w:t>information sur les contributions et les demandes d</w:t>
      </w:r>
      <w:r w:rsidR="005C4FFF">
        <w:rPr>
          <w:caps/>
          <w:sz w:val="24"/>
        </w:rPr>
        <w:t>’</w:t>
      </w:r>
      <w:r>
        <w:rPr>
          <w:caps/>
          <w:sz w:val="24"/>
        </w:rPr>
        <w:t>assistance</w:t>
      </w:r>
    </w:p>
    <w:p w14:paraId="62D01070" w14:textId="77777777" w:rsidR="008B2CC1" w:rsidRPr="00495AC6" w:rsidRDefault="00F874EC" w:rsidP="00B1090C">
      <w:pPr>
        <w:spacing w:after="1040"/>
        <w:rPr>
          <w:i/>
        </w:rPr>
      </w:pPr>
      <w:bookmarkStart w:id="4" w:name="Prepared"/>
      <w:bookmarkEnd w:id="4"/>
      <w:bookmarkEnd w:id="3"/>
      <w:r>
        <w:rPr>
          <w:i/>
        </w:rPr>
        <w:t>Document établi par le Secrétariat</w:t>
      </w:r>
    </w:p>
    <w:p w14:paraId="5423243C" w14:textId="20D22EA0" w:rsidR="00F874EC" w:rsidRPr="00CC47D9" w:rsidRDefault="00F874EC" w:rsidP="00F874EC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3120D7">
        <w:noBreakHyphen/>
      </w:r>
      <w:r>
        <w:t>après dénommé “comité”) au sujet du fonctionnement du Fonds de contributions volontaires pour les communautés autochtones et locales accréditées (ci</w:t>
      </w:r>
      <w:r w:rsidR="003120D7">
        <w:noBreakHyphen/>
      </w:r>
      <w:r>
        <w:t>après dénommé “Fonds”).  Les règles applicables en la matière figurent dans l</w:t>
      </w:r>
      <w:r w:rsidR="005C4FFF">
        <w:t>’</w:t>
      </w:r>
      <w:r>
        <w:t xml:space="preserve">annexe du </w:t>
      </w:r>
      <w:r w:rsidR="005C4FFF">
        <w:t>document WO</w:t>
      </w:r>
      <w:r>
        <w:t>/GA/32/6, que l</w:t>
      </w:r>
      <w:r w:rsidR="005C4FFF">
        <w:t>’</w:t>
      </w:r>
      <w:r>
        <w:t>Assemblée générale de l</w:t>
      </w:r>
      <w:r w:rsidR="005C4FFF">
        <w:t>’</w:t>
      </w:r>
      <w:r>
        <w:t>OMPI a approuvée lors de sa trente</w:t>
      </w:r>
      <w:r w:rsidR="003120D7">
        <w:noBreakHyphen/>
      </w:r>
      <w:r>
        <w:t>deux</w:t>
      </w:r>
      <w:r w:rsidR="005C4FFF">
        <w:t>ième session</w:t>
      </w:r>
      <w:r>
        <w:t xml:space="preserve"> en septembre 2005 et modifiée ultérieurement à sa trente</w:t>
      </w:r>
      <w:r w:rsidR="003120D7">
        <w:noBreakHyphen/>
      </w:r>
      <w:r>
        <w:t>neuv</w:t>
      </w:r>
      <w:r w:rsidR="005C4FFF">
        <w:t>ième session</w:t>
      </w:r>
      <w:r>
        <w:t xml:space="preserve"> en septembre 2010.</w:t>
      </w:r>
    </w:p>
    <w:p w14:paraId="6331F6A6" w14:textId="09958213" w:rsidR="00F874EC" w:rsidRPr="00CC47D9" w:rsidRDefault="00F874EC" w:rsidP="00F874EC">
      <w:pPr>
        <w:tabs>
          <w:tab w:val="num" w:pos="567"/>
        </w:tabs>
        <w:spacing w:after="220"/>
        <w:rPr>
          <w:szCs w:val="22"/>
        </w:rPr>
      </w:pPr>
      <w:r>
        <w:t>L</w:t>
      </w:r>
      <w:r w:rsidR="005C4FFF">
        <w:t>’</w:t>
      </w:r>
      <w:r>
        <w:t>article 6.f) des règles applicables prévoit ce qui suit</w:t>
      </w:r>
      <w:r w:rsidR="005C4FFF">
        <w:t> :</w:t>
      </w:r>
    </w:p>
    <w:p w14:paraId="0ED02AE1" w14:textId="225E8DA3" w:rsidR="00F874EC" w:rsidRPr="00CC47D9" w:rsidRDefault="00F874EC" w:rsidP="00F874EC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5C4FFF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5C4FFF">
        <w:rPr>
          <w:color w:val="000000"/>
        </w:rPr>
        <w:t>’</w:t>
      </w:r>
      <w:r>
        <w:rPr>
          <w:color w:val="000000"/>
        </w:rPr>
        <w:t>information indiquant</w:t>
      </w:r>
      <w:r w:rsidR="005C4FFF">
        <w:rPr>
          <w:color w:val="000000"/>
        </w:rPr>
        <w:t> :</w:t>
      </w:r>
    </w:p>
    <w:p w14:paraId="6309B4C8" w14:textId="77777777" w:rsidR="00F874EC" w:rsidRPr="00CC47D9" w:rsidRDefault="00F874EC" w:rsidP="00D75D23">
      <w:pPr>
        <w:numPr>
          <w:ilvl w:val="2"/>
          <w:numId w:val="7"/>
        </w:numPr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relevé des contributions volontaires versées au Fonds à la date de la rédaction du document;</w:t>
      </w:r>
    </w:p>
    <w:p w14:paraId="0E1FEF05" w14:textId="01E723B4" w:rsidR="00F874EC" w:rsidRPr="00CC47D9" w:rsidRDefault="00F874EC" w:rsidP="00D75D23">
      <w:pPr>
        <w:numPr>
          <w:ilvl w:val="2"/>
          <w:numId w:val="7"/>
        </w:numPr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</w:t>
      </w:r>
      <w:r w:rsidR="005C4FFF">
        <w:rPr>
          <w:color w:val="000000"/>
        </w:rPr>
        <w:t>’</w:t>
      </w:r>
      <w:r>
        <w:rPr>
          <w:color w:val="000000"/>
        </w:rPr>
        <w:t>identité</w:t>
      </w:r>
      <w:proofErr w:type="gramEnd"/>
      <w:r>
        <w:rPr>
          <w:color w:val="000000"/>
        </w:rPr>
        <w:t xml:space="preserve"> des donateurs (à l</w:t>
      </w:r>
      <w:r w:rsidR="005C4FFF">
        <w:rPr>
          <w:color w:val="000000"/>
        </w:rPr>
        <w:t>’</w:t>
      </w:r>
      <w:r>
        <w:rPr>
          <w:color w:val="000000"/>
        </w:rPr>
        <w:t>exception de ceux qui auront expressément demandé l</w:t>
      </w:r>
      <w:r w:rsidR="005C4FFF">
        <w:rPr>
          <w:color w:val="000000"/>
        </w:rPr>
        <w:t>’</w:t>
      </w:r>
      <w:r>
        <w:rPr>
          <w:color w:val="000000"/>
        </w:rPr>
        <w:t>anonymat);</w:t>
      </w:r>
    </w:p>
    <w:p w14:paraId="67C0D1DE" w14:textId="77777777" w:rsidR="00F874EC" w:rsidRPr="00CC47D9" w:rsidRDefault="00F874EC" w:rsidP="00D75D23">
      <w:pPr>
        <w:numPr>
          <w:ilvl w:val="2"/>
          <w:numId w:val="7"/>
        </w:numPr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des ressources disponibles compte tenu des sommes déboursées;</w:t>
      </w:r>
    </w:p>
    <w:p w14:paraId="15447238" w14:textId="740D0302" w:rsidR="00F874EC" w:rsidRDefault="00F874EC" w:rsidP="00D75D23">
      <w:pPr>
        <w:numPr>
          <w:ilvl w:val="2"/>
          <w:numId w:val="7"/>
        </w:numPr>
        <w:tabs>
          <w:tab w:val="num" w:pos="284"/>
          <w:tab w:val="left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lastRenderedPageBreak/>
        <w:t>la</w:t>
      </w:r>
      <w:proofErr w:type="gramEnd"/>
      <w:r>
        <w:rPr>
          <w:color w:val="000000"/>
        </w:rPr>
        <w:t xml:space="preserve"> liste des personnes ayant bénéficié d</w:t>
      </w:r>
      <w:r w:rsidR="005C4FFF">
        <w:rPr>
          <w:color w:val="000000"/>
        </w:rPr>
        <w:t>’</w:t>
      </w:r>
      <w:r>
        <w:rPr>
          <w:color w:val="000000"/>
        </w:rPr>
        <w:t>une assistance au titre du Fonds depuis le document d</w:t>
      </w:r>
      <w:r w:rsidR="005C4FFF">
        <w:rPr>
          <w:color w:val="000000"/>
        </w:rPr>
        <w:t>’</w:t>
      </w:r>
      <w:r>
        <w:rPr>
          <w:color w:val="000000"/>
        </w:rPr>
        <w:t>information précédent;</w:t>
      </w:r>
    </w:p>
    <w:p w14:paraId="5F128556" w14:textId="5F2E6E08" w:rsidR="00F874EC" w:rsidRDefault="00F874EC" w:rsidP="00D75D23">
      <w:pPr>
        <w:numPr>
          <w:ilvl w:val="2"/>
          <w:numId w:val="7"/>
        </w:numPr>
        <w:tabs>
          <w:tab w:val="num" w:pos="28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les</w:t>
      </w:r>
      <w:proofErr w:type="gramEnd"/>
      <w:r>
        <w:rPr>
          <w:color w:val="000000"/>
        </w:rPr>
        <w:t xml:space="preserve"> personnes admises au bénéfice d</w:t>
      </w:r>
      <w:r w:rsidR="005C4FFF">
        <w:rPr>
          <w:color w:val="000000"/>
        </w:rPr>
        <w:t>’</w:t>
      </w:r>
      <w:r>
        <w:rPr>
          <w:color w:val="000000"/>
        </w:rPr>
        <w:t>une assistance qui se sont désistées;</w:t>
      </w:r>
    </w:p>
    <w:p w14:paraId="528F0929" w14:textId="77777777" w:rsidR="00F874EC" w:rsidRPr="00CC47D9" w:rsidRDefault="00F874EC" w:rsidP="00D75D23">
      <w:pPr>
        <w:numPr>
          <w:ilvl w:val="2"/>
          <w:numId w:val="7"/>
        </w:numPr>
        <w:tabs>
          <w:tab w:val="num" w:pos="28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alloué à chaque bénéficiaire;  et</w:t>
      </w:r>
    </w:p>
    <w:p w14:paraId="68E0F07F" w14:textId="1EBB1141" w:rsidR="00F874EC" w:rsidRPr="00CC47D9" w:rsidRDefault="00F874EC" w:rsidP="00D75D23">
      <w:pPr>
        <w:numPr>
          <w:ilvl w:val="2"/>
          <w:numId w:val="7"/>
        </w:numPr>
        <w:tabs>
          <w:tab w:val="num" w:pos="28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une</w:t>
      </w:r>
      <w:proofErr w:type="gramEnd"/>
      <w:r>
        <w:rPr>
          <w:color w:val="000000"/>
        </w:rPr>
        <w:t xml:space="preserve"> description suffisamment circonstanciée des personnes ayant présenté une demande d</w:t>
      </w:r>
      <w:r w:rsidR="005C4FFF">
        <w:rPr>
          <w:color w:val="000000"/>
        </w:rPr>
        <w:t>’</w:t>
      </w:r>
      <w:r>
        <w:rPr>
          <w:color w:val="000000"/>
        </w:rPr>
        <w:t>assistance pour la session suivante.</w:t>
      </w:r>
    </w:p>
    <w:p w14:paraId="2EF8C774" w14:textId="77777777" w:rsidR="00F874EC" w:rsidRPr="00CC47D9" w:rsidRDefault="00F874EC" w:rsidP="00D75D23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Ce document est en outre adressé nominativement aux membres du Conseil consultatif pour examen et délibération.”</w:t>
      </w:r>
    </w:p>
    <w:p w14:paraId="75B96DAA" w14:textId="35E848B4" w:rsidR="00F874EC" w:rsidRDefault="00F874EC" w:rsidP="00D75D23">
      <w:pPr>
        <w:tabs>
          <w:tab w:val="num" w:pos="567"/>
        </w:tabs>
        <w:spacing w:after="220"/>
        <w:rPr>
          <w:szCs w:val="22"/>
        </w:rPr>
      </w:pPr>
      <w:r>
        <w:t>Le présent document constitue la quarantième</w:t>
      </w:r>
      <w:r w:rsidR="005C4FFF">
        <w:t> et unième</w:t>
      </w:r>
      <w:r>
        <w:t> note d</w:t>
      </w:r>
      <w:r w:rsidR="005C4FFF">
        <w:t>’</w:t>
      </w:r>
      <w:r>
        <w:t>information de cette nature, telle que requise par la décision de l</w:t>
      </w:r>
      <w:r w:rsidR="005C4FFF">
        <w:t>’</w:t>
      </w:r>
      <w:r>
        <w:t>Assemblée générale de l</w:t>
      </w:r>
      <w:r w:rsidR="005C4FFF">
        <w:t>’</w:t>
      </w:r>
      <w:r>
        <w:t>OMPI.</w:t>
      </w:r>
    </w:p>
    <w:p w14:paraId="67B6DE96" w14:textId="418F2497" w:rsidR="005C4FFF" w:rsidRDefault="00F874EC" w:rsidP="00D75D23">
      <w:pPr>
        <w:tabs>
          <w:tab w:val="num" w:pos="567"/>
        </w:tabs>
        <w:spacing w:after="220"/>
      </w:pPr>
      <w:r>
        <w:t>Étant donné qu</w:t>
      </w:r>
      <w:r w:rsidR="005C4FFF">
        <w:t>’</w:t>
      </w:r>
      <w:r>
        <w:t>il est prévu que les quarante</w:t>
      </w:r>
      <w:r w:rsidR="003120D7">
        <w:noBreakHyphen/>
      </w:r>
      <w:r>
        <w:t>huitième et quarante</w:t>
      </w:r>
      <w:r w:rsidR="003120D7">
        <w:noBreakHyphen/>
      </w:r>
      <w:proofErr w:type="gramStart"/>
      <w:r>
        <w:t>neuv</w:t>
      </w:r>
      <w:r w:rsidR="005C4FFF">
        <w:t>ième session</w:t>
      </w:r>
      <w:r>
        <w:t>s</w:t>
      </w:r>
      <w:proofErr w:type="gramEnd"/>
      <w:r>
        <w:t xml:space="preserve"> du comité se tiennent immédiatement l</w:t>
      </w:r>
      <w:r w:rsidR="005C4FFF">
        <w:t>’</w:t>
      </w:r>
      <w:r>
        <w:t>une après l</w:t>
      </w:r>
      <w:r w:rsidR="005C4FFF">
        <w:t>’</w:t>
      </w:r>
      <w:r>
        <w:t>autre et que le Conseil consultatif du Fonds ne se réunira pas en marge de la quarante</w:t>
      </w:r>
      <w:r w:rsidR="003120D7">
        <w:noBreakHyphen/>
      </w:r>
      <w:r>
        <w:t>huit</w:t>
      </w:r>
      <w:r w:rsidR="005C4FFF">
        <w:t>ième session</w:t>
      </w:r>
      <w:r>
        <w:t xml:space="preserve"> du comité (session d</w:t>
      </w:r>
      <w:r w:rsidR="005C4FFF">
        <w:t>’</w:t>
      </w:r>
      <w:r>
        <w:t>une journée), aucune note d</w:t>
      </w:r>
      <w:r w:rsidR="005C4FFF">
        <w:t>’</w:t>
      </w:r>
      <w:r>
        <w:t>information de ce type ne sera publiée à l</w:t>
      </w:r>
      <w:r w:rsidR="005C4FFF">
        <w:t>’</w:t>
      </w:r>
      <w:r>
        <w:t>occasion de la quarante</w:t>
      </w:r>
      <w:r w:rsidR="003120D7">
        <w:noBreakHyphen/>
      </w:r>
      <w:r>
        <w:t>huit</w:t>
      </w:r>
      <w:r w:rsidR="005C4FFF">
        <w:t>ième session</w:t>
      </w:r>
      <w:r>
        <w:t>.</w:t>
      </w:r>
    </w:p>
    <w:p w14:paraId="26CE4163" w14:textId="77777777" w:rsidR="00221349" w:rsidRDefault="00F874EC" w:rsidP="00D75D23">
      <w:pPr>
        <w:tabs>
          <w:tab w:val="num" w:pos="567"/>
        </w:tabs>
        <w:spacing w:after="220"/>
      </w:pPr>
      <w:r>
        <w:t>L</w:t>
      </w:r>
      <w:r w:rsidR="005C4FFF">
        <w:t>’</w:t>
      </w:r>
      <w:r>
        <w:t>information qui doit être communiquée aux participants de la quarante</w:t>
      </w:r>
      <w:r w:rsidR="003120D7">
        <w:noBreakHyphen/>
      </w:r>
      <w:r>
        <w:t>neuv</w:t>
      </w:r>
      <w:r w:rsidR="005C4FFF">
        <w:t>ième session</w:t>
      </w:r>
      <w:r>
        <w:t xml:space="preserve"> du comité se présente comme suit</w:t>
      </w:r>
      <w:r w:rsidR="005C4FFF">
        <w:t> :</w:t>
      </w:r>
    </w:p>
    <w:p w14:paraId="4959EF9C" w14:textId="5D412250" w:rsidR="005C4FFF" w:rsidRDefault="00F874EC" w:rsidP="00D75D23">
      <w:pPr>
        <w:tabs>
          <w:tab w:val="num" w:pos="567"/>
        </w:tabs>
        <w:spacing w:after="220"/>
      </w:pPr>
      <w:r>
        <w:rPr>
          <w:u w:val="single"/>
        </w:rPr>
        <w:t>Relevé des contributions volontaires versées au Fonds à la date du 1</w:t>
      </w:r>
      <w:r>
        <w:rPr>
          <w:u w:val="single"/>
          <w:vertAlign w:val="superscript"/>
        </w:rPr>
        <w:t>er</w:t>
      </w:r>
      <w:r>
        <w:rPr>
          <w:u w:val="single"/>
        </w:rPr>
        <w:t> novembre 2024 et noms des donateurs</w:t>
      </w:r>
      <w:r w:rsidR="005C4FFF">
        <w:rPr>
          <w:u w:val="single"/>
        </w:rPr>
        <w:t> :</w:t>
      </w:r>
    </w:p>
    <w:p w14:paraId="2275BC5D" w14:textId="5FE74788" w:rsidR="00F874EC" w:rsidRPr="00CC47D9" w:rsidRDefault="00F874EC" w:rsidP="00F874EC">
      <w:pPr>
        <w:spacing w:after="220"/>
        <w:ind w:left="567"/>
        <w:rPr>
          <w:szCs w:val="22"/>
        </w:rPr>
      </w:pPr>
      <w:r>
        <w:t>86 092,60 francs suisses (soit l</w:t>
      </w:r>
      <w:r w:rsidR="005C4FFF">
        <w:t>’</w:t>
      </w:r>
      <w:r>
        <w:t>équivalent de 500 000 couronnes suédoises à cette date) versés le 7 novembre 2006 par le </w:t>
      </w:r>
      <w:proofErr w:type="spellStart"/>
      <w:r>
        <w:t>Swedish</w:t>
      </w:r>
      <w:proofErr w:type="spellEnd"/>
      <w:r>
        <w:t> International </w:t>
      </w:r>
      <w:proofErr w:type="spellStart"/>
      <w:r>
        <w:t>Biodiversity</w:t>
      </w:r>
      <w:proofErr w:type="spellEnd"/>
      <w:r>
        <w:t> Programme (</w:t>
      </w:r>
      <w:proofErr w:type="spellStart"/>
      <w:r>
        <w:t>SwedBio</w:t>
      </w:r>
      <w:proofErr w:type="spellEnd"/>
      <w:r>
        <w:t>/CBM</w:t>
      </w:r>
      <w:proofErr w:type="gramStart"/>
      <w:r>
        <w:t>);</w:t>
      </w:r>
      <w:proofErr w:type="gramEnd"/>
    </w:p>
    <w:p w14:paraId="19C80179" w14:textId="59EEA091" w:rsidR="00F874EC" w:rsidRPr="00CC47D9" w:rsidRDefault="00F874EC" w:rsidP="00F874EC">
      <w:pPr>
        <w:spacing w:after="220"/>
        <w:ind w:left="567"/>
        <w:rPr>
          <w:szCs w:val="22"/>
        </w:rPr>
      </w:pPr>
      <w:r>
        <w:t>31 684 francs suisses (soit l</w:t>
      </w:r>
      <w:r w:rsidR="005C4FFF">
        <w:t>’</w:t>
      </w:r>
      <w:r>
        <w:t>équivalent de 20 000 euros à cette date) versés le 20 décembre 2006 par le Gouvernement</w:t>
      </w:r>
      <w:r w:rsidR="00A53340">
        <w:t xml:space="preserve"> </w:t>
      </w:r>
      <w:proofErr w:type="gramStart"/>
      <w:r>
        <w:t>français;</w:t>
      </w:r>
      <w:proofErr w:type="gramEnd"/>
    </w:p>
    <w:p w14:paraId="28ED2F96" w14:textId="62C4315F" w:rsidR="00F874EC" w:rsidRPr="00CC47D9" w:rsidRDefault="00F874EC" w:rsidP="00F874EC">
      <w:pPr>
        <w:spacing w:after="220"/>
        <w:ind w:left="567"/>
        <w:rPr>
          <w:szCs w:val="22"/>
        </w:rPr>
      </w:pPr>
      <w:r>
        <w:t>29 992,50 francs suisses (soit l</w:t>
      </w:r>
      <w:r w:rsidR="005C4FFF">
        <w:t>’</w:t>
      </w:r>
      <w:r>
        <w:t>équivalent de 25 000 dollars É.</w:t>
      </w:r>
      <w:r w:rsidR="003120D7">
        <w:noBreakHyphen/>
      </w:r>
      <w:r>
        <w:t>U. à cette date) versés le 27 mars 2007 par la Fondation </w:t>
      </w:r>
      <w:proofErr w:type="gramStart"/>
      <w:r>
        <w:t>Christensen;</w:t>
      </w:r>
      <w:proofErr w:type="gramEnd"/>
    </w:p>
    <w:p w14:paraId="2E4762E9" w14:textId="0B6FA6DC" w:rsidR="00F874EC" w:rsidRPr="00CC47D9" w:rsidRDefault="00F874EC" w:rsidP="00F874EC">
      <w:pPr>
        <w:spacing w:after="220"/>
        <w:ind w:left="567"/>
        <w:rPr>
          <w:szCs w:val="22"/>
        </w:rPr>
      </w:pPr>
      <w:r>
        <w:t>150 000 francs suisses versés le 8 juin 2007 par l</w:t>
      </w:r>
      <w:r w:rsidR="005C4FFF">
        <w:t>’</w:t>
      </w:r>
      <w:r>
        <w:t>Institut fédéral de la propriété intellectuelle, Berne (Suisse</w:t>
      </w:r>
      <w:proofErr w:type="gramStart"/>
      <w:r>
        <w:t>);</w:t>
      </w:r>
      <w:proofErr w:type="gramEnd"/>
    </w:p>
    <w:p w14:paraId="03AA612F" w14:textId="227E90C5" w:rsidR="00F874EC" w:rsidRPr="00CC47D9" w:rsidRDefault="00F874EC" w:rsidP="00F874EC">
      <w:pPr>
        <w:spacing w:after="220"/>
        <w:ind w:left="567"/>
        <w:rPr>
          <w:szCs w:val="22"/>
        </w:rPr>
      </w:pPr>
      <w:r>
        <w:t>5965,27 francs suisses (soit l</w:t>
      </w:r>
      <w:r w:rsidR="005C4FFF">
        <w:t>’</w:t>
      </w:r>
      <w:r>
        <w:t xml:space="preserve">équivalent </w:t>
      </w:r>
      <w:r w:rsidR="005C4FFF">
        <w:t>de 5000</w:t>
      </w:r>
      <w:r>
        <w:t> dollars É.</w:t>
      </w:r>
      <w:r w:rsidR="003120D7">
        <w:noBreakHyphen/>
      </w:r>
      <w:r>
        <w:t>U. à cette date) versés le 14 août 2007 par le Ministère des sciences et de la technologie du Gouvernement</w:t>
      </w:r>
      <w:r w:rsidR="00A53340">
        <w:t xml:space="preserve"> </w:t>
      </w:r>
      <w:r>
        <w:t>sud</w:t>
      </w:r>
      <w:r w:rsidR="003120D7">
        <w:noBreakHyphen/>
      </w:r>
      <w:proofErr w:type="gramStart"/>
      <w:r>
        <w:t>africain;</w:t>
      </w:r>
      <w:proofErr w:type="gramEnd"/>
    </w:p>
    <w:p w14:paraId="3A5F0810" w14:textId="40E7A057" w:rsidR="00F874EC" w:rsidRPr="00CC47D9" w:rsidRDefault="00F874EC" w:rsidP="00F874EC">
      <w:pPr>
        <w:spacing w:after="220"/>
        <w:ind w:left="567"/>
        <w:rPr>
          <w:szCs w:val="22"/>
        </w:rPr>
      </w:pPr>
      <w:r>
        <w:t>98 255,16 francs suisses (soit l</w:t>
      </w:r>
      <w:r w:rsidR="005C4FFF">
        <w:t>’</w:t>
      </w:r>
      <w:r>
        <w:t>équivalent de 60 000 euros à cette date) versés le 20 décembre 2007 par le Gouvernement</w:t>
      </w:r>
      <w:r w:rsidR="00A53340">
        <w:t xml:space="preserve"> </w:t>
      </w:r>
      <w:proofErr w:type="gramStart"/>
      <w:r>
        <w:t>norvégien;</w:t>
      </w:r>
      <w:proofErr w:type="gramEnd"/>
    </w:p>
    <w:p w14:paraId="6AC52C4B" w14:textId="46F23C0C" w:rsidR="00F874EC" w:rsidRPr="00CC47D9" w:rsidRDefault="00F874EC" w:rsidP="00F874EC">
      <w:pPr>
        <w:spacing w:after="220"/>
        <w:ind w:left="567"/>
        <w:rPr>
          <w:szCs w:val="22"/>
        </w:rPr>
      </w:pPr>
      <w:r>
        <w:t>100 000 francs suisses versés le 7 février 2008 par l</w:t>
      </w:r>
      <w:r w:rsidR="005C4FFF">
        <w:t>’</w:t>
      </w:r>
      <w:r>
        <w:t>Institut fédéral de la propriété intellectuelle, Berne (Suisse</w:t>
      </w:r>
      <w:proofErr w:type="gramStart"/>
      <w:r>
        <w:t>);</w:t>
      </w:r>
      <w:proofErr w:type="gramEnd"/>
    </w:p>
    <w:p w14:paraId="29413B53" w14:textId="6B5757C8" w:rsidR="00F874EC" w:rsidRPr="00CC47D9" w:rsidRDefault="00F874EC" w:rsidP="00F874EC">
      <w:pPr>
        <w:spacing w:after="220"/>
        <w:ind w:left="567"/>
        <w:rPr>
          <w:szCs w:val="22"/>
        </w:rPr>
      </w:pPr>
      <w:r>
        <w:t>12 500 francs suisses (soit l</w:t>
      </w:r>
      <w:r w:rsidR="005C4FFF">
        <w:t>’</w:t>
      </w:r>
      <w:r>
        <w:t>équivalent de 13 441 dollars É.</w:t>
      </w:r>
      <w:r w:rsidR="003120D7">
        <w:noBreakHyphen/>
      </w:r>
      <w:r>
        <w:t>U. à cette date) versés le 25 mars 2011 par le Ministère des sciences et de la technologie du Gouvernement</w:t>
      </w:r>
      <w:r w:rsidR="00A53340">
        <w:t xml:space="preserve"> </w:t>
      </w:r>
      <w:r>
        <w:t>sud</w:t>
      </w:r>
      <w:r w:rsidR="003120D7">
        <w:noBreakHyphen/>
      </w:r>
      <w:proofErr w:type="gramStart"/>
      <w:r>
        <w:t>africain;</w:t>
      </w:r>
      <w:proofErr w:type="gramEnd"/>
    </w:p>
    <w:p w14:paraId="257C71B2" w14:textId="02745E32" w:rsidR="005C4FFF" w:rsidRDefault="00F874EC" w:rsidP="00F874EC">
      <w:pPr>
        <w:spacing w:after="220"/>
        <w:ind w:left="567"/>
      </w:pPr>
      <w:r>
        <w:t>500 francs suisses (soit l</w:t>
      </w:r>
      <w:r w:rsidR="005C4FFF">
        <w:t>’</w:t>
      </w:r>
      <w:r>
        <w:t>équivalent de 573 dollars É.</w:t>
      </w:r>
      <w:r w:rsidR="003120D7">
        <w:noBreakHyphen/>
      </w:r>
      <w:r>
        <w:t xml:space="preserve">U. à cette date) versés le 10 mai 2011 par un donateur </w:t>
      </w:r>
      <w:proofErr w:type="gramStart"/>
      <w:r>
        <w:t>anonyme;</w:t>
      </w:r>
      <w:proofErr w:type="gramEnd"/>
    </w:p>
    <w:p w14:paraId="4221E66F" w14:textId="239B4DEC" w:rsidR="00F874EC" w:rsidRDefault="00F874EC" w:rsidP="00F874EC">
      <w:pPr>
        <w:spacing w:after="220"/>
        <w:ind w:left="567"/>
        <w:rPr>
          <w:szCs w:val="22"/>
        </w:rPr>
      </w:pPr>
      <w:r>
        <w:lastRenderedPageBreak/>
        <w:t>89 500 francs suisses (soit l</w:t>
      </w:r>
      <w:r w:rsidR="005C4FFF">
        <w:t>’</w:t>
      </w:r>
      <w:r>
        <w:t>équivalent de 100 000 dollars australiens à cette date) versés le 20 octobre 2011 par le Gouvernement</w:t>
      </w:r>
      <w:r w:rsidR="00A53340">
        <w:t xml:space="preserve"> </w:t>
      </w:r>
      <w:proofErr w:type="gramStart"/>
      <w:r>
        <w:t>australien;</w:t>
      </w:r>
      <w:proofErr w:type="gramEnd"/>
    </w:p>
    <w:p w14:paraId="299207EB" w14:textId="18091FB8" w:rsidR="00F874EC" w:rsidRPr="00CC47D9" w:rsidRDefault="00F874EC" w:rsidP="00F874EC">
      <w:pPr>
        <w:spacing w:after="220"/>
        <w:ind w:left="567"/>
        <w:rPr>
          <w:szCs w:val="22"/>
        </w:rPr>
      </w:pPr>
      <w:r>
        <w:t>15 000 francs suisses versés le 20 juin 2013 par le Gouvernement</w:t>
      </w:r>
      <w:r w:rsidR="00A53340">
        <w:t xml:space="preserve"> </w:t>
      </w:r>
      <w:r>
        <w:t>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624682CF" w14:textId="696B216A" w:rsidR="00F874EC" w:rsidRPr="00CC47D9" w:rsidRDefault="00F874EC" w:rsidP="00F874EC">
      <w:pPr>
        <w:spacing w:after="220"/>
        <w:ind w:left="567"/>
        <w:rPr>
          <w:szCs w:val="22"/>
        </w:rPr>
      </w:pPr>
      <w:r>
        <w:t>4694,40 francs suisses versés le 20 juin 2013 par le Gouvernement</w:t>
      </w:r>
      <w:r w:rsidR="00A53340">
        <w:t xml:space="preserve"> </w:t>
      </w:r>
      <w:r>
        <w:t>néo</w:t>
      </w:r>
      <w:r w:rsidR="003120D7">
        <w:noBreakHyphen/>
      </w:r>
      <w:proofErr w:type="gramStart"/>
      <w:r>
        <w:t>zélandais;</w:t>
      </w:r>
      <w:proofErr w:type="gramEnd"/>
    </w:p>
    <w:p w14:paraId="46152121" w14:textId="2EB225E5" w:rsidR="00F874EC" w:rsidRDefault="00F874EC" w:rsidP="00F874EC">
      <w:pPr>
        <w:spacing w:after="220"/>
        <w:ind w:left="567"/>
        <w:rPr>
          <w:szCs w:val="22"/>
        </w:rPr>
      </w:pPr>
      <w:r>
        <w:t>37 835 francs suisses versés le 28 février 2017 par le Gouvernement</w:t>
      </w:r>
      <w:r w:rsidR="00A53340">
        <w:t xml:space="preserve"> </w:t>
      </w:r>
      <w:proofErr w:type="gramStart"/>
      <w:r>
        <w:t>australien;</w:t>
      </w:r>
      <w:proofErr w:type="gramEnd"/>
    </w:p>
    <w:p w14:paraId="33A4D857" w14:textId="036488DA" w:rsidR="00F874EC" w:rsidRDefault="00F874EC" w:rsidP="00F874EC">
      <w:pPr>
        <w:spacing w:after="220"/>
        <w:ind w:left="567"/>
      </w:pPr>
      <w:r>
        <w:t>18 268,75 francs suisses (soit l</w:t>
      </w:r>
      <w:r w:rsidR="005C4FFF">
        <w:t>’</w:t>
      </w:r>
      <w:r>
        <w:t>équivalent de 25 000 dollars canadiens à cette date) versés le 27 mars 2019 par le Gouvernement</w:t>
      </w:r>
      <w:r w:rsidR="00A53340">
        <w:t xml:space="preserve"> </w:t>
      </w:r>
      <w:proofErr w:type="gramStart"/>
      <w:r>
        <w:t>canadien;</w:t>
      </w:r>
      <w:proofErr w:type="gramEnd"/>
    </w:p>
    <w:p w14:paraId="560C43EA" w14:textId="42E2D1B0" w:rsidR="00F874EC" w:rsidRPr="003B7CB4" w:rsidRDefault="00F874EC" w:rsidP="00F874EC">
      <w:pPr>
        <w:spacing w:after="220"/>
        <w:ind w:left="567"/>
      </w:pPr>
      <w:r>
        <w:t>16 227,93 francs suisses (soit l</w:t>
      </w:r>
      <w:r w:rsidR="005C4FFF">
        <w:t>’</w:t>
      </w:r>
      <w:r>
        <w:t>équivalent de 15 000 euros à cette date) versés le 6 novembre 2019 par le Gouvernement</w:t>
      </w:r>
      <w:r w:rsidR="00A53340">
        <w:t xml:space="preserve"> </w:t>
      </w:r>
      <w:proofErr w:type="gramStart"/>
      <w:r>
        <w:t>finlandais;</w:t>
      </w:r>
      <w:proofErr w:type="gramEnd"/>
    </w:p>
    <w:p w14:paraId="2F965EB2" w14:textId="12931326" w:rsidR="00F874EC" w:rsidRDefault="00F874EC" w:rsidP="00F874EC">
      <w:pPr>
        <w:spacing w:after="220"/>
        <w:ind w:left="567"/>
      </w:pPr>
      <w:r>
        <w:t>16 158,98 francs suisses (soit l</w:t>
      </w:r>
      <w:r w:rsidR="005C4FFF">
        <w:t>’</w:t>
      </w:r>
      <w:r>
        <w:t>équivalent de 15 000 euros à cette date) versés le 9 décembre 2019 par le Gouvernement</w:t>
      </w:r>
      <w:r w:rsidR="00A53340">
        <w:t xml:space="preserve"> </w:t>
      </w:r>
      <w:r>
        <w:t>allemand</w:t>
      </w:r>
      <w:r>
        <w:rPr>
          <w:rStyle w:val="FootnoteReference"/>
        </w:rPr>
        <w:footnoteReference w:id="3"/>
      </w:r>
      <w:r>
        <w:t>;</w:t>
      </w:r>
    </w:p>
    <w:p w14:paraId="36BBA1B7" w14:textId="1357733C" w:rsidR="00F874EC" w:rsidRDefault="00F874EC" w:rsidP="00F874EC">
      <w:pPr>
        <w:spacing w:after="220"/>
        <w:ind w:left="567"/>
      </w:pPr>
      <w:r>
        <w:t>14 233,70 francs suisses (soit l</w:t>
      </w:r>
      <w:r w:rsidR="005C4FFF">
        <w:t>’</w:t>
      </w:r>
      <w:r>
        <w:t xml:space="preserve">équivalent de 15 000 euros à cette date) versés le 13 septembre 2022 par le Gouvernement </w:t>
      </w:r>
      <w:proofErr w:type="gramStart"/>
      <w:r>
        <w:t>allemand;</w:t>
      </w:r>
      <w:proofErr w:type="gramEnd"/>
    </w:p>
    <w:p w14:paraId="5737B528" w14:textId="371CB847" w:rsidR="00F874EC" w:rsidRDefault="00F874EC" w:rsidP="00F874EC">
      <w:pPr>
        <w:spacing w:after="220"/>
        <w:ind w:left="567"/>
      </w:pPr>
      <w:r>
        <w:t>817,10 francs suisses versés le 3 mars 2023, au nom de donateurs anonymes, suite à un appel à contributions volontaires lancé par le président du comité à sa quarante</w:t>
      </w:r>
      <w:r w:rsidR="003120D7">
        <w:noBreakHyphen/>
      </w:r>
      <w:r>
        <w:t>six</w:t>
      </w:r>
      <w:r w:rsidR="005C4FFF">
        <w:t>ième </w:t>
      </w:r>
      <w:proofErr w:type="gramStart"/>
      <w:r w:rsidR="005C4FFF">
        <w:t>session</w:t>
      </w:r>
      <w:r>
        <w:t>;</w:t>
      </w:r>
      <w:proofErr w:type="gramEnd"/>
    </w:p>
    <w:p w14:paraId="0F2DAAE8" w14:textId="2F5253D9" w:rsidR="00F874EC" w:rsidRDefault="00F874EC" w:rsidP="00F874EC">
      <w:pPr>
        <w:spacing w:after="220"/>
        <w:ind w:left="567"/>
      </w:pPr>
      <w:r>
        <w:t>29 795,36 francs suisses (soit l</w:t>
      </w:r>
      <w:r w:rsidR="005C4FFF">
        <w:t>’</w:t>
      </w:r>
      <w:r>
        <w:t>équivalent de 50 000 dollars australiens à cette date) versés le 22 juin 2023 par le Gouvernement</w:t>
      </w:r>
      <w:r w:rsidR="00A53340">
        <w:t xml:space="preserve"> </w:t>
      </w:r>
      <w:proofErr w:type="gramStart"/>
      <w:r>
        <w:t>australien;</w:t>
      </w:r>
      <w:proofErr w:type="gramEnd"/>
    </w:p>
    <w:p w14:paraId="660244EB" w14:textId="2DA35BED" w:rsidR="00F874EC" w:rsidRDefault="00F874EC" w:rsidP="00F874EC">
      <w:pPr>
        <w:spacing w:after="220"/>
        <w:ind w:left="567"/>
      </w:pPr>
      <w:r>
        <w:t>872,60 francs suisses versés le 4 juillet 2023, au nom de donateurs anonymes, suite à un appel à contributions volontaires lancé par le président du comité à sa quarante</w:t>
      </w:r>
      <w:r w:rsidR="003120D7">
        <w:noBreakHyphen/>
      </w:r>
      <w:r>
        <w:t>sept</w:t>
      </w:r>
      <w:r w:rsidR="005C4FFF">
        <w:t>ième </w:t>
      </w:r>
      <w:proofErr w:type="gramStart"/>
      <w:r w:rsidR="005C4FFF">
        <w:t>session</w:t>
      </w:r>
      <w:r>
        <w:t>;</w:t>
      </w:r>
      <w:proofErr w:type="gramEnd"/>
    </w:p>
    <w:p w14:paraId="001AE5E2" w14:textId="121886D8" w:rsidR="00F874EC" w:rsidRDefault="00F874EC" w:rsidP="00F874EC">
      <w:pPr>
        <w:spacing w:after="220"/>
        <w:ind w:left="567"/>
      </w:pPr>
      <w:r>
        <w:t>8239,99 francs suisses (soit l</w:t>
      </w:r>
      <w:r w:rsidR="005C4FFF">
        <w:t>’</w:t>
      </w:r>
      <w:r>
        <w:t>équivalent de 167 555 pesos mexicains à cette date) versés le 7 août 2023 par l</w:t>
      </w:r>
      <w:r w:rsidR="005C4FFF">
        <w:t>’</w:t>
      </w:r>
      <w:r>
        <w:rPr>
          <w:i/>
        </w:rPr>
        <w:t xml:space="preserve">Instituto </w:t>
      </w:r>
      <w:proofErr w:type="spellStart"/>
      <w:r>
        <w:rPr>
          <w:i/>
        </w:rPr>
        <w:t>Nacional</w:t>
      </w:r>
      <w:proofErr w:type="spellEnd"/>
      <w:r>
        <w:rPr>
          <w:i/>
        </w:rPr>
        <w:t xml:space="preserve"> de los Pueblos </w:t>
      </w:r>
      <w:proofErr w:type="spellStart"/>
      <w:r>
        <w:rPr>
          <w:i/>
        </w:rPr>
        <w:t>Indígenas</w:t>
      </w:r>
      <w:proofErr w:type="spellEnd"/>
      <w:r>
        <w:rPr>
          <w:i/>
        </w:rPr>
        <w:t xml:space="preserve"> </w:t>
      </w:r>
      <w:r>
        <w:t xml:space="preserve">du </w:t>
      </w:r>
      <w:proofErr w:type="gramStart"/>
      <w:r>
        <w:t>Mexique;  et</w:t>
      </w:r>
      <w:proofErr w:type="gramEnd"/>
    </w:p>
    <w:p w14:paraId="22F1C1E8" w14:textId="13E06B00" w:rsidR="00F874EC" w:rsidRPr="00B62394" w:rsidRDefault="00F874EC" w:rsidP="00F874EC">
      <w:pPr>
        <w:spacing w:after="220"/>
        <w:ind w:left="567"/>
      </w:pPr>
      <w:r>
        <w:t>18 518,24 francs suisses (soit l</w:t>
      </w:r>
      <w:r w:rsidR="005C4FFF">
        <w:t>’</w:t>
      </w:r>
      <w:r>
        <w:t>équivalent de 20 000 euros à cette date) versés le 8 février 2024 par l</w:t>
      </w:r>
      <w:r w:rsidR="005C4FFF">
        <w:t>’</w:t>
      </w:r>
      <w:r>
        <w:t>Agence espagnole pour la coopération internationale au développement (Espagne).</w:t>
      </w:r>
    </w:p>
    <w:p w14:paraId="70A1AEA4" w14:textId="7769E588" w:rsidR="005C4FFF" w:rsidRDefault="00F874EC" w:rsidP="00D75D23">
      <w:pPr>
        <w:spacing w:after="220"/>
      </w:pPr>
      <w:r>
        <w:t>Montant total des contributions volontaires portées au crédit du fonds à la date du 1</w:t>
      </w:r>
      <w:r w:rsidRPr="00520F11">
        <w:rPr>
          <w:vertAlign w:val="superscript"/>
        </w:rPr>
        <w:t>er</w:t>
      </w:r>
      <w:r>
        <w:t> novembre 2024</w:t>
      </w:r>
      <w:r w:rsidR="005C4FFF">
        <w:t> :</w:t>
      </w:r>
      <w:r>
        <w:t xml:space="preserve"> </w:t>
      </w:r>
      <w:bookmarkStart w:id="5" w:name="_Hlk180509558"/>
      <w:r>
        <w:t>784 369,36 francs suisses.</w:t>
      </w:r>
      <w:bookmarkEnd w:id="5"/>
    </w:p>
    <w:p w14:paraId="2719B14A" w14:textId="3508A60B" w:rsidR="005C4FFF" w:rsidRDefault="00F874EC" w:rsidP="00D75D23">
      <w:pPr>
        <w:spacing w:after="220"/>
      </w:pPr>
      <w:r>
        <w:rPr>
          <w:u w:val="single"/>
        </w:rPr>
        <w:t>Montant des ressources disponibles</w:t>
      </w:r>
      <w:r w:rsidR="005C4FFF">
        <w:t> :</w:t>
      </w:r>
    </w:p>
    <w:p w14:paraId="62A58E49" w14:textId="76E57970" w:rsidR="00F874EC" w:rsidRPr="00B62394" w:rsidRDefault="00F874EC" w:rsidP="00D75D23">
      <w:pPr>
        <w:numPr>
          <w:ilvl w:val="0"/>
          <w:numId w:val="9"/>
        </w:numPr>
        <w:tabs>
          <w:tab w:val="clear" w:pos="737"/>
        </w:tabs>
        <w:spacing w:after="220"/>
        <w:ind w:left="1100" w:hanging="533"/>
        <w:rPr>
          <w:szCs w:val="22"/>
        </w:rPr>
      </w:pPr>
      <w:r>
        <w:t>Montant disponible au 1</w:t>
      </w:r>
      <w:r w:rsidRPr="00520F11">
        <w:rPr>
          <w:vertAlign w:val="superscript"/>
        </w:rPr>
        <w:t>er</w:t>
      </w:r>
      <w:r>
        <w:t> novembre 2024</w:t>
      </w:r>
      <w:r>
        <w:rPr>
          <w:color w:val="000000"/>
        </w:rPr>
        <w:t>, comprenant</w:t>
      </w:r>
      <w:r>
        <w:t xml:space="preserve"> les taxes et intérêts bancaires</w:t>
      </w:r>
      <w:r w:rsidR="005C4FFF">
        <w:t> :</w:t>
      </w:r>
      <w:r>
        <w:t xml:space="preserve"> 0 franc suisse.</w:t>
      </w:r>
    </w:p>
    <w:p w14:paraId="045074AB" w14:textId="7B7E21D3" w:rsidR="00F874EC" w:rsidRPr="00B62394" w:rsidRDefault="00F874EC" w:rsidP="00D75D23">
      <w:pPr>
        <w:numPr>
          <w:ilvl w:val="0"/>
          <w:numId w:val="8"/>
        </w:numPr>
        <w:tabs>
          <w:tab w:val="clear" w:pos="3039"/>
        </w:tabs>
        <w:spacing w:after="220"/>
        <w:ind w:left="1080" w:hanging="513"/>
        <w:rPr>
          <w:szCs w:val="22"/>
        </w:rPr>
      </w:pPr>
      <w:r>
        <w:t>Montant engagé en vue de la quarante</w:t>
      </w:r>
      <w:r w:rsidR="003120D7">
        <w:noBreakHyphen/>
      </w:r>
      <w:r>
        <w:t>neuv</w:t>
      </w:r>
      <w:r w:rsidR="005C4FFF">
        <w:t>ième session</w:t>
      </w:r>
      <w:r>
        <w:t xml:space="preserve"> du comité</w:t>
      </w:r>
      <w:r w:rsidR="005C4FFF">
        <w:t> :</w:t>
      </w:r>
      <w:r>
        <w:t xml:space="preserve"> Pas d</w:t>
      </w:r>
      <w:r w:rsidR="005C4FFF">
        <w:t>’</w:t>
      </w:r>
      <w:r>
        <w:t>engagement compte tenu du montant disponible au</w:t>
      </w:r>
      <w:r w:rsidR="005C4FFF">
        <w:t xml:space="preserve"> 1</w:t>
      </w:r>
      <w:r w:rsidR="005C4FFF" w:rsidRPr="005C4FFF">
        <w:rPr>
          <w:vertAlign w:val="superscript"/>
        </w:rPr>
        <w:t>er</w:t>
      </w:r>
      <w:r w:rsidR="005C4FFF">
        <w:t> </w:t>
      </w:r>
      <w:r>
        <w:t>novembre 2024.</w:t>
      </w:r>
    </w:p>
    <w:p w14:paraId="1D98780D" w14:textId="3D05AEF8" w:rsidR="00F874EC" w:rsidRPr="00B62394" w:rsidRDefault="00F874EC" w:rsidP="00F874EC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>Montant disponible moins montant engagé au 1</w:t>
      </w:r>
      <w:r>
        <w:rPr>
          <w:vertAlign w:val="superscript"/>
        </w:rPr>
        <w:t>er</w:t>
      </w:r>
      <w:r>
        <w:t> novembre 2024</w:t>
      </w:r>
      <w:r w:rsidR="005C4FFF">
        <w:t> :</w:t>
      </w:r>
      <w:r>
        <w:t xml:space="preserve"> </w:t>
      </w:r>
      <w:r>
        <w:br/>
        <w:t>0</w:t>
      </w:r>
      <w:r>
        <w:rPr>
          <w:rFonts w:asciiTheme="minorHAnsi" w:hAnsiTheme="minorHAnsi"/>
        </w:rPr>
        <w:t> </w:t>
      </w:r>
      <w:r>
        <w:t>franc suisse.</w:t>
      </w:r>
    </w:p>
    <w:p w14:paraId="3662C146" w14:textId="06B92A7F" w:rsidR="005C4FFF" w:rsidRDefault="00F874EC" w:rsidP="00D75D23">
      <w:pPr>
        <w:spacing w:after="220"/>
      </w:pPr>
      <w:r>
        <w:rPr>
          <w:u w:val="single"/>
        </w:rPr>
        <w:lastRenderedPageBreak/>
        <w:t>Liste des personnes ayant bénéficié d</w:t>
      </w:r>
      <w:r w:rsidR="005C4FFF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5C4FFF">
        <w:rPr>
          <w:u w:val="single"/>
        </w:rPr>
        <w:t>’</w:t>
      </w:r>
      <w:r>
        <w:rPr>
          <w:u w:val="single"/>
        </w:rPr>
        <w:t>une assistance depuis la dernière note d</w:t>
      </w:r>
      <w:r w:rsidR="005C4FFF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5C4FFF">
        <w:t> :</w:t>
      </w:r>
    </w:p>
    <w:p w14:paraId="5A7BFAE1" w14:textId="4D8C6EAF" w:rsidR="00F874EC" w:rsidRDefault="00F874EC" w:rsidP="00D75D23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Personnes qui ont été admises au bénéfice d</w:t>
      </w:r>
      <w:r w:rsidR="005C4FFF">
        <w:rPr>
          <w:u w:val="single"/>
        </w:rPr>
        <w:t>’</w:t>
      </w:r>
      <w:r>
        <w:rPr>
          <w:u w:val="single"/>
        </w:rPr>
        <w:t>une assistance en vue de la session spéciale du comité</w:t>
      </w:r>
      <w:r>
        <w:t xml:space="preserve"> (4</w:t>
      </w:r>
      <w:r w:rsidR="003120D7">
        <w:noBreakHyphen/>
      </w:r>
      <w:r>
        <w:t>8 septembre 2024)</w:t>
      </w:r>
      <w:r w:rsidRPr="007D2BA2">
        <w:rPr>
          <w:szCs w:val="22"/>
          <w:vertAlign w:val="superscript"/>
        </w:rPr>
        <w:footnoteReference w:id="5"/>
      </w:r>
      <w:r>
        <w:t xml:space="preserve"> </w:t>
      </w:r>
      <w:r>
        <w:rPr>
          <w:u w:val="single"/>
        </w:rPr>
        <w:t>et qui ont bénéficié d</w:t>
      </w:r>
      <w:r w:rsidR="005C4FFF">
        <w:rPr>
          <w:u w:val="single"/>
        </w:rPr>
        <w:t>’</w:t>
      </w:r>
      <w:r>
        <w:rPr>
          <w:u w:val="single"/>
        </w:rPr>
        <w:t>une assistance</w:t>
      </w:r>
      <w:r>
        <w:t xml:space="preserve"> (dans l</w:t>
      </w:r>
      <w:r w:rsidR="005C4FFF">
        <w:t>’</w:t>
      </w:r>
      <w:r>
        <w:t>ordre de priorité)</w:t>
      </w:r>
      <w:r w:rsidR="005C4FFF">
        <w:t> :</w:t>
      </w:r>
    </w:p>
    <w:p w14:paraId="02BF010C" w14:textId="77777777" w:rsidR="005C4FFF" w:rsidRDefault="00F874EC" w:rsidP="00D75D23">
      <w:pPr>
        <w:spacing w:after="220"/>
        <w:ind w:left="567"/>
        <w:contextualSpacing/>
      </w:pPr>
      <w:r>
        <w:t>Lucia Fernanda INÁCIO BELFORT SALES (Mme)</w:t>
      </w:r>
    </w:p>
    <w:p w14:paraId="0028391F" w14:textId="63A12878" w:rsidR="005C4FFF" w:rsidRDefault="00F874EC" w:rsidP="00D75D23">
      <w:pPr>
        <w:spacing w:after="220"/>
        <w:ind w:left="567"/>
        <w:contextualSpacing/>
      </w:pPr>
      <w:r>
        <w:t>Nom de l</w:t>
      </w:r>
      <w:r w:rsidR="005C4FFF">
        <w:t>’</w:t>
      </w:r>
      <w:r>
        <w:t>organisation non gouvernementale (ONG) ayant le statut d</w:t>
      </w:r>
      <w:r w:rsidR="005C4FFF">
        <w:t>’</w:t>
      </w:r>
      <w:r>
        <w:t>observateur accrédité qui a désigné le candidat</w:t>
      </w:r>
      <w:r w:rsidR="005C4FFF">
        <w:t> :</w:t>
      </w:r>
      <w:r>
        <w:t xml:space="preserve"> </w:t>
      </w:r>
      <w:r>
        <w:rPr>
          <w:i/>
        </w:rPr>
        <w:t xml:space="preserve">Instituto </w:t>
      </w:r>
      <w:proofErr w:type="spellStart"/>
      <w:r>
        <w:rPr>
          <w:i/>
        </w:rPr>
        <w:t>Indígena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brasileño</w:t>
      </w:r>
      <w:proofErr w:type="spellEnd"/>
      <w:r>
        <w:rPr>
          <w:i/>
        </w:rPr>
        <w:t xml:space="preserve"> para la </w:t>
      </w:r>
      <w:proofErr w:type="spellStart"/>
      <w:r>
        <w:rPr>
          <w:i/>
        </w:rPr>
        <w:t>Propriedad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Intelectual</w:t>
      </w:r>
      <w:proofErr w:type="spellEnd"/>
      <w:r>
        <w:t> (INBRAPI)</w:t>
      </w:r>
    </w:p>
    <w:p w14:paraId="6E256924" w14:textId="1114BB74" w:rsidR="00F874EC" w:rsidRDefault="00F874EC" w:rsidP="00D75D23">
      <w:pPr>
        <w:spacing w:after="220"/>
        <w:ind w:left="567"/>
        <w:contextualSpacing/>
      </w:pPr>
      <w:r>
        <w:t>Siège de l</w:t>
      </w:r>
      <w:r w:rsidR="005C4FFF">
        <w:t>’</w:t>
      </w:r>
      <w:r>
        <w:t>ONG ayant le statut d</w:t>
      </w:r>
      <w:r w:rsidR="005C4FFF">
        <w:t>’</w:t>
      </w:r>
      <w:r>
        <w:t>observateur accrédité</w:t>
      </w:r>
      <w:r w:rsidR="005C4FFF">
        <w:t> :</w:t>
      </w:r>
      <w:r>
        <w:t xml:space="preserve"> </w:t>
      </w:r>
      <w:proofErr w:type="spellStart"/>
      <w:r>
        <w:t>Coxilha</w:t>
      </w:r>
      <w:proofErr w:type="spellEnd"/>
      <w:r>
        <w:t> (RS) (Brésil)</w:t>
      </w:r>
    </w:p>
    <w:p w14:paraId="5A24B4DF" w14:textId="2A12A13A" w:rsidR="005C4FFF" w:rsidRDefault="00F874EC" w:rsidP="00D75D23">
      <w:pPr>
        <w:spacing w:after="220"/>
        <w:ind w:left="567"/>
      </w:pPr>
      <w:r>
        <w:t>Nationalité du participant ayant bénéficié d</w:t>
      </w:r>
      <w:r w:rsidR="005C4FFF">
        <w:t>’</w:t>
      </w:r>
      <w:r>
        <w:t>une assistance</w:t>
      </w:r>
      <w:r w:rsidR="005C4FFF">
        <w:t> :</w:t>
      </w:r>
      <w:r>
        <w:t xml:space="preserve"> Brésil</w:t>
      </w:r>
    </w:p>
    <w:p w14:paraId="502F66E8" w14:textId="2224001A" w:rsidR="00F874EC" w:rsidRPr="00FC05F2" w:rsidRDefault="00F874EC" w:rsidP="00D75D23">
      <w:pPr>
        <w:spacing w:after="220"/>
        <w:ind w:left="567"/>
        <w:contextualSpacing/>
        <w:rPr>
          <w:lang w:val="es-ES"/>
        </w:rPr>
      </w:pPr>
      <w:r w:rsidRPr="00FC05F2">
        <w:rPr>
          <w:lang w:val="es-ES"/>
        </w:rPr>
        <w:t>Rodrigo DE LA CRUZ INLAGO (M.)</w:t>
      </w:r>
    </w:p>
    <w:p w14:paraId="044B0A90" w14:textId="1090545F" w:rsidR="005C4FFF" w:rsidRDefault="00F874EC" w:rsidP="00D75D23">
      <w:pPr>
        <w:spacing w:after="220"/>
        <w:ind w:left="567"/>
        <w:contextualSpacing/>
      </w:pPr>
      <w:r>
        <w:t>Nom de l</w:t>
      </w:r>
      <w:r w:rsidR="005C4FFF">
        <w:t>’</w:t>
      </w:r>
      <w:r>
        <w:t>ONG ayant le statut d</w:t>
      </w:r>
      <w:r w:rsidR="005C4FFF">
        <w:t>’</w:t>
      </w:r>
      <w:r>
        <w:t>observateur accrédité qui a désigné le candidat</w:t>
      </w:r>
      <w:r w:rsidR="005C4FFF">
        <w:t> :</w:t>
      </w:r>
      <w:r>
        <w:t xml:space="preserve"> Call of the </w:t>
      </w:r>
      <w:proofErr w:type="spellStart"/>
      <w:r>
        <w:t>Earth</w:t>
      </w:r>
      <w:proofErr w:type="spellEnd"/>
      <w:r>
        <w:t>/</w:t>
      </w:r>
      <w:proofErr w:type="spellStart"/>
      <w:r>
        <w:rPr>
          <w:i/>
        </w:rPr>
        <w:t>Llamado</w:t>
      </w:r>
      <w:proofErr w:type="spellEnd"/>
      <w:r>
        <w:rPr>
          <w:i/>
        </w:rPr>
        <w:t xml:space="preserve"> de la Tierra</w:t>
      </w:r>
    </w:p>
    <w:p w14:paraId="1C569BEB" w14:textId="266C9F6F" w:rsidR="00F874EC" w:rsidRDefault="00F874EC" w:rsidP="00D75D23">
      <w:pPr>
        <w:spacing w:after="220"/>
        <w:ind w:left="567"/>
        <w:contextualSpacing/>
      </w:pPr>
      <w:r>
        <w:t>Siège de l</w:t>
      </w:r>
      <w:r w:rsidR="005C4FFF">
        <w:t>’</w:t>
      </w:r>
      <w:r>
        <w:t>ONG ayant le statut d</w:t>
      </w:r>
      <w:r w:rsidR="005C4FFF">
        <w:t>’</w:t>
      </w:r>
      <w:r>
        <w:t>observateur accrédité</w:t>
      </w:r>
      <w:r w:rsidR="005C4FFF">
        <w:t> :</w:t>
      </w:r>
      <w:r>
        <w:t xml:space="preserve"> Cuzco (Pérou)</w:t>
      </w:r>
    </w:p>
    <w:p w14:paraId="46D20EF0" w14:textId="4EDDADF8" w:rsidR="005C4FFF" w:rsidRDefault="00F874EC" w:rsidP="00D75D23">
      <w:pPr>
        <w:spacing w:after="220"/>
        <w:ind w:left="567"/>
      </w:pPr>
      <w:r>
        <w:t>Nationalité du participant ayant bénéficié d</w:t>
      </w:r>
      <w:r w:rsidR="005C4FFF">
        <w:t>’</w:t>
      </w:r>
      <w:r>
        <w:t>une assistance</w:t>
      </w:r>
      <w:r w:rsidR="005C4FFF">
        <w:t> :</w:t>
      </w:r>
      <w:r>
        <w:t xml:space="preserve"> Équateur</w:t>
      </w:r>
    </w:p>
    <w:p w14:paraId="30D20CB0" w14:textId="4DE0DED9" w:rsidR="00F874EC" w:rsidRPr="001B3732" w:rsidRDefault="00F874EC" w:rsidP="00D75D23">
      <w:pPr>
        <w:spacing w:after="220" w:line="240" w:lineRule="atLeast"/>
        <w:ind w:left="567"/>
        <w:contextualSpacing/>
        <w:rPr>
          <w:color w:val="000000"/>
          <w:szCs w:val="22"/>
        </w:rPr>
      </w:pPr>
      <w:r>
        <w:rPr>
          <w:color w:val="000000"/>
        </w:rPr>
        <w:t>Musa Usman NDAMBA (M.)</w:t>
      </w:r>
    </w:p>
    <w:p w14:paraId="5A2FDEF1" w14:textId="245CC2F1" w:rsidR="005C4FFF" w:rsidRDefault="00F874EC" w:rsidP="00D75D23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a désigné le candidat</w:t>
      </w:r>
      <w:r w:rsidR="005C4FF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 (MBOSCUDA)</w:t>
      </w:r>
      <w:r>
        <w:rPr>
          <w:color w:val="000000"/>
        </w:rPr>
        <w:br/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Yaoundé (Cameroun)</w:t>
      </w:r>
    </w:p>
    <w:p w14:paraId="26DB82A4" w14:textId="00D85D7A" w:rsidR="00F874EC" w:rsidRDefault="00F874EC" w:rsidP="00D75D2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participant ayant bénéficié d</w:t>
      </w:r>
      <w:r w:rsidR="005C4FFF">
        <w:rPr>
          <w:color w:val="000000"/>
        </w:rPr>
        <w:t>’</w:t>
      </w:r>
      <w:r>
        <w:rPr>
          <w:color w:val="000000"/>
        </w:rPr>
        <w:t>une assistance</w:t>
      </w:r>
      <w:r w:rsidR="005C4FFF">
        <w:rPr>
          <w:color w:val="000000"/>
        </w:rPr>
        <w:t> :</w:t>
      </w:r>
      <w:r>
        <w:rPr>
          <w:color w:val="000000"/>
        </w:rPr>
        <w:t xml:space="preserve"> Cameroun</w:t>
      </w:r>
    </w:p>
    <w:p w14:paraId="0FC74424" w14:textId="77777777" w:rsidR="00F874EC" w:rsidRPr="001B3732" w:rsidRDefault="00F874EC" w:rsidP="00D75D23">
      <w:pPr>
        <w:spacing w:after="220"/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 xml:space="preserve"> ABUBAKAR (M.)</w:t>
      </w:r>
    </w:p>
    <w:p w14:paraId="093E94AD" w14:textId="626C44DB" w:rsidR="005C4FFF" w:rsidRDefault="00F874EC" w:rsidP="00D75D23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a désigné le candidat</w:t>
      </w:r>
      <w:r w:rsidR="005C4FFF">
        <w:rPr>
          <w:color w:val="000000"/>
        </w:rPr>
        <w:t> :</w:t>
      </w:r>
    </w:p>
    <w:p w14:paraId="76FFA8BE" w14:textId="79889EBC" w:rsidR="00D75D23" w:rsidRDefault="00F874EC" w:rsidP="00D75D23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Association de développement des Kanuri</w:t>
      </w:r>
    </w:p>
    <w:p w14:paraId="6A8DCBCD" w14:textId="0BBECFB6" w:rsidR="00F874EC" w:rsidRDefault="00F874EC" w:rsidP="00D75D23">
      <w:pPr>
        <w:spacing w:after="220"/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Maiduguri (Nigéria)</w:t>
      </w:r>
    </w:p>
    <w:p w14:paraId="5CD0768D" w14:textId="70E38DA5" w:rsidR="00F874EC" w:rsidRDefault="00F874EC" w:rsidP="00D75D2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participant ayant bénéficié d</w:t>
      </w:r>
      <w:r w:rsidR="005C4FFF">
        <w:rPr>
          <w:color w:val="000000"/>
        </w:rPr>
        <w:t>’</w:t>
      </w:r>
      <w:r>
        <w:rPr>
          <w:color w:val="000000"/>
        </w:rPr>
        <w:t>une assistance</w:t>
      </w:r>
      <w:r w:rsidR="005C4FFF">
        <w:rPr>
          <w:color w:val="000000"/>
        </w:rPr>
        <w:t> :</w:t>
      </w:r>
      <w:r>
        <w:rPr>
          <w:color w:val="000000"/>
        </w:rPr>
        <w:t xml:space="preserve"> Nigéria</w:t>
      </w:r>
    </w:p>
    <w:p w14:paraId="15981235" w14:textId="6AD495DD" w:rsidR="005C4FFF" w:rsidRDefault="00F874EC" w:rsidP="00D75D23">
      <w:pPr>
        <w:spacing w:after="220"/>
        <w:ind w:left="567"/>
        <w:rPr>
          <w:u w:val="single"/>
        </w:rPr>
      </w:pPr>
      <w:r>
        <w:rPr>
          <w:u w:val="single"/>
        </w:rPr>
        <w:t>À la suite d</w:t>
      </w:r>
      <w:r w:rsidR="005C4FFF">
        <w:rPr>
          <w:u w:val="single"/>
        </w:rPr>
        <w:t>’</w:t>
      </w:r>
      <w:r>
        <w:rPr>
          <w:u w:val="single"/>
        </w:rPr>
        <w:t>une décision prise lors par les assemblées des États membres de l</w:t>
      </w:r>
      <w:r w:rsidR="005C4FFF">
        <w:rPr>
          <w:u w:val="single"/>
        </w:rPr>
        <w:t>’</w:t>
      </w:r>
      <w:r>
        <w:rPr>
          <w:u w:val="single"/>
        </w:rPr>
        <w:t xml:space="preserve">OMPI </w:t>
      </w:r>
      <w:r w:rsidR="005C4FFF">
        <w:rPr>
          <w:u w:val="single"/>
        </w:rPr>
        <w:t>de 2023</w:t>
      </w:r>
      <w:r>
        <w:rPr>
          <w:u w:val="single"/>
        </w:rPr>
        <w:t xml:space="preserve"> (du 6 au 14 </w:t>
      </w:r>
      <w:r w:rsidR="005C4FFF">
        <w:rPr>
          <w:u w:val="single"/>
        </w:rPr>
        <w:t>juillet 20</w:t>
      </w:r>
      <w:r>
        <w:rPr>
          <w:u w:val="single"/>
        </w:rPr>
        <w:t>23)</w:t>
      </w:r>
      <w:r w:rsidRPr="009C2E58">
        <w:rPr>
          <w:rStyle w:val="FootnoteReference"/>
        </w:rPr>
        <w:footnoteReference w:id="6"/>
      </w:r>
      <w:r w:rsidR="005C4FFF">
        <w:t> :</w:t>
      </w:r>
    </w:p>
    <w:p w14:paraId="2993CEE6" w14:textId="7F1F3B7F" w:rsidR="005C4FFF" w:rsidRDefault="00F874EC" w:rsidP="00D75D23">
      <w:pPr>
        <w:spacing w:after="220"/>
        <w:ind w:left="567"/>
        <w:rPr>
          <w:color w:val="000000"/>
        </w:rPr>
      </w:pPr>
      <w:r>
        <w:rPr>
          <w:color w:val="000000"/>
          <w:u w:val="single"/>
        </w:rPr>
        <w:t>Personnes qui ont été admises au bénéfice d</w:t>
      </w:r>
      <w:r w:rsidR="005C4FFF">
        <w:rPr>
          <w:color w:val="000000"/>
          <w:u w:val="single"/>
        </w:rPr>
        <w:t>’</w:t>
      </w:r>
      <w:r>
        <w:rPr>
          <w:color w:val="000000"/>
          <w:u w:val="single"/>
        </w:rPr>
        <w:t>une assistance en vue de la Conférence diplomatique sur les ressources génétiques et les savoirs traditionnels associés</w:t>
      </w:r>
      <w:r>
        <w:rPr>
          <w:color w:val="000000"/>
        </w:rPr>
        <w:t xml:space="preserve"> (ci</w:t>
      </w:r>
      <w:r w:rsidR="003120D7">
        <w:rPr>
          <w:color w:val="000000"/>
        </w:rPr>
        <w:noBreakHyphen/>
      </w:r>
      <w:r>
        <w:rPr>
          <w:color w:val="000000"/>
        </w:rPr>
        <w:t>après dénommée “Conférence diplomatique”) (Genève, siège de l</w:t>
      </w:r>
      <w:r w:rsidR="005C4FFF">
        <w:rPr>
          <w:color w:val="000000"/>
        </w:rPr>
        <w:t>’</w:t>
      </w:r>
      <w:r>
        <w:rPr>
          <w:color w:val="000000"/>
        </w:rPr>
        <w:t>OMPI, 13</w:t>
      </w:r>
      <w:r w:rsidR="003120D7">
        <w:rPr>
          <w:color w:val="000000"/>
        </w:rPr>
        <w:noBreakHyphen/>
      </w:r>
      <w:r>
        <w:rPr>
          <w:color w:val="000000"/>
        </w:rPr>
        <w:t>24 mai 2024)</w:t>
      </w:r>
      <w:r w:rsidRPr="00A5151E">
        <w:rPr>
          <w:rStyle w:val="FootnoteReference"/>
          <w:color w:val="000000"/>
          <w:szCs w:val="22"/>
        </w:rPr>
        <w:footnoteReference w:id="7"/>
      </w:r>
      <w:r>
        <w:rPr>
          <w:color w:val="000000"/>
        </w:rPr>
        <w:t xml:space="preserve"> </w:t>
      </w:r>
      <w:r>
        <w:rPr>
          <w:color w:val="000000"/>
          <w:u w:val="single"/>
        </w:rPr>
        <w:t>et qui ont bénéficié d</w:t>
      </w:r>
      <w:r w:rsidR="005C4FFF">
        <w:rPr>
          <w:color w:val="000000"/>
          <w:u w:val="single"/>
        </w:rPr>
        <w:t>’</w:t>
      </w:r>
      <w:r>
        <w:rPr>
          <w:color w:val="000000"/>
          <w:u w:val="single"/>
        </w:rPr>
        <w:t>une assistance</w:t>
      </w:r>
      <w:r>
        <w:rPr>
          <w:color w:val="000000"/>
        </w:rPr>
        <w:t xml:space="preserve"> (dans l</w:t>
      </w:r>
      <w:r w:rsidR="005C4FFF">
        <w:rPr>
          <w:color w:val="000000"/>
        </w:rPr>
        <w:t>’</w:t>
      </w:r>
      <w:r>
        <w:rPr>
          <w:color w:val="000000"/>
        </w:rPr>
        <w:t>ordre alphabétique)</w:t>
      </w:r>
      <w:r w:rsidR="005C4FFF">
        <w:rPr>
          <w:color w:val="000000"/>
        </w:rPr>
        <w:t> :</w:t>
      </w:r>
    </w:p>
    <w:p w14:paraId="77D11B39" w14:textId="4EF6F175" w:rsidR="005C4FFF" w:rsidRPr="00FC05F2" w:rsidRDefault="00F874EC" w:rsidP="00D75D23">
      <w:pPr>
        <w:spacing w:after="220"/>
        <w:ind w:left="567"/>
        <w:rPr>
          <w:color w:val="000000"/>
          <w:lang w:val="it-IT"/>
        </w:rPr>
      </w:pPr>
      <w:r w:rsidRPr="00FC05F2">
        <w:rPr>
          <w:color w:val="000000"/>
          <w:u w:val="single"/>
          <w:lang w:val="it-IT"/>
        </w:rPr>
        <w:t>Afrique</w:t>
      </w:r>
      <w:r w:rsidR="005C4FFF" w:rsidRPr="00FC05F2">
        <w:rPr>
          <w:color w:val="000000"/>
          <w:lang w:val="it-IT"/>
        </w:rPr>
        <w:t> :</w:t>
      </w:r>
    </w:p>
    <w:p w14:paraId="52D38955" w14:textId="267529CB" w:rsidR="00F874EC" w:rsidRPr="00FC05F2" w:rsidRDefault="00F874EC" w:rsidP="00D75D23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  <w:rPr>
          <w:szCs w:val="22"/>
          <w:lang w:val="it-IT"/>
        </w:rPr>
      </w:pPr>
      <w:r w:rsidRPr="00FC05F2">
        <w:rPr>
          <w:lang w:val="it-IT"/>
        </w:rPr>
        <w:t>Hamadi AG MOHAMED ABBA (M.)</w:t>
      </w:r>
    </w:p>
    <w:p w14:paraId="3B06EF23" w14:textId="5244080F" w:rsidR="005C4FFF" w:rsidRDefault="00F874EC" w:rsidP="00D75D23">
      <w:pPr>
        <w:pStyle w:val="Header"/>
        <w:spacing w:after="220"/>
        <w:ind w:firstLine="561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invité qui a désigné le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ADJMOR</w:t>
      </w:r>
    </w:p>
    <w:p w14:paraId="67746067" w14:textId="06FCD163" w:rsidR="005C4FFF" w:rsidRDefault="00F874EC" w:rsidP="00D75D23">
      <w:pPr>
        <w:pStyle w:val="Header"/>
        <w:spacing w:after="220"/>
        <w:ind w:firstLine="561"/>
        <w:contextualSpacing/>
        <w:rPr>
          <w:color w:val="000000"/>
        </w:rPr>
      </w:pPr>
      <w:r>
        <w:rPr>
          <w:color w:val="000000"/>
        </w:rPr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invité</w:t>
      </w:r>
      <w:r w:rsidR="005C4FFF">
        <w:rPr>
          <w:color w:val="000000"/>
        </w:rPr>
        <w:t> :</w:t>
      </w:r>
      <w:r>
        <w:rPr>
          <w:color w:val="000000"/>
        </w:rPr>
        <w:t xml:space="preserve"> Tombouctou (Mali)</w:t>
      </w:r>
    </w:p>
    <w:p w14:paraId="7FE45CAF" w14:textId="1D417337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firstLine="562"/>
        <w:rPr>
          <w:szCs w:val="22"/>
        </w:rPr>
      </w:pPr>
      <w:r>
        <w:rPr>
          <w:color w:val="000000"/>
        </w:rPr>
        <w:t>Nationalité du participant ayant bénéficié d</w:t>
      </w:r>
      <w:r w:rsidR="005C4FFF">
        <w:rPr>
          <w:color w:val="000000"/>
        </w:rPr>
        <w:t>’</w:t>
      </w:r>
      <w:r>
        <w:rPr>
          <w:color w:val="000000"/>
        </w:rPr>
        <w:t>une assistance</w:t>
      </w:r>
      <w:r w:rsidR="005C4FFF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73491BE5" w14:textId="77777777" w:rsidR="00F874EC" w:rsidRDefault="00F874EC" w:rsidP="00D75D23">
      <w:pPr>
        <w:spacing w:after="220"/>
        <w:ind w:left="567"/>
        <w:contextualSpacing/>
        <w:rPr>
          <w:szCs w:val="22"/>
        </w:rPr>
      </w:pPr>
      <w:r>
        <w:lastRenderedPageBreak/>
        <w:t>Lucy MULENKEI (Mme)</w:t>
      </w:r>
    </w:p>
    <w:p w14:paraId="70CB0899" w14:textId="23A7BA2A" w:rsidR="005C4FFF" w:rsidRDefault="00F874EC" w:rsidP="00D75D23">
      <w:pPr>
        <w:spacing w:after="220"/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Indigenous</w:t>
      </w:r>
      <w:proofErr w:type="spellEnd"/>
      <w:r>
        <w:rPr>
          <w:color w:val="000000" w:themeColor="text1"/>
        </w:rPr>
        <w:t xml:space="preserve"> Information Network (IIN)</w:t>
      </w:r>
    </w:p>
    <w:p w14:paraId="355EB84E" w14:textId="19B15AD0" w:rsidR="005C4FFF" w:rsidRDefault="00F874EC" w:rsidP="00D75D23">
      <w:pPr>
        <w:spacing w:after="220"/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Nairobi (Kenya)</w:t>
      </w:r>
    </w:p>
    <w:p w14:paraId="7B58AE48" w14:textId="4233D6FD" w:rsidR="00F874EC" w:rsidRDefault="00F874EC" w:rsidP="00D75D23">
      <w:pPr>
        <w:spacing w:after="220"/>
        <w:ind w:left="567"/>
        <w:rPr>
          <w:szCs w:val="22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Kenya</w:t>
      </w:r>
    </w:p>
    <w:p w14:paraId="1BA3F443" w14:textId="1424DD6A" w:rsidR="00F874EC" w:rsidRDefault="00F874EC" w:rsidP="00D75D23">
      <w:pPr>
        <w:spacing w:after="220"/>
        <w:ind w:left="567"/>
        <w:rPr>
          <w:color w:val="000000"/>
          <w:szCs w:val="22"/>
        </w:rPr>
      </w:pPr>
      <w:r>
        <w:rPr>
          <w:color w:val="000000"/>
          <w:u w:val="single"/>
        </w:rPr>
        <w:t>Asie</w:t>
      </w:r>
      <w:r w:rsidR="005C4FFF">
        <w:rPr>
          <w:color w:val="000000"/>
        </w:rPr>
        <w:t> :</w:t>
      </w:r>
    </w:p>
    <w:p w14:paraId="1D69BFF4" w14:textId="77777777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</w:pPr>
      <w:r>
        <w:t>Jennifer CORPUZ (Mme)</w:t>
      </w:r>
    </w:p>
    <w:p w14:paraId="35BB7DFE" w14:textId="64BAEBBD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Fondation </w:t>
      </w:r>
      <w:proofErr w:type="spellStart"/>
      <w:r>
        <w:rPr>
          <w:color w:val="000000" w:themeColor="text1"/>
        </w:rPr>
        <w:t>Tebtebba</w:t>
      </w:r>
      <w:proofErr w:type="spellEnd"/>
      <w:r>
        <w:rPr>
          <w:color w:val="000000" w:themeColor="text1"/>
        </w:rPr>
        <w:t xml:space="preserve"> – Centre International des peuples autochtones pour la recherche et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éducation en matière de politiques</w:t>
      </w:r>
    </w:p>
    <w:p w14:paraId="69C77156" w14:textId="49D41845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Baguio (Philippines)</w:t>
      </w:r>
    </w:p>
    <w:p w14:paraId="0447E037" w14:textId="5ABB49C7" w:rsidR="00F874EC" w:rsidRPr="007F0BE9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Philippines</w:t>
      </w:r>
    </w:p>
    <w:p w14:paraId="1C31B174" w14:textId="77777777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</w:pPr>
      <w:r>
        <w:t>Preston HARDISON (M.)</w:t>
      </w:r>
    </w:p>
    <w:p w14:paraId="610C12D5" w14:textId="4F1F4071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Fondation </w:t>
      </w:r>
      <w:proofErr w:type="spellStart"/>
      <w:r>
        <w:rPr>
          <w:color w:val="000000" w:themeColor="text1"/>
        </w:rPr>
        <w:t>Tebtebba</w:t>
      </w:r>
      <w:proofErr w:type="spellEnd"/>
      <w:r>
        <w:rPr>
          <w:color w:val="000000" w:themeColor="text1"/>
        </w:rPr>
        <w:t xml:space="preserve"> – Centre International des peuples autochtones pour la recherche et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éducation en matière de politiques</w:t>
      </w:r>
    </w:p>
    <w:p w14:paraId="2CE74026" w14:textId="3590821E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Baguio (Philippines)</w:t>
      </w:r>
    </w:p>
    <w:p w14:paraId="634B3835" w14:textId="1A153586" w:rsidR="00F874EC" w:rsidRPr="007F0BE9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États</w:t>
      </w:r>
      <w:r w:rsidR="003120D7">
        <w:rPr>
          <w:color w:val="000000" w:themeColor="text1"/>
        </w:rPr>
        <w:noBreakHyphen/>
      </w:r>
      <w:r>
        <w:rPr>
          <w:color w:val="000000" w:themeColor="text1"/>
        </w:rPr>
        <w:t>Unis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Amérique</w:t>
      </w:r>
    </w:p>
    <w:p w14:paraId="507A269F" w14:textId="21475C1C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</w:pPr>
      <w:r>
        <w:rPr>
          <w:u w:val="single"/>
        </w:rPr>
        <w:t>Amérique centrale, Amérique du Sud et Caraïbes</w:t>
      </w:r>
      <w:r w:rsidR="005C4FFF">
        <w:t> :</w:t>
      </w:r>
    </w:p>
    <w:p w14:paraId="1FAD850B" w14:textId="77777777" w:rsidR="00F874EC" w:rsidRDefault="00F874EC" w:rsidP="00D75D23">
      <w:pPr>
        <w:pStyle w:val="Header"/>
        <w:tabs>
          <w:tab w:val="clear" w:pos="4536"/>
          <w:tab w:val="clear" w:pos="9072"/>
        </w:tabs>
        <w:ind w:left="561"/>
        <w:contextualSpacing/>
      </w:pPr>
      <w:r>
        <w:t>Edith BASTIDAS CALDERÓN (Mme)</w:t>
      </w:r>
      <w:r>
        <w:rPr>
          <w:rStyle w:val="FootnoteReference"/>
        </w:rPr>
        <w:footnoteReference w:id="8"/>
      </w:r>
    </w:p>
    <w:p w14:paraId="6D9487C4" w14:textId="0BB8E644" w:rsidR="005C4FFF" w:rsidRDefault="00F874EC" w:rsidP="00D75D23">
      <w:pPr>
        <w:spacing w:after="220"/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t xml:space="preserve">Red </w:t>
      </w:r>
      <w:proofErr w:type="spellStart"/>
      <w:r>
        <w:rPr>
          <w:i/>
          <w:iCs/>
          <w:color w:val="000000" w:themeColor="text1"/>
        </w:rPr>
        <w:t>Mujeres</w:t>
      </w:r>
      <w:proofErr w:type="spellEnd"/>
      <w:r>
        <w:rPr>
          <w:i/>
          <w:iCs/>
          <w:color w:val="000000" w:themeColor="text1"/>
        </w:rPr>
        <w:t xml:space="preserve"> </w:t>
      </w:r>
      <w:proofErr w:type="spellStart"/>
      <w:r>
        <w:rPr>
          <w:i/>
          <w:iCs/>
          <w:color w:val="000000" w:themeColor="text1"/>
        </w:rPr>
        <w:t>Indígenas</w:t>
      </w:r>
      <w:proofErr w:type="spellEnd"/>
      <w:r>
        <w:rPr>
          <w:i/>
          <w:iCs/>
          <w:color w:val="000000" w:themeColor="text1"/>
        </w:rPr>
        <w:t xml:space="preserve"> sobre </w:t>
      </w:r>
      <w:proofErr w:type="spellStart"/>
      <w:r>
        <w:rPr>
          <w:i/>
          <w:iCs/>
          <w:color w:val="000000" w:themeColor="text1"/>
        </w:rPr>
        <w:t>Biodiversidad</w:t>
      </w:r>
      <w:proofErr w:type="spellEnd"/>
      <w:r>
        <w:rPr>
          <w:color w:val="000000" w:themeColor="text1"/>
        </w:rPr>
        <w:t xml:space="preserve"> (RMIB)</w:t>
      </w:r>
    </w:p>
    <w:p w14:paraId="2BBC025C" w14:textId="476197EB" w:rsidR="005C4FFF" w:rsidRDefault="00F874EC" w:rsidP="00D75D23">
      <w:pPr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Panama (Panama)</w:t>
      </w:r>
    </w:p>
    <w:p w14:paraId="28D7BF74" w14:textId="5F1D45EF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Colombie</w:t>
      </w:r>
    </w:p>
    <w:p w14:paraId="4B8BBE0A" w14:textId="77777777" w:rsidR="00F874EC" w:rsidRPr="00FC05F2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  <w:rPr>
          <w:lang w:val="es-ES"/>
        </w:rPr>
      </w:pPr>
      <w:r w:rsidRPr="00FC05F2">
        <w:rPr>
          <w:lang w:val="es-ES"/>
        </w:rPr>
        <w:t>Rodrigo DE LA CRUZ INLAGO (M.)</w:t>
      </w:r>
    </w:p>
    <w:p w14:paraId="4B0650C9" w14:textId="4DD9D936" w:rsidR="00F874EC" w:rsidRPr="00B62394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</w:pPr>
      <w:r>
        <w:t>Nom de l</w:t>
      </w:r>
      <w:r w:rsidR="005C4FFF">
        <w:t>’</w:t>
      </w:r>
      <w:r>
        <w:t>ONG ayant le statut d</w:t>
      </w:r>
      <w:r w:rsidR="005C4FFF">
        <w:t>’</w:t>
      </w:r>
      <w:r>
        <w:t>observateur invité qui a désigné le demandeur</w:t>
      </w:r>
      <w:r w:rsidR="005C4FFF">
        <w:t> :</w:t>
      </w:r>
      <w:r>
        <w:t xml:space="preserve"> Call of the </w:t>
      </w:r>
      <w:proofErr w:type="spellStart"/>
      <w:r>
        <w:t>Earth</w:t>
      </w:r>
      <w:proofErr w:type="spellEnd"/>
      <w:r>
        <w:t xml:space="preserve"> (COE), siège de l</w:t>
      </w:r>
      <w:r w:rsidR="005C4FFF">
        <w:t>’</w:t>
      </w:r>
      <w:r>
        <w:t>ONG ayant le statut d</w:t>
      </w:r>
      <w:r w:rsidR="005C4FFF">
        <w:t>’</w:t>
      </w:r>
      <w:r>
        <w:t>observateur invité</w:t>
      </w:r>
      <w:r w:rsidR="005C4FFF">
        <w:t> :</w:t>
      </w:r>
      <w:r>
        <w:t xml:space="preserve"> Cuzco (Pérou)</w:t>
      </w:r>
    </w:p>
    <w:p w14:paraId="4C560FFA" w14:textId="0842AA90" w:rsidR="00F874EC" w:rsidRPr="00B62394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</w:pPr>
      <w:r>
        <w:t>Nationalité du participant ayant bénéficié d</w:t>
      </w:r>
      <w:r w:rsidR="005C4FFF">
        <w:t>’</w:t>
      </w:r>
      <w:r>
        <w:t>une assistance</w:t>
      </w:r>
      <w:r w:rsidR="005C4FFF">
        <w:t> :</w:t>
      </w:r>
      <w:r>
        <w:t xml:space="preserve"> Équateur</w:t>
      </w:r>
    </w:p>
    <w:p w14:paraId="1E313939" w14:textId="50DB4B9C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</w:pPr>
      <w:r>
        <w:rPr>
          <w:u w:val="single"/>
        </w:rPr>
        <w:t>Europe orientale, Fédération de Russie, Asie centrale et Transcaucasie</w:t>
      </w:r>
      <w:r w:rsidR="005C4FFF">
        <w:t> :</w:t>
      </w:r>
    </w:p>
    <w:p w14:paraId="2F51FA5D" w14:textId="77777777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</w:pPr>
      <w:proofErr w:type="spellStart"/>
      <w:r>
        <w:t>Polina</w:t>
      </w:r>
      <w:proofErr w:type="spellEnd"/>
      <w:r>
        <w:t xml:space="preserve"> SHULBAEVA (Mme)</w:t>
      </w:r>
    </w:p>
    <w:p w14:paraId="08E2B277" w14:textId="68265D18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Centre for Support of </w:t>
      </w:r>
      <w:proofErr w:type="spellStart"/>
      <w:r>
        <w:rPr>
          <w:color w:val="000000" w:themeColor="text1"/>
        </w:rPr>
        <w:t>Indigenous</w:t>
      </w:r>
      <w:proofErr w:type="spellEnd"/>
      <w:r>
        <w:rPr>
          <w:color w:val="000000" w:themeColor="text1"/>
        </w:rPr>
        <w:t xml:space="preserve"> Peoples of the North/Russian </w:t>
      </w:r>
      <w:proofErr w:type="spellStart"/>
      <w:r>
        <w:rPr>
          <w:color w:val="000000" w:themeColor="text1"/>
        </w:rPr>
        <w:t>Indigenous</w:t>
      </w:r>
      <w:proofErr w:type="spellEnd"/>
      <w:r>
        <w:rPr>
          <w:color w:val="000000" w:themeColor="text1"/>
        </w:rPr>
        <w:t xml:space="preserve"> Training Centre (CSIPN/RITC)</w:t>
      </w:r>
    </w:p>
    <w:p w14:paraId="23C2D0D3" w14:textId="4D8A2F37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Moscou (Fédération de Russie)</w:t>
      </w:r>
    </w:p>
    <w:p w14:paraId="2E8BF726" w14:textId="0A438E09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2"/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Fédération de Russie</w:t>
      </w:r>
    </w:p>
    <w:p w14:paraId="5A682943" w14:textId="77777777" w:rsidR="00F874EC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</w:pPr>
      <w:r>
        <w:t>Mikhail TODYSHEV (M.)</w:t>
      </w:r>
    </w:p>
    <w:p w14:paraId="26E551C4" w14:textId="2D67A2EB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Elders</w:t>
      </w:r>
      <w:proofErr w:type="spellEnd"/>
      <w:r>
        <w:rPr>
          <w:color w:val="000000" w:themeColor="text1"/>
        </w:rPr>
        <w:t xml:space="preserve"> Council of the </w:t>
      </w:r>
      <w:proofErr w:type="spellStart"/>
      <w:r>
        <w:rPr>
          <w:color w:val="000000" w:themeColor="text1"/>
        </w:rPr>
        <w:t>Shor</w:t>
      </w:r>
      <w:proofErr w:type="spellEnd"/>
      <w:r>
        <w:rPr>
          <w:color w:val="000000" w:themeColor="text1"/>
        </w:rPr>
        <w:t xml:space="preserve"> People</w:t>
      </w:r>
    </w:p>
    <w:p w14:paraId="7E9040E5" w14:textId="35A3259C" w:rsidR="005C4FFF" w:rsidRDefault="00F874EC" w:rsidP="00D75D23">
      <w:pPr>
        <w:pStyle w:val="Header"/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Novokuznetz</w:t>
      </w:r>
      <w:proofErr w:type="spellEnd"/>
      <w:r>
        <w:rPr>
          <w:color w:val="000000" w:themeColor="text1"/>
        </w:rPr>
        <w:t xml:space="preserve"> (Fédération de Russie)</w:t>
      </w:r>
    </w:p>
    <w:p w14:paraId="10B992C2" w14:textId="00B664A1" w:rsidR="00F874EC" w:rsidRPr="009B5491" w:rsidRDefault="00F874EC" w:rsidP="00D75D23">
      <w:pPr>
        <w:pStyle w:val="Header"/>
        <w:tabs>
          <w:tab w:val="clear" w:pos="4536"/>
          <w:tab w:val="clear" w:pos="9072"/>
        </w:tabs>
        <w:spacing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Fédération de Russie</w:t>
      </w:r>
    </w:p>
    <w:p w14:paraId="4E13283F" w14:textId="7681A956" w:rsidR="00F874EC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2"/>
      </w:pPr>
      <w:r>
        <w:rPr>
          <w:u w:val="single"/>
        </w:rPr>
        <w:lastRenderedPageBreak/>
        <w:t>Amérique du Nord</w:t>
      </w:r>
      <w:r w:rsidRPr="0031748A">
        <w:rPr>
          <w:rStyle w:val="FootnoteReference"/>
        </w:rPr>
        <w:footnoteReference w:id="9"/>
      </w:r>
      <w:r w:rsidR="005C4FFF">
        <w:t> :</w:t>
      </w:r>
    </w:p>
    <w:p w14:paraId="09E725B9" w14:textId="77777777" w:rsidR="00F874EC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1"/>
        <w:contextualSpacing/>
      </w:pPr>
      <w:r>
        <w:t>June LORENZO (Mme)</w:t>
      </w:r>
    </w:p>
    <w:p w14:paraId="20E89506" w14:textId="7DE880A6" w:rsidR="005C4FFF" w:rsidRDefault="00F874EC" w:rsidP="00C77825">
      <w:pPr>
        <w:pStyle w:val="Header"/>
        <w:spacing w:before="220"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Conseil international des traités indiens</w:t>
      </w:r>
    </w:p>
    <w:p w14:paraId="305B57CD" w14:textId="04E86D60" w:rsidR="005C4FFF" w:rsidRDefault="00F874EC" w:rsidP="00C77825">
      <w:pPr>
        <w:pStyle w:val="Header"/>
        <w:spacing w:before="220"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Tucson, Arizona (États</w:t>
      </w:r>
      <w:r w:rsidR="003120D7">
        <w:rPr>
          <w:color w:val="000000" w:themeColor="text1"/>
        </w:rPr>
        <w:noBreakHyphen/>
      </w:r>
      <w:r>
        <w:rPr>
          <w:color w:val="000000" w:themeColor="text1"/>
        </w:rPr>
        <w:t>Unis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Amérique)</w:t>
      </w:r>
    </w:p>
    <w:p w14:paraId="4A1009A9" w14:textId="3E9C27D5" w:rsidR="00F874EC" w:rsidRPr="009B5491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États</w:t>
      </w:r>
      <w:r w:rsidR="003120D7">
        <w:rPr>
          <w:color w:val="000000" w:themeColor="text1"/>
        </w:rPr>
        <w:noBreakHyphen/>
      </w:r>
      <w:r>
        <w:rPr>
          <w:color w:val="000000" w:themeColor="text1"/>
        </w:rPr>
        <w:t>Unis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Amérique</w:t>
      </w:r>
    </w:p>
    <w:p w14:paraId="57B8AFA4" w14:textId="0F97344C" w:rsidR="00F874EC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2"/>
      </w:pPr>
      <w:r>
        <w:rPr>
          <w:u w:val="single"/>
        </w:rPr>
        <w:t>Pacifique</w:t>
      </w:r>
      <w:r w:rsidR="005C4FFF">
        <w:t> :</w:t>
      </w:r>
    </w:p>
    <w:p w14:paraId="4F15262F" w14:textId="2C0D4E39" w:rsidR="00F874EC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1"/>
        <w:contextualSpacing/>
      </w:pPr>
      <w:r>
        <w:t>Jo</w:t>
      </w:r>
      <w:r w:rsidR="003120D7">
        <w:noBreakHyphen/>
      </w:r>
      <w:r>
        <w:t>Anne DRIESSENS (Mme)</w:t>
      </w:r>
    </w:p>
    <w:p w14:paraId="3FF2FA19" w14:textId="1704E3F5" w:rsidR="005C4FFF" w:rsidRDefault="00F874EC" w:rsidP="00C77825">
      <w:pPr>
        <w:pStyle w:val="Header"/>
        <w:spacing w:before="220"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Arts Law Centre of </w:t>
      </w:r>
      <w:proofErr w:type="spellStart"/>
      <w:r>
        <w:rPr>
          <w:color w:val="000000" w:themeColor="text1"/>
        </w:rPr>
        <w:t>Australia</w:t>
      </w:r>
      <w:proofErr w:type="spellEnd"/>
    </w:p>
    <w:p w14:paraId="06842160" w14:textId="2949EA15" w:rsidR="005C4FFF" w:rsidRDefault="00F874EC" w:rsidP="00C77825">
      <w:pPr>
        <w:pStyle w:val="Header"/>
        <w:spacing w:before="220"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Sydney (Australie)</w:t>
      </w:r>
    </w:p>
    <w:p w14:paraId="37BAFBFF" w14:textId="619BF563" w:rsidR="00F874EC" w:rsidRPr="009B5491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Australie</w:t>
      </w:r>
    </w:p>
    <w:p w14:paraId="1F642873" w14:textId="77777777" w:rsidR="00F874EC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1"/>
        <w:contextualSpacing/>
      </w:pPr>
      <w:r>
        <w:t>Ulukoa DUHAYLONSOD (M.)</w:t>
      </w:r>
    </w:p>
    <w:p w14:paraId="40678B5A" w14:textId="1C54F726" w:rsidR="005C4FFF" w:rsidRDefault="00F874EC" w:rsidP="00C77825">
      <w:pPr>
        <w:pStyle w:val="Header"/>
        <w:spacing w:before="220" w:after="220"/>
        <w:ind w:left="561"/>
        <w:contextualSpacing/>
        <w:rPr>
          <w:i/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a désigné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</w:rPr>
        <w:t>Kaʻuikiokapō</w:t>
      </w:r>
    </w:p>
    <w:p w14:paraId="15D1A9E4" w14:textId="09B707D6" w:rsidR="005C4FFF" w:rsidRDefault="00F874EC" w:rsidP="00C77825">
      <w:pPr>
        <w:pStyle w:val="Header"/>
        <w:spacing w:before="220" w:after="220"/>
        <w:ind w:left="561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Kapolei</w:t>
      </w:r>
      <w:proofErr w:type="spellEnd"/>
      <w:r>
        <w:rPr>
          <w:color w:val="000000" w:themeColor="text1"/>
        </w:rPr>
        <w:t>, Hawaï (États</w:t>
      </w:r>
      <w:r w:rsidR="003120D7">
        <w:rPr>
          <w:color w:val="000000" w:themeColor="text1"/>
        </w:rPr>
        <w:noBreakHyphen/>
      </w:r>
      <w:r>
        <w:rPr>
          <w:color w:val="000000" w:themeColor="text1"/>
        </w:rPr>
        <w:t>Unis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Amérique)</w:t>
      </w:r>
    </w:p>
    <w:p w14:paraId="6C398B51" w14:textId="187C3145" w:rsidR="00F874EC" w:rsidRPr="009B5491" w:rsidRDefault="00F874EC" w:rsidP="00C77825">
      <w:pPr>
        <w:pStyle w:val="Header"/>
        <w:tabs>
          <w:tab w:val="clear" w:pos="4536"/>
          <w:tab w:val="clear" w:pos="9072"/>
        </w:tabs>
        <w:spacing w:before="220" w:after="220"/>
        <w:ind w:left="562"/>
        <w:rPr>
          <w:color w:val="000000" w:themeColor="text1"/>
        </w:rPr>
      </w:pPr>
      <w:r>
        <w:rPr>
          <w:color w:val="000000" w:themeColor="text1"/>
        </w:rPr>
        <w:t>Nationalité du participant ayant bénéficié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une assistance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États</w:t>
      </w:r>
      <w:r w:rsidR="003120D7">
        <w:rPr>
          <w:color w:val="000000" w:themeColor="text1"/>
        </w:rPr>
        <w:noBreakHyphen/>
      </w:r>
      <w:r>
        <w:rPr>
          <w:color w:val="000000" w:themeColor="text1"/>
        </w:rPr>
        <w:t>Unis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Amérique</w:t>
      </w:r>
    </w:p>
    <w:p w14:paraId="53242769" w14:textId="5B857BDB" w:rsidR="00F874EC" w:rsidRDefault="00F874EC" w:rsidP="00C77825">
      <w:pPr>
        <w:spacing w:before="220"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Personnes qui ont été admises au bénéfice d</w:t>
      </w:r>
      <w:r w:rsidR="005C4FFF">
        <w:rPr>
          <w:u w:val="single"/>
        </w:rPr>
        <w:t>’</w:t>
      </w:r>
      <w:r>
        <w:rPr>
          <w:u w:val="single"/>
        </w:rPr>
        <w:t>une assistance en vue de leur participation aux quarante</w:t>
      </w:r>
      <w:r w:rsidR="003120D7">
        <w:rPr>
          <w:u w:val="single"/>
        </w:rPr>
        <w:noBreakHyphen/>
      </w:r>
      <w:r>
        <w:rPr>
          <w:u w:val="single"/>
        </w:rPr>
        <w:t>huitième et quarante</w:t>
      </w:r>
      <w:r w:rsidR="003120D7">
        <w:rPr>
          <w:u w:val="single"/>
        </w:rPr>
        <w:noBreakHyphen/>
      </w:r>
      <w:proofErr w:type="gramStart"/>
      <w:r>
        <w:rPr>
          <w:u w:val="single"/>
        </w:rPr>
        <w:t>neuv</w:t>
      </w:r>
      <w:r w:rsidR="005C4FFF">
        <w:rPr>
          <w:u w:val="single"/>
        </w:rPr>
        <w:t>ième session</w:t>
      </w:r>
      <w:r>
        <w:rPr>
          <w:u w:val="single"/>
        </w:rPr>
        <w:t>s</w:t>
      </w:r>
      <w:proofErr w:type="gramEnd"/>
      <w:r>
        <w:rPr>
          <w:u w:val="single"/>
        </w:rPr>
        <w:t xml:space="preserve"> du comité</w:t>
      </w:r>
      <w:r w:rsidRPr="007C552D">
        <w:rPr>
          <w:szCs w:val="22"/>
          <w:u w:val="single"/>
          <w:vertAlign w:val="superscript"/>
        </w:rPr>
        <w:footnoteReference w:id="10"/>
      </w:r>
      <w:r>
        <w:rPr>
          <w:u w:val="single"/>
        </w:rPr>
        <w:t>, sous réserve de fonds disponibles, mais pour lesquelles les ressources du Fonds n</w:t>
      </w:r>
      <w:r w:rsidR="005C4FFF">
        <w:rPr>
          <w:u w:val="single"/>
        </w:rPr>
        <w:t>’</w:t>
      </w:r>
      <w:r>
        <w:rPr>
          <w:u w:val="single"/>
        </w:rPr>
        <w:t>étaient pas suffisantes au</w:t>
      </w:r>
      <w:r w:rsidR="005C4FFF">
        <w:rPr>
          <w:u w:val="single"/>
        </w:rPr>
        <w:t xml:space="preserve"> 1</w:t>
      </w:r>
      <w:r w:rsidR="005C4FFF" w:rsidRPr="005C4FFF">
        <w:rPr>
          <w:u w:val="single"/>
          <w:vertAlign w:val="superscript"/>
        </w:rPr>
        <w:t>er</w:t>
      </w:r>
      <w:r w:rsidR="005C4FFF">
        <w:rPr>
          <w:u w:val="single"/>
        </w:rPr>
        <w:t> </w:t>
      </w:r>
      <w:r>
        <w:rPr>
          <w:u w:val="single"/>
        </w:rPr>
        <w:t>novembre 2024 (dans l</w:t>
      </w:r>
      <w:r w:rsidR="005C4FFF">
        <w:rPr>
          <w:u w:val="single"/>
        </w:rPr>
        <w:t>’</w:t>
      </w:r>
      <w:r>
        <w:rPr>
          <w:u w:val="single"/>
        </w:rPr>
        <w:t>ordre de priorité)</w:t>
      </w:r>
      <w:r w:rsidR="005C4FFF">
        <w:t> :</w:t>
      </w:r>
    </w:p>
    <w:p w14:paraId="466FB7BB" w14:textId="77777777" w:rsidR="00F874EC" w:rsidRPr="00FC05F2" w:rsidRDefault="00F874EC" w:rsidP="00C77825">
      <w:pPr>
        <w:spacing w:before="220"/>
        <w:ind w:left="567"/>
        <w:contextualSpacing/>
        <w:rPr>
          <w:color w:val="000000"/>
          <w:szCs w:val="22"/>
          <w:lang w:val="it-IT"/>
        </w:rPr>
      </w:pPr>
      <w:r w:rsidRPr="00FC05F2">
        <w:rPr>
          <w:color w:val="000000"/>
          <w:lang w:val="it-IT"/>
        </w:rPr>
        <w:t>Hamadi AG MOHAMED ABBA (M.)</w:t>
      </w:r>
    </w:p>
    <w:p w14:paraId="73D4893A" w14:textId="4C8BF601" w:rsidR="005C4FFF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5C4FFF">
        <w:rPr>
          <w:color w:val="000000"/>
          <w:lang w:val="fr-FR"/>
        </w:rPr>
        <w:t>Nom de l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ONG ayant le statut d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observateur accrédité qui a désigné le demandeur</w:t>
      </w:r>
      <w:r w:rsidR="005C4FFF">
        <w:rPr>
          <w:color w:val="000000"/>
          <w:lang w:val="fr-FR"/>
        </w:rPr>
        <w:t> :</w:t>
      </w:r>
      <w:r w:rsidRPr="005C4FFF">
        <w:rPr>
          <w:color w:val="000000"/>
          <w:lang w:val="fr-FR"/>
        </w:rPr>
        <w:t xml:space="preserve"> ADJMOR</w:t>
      </w:r>
    </w:p>
    <w:p w14:paraId="5DC94EC0" w14:textId="3729FABF" w:rsidR="00F874EC" w:rsidRPr="005C4FFF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5C4FFF">
        <w:rPr>
          <w:color w:val="000000"/>
          <w:lang w:val="fr-FR"/>
        </w:rPr>
        <w:t>Siège de l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ONG ayant le statut d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observateur accrédité</w:t>
      </w:r>
      <w:r w:rsidR="005C4FFF">
        <w:rPr>
          <w:color w:val="000000"/>
          <w:lang w:val="fr-FR"/>
        </w:rPr>
        <w:t> :</w:t>
      </w:r>
      <w:r w:rsidRPr="005C4FFF">
        <w:rPr>
          <w:color w:val="000000"/>
          <w:lang w:val="fr-FR"/>
        </w:rPr>
        <w:t xml:space="preserve"> Tombouctou (Mali)</w:t>
      </w:r>
    </w:p>
    <w:p w14:paraId="0EDF1091" w14:textId="149D2145" w:rsidR="00F874EC" w:rsidRPr="003120D7" w:rsidRDefault="00F874EC" w:rsidP="00C77825">
      <w:pPr>
        <w:spacing w:after="220"/>
        <w:ind w:left="567"/>
        <w:rPr>
          <w:color w:val="000000"/>
          <w:lang w:val="fr-FR"/>
        </w:rPr>
      </w:pPr>
      <w:r w:rsidRPr="003120D7">
        <w:rPr>
          <w:color w:val="000000"/>
          <w:lang w:val="fr-FR"/>
        </w:rPr>
        <w:t>Nationalité du demandeur admis</w:t>
      </w:r>
      <w:r w:rsidR="005C4FFF" w:rsidRPr="003120D7">
        <w:rPr>
          <w:color w:val="000000"/>
          <w:lang w:val="fr-FR"/>
        </w:rPr>
        <w:t> :</w:t>
      </w:r>
      <w:r w:rsidRPr="003120D7">
        <w:rPr>
          <w:color w:val="000000"/>
          <w:lang w:val="fr-FR"/>
        </w:rPr>
        <w:t xml:space="preserve"> Mali</w:t>
      </w:r>
    </w:p>
    <w:p w14:paraId="5FE1C412" w14:textId="77777777" w:rsidR="00F874EC" w:rsidRPr="00C77825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C77825">
        <w:rPr>
          <w:color w:val="000000"/>
          <w:lang w:val="fr-FR"/>
        </w:rPr>
        <w:t>Nelson DE LEÓN KANTULE (M.)</w:t>
      </w:r>
    </w:p>
    <w:p w14:paraId="732BC88B" w14:textId="28F05586" w:rsidR="00F874EC" w:rsidRPr="003120D7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3120D7">
        <w:rPr>
          <w:color w:val="000000"/>
          <w:lang w:val="fr-FR"/>
        </w:rPr>
        <w:t>Nom de l</w:t>
      </w:r>
      <w:r w:rsidR="005C4FFF" w:rsidRPr="003120D7">
        <w:rPr>
          <w:color w:val="000000"/>
          <w:lang w:val="fr-FR"/>
        </w:rPr>
        <w:t>’</w:t>
      </w:r>
      <w:r w:rsidRPr="003120D7">
        <w:rPr>
          <w:color w:val="000000"/>
          <w:lang w:val="fr-FR"/>
        </w:rPr>
        <w:t>ONG ayant le statut d</w:t>
      </w:r>
      <w:r w:rsidR="005C4FFF" w:rsidRPr="003120D7">
        <w:rPr>
          <w:color w:val="000000"/>
          <w:lang w:val="fr-FR"/>
        </w:rPr>
        <w:t>’</w:t>
      </w:r>
      <w:r w:rsidRPr="003120D7">
        <w:rPr>
          <w:color w:val="000000"/>
          <w:lang w:val="fr-FR"/>
        </w:rPr>
        <w:t>observateur accrédité qui a désigné le candidat</w:t>
      </w:r>
      <w:r w:rsidR="005C4FFF" w:rsidRPr="003120D7">
        <w:rPr>
          <w:color w:val="000000"/>
          <w:lang w:val="fr-FR"/>
        </w:rPr>
        <w:t> :</w:t>
      </w:r>
    </w:p>
    <w:p w14:paraId="3B96B4F0" w14:textId="77777777" w:rsidR="005C4FFF" w:rsidRDefault="00F874EC" w:rsidP="00C77825">
      <w:pPr>
        <w:spacing w:before="220"/>
        <w:ind w:left="567"/>
        <w:contextualSpacing/>
        <w:rPr>
          <w:color w:val="000000"/>
          <w:lang w:val="en-US"/>
        </w:rPr>
      </w:pPr>
      <w:proofErr w:type="spellStart"/>
      <w:r w:rsidRPr="00C77825">
        <w:rPr>
          <w:color w:val="000000"/>
          <w:lang w:val="en-US"/>
        </w:rPr>
        <w:t>Asociación</w:t>
      </w:r>
      <w:proofErr w:type="spellEnd"/>
      <w:r w:rsidRPr="00C77825">
        <w:rPr>
          <w:color w:val="000000"/>
          <w:lang w:val="en-US"/>
        </w:rPr>
        <w:t xml:space="preserve"> Kunas Unidos </w:t>
      </w:r>
      <w:proofErr w:type="spellStart"/>
      <w:r w:rsidRPr="00C77825">
        <w:rPr>
          <w:color w:val="000000"/>
          <w:lang w:val="en-US"/>
        </w:rPr>
        <w:t>por</w:t>
      </w:r>
      <w:proofErr w:type="spellEnd"/>
      <w:r w:rsidRPr="00C77825">
        <w:rPr>
          <w:color w:val="000000"/>
          <w:lang w:val="en-US"/>
        </w:rPr>
        <w:t xml:space="preserve"> </w:t>
      </w:r>
      <w:proofErr w:type="spellStart"/>
      <w:r w:rsidRPr="00C77825">
        <w:rPr>
          <w:color w:val="000000"/>
          <w:lang w:val="en-US"/>
        </w:rPr>
        <w:t>Napguana</w:t>
      </w:r>
      <w:proofErr w:type="spellEnd"/>
      <w:r w:rsidRPr="00520F11">
        <w:rPr>
          <w:color w:val="000000"/>
          <w:lang w:val="en-US"/>
        </w:rPr>
        <w:t xml:space="preserve">/Association of </w:t>
      </w:r>
      <w:r w:rsidRPr="00C77825">
        <w:rPr>
          <w:color w:val="000000"/>
          <w:lang w:val="en-US"/>
        </w:rPr>
        <w:t>Kunas United for Mother Earth</w:t>
      </w:r>
      <w:r w:rsidRPr="00520F11">
        <w:rPr>
          <w:color w:val="000000"/>
          <w:lang w:val="en-US"/>
        </w:rPr>
        <w:t> (KUNA)</w:t>
      </w:r>
    </w:p>
    <w:p w14:paraId="71904C30" w14:textId="1DF699A0" w:rsidR="00F874EC" w:rsidRPr="005C4FFF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5C4FFF">
        <w:rPr>
          <w:color w:val="000000"/>
          <w:lang w:val="fr-FR"/>
        </w:rPr>
        <w:t>Siège de l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ONG ayant le statut d</w:t>
      </w:r>
      <w:r w:rsidR="005C4FFF">
        <w:rPr>
          <w:color w:val="000000"/>
          <w:lang w:val="fr-FR"/>
        </w:rPr>
        <w:t>’</w:t>
      </w:r>
      <w:r w:rsidRPr="005C4FFF">
        <w:rPr>
          <w:color w:val="000000"/>
          <w:lang w:val="fr-FR"/>
        </w:rPr>
        <w:t>observateur accrédité</w:t>
      </w:r>
      <w:r w:rsidR="005C4FFF">
        <w:rPr>
          <w:color w:val="000000"/>
          <w:lang w:val="fr-FR"/>
        </w:rPr>
        <w:t> :</w:t>
      </w:r>
      <w:r w:rsidRPr="005C4FFF">
        <w:rPr>
          <w:color w:val="000000"/>
          <w:lang w:val="fr-FR"/>
        </w:rPr>
        <w:t xml:space="preserve"> Panama (Panama)</w:t>
      </w:r>
    </w:p>
    <w:p w14:paraId="47C7CB8B" w14:textId="662F479F" w:rsidR="00F874EC" w:rsidRPr="005C4FFF" w:rsidRDefault="00F874EC" w:rsidP="00C77825">
      <w:pPr>
        <w:spacing w:before="220"/>
        <w:ind w:left="567"/>
        <w:contextualSpacing/>
        <w:rPr>
          <w:color w:val="000000"/>
          <w:lang w:val="fr-FR"/>
        </w:rPr>
      </w:pPr>
      <w:r w:rsidRPr="005C4FFF">
        <w:rPr>
          <w:color w:val="000000"/>
          <w:lang w:val="fr-FR"/>
        </w:rPr>
        <w:t>Nationalité du demandeur admis</w:t>
      </w:r>
      <w:r w:rsidR="005C4FFF">
        <w:rPr>
          <w:color w:val="000000"/>
          <w:lang w:val="fr-FR"/>
        </w:rPr>
        <w:t> :</w:t>
      </w:r>
      <w:r w:rsidRPr="005C4FFF">
        <w:rPr>
          <w:color w:val="000000"/>
          <w:lang w:val="fr-FR"/>
        </w:rPr>
        <w:t xml:space="preserve"> Panama</w:t>
      </w:r>
    </w:p>
    <w:p w14:paraId="10D0D8B2" w14:textId="77777777" w:rsidR="005C4FFF" w:rsidRDefault="00F874EC" w:rsidP="00C77825">
      <w:pPr>
        <w:spacing w:before="220"/>
        <w:ind w:left="567"/>
      </w:pPr>
      <w:proofErr w:type="spellStart"/>
      <w:r>
        <w:t>Agoussou</w:t>
      </w:r>
      <w:proofErr w:type="spellEnd"/>
      <w:r>
        <w:t> Marcellin AIGBE (M.)</w:t>
      </w:r>
    </w:p>
    <w:p w14:paraId="5CEF04CA" w14:textId="5FFECC75" w:rsidR="005C4FFF" w:rsidRDefault="00F874EC" w:rsidP="00C77825">
      <w:pPr>
        <w:ind w:left="567"/>
      </w:pPr>
      <w:r>
        <w:t>Nom de l</w:t>
      </w:r>
      <w:r w:rsidR="005C4FFF">
        <w:t>’</w:t>
      </w:r>
      <w:r>
        <w:t>ONG ayant le statut d</w:t>
      </w:r>
      <w:r w:rsidR="005C4FFF">
        <w:t>’</w:t>
      </w:r>
      <w:r>
        <w:t>observateur accrédité qui a désigné le demandeur</w:t>
      </w:r>
      <w:r w:rsidR="005C4FFF">
        <w:t> :</w:t>
      </w:r>
      <w:r>
        <w:t xml:space="preserve"> Jeunesse sans frontières Bénin (JSF Bénin)</w:t>
      </w:r>
    </w:p>
    <w:p w14:paraId="4E16B3EA" w14:textId="737495E4" w:rsidR="005C4FFF" w:rsidRDefault="00F874EC" w:rsidP="00C77825">
      <w:pPr>
        <w:ind w:left="567"/>
      </w:pPr>
      <w:r>
        <w:t>Siège de l</w:t>
      </w:r>
      <w:r w:rsidR="005C4FFF">
        <w:t>’</w:t>
      </w:r>
      <w:r>
        <w:t>ONG ayant le statut d</w:t>
      </w:r>
      <w:r w:rsidR="005C4FFF">
        <w:t>’</w:t>
      </w:r>
      <w:r>
        <w:t>observateur accrédité</w:t>
      </w:r>
      <w:r w:rsidR="005C4FFF">
        <w:t> :</w:t>
      </w:r>
      <w:r>
        <w:t xml:space="preserve"> Tori</w:t>
      </w:r>
      <w:r w:rsidR="003120D7">
        <w:noBreakHyphen/>
      </w:r>
      <w:proofErr w:type="spellStart"/>
      <w:r>
        <w:t>Bossito</w:t>
      </w:r>
      <w:proofErr w:type="spellEnd"/>
      <w:r>
        <w:t> (Bénin)</w:t>
      </w:r>
    </w:p>
    <w:p w14:paraId="11434BD3" w14:textId="542BE214" w:rsidR="00F874EC" w:rsidRDefault="00F874EC" w:rsidP="00C77825">
      <w:pPr>
        <w:spacing w:after="220"/>
        <w:ind w:left="567"/>
      </w:pPr>
      <w:r>
        <w:t>Nationalité du demandeur admis</w:t>
      </w:r>
      <w:r w:rsidR="005C4FFF">
        <w:t> :</w:t>
      </w:r>
      <w:r>
        <w:t xml:space="preserve"> Bénin</w:t>
      </w:r>
    </w:p>
    <w:p w14:paraId="3A899E21" w14:textId="77777777" w:rsidR="005C4FFF" w:rsidRDefault="00F874EC" w:rsidP="00C77825">
      <w:pPr>
        <w:spacing w:before="220"/>
        <w:ind w:left="567"/>
      </w:pPr>
      <w:r>
        <w:lastRenderedPageBreak/>
        <w:t>Lucia Fernanda INÁCIO BELFORT SALES (Mme)</w:t>
      </w:r>
    </w:p>
    <w:p w14:paraId="06250771" w14:textId="68020AA2" w:rsidR="005C4FFF" w:rsidRDefault="00F874EC" w:rsidP="00C77825">
      <w:pPr>
        <w:ind w:left="567"/>
      </w:pPr>
      <w:r>
        <w:t>Nom de l</w:t>
      </w:r>
      <w:r w:rsidR="005C4FFF">
        <w:t>’</w:t>
      </w:r>
      <w:r>
        <w:t>ONG ayant le statut d</w:t>
      </w:r>
      <w:r w:rsidR="005C4FFF">
        <w:t>’</w:t>
      </w:r>
      <w:r>
        <w:t>observateur accrédité qui a désigné le candidat</w:t>
      </w:r>
      <w:r w:rsidR="005C4FFF">
        <w:t> :</w:t>
      </w:r>
      <w:r>
        <w:t xml:space="preserve"> </w:t>
      </w:r>
      <w:r>
        <w:rPr>
          <w:i/>
        </w:rPr>
        <w:t xml:space="preserve">Instituto </w:t>
      </w:r>
      <w:proofErr w:type="spellStart"/>
      <w:r>
        <w:rPr>
          <w:i/>
        </w:rPr>
        <w:t>Indígena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brasileño</w:t>
      </w:r>
      <w:proofErr w:type="spellEnd"/>
      <w:r>
        <w:rPr>
          <w:i/>
        </w:rPr>
        <w:t xml:space="preserve"> para la </w:t>
      </w:r>
      <w:proofErr w:type="spellStart"/>
      <w:r>
        <w:rPr>
          <w:i/>
        </w:rPr>
        <w:t>Propriedad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Intelectual</w:t>
      </w:r>
      <w:proofErr w:type="spellEnd"/>
      <w:r>
        <w:t> (INBRAPI)</w:t>
      </w:r>
    </w:p>
    <w:p w14:paraId="1E25A63E" w14:textId="7CDFB5A0" w:rsidR="00F874EC" w:rsidRDefault="00F874EC" w:rsidP="00C77825">
      <w:pPr>
        <w:ind w:left="567"/>
      </w:pPr>
      <w:r>
        <w:t>Siège de l</w:t>
      </w:r>
      <w:r w:rsidR="005C4FFF">
        <w:t>’</w:t>
      </w:r>
      <w:r>
        <w:t>ONG ayant le statut d</w:t>
      </w:r>
      <w:r w:rsidR="005C4FFF">
        <w:t>’</w:t>
      </w:r>
      <w:r>
        <w:t>observateur accrédité</w:t>
      </w:r>
      <w:r w:rsidR="005C4FFF">
        <w:t> :</w:t>
      </w:r>
      <w:r>
        <w:t xml:space="preserve"> </w:t>
      </w:r>
      <w:proofErr w:type="spellStart"/>
      <w:r>
        <w:t>Coxilha</w:t>
      </w:r>
      <w:proofErr w:type="spellEnd"/>
      <w:r>
        <w:t> (RS) (Brésil)</w:t>
      </w:r>
    </w:p>
    <w:p w14:paraId="3DC6BEDC" w14:textId="3D56AA80" w:rsidR="005C4FFF" w:rsidRDefault="00F874EC" w:rsidP="00C77825">
      <w:pPr>
        <w:spacing w:after="220"/>
        <w:ind w:left="567"/>
      </w:pPr>
      <w:r>
        <w:t>Nationalité du demandeur admis</w:t>
      </w:r>
      <w:r w:rsidR="005C4FFF">
        <w:t> :</w:t>
      </w:r>
      <w:r>
        <w:t xml:space="preserve"> Brésil</w:t>
      </w:r>
    </w:p>
    <w:p w14:paraId="09C3EC2E" w14:textId="2E0AA4DA" w:rsidR="00F874EC" w:rsidRPr="003136B4" w:rsidRDefault="00F874EC" w:rsidP="00417149">
      <w:pPr>
        <w:spacing w:before="220"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Dépenses effectuées au titre du Fonds en vue de la session spéciale du comité</w:t>
      </w:r>
      <w:r w:rsidR="005C4FFF">
        <w:rPr>
          <w:color w:val="000000"/>
          <w:u w:val="single"/>
        </w:rPr>
        <w:t> :</w:t>
      </w:r>
    </w:p>
    <w:p w14:paraId="79D6802E" w14:textId="396ECAE1" w:rsidR="005C4FFF" w:rsidRDefault="00F874EC" w:rsidP="00417149">
      <w:pPr>
        <w:spacing w:before="220" w:after="220"/>
        <w:ind w:left="562"/>
        <w:rPr>
          <w:color w:val="000000"/>
        </w:rPr>
      </w:pPr>
      <w:r w:rsidRPr="003120D7">
        <w:rPr>
          <w:color w:val="000000"/>
          <w:lang w:val="fr-FR"/>
        </w:rPr>
        <w:t>Lucia F. INÁCIO BELFORT S.</w:t>
      </w:r>
      <w:r w:rsidR="00A53340" w:rsidRPr="003120D7">
        <w:rPr>
          <w:color w:val="000000"/>
          <w:lang w:val="fr-FR"/>
        </w:rPr>
        <w:t> </w:t>
      </w:r>
      <w:r>
        <w:rPr>
          <w:color w:val="000000"/>
        </w:rPr>
        <w:t>(Mme)</w:t>
      </w:r>
      <w:r>
        <w:rPr>
          <w:color w:val="000000"/>
        </w:rPr>
        <w:tab/>
        <w:t>4286,25 francs suisses</w:t>
      </w:r>
    </w:p>
    <w:p w14:paraId="46D831FC" w14:textId="77777777" w:rsidR="005C4FFF" w:rsidRPr="00FC05F2" w:rsidRDefault="00F874EC" w:rsidP="00417149">
      <w:pPr>
        <w:spacing w:before="220" w:after="220"/>
        <w:ind w:left="540"/>
        <w:rPr>
          <w:color w:val="000000"/>
          <w:lang w:val="es-ES"/>
        </w:rPr>
      </w:pPr>
      <w:r w:rsidRPr="00FC05F2">
        <w:rPr>
          <w:color w:val="000000"/>
          <w:lang w:val="es-ES"/>
        </w:rPr>
        <w:t>Rodrigo DE LA CRUZ INLAGO (M.)</w:t>
      </w:r>
      <w:r w:rsidRPr="00FC05F2">
        <w:rPr>
          <w:color w:val="000000"/>
          <w:lang w:val="es-ES"/>
        </w:rPr>
        <w:tab/>
        <w:t>4202,60 </w:t>
      </w:r>
      <w:proofErr w:type="spellStart"/>
      <w:r w:rsidRPr="00FC05F2">
        <w:rPr>
          <w:color w:val="000000"/>
          <w:lang w:val="es-ES"/>
        </w:rPr>
        <w:t>francs</w:t>
      </w:r>
      <w:proofErr w:type="spellEnd"/>
      <w:r w:rsidRPr="00FC05F2">
        <w:rPr>
          <w:color w:val="000000"/>
          <w:lang w:val="es-ES"/>
        </w:rPr>
        <w:t xml:space="preserve"> </w:t>
      </w:r>
      <w:proofErr w:type="spellStart"/>
      <w:r w:rsidRPr="00FC05F2">
        <w:rPr>
          <w:color w:val="000000"/>
          <w:lang w:val="es-ES"/>
        </w:rPr>
        <w:t>suisses</w:t>
      </w:r>
      <w:proofErr w:type="spellEnd"/>
    </w:p>
    <w:p w14:paraId="3CBC3C5C" w14:textId="0C94E314" w:rsidR="00F874EC" w:rsidRPr="009B7616" w:rsidRDefault="00F874EC" w:rsidP="00417149">
      <w:pPr>
        <w:spacing w:before="220" w:after="220"/>
        <w:ind w:left="540"/>
        <w:rPr>
          <w:i/>
          <w:iCs/>
          <w:color w:val="000000"/>
          <w:szCs w:val="22"/>
        </w:rPr>
      </w:pPr>
      <w:r>
        <w:rPr>
          <w:color w:val="000000"/>
        </w:rPr>
        <w:t>Musa Usman NDAMBA (M.)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3775,65 francs suisses</w:t>
      </w:r>
    </w:p>
    <w:p w14:paraId="49621907" w14:textId="77777777" w:rsidR="005C4FFF" w:rsidRDefault="00F874EC" w:rsidP="00417149">
      <w:pPr>
        <w:spacing w:before="220" w:after="220"/>
        <w:ind w:left="540"/>
        <w:rPr>
          <w:color w:val="000000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 xml:space="preserve"> ABUBAKAR (M.)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4133,95 francs suisses</w:t>
      </w:r>
    </w:p>
    <w:p w14:paraId="31DD176E" w14:textId="18F54941" w:rsidR="00F874EC" w:rsidRPr="003136B4" w:rsidRDefault="00F874EC" w:rsidP="00417149">
      <w:pPr>
        <w:spacing w:before="220"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Dépenses effectuées en relation avec la Conférence diplomatique</w:t>
      </w:r>
      <w:r w:rsidR="005C4FFF">
        <w:rPr>
          <w:color w:val="000000"/>
        </w:rPr>
        <w:t> :</w:t>
      </w:r>
    </w:p>
    <w:p w14:paraId="2F793F47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</w:pPr>
      <w:r w:rsidRPr="00FC05F2">
        <w:rPr>
          <w:lang w:val="it-IT"/>
        </w:rPr>
        <w:t>Hamadi AG MOHAMED ABBA (M.)</w:t>
      </w:r>
      <w:r w:rsidRPr="00FC05F2">
        <w:rPr>
          <w:lang w:val="it-IT"/>
        </w:rPr>
        <w:tab/>
      </w:r>
      <w:r w:rsidRPr="00FC05F2">
        <w:rPr>
          <w:lang w:val="it-IT"/>
        </w:rPr>
        <w:tab/>
      </w:r>
      <w:r>
        <w:t>6544,10 francs suisses</w:t>
      </w:r>
    </w:p>
    <w:p w14:paraId="36C65CFF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</w:pPr>
      <w:r>
        <w:t>Lucy MULENKEI (Mme)</w:t>
      </w:r>
      <w:r>
        <w:tab/>
      </w:r>
      <w:r>
        <w:tab/>
      </w:r>
      <w:r>
        <w:tab/>
      </w:r>
      <w:r>
        <w:tab/>
        <w:t>6423,95 francs suisses</w:t>
      </w:r>
    </w:p>
    <w:p w14:paraId="24945596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</w:pPr>
      <w:r>
        <w:t>Jennifer CORPUZ (Mme)</w:t>
      </w:r>
      <w:r>
        <w:tab/>
      </w:r>
      <w:r>
        <w:tab/>
      </w:r>
      <w:r>
        <w:tab/>
      </w:r>
      <w:r>
        <w:tab/>
        <w:t>6652,70 francs suisses</w:t>
      </w:r>
    </w:p>
    <w:p w14:paraId="58E16F1B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</w:pPr>
      <w:r>
        <w:t>Preston HARDISON (M.)</w:t>
      </w:r>
      <w:r>
        <w:tab/>
      </w:r>
      <w:r>
        <w:tab/>
      </w:r>
      <w:r>
        <w:tab/>
      </w:r>
      <w:r>
        <w:tab/>
        <w:t>7054 francs suisses</w:t>
      </w:r>
    </w:p>
    <w:p w14:paraId="7C5F3CC8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</w:pPr>
      <w:r>
        <w:t>Edith BASTIDAS CALDERÓN (Mme)</w:t>
      </w:r>
      <w:r>
        <w:tab/>
        <w:t>4800,80 francs suisses</w:t>
      </w:r>
    </w:p>
    <w:p w14:paraId="769CFB7B" w14:textId="5B70404A" w:rsidR="00F874EC" w:rsidRPr="00AF36C7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  <w:rPr>
          <w:szCs w:val="22"/>
        </w:rPr>
      </w:pPr>
      <w:r w:rsidRPr="00FC05F2">
        <w:rPr>
          <w:lang w:val="es-ES"/>
        </w:rPr>
        <w:t>Rodrigo DE LA CRUZ INLAGO (M.)</w:t>
      </w:r>
      <w:r w:rsidRPr="00FC05F2">
        <w:rPr>
          <w:lang w:val="es-ES"/>
        </w:rPr>
        <w:tab/>
      </w:r>
      <w:r w:rsidRPr="00FC05F2">
        <w:rPr>
          <w:lang w:val="es-ES"/>
        </w:rPr>
        <w:tab/>
      </w:r>
      <w:r>
        <w:t>7097,90 francs suisses</w:t>
      </w:r>
    </w:p>
    <w:p w14:paraId="14D9FB9A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</w:pPr>
      <w:proofErr w:type="spellStart"/>
      <w:r>
        <w:t>Polina</w:t>
      </w:r>
      <w:proofErr w:type="spellEnd"/>
      <w:r>
        <w:t xml:space="preserve"> SHULBAEVA (Mme)</w:t>
      </w:r>
      <w:r>
        <w:tab/>
      </w:r>
      <w:r>
        <w:tab/>
      </w:r>
      <w:r>
        <w:tab/>
        <w:t>6246,90 francs suisses</w:t>
      </w:r>
    </w:p>
    <w:p w14:paraId="5BB640E7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</w:pPr>
      <w:r>
        <w:t>Mikhail TODYSHEV (M.)</w:t>
      </w:r>
      <w:r>
        <w:tab/>
      </w:r>
      <w:r>
        <w:tab/>
      </w:r>
      <w:r>
        <w:tab/>
      </w:r>
      <w:r>
        <w:tab/>
        <w:t>6959,10 francs suisses</w:t>
      </w:r>
    </w:p>
    <w:p w14:paraId="56CC1AC0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</w:pPr>
      <w:r>
        <w:t>June LORENZO (Mme)</w:t>
      </w:r>
      <w:r>
        <w:tab/>
      </w:r>
      <w:r>
        <w:tab/>
      </w:r>
      <w:r>
        <w:tab/>
      </w:r>
      <w:r>
        <w:tab/>
        <w:t>6915,40 francs suisses</w:t>
      </w:r>
    </w:p>
    <w:p w14:paraId="643D0948" w14:textId="5BE685A4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1"/>
        <w:contextualSpacing/>
      </w:pPr>
      <w:r>
        <w:t>Jo</w:t>
      </w:r>
      <w:r w:rsidR="003120D7">
        <w:noBreakHyphen/>
      </w:r>
      <w:r>
        <w:t>Anne DRIESSENS (Mme)</w:t>
      </w:r>
      <w:r>
        <w:tab/>
      </w:r>
      <w:r>
        <w:tab/>
      </w:r>
      <w:r>
        <w:tab/>
        <w:t>7042,60 francs suisses</w:t>
      </w:r>
    </w:p>
    <w:p w14:paraId="72832E2A" w14:textId="77777777" w:rsidR="005C4FFF" w:rsidRDefault="00F874EC" w:rsidP="00417149">
      <w:pPr>
        <w:pStyle w:val="Header"/>
        <w:tabs>
          <w:tab w:val="clear" w:pos="4536"/>
          <w:tab w:val="clear" w:pos="9072"/>
        </w:tabs>
        <w:spacing w:after="220"/>
        <w:ind w:firstLine="562"/>
      </w:pPr>
      <w:r>
        <w:t>Ulukoa DUHAYLONSOD (M.)</w:t>
      </w:r>
      <w:r>
        <w:tab/>
      </w:r>
      <w:r>
        <w:tab/>
      </w:r>
      <w:r>
        <w:tab/>
        <w:t>6959,05 francs suisses</w:t>
      </w:r>
    </w:p>
    <w:p w14:paraId="0DDE209C" w14:textId="71A0322D" w:rsidR="00F874EC" w:rsidRDefault="00F874EC" w:rsidP="00417149">
      <w:pPr>
        <w:pStyle w:val="Header"/>
        <w:tabs>
          <w:tab w:val="clear" w:pos="4536"/>
          <w:tab w:val="clear" w:pos="9072"/>
        </w:tabs>
        <w:spacing w:after="220"/>
        <w:rPr>
          <w:szCs w:val="22"/>
          <w:u w:val="single"/>
        </w:rPr>
      </w:pPr>
      <w:r>
        <w:t>Montant total des dépenses</w:t>
      </w:r>
      <w:r w:rsidR="005C4FFF">
        <w:t> 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72 696,50 francs suisses</w:t>
      </w:r>
    </w:p>
    <w:p w14:paraId="14241C5C" w14:textId="1874C7A9" w:rsidR="00F874EC" w:rsidRPr="0004784C" w:rsidRDefault="00F874EC" w:rsidP="00417149">
      <w:pPr>
        <w:pStyle w:val="Header"/>
        <w:tabs>
          <w:tab w:val="clear" w:pos="4536"/>
          <w:tab w:val="clear" w:pos="9072"/>
        </w:tabs>
        <w:spacing w:after="220"/>
        <w:rPr>
          <w:szCs w:val="22"/>
        </w:rPr>
      </w:pPr>
      <w:r>
        <w:t>Conformément à la décision prise par les assemblées des États membres de l</w:t>
      </w:r>
      <w:r w:rsidR="005C4FFF">
        <w:t>’</w:t>
      </w:r>
      <w:r>
        <w:t>OMPI lors de leur soixante</w:t>
      </w:r>
      <w:r w:rsidR="003120D7">
        <w:noBreakHyphen/>
      </w:r>
      <w:r>
        <w:t>quatrième série de réunions (du 6 au 14 </w:t>
      </w:r>
      <w:r w:rsidR="005C4FFF">
        <w:t>juillet 20</w:t>
      </w:r>
      <w:r>
        <w:t>23)</w:t>
      </w:r>
      <w:r w:rsidRPr="00A5151E">
        <w:rPr>
          <w:rStyle w:val="FootnoteReference"/>
          <w:szCs w:val="22"/>
        </w:rPr>
        <w:footnoteReference w:id="11"/>
      </w:r>
      <w:r>
        <w:t>, le solde du Fonds, qui s</w:t>
      </w:r>
      <w:r w:rsidR="005C4FFF">
        <w:t>’</w:t>
      </w:r>
      <w:r>
        <w:t>élevait à 41 387,21 francs suisses le 13 </w:t>
      </w:r>
      <w:r w:rsidR="005C4FFF">
        <w:t>février 20</w:t>
      </w:r>
      <w:r>
        <w:t>24, et les intérêts bancaires générés par le Fonds du</w:t>
      </w:r>
      <w:r w:rsidR="005C4FFF">
        <w:t xml:space="preserve"> 1</w:t>
      </w:r>
      <w:r w:rsidR="005C4FFF" w:rsidRPr="005C4FFF">
        <w:rPr>
          <w:vertAlign w:val="superscript"/>
        </w:rPr>
        <w:t>er</w:t>
      </w:r>
      <w:r w:rsidR="005C4FFF">
        <w:t> </w:t>
      </w:r>
      <w:r>
        <w:t>janvier au 30 </w:t>
      </w:r>
      <w:r w:rsidR="005C4FFF">
        <w:t>juin 20</w:t>
      </w:r>
      <w:r>
        <w:t>24, qui s</w:t>
      </w:r>
      <w:r w:rsidR="005C4FFF">
        <w:t>’</w:t>
      </w:r>
      <w:r>
        <w:t>élevaient à 119,11 francs suisses</w:t>
      </w:r>
      <w:r w:rsidRPr="00A5151E">
        <w:rPr>
          <w:rStyle w:val="FootnoteReference"/>
          <w:szCs w:val="22"/>
        </w:rPr>
        <w:footnoteReference w:id="12"/>
      </w:r>
      <w:r>
        <w:t>, ont été entièrement utilisés pour couvrir une partie de ces dépenses, et le reste de ces dépenses (31 190,18 francs suisses) a été couvert par le budget alloué à la Conférence diplomatique.</w:t>
      </w:r>
    </w:p>
    <w:p w14:paraId="3DCC61C8" w14:textId="55B17235" w:rsidR="00F874EC" w:rsidRDefault="00F874EC" w:rsidP="00417149">
      <w:pPr>
        <w:spacing w:after="220"/>
        <w:rPr>
          <w:szCs w:val="22"/>
        </w:rPr>
      </w:pPr>
      <w:r>
        <w:rPr>
          <w:u w:val="single"/>
        </w:rPr>
        <w:t>Engagements en vue des quarante</w:t>
      </w:r>
      <w:r w:rsidR="003120D7">
        <w:rPr>
          <w:u w:val="single"/>
        </w:rPr>
        <w:noBreakHyphen/>
      </w:r>
      <w:r>
        <w:rPr>
          <w:u w:val="single"/>
        </w:rPr>
        <w:t>huitième et quarante</w:t>
      </w:r>
      <w:r w:rsidR="003120D7">
        <w:rPr>
          <w:u w:val="single"/>
        </w:rPr>
        <w:noBreakHyphen/>
      </w:r>
      <w:proofErr w:type="gramStart"/>
      <w:r>
        <w:rPr>
          <w:u w:val="single"/>
        </w:rPr>
        <w:t>neuv</w:t>
      </w:r>
      <w:r w:rsidR="005C4FFF">
        <w:rPr>
          <w:u w:val="single"/>
        </w:rPr>
        <w:t>ième session</w:t>
      </w:r>
      <w:r>
        <w:rPr>
          <w:u w:val="single"/>
        </w:rPr>
        <w:t>s</w:t>
      </w:r>
      <w:proofErr w:type="gramEnd"/>
      <w:r>
        <w:rPr>
          <w:u w:val="single"/>
        </w:rPr>
        <w:t xml:space="preserve"> du comité</w:t>
      </w:r>
      <w:r w:rsidR="005C4FFF">
        <w:t> :</w:t>
      </w:r>
    </w:p>
    <w:p w14:paraId="6015B62F" w14:textId="77777777" w:rsidR="005C4FFF" w:rsidRDefault="00F874EC" w:rsidP="00417149">
      <w:pPr>
        <w:spacing w:after="220"/>
        <w:ind w:left="540"/>
      </w:pPr>
      <w:r>
        <w:t>Aucun.</w:t>
      </w:r>
    </w:p>
    <w:p w14:paraId="439C52F0" w14:textId="3E0C5F46" w:rsidR="00F874EC" w:rsidRPr="00CC47D9" w:rsidRDefault="00F874EC" w:rsidP="00844505">
      <w:pPr>
        <w:keepNext/>
        <w:keepLines/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lastRenderedPageBreak/>
        <w:t>Liste des personnes ayant demandé une assistance en vue de leur participation à la cinquant</w:t>
      </w:r>
      <w:r w:rsidR="005C4FFF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</w:p>
    <w:p w14:paraId="64DA26F3" w14:textId="77777777" w:rsidR="00F874EC" w:rsidRDefault="00F874EC" w:rsidP="00844505">
      <w:pPr>
        <w:keepNext/>
        <w:keepLines/>
        <w:spacing w:after="220"/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 xml:space="preserve"> ABUBAKAR (M.)</w:t>
      </w:r>
    </w:p>
    <w:p w14:paraId="2B015645" w14:textId="01FFFB16" w:rsidR="005C4FFF" w:rsidRDefault="00F874EC" w:rsidP="00844505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désigne le candidat</w:t>
      </w:r>
      <w:r w:rsidR="005C4FFF">
        <w:rPr>
          <w:color w:val="000000"/>
        </w:rPr>
        <w:t> :</w:t>
      </w:r>
    </w:p>
    <w:p w14:paraId="44D88A29" w14:textId="3BFB192B" w:rsidR="00844505" w:rsidRDefault="00F874EC" w:rsidP="00844505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Association de développement des Kanuri</w:t>
      </w:r>
    </w:p>
    <w:p w14:paraId="20152021" w14:textId="469707F7" w:rsidR="00F874EC" w:rsidRDefault="00F874EC" w:rsidP="00844505">
      <w:pPr>
        <w:spacing w:after="220"/>
        <w:ind w:left="567"/>
        <w:contextualSpacing/>
        <w:rPr>
          <w:color w:val="000000"/>
          <w:szCs w:val="22"/>
        </w:rPr>
      </w:pPr>
      <w:r>
        <w:rPr>
          <w:color w:val="000000"/>
        </w:rPr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Maiduguri (Nigéria)</w:t>
      </w:r>
    </w:p>
    <w:p w14:paraId="657E6262" w14:textId="3F1E6DF7" w:rsidR="00F874EC" w:rsidRDefault="00F874EC" w:rsidP="00844505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Nigéria</w:t>
      </w:r>
    </w:p>
    <w:p w14:paraId="2C369C1B" w14:textId="77777777" w:rsidR="00F874EC" w:rsidRPr="003120D7" w:rsidRDefault="00F874EC" w:rsidP="00E07905">
      <w:pPr>
        <w:ind w:left="567"/>
        <w:contextualSpacing/>
        <w:rPr>
          <w:szCs w:val="22"/>
          <w:lang w:val="fr-FR"/>
        </w:rPr>
      </w:pPr>
      <w:r w:rsidRPr="003120D7">
        <w:rPr>
          <w:lang w:val="fr-FR"/>
        </w:rPr>
        <w:t>Hamadi AG MOHAMED ABBA (M.)</w:t>
      </w:r>
    </w:p>
    <w:p w14:paraId="4EC22664" w14:textId="775DB537" w:rsidR="005C4FFF" w:rsidRDefault="00F874EC" w:rsidP="00E07905">
      <w:pPr>
        <w:pStyle w:val="Header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désigne le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ADJMOR</w:t>
      </w:r>
    </w:p>
    <w:p w14:paraId="1E93FEB9" w14:textId="55A338B3" w:rsidR="005C4FFF" w:rsidRDefault="00F874EC" w:rsidP="00E07905">
      <w:pPr>
        <w:pStyle w:val="Header"/>
        <w:ind w:firstLine="562"/>
        <w:contextualSpacing/>
        <w:rPr>
          <w:color w:val="000000"/>
        </w:rPr>
      </w:pPr>
      <w:r>
        <w:rPr>
          <w:color w:val="000000"/>
        </w:rPr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Tombouctou (Mali)</w:t>
      </w:r>
    </w:p>
    <w:p w14:paraId="26588A10" w14:textId="6A2DB8A3" w:rsidR="00F874EC" w:rsidRDefault="00F874EC" w:rsidP="00844505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Mali</w:t>
      </w:r>
    </w:p>
    <w:p w14:paraId="1CDE557D" w14:textId="77777777" w:rsidR="00F874EC" w:rsidRPr="009459DE" w:rsidRDefault="00F874EC" w:rsidP="00844505">
      <w:pPr>
        <w:spacing w:after="220"/>
        <w:ind w:left="567"/>
        <w:contextualSpacing/>
        <w:rPr>
          <w:color w:val="000000" w:themeColor="text1"/>
          <w:szCs w:val="22"/>
        </w:rPr>
      </w:pPr>
      <w:r>
        <w:rPr>
          <w:color w:val="000000" w:themeColor="text1"/>
        </w:rPr>
        <w:t>Edith BASTIDAS (Mme)</w:t>
      </w:r>
    </w:p>
    <w:p w14:paraId="42E98EF7" w14:textId="087FC6AB" w:rsidR="005C4FFF" w:rsidRDefault="00F874EC" w:rsidP="00844505">
      <w:pPr>
        <w:spacing w:after="220"/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 qui désigne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t xml:space="preserve">Red </w:t>
      </w:r>
      <w:proofErr w:type="spellStart"/>
      <w:r>
        <w:rPr>
          <w:i/>
          <w:iCs/>
          <w:color w:val="000000" w:themeColor="text1"/>
        </w:rPr>
        <w:t>Mujeres</w:t>
      </w:r>
      <w:proofErr w:type="spellEnd"/>
      <w:r>
        <w:rPr>
          <w:i/>
          <w:iCs/>
          <w:color w:val="000000" w:themeColor="text1"/>
        </w:rPr>
        <w:t xml:space="preserve"> </w:t>
      </w:r>
      <w:proofErr w:type="spellStart"/>
      <w:r>
        <w:rPr>
          <w:i/>
          <w:iCs/>
          <w:color w:val="000000" w:themeColor="text1"/>
        </w:rPr>
        <w:t>Indígenas</w:t>
      </w:r>
      <w:proofErr w:type="spellEnd"/>
      <w:r>
        <w:rPr>
          <w:i/>
          <w:iCs/>
          <w:color w:val="000000" w:themeColor="text1"/>
        </w:rPr>
        <w:t xml:space="preserve"> sobre </w:t>
      </w:r>
      <w:proofErr w:type="spellStart"/>
      <w:r>
        <w:rPr>
          <w:i/>
          <w:iCs/>
          <w:color w:val="000000" w:themeColor="text1"/>
        </w:rPr>
        <w:t>Biodiversidad</w:t>
      </w:r>
      <w:proofErr w:type="spellEnd"/>
      <w:r>
        <w:rPr>
          <w:color w:val="000000" w:themeColor="text1"/>
        </w:rPr>
        <w:t xml:space="preserve"> (RMIB)</w:t>
      </w:r>
    </w:p>
    <w:p w14:paraId="4D5E2D09" w14:textId="67882A5F" w:rsidR="005C4FFF" w:rsidRDefault="00F874EC" w:rsidP="00844505">
      <w:pPr>
        <w:spacing w:after="220"/>
        <w:ind w:left="567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Panama (Panama)</w:t>
      </w:r>
    </w:p>
    <w:p w14:paraId="669C4152" w14:textId="248A8530" w:rsidR="005C4FFF" w:rsidRDefault="00F874EC" w:rsidP="00844505">
      <w:pPr>
        <w:spacing w:after="220"/>
        <w:ind w:left="567"/>
        <w:rPr>
          <w:color w:val="000000" w:themeColor="text1"/>
        </w:rPr>
      </w:pPr>
      <w:r>
        <w:rPr>
          <w:color w:val="000000" w:themeColor="text1"/>
        </w:rPr>
        <w:t>Nationalité du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Colombie</w:t>
      </w:r>
    </w:p>
    <w:p w14:paraId="596FF4F1" w14:textId="30F29DCB" w:rsidR="00F874EC" w:rsidRDefault="00F874EC" w:rsidP="00844505">
      <w:pPr>
        <w:spacing w:after="220"/>
        <w:ind w:left="567"/>
        <w:contextualSpacing/>
        <w:rPr>
          <w:color w:val="000000"/>
          <w:szCs w:val="22"/>
        </w:rPr>
      </w:pPr>
      <w:r>
        <w:rPr>
          <w:color w:val="000000"/>
        </w:rPr>
        <w:t>Musa Usman NDAMBA (M.)</w:t>
      </w:r>
    </w:p>
    <w:p w14:paraId="1DCDC801" w14:textId="1E291B74" w:rsidR="005C4FFF" w:rsidRDefault="00F874EC" w:rsidP="00844505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désigne le candidat</w:t>
      </w:r>
      <w:r w:rsidR="005C4FF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 (MBOSCUDA)</w:t>
      </w:r>
      <w:r>
        <w:rPr>
          <w:color w:val="000000"/>
        </w:rPr>
        <w:br/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Yaoundé (Cameroun)</w:t>
      </w:r>
    </w:p>
    <w:p w14:paraId="2F93DABB" w14:textId="2C1EB8B0" w:rsidR="00F874EC" w:rsidRDefault="00F874EC" w:rsidP="00844505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Cameroun</w:t>
      </w:r>
    </w:p>
    <w:p w14:paraId="30656A4A" w14:textId="77777777" w:rsidR="00F874EC" w:rsidRDefault="00F874EC" w:rsidP="00844505">
      <w:pPr>
        <w:spacing w:after="220"/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Osaruigiemwin</w:t>
      </w:r>
      <w:proofErr w:type="spellEnd"/>
      <w:r>
        <w:rPr>
          <w:color w:val="000000"/>
        </w:rPr>
        <w:t> Joseph OGIERIAKHI (M.)</w:t>
      </w:r>
    </w:p>
    <w:p w14:paraId="6219E8D8" w14:textId="7130798B" w:rsidR="005C4FFF" w:rsidRDefault="00F874EC" w:rsidP="00844505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désigne le candidat</w:t>
      </w:r>
      <w:r w:rsidR="005C4FFF">
        <w:rPr>
          <w:color w:val="000000"/>
        </w:rPr>
        <w:t> :</w:t>
      </w:r>
      <w:r>
        <w:rPr>
          <w:color w:val="000000"/>
        </w:rPr>
        <w:t xml:space="preserve"> West </w:t>
      </w:r>
      <w:proofErr w:type="spellStart"/>
      <w:r>
        <w:rPr>
          <w:color w:val="000000"/>
        </w:rPr>
        <w:t>Africa</w:t>
      </w:r>
      <w:proofErr w:type="spellEnd"/>
      <w:r>
        <w:rPr>
          <w:color w:val="000000"/>
        </w:rPr>
        <w:t xml:space="preserve"> Coalition for </w:t>
      </w:r>
      <w:proofErr w:type="spellStart"/>
      <w:r>
        <w:rPr>
          <w:color w:val="000000"/>
        </w:rPr>
        <w:t>Indigenous</w:t>
      </w:r>
      <w:proofErr w:type="spellEnd"/>
      <w:r>
        <w:rPr>
          <w:color w:val="000000"/>
        </w:rPr>
        <w:t xml:space="preserve"> Peoples</w:t>
      </w:r>
      <w:r w:rsidR="005C4FFF">
        <w:rPr>
          <w:color w:val="000000"/>
        </w:rPr>
        <w:t>’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Rights</w:t>
      </w:r>
      <w:proofErr w:type="spellEnd"/>
      <w:r>
        <w:rPr>
          <w:color w:val="000000"/>
        </w:rPr>
        <w:t> (WACIPR)</w:t>
      </w:r>
      <w:r>
        <w:rPr>
          <w:color w:val="000000"/>
        </w:rPr>
        <w:br/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Benin City (Nigéria)</w:t>
      </w:r>
    </w:p>
    <w:p w14:paraId="716082C9" w14:textId="5917A891" w:rsidR="00F874EC" w:rsidRDefault="00F874EC" w:rsidP="00844505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Nigéria</w:t>
      </w:r>
    </w:p>
    <w:p w14:paraId="23CEC962" w14:textId="77777777" w:rsidR="00F874EC" w:rsidRDefault="00F874EC" w:rsidP="00844505">
      <w:pPr>
        <w:spacing w:after="220"/>
        <w:ind w:left="567"/>
        <w:contextualSpacing/>
        <w:rPr>
          <w:color w:val="000000"/>
          <w:szCs w:val="22"/>
        </w:rPr>
      </w:pPr>
      <w:proofErr w:type="spellStart"/>
      <w:r>
        <w:rPr>
          <w:color w:val="000000"/>
        </w:rPr>
        <w:t>Nongpoklai</w:t>
      </w:r>
      <w:proofErr w:type="spellEnd"/>
      <w:r>
        <w:rPr>
          <w:color w:val="000000"/>
        </w:rPr>
        <w:t> SINHA (Mme)</w:t>
      </w:r>
    </w:p>
    <w:p w14:paraId="738B794B" w14:textId="39C15CE2" w:rsidR="005C4FFF" w:rsidRDefault="00F874EC" w:rsidP="00844505">
      <w:pPr>
        <w:spacing w:after="220"/>
        <w:ind w:left="567"/>
        <w:contextualSpacing/>
        <w:rPr>
          <w:color w:val="000000"/>
        </w:rPr>
      </w:pPr>
      <w:r>
        <w:rPr>
          <w:color w:val="000000"/>
        </w:rPr>
        <w:t>Nom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 qui désigne le candidat</w:t>
      </w:r>
      <w:r w:rsidR="005C4FF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Ethnic</w:t>
      </w:r>
      <w:proofErr w:type="spellEnd"/>
      <w:r>
        <w:rPr>
          <w:color w:val="000000"/>
        </w:rPr>
        <w:t xml:space="preserve"> Community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Organization (ECDO)</w:t>
      </w:r>
      <w:r>
        <w:rPr>
          <w:color w:val="000000"/>
        </w:rPr>
        <w:br/>
        <w:t>Siège de l</w:t>
      </w:r>
      <w:r w:rsidR="005C4FFF">
        <w:rPr>
          <w:color w:val="000000"/>
        </w:rPr>
        <w:t>’</w:t>
      </w:r>
      <w:r>
        <w:rPr>
          <w:color w:val="000000"/>
        </w:rPr>
        <w:t>ONG ayant le statut d</w:t>
      </w:r>
      <w:r w:rsidR="005C4FFF">
        <w:rPr>
          <w:color w:val="000000"/>
        </w:rPr>
        <w:t>’</w:t>
      </w:r>
      <w:r>
        <w:rPr>
          <w:color w:val="000000"/>
        </w:rPr>
        <w:t>observateur accrédité</w:t>
      </w:r>
      <w:r w:rsidR="005C4FFF">
        <w:rPr>
          <w:color w:val="000000"/>
        </w:rPr>
        <w:t> :</w:t>
      </w:r>
      <w:r>
        <w:rPr>
          <w:color w:val="000000"/>
        </w:rPr>
        <w:t xml:space="preserve"> Sylhet (Bangladesh)</w:t>
      </w:r>
    </w:p>
    <w:p w14:paraId="46D11245" w14:textId="0827AF3C" w:rsidR="00F874EC" w:rsidRDefault="00F874EC" w:rsidP="00844505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 du demandeur</w:t>
      </w:r>
      <w:r w:rsidR="005C4FFF">
        <w:rPr>
          <w:color w:val="000000"/>
        </w:rPr>
        <w:t> :</w:t>
      </w:r>
      <w:r>
        <w:rPr>
          <w:color w:val="000000"/>
        </w:rPr>
        <w:t xml:space="preserve"> Bangladesh</w:t>
      </w:r>
    </w:p>
    <w:p w14:paraId="456C909E" w14:textId="77777777" w:rsidR="00F874EC" w:rsidRDefault="00F874EC" w:rsidP="00E07905">
      <w:pPr>
        <w:ind w:left="567"/>
        <w:contextualSpacing/>
      </w:pPr>
      <w:r>
        <w:t>Mikhail TODYSHEV (M.)</w:t>
      </w:r>
    </w:p>
    <w:p w14:paraId="032A7F07" w14:textId="2870DE34" w:rsidR="005C4FFF" w:rsidRDefault="00F874EC" w:rsidP="00844505">
      <w:pPr>
        <w:pStyle w:val="Header"/>
        <w:spacing w:after="220"/>
        <w:ind w:left="562"/>
        <w:contextualSpacing/>
        <w:rPr>
          <w:color w:val="000000" w:themeColor="text1"/>
        </w:rPr>
      </w:pPr>
      <w:r>
        <w:rPr>
          <w:color w:val="000000" w:themeColor="text1"/>
        </w:rPr>
        <w:t>Nom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accrédité qui désigne le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Elders</w:t>
      </w:r>
      <w:proofErr w:type="spellEnd"/>
      <w:r>
        <w:rPr>
          <w:color w:val="000000" w:themeColor="text1"/>
        </w:rPr>
        <w:t xml:space="preserve"> Council of the </w:t>
      </w:r>
      <w:proofErr w:type="spellStart"/>
      <w:r>
        <w:rPr>
          <w:color w:val="000000" w:themeColor="text1"/>
        </w:rPr>
        <w:t>Shor</w:t>
      </w:r>
      <w:proofErr w:type="spellEnd"/>
      <w:r>
        <w:rPr>
          <w:color w:val="000000" w:themeColor="text1"/>
        </w:rPr>
        <w:t xml:space="preserve"> People</w:t>
      </w:r>
    </w:p>
    <w:p w14:paraId="7D03248B" w14:textId="7D58768F" w:rsidR="00F874EC" w:rsidRPr="009B5491" w:rsidRDefault="00F874EC" w:rsidP="00E07905">
      <w:pPr>
        <w:pStyle w:val="Header"/>
        <w:ind w:left="562"/>
        <w:contextualSpacing/>
        <w:rPr>
          <w:color w:val="000000" w:themeColor="text1"/>
        </w:rPr>
      </w:pPr>
      <w:r>
        <w:rPr>
          <w:color w:val="000000" w:themeColor="text1"/>
        </w:rPr>
        <w:t>Siège de l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ONG ayant le statut d</w:t>
      </w:r>
      <w:r w:rsidR="005C4FFF">
        <w:rPr>
          <w:color w:val="000000" w:themeColor="text1"/>
        </w:rPr>
        <w:t>’</w:t>
      </w:r>
      <w:r>
        <w:rPr>
          <w:color w:val="000000" w:themeColor="text1"/>
        </w:rPr>
        <w:t>observateur invité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Novokuznetz</w:t>
      </w:r>
      <w:proofErr w:type="spellEnd"/>
      <w:r>
        <w:rPr>
          <w:color w:val="000000" w:themeColor="text1"/>
        </w:rPr>
        <w:t xml:space="preserve"> (Fédération de Russie)</w:t>
      </w:r>
    </w:p>
    <w:p w14:paraId="7C9DE074" w14:textId="40E9333E" w:rsidR="00F874EC" w:rsidRDefault="00F874EC" w:rsidP="00844505">
      <w:pPr>
        <w:spacing w:after="220"/>
        <w:ind w:left="567"/>
      </w:pPr>
      <w:r>
        <w:rPr>
          <w:color w:val="000000" w:themeColor="text1"/>
        </w:rPr>
        <w:t>Nationalité du demandeur</w:t>
      </w:r>
      <w:r w:rsidR="005C4FFF">
        <w:rPr>
          <w:color w:val="000000" w:themeColor="text1"/>
        </w:rPr>
        <w:t> :</w:t>
      </w:r>
      <w:r>
        <w:rPr>
          <w:color w:val="000000" w:themeColor="text1"/>
        </w:rPr>
        <w:t xml:space="preserve"> Fédération de Russie</w:t>
      </w:r>
    </w:p>
    <w:p w14:paraId="36357D57" w14:textId="77777777" w:rsidR="00F874EC" w:rsidRDefault="00F874EC" w:rsidP="00221349">
      <w:pPr>
        <w:tabs>
          <w:tab w:val="num" w:pos="567"/>
        </w:tabs>
        <w:spacing w:before="720"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Le comité est invité à prendre note du contenu du présent document.</w:t>
      </w:r>
    </w:p>
    <w:p w14:paraId="196BBB04" w14:textId="77777777" w:rsidR="00F874EC" w:rsidRPr="00B316E3" w:rsidRDefault="00F874EC" w:rsidP="00E07905">
      <w:pPr>
        <w:pStyle w:val="Endofdocument-Annex"/>
        <w:spacing w:before="720"/>
      </w:pPr>
      <w:r>
        <w:t>[Fin du document]</w:t>
      </w:r>
    </w:p>
    <w:sectPr w:rsidR="00F874EC" w:rsidRPr="00B316E3" w:rsidSect="00F874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22563" w14:textId="77777777" w:rsidR="00F874EC" w:rsidRDefault="00F874EC">
      <w:r>
        <w:separator/>
      </w:r>
    </w:p>
  </w:endnote>
  <w:endnote w:type="continuationSeparator" w:id="0">
    <w:p w14:paraId="69B73AC7" w14:textId="77777777" w:rsidR="00F874EC" w:rsidRPr="009D30E6" w:rsidRDefault="00F874E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556E240" w14:textId="77777777" w:rsidR="00F874EC" w:rsidRPr="009D30E6" w:rsidRDefault="00F874E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7404EDE" w14:textId="77777777" w:rsidR="00F874EC" w:rsidRPr="009D30E6" w:rsidRDefault="00F874E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48A5" w14:textId="77777777" w:rsidR="00F874EC" w:rsidRDefault="00F874EC">
      <w:r>
        <w:separator/>
      </w:r>
    </w:p>
  </w:footnote>
  <w:footnote w:type="continuationSeparator" w:id="0">
    <w:p w14:paraId="7FEFAEEC" w14:textId="77777777" w:rsidR="00F874EC" w:rsidRDefault="00F874EC" w:rsidP="007461F1">
      <w:r>
        <w:separator/>
      </w:r>
    </w:p>
    <w:p w14:paraId="2916912B" w14:textId="77777777" w:rsidR="00F874EC" w:rsidRPr="009D30E6" w:rsidRDefault="00F874E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3AF5619" w14:textId="77777777" w:rsidR="00F874EC" w:rsidRPr="009D30E6" w:rsidRDefault="00F874E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54F2369C" w14:textId="6A69E08B" w:rsidR="00F874EC" w:rsidRPr="008D7EE2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782,22 francs suisses ont été remboursés le 2 septembre 2013, conformément aux conditions convenues d</w:t>
      </w:r>
      <w:r w:rsidR="009E3EA3">
        <w:t>’</w:t>
      </w:r>
      <w:r>
        <w:t>un commun accord concernant l</w:t>
      </w:r>
      <w:r w:rsidR="009E3EA3">
        <w:t>’</w:t>
      </w:r>
      <w:r>
        <w:t>utilisation de la contribution versée par le Gouvernement</w:t>
      </w:r>
      <w:r w:rsidR="00A53340">
        <w:t xml:space="preserve"> </w:t>
      </w:r>
      <w:r>
        <w:t>australien.</w:t>
      </w:r>
    </w:p>
  </w:footnote>
  <w:footnote w:id="3">
    <w:p w14:paraId="6B25D450" w14:textId="0A84BAD8" w:rsidR="00F874EC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16 158,98 francs suisses ont été remboursés le 8 janvier 2021, conformément aux conditions convenues d</w:t>
      </w:r>
      <w:r w:rsidR="009E3EA3">
        <w:t>’</w:t>
      </w:r>
      <w:r>
        <w:t>un commun accord concernant l</w:t>
      </w:r>
      <w:r w:rsidR="009E3EA3">
        <w:t>’</w:t>
      </w:r>
      <w:r>
        <w:t>utilisation de la contribution versée par le Gouvernement allemand.</w:t>
      </w:r>
    </w:p>
  </w:footnote>
  <w:footnote w:id="4">
    <w:p w14:paraId="254EF282" w14:textId="6BBB2CAC" w:rsidR="00F874EC" w:rsidRDefault="00F874EC" w:rsidP="00F874EC">
      <w:pPr>
        <w:pStyle w:val="FootnoteText"/>
      </w:pPr>
      <w:r>
        <w:rPr>
          <w:rStyle w:val="FootnoteReference"/>
          <w:szCs w:val="18"/>
        </w:rPr>
        <w:footnoteRef/>
      </w:r>
      <w:r>
        <w:tab/>
        <w:t xml:space="preserve">Voir le </w:t>
      </w:r>
      <w:r w:rsidR="009E3EA3">
        <w:t xml:space="preserve">document </w:t>
      </w:r>
      <w:r w:rsidR="009E3EA3">
        <w:t>WI</w:t>
      </w:r>
      <w:r>
        <w:t xml:space="preserve">PO/GRTKF/IC/SS/GE/23/INF/3 REV. </w:t>
      </w:r>
      <w:r>
        <w:t>daté du 29 août 2023.</w:t>
      </w:r>
    </w:p>
  </w:footnote>
  <w:footnote w:id="5">
    <w:p w14:paraId="60BA1900" w14:textId="71B66341" w:rsidR="00F874EC" w:rsidRPr="00675CC0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E3EA3">
        <w:t>’</w:t>
      </w:r>
      <w:r>
        <w:t xml:space="preserve">annexe du </w:t>
      </w:r>
      <w:r w:rsidR="009E3EA3">
        <w:t xml:space="preserve">document </w:t>
      </w:r>
      <w:r w:rsidR="009E3EA3">
        <w:t>WI</w:t>
      </w:r>
      <w:r>
        <w:t>PO/GRTKF/IC/47/INF/6 daté du 8 juin 2023.</w:t>
      </w:r>
    </w:p>
  </w:footnote>
  <w:footnote w:id="6">
    <w:p w14:paraId="5E5E028B" w14:textId="274012C2" w:rsidR="00F874EC" w:rsidRPr="006A5692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Voir le paragraphe 29.v) du document A/64/13 de l</w:t>
      </w:r>
      <w:r w:rsidR="009E3EA3">
        <w:t>’</w:t>
      </w:r>
      <w:r>
        <w:t>OMPI.</w:t>
      </w:r>
    </w:p>
  </w:footnote>
  <w:footnote w:id="7">
    <w:p w14:paraId="57947DC3" w14:textId="034452A5" w:rsidR="00F874EC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E3EA3">
        <w:t>’</w:t>
      </w:r>
      <w:r>
        <w:t xml:space="preserve">annexe du </w:t>
      </w:r>
      <w:r w:rsidR="009E3EA3">
        <w:t xml:space="preserve">document </w:t>
      </w:r>
      <w:r w:rsidR="009E3EA3">
        <w:t>GR</w:t>
      </w:r>
      <w:r>
        <w:t>ATK/DC/INF/5 de l</w:t>
      </w:r>
      <w:r w:rsidR="009E3EA3">
        <w:t>’</w:t>
      </w:r>
      <w:r>
        <w:t xml:space="preserve">OMPI daté du 8 février 2024. </w:t>
      </w:r>
      <w:r w:rsidR="005C4FFF">
        <w:t xml:space="preserve"> </w:t>
      </w:r>
      <w:r>
        <w:t>Les demandes ont été classées selon la liste des sept régions socioculturelles utilisées par l</w:t>
      </w:r>
      <w:r w:rsidR="009E3EA3">
        <w:t>’</w:t>
      </w:r>
      <w:r>
        <w:t xml:space="preserve">Instance permanente des </w:t>
      </w:r>
      <w:r w:rsidR="009E3EA3">
        <w:t>Nations Unies</w:t>
      </w:r>
      <w:r>
        <w:t xml:space="preserve"> sur les questions autochtones (UNPFII). </w:t>
      </w:r>
      <w:r w:rsidR="005C4FFF">
        <w:t xml:space="preserve"> </w:t>
      </w:r>
      <w:r>
        <w:t>Aux fins de cette liste, le critère retenu pour l</w:t>
      </w:r>
      <w:r w:rsidR="009E3EA3">
        <w:t>’</w:t>
      </w:r>
      <w:r>
        <w:t>attribution des demandes par région a été la région socioculturelle des peuples autochtones ou des communautés locales représentées par l</w:t>
      </w:r>
      <w:r w:rsidR="009E3EA3">
        <w:t>’</w:t>
      </w:r>
      <w:r>
        <w:t>ONG invitée désignant le demandeur, telle qu</w:t>
      </w:r>
      <w:r w:rsidR="009E3EA3">
        <w:t>’</w:t>
      </w:r>
      <w:r>
        <w:t xml:space="preserve">indiquée par son représentant. </w:t>
      </w:r>
      <w:r w:rsidR="005C4FFF">
        <w:t xml:space="preserve"> </w:t>
      </w:r>
      <w:r>
        <w:t>Le siège de l</w:t>
      </w:r>
      <w:r w:rsidR="009E3EA3">
        <w:t>’</w:t>
      </w:r>
      <w:r>
        <w:t>ONG désignant le demandeur a prévalu pour les demandes soumises par</w:t>
      </w:r>
      <w:r w:rsidR="009E3EA3">
        <w:t xml:space="preserve"> les ONG</w:t>
      </w:r>
      <w:r>
        <w:t xml:space="preserve"> invitées désignant le demandeur qui représentent des peuples autochtones ou des communautés locales de différentes régions socioculturelles.</w:t>
      </w:r>
    </w:p>
  </w:footnote>
  <w:footnote w:id="8">
    <w:p w14:paraId="76A997EC" w14:textId="7CB0B45A" w:rsidR="00F874EC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Mme </w:t>
      </w:r>
      <w:r>
        <w:t>INÁCIO BELFORT SALES, qui a été admise au bénéfice d</w:t>
      </w:r>
      <w:r w:rsidR="009E3EA3">
        <w:t>’</w:t>
      </w:r>
      <w:r>
        <w:t>une assistance, a fait savoir en temps utile qu</w:t>
      </w:r>
      <w:r w:rsidR="009E3EA3">
        <w:t>’</w:t>
      </w:r>
      <w:r>
        <w:t>elle n</w:t>
      </w:r>
      <w:r w:rsidR="009E3EA3">
        <w:t>’</w:t>
      </w:r>
      <w:r>
        <w:t>était pas en mesure de participer à la Conférence diplomatique au nom de l</w:t>
      </w:r>
      <w:r w:rsidR="009E3EA3">
        <w:t>’</w:t>
      </w:r>
      <w:r>
        <w:t>observateur invité qui a proposé sa candidature pour bénéficier d</w:t>
      </w:r>
      <w:r w:rsidR="009E3EA3">
        <w:t>’</w:t>
      </w:r>
      <w:r>
        <w:t xml:space="preserve">une assistance. </w:t>
      </w:r>
      <w:r w:rsidR="005C4FFF">
        <w:t xml:space="preserve"> </w:t>
      </w:r>
      <w:r>
        <w:t>Par conséquent, Mme BASTIDAS CALDERÓN, admise en tant que suppléante, s</w:t>
      </w:r>
      <w:r w:rsidR="009E3EA3">
        <w:t>’</w:t>
      </w:r>
      <w:r>
        <w:t>est vu proposer de bénéficier d</w:t>
      </w:r>
      <w:r w:rsidR="009E3EA3">
        <w:t>’</w:t>
      </w:r>
      <w:r>
        <w:t>une assistance à la place de Mme INÁCIO BELFORT SALES, et elle a accepté.</w:t>
      </w:r>
    </w:p>
  </w:footnote>
  <w:footnote w:id="9">
    <w:p w14:paraId="63364320" w14:textId="3D3231BB" w:rsidR="00F874EC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M. Frank </w:t>
      </w:r>
      <w:r>
        <w:t>ETTAWAGESHIK, qui a été admis au bénéfice d</w:t>
      </w:r>
      <w:r w:rsidR="009E3EA3">
        <w:t>’</w:t>
      </w:r>
      <w:r>
        <w:t>une assistance, a fait savoir qu</w:t>
      </w:r>
      <w:r w:rsidR="009E3EA3">
        <w:t>’</w:t>
      </w:r>
      <w:r>
        <w:t>il n</w:t>
      </w:r>
      <w:r w:rsidR="009E3EA3">
        <w:t>’</w:t>
      </w:r>
      <w:r>
        <w:t>était pas en mesure de participer à la Conférence diplomatique.</w:t>
      </w:r>
    </w:p>
  </w:footnote>
  <w:footnote w:id="10">
    <w:p w14:paraId="33BA0F59" w14:textId="51DF1972" w:rsidR="00F874EC" w:rsidRPr="00675CC0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E3EA3">
        <w:t>’</w:t>
      </w:r>
      <w:r>
        <w:t xml:space="preserve">annexe du </w:t>
      </w:r>
      <w:r w:rsidR="009E3EA3">
        <w:t xml:space="preserve">document </w:t>
      </w:r>
      <w:r w:rsidR="009E3EA3">
        <w:t>WI</w:t>
      </w:r>
      <w:r>
        <w:t xml:space="preserve">PO/GRTKF/IC/47/INF/6 daté du 8 juin 2023. </w:t>
      </w:r>
      <w:r w:rsidR="005C4FFF">
        <w:t xml:space="preserve"> </w:t>
      </w:r>
      <w:r>
        <w:t>Au moment de l</w:t>
      </w:r>
      <w:r w:rsidR="009E3EA3">
        <w:t>’</w:t>
      </w:r>
      <w:r>
        <w:t>adoption de sa recommandation (voir le paragraphe 4.iii) de ladite annexe), le Conseil consultatif ne pouvait pas prévoir que les quarante</w:t>
      </w:r>
      <w:r w:rsidR="009E3EA3">
        <w:t>-</w:t>
      </w:r>
      <w:r>
        <w:t xml:space="preserve">huitième et </w:t>
      </w:r>
      <w:r>
        <w:t>quarante</w:t>
      </w:r>
      <w:r w:rsidR="009E3EA3">
        <w:t>-</w:t>
      </w:r>
      <w:r>
        <w:t>neuv</w:t>
      </w:r>
      <w:r w:rsidR="009E3EA3">
        <w:t>ième session</w:t>
      </w:r>
      <w:r>
        <w:t xml:space="preserve">s du </w:t>
      </w:r>
      <w:r w:rsidR="00A53340">
        <w:t>comité</w:t>
      </w:r>
      <w:r>
        <w:t xml:space="preserve"> se tiendraient immédiatement l</w:t>
      </w:r>
      <w:r w:rsidR="009E3EA3">
        <w:t>’</w:t>
      </w:r>
      <w:r>
        <w:t>une après l</w:t>
      </w:r>
      <w:r w:rsidR="009E3EA3">
        <w:t>’</w:t>
      </w:r>
      <w:r>
        <w:t>autre et que le Conseil consultatif ne pourrait pas se réunir en marge de la quarante</w:t>
      </w:r>
      <w:r w:rsidR="009E3EA3">
        <w:t>-</w:t>
      </w:r>
      <w:r>
        <w:t>huit</w:t>
      </w:r>
      <w:r w:rsidR="009E3EA3">
        <w:t>ième session</w:t>
      </w:r>
      <w:r>
        <w:t xml:space="preserve"> du </w:t>
      </w:r>
      <w:r w:rsidR="00A53340">
        <w:t>comité</w:t>
      </w:r>
      <w:r>
        <w:t xml:space="preserve"> (session d</w:t>
      </w:r>
      <w:r w:rsidR="009E3EA3">
        <w:t>’</w:t>
      </w:r>
      <w:r>
        <w:t xml:space="preserve">une journée). </w:t>
      </w:r>
      <w:r w:rsidR="005C4FFF">
        <w:t xml:space="preserve"> </w:t>
      </w:r>
      <w:r>
        <w:t>Sa recommandation doit donc être considérée comme destinée aux quarante</w:t>
      </w:r>
      <w:r w:rsidR="009E3EA3">
        <w:t>-</w:t>
      </w:r>
      <w:r>
        <w:t>huitième et quarante</w:t>
      </w:r>
      <w:r w:rsidR="009E3EA3">
        <w:t>-</w:t>
      </w:r>
      <w:r>
        <w:t>neuv</w:t>
      </w:r>
      <w:r w:rsidR="009E3EA3">
        <w:t>ième session</w:t>
      </w:r>
      <w:r>
        <w:t>s du comité.</w:t>
      </w:r>
    </w:p>
  </w:footnote>
  <w:footnote w:id="11">
    <w:p w14:paraId="0F53C6A2" w14:textId="6BE314D8" w:rsidR="009E3EA3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Voir le paragraphe 29.v) du document A/64/13 de l</w:t>
      </w:r>
      <w:r w:rsidR="009E3EA3">
        <w:t>’</w:t>
      </w:r>
      <w:r>
        <w:t>OMPI.</w:t>
      </w:r>
    </w:p>
    <w:p w14:paraId="03EB9251" w14:textId="5171A1AA" w:rsidR="00F874EC" w:rsidRDefault="00F874EC" w:rsidP="00F874EC">
      <w:pPr>
        <w:pStyle w:val="FootnoteText"/>
      </w:pPr>
    </w:p>
  </w:footnote>
  <w:footnote w:id="12">
    <w:p w14:paraId="7F58DDC0" w14:textId="0A0222B5" w:rsidR="00F874EC" w:rsidRDefault="00F874EC" w:rsidP="00F874EC">
      <w:pPr>
        <w:pStyle w:val="FootnoteText"/>
      </w:pPr>
      <w:r>
        <w:rPr>
          <w:rStyle w:val="FootnoteReference"/>
        </w:rPr>
        <w:footnoteRef/>
      </w:r>
      <w:r>
        <w:tab/>
        <w:t>Ce montant diffère de celui figurant dans les rapports des donateurs, car l</w:t>
      </w:r>
      <w:r w:rsidR="009E3EA3">
        <w:t>’</w:t>
      </w:r>
      <w:r>
        <w:t>estimation des intérêts bancaires générés par ce Fonds jusqu</w:t>
      </w:r>
      <w:r w:rsidR="009E3EA3">
        <w:t>’</w:t>
      </w:r>
      <w:r>
        <w:t xml:space="preserve">en </w:t>
      </w:r>
      <w:r w:rsidR="009E3EA3">
        <w:t>juin 20</w:t>
      </w:r>
      <w:r>
        <w:t>24 était provisoire au moment de l</w:t>
      </w:r>
      <w:r w:rsidR="009E3EA3">
        <w:t>’</w:t>
      </w:r>
      <w:r>
        <w:t>établissement de ces rapports.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AB651" w14:textId="1AAB59FB" w:rsidR="00F16975" w:rsidRPr="00B45C15" w:rsidRDefault="00F874EC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WIPO/GRTKF/IC/49/</w:t>
    </w:r>
    <w:r w:rsidR="00D75D23">
      <w:rPr>
        <w:caps/>
      </w:rPr>
      <w:t>INF/</w:t>
    </w:r>
    <w:r>
      <w:rPr>
        <w:caps/>
      </w:rPr>
      <w:t>4</w:t>
    </w:r>
  </w:p>
  <w:p w14:paraId="1FF0EB63" w14:textId="636671C4" w:rsidR="00F16975" w:rsidRDefault="00F16975" w:rsidP="00D75D23">
    <w:pPr>
      <w:spacing w:after="480"/>
      <w:jc w:val="right"/>
    </w:pPr>
    <w:r>
      <w:t>page</w:t>
    </w:r>
    <w:r w:rsidR="00D75D2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3039"/>
        </w:tabs>
        <w:ind w:left="30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4668869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 w16cid:durableId="96684936">
    <w:abstractNumId w:val="3"/>
  </w:num>
  <w:num w:numId="2" w16cid:durableId="2012097583">
    <w:abstractNumId w:val="5"/>
  </w:num>
  <w:num w:numId="3" w16cid:durableId="437482932">
    <w:abstractNumId w:val="0"/>
  </w:num>
  <w:num w:numId="4" w16cid:durableId="1100831227">
    <w:abstractNumId w:val="6"/>
  </w:num>
  <w:num w:numId="5" w16cid:durableId="1741171197">
    <w:abstractNumId w:val="1"/>
  </w:num>
  <w:num w:numId="6" w16cid:durableId="61564625">
    <w:abstractNumId w:val="4"/>
  </w:num>
  <w:num w:numId="7" w16cid:durableId="1904679486">
    <w:abstractNumId w:val="8"/>
  </w:num>
  <w:num w:numId="8" w16cid:durableId="585656619">
    <w:abstractNumId w:val="7"/>
  </w:num>
  <w:num w:numId="9" w16cid:durableId="1825927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EC"/>
    <w:rsid w:val="00011B7D"/>
    <w:rsid w:val="00075432"/>
    <w:rsid w:val="0009458A"/>
    <w:rsid w:val="000E7BFC"/>
    <w:rsid w:val="000F5E56"/>
    <w:rsid w:val="001362EE"/>
    <w:rsid w:val="001832A6"/>
    <w:rsid w:val="00195C6E"/>
    <w:rsid w:val="001B266A"/>
    <w:rsid w:val="001B488E"/>
    <w:rsid w:val="001C6508"/>
    <w:rsid w:val="001D3D56"/>
    <w:rsid w:val="00221349"/>
    <w:rsid w:val="0022260E"/>
    <w:rsid w:val="00240654"/>
    <w:rsid w:val="002634C4"/>
    <w:rsid w:val="002956DE"/>
    <w:rsid w:val="002E4D1A"/>
    <w:rsid w:val="002E6F4C"/>
    <w:rsid w:val="002F16BC"/>
    <w:rsid w:val="002F4E68"/>
    <w:rsid w:val="003120D7"/>
    <w:rsid w:val="00322C0B"/>
    <w:rsid w:val="00361B10"/>
    <w:rsid w:val="00381798"/>
    <w:rsid w:val="003845C1"/>
    <w:rsid w:val="003A4DEE"/>
    <w:rsid w:val="003A67A3"/>
    <w:rsid w:val="003B76FA"/>
    <w:rsid w:val="003D4A2C"/>
    <w:rsid w:val="004008A2"/>
    <w:rsid w:val="004025DF"/>
    <w:rsid w:val="0040540C"/>
    <w:rsid w:val="00417149"/>
    <w:rsid w:val="00423E3E"/>
    <w:rsid w:val="00427AF4"/>
    <w:rsid w:val="004647DA"/>
    <w:rsid w:val="00477D6B"/>
    <w:rsid w:val="00495AC6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C4FFF"/>
    <w:rsid w:val="005E6516"/>
    <w:rsid w:val="005F7716"/>
    <w:rsid w:val="00605827"/>
    <w:rsid w:val="00610F1A"/>
    <w:rsid w:val="00616671"/>
    <w:rsid w:val="006B0DB5"/>
    <w:rsid w:val="007461F1"/>
    <w:rsid w:val="007D0AEA"/>
    <w:rsid w:val="007D6961"/>
    <w:rsid w:val="007F07CB"/>
    <w:rsid w:val="00810CEF"/>
    <w:rsid w:val="0081208D"/>
    <w:rsid w:val="00844505"/>
    <w:rsid w:val="008B2CC1"/>
    <w:rsid w:val="008E7930"/>
    <w:rsid w:val="0090731E"/>
    <w:rsid w:val="00966A22"/>
    <w:rsid w:val="00974CD6"/>
    <w:rsid w:val="00992AE4"/>
    <w:rsid w:val="009D30E6"/>
    <w:rsid w:val="009E3EA3"/>
    <w:rsid w:val="009E3F6F"/>
    <w:rsid w:val="009F499F"/>
    <w:rsid w:val="00A11D74"/>
    <w:rsid w:val="00A124C8"/>
    <w:rsid w:val="00A511F6"/>
    <w:rsid w:val="00A53340"/>
    <w:rsid w:val="00A57C52"/>
    <w:rsid w:val="00AC0AE4"/>
    <w:rsid w:val="00AD61DB"/>
    <w:rsid w:val="00B1090C"/>
    <w:rsid w:val="00B35AF5"/>
    <w:rsid w:val="00B45C15"/>
    <w:rsid w:val="00BB4458"/>
    <w:rsid w:val="00BE0BE0"/>
    <w:rsid w:val="00C314CD"/>
    <w:rsid w:val="00C664C8"/>
    <w:rsid w:val="00C77825"/>
    <w:rsid w:val="00CF0460"/>
    <w:rsid w:val="00D43E0F"/>
    <w:rsid w:val="00D45252"/>
    <w:rsid w:val="00D71B4D"/>
    <w:rsid w:val="00D75C1E"/>
    <w:rsid w:val="00D75D23"/>
    <w:rsid w:val="00D93D55"/>
    <w:rsid w:val="00DB1C48"/>
    <w:rsid w:val="00DD4917"/>
    <w:rsid w:val="00DD6A16"/>
    <w:rsid w:val="00E0091A"/>
    <w:rsid w:val="00E07905"/>
    <w:rsid w:val="00E17981"/>
    <w:rsid w:val="00E203AA"/>
    <w:rsid w:val="00E43160"/>
    <w:rsid w:val="00E5217A"/>
    <w:rsid w:val="00E527A5"/>
    <w:rsid w:val="00E76456"/>
    <w:rsid w:val="00E9467E"/>
    <w:rsid w:val="00E96A2E"/>
    <w:rsid w:val="00EE71CB"/>
    <w:rsid w:val="00F16975"/>
    <w:rsid w:val="00F66152"/>
    <w:rsid w:val="00F874EC"/>
    <w:rsid w:val="00FC05F2"/>
    <w:rsid w:val="00FE19E9"/>
    <w:rsid w:val="00FE70C2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BADF0D"/>
  <w15:docId w15:val="{60A7D495-2F3A-4026-9064-85F3AFD7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874E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F874EC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74EC"/>
    <w:pPr>
      <w:ind w:left="720"/>
      <w:contextualSpacing/>
    </w:pPr>
    <w:rPr>
      <w:lang w:val="fr-FR"/>
    </w:rPr>
  </w:style>
  <w:style w:type="character" w:customStyle="1" w:styleId="HeaderChar">
    <w:name w:val="Header Char"/>
    <w:link w:val="Header"/>
    <w:uiPriority w:val="99"/>
    <w:rsid w:val="00F874E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3120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</Template>
  <TotalTime>28</TotalTime>
  <Pages>8</Pages>
  <Words>2594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WIPO/GRTKF/IC/49/INF/4</vt:lpstr>
    </vt:vector>
  </TitlesOfParts>
  <Company>WIPO</Company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WIPO/GRTKF/IC/49/INF/4</dc:title>
  <dc:creator>LE GUEN Haude</dc:creator>
  <cp:keywords>FOR OFFICIAL USE ONLY</cp:keywords>
  <cp:lastModifiedBy>MORENO PALESTINI Maria del Pilar</cp:lastModifiedBy>
  <cp:revision>10</cp:revision>
  <cp:lastPrinted>2011-05-19T12:37:00Z</cp:lastPrinted>
  <dcterms:created xsi:type="dcterms:W3CDTF">2024-11-19T15:30:00Z</dcterms:created>
  <dcterms:modified xsi:type="dcterms:W3CDTF">2024-11-20T13:29:00Z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2024-11-19T15:33:54Z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05cd0760-6d66-4a4d-bf0c-bb58c264ab42</vt:lpwstr>
  </property>
  <property fmtid="{D5CDD505-2E9C-101B-9397-08002B2CF9AE}" pid="14" name="MSIP_Label_20773ee6-353b-4fb9-a59d-0b94c8c67bea_ContentBits">
    <vt:lpwstr>0</vt:lpwstr>
  </property>
</Properties>
</file>