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11696" w14:textId="77777777" w:rsidR="008B2CC1" w:rsidRPr="00495AC6" w:rsidRDefault="0040540C" w:rsidP="00A511F6">
      <w:pPr>
        <w:pBdr>
          <w:bottom w:val="single" w:sz="4" w:space="10" w:color="auto"/>
        </w:pBdr>
        <w:spacing w:after="120"/>
        <w:jc w:val="right"/>
      </w:pPr>
      <w:r w:rsidRPr="00495AC6">
        <w:rPr>
          <w:noProof/>
          <w:lang w:eastAsia="en-US"/>
        </w:rPr>
        <w:drawing>
          <wp:inline distT="0" distB="0" distL="0" distR="0" wp14:anchorId="657FB082" wp14:editId="6EA3516D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C636B" w14:textId="77777777" w:rsidR="00B1090C" w:rsidRPr="00495AC6" w:rsidRDefault="00A511F6" w:rsidP="0040540C">
      <w:pPr>
        <w:jc w:val="right"/>
        <w:rPr>
          <w:rFonts w:ascii="Arial Black" w:hAnsi="Arial Black"/>
          <w:caps/>
          <w:sz w:val="15"/>
        </w:rPr>
      </w:pPr>
      <w:r w:rsidRPr="00495AC6">
        <w:rPr>
          <w:rFonts w:ascii="Arial Black" w:hAnsi="Arial Black"/>
          <w:caps/>
          <w:sz w:val="15"/>
        </w:rPr>
        <w:t>wipo/grtkf/ic/4</w:t>
      </w:r>
      <w:r w:rsidR="00BB4458" w:rsidRPr="00495AC6">
        <w:rPr>
          <w:rFonts w:ascii="Arial Black" w:hAnsi="Arial Black"/>
          <w:caps/>
          <w:sz w:val="15"/>
        </w:rPr>
        <w:t>9</w:t>
      </w:r>
      <w:r w:rsidRPr="00495AC6"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887A64">
        <w:rPr>
          <w:rFonts w:ascii="Arial Black" w:hAnsi="Arial Black"/>
          <w:caps/>
          <w:sz w:val="15"/>
        </w:rPr>
        <w:t>Inf/3</w:t>
      </w:r>
    </w:p>
    <w:p w14:paraId="6AFEBB10" w14:textId="27D0A682" w:rsidR="008B2CC1" w:rsidRPr="00495AC6" w:rsidRDefault="00B1090C" w:rsidP="0040540C">
      <w:pPr>
        <w:jc w:val="right"/>
      </w:pPr>
      <w:r w:rsidRPr="00495AC6">
        <w:rPr>
          <w:rFonts w:ascii="Arial Black" w:hAnsi="Arial Black"/>
          <w:caps/>
          <w:sz w:val="15"/>
        </w:rPr>
        <w:t>ORIGINAL</w:t>
      </w:r>
      <w:r w:rsidR="00603BC4">
        <w:rPr>
          <w:rFonts w:ascii="Arial Black" w:hAnsi="Arial Black"/>
          <w:b/>
          <w:caps/>
          <w:sz w:val="15"/>
        </w:rPr>
        <w:t> :</w:t>
      </w:r>
      <w:r w:rsidR="002956DE" w:rsidRPr="00495AC6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887A64">
        <w:rPr>
          <w:rFonts w:ascii="Arial Black" w:hAnsi="Arial Black"/>
          <w:caps/>
          <w:sz w:val="15"/>
        </w:rPr>
        <w:t>anglais</w:t>
      </w:r>
    </w:p>
    <w:bookmarkEnd w:id="1"/>
    <w:p w14:paraId="495B41AF" w14:textId="01B8FDD3" w:rsidR="008B2CC1" w:rsidRPr="00495AC6" w:rsidRDefault="00B1090C" w:rsidP="00B1090C">
      <w:pPr>
        <w:spacing w:after="1200"/>
        <w:jc w:val="right"/>
      </w:pPr>
      <w:r w:rsidRPr="00495AC6">
        <w:rPr>
          <w:rFonts w:ascii="Arial Black" w:hAnsi="Arial Black"/>
          <w:caps/>
          <w:sz w:val="15"/>
        </w:rPr>
        <w:t>DATE</w:t>
      </w:r>
      <w:r w:rsidR="00603BC4">
        <w:rPr>
          <w:rFonts w:ascii="Arial Black" w:hAnsi="Arial Black"/>
          <w:b/>
          <w:caps/>
          <w:sz w:val="15"/>
        </w:rPr>
        <w:t> :</w:t>
      </w:r>
      <w:r w:rsidR="002956DE" w:rsidRPr="00495AC6">
        <w:rPr>
          <w:rFonts w:ascii="Arial Black" w:hAnsi="Arial Black"/>
          <w:caps/>
          <w:sz w:val="15"/>
        </w:rPr>
        <w:t xml:space="preserve"> </w:t>
      </w:r>
      <w:bookmarkStart w:id="2" w:name="Date"/>
      <w:r w:rsidR="00887A64">
        <w:rPr>
          <w:rFonts w:ascii="Arial Black" w:hAnsi="Arial Black"/>
          <w:caps/>
          <w:sz w:val="15"/>
        </w:rPr>
        <w:t>14 </w:t>
      </w:r>
      <w:r w:rsidR="00603BC4">
        <w:rPr>
          <w:rFonts w:ascii="Arial Black" w:hAnsi="Arial Black"/>
          <w:caps/>
          <w:sz w:val="15"/>
        </w:rPr>
        <w:t>novembre 20</w:t>
      </w:r>
      <w:r w:rsidR="00887A64">
        <w:rPr>
          <w:rFonts w:ascii="Arial Black" w:hAnsi="Arial Black"/>
          <w:caps/>
          <w:sz w:val="15"/>
        </w:rPr>
        <w:t>24</w:t>
      </w:r>
    </w:p>
    <w:bookmarkEnd w:id="2"/>
    <w:p w14:paraId="4CF3AD91" w14:textId="07A2FE02" w:rsidR="003845C1" w:rsidRPr="00495AC6" w:rsidRDefault="00A511F6" w:rsidP="00992AE4">
      <w:pPr>
        <w:spacing w:after="480"/>
        <w:outlineLvl w:val="0"/>
        <w:rPr>
          <w:b/>
          <w:sz w:val="28"/>
          <w:szCs w:val="28"/>
        </w:rPr>
      </w:pPr>
      <w:r w:rsidRPr="00495AC6">
        <w:rPr>
          <w:b/>
          <w:sz w:val="28"/>
          <w:szCs w:val="28"/>
        </w:rPr>
        <w:t>Comité intergouvernemental de la propriété intellectuelle relative aux</w:t>
      </w:r>
      <w:r w:rsidR="009A2FB5">
        <w:rPr>
          <w:b/>
          <w:sz w:val="28"/>
          <w:szCs w:val="28"/>
        </w:rPr>
        <w:t xml:space="preserve"> </w:t>
      </w:r>
      <w:r w:rsidRPr="00495AC6">
        <w:rPr>
          <w:b/>
          <w:sz w:val="28"/>
          <w:szCs w:val="28"/>
        </w:rPr>
        <w:t>ressources génétiques, aux savoirs traditionnels et au folklore</w:t>
      </w:r>
    </w:p>
    <w:p w14:paraId="3B566918" w14:textId="75727699" w:rsidR="00FE19E9" w:rsidRPr="00495AC6" w:rsidRDefault="00A511F6" w:rsidP="00FE19E9">
      <w:pPr>
        <w:outlineLvl w:val="1"/>
        <w:rPr>
          <w:b/>
          <w:sz w:val="24"/>
          <w:szCs w:val="24"/>
        </w:rPr>
      </w:pPr>
      <w:r w:rsidRPr="00495AC6">
        <w:rPr>
          <w:b/>
          <w:sz w:val="24"/>
          <w:szCs w:val="24"/>
        </w:rPr>
        <w:t>Quarante</w:t>
      </w:r>
      <w:r w:rsidR="00E51C86">
        <w:rPr>
          <w:b/>
          <w:sz w:val="24"/>
          <w:szCs w:val="24"/>
        </w:rPr>
        <w:noBreakHyphen/>
      </w:r>
      <w:r w:rsidR="00BB4458" w:rsidRPr="00495AC6">
        <w:rPr>
          <w:b/>
          <w:sz w:val="24"/>
          <w:szCs w:val="24"/>
        </w:rPr>
        <w:t>neuv</w:t>
      </w:r>
      <w:r w:rsidR="00603BC4">
        <w:rPr>
          <w:b/>
          <w:sz w:val="24"/>
          <w:szCs w:val="24"/>
        </w:rPr>
        <w:t>ième session</w:t>
      </w:r>
    </w:p>
    <w:p w14:paraId="7D0A9A40" w14:textId="77777777" w:rsidR="008B2CC1" w:rsidRPr="00495AC6" w:rsidRDefault="00A511F6" w:rsidP="00B1090C">
      <w:pPr>
        <w:spacing w:after="960"/>
        <w:outlineLvl w:val="1"/>
        <w:rPr>
          <w:b/>
          <w:sz w:val="24"/>
          <w:szCs w:val="24"/>
        </w:rPr>
      </w:pPr>
      <w:r w:rsidRPr="00495AC6">
        <w:rPr>
          <w:b/>
          <w:sz w:val="24"/>
          <w:szCs w:val="24"/>
        </w:rPr>
        <w:t>Genève</w:t>
      </w:r>
      <w:r w:rsidR="00BB4458" w:rsidRPr="00495AC6">
        <w:rPr>
          <w:b/>
          <w:sz w:val="24"/>
          <w:szCs w:val="24"/>
        </w:rPr>
        <w:t>, 2 – 6 décembre 2024</w:t>
      </w:r>
    </w:p>
    <w:p w14:paraId="1ACC95F8" w14:textId="0F17C7B2" w:rsidR="008B2CC1" w:rsidRPr="00495AC6" w:rsidRDefault="00887A64" w:rsidP="00B1090C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Projet de programme pour la quarante</w:t>
      </w:r>
      <w:r w:rsidR="00E51C86">
        <w:rPr>
          <w:caps/>
          <w:sz w:val="24"/>
        </w:rPr>
        <w:noBreakHyphen/>
      </w:r>
      <w:r>
        <w:rPr>
          <w:caps/>
          <w:sz w:val="24"/>
        </w:rPr>
        <w:t>neuv</w:t>
      </w:r>
      <w:r w:rsidR="00603BC4">
        <w:rPr>
          <w:caps/>
          <w:sz w:val="24"/>
        </w:rPr>
        <w:t>ième session</w:t>
      </w:r>
    </w:p>
    <w:p w14:paraId="35A2035E" w14:textId="77777777" w:rsidR="008B2CC1" w:rsidRPr="00495AC6" w:rsidRDefault="00887A64" w:rsidP="00B1090C">
      <w:pPr>
        <w:spacing w:after="1040"/>
        <w:rPr>
          <w:i/>
        </w:rPr>
      </w:pPr>
      <w:bookmarkStart w:id="4" w:name="Prepared"/>
      <w:bookmarkEnd w:id="4"/>
      <w:bookmarkEnd w:id="3"/>
      <w:r>
        <w:rPr>
          <w:i/>
        </w:rPr>
        <w:t>Document établi par le Secrétariat</w:t>
      </w:r>
    </w:p>
    <w:p w14:paraId="51BD6AD6" w14:textId="48156CF2" w:rsidR="00887A64" w:rsidRDefault="00887A64" w:rsidP="00887A64">
      <w:pPr>
        <w:pStyle w:val="ONUMFS"/>
      </w:pPr>
      <w:r>
        <w:t>Le Comité intergouvernemental de la propriété intellectuelle relative aux ressources génétiques, aux savoirs traditionnels et au folklore (ci</w:t>
      </w:r>
      <w:r w:rsidR="00E51C86">
        <w:noBreakHyphen/>
      </w:r>
      <w:r>
        <w:t>après dénommé “comité”) ayant demandé qu</w:t>
      </w:r>
      <w:r w:rsidR="00603BC4">
        <w:t>’</w:t>
      </w:r>
      <w:r>
        <w:t xml:space="preserve">un programme de travail soit diffusé, le présent document contient une proposition de programme de travail pour </w:t>
      </w:r>
      <w:proofErr w:type="gramStart"/>
      <w:r>
        <w:t>la quarante</w:t>
      </w:r>
      <w:proofErr w:type="gramEnd"/>
      <w:r w:rsidR="00E51C86">
        <w:noBreakHyphen/>
      </w:r>
      <w:r>
        <w:t>neuv</w:t>
      </w:r>
      <w:r w:rsidR="00603BC4">
        <w:t>ième session</w:t>
      </w:r>
      <w:r>
        <w:t xml:space="preserve"> du comi</w:t>
      </w:r>
      <w:r w:rsidR="00E51C86">
        <w:t>té.  Ce</w:t>
      </w:r>
      <w:r>
        <w:t xml:space="preserve"> projet de programme n</w:t>
      </w:r>
      <w:r w:rsidR="00603BC4">
        <w:t>’</w:t>
      </w:r>
      <w:r>
        <w:t>est présenté qu</w:t>
      </w:r>
      <w:r w:rsidR="00603BC4">
        <w:t>’</w:t>
      </w:r>
      <w:r>
        <w:t>à titre indicatif</w:t>
      </w:r>
      <w:r w:rsidR="00603BC4">
        <w:t> :</w:t>
      </w:r>
      <w:r>
        <w:t xml:space="preserve"> l</w:t>
      </w:r>
      <w:r w:rsidR="00603BC4">
        <w:t>’</w:t>
      </w:r>
      <w:r>
        <w:t>organisation effective du travail du comité sera décidée par le président et par les membres conformément au règlement intérieur</w:t>
      </w:r>
      <w:r w:rsidR="00474B1F"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17"/>
        <w:gridCol w:w="23"/>
        <w:gridCol w:w="5805"/>
      </w:tblGrid>
      <w:tr w:rsidR="00887A64" w14:paraId="4F152B73" w14:textId="77777777" w:rsidTr="00256B83">
        <w:tc>
          <w:tcPr>
            <w:tcW w:w="3550" w:type="dxa"/>
            <w:gridSpan w:val="3"/>
            <w:shd w:val="clear" w:color="auto" w:fill="auto"/>
          </w:tcPr>
          <w:p w14:paraId="3F314BBC" w14:textId="70E4D888" w:rsidR="00887A64" w:rsidRPr="00B77AA8" w:rsidRDefault="00887A64" w:rsidP="00256B83">
            <w:pPr>
              <w:spacing w:before="100" w:beforeAutospacing="1" w:after="100" w:afterAutospacing="1"/>
              <w:rPr>
                <w:u w:val="single"/>
              </w:rPr>
            </w:pPr>
            <w:r>
              <w:rPr>
                <w:u w:val="single"/>
              </w:rPr>
              <w:t>Dimanche</w:t>
            </w:r>
            <w:r w:rsidR="00603BC4">
              <w:rPr>
                <w:u w:val="single"/>
              </w:rPr>
              <w:t xml:space="preserve"> 1</w:t>
            </w:r>
            <w:r w:rsidR="00603BC4" w:rsidRPr="00603BC4">
              <w:rPr>
                <w:u w:val="single"/>
                <w:vertAlign w:val="superscript"/>
              </w:rPr>
              <w:t>er</w:t>
            </w:r>
            <w:r w:rsidR="00603BC4">
              <w:rPr>
                <w:u w:val="single"/>
              </w:rPr>
              <w:t> décembre 20</w:t>
            </w:r>
            <w:r>
              <w:rPr>
                <w:u w:val="single"/>
              </w:rPr>
              <w:t>24</w:t>
            </w:r>
          </w:p>
          <w:p w14:paraId="4800A359" w14:textId="66DD522C" w:rsidR="00887A64" w:rsidRDefault="00887A64" w:rsidP="002E0A16">
            <w:pPr>
              <w:spacing w:before="360" w:after="100" w:afterAutospacing="1"/>
            </w:pPr>
            <w:r>
              <w:t>Dès 10 h 00</w:t>
            </w:r>
          </w:p>
        </w:tc>
        <w:tc>
          <w:tcPr>
            <w:tcW w:w="5805" w:type="dxa"/>
            <w:shd w:val="clear" w:color="auto" w:fill="auto"/>
          </w:tcPr>
          <w:p w14:paraId="75B5E755" w14:textId="77777777" w:rsidR="00887A64" w:rsidRDefault="00887A64" w:rsidP="00474B1F">
            <w:pPr>
              <w:spacing w:before="600" w:after="100" w:afterAutospacing="1"/>
            </w:pPr>
            <w:r>
              <w:t>Forum consultatif autochtone</w:t>
            </w:r>
          </w:p>
          <w:p w14:paraId="7687B419" w14:textId="1E806652" w:rsidR="00887A64" w:rsidRPr="00474B1F" w:rsidRDefault="00887A64" w:rsidP="00474B1F">
            <w:pPr>
              <w:spacing w:before="100" w:beforeAutospacing="1" w:after="240"/>
            </w:pPr>
            <w:r>
              <w:rPr>
                <w:i/>
              </w:rPr>
              <w:t>Participants</w:t>
            </w:r>
            <w:r w:rsidR="00603BC4">
              <w:rPr>
                <w:i/>
              </w:rPr>
              <w:t> :</w:t>
            </w:r>
            <w:r>
              <w:rPr>
                <w:i/>
              </w:rPr>
              <w:t xml:space="preserve"> représentants d</w:t>
            </w:r>
            <w:r w:rsidR="00603BC4">
              <w:rPr>
                <w:i/>
              </w:rPr>
              <w:t>’</w:t>
            </w:r>
            <w:r>
              <w:rPr>
                <w:i/>
              </w:rPr>
              <w:t>organisations qui représentent des peuples autochtones et des communautés local</w:t>
            </w:r>
            <w:r w:rsidR="00E51C86">
              <w:rPr>
                <w:i/>
              </w:rPr>
              <w:t>es.  Ni</w:t>
            </w:r>
            <w:r>
              <w:rPr>
                <w:i/>
              </w:rPr>
              <w:t xml:space="preserve"> séance formelle du comité ni réunion officielle de l</w:t>
            </w:r>
            <w:r w:rsidR="00603BC4">
              <w:rPr>
                <w:i/>
              </w:rPr>
              <w:t>’</w:t>
            </w:r>
            <w:r>
              <w:rPr>
                <w:i/>
              </w:rPr>
              <w:t>OMPI, mais approuvé par le comité et organisé par le Secrétariat</w:t>
            </w:r>
          </w:p>
        </w:tc>
      </w:tr>
      <w:tr w:rsidR="00887A64" w14:paraId="1D16781F" w14:textId="77777777" w:rsidTr="00256B83">
        <w:tc>
          <w:tcPr>
            <w:tcW w:w="3510" w:type="dxa"/>
            <w:shd w:val="clear" w:color="auto" w:fill="auto"/>
          </w:tcPr>
          <w:p w14:paraId="7A30CB17" w14:textId="02EA19C3" w:rsidR="00887A64" w:rsidRPr="00B77AA8" w:rsidRDefault="00887A64" w:rsidP="006854AA">
            <w:pPr>
              <w:keepNext/>
              <w:rPr>
                <w:u w:val="single"/>
              </w:rPr>
            </w:pPr>
            <w:r>
              <w:rPr>
                <w:u w:val="single"/>
              </w:rPr>
              <w:lastRenderedPageBreak/>
              <w:t>Lundi 2 </w:t>
            </w:r>
            <w:r w:rsidR="00603BC4">
              <w:rPr>
                <w:u w:val="single"/>
              </w:rPr>
              <w:t>décembre 20</w:t>
            </w:r>
            <w:r>
              <w:rPr>
                <w:u w:val="single"/>
              </w:rPr>
              <w:t>24</w:t>
            </w:r>
          </w:p>
          <w:p w14:paraId="4DD11A47" w14:textId="77777777" w:rsidR="00887A64" w:rsidRDefault="00887A64" w:rsidP="006854AA">
            <w:pPr>
              <w:keepNext/>
              <w:spacing w:before="240"/>
            </w:pPr>
            <w:r>
              <w:t>10 h 00 – 13 h 00</w:t>
            </w:r>
          </w:p>
        </w:tc>
        <w:tc>
          <w:tcPr>
            <w:tcW w:w="5845" w:type="dxa"/>
            <w:gridSpan w:val="3"/>
            <w:shd w:val="clear" w:color="auto" w:fill="auto"/>
          </w:tcPr>
          <w:p w14:paraId="00EA3B9F" w14:textId="12F756B1" w:rsidR="00887A64" w:rsidRDefault="00887A64" w:rsidP="002E0A16">
            <w:pPr>
              <w:keepNext/>
              <w:tabs>
                <w:tab w:val="left" w:pos="1012"/>
              </w:tabs>
              <w:spacing w:before="480"/>
            </w:pPr>
            <w:r>
              <w:rPr>
                <w:b/>
              </w:rPr>
              <w:t>Point 1</w:t>
            </w:r>
            <w:r w:rsidR="00603BC4">
              <w:rPr>
                <w:b/>
              </w:rPr>
              <w:t> :</w:t>
            </w:r>
            <w:r w:rsidR="00474B1F" w:rsidRPr="00E51C86">
              <w:tab/>
            </w:r>
            <w:r>
              <w:t>Ouverture de la session</w:t>
            </w:r>
          </w:p>
          <w:p w14:paraId="0BD6EB1E" w14:textId="35C56E1D" w:rsidR="00887A64" w:rsidRDefault="00887A64" w:rsidP="006854AA">
            <w:pPr>
              <w:keepNext/>
              <w:tabs>
                <w:tab w:val="left" w:pos="1020"/>
              </w:tabs>
              <w:spacing w:before="240" w:line="260" w:lineRule="atLeast"/>
            </w:pPr>
            <w:r>
              <w:rPr>
                <w:b/>
              </w:rPr>
              <w:t>Point 2</w:t>
            </w:r>
            <w:r w:rsidR="00603BC4">
              <w:rPr>
                <w:b/>
              </w:rPr>
              <w:t> :</w:t>
            </w:r>
            <w:r w:rsidR="00474B1F" w:rsidRPr="00E51C86">
              <w:tab/>
            </w:r>
            <w:r>
              <w:t>Adoption de l</w:t>
            </w:r>
            <w:r w:rsidR="00603BC4">
              <w:t>’</w:t>
            </w:r>
            <w:r>
              <w:t>ordre du jour</w:t>
            </w:r>
          </w:p>
          <w:p w14:paraId="4F0682F3" w14:textId="1E653CCE" w:rsidR="00887A64" w:rsidRPr="005E064C" w:rsidRDefault="00887A64" w:rsidP="006854AA">
            <w:pPr>
              <w:keepNext/>
              <w:spacing w:line="260" w:lineRule="atLeast"/>
              <w:ind w:left="1052"/>
            </w:pPr>
            <w:r w:rsidRPr="005E064C">
              <w:t>WIPO/GRTKF/IC/49/1 Prov.2</w:t>
            </w:r>
          </w:p>
          <w:p w14:paraId="47DA8A71" w14:textId="2CDA6D86" w:rsidR="00887A64" w:rsidRPr="005E064C" w:rsidRDefault="00887A64" w:rsidP="006854AA">
            <w:pPr>
              <w:keepNext/>
              <w:spacing w:line="260" w:lineRule="atLeast"/>
              <w:ind w:left="1052"/>
            </w:pPr>
            <w:r w:rsidRPr="005E064C">
              <w:t>WIPO/GRTKF/IC/49/INF/2</w:t>
            </w:r>
          </w:p>
          <w:p w14:paraId="25FDF143" w14:textId="52A87A7B" w:rsidR="00887A64" w:rsidRDefault="00887A64" w:rsidP="006854AA">
            <w:pPr>
              <w:keepNext/>
              <w:spacing w:line="260" w:lineRule="atLeast"/>
              <w:ind w:left="1052"/>
            </w:pPr>
            <w:r>
              <w:t>WIPO/GRTKF/IC/49/INF/3</w:t>
            </w:r>
          </w:p>
          <w:p w14:paraId="72197698" w14:textId="721E0FA5" w:rsidR="00887A64" w:rsidRDefault="00887A64" w:rsidP="006854AA">
            <w:pPr>
              <w:keepNext/>
              <w:spacing w:before="240"/>
              <w:ind w:left="1052" w:hanging="1080"/>
            </w:pPr>
            <w:r>
              <w:rPr>
                <w:b/>
              </w:rPr>
              <w:t>Point 3</w:t>
            </w:r>
            <w:r w:rsidR="00603BC4">
              <w:rPr>
                <w:b/>
              </w:rPr>
              <w:t> :</w:t>
            </w:r>
            <w:r w:rsidR="00474B1F" w:rsidRPr="00E51C86">
              <w:tab/>
            </w:r>
            <w:r>
              <w:t>Accréditation de certaines organisations</w:t>
            </w:r>
          </w:p>
          <w:p w14:paraId="55E7934A" w14:textId="77777777" w:rsidR="00887A64" w:rsidRDefault="00887A64" w:rsidP="006854AA">
            <w:pPr>
              <w:keepNext/>
              <w:spacing w:line="260" w:lineRule="atLeast"/>
              <w:ind w:left="1052"/>
            </w:pPr>
            <w:r>
              <w:t>WIPO/GRTKF/IC/49/2</w:t>
            </w:r>
          </w:p>
          <w:p w14:paraId="300A5148" w14:textId="77777777" w:rsidR="00887A64" w:rsidRDefault="00887A64" w:rsidP="006854AA">
            <w:pPr>
              <w:keepNext/>
              <w:spacing w:line="260" w:lineRule="atLeast"/>
              <w:ind w:left="1052"/>
            </w:pPr>
            <w:r>
              <w:t>WIPO/GRTKF/IC/49/8</w:t>
            </w:r>
          </w:p>
          <w:p w14:paraId="35166F88" w14:textId="74D7716B" w:rsidR="00887A64" w:rsidRDefault="00887A64" w:rsidP="006854AA">
            <w:pPr>
              <w:keepNext/>
              <w:spacing w:before="240"/>
              <w:ind w:left="1052" w:hanging="1080"/>
            </w:pPr>
            <w:r>
              <w:rPr>
                <w:b/>
              </w:rPr>
              <w:t>Point 4</w:t>
            </w:r>
            <w:r w:rsidR="00603BC4">
              <w:rPr>
                <w:b/>
              </w:rPr>
              <w:t> :</w:t>
            </w:r>
            <w:r w:rsidR="00474B1F">
              <w:t xml:space="preserve"> </w:t>
            </w:r>
            <w:r w:rsidR="00474B1F">
              <w:tab/>
            </w:r>
            <w:r>
              <w:t>Participation des communautés autochtones et locales</w:t>
            </w:r>
          </w:p>
          <w:p w14:paraId="73A901FF" w14:textId="77777777" w:rsidR="00887A64" w:rsidRDefault="00887A64" w:rsidP="006854AA">
            <w:pPr>
              <w:keepNext/>
              <w:spacing w:before="360" w:line="260" w:lineRule="atLeast"/>
              <w:ind w:left="1052"/>
            </w:pPr>
            <w:r>
              <w:t>Fonds de contributions volontaires</w:t>
            </w:r>
          </w:p>
          <w:p w14:paraId="35BE8D52" w14:textId="77777777" w:rsidR="00887A64" w:rsidRDefault="00887A64" w:rsidP="006854AA">
            <w:pPr>
              <w:keepNext/>
              <w:ind w:left="1052"/>
            </w:pPr>
            <w:r>
              <w:t>WIPO/GRTKF/IC/49/3</w:t>
            </w:r>
          </w:p>
          <w:p w14:paraId="6A405C07" w14:textId="77777777" w:rsidR="00887A64" w:rsidRDefault="00887A64" w:rsidP="006854AA">
            <w:pPr>
              <w:keepNext/>
              <w:ind w:left="1052"/>
            </w:pPr>
            <w:r>
              <w:t>WIPO/GRTKF/IC/49/INF/4</w:t>
            </w:r>
          </w:p>
          <w:p w14:paraId="42175F32" w14:textId="77777777" w:rsidR="00887A64" w:rsidRDefault="00887A64" w:rsidP="006854AA">
            <w:pPr>
              <w:keepNext/>
              <w:ind w:left="1052"/>
            </w:pPr>
            <w:r>
              <w:t>WIPO/GRTKF/IC/49/INF/6</w:t>
            </w:r>
          </w:p>
          <w:p w14:paraId="7C1D511F" w14:textId="52EAEC52" w:rsidR="00887A64" w:rsidRDefault="00887A64" w:rsidP="006854AA">
            <w:pPr>
              <w:keepNext/>
              <w:spacing w:before="240"/>
              <w:ind w:left="1052"/>
            </w:pPr>
            <w:r>
              <w:t>Groupe d</w:t>
            </w:r>
            <w:r w:rsidR="00603BC4">
              <w:t>’</w:t>
            </w:r>
            <w:r>
              <w:t>experts des communautés autochtones et locales</w:t>
            </w:r>
          </w:p>
          <w:p w14:paraId="0BBDFA31" w14:textId="064B273A" w:rsidR="00887A64" w:rsidRPr="0074785E" w:rsidRDefault="00887A64" w:rsidP="006854AA">
            <w:pPr>
              <w:keepNext/>
              <w:spacing w:line="260" w:lineRule="atLeast"/>
              <w:ind w:left="1052"/>
              <w:rPr>
                <w:i/>
              </w:rPr>
            </w:pPr>
            <w:r>
              <w:rPr>
                <w:i/>
              </w:rPr>
              <w:t xml:space="preserve">Ne fait pas officiellement partie de la session du </w:t>
            </w:r>
            <w:r w:rsidR="009A2FB5">
              <w:rPr>
                <w:i/>
              </w:rPr>
              <w:t>comité</w:t>
            </w:r>
          </w:p>
          <w:p w14:paraId="6A60C29A" w14:textId="2415853A" w:rsidR="00887A64" w:rsidRDefault="00887A64" w:rsidP="006854AA">
            <w:pPr>
              <w:keepNext/>
              <w:spacing w:after="240" w:line="260" w:lineRule="atLeast"/>
              <w:ind w:left="1052"/>
            </w:pPr>
            <w:r>
              <w:t>WIPO/GRTKF/IC/49/INF/5</w:t>
            </w:r>
          </w:p>
        </w:tc>
      </w:tr>
      <w:tr w:rsidR="00887A64" w14:paraId="4D097CB5" w14:textId="77777777" w:rsidTr="00256B83">
        <w:tc>
          <w:tcPr>
            <w:tcW w:w="3510" w:type="dxa"/>
            <w:shd w:val="clear" w:color="auto" w:fill="auto"/>
          </w:tcPr>
          <w:p w14:paraId="7AF89ADA" w14:textId="77777777" w:rsidR="00887A64" w:rsidRDefault="00887A64" w:rsidP="00474B1F">
            <w:pPr>
              <w:spacing w:before="240" w:line="260" w:lineRule="atLeast"/>
            </w:pPr>
            <w:r>
              <w:t>15 h 00 – 18 h 00</w:t>
            </w:r>
          </w:p>
        </w:tc>
        <w:tc>
          <w:tcPr>
            <w:tcW w:w="5845" w:type="dxa"/>
            <w:gridSpan w:val="3"/>
            <w:shd w:val="clear" w:color="auto" w:fill="auto"/>
          </w:tcPr>
          <w:p w14:paraId="3DF86651" w14:textId="5B30EF22" w:rsidR="00887A64" w:rsidRDefault="00887A64" w:rsidP="00474B1F">
            <w:pPr>
              <w:spacing w:before="240"/>
              <w:ind w:left="1052" w:hanging="1080"/>
            </w:pPr>
            <w:r>
              <w:rPr>
                <w:b/>
              </w:rPr>
              <w:t>Point 5</w:t>
            </w:r>
            <w:r w:rsidR="00603BC4">
              <w:rPr>
                <w:b/>
              </w:rPr>
              <w:t> :</w:t>
            </w:r>
            <w:r w:rsidR="00474B1F">
              <w:t xml:space="preserve"> </w:t>
            </w:r>
            <w:r w:rsidR="00474B1F">
              <w:tab/>
            </w:r>
            <w:r>
              <w:t>Savoirs traditionnels et expressions culturelles traditionnelles</w:t>
            </w:r>
          </w:p>
          <w:p w14:paraId="7D79F7DB" w14:textId="77777777" w:rsidR="00887A64" w:rsidRDefault="00887A64" w:rsidP="00256B83">
            <w:pPr>
              <w:ind w:left="1052"/>
            </w:pPr>
            <w:r>
              <w:t>WIPO/GRTKF/IC/49/4</w:t>
            </w:r>
          </w:p>
          <w:p w14:paraId="4B2682DF" w14:textId="77777777" w:rsidR="00887A64" w:rsidRDefault="00887A64" w:rsidP="00256B83">
            <w:pPr>
              <w:ind w:left="1052"/>
            </w:pPr>
            <w:r>
              <w:t>WIPO/GRTKF/IC/49/5</w:t>
            </w:r>
          </w:p>
          <w:p w14:paraId="1F7777A9" w14:textId="77777777" w:rsidR="00887A64" w:rsidRDefault="00887A64" w:rsidP="00256B83">
            <w:pPr>
              <w:ind w:left="1052"/>
            </w:pPr>
            <w:r>
              <w:t>WIPO/GRTKF/IC/49/6</w:t>
            </w:r>
          </w:p>
          <w:p w14:paraId="45364F48" w14:textId="77777777" w:rsidR="00887A64" w:rsidRDefault="00887A64" w:rsidP="00256B83">
            <w:pPr>
              <w:ind w:left="1052"/>
            </w:pPr>
            <w:r>
              <w:t>WIPO/GRTKF/IC/49/7</w:t>
            </w:r>
          </w:p>
          <w:p w14:paraId="4F8C6289" w14:textId="77777777" w:rsidR="00887A64" w:rsidRDefault="00887A64" w:rsidP="00256B83">
            <w:pPr>
              <w:ind w:left="1052"/>
            </w:pPr>
            <w:r>
              <w:t>WIPO/GRTKF/IC/49/INF/7</w:t>
            </w:r>
          </w:p>
          <w:p w14:paraId="2BF765CF" w14:textId="4EF17DE5" w:rsidR="00887A64" w:rsidRPr="006F72AF" w:rsidRDefault="00887A64" w:rsidP="00474B1F">
            <w:pPr>
              <w:spacing w:after="240"/>
              <w:ind w:left="1052" w:firstLine="8"/>
            </w:pPr>
            <w:r>
              <w:t>WIPO/GRTKF/IC/49/INF/8</w:t>
            </w:r>
          </w:p>
        </w:tc>
      </w:tr>
      <w:tr w:rsidR="00887A64" w14:paraId="27AB36C1" w14:textId="77777777" w:rsidTr="00256B83">
        <w:tc>
          <w:tcPr>
            <w:tcW w:w="3510" w:type="dxa"/>
            <w:shd w:val="clear" w:color="auto" w:fill="auto"/>
          </w:tcPr>
          <w:p w14:paraId="000202AD" w14:textId="53E2C781" w:rsidR="00887A64" w:rsidRDefault="00887A64" w:rsidP="00256B83">
            <w:pPr>
              <w:rPr>
                <w:u w:val="single"/>
              </w:rPr>
            </w:pPr>
            <w:r>
              <w:rPr>
                <w:u w:val="single"/>
              </w:rPr>
              <w:t>Mardi 3 </w:t>
            </w:r>
            <w:r w:rsidR="00603BC4">
              <w:rPr>
                <w:u w:val="single"/>
              </w:rPr>
              <w:t>décembre 20</w:t>
            </w:r>
            <w:r>
              <w:rPr>
                <w:u w:val="single"/>
              </w:rPr>
              <w:t>24</w:t>
            </w:r>
          </w:p>
          <w:p w14:paraId="2D3A077C" w14:textId="77777777" w:rsidR="00887A64" w:rsidRDefault="00887A64" w:rsidP="00474B1F">
            <w:pPr>
              <w:spacing w:before="240"/>
            </w:pPr>
            <w:r>
              <w:t>10 h 00 – 13 h 00</w:t>
            </w:r>
          </w:p>
          <w:p w14:paraId="199FE0BF" w14:textId="2177A052" w:rsidR="00887A64" w:rsidRDefault="00887A64" w:rsidP="00474B1F">
            <w:pPr>
              <w:spacing w:before="480"/>
            </w:pPr>
            <w:r>
              <w:t>15 h 00 – 18 h 00</w:t>
            </w:r>
          </w:p>
        </w:tc>
        <w:tc>
          <w:tcPr>
            <w:tcW w:w="5845" w:type="dxa"/>
            <w:gridSpan w:val="3"/>
            <w:shd w:val="clear" w:color="auto" w:fill="auto"/>
          </w:tcPr>
          <w:p w14:paraId="63C661D7" w14:textId="0C2CA055" w:rsidR="00887A64" w:rsidRDefault="00887A64" w:rsidP="00474B1F">
            <w:pPr>
              <w:spacing w:before="480"/>
              <w:ind w:left="1052" w:hanging="1080"/>
              <w:rPr>
                <w:i/>
              </w:rPr>
            </w:pPr>
            <w:r>
              <w:rPr>
                <w:b/>
              </w:rPr>
              <w:t>Point 5</w:t>
            </w:r>
            <w:r w:rsidR="00603BC4">
              <w:rPr>
                <w:b/>
              </w:rPr>
              <w:t> :</w:t>
            </w:r>
            <w:r w:rsidR="00474B1F" w:rsidRPr="00E51C86">
              <w:tab/>
            </w:r>
            <w:r>
              <w:t xml:space="preserve">Savoirs traditionnels et expressions culturelles traditionnelles </w:t>
            </w:r>
            <w:r>
              <w:rPr>
                <w:i/>
              </w:rPr>
              <w:t>(suite)</w:t>
            </w:r>
          </w:p>
          <w:p w14:paraId="55F4B406" w14:textId="270FA290" w:rsidR="00887A64" w:rsidRPr="00474B1F" w:rsidRDefault="00887A64" w:rsidP="00474B1F">
            <w:pPr>
              <w:spacing w:before="240" w:after="240" w:line="260" w:lineRule="atLeast"/>
              <w:ind w:left="1052" w:hanging="1080"/>
              <w:rPr>
                <w:i/>
              </w:rPr>
            </w:pPr>
            <w:r>
              <w:rPr>
                <w:b/>
              </w:rPr>
              <w:t>Point 5</w:t>
            </w:r>
            <w:r w:rsidR="00603BC4">
              <w:rPr>
                <w:b/>
              </w:rPr>
              <w:t> :</w:t>
            </w:r>
            <w:r w:rsidR="00474B1F" w:rsidRPr="00E51C86">
              <w:tab/>
            </w:r>
            <w:r>
              <w:t xml:space="preserve">Savoirs traditionnels et expressions culturelles traditionnelles </w:t>
            </w:r>
            <w:r>
              <w:rPr>
                <w:i/>
              </w:rPr>
              <w:t>(suite)</w:t>
            </w:r>
          </w:p>
        </w:tc>
      </w:tr>
      <w:tr w:rsidR="00887A64" w14:paraId="27536971" w14:textId="77777777" w:rsidTr="00256B83">
        <w:tc>
          <w:tcPr>
            <w:tcW w:w="3527" w:type="dxa"/>
            <w:gridSpan w:val="2"/>
            <w:shd w:val="clear" w:color="auto" w:fill="auto"/>
          </w:tcPr>
          <w:p w14:paraId="7E49EE76" w14:textId="61E1C3B9" w:rsidR="00887A64" w:rsidRPr="00B77AA8" w:rsidRDefault="00887A64" w:rsidP="00256B83">
            <w:pPr>
              <w:rPr>
                <w:u w:val="single"/>
              </w:rPr>
            </w:pPr>
            <w:r>
              <w:rPr>
                <w:u w:val="single"/>
              </w:rPr>
              <w:t>Mercredi 4 </w:t>
            </w:r>
            <w:r w:rsidR="00603BC4">
              <w:rPr>
                <w:u w:val="single"/>
              </w:rPr>
              <w:t>décembre 20</w:t>
            </w:r>
            <w:r>
              <w:rPr>
                <w:u w:val="single"/>
              </w:rPr>
              <w:t>24</w:t>
            </w:r>
          </w:p>
          <w:p w14:paraId="52BFEBF9" w14:textId="77777777" w:rsidR="00887A64" w:rsidRDefault="00887A64" w:rsidP="00474B1F">
            <w:pPr>
              <w:spacing w:before="240"/>
            </w:pPr>
            <w:r>
              <w:t>10 h 00 – 13 h 00</w:t>
            </w:r>
          </w:p>
          <w:p w14:paraId="001A1D0F" w14:textId="77777777" w:rsidR="00887A64" w:rsidRDefault="00887A64" w:rsidP="00474B1F">
            <w:pPr>
              <w:spacing w:before="480" w:after="240"/>
            </w:pPr>
            <w:r>
              <w:t>15 h 00 – 18 h 00</w:t>
            </w:r>
          </w:p>
        </w:tc>
        <w:tc>
          <w:tcPr>
            <w:tcW w:w="5828" w:type="dxa"/>
            <w:gridSpan w:val="2"/>
            <w:shd w:val="clear" w:color="auto" w:fill="auto"/>
          </w:tcPr>
          <w:p w14:paraId="5A7200A8" w14:textId="1DDC454F" w:rsidR="00887A64" w:rsidRDefault="00887A64" w:rsidP="00474B1F">
            <w:pPr>
              <w:spacing w:before="480"/>
              <w:ind w:left="1052" w:hanging="1052"/>
            </w:pPr>
            <w:r>
              <w:rPr>
                <w:b/>
              </w:rPr>
              <w:t>Point 5</w:t>
            </w:r>
            <w:r w:rsidR="00603BC4">
              <w:rPr>
                <w:b/>
              </w:rPr>
              <w:t> :</w:t>
            </w:r>
            <w:r w:rsidR="00474B1F" w:rsidRPr="00E51C86">
              <w:tab/>
            </w:r>
            <w:r>
              <w:t xml:space="preserve">Savoirs traditionnels et expressions culturelles traditionnelles </w:t>
            </w:r>
            <w:r>
              <w:rPr>
                <w:i/>
              </w:rPr>
              <w:t>(suite)</w:t>
            </w:r>
          </w:p>
          <w:p w14:paraId="6B7FF7D4" w14:textId="265B96C2" w:rsidR="00887A64" w:rsidRDefault="00887A64" w:rsidP="00474B1F">
            <w:pPr>
              <w:spacing w:before="240" w:after="240"/>
              <w:ind w:left="1038" w:hanging="1038"/>
            </w:pPr>
            <w:r>
              <w:rPr>
                <w:b/>
              </w:rPr>
              <w:t>Point 5</w:t>
            </w:r>
            <w:r w:rsidR="00603BC4">
              <w:rPr>
                <w:b/>
              </w:rPr>
              <w:t> :</w:t>
            </w:r>
            <w:r w:rsidR="00474B1F" w:rsidRPr="00E51C86">
              <w:tab/>
            </w:r>
            <w:r>
              <w:t xml:space="preserve">Savoirs traditionnels et expressions culturelles traditionnelles </w:t>
            </w:r>
            <w:r>
              <w:rPr>
                <w:i/>
              </w:rPr>
              <w:t>(suite)</w:t>
            </w:r>
          </w:p>
        </w:tc>
      </w:tr>
      <w:tr w:rsidR="00887A64" w14:paraId="114BF8DF" w14:textId="77777777" w:rsidTr="00256B83">
        <w:tc>
          <w:tcPr>
            <w:tcW w:w="3527" w:type="dxa"/>
            <w:gridSpan w:val="2"/>
            <w:shd w:val="clear" w:color="auto" w:fill="auto"/>
          </w:tcPr>
          <w:p w14:paraId="4600DD68" w14:textId="7E19844D" w:rsidR="00887A64" w:rsidRPr="00B77AA8" w:rsidRDefault="00887A64" w:rsidP="00256B83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>Jeudi 5 </w:t>
            </w:r>
            <w:r w:rsidR="00603BC4">
              <w:rPr>
                <w:u w:val="single"/>
              </w:rPr>
              <w:t>décembre 20</w:t>
            </w:r>
            <w:r>
              <w:rPr>
                <w:u w:val="single"/>
              </w:rPr>
              <w:t>24</w:t>
            </w:r>
          </w:p>
          <w:p w14:paraId="28C9A8F2" w14:textId="77777777" w:rsidR="00887A64" w:rsidRDefault="00887A64" w:rsidP="008E1E80">
            <w:pPr>
              <w:spacing w:before="240"/>
            </w:pPr>
            <w:r>
              <w:t>10 h 00 – 13 h 00</w:t>
            </w:r>
          </w:p>
          <w:p w14:paraId="380221AB" w14:textId="77777777" w:rsidR="00887A64" w:rsidRDefault="00887A64" w:rsidP="008E1E80">
            <w:pPr>
              <w:spacing w:before="480"/>
            </w:pPr>
            <w:r>
              <w:t>15 h 00 – 18 h 00</w:t>
            </w:r>
          </w:p>
        </w:tc>
        <w:tc>
          <w:tcPr>
            <w:tcW w:w="5828" w:type="dxa"/>
            <w:gridSpan w:val="2"/>
            <w:shd w:val="clear" w:color="auto" w:fill="auto"/>
          </w:tcPr>
          <w:p w14:paraId="2139BD97" w14:textId="22B346A7" w:rsidR="00887A64" w:rsidRDefault="00887A64" w:rsidP="008E1E80">
            <w:pPr>
              <w:spacing w:before="480"/>
              <w:ind w:left="1052" w:hanging="1052"/>
            </w:pPr>
            <w:r>
              <w:rPr>
                <w:b/>
              </w:rPr>
              <w:t>Point 5</w:t>
            </w:r>
            <w:r w:rsidR="00603BC4">
              <w:rPr>
                <w:b/>
              </w:rPr>
              <w:t> :</w:t>
            </w:r>
            <w:r w:rsidR="00474B1F" w:rsidRPr="00E51C86">
              <w:tab/>
            </w:r>
            <w:r>
              <w:t xml:space="preserve">Savoirs traditionnels et expressions culturelles traditionnelles </w:t>
            </w:r>
            <w:r>
              <w:rPr>
                <w:i/>
              </w:rPr>
              <w:t>(suite)</w:t>
            </w:r>
          </w:p>
          <w:p w14:paraId="0C4A1673" w14:textId="52AA34A8" w:rsidR="00887A64" w:rsidRPr="008E1E80" w:rsidRDefault="00887A64" w:rsidP="008E1E80">
            <w:pPr>
              <w:spacing w:before="240" w:after="240"/>
              <w:ind w:left="1038" w:hanging="1038"/>
              <w:rPr>
                <w:i/>
              </w:rPr>
            </w:pPr>
            <w:r>
              <w:rPr>
                <w:b/>
              </w:rPr>
              <w:t>Point 5</w:t>
            </w:r>
            <w:r w:rsidR="00603BC4">
              <w:rPr>
                <w:b/>
              </w:rPr>
              <w:t> :</w:t>
            </w:r>
            <w:r w:rsidR="00474B1F" w:rsidRPr="00E51C86">
              <w:tab/>
            </w:r>
            <w:r>
              <w:t xml:space="preserve">Savoirs traditionnels et expressions culturelles traditionnelles </w:t>
            </w:r>
            <w:r>
              <w:rPr>
                <w:i/>
              </w:rPr>
              <w:t>(suite)</w:t>
            </w:r>
          </w:p>
        </w:tc>
      </w:tr>
      <w:tr w:rsidR="00887A64" w14:paraId="4CBBA098" w14:textId="77777777" w:rsidTr="00256B83">
        <w:trPr>
          <w:trHeight w:val="349"/>
        </w:trPr>
        <w:tc>
          <w:tcPr>
            <w:tcW w:w="3527" w:type="dxa"/>
            <w:gridSpan w:val="2"/>
            <w:shd w:val="clear" w:color="auto" w:fill="auto"/>
          </w:tcPr>
          <w:p w14:paraId="2A97343E" w14:textId="0C96FE37" w:rsidR="00887A64" w:rsidRPr="00B77AA8" w:rsidRDefault="00887A64" w:rsidP="00256B83">
            <w:pPr>
              <w:rPr>
                <w:u w:val="single"/>
              </w:rPr>
            </w:pPr>
            <w:r>
              <w:rPr>
                <w:u w:val="single"/>
              </w:rPr>
              <w:t>Vendredi 6 </w:t>
            </w:r>
            <w:r w:rsidR="00603BC4">
              <w:rPr>
                <w:u w:val="single"/>
              </w:rPr>
              <w:t>décembre 20</w:t>
            </w:r>
            <w:r>
              <w:rPr>
                <w:u w:val="single"/>
              </w:rPr>
              <w:t>24</w:t>
            </w:r>
          </w:p>
          <w:p w14:paraId="15CB354D" w14:textId="77777777" w:rsidR="00887A64" w:rsidRDefault="00887A64" w:rsidP="008E1E80">
            <w:pPr>
              <w:spacing w:before="240"/>
            </w:pPr>
            <w:r>
              <w:t>10 h 00 – 13 h 00</w:t>
            </w:r>
          </w:p>
          <w:p w14:paraId="21575B89" w14:textId="77777777" w:rsidR="00887A64" w:rsidRPr="0060028B" w:rsidRDefault="00887A64" w:rsidP="008E1E80">
            <w:pPr>
              <w:spacing w:before="480"/>
              <w:rPr>
                <w:u w:val="single"/>
              </w:rPr>
            </w:pPr>
            <w:r>
              <w:t>15 h 00 – 18 h 00</w:t>
            </w:r>
          </w:p>
        </w:tc>
        <w:tc>
          <w:tcPr>
            <w:tcW w:w="5828" w:type="dxa"/>
            <w:gridSpan w:val="2"/>
            <w:shd w:val="clear" w:color="auto" w:fill="auto"/>
          </w:tcPr>
          <w:p w14:paraId="06AF931B" w14:textId="66B2EF84" w:rsidR="00887A64" w:rsidRDefault="00887A64" w:rsidP="008E1E80">
            <w:pPr>
              <w:spacing w:before="480"/>
              <w:ind w:left="1038" w:hanging="1038"/>
              <w:rPr>
                <w:i/>
              </w:rPr>
            </w:pPr>
            <w:r>
              <w:rPr>
                <w:b/>
              </w:rPr>
              <w:t>Point 5</w:t>
            </w:r>
            <w:r w:rsidR="00603BC4">
              <w:rPr>
                <w:b/>
              </w:rPr>
              <w:t> :</w:t>
            </w:r>
            <w:r w:rsidR="00474B1F" w:rsidRPr="00E51C86">
              <w:tab/>
            </w:r>
            <w:r>
              <w:t xml:space="preserve">Savoirs traditionnels et expressions culturelles traditionnelles </w:t>
            </w:r>
            <w:r>
              <w:rPr>
                <w:i/>
              </w:rPr>
              <w:t>(suite)</w:t>
            </w:r>
          </w:p>
          <w:p w14:paraId="7A97BCCA" w14:textId="799B76AA" w:rsidR="00887A64" w:rsidRPr="0074785E" w:rsidRDefault="00887A64" w:rsidP="008E1E80">
            <w:pPr>
              <w:pStyle w:val="Footer"/>
              <w:tabs>
                <w:tab w:val="clear" w:pos="4320"/>
                <w:tab w:val="clear" w:pos="8640"/>
              </w:tabs>
              <w:spacing w:before="240"/>
              <w:ind w:left="805" w:hanging="805"/>
              <w:outlineLvl w:val="0"/>
            </w:pPr>
            <w:r>
              <w:rPr>
                <w:b/>
              </w:rPr>
              <w:t>Point 6</w:t>
            </w:r>
            <w:r w:rsidR="00603BC4">
              <w:rPr>
                <w:b/>
              </w:rPr>
              <w:t> :</w:t>
            </w:r>
            <w:r w:rsidR="00474B1F" w:rsidRPr="00E51C86">
              <w:tab/>
            </w:r>
            <w:r>
              <w:t>Questions diverses</w:t>
            </w:r>
          </w:p>
          <w:p w14:paraId="48570084" w14:textId="4C324B94" w:rsidR="00887A64" w:rsidRDefault="00887A64" w:rsidP="006854AA">
            <w:pPr>
              <w:pStyle w:val="Footer"/>
              <w:tabs>
                <w:tab w:val="clear" w:pos="4320"/>
                <w:tab w:val="clear" w:pos="8640"/>
              </w:tabs>
              <w:spacing w:before="240" w:after="240"/>
              <w:ind w:left="807" w:hanging="807"/>
              <w:outlineLvl w:val="0"/>
            </w:pPr>
            <w:r>
              <w:rPr>
                <w:b/>
              </w:rPr>
              <w:t>Point 7</w:t>
            </w:r>
            <w:r w:rsidR="00603BC4">
              <w:rPr>
                <w:b/>
              </w:rPr>
              <w:t> :</w:t>
            </w:r>
            <w:r w:rsidR="00474B1F">
              <w:t xml:space="preserve"> </w:t>
            </w:r>
            <w:r w:rsidR="00474B1F">
              <w:tab/>
            </w:r>
            <w:r>
              <w:t>Clôture de la session</w:t>
            </w:r>
          </w:p>
        </w:tc>
      </w:tr>
    </w:tbl>
    <w:p w14:paraId="15C9F953" w14:textId="77777777" w:rsidR="00887A64" w:rsidRPr="00474B1F" w:rsidRDefault="00887A64" w:rsidP="00474B1F">
      <w:pPr>
        <w:pStyle w:val="Endofdocument-Annex"/>
        <w:spacing w:before="720"/>
      </w:pPr>
      <w:r w:rsidRPr="00474B1F">
        <w:t>[Fin du document]</w:t>
      </w:r>
    </w:p>
    <w:sectPr w:rsidR="00887A64" w:rsidRPr="00474B1F" w:rsidSect="00887A6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3E363" w14:textId="77777777" w:rsidR="00887A64" w:rsidRDefault="00887A64">
      <w:r>
        <w:separator/>
      </w:r>
    </w:p>
  </w:endnote>
  <w:endnote w:type="continuationSeparator" w:id="0">
    <w:p w14:paraId="05A70960" w14:textId="77777777" w:rsidR="00887A64" w:rsidRPr="009D30E6" w:rsidRDefault="00887A64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41F5BCC" w14:textId="77777777" w:rsidR="00887A64" w:rsidRPr="009D30E6" w:rsidRDefault="00887A64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28B133E2" w14:textId="77777777" w:rsidR="00887A64" w:rsidRPr="009D30E6" w:rsidRDefault="00887A64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D57A5" w14:textId="77777777" w:rsidR="00887A64" w:rsidRDefault="00887A64">
      <w:r>
        <w:separator/>
      </w:r>
    </w:p>
  </w:footnote>
  <w:footnote w:type="continuationSeparator" w:id="0">
    <w:p w14:paraId="4627E1C0" w14:textId="77777777" w:rsidR="00887A64" w:rsidRDefault="00887A64" w:rsidP="007461F1">
      <w:r>
        <w:separator/>
      </w:r>
    </w:p>
    <w:p w14:paraId="030C631D" w14:textId="77777777" w:rsidR="00887A64" w:rsidRPr="009D30E6" w:rsidRDefault="00887A64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5E338322" w14:textId="77777777" w:rsidR="00887A64" w:rsidRPr="009D30E6" w:rsidRDefault="00887A64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70542" w14:textId="77777777" w:rsidR="00F16975" w:rsidRPr="00B45C15" w:rsidRDefault="00887A64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WIPO/GRTKF/IC/49/Inf/3</w:t>
    </w:r>
  </w:p>
  <w:p w14:paraId="77519AA7" w14:textId="0363981F" w:rsidR="00F16975" w:rsidRDefault="00F16975" w:rsidP="00474B1F">
    <w:pPr>
      <w:spacing w:after="480"/>
      <w:jc w:val="right"/>
    </w:pPr>
    <w:r>
      <w:t>page</w:t>
    </w:r>
    <w:r w:rsidR="00474B1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84936">
    <w:abstractNumId w:val="2"/>
  </w:num>
  <w:num w:numId="2" w16cid:durableId="2012097583">
    <w:abstractNumId w:val="4"/>
  </w:num>
  <w:num w:numId="3" w16cid:durableId="437482932">
    <w:abstractNumId w:val="0"/>
  </w:num>
  <w:num w:numId="4" w16cid:durableId="1100831227">
    <w:abstractNumId w:val="5"/>
  </w:num>
  <w:num w:numId="5" w16cid:durableId="1741171197">
    <w:abstractNumId w:val="1"/>
  </w:num>
  <w:num w:numId="6" w16cid:durableId="61564625">
    <w:abstractNumId w:val="3"/>
  </w:num>
  <w:num w:numId="7" w16cid:durableId="6028828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A64"/>
    <w:rsid w:val="00011B7D"/>
    <w:rsid w:val="00075432"/>
    <w:rsid w:val="0009458A"/>
    <w:rsid w:val="000F5E56"/>
    <w:rsid w:val="001362EE"/>
    <w:rsid w:val="001832A6"/>
    <w:rsid w:val="00195C6E"/>
    <w:rsid w:val="00196A77"/>
    <w:rsid w:val="001B266A"/>
    <w:rsid w:val="001B488E"/>
    <w:rsid w:val="001C6508"/>
    <w:rsid w:val="001D3D56"/>
    <w:rsid w:val="00240654"/>
    <w:rsid w:val="002634C4"/>
    <w:rsid w:val="002956DE"/>
    <w:rsid w:val="002A351B"/>
    <w:rsid w:val="002E0A16"/>
    <w:rsid w:val="002E4D1A"/>
    <w:rsid w:val="002E6F4C"/>
    <w:rsid w:val="002F16BC"/>
    <w:rsid w:val="002F4E68"/>
    <w:rsid w:val="00322C0B"/>
    <w:rsid w:val="00381798"/>
    <w:rsid w:val="003845C1"/>
    <w:rsid w:val="003A4DEE"/>
    <w:rsid w:val="003A67A3"/>
    <w:rsid w:val="003D4A2C"/>
    <w:rsid w:val="004008A2"/>
    <w:rsid w:val="004025DF"/>
    <w:rsid w:val="0040540C"/>
    <w:rsid w:val="00423E3E"/>
    <w:rsid w:val="00427AF4"/>
    <w:rsid w:val="004647DA"/>
    <w:rsid w:val="00474B1F"/>
    <w:rsid w:val="00477D6B"/>
    <w:rsid w:val="00495AC6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064C"/>
    <w:rsid w:val="005E6516"/>
    <w:rsid w:val="005F7716"/>
    <w:rsid w:val="00603BC4"/>
    <w:rsid w:val="00605827"/>
    <w:rsid w:val="00610F1A"/>
    <w:rsid w:val="00616671"/>
    <w:rsid w:val="006854AA"/>
    <w:rsid w:val="006B0DB5"/>
    <w:rsid w:val="00705741"/>
    <w:rsid w:val="007461F1"/>
    <w:rsid w:val="007D0AEA"/>
    <w:rsid w:val="007D6961"/>
    <w:rsid w:val="007E087D"/>
    <w:rsid w:val="007F07CB"/>
    <w:rsid w:val="007F25B0"/>
    <w:rsid w:val="00810CEF"/>
    <w:rsid w:val="0081208D"/>
    <w:rsid w:val="00887A64"/>
    <w:rsid w:val="008B2CC1"/>
    <w:rsid w:val="008E1E80"/>
    <w:rsid w:val="008E7930"/>
    <w:rsid w:val="0090731E"/>
    <w:rsid w:val="00966A22"/>
    <w:rsid w:val="00974CD6"/>
    <w:rsid w:val="00992AE4"/>
    <w:rsid w:val="009A2FB5"/>
    <w:rsid w:val="009D30E6"/>
    <w:rsid w:val="009E3F6F"/>
    <w:rsid w:val="009F499F"/>
    <w:rsid w:val="00A11D74"/>
    <w:rsid w:val="00A124C8"/>
    <w:rsid w:val="00A511F6"/>
    <w:rsid w:val="00AC0AE4"/>
    <w:rsid w:val="00AD61DB"/>
    <w:rsid w:val="00B1090C"/>
    <w:rsid w:val="00B35AF5"/>
    <w:rsid w:val="00B45C15"/>
    <w:rsid w:val="00B76CB4"/>
    <w:rsid w:val="00BB4458"/>
    <w:rsid w:val="00BB7FBF"/>
    <w:rsid w:val="00BE0BE0"/>
    <w:rsid w:val="00C314CD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17981"/>
    <w:rsid w:val="00E203AA"/>
    <w:rsid w:val="00E51C86"/>
    <w:rsid w:val="00E5217A"/>
    <w:rsid w:val="00E527A5"/>
    <w:rsid w:val="00E76456"/>
    <w:rsid w:val="00E96A2E"/>
    <w:rsid w:val="00EE71CB"/>
    <w:rsid w:val="00F16975"/>
    <w:rsid w:val="00F52749"/>
    <w:rsid w:val="00F66152"/>
    <w:rsid w:val="00FE19E9"/>
    <w:rsid w:val="00FF4371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CEAE7A"/>
  <w15:docId w15:val="{CDD31DE0-7215-4F80-B479-44C8C253B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887A6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887A64"/>
    <w:pPr>
      <w:ind w:left="720"/>
      <w:contextualSpacing/>
    </w:pPr>
    <w:rPr>
      <w:rFonts w:eastAsia="Times New Roman"/>
      <w:lang w:val="fr-FR" w:eastAsia="en-US"/>
    </w:rPr>
  </w:style>
  <w:style w:type="character" w:styleId="Hyperlink">
    <w:name w:val="Hyperlink"/>
    <w:basedOn w:val="DefaultParagraphFont"/>
    <w:semiHidden/>
    <w:unhideWhenUsed/>
    <w:rsid w:val="00E51C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155C-1C31-4715-8884-AD797779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WIPO_GRTKF_IC_49 (F)</Template>
  <TotalTime>17</TotalTime>
  <Pages>3</Pages>
  <Words>404</Words>
  <Characters>2471</Characters>
  <Application>Microsoft Office Word</Application>
  <DocSecurity>0</DocSecurity>
  <Lines>85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WIPO/GRTKF/IC/49/INF/3</vt:lpstr>
    </vt:vector>
  </TitlesOfParts>
  <Company>WIPO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WIPO/GRTKF/IC/49/INF/3</dc:title>
  <dc:creator>LE GUEN Haude</dc:creator>
  <cp:keywords>FOR OFFICIAL USE ONLY</cp:keywords>
  <cp:lastModifiedBy>MORENO PALESTINI Maria del Pilar</cp:lastModifiedBy>
  <cp:revision>8</cp:revision>
  <cp:lastPrinted>2011-05-19T12:37:00Z</cp:lastPrinted>
  <dcterms:created xsi:type="dcterms:W3CDTF">2024-11-20T12:53:00Z</dcterms:created>
  <dcterms:modified xsi:type="dcterms:W3CDTF">2024-11-20T13:20:00Z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2024-11-20T12:57:14Z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a5a047be-d1dc-40ae-be71-83213ab0d2da</vt:lpwstr>
  </property>
  <property fmtid="{D5CDD505-2E9C-101B-9397-08002B2CF9AE}" pid="14" name="MSIP_Label_20773ee6-353b-4fb9-a59d-0b94c8c67bea_ContentBits">
    <vt:lpwstr>0</vt:lpwstr>
  </property>
</Properties>
</file>