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4D8" w:rsidRPr="008B2CC1" w14:paraId="09D71ABE" w14:textId="77777777" w:rsidTr="00BB36CE">
        <w:tc>
          <w:tcPr>
            <w:tcW w:w="4513" w:type="dxa"/>
            <w:tcBorders>
              <w:bottom w:val="single" w:sz="4" w:space="0" w:color="auto"/>
            </w:tcBorders>
            <w:tcMar>
              <w:bottom w:w="170" w:type="dxa"/>
            </w:tcMar>
          </w:tcPr>
          <w:p w14:paraId="574AA792" w14:textId="77777777" w:rsidR="00EC44D8" w:rsidRPr="008B2CC1" w:rsidRDefault="00EC44D8" w:rsidP="00BB36CE">
            <w:bookmarkStart w:id="0" w:name="TitleOfDoc"/>
            <w:bookmarkEnd w:id="0"/>
          </w:p>
        </w:tc>
        <w:tc>
          <w:tcPr>
            <w:tcW w:w="4337" w:type="dxa"/>
            <w:tcBorders>
              <w:bottom w:val="single" w:sz="4" w:space="0" w:color="auto"/>
            </w:tcBorders>
            <w:tcMar>
              <w:left w:w="0" w:type="dxa"/>
              <w:right w:w="0" w:type="dxa"/>
            </w:tcMar>
          </w:tcPr>
          <w:p w14:paraId="660B650D" w14:textId="77777777" w:rsidR="00EC44D8" w:rsidRPr="008B2CC1" w:rsidRDefault="00EC44D8" w:rsidP="00BB36CE">
            <w:r>
              <w:rPr>
                <w:noProof/>
                <w:lang w:val="fr-FR" w:eastAsia="fr-FR"/>
              </w:rPr>
              <w:drawing>
                <wp:inline distT="0" distB="0" distL="0" distR="0" wp14:anchorId="610D7954" wp14:editId="5CF482B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309BD5" w14:textId="77777777" w:rsidR="00EC44D8" w:rsidRPr="008B2CC1" w:rsidRDefault="00EC44D8" w:rsidP="00BB36CE">
            <w:pPr>
              <w:jc w:val="right"/>
            </w:pPr>
            <w:r>
              <w:rPr>
                <w:b/>
                <w:sz w:val="40"/>
                <w:szCs w:val="40"/>
              </w:rPr>
              <w:t>F</w:t>
            </w:r>
          </w:p>
        </w:tc>
      </w:tr>
      <w:tr w:rsidR="00EC44D8" w:rsidRPr="001832A6" w14:paraId="0156C156" w14:textId="77777777" w:rsidTr="00BB36CE">
        <w:trPr>
          <w:trHeight w:hRule="exact" w:val="357"/>
        </w:trPr>
        <w:tc>
          <w:tcPr>
            <w:tcW w:w="9356" w:type="dxa"/>
            <w:gridSpan w:val="3"/>
            <w:tcBorders>
              <w:top w:val="single" w:sz="4" w:space="0" w:color="auto"/>
            </w:tcBorders>
            <w:tcMar>
              <w:top w:w="170" w:type="dxa"/>
              <w:left w:w="0" w:type="dxa"/>
              <w:right w:w="0" w:type="dxa"/>
            </w:tcMar>
            <w:vAlign w:val="bottom"/>
          </w:tcPr>
          <w:p w14:paraId="1C298EC4" w14:textId="0D3188A4" w:rsidR="00EC44D8" w:rsidRPr="0090731E" w:rsidRDefault="00EC44D8" w:rsidP="00BB36CE">
            <w:pPr>
              <w:jc w:val="right"/>
              <w:rPr>
                <w:rFonts w:ascii="Arial Black" w:hAnsi="Arial Black"/>
                <w:caps/>
                <w:sz w:val="15"/>
              </w:rPr>
            </w:pPr>
            <w:r>
              <w:rPr>
                <w:rFonts w:ascii="Arial Black" w:hAnsi="Arial Black"/>
                <w:caps/>
                <w:sz w:val="15"/>
              </w:rPr>
              <w:t>WIPO/GRTKF/IC/38/</w:t>
            </w:r>
            <w:bookmarkStart w:id="1" w:name="Code"/>
            <w:bookmarkEnd w:id="1"/>
            <w:r>
              <w:rPr>
                <w:rFonts w:ascii="Arial Black" w:hAnsi="Arial Black"/>
                <w:caps/>
                <w:sz w:val="15"/>
              </w:rPr>
              <w:t xml:space="preserve">9 </w:t>
            </w:r>
          </w:p>
        </w:tc>
      </w:tr>
      <w:tr w:rsidR="00EC44D8" w:rsidRPr="001832A6" w14:paraId="55B78985" w14:textId="77777777" w:rsidTr="00BB36CE">
        <w:trPr>
          <w:trHeight w:hRule="exact" w:val="170"/>
        </w:trPr>
        <w:tc>
          <w:tcPr>
            <w:tcW w:w="9356" w:type="dxa"/>
            <w:gridSpan w:val="3"/>
            <w:noWrap/>
            <w:tcMar>
              <w:left w:w="0" w:type="dxa"/>
              <w:right w:w="0" w:type="dxa"/>
            </w:tcMar>
            <w:vAlign w:val="bottom"/>
          </w:tcPr>
          <w:p w14:paraId="7843A255" w14:textId="4A00045D" w:rsidR="00EC44D8" w:rsidRPr="0090731E" w:rsidRDefault="00EC44D8" w:rsidP="00BB36CE">
            <w:pPr>
              <w:jc w:val="right"/>
              <w:rPr>
                <w:rFonts w:ascii="Arial Black" w:hAnsi="Arial Black"/>
                <w:caps/>
                <w:sz w:val="15"/>
              </w:rPr>
            </w:pPr>
            <w:r w:rsidRPr="0090731E">
              <w:rPr>
                <w:rFonts w:ascii="Arial Black" w:hAnsi="Arial Black"/>
                <w:caps/>
                <w:sz w:val="15"/>
              </w:rPr>
              <w:t>ORIGINAL</w:t>
            </w:r>
            <w:r w:rsidR="004A5280">
              <w:rPr>
                <w:rFonts w:ascii="Arial Black" w:hAnsi="Arial Black"/>
                <w:caps/>
                <w:sz w:val="15"/>
              </w:rPr>
              <w:t> :</w:t>
            </w:r>
            <w:r>
              <w:rPr>
                <w:rFonts w:ascii="Arial Black" w:hAnsi="Arial Black"/>
                <w:caps/>
                <w:sz w:val="15"/>
              </w:rPr>
              <w:t xml:space="preserve"> </w:t>
            </w:r>
            <w:bookmarkStart w:id="2" w:name="Original"/>
            <w:bookmarkEnd w:id="2"/>
            <w:r>
              <w:rPr>
                <w:rFonts w:ascii="Arial Black" w:hAnsi="Arial Black"/>
                <w:caps/>
                <w:sz w:val="15"/>
              </w:rPr>
              <w:t>anglais</w:t>
            </w:r>
            <w:r w:rsidRPr="0090731E">
              <w:rPr>
                <w:rFonts w:ascii="Arial Black" w:hAnsi="Arial Black"/>
                <w:caps/>
                <w:sz w:val="15"/>
              </w:rPr>
              <w:t xml:space="preserve"> </w:t>
            </w:r>
          </w:p>
        </w:tc>
      </w:tr>
      <w:tr w:rsidR="00EC44D8" w:rsidRPr="001832A6" w14:paraId="59217B3C" w14:textId="77777777" w:rsidTr="00BB36CE">
        <w:trPr>
          <w:trHeight w:hRule="exact" w:val="198"/>
        </w:trPr>
        <w:tc>
          <w:tcPr>
            <w:tcW w:w="9356" w:type="dxa"/>
            <w:gridSpan w:val="3"/>
            <w:tcMar>
              <w:left w:w="0" w:type="dxa"/>
              <w:right w:w="0" w:type="dxa"/>
            </w:tcMar>
            <w:vAlign w:val="bottom"/>
          </w:tcPr>
          <w:p w14:paraId="7D23953F" w14:textId="0687967B" w:rsidR="00EC44D8" w:rsidRPr="0090731E" w:rsidRDefault="00EC44D8" w:rsidP="00BB36CE">
            <w:pPr>
              <w:jc w:val="right"/>
              <w:rPr>
                <w:rFonts w:ascii="Arial Black" w:hAnsi="Arial Black"/>
                <w:caps/>
                <w:sz w:val="15"/>
              </w:rPr>
            </w:pPr>
            <w:r w:rsidRPr="0090731E">
              <w:rPr>
                <w:rFonts w:ascii="Arial Black" w:hAnsi="Arial Black"/>
                <w:caps/>
                <w:sz w:val="15"/>
              </w:rPr>
              <w:t>DATE</w:t>
            </w:r>
            <w:r w:rsidR="004A5280">
              <w:rPr>
                <w:rFonts w:ascii="Arial Black" w:hAnsi="Arial Black"/>
                <w:caps/>
                <w:sz w:val="15"/>
              </w:rPr>
              <w:t> :</w:t>
            </w:r>
            <w:r>
              <w:rPr>
                <w:rFonts w:ascii="Arial Black" w:hAnsi="Arial Black"/>
                <w:caps/>
                <w:sz w:val="15"/>
              </w:rPr>
              <w:t xml:space="preserve"> </w:t>
            </w:r>
            <w:bookmarkStart w:id="3" w:name="Date"/>
            <w:bookmarkEnd w:id="3"/>
            <w:r>
              <w:rPr>
                <w:rFonts w:ascii="Arial Black" w:hAnsi="Arial Black"/>
                <w:caps/>
                <w:sz w:val="15"/>
              </w:rPr>
              <w:t>9 octobre 2018</w:t>
            </w:r>
            <w:r w:rsidRPr="0090731E">
              <w:rPr>
                <w:rFonts w:ascii="Arial Black" w:hAnsi="Arial Black"/>
                <w:caps/>
                <w:sz w:val="15"/>
              </w:rPr>
              <w:t xml:space="preserve"> </w:t>
            </w:r>
          </w:p>
        </w:tc>
      </w:tr>
    </w:tbl>
    <w:p w14:paraId="74819578" w14:textId="77777777" w:rsidR="00EC44D8" w:rsidRPr="008B2CC1" w:rsidRDefault="00EC44D8" w:rsidP="00EC44D8"/>
    <w:p w14:paraId="2A501348" w14:textId="77777777" w:rsidR="00EC44D8" w:rsidRPr="008B2CC1" w:rsidRDefault="00EC44D8" w:rsidP="00EC44D8"/>
    <w:p w14:paraId="5D008034" w14:textId="77777777" w:rsidR="00EC44D8" w:rsidRPr="008B2CC1" w:rsidRDefault="00EC44D8" w:rsidP="00EC44D8"/>
    <w:p w14:paraId="77433CEE" w14:textId="77777777" w:rsidR="00EC44D8" w:rsidRPr="008B2CC1" w:rsidRDefault="00EC44D8" w:rsidP="00EC44D8"/>
    <w:p w14:paraId="698561D5" w14:textId="77777777" w:rsidR="00EC44D8" w:rsidRPr="008B2CC1" w:rsidRDefault="00EC44D8" w:rsidP="00EC44D8"/>
    <w:p w14:paraId="4DC48E2C" w14:textId="6CAB92F4" w:rsidR="004A5280" w:rsidRDefault="00EC44D8" w:rsidP="00EC44D8">
      <w:pPr>
        <w:rPr>
          <w:b/>
          <w:sz w:val="28"/>
          <w:szCs w:val="28"/>
        </w:rPr>
      </w:pPr>
      <w:r w:rsidRPr="00772784">
        <w:rPr>
          <w:b/>
          <w:sz w:val="28"/>
          <w:szCs w:val="28"/>
        </w:rPr>
        <w:t>Comité</w:t>
      </w:r>
      <w:r w:rsidRPr="00772784">
        <w:rPr>
          <w:b/>
          <w:sz w:val="28"/>
          <w:szCs w:val="28"/>
        </w:rPr>
        <w:t xml:space="preserve"> intergouvernemental de la propriété intellectuelle relative</w:t>
      </w:r>
    </w:p>
    <w:p w14:paraId="529C1C9E" w14:textId="17986E1A" w:rsidR="00EC44D8" w:rsidRPr="003845C1" w:rsidRDefault="00EC44D8" w:rsidP="00EC44D8">
      <w:pPr>
        <w:rPr>
          <w:b/>
          <w:sz w:val="28"/>
          <w:szCs w:val="28"/>
        </w:rPr>
      </w:pPr>
      <w:proofErr w:type="gramStart"/>
      <w:r>
        <w:rPr>
          <w:b/>
          <w:sz w:val="28"/>
          <w:szCs w:val="28"/>
        </w:rPr>
        <w:t>aux</w:t>
      </w:r>
      <w:proofErr w:type="gramEnd"/>
      <w:r>
        <w:rPr>
          <w:b/>
          <w:sz w:val="28"/>
          <w:szCs w:val="28"/>
        </w:rPr>
        <w:t> </w:t>
      </w:r>
      <w:r w:rsidRPr="00772784">
        <w:rPr>
          <w:b/>
          <w:sz w:val="28"/>
          <w:szCs w:val="28"/>
        </w:rPr>
        <w:t>ressources génétiques, aux savoirs traditionnels et au folklore</w:t>
      </w:r>
    </w:p>
    <w:p w14:paraId="4A02AE71" w14:textId="77777777" w:rsidR="00EC44D8" w:rsidRDefault="00EC44D8" w:rsidP="00EC44D8"/>
    <w:p w14:paraId="63EB051B" w14:textId="77777777" w:rsidR="00EC44D8" w:rsidRDefault="00EC44D8" w:rsidP="00EC44D8"/>
    <w:p w14:paraId="4A2FD7C4" w14:textId="2CEF746E" w:rsidR="00EC44D8" w:rsidRPr="003845C1" w:rsidRDefault="00EC44D8" w:rsidP="00EC44D8">
      <w:pPr>
        <w:rPr>
          <w:b/>
          <w:sz w:val="24"/>
          <w:szCs w:val="24"/>
        </w:rPr>
      </w:pPr>
      <w:r w:rsidRPr="00772784">
        <w:rPr>
          <w:b/>
          <w:sz w:val="24"/>
          <w:szCs w:val="24"/>
        </w:rPr>
        <w:t>Trente</w:t>
      </w:r>
      <w:r w:rsidR="004A5280">
        <w:rPr>
          <w:b/>
          <w:sz w:val="24"/>
          <w:szCs w:val="24"/>
        </w:rPr>
        <w:t>-</w:t>
      </w:r>
      <w:r w:rsidRPr="00772784">
        <w:rPr>
          <w:b/>
          <w:sz w:val="24"/>
          <w:szCs w:val="24"/>
        </w:rPr>
        <w:t>huit</w:t>
      </w:r>
      <w:r w:rsidR="004A5280">
        <w:rPr>
          <w:b/>
          <w:sz w:val="24"/>
          <w:szCs w:val="24"/>
        </w:rPr>
        <w:t>ième session</w:t>
      </w:r>
    </w:p>
    <w:p w14:paraId="287556D1" w14:textId="11BD7F20" w:rsidR="00EC44D8" w:rsidRPr="003845C1" w:rsidRDefault="00EC44D8" w:rsidP="00EC44D8">
      <w:pPr>
        <w:rPr>
          <w:b/>
          <w:sz w:val="24"/>
          <w:szCs w:val="24"/>
        </w:rPr>
      </w:pPr>
      <w:r w:rsidRPr="00772784">
        <w:rPr>
          <w:b/>
          <w:sz w:val="24"/>
          <w:szCs w:val="24"/>
        </w:rPr>
        <w:t>Genève, 10 – 1</w:t>
      </w:r>
      <w:r w:rsidR="004A5280" w:rsidRPr="00772784">
        <w:rPr>
          <w:b/>
          <w:sz w:val="24"/>
          <w:szCs w:val="24"/>
        </w:rPr>
        <w:t>4</w:t>
      </w:r>
      <w:r w:rsidR="004A5280">
        <w:rPr>
          <w:b/>
          <w:sz w:val="24"/>
          <w:szCs w:val="24"/>
        </w:rPr>
        <w:t> </w:t>
      </w:r>
      <w:r w:rsidR="004A5280" w:rsidRPr="00772784">
        <w:rPr>
          <w:b/>
          <w:sz w:val="24"/>
          <w:szCs w:val="24"/>
        </w:rPr>
        <w:t>décembre</w:t>
      </w:r>
      <w:r w:rsidR="004A5280">
        <w:rPr>
          <w:b/>
          <w:sz w:val="24"/>
          <w:szCs w:val="24"/>
        </w:rPr>
        <w:t> </w:t>
      </w:r>
      <w:r w:rsidR="004A5280" w:rsidRPr="00772784">
        <w:rPr>
          <w:b/>
          <w:sz w:val="24"/>
          <w:szCs w:val="24"/>
        </w:rPr>
        <w:t>20</w:t>
      </w:r>
      <w:r w:rsidRPr="00772784">
        <w:rPr>
          <w:b/>
          <w:sz w:val="24"/>
          <w:szCs w:val="24"/>
        </w:rPr>
        <w:t>18</w:t>
      </w:r>
    </w:p>
    <w:p w14:paraId="389056E2" w14:textId="77777777" w:rsidR="00EC44D8" w:rsidRPr="008B2CC1" w:rsidRDefault="00EC44D8" w:rsidP="00EC44D8"/>
    <w:p w14:paraId="1461F678" w14:textId="77777777" w:rsidR="00EC44D8" w:rsidRPr="008B2CC1" w:rsidRDefault="00EC44D8" w:rsidP="00EC44D8"/>
    <w:p w14:paraId="0D390F52" w14:textId="77777777" w:rsidR="00EC44D8" w:rsidRPr="008B2CC1" w:rsidRDefault="00EC44D8" w:rsidP="00EC44D8"/>
    <w:p w14:paraId="55E69309" w14:textId="231E1C8C" w:rsidR="00005FBC" w:rsidRPr="008F509B" w:rsidRDefault="005E2FD1" w:rsidP="00005FBC">
      <w:pPr>
        <w:rPr>
          <w:caps/>
          <w:sz w:val="24"/>
        </w:rPr>
      </w:pPr>
      <w:r w:rsidRPr="008F509B">
        <w:rPr>
          <w:caps/>
          <w:sz w:val="24"/>
        </w:rPr>
        <w:t>Rapport sur la compilation de d</w:t>
      </w:r>
      <w:r w:rsidR="004A5280">
        <w:rPr>
          <w:caps/>
          <w:sz w:val="24"/>
        </w:rPr>
        <w:t>onnées relatives aux régimes de </w:t>
      </w:r>
      <w:r w:rsidRPr="008F509B">
        <w:rPr>
          <w:caps/>
          <w:sz w:val="24"/>
        </w:rPr>
        <w:t>divulgation concernant l</w:t>
      </w:r>
      <w:r w:rsidR="004A5280">
        <w:rPr>
          <w:caps/>
          <w:sz w:val="24"/>
        </w:rPr>
        <w:t>es ressources génétiques et les </w:t>
      </w:r>
      <w:r w:rsidRPr="008F509B">
        <w:rPr>
          <w:caps/>
          <w:sz w:val="24"/>
        </w:rPr>
        <w:t>savoirs traditionnels qui y</w:t>
      </w:r>
      <w:r w:rsidR="00FB4507" w:rsidRPr="008F509B">
        <w:rPr>
          <w:caps/>
          <w:sz w:val="24"/>
        </w:rPr>
        <w:t> </w:t>
      </w:r>
      <w:r w:rsidRPr="008F509B">
        <w:rPr>
          <w:caps/>
          <w:sz w:val="24"/>
        </w:rPr>
        <w:t>sont associés</w:t>
      </w:r>
    </w:p>
    <w:p w14:paraId="09A3B037" w14:textId="77777777" w:rsidR="002928D3" w:rsidRPr="005E2FD1" w:rsidRDefault="002928D3"/>
    <w:p w14:paraId="67ABEFB1" w14:textId="77777777" w:rsidR="00005FBC" w:rsidRPr="005E2FD1" w:rsidRDefault="00005FBC">
      <w:pPr>
        <w:rPr>
          <w:i/>
        </w:rPr>
      </w:pPr>
      <w:r w:rsidRPr="005E2FD1">
        <w:rPr>
          <w:i/>
        </w:rPr>
        <w:t xml:space="preserve">Document </w:t>
      </w:r>
      <w:r w:rsidR="005E2FD1" w:rsidRPr="005E2FD1">
        <w:rPr>
          <w:i/>
        </w:rPr>
        <w:t>établi p</w:t>
      </w:r>
      <w:r w:rsidRPr="005E2FD1">
        <w:rPr>
          <w:i/>
        </w:rPr>
        <w:t>ar</w:t>
      </w:r>
      <w:r w:rsidR="005E2FD1" w:rsidRPr="005E2FD1">
        <w:rPr>
          <w:i/>
        </w:rPr>
        <w:t xml:space="preserve"> l</w:t>
      </w:r>
      <w:r w:rsidRPr="005E2FD1">
        <w:rPr>
          <w:i/>
        </w:rPr>
        <w:t>e Secr</w:t>
      </w:r>
      <w:r w:rsidR="005E2FD1" w:rsidRPr="005E2FD1">
        <w:rPr>
          <w:i/>
        </w:rPr>
        <w:t>é</w:t>
      </w:r>
      <w:r w:rsidRPr="005E2FD1">
        <w:rPr>
          <w:i/>
        </w:rPr>
        <w:t>tariat</w:t>
      </w:r>
    </w:p>
    <w:p w14:paraId="4A173E9B" w14:textId="77777777" w:rsidR="00005FBC" w:rsidRDefault="00005FBC"/>
    <w:p w14:paraId="2F718504" w14:textId="77777777" w:rsidR="00E74FE3" w:rsidRPr="005E2FD1" w:rsidRDefault="00E74FE3"/>
    <w:p w14:paraId="78C989F6" w14:textId="77777777" w:rsidR="00005FBC" w:rsidRDefault="00005FBC"/>
    <w:p w14:paraId="0CFAB75B" w14:textId="77777777" w:rsidR="003B27AC" w:rsidRPr="005E2FD1" w:rsidRDefault="003B27AC"/>
    <w:p w14:paraId="37DD4A7A" w14:textId="77777777" w:rsidR="00005FBC" w:rsidRPr="005E2FD1" w:rsidRDefault="005E2FD1" w:rsidP="00E74FE3">
      <w:pPr>
        <w:pStyle w:val="Heading1"/>
      </w:pPr>
      <w:r w:rsidRPr="005E2FD1">
        <w:t>Historique et c</w:t>
      </w:r>
      <w:r w:rsidR="00362AB7" w:rsidRPr="005E2FD1">
        <w:t>ontext</w:t>
      </w:r>
      <w:r w:rsidR="00C529F2">
        <w:t>e</w:t>
      </w:r>
    </w:p>
    <w:p w14:paraId="06878DCE" w14:textId="5E720EF3" w:rsidR="005E2FD1" w:rsidRPr="00E74FE3" w:rsidRDefault="005E2FD1" w:rsidP="00E74FE3">
      <w:pPr>
        <w:pStyle w:val="ONUMFS"/>
      </w:pPr>
      <w:r w:rsidRPr="00E74FE3">
        <w:t>La divulgation fait partie des principes fondamentaux du droit des breve</w:t>
      </w:r>
      <w:r w:rsidR="00B04267" w:rsidRPr="00E74FE3">
        <w:t>ts</w:t>
      </w:r>
      <w:r w:rsidR="00B04267">
        <w:t xml:space="preserve">.  </w:t>
      </w:r>
      <w:r w:rsidR="00B04267" w:rsidRPr="00E74FE3">
        <w:t>Co</w:t>
      </w:r>
      <w:r w:rsidRPr="00E74FE3">
        <w:t>mme l</w:t>
      </w:r>
      <w:r w:rsidR="004A5280">
        <w:t>’</w:t>
      </w:r>
      <w:r w:rsidRPr="00E74FE3">
        <w:t>indiquent l</w:t>
      </w:r>
      <w:r w:rsidR="004A5280">
        <w:t>’</w:t>
      </w:r>
      <w:r w:rsidRPr="00E74FE3">
        <w:t>article 29.1 de l</w:t>
      </w:r>
      <w:r w:rsidR="004A5280">
        <w:t>’</w:t>
      </w:r>
      <w:r w:rsidRPr="00E74FE3">
        <w:t>Accord sur les aspects des droits de propriété intellectuelle qui touchent au commerce (ADPIC) et l</w:t>
      </w:r>
      <w:r w:rsidR="004A5280">
        <w:t>’</w:t>
      </w:r>
      <w:r w:rsidRPr="00E74FE3">
        <w:t>article 5 du Traité de coopération en matière de brevets (PCT), le droit des brevets impose aux déposants de demandes de brevet l</w:t>
      </w:r>
      <w:r w:rsidR="004A5280">
        <w:t>’</w:t>
      </w:r>
      <w:r w:rsidRPr="00E74FE3">
        <w:t>obligation générale “d</w:t>
      </w:r>
      <w:r w:rsidR="004A5280">
        <w:t>’</w:t>
      </w:r>
      <w:r w:rsidRPr="00E74FE3">
        <w:t>exposer l</w:t>
      </w:r>
      <w:r w:rsidR="004A5280">
        <w:t>’</w:t>
      </w:r>
      <w:r w:rsidRPr="00E74FE3">
        <w:t>invention d</w:t>
      </w:r>
      <w:r w:rsidR="004A5280">
        <w:t>’</w:t>
      </w:r>
      <w:r w:rsidRPr="00E74FE3">
        <w:t>une manière suffisamment claire et complète pour qu</w:t>
      </w:r>
      <w:r w:rsidR="004A5280">
        <w:t>’</w:t>
      </w:r>
      <w:r w:rsidRPr="00E74FE3">
        <w:t>un homme du métier puisse l</w:t>
      </w:r>
      <w:r w:rsidR="004A5280">
        <w:t>’</w:t>
      </w:r>
      <w:r w:rsidRPr="00E74FE3">
        <w:t>exécuter”.</w:t>
      </w:r>
    </w:p>
    <w:p w14:paraId="1FC3700C" w14:textId="787B40E0" w:rsidR="000B0CF5"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4A5280">
        <w:t>’</w:t>
      </w:r>
      <w:r w:rsidRPr="00E74FE3">
        <w:t>une manière générale pour les dispositions figurant dans le droit des brevets à l</w:t>
      </w:r>
      <w:r w:rsidR="004A5280">
        <w:t>’</w:t>
      </w:r>
      <w:r w:rsidRPr="00E74FE3">
        <w:t>échelle internationale, régionale ou nationale qui obligent ou visent à obliger expressément les déposants de demandes de brevet à révéler plusieurs éléments d</w:t>
      </w:r>
      <w:r w:rsidR="004A5280">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4A5280">
        <w:t>’</w:t>
      </w:r>
      <w:r w:rsidRPr="00E74FE3">
        <w:t>invention revendiquée dans une demande de brevet.</w:t>
      </w:r>
    </w:p>
    <w:p w14:paraId="61C12727" w14:textId="49FC39B2" w:rsidR="000B0CF5"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le Comité intergouvernemental de la propriété intellectuelle relative aux ressources génétiques, aux savoirs traditionnels et au folklore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4A5280">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4A5280">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4A5280">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C8252B5" w14:textId="5DF0C727" w:rsidR="000B0CF5"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4A5280">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4A5280" w:rsidRPr="00E74FE3">
        <w:rPr>
          <w:bCs/>
        </w:rPr>
        <w:t>document</w:t>
      </w:r>
      <w:r w:rsidR="00B04267">
        <w:rPr>
          <w:bCs/>
        </w:rPr>
        <w:t xml:space="preserve"> </w:t>
      </w:r>
      <w:r w:rsidR="004A5280"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 xml:space="preserve">qui avait recensé quatre 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B04267" w:rsidRPr="00E74FE3">
        <w:rPr>
          <w:bCs/>
        </w:rPr>
        <w:t>té</w:t>
      </w:r>
      <w:r w:rsidR="00B04267">
        <w:rPr>
          <w:bCs/>
        </w:rPr>
        <w:t xml:space="preserve">.  </w:t>
      </w:r>
      <w:r w:rsidR="00B04267" w:rsidRPr="00E74FE3">
        <w:rPr>
          <w:bCs/>
        </w:rPr>
        <w:t>Le</w:t>
      </w:r>
      <w:r w:rsidR="003D5FE5" w:rsidRPr="00E74FE3">
        <w:rPr>
          <w:bCs/>
        </w:rPr>
        <w:t>s quatre thèmes étaient les suivants</w:t>
      </w:r>
      <w:r w:rsidR="004A5280">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4A5280">
        <w:t>’</w:t>
      </w:r>
      <w:r w:rsidR="003D5FE5" w:rsidRPr="00E74FE3">
        <w:t>accès aux ressources génétiques et le partage des avantages qui en découlent;  ii) les mesures législatives, administratives et de politique générale aux niveaux national et régional visant à réglementer l</w:t>
      </w:r>
      <w:r w:rsidR="004A5280">
        <w:t>’</w:t>
      </w:r>
      <w:r w:rsidR="003D5FE5" w:rsidRPr="00E74FE3">
        <w:t>accès aux ressources génétiques;</w:t>
      </w:r>
      <w:r w:rsidR="00BD0569" w:rsidRPr="00E74FE3">
        <w:t xml:space="preserve"> </w:t>
      </w:r>
      <w:r w:rsidR="003D5FE5" w:rsidRPr="00E74FE3">
        <w:t xml:space="preserve"> </w:t>
      </w:r>
      <w:r w:rsidR="00BD0569" w:rsidRPr="00E74FE3">
        <w:t>iii)</w:t>
      </w:r>
      <w:r w:rsidR="003D5FE5" w:rsidRPr="00E74FE3">
        <w:t> </w:t>
      </w:r>
      <w:r w:rsidR="00966035" w:rsidRPr="00E74FE3">
        <w:t>les systèmes multilatéraux destinés à faciliter l</w:t>
      </w:r>
      <w:r w:rsidR="004A5280">
        <w:t>’</w:t>
      </w:r>
      <w:r w:rsidR="00966035" w:rsidRPr="00E74FE3">
        <w:t>accès aux ressources génétiques et le partage des avantages qui en découlent;  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07EACD6A" w14:textId="32AFC433" w:rsidR="000B0CF5"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4A5280">
        <w:rPr>
          <w:bCs/>
        </w:rPr>
        <w:t>’</w:t>
      </w:r>
      <w:r w:rsidRPr="00E74FE3">
        <w:rPr>
          <w:bCs/>
        </w:rPr>
        <w:t>accès aux ressources génétiques, l</w:t>
      </w:r>
      <w:r w:rsidR="004A5280">
        <w:rPr>
          <w:bCs/>
        </w:rPr>
        <w:t>’</w:t>
      </w:r>
      <w:r w:rsidRPr="00E74FE3">
        <w:rPr>
          <w:bCs/>
        </w:rPr>
        <w:t xml:space="preserve">IGC a commencé à discuter à </w:t>
      </w:r>
      <w:r w:rsidR="00250E32" w:rsidRPr="00E74FE3">
        <w:rPr>
          <w:bCs/>
        </w:rPr>
        <w:t>l</w:t>
      </w:r>
      <w:r w:rsidR="004A5280">
        <w:rPr>
          <w:bCs/>
        </w:rPr>
        <w:t>’</w:t>
      </w:r>
      <w:r w:rsidRPr="00E74FE3">
        <w:rPr>
          <w:bCs/>
        </w:rPr>
        <w:t>époque de l</w:t>
      </w:r>
      <w:r w:rsidR="004A5280">
        <w:rPr>
          <w:bCs/>
        </w:rPr>
        <w:t>’</w:t>
      </w:r>
      <w:r w:rsidRPr="00E74FE3">
        <w:rPr>
          <w:bCs/>
        </w:rPr>
        <w:t>établissement d</w:t>
      </w:r>
      <w:r w:rsidR="004A5280">
        <w:rPr>
          <w:bCs/>
        </w:rPr>
        <w:t>’</w:t>
      </w:r>
      <w:r w:rsidRPr="00E74FE3">
        <w:rPr>
          <w:bCs/>
        </w:rPr>
        <w:t>“une exigence selon laquelle les documents de brevet doivent indiquer l</w:t>
      </w:r>
      <w:r w:rsidR="004A5280">
        <w:rPr>
          <w:bCs/>
        </w:rPr>
        <w:t>’</w:t>
      </w:r>
      <w:r w:rsidRPr="00E74FE3">
        <w:rPr>
          <w:bCs/>
        </w:rPr>
        <w:t>origine des ressources génétiques utilisées pour la mise au point d</w:t>
      </w:r>
      <w:r w:rsidR="004A5280">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4A5280" w:rsidRPr="00E74FE3">
        <w:rPr>
          <w:bCs/>
        </w:rPr>
        <w:t>document</w:t>
      </w:r>
      <w:r w:rsidR="00B04267">
        <w:rPr>
          <w:bCs/>
        </w:rPr>
        <w:t xml:space="preserve"> </w:t>
      </w:r>
      <w:r w:rsidR="004A5280" w:rsidRPr="00E74FE3">
        <w:rPr>
          <w:bCs/>
        </w:rPr>
        <w:t>WI</w:t>
      </w:r>
      <w:r w:rsidR="00C40005" w:rsidRPr="00E74FE3">
        <w:rPr>
          <w:bCs/>
        </w:rPr>
        <w:t>PO/GRTKF/IC/1/3)</w:t>
      </w:r>
      <w:r w:rsidR="00D568AE" w:rsidRPr="00E74FE3">
        <w:rPr>
          <w:bCs/>
        </w:rPr>
        <w:t>.</w:t>
      </w:r>
      <w:r w:rsidR="00C40005" w:rsidRPr="00E74FE3">
        <w:rPr>
          <w:bCs/>
        </w:rPr>
        <w:t xml:space="preserve">  </w:t>
      </w:r>
      <w:r w:rsidRPr="00E74FE3">
        <w:rPr>
          <w:bCs/>
        </w:rPr>
        <w:t>Lors de la même session de l</w:t>
      </w:r>
      <w:r w:rsidR="004A5280">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4A5280">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4A5280">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4A5280">
        <w:rPr>
          <w:bCs/>
        </w:rPr>
        <w:t>’</w:t>
      </w:r>
      <w:r w:rsidRPr="00E74FE3">
        <w:rPr>
          <w:bCs/>
        </w:rPr>
        <w:t>utilisation et l</w:t>
      </w:r>
      <w:r w:rsidR="004A5280">
        <w:rPr>
          <w:bCs/>
        </w:rPr>
        <w:t>’</w:t>
      </w:r>
      <w:r w:rsidRPr="00E74FE3">
        <w:rPr>
          <w:bCs/>
        </w:rPr>
        <w:t>exploitation des ressources génétiques et biologiques et les mécanismes permettant une répartition équitable des avantages en cas de création d</w:t>
      </w:r>
      <w:r w:rsidR="004A5280">
        <w:rPr>
          <w:bCs/>
        </w:rPr>
        <w:t>’</w:t>
      </w:r>
      <w:r w:rsidRPr="00E74FE3">
        <w:rPr>
          <w:bCs/>
        </w:rPr>
        <w:t>un produit ou d</w:t>
      </w:r>
      <w:r w:rsidR="004A5280">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4A5280">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4A5280" w:rsidRPr="00E74FE3">
        <w:rPr>
          <w:bCs/>
        </w:rPr>
        <w:t>document</w:t>
      </w:r>
      <w:r w:rsidR="004A5280">
        <w:rPr>
          <w:bCs/>
        </w:rPr>
        <w:t xml:space="preserve"> </w:t>
      </w:r>
      <w:r w:rsidR="004A5280" w:rsidRPr="00E74FE3">
        <w:rPr>
          <w:bCs/>
        </w:rPr>
        <w:t>WI</w:t>
      </w:r>
      <w:r w:rsidR="00C40005" w:rsidRPr="00E74FE3">
        <w:rPr>
          <w:bCs/>
        </w:rPr>
        <w:t>PO/GRTKF/IC/1/5).</w:t>
      </w:r>
    </w:p>
    <w:p w14:paraId="3D563D15" w14:textId="3983215C" w:rsidR="000B0CF5"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4A5280">
        <w:rPr>
          <w:bCs/>
        </w:rPr>
        <w:t>’</w:t>
      </w:r>
      <w:r w:rsidRPr="00E74FE3">
        <w:rPr>
          <w:bCs/>
        </w:rPr>
        <w:t>exigence de divulgati</w:t>
      </w:r>
      <w:r w:rsidR="00D33829" w:rsidRPr="00E74FE3">
        <w:rPr>
          <w:bCs/>
        </w:rPr>
        <w:t xml:space="preserve">on </w:t>
      </w:r>
      <w:r w:rsidRPr="00E74FE3">
        <w:rPr>
          <w:bCs/>
        </w:rPr>
        <w:t>et l</w:t>
      </w:r>
      <w:r w:rsidR="004A5280">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4A5280">
        <w:rPr>
          <w:bCs/>
        </w:rPr>
        <w:t>’</w:t>
      </w:r>
      <w:r w:rsidRPr="00E74FE3">
        <w:rPr>
          <w:bCs/>
        </w:rPr>
        <w:t>éventuelles exigences en la matière</w:t>
      </w:r>
      <w:r w:rsidR="00361A40" w:rsidRPr="00E74FE3">
        <w:rPr>
          <w:bCs/>
        </w:rPr>
        <w:t>.</w:t>
      </w:r>
    </w:p>
    <w:p w14:paraId="780700F7" w14:textId="7CA32CB8" w:rsidR="00E74FE3" w:rsidRPr="00E74FE3" w:rsidRDefault="00EC3204" w:rsidP="00E74FE3">
      <w:pPr>
        <w:pStyle w:val="ONUMFS"/>
      </w:pPr>
      <w:r w:rsidRPr="00E74FE3">
        <w:t>En 2017, l</w:t>
      </w:r>
      <w:r w:rsidR="004A5280">
        <w:t>’</w:t>
      </w:r>
      <w:r w:rsidRPr="00E74FE3">
        <w:t>Assemblée générale de l</w:t>
      </w:r>
      <w:r w:rsidR="004A5280">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4A5280">
        <w:t>’</w:t>
      </w:r>
      <w:r w:rsidRPr="00E74FE3">
        <w:t>éventuelles lacunes”.</w:t>
      </w:r>
    </w:p>
    <w:p w14:paraId="2636D8E3" w14:textId="43DF40E5" w:rsidR="000B0CF5" w:rsidRDefault="00727EEE" w:rsidP="00E74FE3">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4A5280" w:rsidRPr="00E74FE3">
        <w:t>document</w:t>
      </w:r>
      <w:r w:rsidR="00B04267">
        <w:t> </w:t>
      </w:r>
      <w:r w:rsidR="004A5280">
        <w:t>WI</w:t>
      </w:r>
      <w:r w:rsidR="009950A5">
        <w:t>PO/GRTKF/IC/35/6 a été étab</w:t>
      </w:r>
      <w:r w:rsidR="00B04267">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de documents disponibles sur le site Web de l</w:t>
      </w:r>
      <w:r w:rsidR="004A5280">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4A5280">
        <w:t>-</w:t>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B04267" w:rsidRPr="00E74FE3">
        <w:t>on)</w:t>
      </w:r>
      <w:r w:rsidR="00B04267">
        <w:t>.  C</w:t>
      </w:r>
      <w:r w:rsidR="00B04267" w:rsidRPr="00E74FE3">
        <w:t>e</w:t>
      </w:r>
      <w:r w:rsidR="00117FD8" w:rsidRPr="00E74FE3">
        <w:t xml:space="preserve"> document </w:t>
      </w:r>
      <w:r w:rsidR="002D5E77" w:rsidRPr="00E74FE3">
        <w:t>compren</w:t>
      </w:r>
      <w:r w:rsidR="009950A5">
        <w:t>ait</w:t>
      </w:r>
      <w:r w:rsidR="002D5E77" w:rsidRPr="00E74FE3">
        <w:t xml:space="preserve"> un résumé des études et </w:t>
      </w:r>
      <w:r w:rsidR="0078710B" w:rsidRPr="00E74FE3">
        <w:t>guides</w:t>
      </w:r>
      <w:r w:rsidR="00CB041F" w:rsidRPr="00E74FE3">
        <w:t xml:space="preserve"> </w:t>
      </w:r>
      <w:r w:rsidR="002D5E77" w:rsidRPr="00E74FE3">
        <w:t>établis par le Secrétariat de l</w:t>
      </w:r>
      <w:r w:rsidR="004A5280">
        <w:t>’</w:t>
      </w:r>
      <w:r w:rsidR="002D5E77" w:rsidRPr="00E74FE3">
        <w:t>OMPI, des</w:t>
      </w:r>
      <w:r w:rsidR="00117FD8" w:rsidRPr="00E74FE3">
        <w:t xml:space="preserve"> propos</w:t>
      </w:r>
      <w:r w:rsidR="002D5E77" w:rsidRPr="00E74FE3">
        <w:t>itions des État</w:t>
      </w:r>
      <w:r w:rsidR="00117FD8" w:rsidRPr="00E74FE3">
        <w:t xml:space="preserve">s </w:t>
      </w:r>
      <w:r w:rsidR="00117FD8" w:rsidRPr="00E74FE3">
        <w:lastRenderedPageBreak/>
        <w:t>membres</w:t>
      </w:r>
      <w:r w:rsidR="0092387A" w:rsidRPr="00E74FE3">
        <w:t xml:space="preserve">, </w:t>
      </w:r>
      <w:r w:rsidR="002D5E77" w:rsidRPr="00E74FE3">
        <w:t>des données d</w:t>
      </w:r>
      <w:r w:rsidR="004A5280">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4A5280">
        <w:t>’</w:t>
      </w:r>
      <w:r w:rsidR="002D5E77" w:rsidRPr="00E74FE3">
        <w:t xml:space="preserve">évolution </w:t>
      </w:r>
      <w:r w:rsidR="00117FD8" w:rsidRPr="00E74FE3">
        <w:t>histori</w:t>
      </w:r>
      <w:r w:rsidR="002D5E77" w:rsidRPr="00E74FE3">
        <w:t>que des négociations sur la base d</w:t>
      </w:r>
      <w:r w:rsidR="004A5280">
        <w:t>’</w:t>
      </w:r>
      <w:r w:rsidR="002D5E77" w:rsidRPr="00E74FE3">
        <w:t>un texte menées au sein de l</w:t>
      </w:r>
      <w:r w:rsidR="004A5280">
        <w:t>’</w:t>
      </w:r>
      <w:r w:rsidR="00117FD8" w:rsidRPr="00E74FE3">
        <w:t>IGC</w:t>
      </w:r>
      <w:r w:rsidR="007A4DEA" w:rsidRPr="00E74FE3">
        <w:t xml:space="preserve"> </w:t>
      </w:r>
      <w:r w:rsidR="002D5E77" w:rsidRPr="00E74FE3">
        <w:t>sur la question des exigences de divulgati</w:t>
      </w:r>
      <w:r w:rsidR="00B04267" w:rsidRPr="00E74FE3">
        <w:t>on</w:t>
      </w:r>
      <w:r w:rsidR="00B04267">
        <w:t>.  Le</w:t>
      </w:r>
      <w:r w:rsidR="009950A5">
        <w:t xml:space="preserve"> même document, assorti de quelques mises à jour, </w:t>
      </w:r>
      <w:r w:rsidR="00D50B51">
        <w:t xml:space="preserve">a été </w:t>
      </w:r>
      <w:r w:rsidR="009950A5">
        <w:t xml:space="preserve">rediffusé pour </w:t>
      </w:r>
      <w:r w:rsidR="00D50B51">
        <w:t>l</w:t>
      </w:r>
      <w:r w:rsidR="00725235">
        <w:t>es</w:t>
      </w:r>
      <w:r w:rsidR="00D50B51">
        <w:t xml:space="preserve"> trente</w:t>
      </w:r>
      <w:r w:rsidR="004A5280">
        <w:t>-</w:t>
      </w:r>
      <w:r w:rsidR="00D50B51">
        <w:t>six</w:t>
      </w:r>
      <w:r w:rsidR="002B5240">
        <w:t>ième</w:t>
      </w:r>
      <w:r w:rsidR="00725235">
        <w:t xml:space="preserve"> et trente</w:t>
      </w:r>
      <w:r w:rsidR="004A5280">
        <w:t>-</w:t>
      </w:r>
      <w:r w:rsidR="00725235">
        <w:t>sept</w:t>
      </w:r>
      <w:r w:rsidR="004A5280">
        <w:t>ième session</w:t>
      </w:r>
      <w:r w:rsidR="00725235">
        <w:t>s</w:t>
      </w:r>
      <w:r w:rsidR="00D50B51">
        <w:t xml:space="preserve"> de l</w:t>
      </w:r>
      <w:r w:rsidR="004A5280">
        <w:t>’</w:t>
      </w:r>
      <w:r w:rsidR="00D50B51">
        <w:t xml:space="preserve">IGC et est rediffusé pour </w:t>
      </w:r>
      <w:r w:rsidR="009950A5">
        <w:t>la présente session</w:t>
      </w:r>
      <w:r w:rsidR="002D6AFF">
        <w:t xml:space="preserve"> également</w:t>
      </w:r>
      <w:r w:rsidR="009950A5">
        <w:t>.</w:t>
      </w:r>
    </w:p>
    <w:p w14:paraId="5911352D" w14:textId="32FCE1CA" w:rsidR="00E74FE3" w:rsidRPr="00E74FE3" w:rsidRDefault="002D5E77" w:rsidP="00E74FE3">
      <w:pPr>
        <w:pStyle w:val="Heading1"/>
      </w:pPr>
      <w:r w:rsidRPr="00E74FE3">
        <w:t>Études et guides établis par l</w:t>
      </w:r>
      <w:r w:rsidR="004A5280">
        <w:t>’</w:t>
      </w:r>
      <w:r w:rsidRPr="00E74FE3">
        <w:t>OMPI</w:t>
      </w:r>
    </w:p>
    <w:p w14:paraId="16950045" w14:textId="70D250B1" w:rsidR="000B0CF5" w:rsidRDefault="00575BDC" w:rsidP="00E74FE3">
      <w:pPr>
        <w:pStyle w:val="ONUMFS"/>
        <w:rPr>
          <w:bCs/>
        </w:rPr>
      </w:pPr>
      <w:r w:rsidRPr="00E74FE3">
        <w:t>Le document intitulé “</w:t>
      </w:r>
      <w:r w:rsidR="002D5E77" w:rsidRPr="00E74FE3">
        <w:rPr>
          <w:b/>
          <w:bCs/>
        </w:rPr>
        <w:t>Questions essentielles sur les exigences de divulgation des ressources génétiques et des savoirs traditionnels dans les demandes de brevet</w:t>
      </w:r>
      <w:r w:rsidRPr="00E74FE3">
        <w:t>”</w:t>
      </w:r>
      <w:r w:rsidR="00B844E6" w:rsidRPr="00E74FE3">
        <w:rPr>
          <w:b/>
          <w:bCs/>
        </w:rPr>
        <w:t xml:space="preserve"> </w:t>
      </w:r>
      <w:r w:rsidR="00B844E6" w:rsidRPr="00977EB1">
        <w:t>(</w:t>
      </w:r>
      <w:r w:rsidR="002D5E77" w:rsidRPr="00977EB1">
        <w:t>dispon</w:t>
      </w:r>
      <w:r w:rsidR="00B844E6" w:rsidRPr="00977EB1">
        <w:t xml:space="preserve">ible </w:t>
      </w:r>
      <w:r w:rsidR="002D5E77" w:rsidRPr="00977EB1">
        <w:t>à l</w:t>
      </w:r>
      <w:r w:rsidR="004A5280">
        <w:t>’</w:t>
      </w:r>
      <w:r w:rsidR="002D5E77" w:rsidRPr="00977EB1">
        <w:t>adresse</w:t>
      </w:r>
      <w:r w:rsidR="00753936">
        <w:t> </w:t>
      </w:r>
      <w:hyperlink r:id="rId10" w:history="1">
        <w:r w:rsidR="002D5E77" w:rsidRPr="00977EB1">
          <w:t>http://www.wipo.int/publications/fr/details.jsp?id=4194</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rPr>
          <w:bCs/>
        </w:rPr>
        <w:t xml:space="preserve"> </w:t>
      </w:r>
      <w:r w:rsidR="002D5E77" w:rsidRPr="00E74FE3">
        <w:rPr>
          <w:bCs/>
        </w:rPr>
        <w:t>compl</w:t>
      </w:r>
      <w:r w:rsidR="00E351A7" w:rsidRPr="00E74FE3">
        <w:rPr>
          <w:bCs/>
        </w:rPr>
        <w:t>è</w:t>
      </w:r>
      <w:r w:rsidR="002D5E77" w:rsidRPr="00E74FE3">
        <w:rPr>
          <w:bCs/>
        </w:rPr>
        <w:t>t</w:t>
      </w:r>
      <w:r w:rsidR="00E351A7" w:rsidRPr="00E74FE3">
        <w:rPr>
          <w:bCs/>
        </w:rPr>
        <w:t>e</w:t>
      </w:r>
      <w:r w:rsidR="002D5E77" w:rsidRPr="00E74FE3">
        <w:rPr>
          <w:bCs/>
        </w:rPr>
        <w:t xml:space="preserve"> et n</w:t>
      </w:r>
      <w:r w:rsidR="00A46ECE" w:rsidRPr="00E74FE3">
        <w:rPr>
          <w:bCs/>
        </w:rPr>
        <w:t>eutr</w:t>
      </w:r>
      <w:r w:rsidR="002D5E77" w:rsidRPr="00E74FE3">
        <w:rPr>
          <w:bCs/>
        </w:rPr>
        <w:t>e</w:t>
      </w:r>
      <w:r w:rsidR="00A46ECE" w:rsidRPr="00E74FE3">
        <w:rPr>
          <w:bCs/>
        </w:rPr>
        <w:t xml:space="preserve"> </w:t>
      </w:r>
      <w:r w:rsidR="002D5E77" w:rsidRPr="00E74FE3">
        <w:rPr>
          <w:bCs/>
        </w:rPr>
        <w:t xml:space="preserve">des </w:t>
      </w:r>
      <w:r w:rsidR="00E351A7" w:rsidRPr="00E74FE3">
        <w:rPr>
          <w:bCs/>
        </w:rPr>
        <w:t xml:space="preserve">principales </w:t>
      </w:r>
      <w:r w:rsidR="002D5E77" w:rsidRPr="00E74FE3">
        <w:rPr>
          <w:bCs/>
        </w:rPr>
        <w:t xml:space="preserve">questions juridiques et </w:t>
      </w:r>
      <w:r w:rsidR="00A46ECE" w:rsidRPr="00E74FE3">
        <w:rPr>
          <w:bCs/>
        </w:rPr>
        <w:t>op</w:t>
      </w:r>
      <w:r w:rsidR="002D5E77" w:rsidRPr="00E74FE3">
        <w:rPr>
          <w:bCs/>
        </w:rPr>
        <w:t>é</w:t>
      </w:r>
      <w:r w:rsidR="00A46ECE" w:rsidRPr="00E74FE3">
        <w:rPr>
          <w:bCs/>
        </w:rPr>
        <w:t>ration</w:t>
      </w:r>
      <w:r w:rsidR="002D5E77" w:rsidRPr="00E74FE3">
        <w:rPr>
          <w:bCs/>
        </w:rPr>
        <w:t xml:space="preserve">nelles </w:t>
      </w:r>
      <w:r w:rsidR="00E351A7" w:rsidRPr="00E74FE3">
        <w:rPr>
          <w:bCs/>
        </w:rPr>
        <w:t xml:space="preserve">qui se posent </w:t>
      </w:r>
      <w:r w:rsidR="002D5E77" w:rsidRPr="00E74FE3">
        <w:rPr>
          <w:bCs/>
        </w:rPr>
        <w:t>concernant les ex</w:t>
      </w:r>
      <w:r w:rsidR="00E351A7" w:rsidRPr="00E74FE3">
        <w:rPr>
          <w:bCs/>
        </w:rPr>
        <w:t>i</w:t>
      </w:r>
      <w:r w:rsidR="002D5E77" w:rsidRPr="00E74FE3">
        <w:rPr>
          <w:bCs/>
        </w:rPr>
        <w:t>gences de divulgation dans</w:t>
      </w:r>
      <w:r w:rsidR="00E351A7" w:rsidRPr="00E74FE3">
        <w:rPr>
          <w:bCs/>
        </w:rPr>
        <w:t xml:space="preserve"> </w:t>
      </w:r>
      <w:r w:rsidR="002D5E77" w:rsidRPr="00E74FE3">
        <w:rPr>
          <w:bCs/>
        </w:rPr>
        <w:t xml:space="preserve">les demandes de brevet </w:t>
      </w:r>
      <w:r w:rsidR="00E351A7" w:rsidRPr="00E74FE3">
        <w:rPr>
          <w:bCs/>
        </w:rPr>
        <w:t>relatives aux</w:t>
      </w:r>
      <w:r w:rsidR="002D5E77" w:rsidRPr="00E74FE3">
        <w:rPr>
          <w:bCs/>
        </w:rPr>
        <w:t xml:space="preserve"> ressources géné</w:t>
      </w:r>
      <w:r w:rsidR="00E351A7" w:rsidRPr="00E74FE3">
        <w:rPr>
          <w:bCs/>
        </w:rPr>
        <w:t>t</w:t>
      </w:r>
      <w:r w:rsidR="002D5E77" w:rsidRPr="00E74FE3">
        <w:rPr>
          <w:bCs/>
        </w:rPr>
        <w:t xml:space="preserve">iques et </w:t>
      </w:r>
      <w:r w:rsidR="00E351A7" w:rsidRPr="00E74FE3">
        <w:rPr>
          <w:bCs/>
        </w:rPr>
        <w:t>aux</w:t>
      </w:r>
      <w:r w:rsidR="002D5E77" w:rsidRPr="00E74FE3">
        <w:rPr>
          <w:bCs/>
        </w:rPr>
        <w:t xml:space="preserve"> savoirs traditionnels sur la base de l</w:t>
      </w:r>
      <w:r w:rsidR="004A5280">
        <w:rPr>
          <w:bCs/>
        </w:rPr>
        <w:t>’</w:t>
      </w:r>
      <w:r w:rsidR="00601C0B" w:rsidRPr="00E74FE3">
        <w:rPr>
          <w:bCs/>
        </w:rPr>
        <w:t>a</w:t>
      </w:r>
      <w:r w:rsidR="00040C12" w:rsidRPr="00E74FE3">
        <w:rPr>
          <w:bCs/>
        </w:rPr>
        <w:t>nalys</w:t>
      </w:r>
      <w:r w:rsidR="00601C0B" w:rsidRPr="00E74FE3">
        <w:rPr>
          <w:bCs/>
        </w:rPr>
        <w:t>e</w:t>
      </w:r>
      <w:r w:rsidR="00040C12" w:rsidRPr="00E74FE3">
        <w:rPr>
          <w:bCs/>
        </w:rPr>
        <w:t xml:space="preserve"> </w:t>
      </w:r>
      <w:r w:rsidR="00601C0B" w:rsidRPr="00E74FE3">
        <w:rPr>
          <w:bCs/>
        </w:rPr>
        <w:t xml:space="preserve">des exigences en matière de divulgation dans les demandes de brevet en vigueur aux niveaux </w:t>
      </w:r>
      <w:r w:rsidR="00040C12" w:rsidRPr="00E74FE3">
        <w:rPr>
          <w:bCs/>
        </w:rPr>
        <w:t xml:space="preserve">national </w:t>
      </w:r>
      <w:r w:rsidR="00601C0B" w:rsidRPr="00E74FE3">
        <w:rPr>
          <w:bCs/>
        </w:rPr>
        <w:t>et</w:t>
      </w:r>
      <w:r w:rsidR="00040C12" w:rsidRPr="00E74FE3">
        <w:rPr>
          <w:bCs/>
        </w:rPr>
        <w:t xml:space="preserve"> r</w:t>
      </w:r>
      <w:r w:rsidR="00601C0B" w:rsidRPr="00E74FE3">
        <w:rPr>
          <w:bCs/>
        </w:rPr>
        <w:t>é</w:t>
      </w:r>
      <w:r w:rsidR="00040C12" w:rsidRPr="00E74FE3">
        <w:rPr>
          <w:bCs/>
        </w:rPr>
        <w:t>gional</w:t>
      </w:r>
      <w:r w:rsidR="00A46ECE" w:rsidRPr="00E74FE3">
        <w:rPr>
          <w:bCs/>
        </w:rPr>
        <w:t>.</w:t>
      </w:r>
    </w:p>
    <w:p w14:paraId="1B243AB8" w14:textId="5FE70C2A" w:rsidR="000B0CF5"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mis à jour en o</w:t>
      </w:r>
      <w:r w:rsidR="002E400A" w:rsidRPr="00E74FE3">
        <w:rPr>
          <w:szCs w:val="22"/>
        </w:rPr>
        <w:t>ctobr</w:t>
      </w:r>
      <w:r w:rsidRPr="00E74FE3">
        <w:rPr>
          <w:szCs w:val="22"/>
        </w:rPr>
        <w:t>e </w:t>
      </w:r>
      <w:r w:rsidR="002E400A" w:rsidRPr="00E74FE3">
        <w:rPr>
          <w:szCs w:val="22"/>
        </w:rPr>
        <w:t>2017</w:t>
      </w:r>
      <w:r w:rsidR="00676E52" w:rsidRPr="00E74FE3">
        <w:rPr>
          <w:szCs w:val="22"/>
        </w:rPr>
        <w:t xml:space="preserve"> (</w:t>
      </w:r>
      <w:r w:rsidRPr="00E74FE3">
        <w:rPr>
          <w:szCs w:val="22"/>
        </w:rPr>
        <w:t>dispon</w:t>
      </w:r>
      <w:r w:rsidR="00676E52" w:rsidRPr="00E74FE3">
        <w:t xml:space="preserve">ible </w:t>
      </w:r>
      <w:r w:rsidRPr="00E74FE3">
        <w:t>à l</w:t>
      </w:r>
      <w:r w:rsidR="004A5280">
        <w:t>’</w:t>
      </w:r>
      <w:r w:rsidRPr="00E74FE3">
        <w:t xml:space="preserve">adresse </w:t>
      </w:r>
      <w:hyperlink r:id="rId11" w:history="1">
        <w:r w:rsidR="00862C1A" w:rsidRPr="00977EB1">
          <w:t>http://www.wipo.int/export/sites/www/tk/fr/documents/pdf/genetic_resources_disclosure.pdf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4C139D67" w14:textId="6308FC15" w:rsidR="000B0CF5" w:rsidRDefault="00ED26EA" w:rsidP="00E74FE3">
      <w:pPr>
        <w:pStyle w:val="ONUMFS"/>
      </w:pPr>
      <w:r w:rsidRPr="00E74FE3">
        <w:t>Suite à une demande formulée par la Conférence des Parties à la Convention sur la diversité biologique (CDB) à sa six</w:t>
      </w:r>
      <w:r w:rsidR="004A5280">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4A5280">
        <w:t>’</w:t>
      </w:r>
      <w:r w:rsidRPr="00E74FE3">
        <w:t>OMPI a établi l</w:t>
      </w:r>
      <w:r w:rsidR="004A5280">
        <w:t>’</w:t>
      </w:r>
      <w:r w:rsidRPr="00E74FE3">
        <w:rPr>
          <w:b/>
        </w:rPr>
        <w:t>étude technique de l</w:t>
      </w:r>
      <w:r w:rsidR="004A5280">
        <w:rPr>
          <w:b/>
        </w:rPr>
        <w:t>’</w:t>
      </w:r>
      <w:r w:rsidRPr="00E74FE3">
        <w:rPr>
          <w:b/>
        </w:rPr>
        <w:t>OMPI sur les exigences relatives à la divulgation d</w:t>
      </w:r>
      <w:r w:rsidR="004A5280">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4A5280">
        <w:t>’</w:t>
      </w:r>
      <w:r w:rsidRPr="00E74FE3">
        <w:t>adresse</w:t>
      </w:r>
      <w:r w:rsidR="00753936">
        <w:t> </w:t>
      </w:r>
      <w:hyperlink r:id="rId12" w:history="1">
        <w:r w:rsidR="00862C1A" w:rsidRPr="00977EB1">
          <w:t>http://www.wipo.int/edocs/pubdocs/fr/tk/786/wipo_pub_786.pdf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4A5280">
        <w:t>’</w:t>
      </w:r>
      <w:r w:rsidRPr="00E74FE3">
        <w:t>Assemblée générale de l</w:t>
      </w:r>
      <w:r w:rsidR="004A5280">
        <w:t>’</w:t>
      </w:r>
      <w:r w:rsidRPr="00E74FE3">
        <w:t>OMPI à sa trent</w:t>
      </w:r>
      <w:r w:rsidR="004A5280">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4A5280" w:rsidRPr="00E74FE3">
        <w:t>documents</w:t>
      </w:r>
      <w:r w:rsidR="00B04267">
        <w:t> </w:t>
      </w:r>
      <w:r w:rsidR="004A5280"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4A5280">
        <w:t>’</w:t>
      </w:r>
      <w:r w:rsidR="00B81522" w:rsidRPr="00E74FE3">
        <w:t>occasion de sa septième</w:t>
      </w:r>
      <w:r w:rsidR="00862C1A" w:rsidRPr="00E74FE3">
        <w:t> </w:t>
      </w:r>
      <w:r w:rsidR="00B81522" w:rsidRPr="00E74FE3">
        <w:t>réunion en février </w:t>
      </w:r>
      <w:r w:rsidR="00992586" w:rsidRPr="00E74FE3">
        <w:t>2004</w:t>
      </w:r>
      <w:r w:rsidR="00F37F8A" w:rsidRPr="00E74FE3">
        <w:t xml:space="preserve">.  </w:t>
      </w:r>
      <w:r w:rsidR="00B81522" w:rsidRPr="00E74FE3">
        <w:t>La première</w:t>
      </w:r>
      <w:r w:rsidR="00862C1A" w:rsidRPr="00E74FE3">
        <w:t> </w:t>
      </w:r>
      <w:r w:rsidR="00B81522" w:rsidRPr="00E74FE3">
        <w:t>étape de l</w:t>
      </w:r>
      <w:r w:rsidR="004A5280">
        <w:t>’</w:t>
      </w:r>
      <w:r w:rsidR="00B81522" w:rsidRPr="00E74FE3">
        <w:t>élaboration de l</w:t>
      </w:r>
      <w:r w:rsidR="004A5280">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4A5280">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4A5280">
        <w:t>’</w:t>
      </w:r>
      <w:r w:rsidR="00B81522" w:rsidRPr="00E74FE3">
        <w:t>informations en rapport avec les ressources génétiques et les savoirs traditionnels dans les demandes de brevet</w:t>
      </w:r>
      <w:r w:rsidR="00862C1A" w:rsidRPr="00E74FE3">
        <w:t xml:space="preserve"> (document WIPO/GRTKF/IC/3/Q.3)</w:t>
      </w:r>
      <w:r w:rsidR="0078710B" w:rsidRPr="00E74FE3">
        <w:t xml:space="preserve">.  </w:t>
      </w:r>
      <w:r w:rsidR="00B81522" w:rsidRPr="00E74FE3">
        <w:t xml:space="preserve">Le </w:t>
      </w:r>
      <w:r w:rsidR="004A5280" w:rsidRPr="00E74FE3">
        <w:t>document</w:t>
      </w:r>
      <w:r w:rsidR="00B04267">
        <w:t> </w:t>
      </w:r>
      <w:r w:rsidR="004A5280"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7ACC14FC" w14:textId="57ED77A3" w:rsidR="00E74FE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054A30FC" w14:textId="154D3C18" w:rsidR="00E74FE3" w:rsidRPr="00977EB1"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4A5280">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B04267" w:rsidRPr="00E74FE3">
        <w:rPr>
          <w:szCs w:val="22"/>
        </w:rPr>
        <w:t>on</w:t>
      </w:r>
      <w:r w:rsidR="00B04267">
        <w:rPr>
          <w:szCs w:val="22"/>
        </w:rPr>
        <w:t xml:space="preserve">.  </w:t>
      </w:r>
      <w:r w:rsidR="00B04267"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4A5280">
        <w:rPr>
          <w:szCs w:val="22"/>
        </w:rPr>
        <w:t>’</w:t>
      </w:r>
      <w:r w:rsidRPr="00E74FE3">
        <w:rPr>
          <w:szCs w:val="22"/>
        </w:rPr>
        <w:t>adresse</w:t>
      </w:r>
      <w:r w:rsidR="002C6CAD" w:rsidRPr="00E74FE3">
        <w:rPr>
          <w:szCs w:val="22"/>
        </w:rPr>
        <w:t xml:space="preserve"> </w:t>
      </w:r>
      <w:hyperlink r:id="rId13" w:history="1">
        <w:r w:rsidR="00862C1A" w:rsidRPr="00977EB1">
          <w:t>http://www.wipo.int/tk/en/databases/tklaws/</w:t>
        </w:r>
      </w:hyperlink>
      <w:r w:rsidR="002C6CAD" w:rsidRPr="00977EB1">
        <w:t>.</w:t>
      </w:r>
    </w:p>
    <w:p w14:paraId="37E4CC88" w14:textId="77777777" w:rsidR="00E74FE3" w:rsidRDefault="002C6CAD" w:rsidP="00AD1CD1">
      <w:pPr>
        <w:pStyle w:val="Heading1"/>
      </w:pPr>
      <w:r w:rsidRPr="00E74FE3">
        <w:t>Propos</w:t>
      </w:r>
      <w:r w:rsidR="00EC26C5" w:rsidRPr="00E74FE3">
        <w:t xml:space="preserve">itions des États </w:t>
      </w:r>
      <w:r w:rsidRPr="00E74FE3">
        <w:t>membres</w:t>
      </w:r>
    </w:p>
    <w:p w14:paraId="633A7764" w14:textId="47D93BF1" w:rsidR="00E74FE3" w:rsidRPr="00E74FE3" w:rsidRDefault="00F362E7" w:rsidP="00E74FE3">
      <w:pPr>
        <w:pStyle w:val="ONUMFS"/>
        <w:rPr>
          <w:szCs w:val="22"/>
        </w:rPr>
      </w:pPr>
      <w:r w:rsidRPr="00E74FE3">
        <w:rPr>
          <w:szCs w:val="22"/>
        </w:rPr>
        <w:t>Depuis la création de l</w:t>
      </w:r>
      <w:r w:rsidR="004A5280">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B04267" w:rsidRPr="00E74FE3">
        <w:rPr>
          <w:szCs w:val="22"/>
        </w:rPr>
        <w:t>és</w:t>
      </w:r>
      <w:r w:rsidR="00B04267">
        <w:rPr>
          <w:szCs w:val="22"/>
        </w:rPr>
        <w:t xml:space="preserve">.  </w:t>
      </w:r>
      <w:r w:rsidR="00B04267"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4A5280">
        <w:rPr>
          <w:szCs w:val="22"/>
        </w:rPr>
        <w:t>-</w:t>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0100F9F6" w14:textId="0238801B" w:rsidR="000B0CF5" w:rsidRDefault="00F362E7" w:rsidP="00E74FE3">
      <w:pPr>
        <w:pStyle w:val="ONUMFS"/>
      </w:pPr>
      <w:r w:rsidRPr="00E74FE3">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4A5280">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lastRenderedPageBreak/>
        <w:t>(PCT) (</w:t>
      </w:r>
      <w:r w:rsidRPr="00E74FE3">
        <w:t>voir l</w:t>
      </w:r>
      <w:r w:rsidR="002C6CAD" w:rsidRPr="00E74FE3">
        <w:t xml:space="preserve">e </w:t>
      </w:r>
      <w:r w:rsidR="004A5280" w:rsidRPr="00E74FE3">
        <w:t>document</w:t>
      </w:r>
      <w:r w:rsidR="00B04267">
        <w:t> </w:t>
      </w:r>
      <w:r w:rsidR="004A5280" w:rsidRPr="00E74FE3">
        <w:t>PC</w:t>
      </w:r>
      <w:r w:rsidR="002C6CAD" w:rsidRPr="00E74FE3">
        <w:t xml:space="preserve">T/R/WG/4/13 </w:t>
      </w:r>
      <w:r w:rsidRPr="00E74FE3">
        <w:t>et l</w:t>
      </w:r>
      <w:r w:rsidR="002C6CAD" w:rsidRPr="00E74FE3">
        <w:t xml:space="preserve">e </w:t>
      </w:r>
      <w:r w:rsidR="004A5280" w:rsidRPr="00E74FE3">
        <w:t>document</w:t>
      </w:r>
      <w:r w:rsidR="00B04267">
        <w:t> </w:t>
      </w:r>
      <w:r w:rsidR="004A5280" w:rsidRPr="00E74FE3">
        <w:t>PC</w:t>
      </w:r>
      <w:r w:rsidR="002C6CAD" w:rsidRPr="00E74FE3">
        <w:t>T/R/WG/5/11</w:t>
      </w:r>
      <w:r w:rsidRPr="00E74FE3">
        <w:t>, dont la teneur est identiq</w:t>
      </w:r>
      <w:r w:rsidR="00B04267" w:rsidRPr="00E74FE3">
        <w:t>ue)</w:t>
      </w:r>
      <w:r w:rsidR="00B04267">
        <w:t xml:space="preserve">.  </w:t>
      </w:r>
      <w:r w:rsidR="00B04267"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4A5280">
        <w:t>’</w:t>
      </w:r>
      <w:r w:rsidRPr="00E74FE3">
        <w:t>exécution</w:t>
      </w:r>
      <w:r w:rsidR="000B0CF5" w:rsidRPr="000B0CF5">
        <w:t xml:space="preserve"> du PCT</w:t>
      </w:r>
      <w:r w:rsidR="002C6CAD" w:rsidRPr="00E74FE3">
        <w:t xml:space="preserve"> </w:t>
      </w:r>
      <w:r w:rsidRPr="00E74FE3">
        <w:t>de manière à permettre expressément au législateur d</w:t>
      </w:r>
      <w:r w:rsidR="004A5280">
        <w:t>’</w:t>
      </w:r>
      <w:r w:rsidRPr="00E74FE3">
        <w:t>un pays d</w:t>
      </w:r>
      <w:r w:rsidR="004A5280">
        <w:t>’</w:t>
      </w:r>
      <w:r w:rsidRPr="00E74FE3">
        <w:t>exiger l</w:t>
      </w:r>
      <w:r w:rsidR="004A5280">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B04267" w:rsidRPr="00E74FE3">
        <w:t>et</w:t>
      </w:r>
      <w:r w:rsidR="00B04267">
        <w:t xml:space="preserve">.  </w:t>
      </w:r>
      <w:r w:rsidR="00B04267" w:rsidRPr="00E74FE3">
        <w:t>La</w:t>
      </w:r>
      <w:r w:rsidRPr="00E74FE3">
        <w:t xml:space="preserve"> délég</w:t>
      </w:r>
      <w:r w:rsidR="002C6CAD" w:rsidRPr="00E74FE3">
        <w:t xml:space="preserve">ation </w:t>
      </w:r>
      <w:r w:rsidRPr="00E74FE3">
        <w:t xml:space="preserve">de la Suisse a soumis le </w:t>
      </w:r>
      <w:r w:rsidR="004A5280" w:rsidRPr="00E74FE3">
        <w:t>document</w:t>
      </w:r>
      <w:r w:rsidR="00B04267">
        <w:t> </w:t>
      </w:r>
      <w:r w:rsidR="004A5280" w:rsidRPr="00E74FE3">
        <w:t>WI</w:t>
      </w:r>
      <w:r w:rsidR="002C6CAD" w:rsidRPr="00E74FE3">
        <w:t xml:space="preserve">PO/GRTKF/IC/7/INF/5 </w:t>
      </w:r>
      <w:r w:rsidRPr="00E74FE3">
        <w:t>à la sept</w:t>
      </w:r>
      <w:r w:rsidR="004A5280">
        <w:t>ième session</w:t>
      </w:r>
      <w:r w:rsidRPr="00E74FE3">
        <w:t xml:space="preserve"> de l</w:t>
      </w:r>
      <w:r w:rsidR="004A5280">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B04267" w:rsidRPr="00E74FE3">
        <w:t>on</w:t>
      </w:r>
      <w:r w:rsidR="00B04267">
        <w:t xml:space="preserve">.  </w:t>
      </w:r>
      <w:r w:rsidR="00B04267" w:rsidRPr="00E74FE3">
        <w:t xml:space="preserve">À </w:t>
      </w:r>
      <w:r w:rsidR="00A46253" w:rsidRPr="00E74FE3">
        <w:t>la onz</w:t>
      </w:r>
      <w:r w:rsidR="004A5280">
        <w:t>ième session</w:t>
      </w:r>
      <w:r w:rsidR="00A46253" w:rsidRPr="00E74FE3">
        <w:t xml:space="preserve"> de l</w:t>
      </w:r>
      <w:r w:rsidR="004A5280">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4A5280">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 xml:space="preserve">2003. </w:t>
      </w:r>
      <w:r w:rsidR="00A46253" w:rsidRPr="00E74FE3">
        <w:t xml:space="preserve"> La</w:t>
      </w:r>
      <w:r w:rsidR="002C6CAD" w:rsidRPr="00E74FE3">
        <w:t xml:space="preserve"> propos</w:t>
      </w:r>
      <w:r w:rsidR="00A46253" w:rsidRPr="00E74FE3">
        <w:t>ition contenue dans le</w:t>
      </w:r>
      <w:r w:rsidR="000D4B37" w:rsidRPr="00E74FE3">
        <w:t xml:space="preserve"> </w:t>
      </w:r>
      <w:r w:rsidR="004A5280" w:rsidRPr="00E74FE3">
        <w:t>document</w:t>
      </w:r>
      <w:r w:rsidR="00B04267">
        <w:t> </w:t>
      </w:r>
      <w:r w:rsidR="004A5280"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4A5280">
        <w:t>’</w:t>
      </w:r>
      <w:r w:rsidR="00A46253" w:rsidRPr="00E74FE3">
        <w:t>IGC à sa vingt</w:t>
      </w:r>
      <w:r w:rsidR="004A5280">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7554DFB9" w14:textId="2290AD7B" w:rsidR="00E74FE3" w:rsidRPr="00E74FE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4A5280">
        <w:t>’</w:t>
      </w:r>
      <w:r w:rsidRPr="00E74FE3">
        <w:t>un ou plusieurs instruments internationaux sur la propriété intellectuelle en rapport avec les ressources génétiques et sur la protection des savoirs traditionnels et du folklo</w:t>
      </w:r>
      <w:r w:rsidR="00B04267" w:rsidRPr="00E74FE3">
        <w:t>re</w:t>
      </w:r>
      <w:r w:rsidR="00B04267">
        <w:t xml:space="preserve">.  </w:t>
      </w:r>
      <w:r w:rsidR="00B04267" w:rsidRPr="00E74FE3">
        <w:t>Ce</w:t>
      </w:r>
      <w:r w:rsidR="00F85D58" w:rsidRPr="00E74FE3">
        <w:t xml:space="preserve"> document</w:t>
      </w:r>
      <w:r w:rsidR="009A0F2A" w:rsidRPr="00E74FE3">
        <w:t xml:space="preserve"> propos</w:t>
      </w:r>
      <w:r w:rsidRPr="00E74FE3">
        <w:t>ait d</w:t>
      </w:r>
      <w:r w:rsidR="004A5280">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4A5280">
        <w:t>’</w:t>
      </w:r>
      <w:r w:rsidR="00B20830" w:rsidRPr="00E74FE3">
        <w:t>à la preuve de l</w:t>
      </w:r>
      <w:r w:rsidR="004A5280">
        <w:t>’</w:t>
      </w:r>
      <w:r w:rsidR="00B20830" w:rsidRPr="00E74FE3">
        <w:t>observation des lois nationales du pays d</w:t>
      </w:r>
      <w:r w:rsidR="004A5280">
        <w:t>’</w:t>
      </w:r>
      <w:r w:rsidR="00B20830" w:rsidRPr="00E74FE3">
        <w:t>origine des ressources génétiques en matière d</w:t>
      </w:r>
      <w:r w:rsidR="004A5280">
        <w:t>’</w:t>
      </w:r>
      <w:r w:rsidR="00B20830" w:rsidRPr="00E74FE3">
        <w:t>accès et de partage des avantages (divulgation de la source et du pays d</w:t>
      </w:r>
      <w:r w:rsidR="004A5280">
        <w:t>’</w:t>
      </w:r>
      <w:r w:rsidR="00B20830" w:rsidRPr="00E74FE3">
        <w:t>origine des ressources génétiques dans les inventions revendiquées et des savoirs traditionnels connexes utilisés dans l</w:t>
      </w:r>
      <w:r w:rsidR="004A5280">
        <w:t>’</w:t>
      </w:r>
      <w:r w:rsidR="00B20830" w:rsidRPr="00E74FE3">
        <w:t>invention)</w:t>
      </w:r>
      <w:r w:rsidR="009A0F2A" w:rsidRPr="00E74FE3">
        <w:t>”.</w:t>
      </w:r>
    </w:p>
    <w:p w14:paraId="21A82FD0" w14:textId="60F66A1B" w:rsidR="000B0CF5"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4A5280">
        <w:t>’</w:t>
      </w:r>
      <w:r w:rsidRPr="00E74FE3">
        <w:t>Union européenne a présenté, au nom de l</w:t>
      </w:r>
      <w:r w:rsidR="004A5280">
        <w:t>’</w:t>
      </w:r>
      <w:r w:rsidRPr="00E74FE3">
        <w:t>Union européenne et de ses États membres, une proposition relative à l</w:t>
      </w:r>
      <w:r w:rsidR="004A5280">
        <w:t>’</w:t>
      </w:r>
      <w:r w:rsidRPr="00E74FE3">
        <w:t>exigence de divulgation intitulée “Divulgation de l</w:t>
      </w:r>
      <w:r w:rsidR="004A5280">
        <w:t>’</w:t>
      </w:r>
      <w:r w:rsidRPr="00E74FE3">
        <w:t>origine ou de la source des ressources génétiques et des savoirs traditionnels connexes dans les demandes de brevet”.</w:t>
      </w:r>
      <w:r w:rsidR="002C6CAD" w:rsidRPr="00E74FE3">
        <w:t xml:space="preserve"> </w:t>
      </w:r>
      <w:r w:rsidRPr="00E74FE3">
        <w:t xml:space="preserve"> La</w:t>
      </w:r>
      <w:r w:rsidR="002C6CAD" w:rsidRPr="00E74FE3">
        <w:t xml:space="preserve"> propos</w:t>
      </w:r>
      <w:r w:rsidRPr="00E74FE3">
        <w:t xml:space="preserve">ition </w:t>
      </w:r>
      <w:r w:rsidR="00DE7EE7" w:rsidRPr="00E74FE3">
        <w:t>figurait à l</w:t>
      </w:r>
      <w:r w:rsidR="004A5280">
        <w:t>’</w:t>
      </w:r>
      <w:r w:rsidR="002C6CAD" w:rsidRPr="00E74FE3">
        <w:t xml:space="preserve">annexe </w:t>
      </w:r>
      <w:r w:rsidR="00DE7EE7" w:rsidRPr="00E74FE3">
        <w:t>d</w:t>
      </w:r>
      <w:r w:rsidRPr="00E74FE3">
        <w:t>u</w:t>
      </w:r>
      <w:r w:rsidR="002C6CAD" w:rsidRPr="00E74FE3">
        <w:t xml:space="preserve"> </w:t>
      </w:r>
      <w:r w:rsidR="004A5280" w:rsidRPr="000B0CF5">
        <w:t>document</w:t>
      </w:r>
      <w:r w:rsidR="00B04267">
        <w:t> </w:t>
      </w:r>
      <w:r w:rsidR="004A5280" w:rsidRPr="000B0CF5">
        <w:t>WI</w:t>
      </w:r>
      <w:r w:rsidR="002C6CAD" w:rsidRPr="00E74FE3">
        <w:t>PO/GRTKF/IC/8/11</w:t>
      </w:r>
      <w:r w:rsidR="00B44E95" w:rsidRPr="00E74FE3">
        <w:t xml:space="preserve">, </w:t>
      </w:r>
      <w:r w:rsidRPr="00E74FE3">
        <w:t>qui a été présenté de nouveau à l</w:t>
      </w:r>
      <w:r w:rsidR="004A5280">
        <w:t>’</w:t>
      </w:r>
      <w:r w:rsidRPr="00E74FE3">
        <w:t>IGC à sa vingt</w:t>
      </w:r>
      <w:r w:rsidR="004A528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2AFB5024" w14:textId="3C572416" w:rsidR="000B0CF5"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B04267" w:rsidRPr="00E74FE3">
        <w:t>on</w:t>
      </w:r>
      <w:r w:rsidR="00B04267">
        <w:t xml:space="preserve">.  </w:t>
      </w:r>
      <w:r w:rsidR="00B04267" w:rsidRPr="00E74FE3">
        <w:t>Le</w:t>
      </w:r>
      <w:r w:rsidR="002C6CAD" w:rsidRPr="00E74FE3">
        <w:t xml:space="preserve"> document a</w:t>
      </w:r>
      <w:r w:rsidRPr="00E74FE3">
        <w:t xml:space="preserve"> été présenté de nouveau à l</w:t>
      </w:r>
      <w:r w:rsidR="004A5280">
        <w:t>’</w:t>
      </w:r>
      <w:r w:rsidR="002C6CAD" w:rsidRPr="00E74FE3">
        <w:t xml:space="preserve">IGC </w:t>
      </w:r>
      <w:r w:rsidRPr="00E74FE3">
        <w:t>à sa vingt</w:t>
      </w:r>
      <w:r w:rsidR="004A5280">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0A86016A" w14:textId="19DC109F" w:rsidR="00E74FE3" w:rsidRPr="00E74FE3" w:rsidRDefault="00B20830" w:rsidP="00E74FE3">
      <w:pPr>
        <w:pStyle w:val="ONUMFS"/>
      </w:pPr>
      <w:r w:rsidRPr="00E74FE3">
        <w:t xml:space="preserve">Le </w:t>
      </w:r>
      <w:r w:rsidR="004A5280" w:rsidRPr="00E74FE3">
        <w:t>document</w:t>
      </w:r>
      <w:r w:rsidR="00B04267">
        <w:t> </w:t>
      </w:r>
      <w:r w:rsidR="004A5280"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4A5280">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4A5280">
        <w:t>’</w:t>
      </w:r>
      <w:r w:rsidR="00FF26D3" w:rsidRPr="00E74FE3">
        <w:t>exigences d</w:t>
      </w:r>
      <w:r w:rsidR="002C6CAD" w:rsidRPr="00E74FE3">
        <w:t>e</w:t>
      </w:r>
      <w:r w:rsidR="00FF26D3" w:rsidRPr="00E74FE3">
        <w:t xml:space="preserve"> </w:t>
      </w:r>
      <w:r w:rsidR="002C6CAD" w:rsidRPr="00E74FE3">
        <w:t>di</w:t>
      </w:r>
      <w:r w:rsidR="00FF26D3" w:rsidRPr="00E74FE3">
        <w:t>vulgati</w:t>
      </w:r>
      <w:r w:rsidR="00B04267" w:rsidRPr="00E74FE3">
        <w:t>on</w:t>
      </w:r>
      <w:r w:rsidR="00B04267">
        <w:t xml:space="preserve">.  </w:t>
      </w:r>
      <w:r w:rsidR="00B04267" w:rsidRPr="00E74FE3">
        <w:t>Le</w:t>
      </w:r>
      <w:r w:rsidR="00D31C55" w:rsidRPr="00E74FE3">
        <w:t xml:space="preserve"> document a</w:t>
      </w:r>
      <w:r w:rsidR="00FF26D3" w:rsidRPr="00E74FE3">
        <w:t xml:space="preserve"> été présenté de nouveau à l</w:t>
      </w:r>
      <w:r w:rsidR="004A5280">
        <w:t>’</w:t>
      </w:r>
      <w:r w:rsidR="002C6CAD" w:rsidRPr="00E74FE3">
        <w:t xml:space="preserve">IGC </w:t>
      </w:r>
      <w:r w:rsidR="00FF26D3" w:rsidRPr="00E74FE3">
        <w:t>à sa quatorz</w:t>
      </w:r>
      <w:r w:rsidR="004A5280">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22DA6867" w14:textId="546055C7" w:rsidR="00E74FE3" w:rsidRPr="00E74FE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B04267" w:rsidRPr="00E74FE3">
        <w:t>on</w:t>
      </w:r>
      <w:r w:rsidR="00B04267">
        <w:t xml:space="preserve">.  </w:t>
      </w:r>
      <w:r w:rsidR="00B04267" w:rsidRPr="00E74FE3">
        <w:t>Le</w:t>
      </w:r>
      <w:r w:rsidR="002C6CAD" w:rsidRPr="00E74FE3">
        <w:t xml:space="preserve"> document a </w:t>
      </w:r>
      <w:r w:rsidRPr="00E74FE3">
        <w:t>été présenté de nouveau à l</w:t>
      </w:r>
      <w:r w:rsidR="004A5280">
        <w:t>’</w:t>
      </w:r>
      <w:r w:rsidR="002C6CAD" w:rsidRPr="00E74FE3">
        <w:t xml:space="preserve">IGC </w:t>
      </w:r>
      <w:r w:rsidRPr="00E74FE3">
        <w:t>à sa vingt</w:t>
      </w:r>
      <w:r w:rsidR="004A5280">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35F3B065" w14:textId="56BE0124" w:rsidR="000B0CF5" w:rsidRDefault="00B35918" w:rsidP="00E74FE3">
      <w:pPr>
        <w:pStyle w:val="ONUMFS"/>
      </w:pPr>
      <w:r w:rsidRPr="00E74FE3">
        <w:t>Les délé</w:t>
      </w:r>
      <w:r w:rsidR="002C6CAD" w:rsidRPr="00E74FE3">
        <w:t xml:space="preserve">gations </w:t>
      </w:r>
      <w:r w:rsidRPr="00E74FE3">
        <w:t>du</w:t>
      </w:r>
      <w:r w:rsidR="002C6CAD" w:rsidRPr="00E74FE3">
        <w:t xml:space="preserve"> Canada, </w:t>
      </w:r>
      <w:r w:rsidRPr="00E74FE3">
        <w:t>des États</w:t>
      </w:r>
      <w:r w:rsidR="004A5280">
        <w:t>-</w:t>
      </w:r>
      <w:r w:rsidRPr="00E74FE3">
        <w:t>Unis d</w:t>
      </w:r>
      <w:r w:rsidR="004A5280">
        <w:t>’</w:t>
      </w:r>
      <w:r w:rsidRPr="00E74FE3">
        <w:t xml:space="preserve">Amérique,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4A5280">
        <w:t>’</w:t>
      </w:r>
      <w:r w:rsidRPr="00E74FE3">
        <w:t>étude du Secrétariat de l</w:t>
      </w:r>
      <w:r w:rsidR="004A5280">
        <w:t>’</w:t>
      </w:r>
      <w:r w:rsidRPr="00E74FE3">
        <w:t>OMPI sur les mesures visant à éviter la délivrance de brevets de manière indue et sur le respect des systèmes existants d</w:t>
      </w:r>
      <w:r w:rsidR="004A5280">
        <w:t>’</w:t>
      </w:r>
      <w:r w:rsidRPr="00E74FE3">
        <w:t>accès et de partage des avantages</w:t>
      </w:r>
      <w:r w:rsidR="002C6CAD" w:rsidRPr="00E74FE3">
        <w:t xml:space="preserve">” </w:t>
      </w:r>
      <w:r w:rsidRPr="00E74FE3">
        <w:t>à la vingt</w:t>
      </w:r>
      <w:r w:rsidR="004A5280">
        <w:t>-</w:t>
      </w:r>
      <w:r w:rsidRPr="00E74FE3">
        <w:t>trois</w:t>
      </w:r>
      <w:r w:rsidR="004A5280">
        <w:t>ième session</w:t>
      </w:r>
      <w:r w:rsidRPr="00E74FE3">
        <w:t xml:space="preserve"> de l</w:t>
      </w:r>
      <w:r w:rsidR="004A5280">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xml:space="preserve"> WIPO/GRTKF/IC/23/6.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WIPO/GRTKF/IC/31/7, WIPO/GRTKF/IC/32/8</w:t>
      </w:r>
      <w:r w:rsidR="009950A5">
        <w:t>, WIPO/GRTFK/IC/34/11</w:t>
      </w:r>
      <w:r w:rsidR="00A869ED">
        <w:t>,</w:t>
      </w:r>
      <w:r w:rsidR="00A869ED" w:rsidRPr="00826E10">
        <w:t xml:space="preserve"> </w:t>
      </w:r>
      <w:r w:rsidR="00A869ED">
        <w:t>WIPO/GRTKF/IC/35/9</w:t>
      </w:r>
      <w:r w:rsidR="00725235">
        <w:t>, WIPO/GRTKF/IC/36/9</w:t>
      </w:r>
      <w:r w:rsidR="002C6CAD" w:rsidRPr="00E74FE3">
        <w:t xml:space="preserve"> </w:t>
      </w:r>
      <w:r w:rsidRPr="00E74FE3">
        <w:t>et</w:t>
      </w:r>
      <w:r w:rsidR="002C6CAD" w:rsidRPr="00E74FE3">
        <w:t xml:space="preserve"> WIPO/GRTKF/IC/</w:t>
      </w:r>
      <w:r w:rsidR="00725235">
        <w:t>37/14</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4A5280">
        <w:t>’</w:t>
      </w:r>
      <w:r w:rsidRPr="00E74FE3">
        <w:t>en est portée coauteur</w:t>
      </w:r>
      <w:r w:rsidR="002C6CAD" w:rsidRPr="00E74FE3">
        <w:t>.</w:t>
      </w:r>
    </w:p>
    <w:p w14:paraId="3AC969F2" w14:textId="499C7943" w:rsidR="00E74FE3" w:rsidRDefault="00B35918" w:rsidP="00B71196">
      <w:pPr>
        <w:pStyle w:val="Heading1"/>
      </w:pPr>
      <w:r w:rsidRPr="00E74FE3">
        <w:lastRenderedPageBreak/>
        <w:t>Données d</w:t>
      </w:r>
      <w:r w:rsidR="004A5280">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7F707942" w14:textId="19CF6765" w:rsidR="00E74FE3" w:rsidRPr="00E74FE3" w:rsidRDefault="00B35918" w:rsidP="00B71196">
      <w:pPr>
        <w:pStyle w:val="ONUMFS"/>
        <w:keepNext/>
      </w:pPr>
      <w:r w:rsidRPr="00E74FE3">
        <w:t>À sa réunion de no</w:t>
      </w:r>
      <w:r w:rsidR="00621CE2" w:rsidRPr="00E74FE3">
        <w:t>vembr</w:t>
      </w:r>
      <w:r w:rsidRPr="00E74FE3">
        <w:t>e </w:t>
      </w:r>
      <w:r w:rsidR="00621CE2" w:rsidRPr="00E74FE3">
        <w:t xml:space="preserve">1999, </w:t>
      </w:r>
      <w:r w:rsidRPr="00E74FE3">
        <w:t>le</w:t>
      </w:r>
      <w:r w:rsidR="00F51C0B" w:rsidRPr="00E74FE3">
        <w:t xml:space="preserve"> groupe de travail de l</w:t>
      </w:r>
      <w:r w:rsidR="004A5280">
        <w:t>’</w:t>
      </w:r>
      <w:r w:rsidR="00F51C0B" w:rsidRPr="00E74FE3">
        <w:t>OMPI sur la b</w:t>
      </w:r>
      <w:r w:rsidR="00621CE2" w:rsidRPr="00E74FE3">
        <w:t>iotechnolog</w:t>
      </w:r>
      <w:r w:rsidR="00F51C0B" w:rsidRPr="00E74FE3">
        <w:t>ie est convenu d</w:t>
      </w:r>
      <w:r w:rsidR="004A5280">
        <w:t>’</w:t>
      </w:r>
      <w:r w:rsidR="00F51C0B" w:rsidRPr="00E74FE3">
        <w:t>établir une liste de questions sur les pratiques concernant la protection par brevet des inventions biotechnologiques et des systèmes de protection des obtentions végétales ou d</w:t>
      </w:r>
      <w:r w:rsidR="004A5280">
        <w:t>’</w:t>
      </w:r>
      <w:r w:rsidR="00F51C0B" w:rsidRPr="00E74FE3">
        <w:t>une combinaison des deux</w:t>
      </w:r>
      <w:r w:rsidR="00D679BD">
        <w:t> </w:t>
      </w:r>
      <w:r w:rsidR="00F51C0B" w:rsidRPr="00E74FE3">
        <w:t>par les États membres de l</w:t>
      </w:r>
      <w:r w:rsidR="004A5280">
        <w:t>’</w:t>
      </w:r>
      <w:r w:rsidR="00F51C0B" w:rsidRPr="00E74FE3">
        <w:t>O</w:t>
      </w:r>
      <w:r w:rsidR="00B04267" w:rsidRPr="00E74FE3">
        <w:t>MPI</w:t>
      </w:r>
      <w:r w:rsidR="00B04267">
        <w:t xml:space="preserve">.  </w:t>
      </w:r>
      <w:r w:rsidR="00B04267" w:rsidRPr="00E74FE3">
        <w:t>Le</w:t>
      </w:r>
      <w:r w:rsidR="00F51C0B" w:rsidRPr="00E74FE3">
        <w:t>s q</w:t>
      </w:r>
      <w:r w:rsidR="00655C14" w:rsidRPr="00E74FE3">
        <w:t>uestions</w:t>
      </w:r>
      <w:r w:rsidR="008261B4">
        <w:t> </w:t>
      </w:r>
      <w:r w:rsidR="00655C14" w:rsidRPr="00E74FE3">
        <w:t xml:space="preserve">8, 9 </w:t>
      </w:r>
      <w:r w:rsidR="00F51C0B" w:rsidRPr="00E74FE3">
        <w:t>et</w:t>
      </w:r>
      <w:r w:rsidR="00655C14" w:rsidRPr="00E74FE3">
        <w:t xml:space="preserve"> 10 </w:t>
      </w:r>
      <w:r w:rsidR="00F51C0B" w:rsidRPr="00AD1CD1">
        <w:t xml:space="preserve">portaient sur de </w:t>
      </w:r>
      <w:r w:rsidR="00DB333F" w:rsidRPr="00AD1CD1">
        <w:t>possible</w:t>
      </w:r>
      <w:r w:rsidR="00F51C0B" w:rsidRPr="00AD1CD1">
        <w:t>s</w:t>
      </w:r>
      <w:r w:rsidR="00DB333F" w:rsidRPr="00AD1CD1">
        <w:t xml:space="preserve"> </w:t>
      </w:r>
      <w:r w:rsidR="00F51C0B" w:rsidRPr="00AD1CD1">
        <w:t xml:space="preserve">exigences de </w:t>
      </w:r>
      <w:r w:rsidR="00621CE2" w:rsidRPr="00AD1CD1">
        <w:t>di</w:t>
      </w:r>
      <w:r w:rsidR="00F51C0B" w:rsidRPr="00AD1CD1">
        <w:t>v</w:t>
      </w:r>
      <w:r w:rsidR="00621CE2" w:rsidRPr="00AD1CD1">
        <w:t>u</w:t>
      </w:r>
      <w:r w:rsidR="00F51C0B" w:rsidRPr="00AD1CD1">
        <w:t>lgati</w:t>
      </w:r>
      <w:r w:rsidR="00B04267" w:rsidRPr="00AD1CD1">
        <w:t>on</w:t>
      </w:r>
      <w:r w:rsidR="00B04267">
        <w:t xml:space="preserve">.  </w:t>
      </w:r>
      <w:r w:rsidR="00B04267" w:rsidRPr="00AD1CD1">
        <w:t>Ci</w:t>
      </w:r>
      <w:r w:rsidR="00F51C0B" w:rsidRPr="00AD1CD1">
        <w:t>nquante</w:t>
      </w:r>
      <w:r w:rsidR="004A5280">
        <w:t>-</w:t>
      </w:r>
      <w:r w:rsidR="00134E45">
        <w:t>six</w:t>
      </w:r>
      <w:r w:rsidR="00BE24F8" w:rsidRPr="00AD1CD1">
        <w:t> </w:t>
      </w:r>
      <w:r w:rsidR="00F51C0B" w:rsidRPr="00AD1CD1">
        <w:t>États m</w:t>
      </w:r>
      <w:r w:rsidR="00621CE2" w:rsidRPr="00AD1CD1">
        <w:t>embres</w:t>
      </w:r>
      <w:r w:rsidR="00621CE2" w:rsidRPr="00E74FE3">
        <w:t xml:space="preserve"> (</w:t>
      </w:r>
      <w:r w:rsidR="00AD1CD1" w:rsidRPr="00AD1CD1">
        <w:t xml:space="preserve">Allemagne, </w:t>
      </w:r>
      <w:r w:rsidR="004A5280">
        <w:t>Arabie saoudite</w:t>
      </w:r>
      <w:r w:rsidR="00AD1CD1" w:rsidRPr="00AD1CD1">
        <w:t xml:space="preserve">, Australie, Autriche, Bangladesh, </w:t>
      </w:r>
      <w:proofErr w:type="spellStart"/>
      <w:r w:rsidR="00AD1CD1" w:rsidRPr="00AD1CD1">
        <w:t>Bélarus</w:t>
      </w:r>
      <w:proofErr w:type="spellEnd"/>
      <w:r w:rsidR="00AD1CD1" w:rsidRPr="00AD1CD1">
        <w:t>, Belgique, Bénin, Brésil, Bulgarie, Cameroun, Canada, Chine, Chypre, Colombie, Cuba, Danemark, El</w:t>
      </w:r>
      <w:r w:rsidR="008160FA" w:rsidRPr="008160FA">
        <w:t> </w:t>
      </w:r>
      <w:r w:rsidR="00AD1CD1" w:rsidRPr="00AD1CD1">
        <w:t>Salvador, Équateur, Estonie, États</w:t>
      </w:r>
      <w:r w:rsidR="004A5280">
        <w:t>-</w:t>
      </w:r>
      <w:r w:rsidR="00AD1CD1" w:rsidRPr="00AD1CD1">
        <w:t>Unis d</w:t>
      </w:r>
      <w:r w:rsidR="004A5280">
        <w:t>’</w:t>
      </w:r>
      <w:r w:rsidR="00AD1CD1" w:rsidRPr="00AD1CD1">
        <w:t>Amérique, Éthiopie, ex</w:t>
      </w:r>
      <w:r w:rsidR="004A5280">
        <w:t>-</w:t>
      </w:r>
      <w:r w:rsidR="00AD1CD1" w:rsidRPr="00AD1CD1">
        <w:t>République yougoslave de Macédoine, Fédération de Russie, Finlande, Guatemala, Hongrie, Inde, Irlande, Islande, Italie, Japon, Kazakhstan, Lituanie, Madagascar, Malaisie, Mexique, Norvège, Nouvelle</w:t>
      </w:r>
      <w:r w:rsidR="004A5280">
        <w:t>-</w:t>
      </w:r>
      <w:r w:rsidR="00AD1CD1" w:rsidRPr="00AD1CD1">
        <w:t>Zélande, Ouzbékistan, Panama, Pays</w:t>
      </w:r>
      <w:r w:rsidR="004A5280">
        <w:t>-</w:t>
      </w:r>
      <w:r w:rsidR="00AD1CD1" w:rsidRPr="00AD1CD1">
        <w:t>Bas, Philippines, Pologne, Portugal, République de Corée, Royaume</w:t>
      </w:r>
      <w:r w:rsidR="004A5280">
        <w:t>-</w:t>
      </w:r>
      <w:r w:rsidR="00AD1CD1" w:rsidRPr="00AD1CD1">
        <w:t xml:space="preserve">Uni, </w:t>
      </w:r>
      <w:r w:rsidR="009950A5">
        <w:t xml:space="preserve">Slovaquie, </w:t>
      </w:r>
      <w:r w:rsidR="00AD1CD1" w:rsidRPr="00AD1CD1">
        <w:t>Slovénie, Sri</w:t>
      </w:r>
      <w:r w:rsidR="008160FA" w:rsidRPr="008160FA">
        <w:t> </w:t>
      </w:r>
      <w:r w:rsidR="00AD1CD1" w:rsidRPr="00AD1CD1">
        <w:t>Lanka, Suède, Suisse, Thaïlande, Uruguay, Venezuela (République bolivarienne du), Zambie</w:t>
      </w:r>
      <w:r w:rsidR="00621CE2" w:rsidRPr="00E74FE3">
        <w:t xml:space="preserve">) </w:t>
      </w:r>
      <w:r w:rsidR="00DA5791" w:rsidRPr="00E74FE3">
        <w:t>ainsi que l</w:t>
      </w:r>
      <w:r w:rsidR="004A5280">
        <w:t>’</w:t>
      </w:r>
      <w:r w:rsidR="00DA5791" w:rsidRPr="00E74FE3">
        <w:t>Union européenne ont répondu à la totalité des</w:t>
      </w:r>
      <w:r w:rsidR="00621CE2" w:rsidRPr="00E74FE3">
        <w:t xml:space="preserve"> questions</w:t>
      </w:r>
      <w:r w:rsidR="00F66CE7" w:rsidRPr="00E74FE3">
        <w:t xml:space="preserve"> </w:t>
      </w:r>
      <w:r w:rsidR="00DA5791" w:rsidRPr="00E74FE3">
        <w:t>figurant sur la lis</w:t>
      </w:r>
      <w:r w:rsidR="00B04267" w:rsidRPr="00E74FE3">
        <w:t>te</w:t>
      </w:r>
      <w:r w:rsidR="00B04267">
        <w:t xml:space="preserve">.  </w:t>
      </w:r>
      <w:r w:rsidR="00B04267" w:rsidRPr="00E74FE3">
        <w:t>Le</w:t>
      </w:r>
      <w:r w:rsidR="00DA5791" w:rsidRPr="00E74FE3">
        <w:t xml:space="preserve">s </w:t>
      </w:r>
      <w:r w:rsidR="004A5280" w:rsidRPr="000B0CF5">
        <w:t>documents</w:t>
      </w:r>
      <w:r w:rsidR="00B04267">
        <w:t> </w:t>
      </w:r>
      <w:r w:rsidR="004A5280" w:rsidRPr="000B0CF5">
        <w:t>WI</w:t>
      </w:r>
      <w:r w:rsidR="00621CE2" w:rsidRPr="00E74FE3">
        <w:t xml:space="preserve">PO/GRTKF/IC/1/6 </w:t>
      </w:r>
      <w:r w:rsidR="00DA5791" w:rsidRPr="00E74FE3">
        <w:t>et</w:t>
      </w:r>
      <w:r w:rsidR="00621CE2" w:rsidRPr="00E74FE3">
        <w:t xml:space="preserve"> WIPO/GRTKF/IC/1/6</w:t>
      </w:r>
      <w:r w:rsidR="00DA5791" w:rsidRPr="00E74FE3">
        <w:t> </w:t>
      </w:r>
      <w:r w:rsidR="00621CE2" w:rsidRPr="00E74FE3">
        <w:t xml:space="preserve">Corr. </w:t>
      </w:r>
      <w:r w:rsidR="00DA5791" w:rsidRPr="00E74FE3">
        <w:t>présentent, de façon</w:t>
      </w:r>
      <w:r w:rsidR="00621CE2" w:rsidRPr="00E74FE3">
        <w:t xml:space="preserve"> synopti</w:t>
      </w:r>
      <w:r w:rsidR="00DA5791" w:rsidRPr="00E74FE3">
        <w:t>que, les i</w:t>
      </w:r>
      <w:r w:rsidR="00621CE2" w:rsidRPr="00E74FE3">
        <w:t>nformation</w:t>
      </w:r>
      <w:r w:rsidR="00DA5791" w:rsidRPr="00E74FE3">
        <w:t>s</w:t>
      </w:r>
      <w:r w:rsidR="00621CE2" w:rsidRPr="00E74FE3">
        <w:t xml:space="preserve"> re</w:t>
      </w:r>
      <w:r w:rsidR="00DA5791" w:rsidRPr="00E74FE3">
        <w:t>çues</w:t>
      </w:r>
      <w:r w:rsidR="00621CE2" w:rsidRPr="00E74FE3">
        <w:t>.</w:t>
      </w:r>
    </w:p>
    <w:p w14:paraId="397E78D6" w14:textId="52AE7698" w:rsidR="00E74FE3" w:rsidRPr="00E74FE3" w:rsidRDefault="00DA5791" w:rsidP="00E74FE3">
      <w:pPr>
        <w:pStyle w:val="ONUMFS"/>
      </w:pPr>
      <w:r w:rsidRPr="00E74FE3">
        <w:t>La délégati</w:t>
      </w:r>
      <w:r w:rsidR="00621CE2" w:rsidRPr="00E74FE3">
        <w:t xml:space="preserve">on </w:t>
      </w:r>
      <w:r w:rsidRPr="00E74FE3">
        <w:t>de l</w:t>
      </w:r>
      <w:r w:rsidR="004A5280">
        <w:t>’</w:t>
      </w:r>
      <w:r w:rsidRPr="00E74FE3">
        <w:t>Union européenne, au nom de l</w:t>
      </w:r>
      <w:r w:rsidR="004A5280">
        <w:t>’</w:t>
      </w:r>
      <w:r w:rsidRPr="00E74FE3">
        <w:t>Union européenne et de ses États membres</w:t>
      </w:r>
      <w:r w:rsidR="00621CE2" w:rsidRPr="00E74FE3">
        <w:t xml:space="preserve">, </w:t>
      </w:r>
      <w:r w:rsidRPr="00E74FE3">
        <w:t xml:space="preserve">a présenté le </w:t>
      </w:r>
      <w:r w:rsidR="004A5280" w:rsidRPr="000B0CF5">
        <w:t>document</w:t>
      </w:r>
      <w:r w:rsidR="00B04267">
        <w:t> </w:t>
      </w:r>
      <w:r w:rsidR="004A5280" w:rsidRPr="000B0CF5">
        <w:t>WI</w:t>
      </w:r>
      <w:r w:rsidR="00621CE2" w:rsidRPr="00E74FE3">
        <w:t xml:space="preserve">PO/GRTKF/IC/1/8, </w:t>
      </w:r>
      <w:r w:rsidR="004A5280">
        <w:t>y compris</w:t>
      </w:r>
      <w:r w:rsidRPr="00E74FE3">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4A5280">
        <w:t>-</w:t>
      </w:r>
      <w:r w:rsidR="00287E63" w:rsidRPr="00E74FE3">
        <w:t>septième </w:t>
      </w:r>
      <w:r w:rsidRPr="00E74FE3">
        <w:t>considérant de la directive ci</w:t>
      </w:r>
      <w:r w:rsidR="004A5280">
        <w:t>-</w:t>
      </w:r>
      <w:r w:rsidRPr="00E74FE3">
        <w:t xml:space="preserve">dessus relativement au lieu géographique </w:t>
      </w:r>
      <w:r w:rsidR="00287E63" w:rsidRPr="00E74FE3">
        <w:t>d</w:t>
      </w:r>
      <w:r w:rsidR="004A5280">
        <w:t>’</w:t>
      </w:r>
      <w:r w:rsidR="00287E63" w:rsidRPr="00E74FE3">
        <w:t xml:space="preserve">origine </w:t>
      </w:r>
      <w:r w:rsidRPr="00E74FE3">
        <w:t>des inventions biotechnologiques</w:t>
      </w:r>
      <w:r w:rsidR="00287E63" w:rsidRPr="00E74FE3">
        <w:t>”, et “C</w:t>
      </w:r>
      <w:r w:rsidRPr="00E74FE3">
        <w:t>ommunication de l</w:t>
      </w:r>
      <w:r w:rsidR="004A5280">
        <w:t>’</w:t>
      </w:r>
      <w:r w:rsidRPr="00E74FE3">
        <w:t>Union européenne et de ses États membres sur la relation entre la Convention sur la diversité biologique et l</w:t>
      </w:r>
      <w:r w:rsidR="004A5280">
        <w:t>’</w:t>
      </w:r>
      <w:r w:rsidRPr="00E74FE3">
        <w:t>Accord sur</w:t>
      </w:r>
      <w:r w:rsidR="000B0CF5" w:rsidRPr="000B0CF5">
        <w:t xml:space="preserve"> les ADP</w:t>
      </w:r>
      <w:r w:rsidR="00287E63" w:rsidRPr="00E74FE3">
        <w:t>IC</w:t>
      </w:r>
      <w:r w:rsidR="00621CE2" w:rsidRPr="00E74FE3">
        <w:t>”.</w:t>
      </w:r>
    </w:p>
    <w:p w14:paraId="440227B0" w14:textId="029A98A7" w:rsidR="00621CE2" w:rsidRPr="00E74FE3" w:rsidRDefault="00287E63" w:rsidP="00E74FE3">
      <w:pPr>
        <w:pStyle w:val="ONUMFS"/>
      </w:pPr>
      <w:r w:rsidRPr="00E74FE3">
        <w:t>La délé</w:t>
      </w:r>
      <w:r w:rsidR="00621CE2" w:rsidRPr="00E74FE3">
        <w:t xml:space="preserve">gation </w:t>
      </w:r>
      <w:r w:rsidRPr="00E74FE3">
        <w:t>de l</w:t>
      </w:r>
      <w:r w:rsidR="004A5280">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4A5280" w:rsidRPr="000B0CF5">
        <w:t>document</w:t>
      </w:r>
      <w:r w:rsidR="00B04267">
        <w:t> </w:t>
      </w:r>
      <w:r w:rsidR="004A5280"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4A5280">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en Allemagne, aux États</w:t>
      </w:r>
      <w:r w:rsidR="004A5280">
        <w:t>-</w:t>
      </w:r>
      <w:r w:rsidR="00621CE2" w:rsidRPr="00E74FE3">
        <w:t>Uni</w:t>
      </w:r>
      <w:r w:rsidR="0039510B" w:rsidRPr="00E74FE3">
        <w:t>s</w:t>
      </w:r>
      <w:r w:rsidR="00621CE2" w:rsidRPr="00E74FE3">
        <w:t xml:space="preserve"> </w:t>
      </w:r>
      <w:r w:rsidR="0039510B" w:rsidRPr="00E74FE3">
        <w:t>d</w:t>
      </w:r>
      <w:r w:rsidR="004A5280">
        <w:t>’</w:t>
      </w:r>
      <w:r w:rsidR="00621CE2" w:rsidRPr="00E74FE3">
        <w:t>Am</w:t>
      </w:r>
      <w:r w:rsidR="0039510B" w:rsidRPr="00E74FE3">
        <w:t>é</w:t>
      </w:r>
      <w:r w:rsidR="00621CE2" w:rsidRPr="00E74FE3">
        <w:t>ri</w:t>
      </w:r>
      <w:r w:rsidR="0039510B" w:rsidRPr="00E74FE3">
        <w:t>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2E82F097" w14:textId="73556C8C" w:rsidR="00E74FE3" w:rsidRPr="00E74FE3" w:rsidRDefault="003959EB" w:rsidP="00E74FE3">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 trois </w:t>
      </w:r>
      <w:r w:rsidR="00621CE2" w:rsidRPr="00E74FE3">
        <w:t>documents</w:t>
      </w:r>
      <w:r w:rsidRPr="00E74FE3">
        <w:t xml:space="preserve"> ci</w:t>
      </w:r>
      <w:r w:rsidR="004A5280">
        <w:t>-</w:t>
      </w:r>
      <w:r w:rsidRPr="00E74FE3">
        <w:t>après</w:t>
      </w:r>
      <w:r w:rsidR="004A5280">
        <w:t> :</w:t>
      </w:r>
    </w:p>
    <w:p w14:paraId="49DF03D6" w14:textId="5FFCB8F5" w:rsidR="00621CE2" w:rsidRPr="00E74FE3" w:rsidRDefault="003959EB" w:rsidP="00977EB1">
      <w:pPr>
        <w:pStyle w:val="ONUMFS"/>
        <w:numPr>
          <w:ilvl w:val="0"/>
          <w:numId w:val="37"/>
        </w:numPr>
        <w:ind w:left="1134" w:hanging="567"/>
        <w:contextualSpacing/>
      </w:pPr>
      <w:r w:rsidRPr="00E74FE3">
        <w:t>partage de ses données d</w:t>
      </w:r>
      <w:r w:rsidR="004A5280">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0BA310AC" w14:textId="3EE750C7" w:rsidR="00621CE2" w:rsidRPr="00E74FE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w:t>
      </w:r>
      <w:proofErr w:type="spellStart"/>
      <w:r w:rsidRPr="00E74FE3">
        <w:t>biopira</w:t>
      </w:r>
      <w:r w:rsidR="003959EB" w:rsidRPr="00E74FE3">
        <w:t>tage</w:t>
      </w:r>
      <w:proofErr w:type="spellEnd"/>
      <w:r w:rsidRPr="00E74FE3">
        <w:t xml:space="preserve">, </w:t>
      </w:r>
      <w:r w:rsidR="004A5280">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4A5280">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4A5280">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 xml:space="preserve">PO/GRTKF/IC/9/10);  </w:t>
      </w:r>
      <w:r w:rsidR="00BC1D0A" w:rsidRPr="00E74FE3">
        <w:t>et</w:t>
      </w:r>
    </w:p>
    <w:p w14:paraId="1BA08A80" w14:textId="294C7013" w:rsidR="000B0CF5" w:rsidRDefault="00BC1D0A" w:rsidP="00977EB1">
      <w:pPr>
        <w:pStyle w:val="ONUMFS"/>
        <w:numPr>
          <w:ilvl w:val="0"/>
          <w:numId w:val="37"/>
        </w:numPr>
        <w:ind w:left="1134" w:hanging="567"/>
      </w:pPr>
      <w:r w:rsidRPr="00E74FE3">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4A5280">
        <w:t>’</w:t>
      </w:r>
      <w:r w:rsidR="00621CE2" w:rsidRPr="00E74FE3">
        <w:t>exp</w:t>
      </w:r>
      <w:r w:rsidRPr="00E74FE3">
        <w:t>é</w:t>
      </w:r>
      <w:r w:rsidR="00621CE2" w:rsidRPr="00E74FE3">
        <w:t xml:space="preserve">rience </w:t>
      </w:r>
      <w:r w:rsidRPr="00E74FE3">
        <w:t>en matière de lutte contre le</w:t>
      </w:r>
      <w:r w:rsidR="00621CE2" w:rsidRPr="00E74FE3">
        <w:t xml:space="preserve"> </w:t>
      </w:r>
      <w:proofErr w:type="spellStart"/>
      <w:r w:rsidR="00621CE2" w:rsidRPr="00E74FE3">
        <w:t>biopira</w:t>
      </w:r>
      <w:r w:rsidRPr="00E74FE3">
        <w:t>tage</w:t>
      </w:r>
      <w:proofErr w:type="spellEnd"/>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68F81534" w14:textId="258977CD" w:rsidR="00E74FE3" w:rsidRPr="00E74FE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4A5280">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4A5280">
        <w:rPr>
          <w:rFonts w:eastAsia="MS Gothic" w:hint="eastAsia"/>
        </w:rPr>
        <w:t>-</w:t>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621CE2" w:rsidRPr="00E74FE3">
        <w:t xml:space="preserve">.  </w:t>
      </w:r>
      <w:r w:rsidRPr="00E74FE3">
        <w:t>Ce</w:t>
      </w:r>
      <w:r w:rsidR="00621CE2" w:rsidRPr="00E74FE3">
        <w:t xml:space="preserve"> r</w:t>
      </w:r>
      <w:r w:rsidRPr="00E74FE3">
        <w:t>ap</w:t>
      </w:r>
      <w:r w:rsidR="00621CE2" w:rsidRPr="00E74FE3">
        <w:t xml:space="preserve">port </w:t>
      </w:r>
      <w:r w:rsidRPr="00E74FE3">
        <w:t>figure dans le</w:t>
      </w:r>
      <w:r w:rsidR="00621CE2" w:rsidRPr="00E74FE3">
        <w:t xml:space="preserve"> </w:t>
      </w:r>
      <w:r w:rsidR="004A5280" w:rsidRPr="00E74FE3">
        <w:t>document</w:t>
      </w:r>
      <w:r w:rsidR="00B04267">
        <w:t> </w:t>
      </w:r>
      <w:r w:rsidR="004A5280" w:rsidRPr="00E74FE3">
        <w:t>WI</w:t>
      </w:r>
      <w:r w:rsidR="00621CE2" w:rsidRPr="00E74FE3">
        <w:t xml:space="preserve">PO/GRTKF/IC/11/12 </w:t>
      </w:r>
      <w:r w:rsidRPr="00E74FE3">
        <w:t>et</w:t>
      </w:r>
      <w:r w:rsidR="00D525FA" w:rsidRPr="00E74FE3">
        <w:t xml:space="preserve"> </w:t>
      </w:r>
      <w:r w:rsidRPr="00E74FE3">
        <w:t>comprend un résumé de l</w:t>
      </w:r>
      <w:r w:rsidR="004A5280">
        <w:t>’</w:t>
      </w:r>
      <w:r w:rsidRPr="00E74FE3">
        <w:t>exposé p</w:t>
      </w:r>
      <w:r w:rsidR="00621CE2" w:rsidRPr="00E74FE3">
        <w:t>r</w:t>
      </w:r>
      <w:r w:rsidRPr="00E74FE3">
        <w:t>é</w:t>
      </w:r>
      <w:r w:rsidR="00621CE2" w:rsidRPr="00E74FE3">
        <w:t>sent</w:t>
      </w:r>
      <w:r w:rsidRPr="00E74FE3">
        <w:t>é par Mme </w:t>
      </w:r>
      <w:proofErr w:type="spellStart"/>
      <w:r w:rsidR="00621CE2" w:rsidRPr="00E74FE3">
        <w:t>Inger</w:t>
      </w:r>
      <w:proofErr w:type="spellEnd"/>
      <w:r w:rsidRPr="00E74FE3">
        <w:t> </w:t>
      </w:r>
      <w:proofErr w:type="spellStart"/>
      <w:r w:rsidR="00621CE2" w:rsidRPr="00E74FE3">
        <w:t>Holten</w:t>
      </w:r>
      <w:proofErr w:type="spellEnd"/>
      <w:r w:rsidR="00621CE2" w:rsidRPr="00E74FE3">
        <w:t xml:space="preserve"> </w:t>
      </w:r>
      <w:r w:rsidR="007F689D" w:rsidRPr="00E74FE3">
        <w:t>exprimant</w:t>
      </w:r>
      <w:r w:rsidRPr="00E74FE3">
        <w:t xml:space="preserve"> l</w:t>
      </w:r>
      <w:r w:rsidR="004A5280">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5E941A0F" w14:textId="1CD886DD" w:rsidR="000B0CF5" w:rsidRDefault="007F689D" w:rsidP="00E74FE3">
      <w:pPr>
        <w:pStyle w:val="ONUMFS"/>
      </w:pPr>
      <w:r w:rsidRPr="00E74FE3">
        <w:t>À la quinz</w:t>
      </w:r>
      <w:r w:rsidR="004A5280">
        <w:t>ième session</w:t>
      </w:r>
      <w:r w:rsidRPr="00E74FE3">
        <w:t xml:space="preserve"> de l</w:t>
      </w:r>
      <w:r w:rsidR="004A5280">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 xml:space="preserve">mettre à la disposition du Secrétariat des documents décrivant les politiques, mesures et expériences régionales, nationales et communautaires concernant la propriété </w:t>
      </w:r>
      <w:r w:rsidRPr="00E74FE3">
        <w:lastRenderedPageBreak/>
        <w:t xml:space="preserve">intellectuelle et les ressources génétiques”. </w:t>
      </w:r>
      <w:r w:rsidR="00621CE2" w:rsidRPr="00E74FE3">
        <w:t xml:space="preserve"> </w:t>
      </w:r>
      <w:r w:rsidRPr="00E74FE3">
        <w:t>Les États membres et o</w:t>
      </w:r>
      <w:r w:rsidR="00621CE2" w:rsidRPr="00E74FE3">
        <w:t>bserv</w:t>
      </w:r>
      <w:r w:rsidRPr="00E74FE3">
        <w:t>ateurs ci</w:t>
      </w:r>
      <w:r w:rsidR="004A5280">
        <w:t>-</w:t>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4A5280">
        <w:t>’</w:t>
      </w:r>
      <w:r w:rsidR="00621CE2" w:rsidRPr="00E74FE3">
        <w:t>exp</w:t>
      </w:r>
      <w:r w:rsidRPr="00E74FE3">
        <w:t>é</w:t>
      </w:r>
      <w:r w:rsidR="00621CE2" w:rsidRPr="00E74FE3">
        <w:t xml:space="preserve">rience </w:t>
      </w:r>
      <w:r w:rsidRPr="00E74FE3">
        <w:t>concernant les exigences de divulgation</w:t>
      </w:r>
      <w:r w:rsidR="004A5280">
        <w:t> :</w:t>
      </w:r>
    </w:p>
    <w:p w14:paraId="5164C610" w14:textId="78EE071F"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220F2E54"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3B71102D"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7B866902" w14:textId="4256F26D"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4A5280">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6E7769AF" w14:textId="77777777" w:rsidR="00621CE2" w:rsidRPr="00E74FE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761E576E" w14:textId="5F338216" w:rsidR="00621CE2" w:rsidRPr="00E74FE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4A5280">
        <w:t>’</w:t>
      </w:r>
      <w:r w:rsidRPr="00E74FE3">
        <w:t>Organisation des industries de biotechnologie (BIO) et de la Fédération internationale de l</w:t>
      </w:r>
      <w:r w:rsidR="004A5280">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142CE2" w:rsidRPr="00E74FE3">
        <w:t xml:space="preserve">;  </w:t>
      </w:r>
      <w:r w:rsidRPr="00E74FE3">
        <w:t>et</w:t>
      </w:r>
    </w:p>
    <w:p w14:paraId="5C85F1F7" w14:textId="77777777" w:rsidR="00E74FE3" w:rsidRPr="00E74FE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3DD12A6C" w14:textId="2D31EC77" w:rsidR="00E74FE3" w:rsidRPr="00E74FE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4A5280" w:rsidRPr="00E74FE3">
        <w:t>document</w:t>
      </w:r>
      <w:r w:rsidR="00B04267">
        <w:t> </w:t>
      </w:r>
      <w:r w:rsidR="004A5280"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4A5280">
        <w:t>’</w:t>
      </w:r>
      <w:r w:rsidR="00A6216E" w:rsidRPr="00E74FE3">
        <w:t>un examen en cours des exigences en matière de divulgation.</w:t>
      </w:r>
    </w:p>
    <w:p w14:paraId="4A1D620D" w14:textId="1E6848B3" w:rsidR="00621CE2" w:rsidRPr="00E74FE3" w:rsidRDefault="00A6216E" w:rsidP="00E74FE3">
      <w:pPr>
        <w:pStyle w:val="ONUMFS"/>
      </w:pPr>
      <w:r w:rsidRPr="00E74FE3">
        <w:t>La délégation des États</w:t>
      </w:r>
      <w:r w:rsidR="004A5280">
        <w:t>-</w:t>
      </w:r>
      <w:r w:rsidRPr="00E74FE3">
        <w:t>Unis d</w:t>
      </w:r>
      <w:r w:rsidR="004A5280">
        <w:t>’</w:t>
      </w:r>
      <w:r w:rsidRPr="00E74FE3">
        <w:t xml:space="preserve">Amérique a soumis le </w:t>
      </w:r>
      <w:r w:rsidR="004A5280" w:rsidRPr="00E74FE3">
        <w:t>document</w:t>
      </w:r>
      <w:r w:rsidR="00B04267">
        <w:t> </w:t>
      </w:r>
      <w:r w:rsidR="004A5280"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4A5280">
        <w:t>’</w:t>
      </w:r>
      <w:r w:rsidRPr="00E74FE3">
        <w:t>invention par une application hypothétique au brevet américain numéro 5 137 870”</w:t>
      </w:r>
      <w:r w:rsidR="00621CE2" w:rsidRPr="00E74FE3">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4A5280" w:rsidRPr="00E74FE3">
        <w:t>document</w:t>
      </w:r>
      <w:r w:rsidR="00B04267">
        <w:t> </w:t>
      </w:r>
      <w:r w:rsidR="004A5280" w:rsidRPr="00E74FE3">
        <w:t>WI</w:t>
      </w:r>
      <w:r w:rsidRPr="00E74FE3">
        <w:t>PO/GRTKF/IC/31/8, intitulé “L</w:t>
      </w:r>
      <w:r w:rsidR="004A5280">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bookmarkStart w:id="4" w:name="_GoBack"/>
      <w:r w:rsidR="004A5280" w:rsidRPr="00E74FE3">
        <w:t>document</w:t>
      </w:r>
      <w:bookmarkEnd w:id="4"/>
      <w:r w:rsidR="00B04267">
        <w:t> </w:t>
      </w:r>
      <w:r w:rsidR="004A5280" w:rsidRPr="00E74FE3">
        <w:t>WI</w:t>
      </w:r>
      <w:r w:rsidRPr="00E74FE3">
        <w:t>PO/GRTKF/IC/30/9</w:t>
      </w:r>
      <w:r w:rsidR="00621CE2" w:rsidRPr="00E74FE3">
        <w:t>”.</w:t>
      </w:r>
    </w:p>
    <w:p w14:paraId="21EE9738" w14:textId="67A53364" w:rsidR="0050361A" w:rsidRPr="00E74FE3" w:rsidRDefault="000B0CF5" w:rsidP="00E74FE3">
      <w:pPr>
        <w:pStyle w:val="ONUMFS"/>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4A5280">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B04267" w:rsidRPr="00E74FE3">
        <w:rPr>
          <w:szCs w:val="22"/>
        </w:rPr>
        <w:t>ls</w:t>
      </w:r>
      <w:r w:rsidR="00B04267">
        <w:rPr>
          <w:szCs w:val="22"/>
        </w:rPr>
        <w:t xml:space="preserve">.  </w:t>
      </w:r>
      <w:r w:rsidR="00B04267" w:rsidRPr="00E74FE3">
        <w:rPr>
          <w:szCs w:val="22"/>
        </w:rPr>
        <w:t>Le</w:t>
      </w:r>
      <w:r w:rsidR="00467E92" w:rsidRPr="00E74FE3">
        <w:rPr>
          <w:szCs w:val="22"/>
        </w:rPr>
        <w:t>s intervenants des pays ci</w:t>
      </w:r>
      <w:r w:rsidR="004A5280">
        <w:rPr>
          <w:szCs w:val="22"/>
        </w:rPr>
        <w:t>-</w:t>
      </w:r>
      <w:r w:rsidR="00467E92" w:rsidRPr="00E74FE3">
        <w:rPr>
          <w:szCs w:val="22"/>
        </w:rPr>
        <w:t>après ont partagé leurs données d</w:t>
      </w:r>
      <w:r w:rsidR="004A5280">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4A5280">
        <w:rPr>
          <w:szCs w:val="22"/>
        </w:rPr>
        <w:t> :</w:t>
      </w:r>
    </w:p>
    <w:p w14:paraId="2F81C800" w14:textId="53BCDE32" w:rsidR="000B0CF5"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4A5280">
        <w:rPr>
          <w:szCs w:val="22"/>
        </w:rPr>
        <w:t> :</w:t>
      </w:r>
      <w:r w:rsidRPr="00E74FE3">
        <w:rPr>
          <w:szCs w:val="22"/>
        </w:rPr>
        <w:t xml:space="preserve"> </w:t>
      </w:r>
      <w:hyperlink r:id="rId14" w:history="1">
        <w:r w:rsidR="00FA5CB8" w:rsidRPr="00E74FE3">
          <w:rPr>
            <w:rStyle w:val="Hyperlink"/>
            <w:color w:val="auto"/>
            <w:szCs w:val="22"/>
            <w:u w:val="none"/>
          </w:rPr>
          <w:t>http://www.wipo.int/edocs/mdocs/tk/en/wipo_iptk_ge_16/wipo_iptk_ge_16_presentation_8pinto.pdf</w:t>
        </w:r>
      </w:hyperlink>
      <w:r w:rsidRPr="00E74FE3">
        <w:rPr>
          <w:szCs w:val="22"/>
        </w:rPr>
        <w:t>;</w:t>
      </w:r>
    </w:p>
    <w:p w14:paraId="2B543586" w14:textId="481B9940" w:rsidR="000B0CF5"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4A5280">
        <w:rPr>
          <w:szCs w:val="22"/>
        </w:rPr>
        <w:t> :</w:t>
      </w:r>
      <w:r w:rsidRPr="00E74FE3">
        <w:rPr>
          <w:szCs w:val="22"/>
        </w:rPr>
        <w:t xml:space="preserve"> </w:t>
      </w:r>
      <w:hyperlink r:id="rId15" w:history="1">
        <w:r w:rsidR="00FA5CB8" w:rsidRPr="00E74FE3">
          <w:rPr>
            <w:rStyle w:val="Hyperlink"/>
            <w:color w:val="auto"/>
            <w:szCs w:val="22"/>
            <w:u w:val="none"/>
          </w:rPr>
          <w:t>http://www.wipo.int/edocs/mdocs/tk/en/wipo_iptk_ge_16/wipo_iptk_ge_16_presentation_9yang.pdf</w:t>
        </w:r>
      </w:hyperlink>
      <w:r w:rsidRPr="00E74FE3">
        <w:rPr>
          <w:szCs w:val="22"/>
        </w:rPr>
        <w:t>;</w:t>
      </w:r>
    </w:p>
    <w:p w14:paraId="104305B0" w14:textId="6BB1911F" w:rsidR="000B0CF5"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4A5280">
        <w:rPr>
          <w:szCs w:val="22"/>
        </w:rPr>
        <w:t> :</w:t>
      </w:r>
      <w:r w:rsidRPr="00E74FE3">
        <w:rPr>
          <w:szCs w:val="22"/>
        </w:rPr>
        <w:t xml:space="preserve"> </w:t>
      </w:r>
      <w:hyperlink r:id="rId16" w:history="1">
        <w:r w:rsidR="00FA5CB8" w:rsidRPr="00E74FE3">
          <w:rPr>
            <w:rStyle w:val="Hyperlink"/>
            <w:color w:val="auto"/>
            <w:szCs w:val="22"/>
            <w:u w:val="none"/>
          </w:rPr>
          <w:t>http://www.wipo.int/edocs/mdocs/tk/en/wipo_iptk_ge_15/wipo_iptk_ge_15_presentation_silvia_solis.pdf</w:t>
        </w:r>
      </w:hyperlink>
      <w:r w:rsidRPr="00E74FE3">
        <w:rPr>
          <w:szCs w:val="22"/>
        </w:rPr>
        <w:t>;</w:t>
      </w:r>
    </w:p>
    <w:p w14:paraId="56AB1FA8" w14:textId="60198378" w:rsidR="0050361A" w:rsidRPr="00E74FE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4A5280">
        <w:rPr>
          <w:szCs w:val="22"/>
        </w:rPr>
        <w:t> :</w:t>
      </w:r>
      <w:r w:rsidRPr="00E74FE3">
        <w:rPr>
          <w:szCs w:val="22"/>
        </w:rPr>
        <w:t xml:space="preserve"> </w:t>
      </w:r>
      <w:hyperlink r:id="rId17" w:history="1">
        <w:r w:rsidR="00FA5CB8" w:rsidRPr="00E74FE3">
          <w:rPr>
            <w:rStyle w:val="Hyperlink"/>
            <w:color w:val="auto"/>
            <w:szCs w:val="22"/>
            <w:u w:val="none"/>
          </w:rPr>
          <w:t>http://www.wipo.int/edocs/mdocs/tk/en/wipo_iptk_ge_16/wipo_iptk_ge_16_presentation_11gorgescu.pdf</w:t>
        </w:r>
      </w:hyperlink>
      <w:r w:rsidRPr="00E74FE3">
        <w:rPr>
          <w:szCs w:val="22"/>
        </w:rPr>
        <w:t xml:space="preserve">; </w:t>
      </w:r>
      <w:r w:rsidR="00142CE2" w:rsidRPr="00E74FE3">
        <w:rPr>
          <w:szCs w:val="22"/>
        </w:rPr>
        <w:t xml:space="preserve"> </w:t>
      </w:r>
      <w:r w:rsidR="00753936">
        <w:rPr>
          <w:szCs w:val="22"/>
        </w:rPr>
        <w:t>et</w:t>
      </w:r>
    </w:p>
    <w:p w14:paraId="0E61D2C2" w14:textId="0F9F50A5" w:rsidR="00E74FE3" w:rsidRPr="00E74FE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4A5280">
        <w:rPr>
          <w:szCs w:val="22"/>
        </w:rPr>
        <w:t> :</w:t>
      </w:r>
      <w:r w:rsidRPr="00E74FE3">
        <w:rPr>
          <w:szCs w:val="22"/>
        </w:rPr>
        <w:t xml:space="preserve"> </w:t>
      </w:r>
      <w:hyperlink r:id="rId18" w:history="1">
        <w:r w:rsidR="00FA5CB8" w:rsidRPr="00E74FE3">
          <w:rPr>
            <w:rStyle w:val="Hyperlink"/>
            <w:color w:val="auto"/>
            <w:szCs w:val="22"/>
            <w:u w:val="none"/>
          </w:rPr>
          <w:t>http://www.wipo.int/edocs/mdocs/tk/en/wipo_iptk_ge_15/wipo_iptk_ge_15_presentation_martin_girsberger.pdf</w:t>
        </w:r>
      </w:hyperlink>
      <w:r w:rsidRPr="00E74FE3">
        <w:rPr>
          <w:szCs w:val="22"/>
        </w:rPr>
        <w:t>.</w:t>
      </w:r>
    </w:p>
    <w:p w14:paraId="60FD4C93" w14:textId="77777777" w:rsidR="00E74FE3" w:rsidRDefault="00467E92" w:rsidP="00977EB1">
      <w:pPr>
        <w:pStyle w:val="Heading1"/>
      </w:pPr>
      <w:r w:rsidRPr="00E74FE3">
        <w:t>Évolution h</w:t>
      </w:r>
      <w:r w:rsidR="00626E2C" w:rsidRPr="00E74FE3">
        <w:t>istori</w:t>
      </w:r>
      <w:r w:rsidRPr="00E74FE3">
        <w:t>que du texte sur les ressources génétiqu</w:t>
      </w:r>
      <w:r w:rsidR="00626E2C" w:rsidRPr="00E74FE3">
        <w:t>e</w:t>
      </w:r>
      <w:r w:rsidRPr="00E74FE3">
        <w:t>s</w:t>
      </w:r>
    </w:p>
    <w:p w14:paraId="2CDCDE6A" w14:textId="60AD4A3D" w:rsidR="000B0CF5"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4A5280">
        <w:t>’</w:t>
      </w:r>
      <w:r w:rsidRPr="00E74FE3">
        <w:t>OMPI</w:t>
      </w:r>
      <w:r w:rsidR="00922393" w:rsidRPr="00E74FE3">
        <w:t xml:space="preserve">, </w:t>
      </w:r>
      <w:r w:rsidRPr="00E74FE3">
        <w:t>à la onz</w:t>
      </w:r>
      <w:r w:rsidR="004A5280">
        <w:t>ième session</w:t>
      </w:r>
      <w:r w:rsidRPr="00E74FE3">
        <w:t xml:space="preserve"> de l</w:t>
      </w:r>
      <w:r w:rsidR="004A5280">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4A5280">
        <w:t>’</w:t>
      </w:r>
      <w:r w:rsidR="00922393" w:rsidRPr="00E74FE3">
        <w:t xml:space="preserve">options, </w:t>
      </w:r>
      <w:r w:rsidR="002E1D61" w:rsidRPr="00E74FE3">
        <w:t>figuran</w:t>
      </w:r>
      <w:r w:rsidRPr="00E74FE3">
        <w:t>t dans le</w:t>
      </w:r>
      <w:r w:rsidR="00922393" w:rsidRPr="00E74FE3">
        <w:t xml:space="preserve"> </w:t>
      </w:r>
      <w:r w:rsidR="004A5280" w:rsidRPr="00E74FE3">
        <w:t>document</w:t>
      </w:r>
      <w:r w:rsidR="00B04267">
        <w:t xml:space="preserve"> </w:t>
      </w:r>
      <w:r w:rsidR="004A5280"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 xml:space="preserve">les travaux sur les </w:t>
      </w:r>
      <w:r w:rsidR="002E1D61" w:rsidRPr="00E74FE3">
        <w:lastRenderedPageBreak/>
        <w:t>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4A5280">
        <w:t>’</w:t>
      </w:r>
      <w:r w:rsidR="002E1D61" w:rsidRPr="00E74FE3">
        <w:t>autres propositions pour traiter de la relation entre propriété intellectuelle et ressources génétiqu</w:t>
      </w:r>
      <w:r w:rsidR="00B04267" w:rsidRPr="00E74FE3">
        <w:t>es</w:t>
      </w:r>
      <w:r w:rsidR="00B04267">
        <w:t xml:space="preserve">.  </w:t>
      </w:r>
      <w:r w:rsidR="00B04267"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4A5280">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42441D4C" w14:textId="479C8190" w:rsidR="00E74FE3" w:rsidRPr="00E74FE3" w:rsidRDefault="002E1D61" w:rsidP="00E74FE3">
      <w:pPr>
        <w:pStyle w:val="ONUMFS"/>
      </w:pPr>
      <w:r w:rsidRPr="00E74FE3">
        <w:t>Le troisième groupe de travail intersessions (IWG 3) s</w:t>
      </w:r>
      <w:r w:rsidR="004A5280">
        <w:t>’</w:t>
      </w:r>
      <w:r w:rsidRPr="00E74FE3">
        <w:t>est réuni du 28 février au 4 mars 2011 pour discuter des ressources génétiqu</w:t>
      </w:r>
      <w:r w:rsidR="00B04267" w:rsidRPr="00E74FE3">
        <w:t>es</w:t>
      </w:r>
      <w:r w:rsidR="00B04267">
        <w:t xml:space="preserve">.  </w:t>
      </w:r>
      <w:r w:rsidR="00B04267" w:rsidRPr="00E74FE3">
        <w:t>Il</w:t>
      </w:r>
      <w:r w:rsidRPr="00E74FE3">
        <w:t xml:space="preserve"> a établi l</w:t>
      </w:r>
      <w:r w:rsidR="00571772" w:rsidRPr="00E74FE3">
        <w:t xml:space="preserve">e </w:t>
      </w:r>
      <w:r w:rsidR="004A5280" w:rsidRPr="00E74FE3">
        <w:t>document</w:t>
      </w:r>
      <w:r w:rsidR="004A5280">
        <w:t xml:space="preserve"> </w:t>
      </w:r>
      <w:r w:rsidR="004A5280" w:rsidRPr="00E74FE3">
        <w:t>WI</w:t>
      </w:r>
      <w:r w:rsidR="00571772" w:rsidRPr="00E74FE3">
        <w:t xml:space="preserve">PO/GRTKF/IC/18/9, </w:t>
      </w:r>
      <w:r w:rsidRPr="00E74FE3">
        <w:t>intitulé “Projets d</w:t>
      </w:r>
      <w:r w:rsidR="004A5280">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4A5280">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B04267" w:rsidRPr="00E74FE3">
        <w:t>on</w:t>
      </w:r>
      <w:r w:rsidR="00B04267">
        <w:t xml:space="preserve">.  </w:t>
      </w:r>
      <w:r w:rsidR="00B04267" w:rsidRPr="00E74FE3">
        <w:t>Ce</w:t>
      </w:r>
      <w:r w:rsidRPr="00E74FE3">
        <w:t xml:space="preserve"> projet a été examiné plus avant lors des dix</w:t>
      </w:r>
      <w:r w:rsidR="004A5280">
        <w:t>-</w:t>
      </w:r>
      <w:r w:rsidRPr="00E74FE3">
        <w:t>neuvième et vingt</w:t>
      </w:r>
      <w:r w:rsidR="004A5280">
        <w:t>ième session</w:t>
      </w:r>
      <w:r w:rsidRPr="00E74FE3">
        <w:t>s de l</w:t>
      </w:r>
      <w:r w:rsidR="004A5280">
        <w:t>’</w:t>
      </w:r>
      <w:r w:rsidR="00571772" w:rsidRPr="00E74FE3">
        <w:t>IGC (</w:t>
      </w:r>
      <w:r w:rsidR="004A5280" w:rsidRPr="00E74FE3">
        <w:t>documents</w:t>
      </w:r>
      <w:r w:rsidR="00B04267">
        <w:t> </w:t>
      </w:r>
      <w:r w:rsidR="004A5280" w:rsidRPr="00E74FE3">
        <w:t>WI</w:t>
      </w:r>
      <w:r w:rsidR="00571772" w:rsidRPr="00E74FE3">
        <w:t xml:space="preserve">PO/GRTKF/IC/19/6 </w:t>
      </w:r>
      <w:r w:rsidRPr="00E74FE3">
        <w:t>et</w:t>
      </w:r>
      <w:r w:rsidR="00571772" w:rsidRPr="00E74FE3">
        <w:t xml:space="preserve"> WIPO/GRTKF/IC/20/4).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4A5280" w:rsidRPr="00E74FE3">
        <w:t>document</w:t>
      </w:r>
      <w:r w:rsidR="004A5280">
        <w:t xml:space="preserve"> </w:t>
      </w:r>
      <w:r w:rsidR="004A5280"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3B623136" w14:textId="211EDC9D" w:rsidR="005869C0" w:rsidRPr="00E74FE3" w:rsidRDefault="003B081A">
      <w:pPr>
        <w:pStyle w:val="ONUMFS"/>
      </w:pPr>
      <w:r w:rsidRPr="00E74FE3">
        <w:t>À sa vingt</w:t>
      </w:r>
      <w:r w:rsidR="004A5280">
        <w:t>ième session</w:t>
      </w:r>
      <w:r w:rsidR="00571772" w:rsidRPr="00E74FE3">
        <w:t xml:space="preserve"> </w:t>
      </w:r>
      <w:r w:rsidR="00F37219" w:rsidRPr="00E74FE3">
        <w:t>(</w:t>
      </w:r>
      <w:r w:rsidRPr="00E74FE3">
        <w:t>février </w:t>
      </w:r>
      <w:r w:rsidR="00F37219" w:rsidRPr="00E74FE3">
        <w:t>2012)</w:t>
      </w:r>
      <w:r w:rsidRPr="00E74FE3">
        <w:t>, l</w:t>
      </w:r>
      <w:r w:rsidR="004A5280">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1D33D5" w:rsidRPr="00E74FE3">
        <w:t>.</w:t>
      </w:r>
      <w:r w:rsidR="00571772" w:rsidRPr="00E74FE3">
        <w:t xml:space="preserve">  </w:t>
      </w:r>
      <w:r w:rsidRPr="00E74FE3">
        <w:t>Ce</w:t>
      </w:r>
      <w:r w:rsidR="00571772" w:rsidRPr="00E74FE3">
        <w:t xml:space="preserve"> document </w:t>
      </w:r>
      <w:r w:rsidRPr="00E74FE3">
        <w:t>comprend des projets de dispositions traitant des exigences de divulgati</w:t>
      </w:r>
      <w:r w:rsidR="00B04267" w:rsidRPr="00E74FE3">
        <w:t>on</w:t>
      </w:r>
      <w:r w:rsidR="00B04267">
        <w:t xml:space="preserve">.  </w:t>
      </w:r>
      <w:r w:rsidR="00B04267" w:rsidRPr="00E74FE3">
        <w:t>Le</w:t>
      </w:r>
      <w:r w:rsidRPr="00E74FE3">
        <w:t xml:space="preserve"> comité</w:t>
      </w:r>
      <w:r w:rsidR="00571772" w:rsidRPr="00E74FE3">
        <w:t xml:space="preserve"> </w:t>
      </w:r>
      <w:r w:rsidRPr="00E74FE3">
        <w:t>a poursuivi l</w:t>
      </w:r>
      <w:r w:rsidR="004A5280">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90334B" w:rsidRPr="00E74FE3">
        <w:t xml:space="preserve"> </w:t>
      </w:r>
      <w:r w:rsidRPr="00E74FE3">
        <w:t>et</w:t>
      </w:r>
      <w:r w:rsidR="0090334B" w:rsidRPr="00E74FE3">
        <w:t xml:space="preserve"> WIPO/GRTKF/IC/</w:t>
      </w:r>
      <w:r w:rsidR="00604743" w:rsidRPr="00E74FE3">
        <w:t>3</w:t>
      </w:r>
      <w:r w:rsidR="00604743">
        <w:t>6</w:t>
      </w:r>
      <w:r w:rsidR="0090334B" w:rsidRPr="00E74FE3">
        <w:t>/4</w:t>
      </w:r>
      <w:r w:rsidR="00571772" w:rsidRPr="00E74FE3">
        <w:t>).</w:t>
      </w:r>
    </w:p>
    <w:p w14:paraId="17AB8193" w14:textId="4834427D" w:rsidR="005869C0" w:rsidRDefault="005869C0" w:rsidP="005869C0">
      <w:pPr>
        <w:pStyle w:val="Heading1"/>
      </w:pPr>
      <w:r>
        <w:t>Évolution historique du texte sur les savoirs traditionnels</w:t>
      </w:r>
    </w:p>
    <w:p w14:paraId="7564DEB4" w14:textId="2E6F5304" w:rsidR="00662E3A" w:rsidRDefault="00662E3A" w:rsidP="002B5240">
      <w:pPr>
        <w:pStyle w:val="ONUMFS"/>
      </w:pPr>
      <w:r w:rsidRPr="00E74FE3">
        <w:t xml:space="preserve">À la demande des États membres, à la </w:t>
      </w:r>
      <w:r>
        <w:t>sept</w:t>
      </w:r>
      <w:r w:rsidR="004A5280">
        <w:t>ième session</w:t>
      </w:r>
      <w:r w:rsidRPr="00E74FE3">
        <w:t xml:space="preserve"> de l</w:t>
      </w:r>
      <w:r w:rsidR="004A5280">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4A5280">
        <w:t>document WI</w:t>
      </w:r>
      <w:r w:rsidR="00CF7D4A">
        <w:t>PO/GRTKF/IC/7/5</w:t>
      </w:r>
      <w:r w:rsidR="00CE28B8">
        <w:t xml:space="preserve">, </w:t>
      </w:r>
      <w:r w:rsidR="00CE28B8" w:rsidRPr="00CE28B8">
        <w:t>en vue de son utilisation par l</w:t>
      </w:r>
      <w:r w:rsidR="004A5280">
        <w:t>’</w:t>
      </w:r>
      <w:r w:rsidR="00CE28B8" w:rsidRPr="00CE28B8">
        <w:t>IGC pour élaborer des règles de fond en matière de protection des savoirs traditionne</w:t>
      </w:r>
      <w:r w:rsidR="00B04267" w:rsidRPr="00CE28B8">
        <w:t>ls</w:t>
      </w:r>
      <w:r w:rsidR="00B04267">
        <w:t>.  Le</w:t>
      </w:r>
      <w:r w:rsidR="00CE28B8">
        <w:t xml:space="preserve"> document a été</w:t>
      </w:r>
      <w:r w:rsidR="00CE28B8" w:rsidRPr="00CE28B8">
        <w:t xml:space="preserve"> révisé et rediffusé à plusieurs reprises lors des sessions ultérieures de l</w:t>
      </w:r>
      <w:r w:rsidR="004A5280">
        <w:t>’</w:t>
      </w:r>
      <w:r w:rsidR="00CE28B8" w:rsidRPr="00CE28B8">
        <w:t>IGC (WIPO/GRTKF/IC/8/5, WIPO/GRTKF/IC/9/5, WIPO/GRTKF/IC/16/5, WIPO/GRTKF/IC/17/5 et WIPO/GRTKF/IC/18/5).</w:t>
      </w:r>
      <w:r w:rsidR="00DB3611">
        <w:t xml:space="preserve"> </w:t>
      </w:r>
      <w:r w:rsidR="0064528E">
        <w:t xml:space="preserve"> </w:t>
      </w:r>
      <w:r w:rsidR="007A061C">
        <w:t>Il traitait des</w:t>
      </w:r>
      <w:r w:rsidR="0064528E">
        <w:t xml:space="preserve"> exigences de divulgation.</w:t>
      </w:r>
    </w:p>
    <w:p w14:paraId="0A574710" w14:textId="1EE58E34" w:rsidR="00023FB0" w:rsidRDefault="006D7D66" w:rsidP="002B5240">
      <w:pPr>
        <w:pStyle w:val="ONUMFS"/>
      </w:pPr>
      <w:r>
        <w:t>Le deuxième groupe de travail intersessions (IWG</w:t>
      </w:r>
      <w:r w:rsidR="00B71196">
        <w:t> </w:t>
      </w:r>
      <w:r>
        <w:t>2) s</w:t>
      </w:r>
      <w:r w:rsidR="004A5280">
        <w:t>’</w:t>
      </w:r>
      <w:r>
        <w:t>est réuni du 21 au 2</w:t>
      </w:r>
      <w:r w:rsidR="002B5240">
        <w:t>5 février 20</w:t>
      </w:r>
      <w:r>
        <w:t>11 pour débattre des savoirs traditionne</w:t>
      </w:r>
      <w:r w:rsidR="00B04267">
        <w:t>ls.  Il</w:t>
      </w:r>
      <w:r>
        <w:t xml:space="preserve"> a établi le </w:t>
      </w:r>
      <w:r w:rsidR="004A5280">
        <w:t>document</w:t>
      </w:r>
      <w:r w:rsidR="00B04267">
        <w:t> </w:t>
      </w:r>
      <w:r w:rsidR="004A5280">
        <w:t>WI</w:t>
      </w:r>
      <w:r>
        <w:t>PO/GRTKF/IC/19/5, intitulé “Protection des savoirs traditionnels</w:t>
      </w:r>
      <w:r w:rsidR="004A5280">
        <w:t> :</w:t>
      </w:r>
      <w:r>
        <w:t xml:space="preserve"> projet d</w:t>
      </w:r>
      <w:r w:rsidR="004A5280">
        <w:t>’</w:t>
      </w:r>
      <w:r>
        <w:t>articles”, qui comprenait des exigences de divulgati</w:t>
      </w:r>
      <w:r w:rsidR="00B04267">
        <w:t>on.  Ce</w:t>
      </w:r>
      <w:r>
        <w:t xml:space="preserve"> projet a été examiné à nouveau par l</w:t>
      </w:r>
      <w:r w:rsidR="004A5280">
        <w:t>’</w:t>
      </w:r>
      <w:r>
        <w:t>IGC à sa vingt</w:t>
      </w:r>
      <w:r w:rsidR="004A5280">
        <w:t> et unième session</w:t>
      </w:r>
      <w:r>
        <w:t xml:space="preserve"> (document WIPO/GRTKF/IC/21/4). </w:t>
      </w:r>
      <w:r w:rsidR="00DB3611">
        <w:t xml:space="preserve"> </w:t>
      </w:r>
      <w:r>
        <w:t xml:space="preserve">Les pays ayant une position commune ont également apporté une contribution au </w:t>
      </w:r>
      <w:r w:rsidR="004A5280">
        <w:t>document</w:t>
      </w:r>
      <w:r w:rsidR="00B04267">
        <w:t> </w:t>
      </w:r>
      <w:r w:rsidR="004A5280">
        <w:t>WI</w:t>
      </w:r>
      <w:r>
        <w:t>PO/GRTKF/IC/18/9, qui a été publiée sous les cotes</w:t>
      </w:r>
      <w:r w:rsidR="00B71196">
        <w:t> </w:t>
      </w:r>
      <w:r>
        <w:t xml:space="preserve">WIPO/GRTKF/IC/19/11 et WIPO/GRTKF/IC/20/6. </w:t>
      </w:r>
      <w:r w:rsidR="00DB3611">
        <w:t xml:space="preserve"> </w:t>
      </w:r>
      <w:r>
        <w:t>Cette contribution comprenait des dispositions sur les exigences de divulgation.</w:t>
      </w:r>
    </w:p>
    <w:p w14:paraId="752A6E52" w14:textId="2C52D4CD" w:rsidR="00375966" w:rsidRPr="002B5240" w:rsidRDefault="004C66D1" w:rsidP="002B5240">
      <w:pPr>
        <w:pStyle w:val="ONUMFS"/>
      </w:pPr>
      <w:r w:rsidRPr="004C66D1">
        <w:t>À sa vingt</w:t>
      </w:r>
      <w:r w:rsidR="004A5280">
        <w:t> et unième session</w:t>
      </w:r>
      <w:r w:rsidRPr="004C66D1">
        <w:t xml:space="preserve"> (</w:t>
      </w:r>
      <w:r w:rsidR="002B5240" w:rsidRPr="004C66D1">
        <w:t>avril</w:t>
      </w:r>
      <w:r w:rsidR="002B5240">
        <w:t> </w:t>
      </w:r>
      <w:r w:rsidR="002B5240" w:rsidRPr="004C66D1">
        <w:t>20</w:t>
      </w:r>
      <w:r w:rsidRPr="004C66D1">
        <w:t>12), l</w:t>
      </w:r>
      <w:r w:rsidR="004A5280">
        <w:t>’</w:t>
      </w:r>
      <w:r w:rsidRPr="004C66D1">
        <w:t>IGC a poursuivi l</w:t>
      </w:r>
      <w:r w:rsidR="004A5280">
        <w:t>’</w:t>
      </w:r>
      <w:r w:rsidRPr="004C66D1">
        <w:t>élaboration du projet d</w:t>
      </w:r>
      <w:r w:rsidR="004A5280">
        <w:t>’</w:t>
      </w:r>
      <w:r w:rsidRPr="004C66D1">
        <w:t xml:space="preserve">articles, qui est devenu le </w:t>
      </w:r>
      <w:r w:rsidR="004A5280" w:rsidRPr="004C66D1">
        <w:t>document</w:t>
      </w:r>
      <w:r w:rsidR="00B04267">
        <w:t> </w:t>
      </w:r>
      <w:r w:rsidR="004A5280" w:rsidRPr="004C66D1">
        <w:t>WI</w:t>
      </w:r>
      <w:r w:rsidRPr="004C66D1">
        <w:t>PO/GRTKF/IC/24/4, et y a incorporé plusieurs dispositions relatives</w:t>
      </w:r>
      <w:r>
        <w:t xml:space="preserve"> aux exigences de divulgati</w:t>
      </w:r>
      <w:r w:rsidR="00B04267">
        <w:t xml:space="preserve">on.  </w:t>
      </w:r>
      <w:r w:rsidR="00B04267" w:rsidRPr="00880F75">
        <w:t>Le</w:t>
      </w:r>
      <w:r w:rsidR="00880F75" w:rsidRPr="00880F75">
        <w:t xml:space="preserve"> comité a poursuivi l</w:t>
      </w:r>
      <w:r w:rsidR="004A5280">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725235">
        <w:t>, WIPO/GRTKF/IC/37/4</w:t>
      </w:r>
      <w:r w:rsidR="00880F75" w:rsidRPr="00880F75">
        <w:t xml:space="preserve"> et WIPO/GRTKF/IC/</w:t>
      </w:r>
      <w:r w:rsidR="00725235">
        <w:t>38</w:t>
      </w:r>
      <w:r w:rsidR="00880F75" w:rsidRPr="00880F75">
        <w:t>/4).</w:t>
      </w:r>
    </w:p>
    <w:p w14:paraId="5C74CA80" w14:textId="77777777" w:rsidR="00E74FE3" w:rsidRDefault="003B081A" w:rsidP="00977EB1">
      <w:pPr>
        <w:pStyle w:val="Heading1"/>
      </w:pPr>
      <w:r w:rsidRPr="00E74FE3">
        <w:lastRenderedPageBreak/>
        <w:t>Aut</w:t>
      </w:r>
      <w:r w:rsidR="005A06EA" w:rsidRPr="00E74FE3">
        <w:t>r</w:t>
      </w:r>
      <w:r w:rsidRPr="00E74FE3">
        <w:t>es</w:t>
      </w:r>
      <w:r w:rsidR="005A06EA" w:rsidRPr="00E74FE3">
        <w:t xml:space="preserve"> </w:t>
      </w:r>
      <w:r w:rsidRPr="00E74FE3">
        <w:t>document</w:t>
      </w:r>
      <w:r w:rsidR="005A06EA" w:rsidRPr="00E74FE3">
        <w:t>s</w:t>
      </w:r>
    </w:p>
    <w:p w14:paraId="3E5F762A" w14:textId="59B71EDE" w:rsidR="00E74FE3" w:rsidRPr="00E74FE3" w:rsidRDefault="00E62BDB" w:rsidP="008F509B">
      <w:pPr>
        <w:pStyle w:val="ONUMFS"/>
        <w:spacing w:after="120"/>
      </w:pPr>
      <w:r w:rsidRPr="00E74FE3">
        <w:t>À la deux</w:t>
      </w:r>
      <w:r w:rsidR="004A5280">
        <w:t>ième session</w:t>
      </w:r>
      <w:r w:rsidRPr="00E74FE3">
        <w:t xml:space="preserve"> de l</w:t>
      </w:r>
      <w:r w:rsidR="004A5280">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Rapport du Groupe de travail ad hoc à composition non limitée de la CDB sur l</w:t>
      </w:r>
      <w:r w:rsidR="004A5280">
        <w:t>’</w:t>
      </w:r>
      <w:r w:rsidR="003B081A" w:rsidRPr="00E74FE3">
        <w:t xml:space="preserve">accès et le partage des avantages </w:t>
      </w:r>
      <w:r w:rsidRPr="00E74FE3">
        <w:t>(</w:t>
      </w:r>
      <w:r w:rsidR="000B0CF5" w:rsidRPr="000B0CF5">
        <w:t>document WI</w:t>
      </w:r>
      <w:r w:rsidR="009B6874" w:rsidRPr="00E74FE3">
        <w:t xml:space="preserve">PO/GRTKF/IC/2/11).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460A8274" w14:textId="1061D588" w:rsidR="00E74FE3" w:rsidRPr="00E74FE3" w:rsidRDefault="00E62BDB" w:rsidP="008F509B">
      <w:pPr>
        <w:pStyle w:val="ONUMFS"/>
        <w:spacing w:after="120"/>
      </w:pPr>
      <w:r w:rsidRPr="00E74FE3">
        <w:t>À la treiz</w:t>
      </w:r>
      <w:r w:rsidR="004A5280">
        <w:t>ième session</w:t>
      </w:r>
      <w:r w:rsidRPr="00E74FE3">
        <w:t xml:space="preserve"> de l</w:t>
      </w:r>
      <w:r w:rsidR="004A5280">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4A5280">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4A5280" w:rsidRPr="00E74FE3">
        <w:t>document</w:t>
      </w:r>
      <w:r w:rsidR="00B04267">
        <w:t> </w:t>
      </w:r>
      <w:r w:rsidR="004A5280" w:rsidRPr="00E74FE3">
        <w:t>WI</w:t>
      </w:r>
      <w:r w:rsidR="00405FA1" w:rsidRPr="00E74FE3">
        <w:t>PO/GRTKF/IC/13/8</w:t>
      </w:r>
      <w:r w:rsidR="00BF4338" w:rsidRPr="00E74FE3">
        <w:t> </w:t>
      </w:r>
      <w:r w:rsidR="009B6874" w:rsidRPr="00E74FE3">
        <w:t>(</w:t>
      </w:r>
      <w:r w:rsidR="00BF4338" w:rsidRPr="00E74FE3">
        <w:t>c</w:t>
      </w:r>
      <w:r w:rsidR="009B6874" w:rsidRPr="00E74FE3">
        <w:t>).</w:t>
      </w:r>
    </w:p>
    <w:p w14:paraId="2DC88B46" w14:textId="4F401FE1" w:rsidR="00E74FE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4A5280">
        <w:t>ième session</w:t>
      </w:r>
      <w:r w:rsidR="001C1D2A" w:rsidRPr="00E74FE3">
        <w:t>,</w:t>
      </w:r>
      <w:r w:rsidRPr="00E74FE3">
        <w:t xml:space="preserve"> l</w:t>
      </w:r>
      <w:r w:rsidR="004A5280">
        <w:t>’</w:t>
      </w:r>
      <w:r w:rsidRPr="00E74FE3">
        <w:t xml:space="preserve">Instance permanente des </w:t>
      </w:r>
      <w:r w:rsidR="004A5280">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4A5280">
        <w:t>’</w:t>
      </w:r>
      <w:r w:rsidRPr="00E74FE3">
        <w:t>OMPI de mettre en place une étude technique indépendante, réalisée du point de vue des droits des peuples autochtones, portant sur les projets de textes élaborés par l</w:t>
      </w:r>
      <w:r w:rsidR="004A5280">
        <w:t>’</w:t>
      </w:r>
      <w:r w:rsidR="008261B4" w:rsidRPr="00E74FE3">
        <w:t>IGC</w:t>
      </w:r>
      <w:r w:rsidR="008261B4">
        <w:t>.  M. </w:t>
      </w:r>
      <w:r w:rsidR="001C1D2A" w:rsidRPr="00E74FE3">
        <w:t>James</w:t>
      </w:r>
      <w:r w:rsidR="008261B4">
        <w:t> </w:t>
      </w:r>
      <w:proofErr w:type="spellStart"/>
      <w:r w:rsidR="001C1D2A" w:rsidRPr="00E74FE3">
        <w:t>Anaya</w:t>
      </w:r>
      <w:proofErr w:type="spellEnd"/>
      <w:r w:rsidR="001C1D2A" w:rsidRPr="00E74FE3">
        <w:t xml:space="preserve">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4A5280">
        <w:t>’</w:t>
      </w:r>
      <w:r w:rsidR="007758BE" w:rsidRPr="00E74FE3">
        <w:t>IGC à sa vingt</w:t>
      </w:r>
      <w:r w:rsidR="004A5280">
        <w:t>-</w:t>
      </w:r>
      <w:r w:rsidR="007758BE" w:rsidRPr="00E74FE3">
        <w:t>neuv</w:t>
      </w:r>
      <w:r w:rsidR="004A5280">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xml:space="preserve"> WIPO/GRTKF/IC/29/INF/10.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B04267" w:rsidRPr="00E74FE3">
        <w:t>es</w:t>
      </w:r>
      <w:r w:rsidR="00B04267">
        <w:t xml:space="preserve">.  </w:t>
      </w:r>
      <w:r w:rsidR="00B04267" w:rsidRPr="00E74FE3">
        <w:t>Il</w:t>
      </w:r>
      <w:r w:rsidR="007758BE" w:rsidRPr="00E74FE3">
        <w:t xml:space="preserve"> a été mis à la disposition des sessions ultérieures de l</w:t>
      </w:r>
      <w:r w:rsidR="004A5280">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548536D6" w14:textId="62EB68E0" w:rsidR="0038651D" w:rsidRPr="00E74FE3" w:rsidRDefault="0038651D" w:rsidP="008F509B">
      <w:pPr>
        <w:pStyle w:val="ONUMFS"/>
        <w:spacing w:after="120"/>
      </w:pPr>
      <w:r>
        <w:t>À la trente</w:t>
      </w:r>
      <w:r w:rsidR="004A5280">
        <w:t>-</w:t>
      </w:r>
      <w:r>
        <w:t>six</w:t>
      </w:r>
      <w:r w:rsidR="004A5280">
        <w:t>ième session</w:t>
      </w:r>
      <w:r>
        <w:t xml:space="preserve"> de l</w:t>
      </w:r>
      <w:r w:rsidR="004A5280">
        <w:t>’</w:t>
      </w:r>
      <w:r>
        <w:t>IGC, la délégation des États</w:t>
      </w:r>
      <w:r w:rsidR="004A5280">
        <w:t>-</w:t>
      </w:r>
      <w:r>
        <w:t>Unis d</w:t>
      </w:r>
      <w:r w:rsidR="004A5280">
        <w:t>’</w:t>
      </w:r>
      <w:r>
        <w:t xml:space="preserve">Amérique </w:t>
      </w:r>
      <w:r w:rsidR="005C0E8B">
        <w:t xml:space="preserve">a soumis le document intitulé </w:t>
      </w:r>
      <w:r w:rsidR="005C0E8B" w:rsidRPr="005C0E8B">
        <w:t>“Incidence économique des retards de traitement et de l</w:t>
      </w:r>
      <w:r w:rsidR="004A5280">
        <w:t>’</w:t>
      </w:r>
      <w:r w:rsidR="005C0E8B" w:rsidRPr="005C0E8B">
        <w:t>incertitude concernant les droits de brevet</w:t>
      </w:r>
      <w:r w:rsidR="004A5280">
        <w:t> :</w:t>
      </w:r>
      <w:r w:rsidR="005C0E8B" w:rsidRPr="005C0E8B">
        <w:t xml:space="preserve"> préoccupations des États</w:t>
      </w:r>
      <w:r w:rsidR="004A5280">
        <w:t>-</w:t>
      </w:r>
      <w:r w:rsidR="005C0E8B" w:rsidRPr="005C0E8B">
        <w:t>Unis d</w:t>
      </w:r>
      <w:r w:rsidR="004A5280">
        <w:t>’</w:t>
      </w:r>
      <w:r w:rsidR="005C0E8B" w:rsidRPr="005C0E8B">
        <w:t>Amérique face aux propositions relatives à de nou</w:t>
      </w:r>
      <w:r w:rsidR="00F22CA3">
        <w:t>velles exigences de divulgation</w:t>
      </w:r>
      <w:r w:rsidR="005C0E8B" w:rsidRPr="005C0E8B">
        <w:t>”</w:t>
      </w:r>
      <w:r w:rsidR="00F22CA3">
        <w:t xml:space="preserve">, joint en annexe du </w:t>
      </w:r>
      <w:r w:rsidR="004A5280">
        <w:t>document WI</w:t>
      </w:r>
      <w:r w:rsidR="00F22CA3">
        <w:t>PO/GRTKF/IC/36/10.</w:t>
      </w:r>
      <w:r w:rsidR="00725235">
        <w:t xml:space="preserve"> </w:t>
      </w:r>
      <w:r w:rsidR="00200D89">
        <w:t xml:space="preserve"> </w:t>
      </w:r>
      <w:r w:rsidR="00725235">
        <w:t>Il a été présenté de nouveau à l</w:t>
      </w:r>
      <w:r w:rsidR="004A5280">
        <w:t>’</w:t>
      </w:r>
      <w:r w:rsidR="00725235">
        <w:t>IGC à sa trente</w:t>
      </w:r>
      <w:r w:rsidR="004A5280">
        <w:t>-</w:t>
      </w:r>
      <w:r w:rsidR="00725235">
        <w:t>sept</w:t>
      </w:r>
      <w:r w:rsidR="004A5280">
        <w:t>ième session</w:t>
      </w:r>
      <w:r w:rsidR="00725235">
        <w:t xml:space="preserve"> sous la cote</w:t>
      </w:r>
      <w:r w:rsidR="00B04267">
        <w:t> </w:t>
      </w:r>
      <w:r w:rsidR="00725235">
        <w:t>WIPO/GRTKF/IC/37/15.</w:t>
      </w:r>
    </w:p>
    <w:p w14:paraId="0F950571" w14:textId="2936AF9C" w:rsidR="0050361A" w:rsidRPr="00E74FE3" w:rsidRDefault="007758BE" w:rsidP="008F509B">
      <w:pPr>
        <w:pStyle w:val="ONUMFS"/>
        <w:spacing w:after="120"/>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4A5280">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4A5280">
        <w:rPr>
          <w:szCs w:val="22"/>
        </w:rPr>
        <w:t>-</w:t>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4A5280">
        <w:rPr>
          <w:szCs w:val="22"/>
        </w:rPr>
        <w:t> :</w:t>
      </w:r>
    </w:p>
    <w:p w14:paraId="62FE8150" w14:textId="2FD67368" w:rsidR="00615CB1" w:rsidRPr="00E74FE3" w:rsidRDefault="00615CB1" w:rsidP="008F509B">
      <w:pPr>
        <w:pStyle w:val="ONUMFS"/>
        <w:numPr>
          <w:ilvl w:val="0"/>
          <w:numId w:val="40"/>
        </w:numPr>
        <w:spacing w:after="120"/>
        <w:ind w:left="1134" w:hanging="567"/>
        <w:contextualSpacing/>
        <w:rPr>
          <w:szCs w:val="22"/>
          <w:lang w:val="fr-FR"/>
        </w:rPr>
      </w:pPr>
      <w:r w:rsidRPr="008261B4">
        <w:t>M.</w:t>
      </w:r>
      <w:r w:rsidR="00962957" w:rsidRPr="008261B4">
        <w:t> </w:t>
      </w:r>
      <w:r w:rsidRPr="00E74FE3">
        <w:rPr>
          <w:szCs w:val="22"/>
          <w:lang w:val="fr-FR"/>
        </w:rPr>
        <w:t>Pierre</w:t>
      </w:r>
      <w:r w:rsidR="00962957" w:rsidRPr="00E74FE3">
        <w:rPr>
          <w:szCs w:val="22"/>
          <w:lang w:val="fr-FR"/>
        </w:rPr>
        <w:t> </w:t>
      </w:r>
      <w:r w:rsidR="008261B4">
        <w:rPr>
          <w:szCs w:val="22"/>
          <w:lang w:val="fr-FR"/>
        </w:rPr>
        <w:t>d</w:t>
      </w:r>
      <w:r w:rsidRPr="00E74FE3">
        <w:rPr>
          <w:szCs w:val="22"/>
          <w:lang w:val="fr-FR"/>
        </w:rPr>
        <w:t>u</w:t>
      </w:r>
      <w:r w:rsidR="00962957" w:rsidRPr="00E74FE3">
        <w:rPr>
          <w:szCs w:val="22"/>
          <w:lang w:val="fr-FR"/>
        </w:rPr>
        <w:t> </w:t>
      </w:r>
      <w:r w:rsidRPr="00E74FE3">
        <w:rPr>
          <w:szCs w:val="22"/>
          <w:lang w:val="fr-FR"/>
        </w:rPr>
        <w:t>Plessis</w:t>
      </w:r>
      <w:r w:rsidR="004A5280">
        <w:rPr>
          <w:szCs w:val="22"/>
          <w:lang w:val="fr-FR"/>
        </w:rPr>
        <w:t> :</w:t>
      </w:r>
      <w:r w:rsidRPr="00E74FE3">
        <w:rPr>
          <w:szCs w:val="22"/>
          <w:lang w:val="fr-FR"/>
        </w:rPr>
        <w:t xml:space="preserve"> </w:t>
      </w:r>
      <w:hyperlink r:id="rId19" w:history="1">
        <w:r w:rsidR="00FA5CB8" w:rsidRPr="00E74FE3">
          <w:rPr>
            <w:rStyle w:val="Hyperlink"/>
            <w:color w:val="auto"/>
            <w:szCs w:val="22"/>
            <w:u w:val="none"/>
            <w:lang w:val="fr-FR"/>
          </w:rPr>
          <w:t>http://www.wipo.int/edocs/mdocs/tk/en/wipo_iptk_ge_15/wipo_iptk_ge_15_presentation_pierre_du_plessis.pdf</w:t>
        </w:r>
      </w:hyperlink>
      <w:r w:rsidRPr="00E74FE3">
        <w:rPr>
          <w:szCs w:val="22"/>
          <w:lang w:val="fr-FR"/>
        </w:rPr>
        <w:t>;</w:t>
      </w:r>
    </w:p>
    <w:p w14:paraId="58B3BBEB" w14:textId="5982A2BB" w:rsidR="00615CB1" w:rsidRPr="00E74FE3" w:rsidRDefault="00615CB1" w:rsidP="008F509B">
      <w:pPr>
        <w:pStyle w:val="ONUMFS"/>
        <w:numPr>
          <w:ilvl w:val="0"/>
          <w:numId w:val="40"/>
        </w:numPr>
        <w:spacing w:after="120"/>
        <w:ind w:left="1134" w:hanging="567"/>
        <w:contextualSpacing/>
        <w:rPr>
          <w:szCs w:val="22"/>
          <w:lang w:val="fr-FR"/>
        </w:rPr>
      </w:pPr>
      <w:r w:rsidRPr="00E74FE3">
        <w:rPr>
          <w:szCs w:val="22"/>
          <w:lang w:val="fr-FR"/>
        </w:rPr>
        <w:t>M</w:t>
      </w:r>
      <w:r w:rsidR="00962957" w:rsidRPr="00E74FE3">
        <w:rPr>
          <w:szCs w:val="22"/>
          <w:lang w:val="fr-FR"/>
        </w:rPr>
        <w:t>me </w:t>
      </w:r>
      <w:r w:rsidRPr="00E74FE3">
        <w:rPr>
          <w:szCs w:val="22"/>
          <w:lang w:val="fr-FR"/>
        </w:rPr>
        <w:t>Larisa</w:t>
      </w:r>
      <w:r w:rsidR="00962957" w:rsidRPr="00E74FE3">
        <w:rPr>
          <w:szCs w:val="22"/>
          <w:lang w:val="fr-FR"/>
        </w:rPr>
        <w:t> </w:t>
      </w:r>
      <w:proofErr w:type="spellStart"/>
      <w:r w:rsidRPr="00E74FE3">
        <w:rPr>
          <w:szCs w:val="22"/>
          <w:lang w:val="fr-FR"/>
        </w:rPr>
        <w:t>Simonova</w:t>
      </w:r>
      <w:proofErr w:type="spellEnd"/>
      <w:r w:rsidR="004A5280">
        <w:rPr>
          <w:szCs w:val="22"/>
          <w:lang w:val="fr-FR"/>
        </w:rPr>
        <w:t> :</w:t>
      </w:r>
      <w:r w:rsidRPr="00E74FE3">
        <w:rPr>
          <w:szCs w:val="22"/>
          <w:lang w:val="fr-FR"/>
        </w:rPr>
        <w:t xml:space="preserve"> </w:t>
      </w:r>
      <w:hyperlink r:id="rId20" w:history="1">
        <w:r w:rsidR="00FA5CB8" w:rsidRPr="00E74FE3">
          <w:rPr>
            <w:rStyle w:val="Hyperlink"/>
            <w:color w:val="auto"/>
            <w:szCs w:val="22"/>
            <w:u w:val="none"/>
            <w:lang w:val="fr-FR"/>
          </w:rPr>
          <w:t>http://www.wipo.int/edocs/mdocs/tk/en/wipo_iptk_ge_15/wipo_iptk_ge_15_presentation_larisa_simonova.pdf</w:t>
        </w:r>
      </w:hyperlink>
      <w:r w:rsidRPr="00E74FE3">
        <w:rPr>
          <w:szCs w:val="22"/>
          <w:lang w:val="fr-FR"/>
        </w:rPr>
        <w:t>;</w:t>
      </w:r>
    </w:p>
    <w:p w14:paraId="023D08C2" w14:textId="2131B3A3" w:rsidR="00615CB1" w:rsidRPr="00E74FE3" w:rsidRDefault="00615CB1" w:rsidP="008F509B">
      <w:pPr>
        <w:pStyle w:val="ONUMFS"/>
        <w:numPr>
          <w:ilvl w:val="0"/>
          <w:numId w:val="40"/>
        </w:numPr>
        <w:spacing w:after="120"/>
        <w:ind w:left="1134" w:hanging="567"/>
        <w:contextualSpacing/>
        <w:rPr>
          <w:szCs w:val="22"/>
          <w:lang w:val="de-CH"/>
        </w:rPr>
      </w:pPr>
      <w:r w:rsidRPr="008261B4">
        <w:rPr>
          <w:lang w:val="fr-FR"/>
        </w:rPr>
        <w:t>M.</w:t>
      </w:r>
      <w:r w:rsidR="00962957" w:rsidRPr="008261B4">
        <w:rPr>
          <w:lang w:val="fr-FR"/>
        </w:rPr>
        <w:t> </w:t>
      </w:r>
      <w:r w:rsidRPr="00E74FE3">
        <w:rPr>
          <w:szCs w:val="22"/>
          <w:lang w:val="de-CH"/>
        </w:rPr>
        <w:t>Paul</w:t>
      </w:r>
      <w:r w:rsidR="00962957" w:rsidRPr="00E74FE3">
        <w:rPr>
          <w:szCs w:val="22"/>
          <w:lang w:val="de-CH"/>
        </w:rPr>
        <w:t> </w:t>
      </w:r>
      <w:r w:rsidRPr="00E74FE3">
        <w:rPr>
          <w:szCs w:val="22"/>
          <w:lang w:val="de-CH"/>
        </w:rPr>
        <w:t>Oldham</w:t>
      </w:r>
      <w:r w:rsidR="004A5280">
        <w:rPr>
          <w:szCs w:val="22"/>
          <w:lang w:val="de-CH"/>
        </w:rPr>
        <w:t> :</w:t>
      </w:r>
      <w:r w:rsidRPr="00E74FE3">
        <w:rPr>
          <w:szCs w:val="22"/>
          <w:lang w:val="de-CH"/>
        </w:rPr>
        <w:t xml:space="preserve"> </w:t>
      </w:r>
      <w:hyperlink r:id="rId21" w:history="1">
        <w:r w:rsidR="00FA5CB8" w:rsidRPr="00E74FE3">
          <w:rPr>
            <w:rStyle w:val="Hyperlink"/>
            <w:color w:val="auto"/>
            <w:szCs w:val="22"/>
            <w:u w:val="none"/>
            <w:lang w:val="de-CH"/>
          </w:rPr>
          <w:t>http://www.wipo.int/edocs/mdocs/tk/en/wipo_iptk_ge_15/wipo_iptk_ge_15_presentation_paul_oldham.pdf</w:t>
        </w:r>
      </w:hyperlink>
      <w:r w:rsidRPr="00E74FE3">
        <w:rPr>
          <w:szCs w:val="22"/>
          <w:lang w:val="de-CH"/>
        </w:rPr>
        <w:t>;</w:t>
      </w:r>
    </w:p>
    <w:p w14:paraId="7A859A8B" w14:textId="4D700AD8" w:rsidR="00BB30B9" w:rsidRPr="009950A5" w:rsidRDefault="008261B4" w:rsidP="008F509B">
      <w:pPr>
        <w:pStyle w:val="ONUMFS"/>
        <w:numPr>
          <w:ilvl w:val="0"/>
          <w:numId w:val="40"/>
        </w:numPr>
        <w:spacing w:after="120"/>
        <w:ind w:left="1134" w:hanging="567"/>
        <w:contextualSpacing/>
        <w:rPr>
          <w:szCs w:val="22"/>
          <w:lang w:val="en-US"/>
        </w:rPr>
      </w:pPr>
      <w:proofErr w:type="spellStart"/>
      <w:r w:rsidRPr="009950A5">
        <w:rPr>
          <w:szCs w:val="22"/>
          <w:lang w:val="en-US"/>
        </w:rPr>
        <w:t>Mme</w:t>
      </w:r>
      <w:proofErr w:type="spellEnd"/>
      <w:r w:rsidR="00962957" w:rsidRPr="009950A5">
        <w:rPr>
          <w:szCs w:val="22"/>
          <w:lang w:val="en-US"/>
        </w:rPr>
        <w:t> </w:t>
      </w:r>
      <w:r w:rsidR="00BB30B9" w:rsidRPr="009950A5">
        <w:rPr>
          <w:szCs w:val="22"/>
          <w:lang w:val="en-US"/>
        </w:rPr>
        <w:t>Ruth</w:t>
      </w:r>
      <w:r w:rsidR="00962957" w:rsidRPr="009950A5">
        <w:rPr>
          <w:szCs w:val="22"/>
          <w:lang w:val="en-US"/>
        </w:rPr>
        <w:t> </w:t>
      </w:r>
      <w:proofErr w:type="spellStart"/>
      <w:r w:rsidR="00BB30B9" w:rsidRPr="009950A5">
        <w:rPr>
          <w:szCs w:val="22"/>
          <w:lang w:val="en-US"/>
        </w:rPr>
        <w:t>Okediji</w:t>
      </w:r>
      <w:proofErr w:type="spellEnd"/>
      <w:r w:rsidR="004A5280">
        <w:rPr>
          <w:szCs w:val="22"/>
          <w:lang w:val="en-US"/>
        </w:rPr>
        <w:t> :</w:t>
      </w:r>
      <w:r w:rsidR="00BB30B9" w:rsidRPr="009950A5">
        <w:rPr>
          <w:szCs w:val="22"/>
          <w:lang w:val="en-US"/>
        </w:rPr>
        <w:t xml:space="preserve"> </w:t>
      </w:r>
      <w:hyperlink r:id="rId22" w:history="1">
        <w:r w:rsidR="00FA5CB8" w:rsidRPr="009950A5">
          <w:rPr>
            <w:rStyle w:val="Hyperlink"/>
            <w:color w:val="auto"/>
            <w:szCs w:val="22"/>
            <w:u w:val="none"/>
            <w:lang w:val="en-US"/>
          </w:rPr>
          <w:t>http://www.wipo.int/edocs/mdocs/tk/en/wipo_iptk_ge_16/wipo_iptk_ge_16_presentation_10okediji.pdf</w:t>
        </w:r>
      </w:hyperlink>
      <w:r w:rsidR="00BB30B9" w:rsidRPr="009950A5">
        <w:rPr>
          <w:szCs w:val="22"/>
          <w:lang w:val="en-US"/>
        </w:rPr>
        <w:t>;</w:t>
      </w:r>
      <w:r w:rsidR="00534056" w:rsidRPr="009950A5">
        <w:rPr>
          <w:szCs w:val="22"/>
          <w:lang w:val="en-US"/>
        </w:rPr>
        <w:t xml:space="preserve">  and</w:t>
      </w:r>
    </w:p>
    <w:p w14:paraId="400041B7" w14:textId="2D4C420F" w:rsidR="000B0CF5" w:rsidRPr="009950A5" w:rsidRDefault="00BB30B9" w:rsidP="008F509B">
      <w:pPr>
        <w:pStyle w:val="ONUMFS"/>
        <w:numPr>
          <w:ilvl w:val="0"/>
          <w:numId w:val="40"/>
        </w:numPr>
        <w:spacing w:after="120"/>
        <w:ind w:left="1134" w:hanging="567"/>
        <w:rPr>
          <w:szCs w:val="22"/>
          <w:lang w:val="en-US"/>
        </w:rPr>
      </w:pPr>
      <w:r w:rsidRPr="009950A5">
        <w:rPr>
          <w:szCs w:val="22"/>
          <w:lang w:val="en-US"/>
        </w:rPr>
        <w:t>M.</w:t>
      </w:r>
      <w:r w:rsidR="00962957" w:rsidRPr="009950A5">
        <w:rPr>
          <w:szCs w:val="22"/>
          <w:lang w:val="en-US"/>
        </w:rPr>
        <w:t> </w:t>
      </w:r>
      <w:r w:rsidRPr="009950A5">
        <w:rPr>
          <w:szCs w:val="22"/>
          <w:lang w:val="en-US"/>
        </w:rPr>
        <w:t>Dominic</w:t>
      </w:r>
      <w:r w:rsidR="00962957" w:rsidRPr="009950A5">
        <w:rPr>
          <w:szCs w:val="22"/>
          <w:lang w:val="en-US"/>
        </w:rPr>
        <w:t> </w:t>
      </w:r>
      <w:proofErr w:type="spellStart"/>
      <w:proofErr w:type="gramStart"/>
      <w:r w:rsidRPr="009950A5">
        <w:rPr>
          <w:szCs w:val="22"/>
          <w:lang w:val="en-US"/>
        </w:rPr>
        <w:t>Muyldermans</w:t>
      </w:r>
      <w:proofErr w:type="spellEnd"/>
      <w:r w:rsidR="004A5280">
        <w:rPr>
          <w:szCs w:val="22"/>
          <w:lang w:val="en-US"/>
        </w:rPr>
        <w:t> :</w:t>
      </w:r>
      <w:proofErr w:type="gramEnd"/>
      <w:r w:rsidRPr="009950A5">
        <w:rPr>
          <w:szCs w:val="22"/>
          <w:lang w:val="en-US"/>
        </w:rPr>
        <w:t xml:space="preserve"> </w:t>
      </w:r>
      <w:hyperlink r:id="rId23" w:history="1">
        <w:r w:rsidR="00FA5CB8" w:rsidRPr="009950A5">
          <w:rPr>
            <w:rStyle w:val="Hyperlink"/>
            <w:color w:val="auto"/>
            <w:szCs w:val="22"/>
            <w:u w:val="none"/>
            <w:lang w:val="en-US"/>
          </w:rPr>
          <w:t>http://www.wipo.int/edocs/mdocs/tk/en/wipo_iptk_ge_16/wipo_iptk_ge_16_presentation_12muyldermans.pdf</w:t>
        </w:r>
      </w:hyperlink>
      <w:r w:rsidR="00615CB1" w:rsidRPr="009950A5">
        <w:rPr>
          <w:szCs w:val="22"/>
          <w:lang w:val="en-US"/>
        </w:rPr>
        <w:t>;</w:t>
      </w:r>
      <w:r w:rsidR="00977EB1" w:rsidRPr="009950A5">
        <w:rPr>
          <w:szCs w:val="22"/>
          <w:lang w:val="en-US"/>
        </w:rPr>
        <w:t xml:space="preserve">  </w:t>
      </w:r>
      <w:hyperlink r:id="rId24" w:history="1">
        <w:r w:rsidR="00FA5CB8" w:rsidRPr="009950A5">
          <w:rPr>
            <w:rStyle w:val="Hyperlink"/>
            <w:color w:val="auto"/>
            <w:szCs w:val="22"/>
            <w:u w:val="none"/>
            <w:lang w:val="en-US"/>
          </w:rPr>
          <w:t>http://www.wipo.int/edocs/mdocs/tk/en/wipo_iptk_ge_15/wipo_iptk_ge_15_presentation_dominic_muyldermans.pdf</w:t>
        </w:r>
      </w:hyperlink>
      <w:r w:rsidR="00615CB1" w:rsidRPr="009950A5">
        <w:rPr>
          <w:szCs w:val="22"/>
          <w:lang w:val="en-US"/>
        </w:rPr>
        <w:t>.</w:t>
      </w:r>
    </w:p>
    <w:p w14:paraId="3F4EEEB1" w14:textId="6E2F75E2" w:rsidR="00E74FE3" w:rsidRPr="009A0C94" w:rsidRDefault="00962957" w:rsidP="008F509B">
      <w:pPr>
        <w:pStyle w:val="ONUMFS"/>
        <w:spacing w:after="0"/>
        <w:ind w:left="5534"/>
        <w:rPr>
          <w:i/>
        </w:rPr>
      </w:pPr>
      <w:r w:rsidRPr="009A0C94">
        <w:rPr>
          <w:i/>
        </w:rPr>
        <w:t>Le comité est invité à prendr</w:t>
      </w:r>
      <w:r w:rsidR="00005FBC" w:rsidRPr="009A0C94">
        <w:rPr>
          <w:i/>
        </w:rPr>
        <w:t xml:space="preserve">e note </w:t>
      </w:r>
      <w:r w:rsidRPr="009A0C94">
        <w:rPr>
          <w:i/>
        </w:rPr>
        <w:t>du présent</w:t>
      </w:r>
      <w:r w:rsidR="00005FBC" w:rsidRPr="009A0C94">
        <w:rPr>
          <w:i/>
        </w:rPr>
        <w:t xml:space="preserve"> document</w:t>
      </w:r>
      <w:r w:rsidRPr="009A0C94">
        <w:rPr>
          <w:i/>
        </w:rPr>
        <w:t xml:space="preserve"> et, s</w:t>
      </w:r>
      <w:r w:rsidR="004A5280">
        <w:rPr>
          <w:i/>
        </w:rPr>
        <w:t>’</w:t>
      </w:r>
      <w:r w:rsidRPr="009A0C94">
        <w:rPr>
          <w:i/>
        </w:rPr>
        <w:t>il le souhaite, à formuler</w:t>
      </w:r>
      <w:r w:rsidR="004A6053" w:rsidRPr="009A0C94">
        <w:rPr>
          <w:i/>
        </w:rPr>
        <w:t xml:space="preserve"> des observations, notamment </w:t>
      </w:r>
      <w:r w:rsidR="00250E32" w:rsidRPr="009A0C94">
        <w:rPr>
          <w:i/>
        </w:rPr>
        <w:t xml:space="preserve">afin </w:t>
      </w:r>
      <w:r w:rsidR="004A6053" w:rsidRPr="009A0C94">
        <w:rPr>
          <w:i/>
        </w:rPr>
        <w:t xml:space="preserve">de </w:t>
      </w:r>
      <w:r w:rsidRPr="009A0C94">
        <w:rPr>
          <w:i/>
        </w:rPr>
        <w:t xml:space="preserve">recenser </w:t>
      </w:r>
      <w:r w:rsidR="00250E32" w:rsidRPr="009A0C94">
        <w:rPr>
          <w:i/>
        </w:rPr>
        <w:t>d</w:t>
      </w:r>
      <w:r w:rsidR="004A5280">
        <w:rPr>
          <w:i/>
        </w:rPr>
        <w:t>’</w:t>
      </w:r>
      <w:r w:rsidR="00250E32" w:rsidRPr="009A0C94">
        <w:rPr>
          <w:i/>
        </w:rPr>
        <w:t>éventuel</w:t>
      </w:r>
      <w:r w:rsidR="004A6053" w:rsidRPr="009A0C94">
        <w:rPr>
          <w:i/>
        </w:rPr>
        <w:t>les</w:t>
      </w:r>
      <w:r w:rsidRPr="009A0C94">
        <w:rPr>
          <w:i/>
        </w:rPr>
        <w:t xml:space="preserve"> lacunes</w:t>
      </w:r>
      <w:r w:rsidR="00005FBC" w:rsidRPr="009A0C94">
        <w:rPr>
          <w:i/>
        </w:rPr>
        <w:t>.</w:t>
      </w:r>
    </w:p>
    <w:p w14:paraId="240E0FC7" w14:textId="77777777" w:rsidR="00977EB1" w:rsidRDefault="00977EB1" w:rsidP="00977EB1"/>
    <w:p w14:paraId="4A80176A" w14:textId="77777777" w:rsidR="00977EB1" w:rsidRDefault="00977EB1" w:rsidP="00977EB1"/>
    <w:p w14:paraId="79FDC085" w14:textId="77777777" w:rsidR="00977EB1" w:rsidRDefault="00977EB1">
      <w:pPr>
        <w:pStyle w:val="Endofdocument-Annex"/>
      </w:pPr>
      <w:r>
        <w:t>[Fin du document]</w:t>
      </w:r>
    </w:p>
    <w:sectPr w:rsidR="00977EB1" w:rsidSect="00E74FE3">
      <w:headerReference w:type="default" r:id="rId25"/>
      <w:endnotePr>
        <w:numFmt w:val="decimal"/>
      </w:endnotePr>
      <w:pgSz w:w="11907" w:h="16840" w:code="9"/>
      <w:pgMar w:top="567" w:right="1134" w:bottom="1417" w:left="1417" w:header="510" w:footer="1020" w:gutter="0"/>
      <w:cols w:space="720"/>
      <w:titlePg/>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C66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9E0A6D" w14:textId="77777777" w:rsidR="00AD1CD1" w:rsidRDefault="00AD1CD1">
      <w:r>
        <w:separator/>
      </w:r>
    </w:p>
  </w:endnote>
  <w:endnote w:type="continuationSeparator" w:id="0">
    <w:p w14:paraId="04A0BE24" w14:textId="77777777" w:rsidR="00AD1CD1" w:rsidRDefault="00AD1CD1" w:rsidP="003B38C1">
      <w:r>
        <w:separator/>
      </w:r>
    </w:p>
    <w:p w14:paraId="25AB212E" w14:textId="77777777" w:rsidR="00AD1CD1" w:rsidRPr="009950A5" w:rsidRDefault="00AD1CD1" w:rsidP="003B38C1">
      <w:pPr>
        <w:spacing w:after="60"/>
        <w:rPr>
          <w:sz w:val="17"/>
          <w:lang w:val="en-US"/>
        </w:rPr>
      </w:pPr>
      <w:r w:rsidRPr="009950A5">
        <w:rPr>
          <w:sz w:val="17"/>
          <w:lang w:val="en-US"/>
        </w:rPr>
        <w:t>[Endnote continued from previous page]</w:t>
      </w:r>
    </w:p>
  </w:endnote>
  <w:endnote w:type="continuationNotice" w:id="1">
    <w:p w14:paraId="6450DA8A" w14:textId="77777777" w:rsidR="00AD1CD1" w:rsidRPr="009950A5" w:rsidRDefault="00AD1CD1"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FE78B" w14:textId="77777777" w:rsidR="00AD1CD1" w:rsidRDefault="00AD1CD1">
      <w:r>
        <w:separator/>
      </w:r>
    </w:p>
  </w:footnote>
  <w:footnote w:type="continuationSeparator" w:id="0">
    <w:p w14:paraId="191827C6" w14:textId="77777777" w:rsidR="00AD1CD1" w:rsidRDefault="00AD1CD1" w:rsidP="008B60B2">
      <w:r>
        <w:separator/>
      </w:r>
    </w:p>
    <w:p w14:paraId="4EBAA288" w14:textId="3F07329E" w:rsidR="00AD1CD1" w:rsidRPr="00ED77FB" w:rsidRDefault="00AD1CD1"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5EA33152" w14:textId="42D99535" w:rsidR="00AD1CD1" w:rsidRPr="00ED77FB" w:rsidRDefault="00AD1CD1"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64C24B39" w:rsidR="007E4162" w:rsidRDefault="00AD1CD1" w:rsidP="00DE76D3">
      <w:pPr>
        <w:pStyle w:val="FootnoteText"/>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6E7229">
        <w:t> :</w:t>
      </w:r>
    </w:p>
    <w:p w14:paraId="402320AB" w14:textId="72380466" w:rsidR="00AD1CD1" w:rsidRPr="005C5625" w:rsidRDefault="00AD1CD1" w:rsidP="005C5625">
      <w:pPr>
        <w:pStyle w:val="FootnoteText"/>
        <w:numPr>
          <w:ilvl w:val="0"/>
          <w:numId w:val="30"/>
        </w:numPr>
      </w:pPr>
      <w:r>
        <w:t>d</w:t>
      </w:r>
      <w:r w:rsidRPr="005C5625">
        <w:t xml:space="preserve">ivulguer toute ressource génétique ou savoir traditionnel </w:t>
      </w:r>
      <w:r>
        <w:t xml:space="preserve">connexe </w:t>
      </w:r>
      <w:r w:rsidRPr="005C5625">
        <w:t>effectivement utilisé au cours de la mise au point de l</w:t>
      </w:r>
      <w:r w:rsidR="006E7229">
        <w:t>’</w:t>
      </w:r>
      <w:r w:rsidRPr="005C5625">
        <w:t>invention</w:t>
      </w:r>
      <w:r>
        <w:t xml:space="preserve"> revendiquée</w:t>
      </w:r>
      <w:r w:rsidRPr="005C5625">
        <w:t>;</w:t>
      </w:r>
    </w:p>
    <w:p w14:paraId="1EA924FA" w14:textId="2CFCD4E5" w:rsidR="00AD1CD1" w:rsidRPr="005C5625" w:rsidRDefault="00AD1CD1" w:rsidP="005C5625">
      <w:pPr>
        <w:pStyle w:val="FootnoteText"/>
        <w:numPr>
          <w:ilvl w:val="0"/>
          <w:numId w:val="30"/>
        </w:numPr>
      </w:pPr>
      <w:r w:rsidRPr="005C5625">
        <w:t xml:space="preserve">divulguer la source effective de la ressource génétique ou du savoir traditionnel </w:t>
      </w:r>
      <w:r>
        <w:t>connexe</w:t>
      </w:r>
      <w:r w:rsidRPr="005C5625">
        <w:t>, ce qui peut concerner le pays d</w:t>
      </w:r>
      <w:r w:rsidR="006E7229">
        <w:t>’</w:t>
      </w:r>
      <w:r w:rsidRPr="005C5625">
        <w:t>origine</w:t>
      </w:r>
      <w:r>
        <w:t xml:space="preserve"> ou le pays dans lequel la ressource ou le savoir a été obtenu;</w:t>
      </w:r>
      <w:r w:rsidRPr="005C5625">
        <w:t xml:space="preserve">  </w:t>
      </w:r>
      <w:r>
        <w:t>et</w:t>
      </w:r>
    </w:p>
    <w:p w14:paraId="59FC5107" w14:textId="649D1DEE" w:rsidR="00AD1CD1" w:rsidRPr="009941B5" w:rsidRDefault="00AD1CD1" w:rsidP="00ED26EA">
      <w:pPr>
        <w:pStyle w:val="FootnoteText"/>
        <w:numPr>
          <w:ilvl w:val="0"/>
          <w:numId w:val="30"/>
        </w:numPr>
      </w:pPr>
      <w:r w:rsidRPr="009941B5">
        <w:t xml:space="preserve">fournir un engagement ou une preuve du respect des exigences </w:t>
      </w:r>
      <w:r>
        <w:t>relatives à l</w:t>
      </w:r>
      <w:r w:rsidR="006E7229">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6E7229">
        <w:t>’</w:t>
      </w:r>
      <w:r w:rsidRPr="009941B5">
        <w:t xml:space="preserve">obligation de démontrer que la ressource génétique ou le savoir traditionnel </w:t>
      </w:r>
      <w:r>
        <w:t>connexe</w:t>
      </w:r>
      <w:r w:rsidRPr="009941B5">
        <w:t xml:space="preserve"> utilisé dans l</w:t>
      </w:r>
      <w:r w:rsidR="006E7229">
        <w:t>’</w:t>
      </w:r>
      <w:r w:rsidRPr="009941B5">
        <w:t>invention revendiquée a été obtenu avec le consentement préalable donné en connaissance de cause et utilisé conformément aux conditions convenues d</w:t>
      </w:r>
      <w:r w:rsidR="006E7229">
        <w:t>’</w:t>
      </w:r>
      <w:r w:rsidRPr="009941B5">
        <w:t>un commun accord et aux lois applicables dans le pays d</w:t>
      </w:r>
      <w:r w:rsidR="006E7229">
        <w:t>’</w:t>
      </w:r>
      <w:r w:rsidRPr="009941B5">
        <w:t>origine.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CC8F9" w14:textId="484092B5" w:rsidR="00AD1CD1" w:rsidRDefault="00AD1CD1" w:rsidP="00477D6B">
    <w:pPr>
      <w:jc w:val="right"/>
    </w:pPr>
    <w:bookmarkStart w:id="5" w:name="Code2"/>
    <w:bookmarkEnd w:id="5"/>
    <w:r>
      <w:t>WIPO/GRTKF/IC/</w:t>
    </w:r>
    <w:r w:rsidR="00725235">
      <w:t>38</w:t>
    </w:r>
    <w:r w:rsidR="00D50B51">
      <w:t>/9</w:t>
    </w:r>
  </w:p>
  <w:p w14:paraId="3836DBAA" w14:textId="3B91EAD3" w:rsidR="00AD1CD1" w:rsidRDefault="00AD1CD1" w:rsidP="00477D6B">
    <w:pPr>
      <w:jc w:val="right"/>
    </w:pPr>
    <w:proofErr w:type="gramStart"/>
    <w:r>
      <w:t>page</w:t>
    </w:r>
    <w:proofErr w:type="gramEnd"/>
    <w:r w:rsidR="00753936">
      <w:t> </w:t>
    </w:r>
    <w:r>
      <w:fldChar w:fldCharType="begin"/>
    </w:r>
    <w:r>
      <w:instrText xml:space="preserve"> PAGE  \* MERGEFORMAT </w:instrText>
    </w:r>
    <w:r>
      <w:fldChar w:fldCharType="separate"/>
    </w:r>
    <w:r w:rsidR="00B04267">
      <w:rPr>
        <w:noProof/>
      </w:rPr>
      <w:t>6</w:t>
    </w:r>
    <w:r>
      <w:fldChar w:fldCharType="end"/>
    </w:r>
  </w:p>
  <w:p w14:paraId="2B95CF1E" w14:textId="77777777" w:rsidR="00AD1CD1" w:rsidRDefault="00AD1CD1"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FFB19A2"/>
    <w:multiLevelType w:val="multilevel"/>
    <w:tmpl w:val="F0B27E3A"/>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w15:presenceInfo w15:providerId="None" w15:userId="Christ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F55"/>
    <w:rsid w:val="000000B5"/>
    <w:rsid w:val="00000298"/>
    <w:rsid w:val="00005FBC"/>
    <w:rsid w:val="000146A4"/>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25DC"/>
    <w:rsid w:val="001263B4"/>
    <w:rsid w:val="00130252"/>
    <w:rsid w:val="00134E45"/>
    <w:rsid w:val="001362EE"/>
    <w:rsid w:val="00137BA7"/>
    <w:rsid w:val="00142CE2"/>
    <w:rsid w:val="00143E68"/>
    <w:rsid w:val="00146C9D"/>
    <w:rsid w:val="001514EA"/>
    <w:rsid w:val="0016412A"/>
    <w:rsid w:val="0016591D"/>
    <w:rsid w:val="0017534D"/>
    <w:rsid w:val="00181135"/>
    <w:rsid w:val="00183292"/>
    <w:rsid w:val="001832A6"/>
    <w:rsid w:val="001A1A38"/>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59C0"/>
    <w:rsid w:val="002D5E77"/>
    <w:rsid w:val="002D6AFF"/>
    <w:rsid w:val="002E1D61"/>
    <w:rsid w:val="002E400A"/>
    <w:rsid w:val="002E7F70"/>
    <w:rsid w:val="002F0813"/>
    <w:rsid w:val="002F0D78"/>
    <w:rsid w:val="002F1FE6"/>
    <w:rsid w:val="002F3EBD"/>
    <w:rsid w:val="002F4E68"/>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A40"/>
    <w:rsid w:val="00362AB7"/>
    <w:rsid w:val="00364136"/>
    <w:rsid w:val="003673CF"/>
    <w:rsid w:val="00370A3E"/>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F320C"/>
    <w:rsid w:val="003F60E7"/>
    <w:rsid w:val="003F751A"/>
    <w:rsid w:val="00400F46"/>
    <w:rsid w:val="00401E7C"/>
    <w:rsid w:val="00405FA1"/>
    <w:rsid w:val="00416016"/>
    <w:rsid w:val="00421A68"/>
    <w:rsid w:val="0042230B"/>
    <w:rsid w:val="00422342"/>
    <w:rsid w:val="00422E79"/>
    <w:rsid w:val="00423E3E"/>
    <w:rsid w:val="00427AF4"/>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C2215"/>
    <w:rsid w:val="004C382A"/>
    <w:rsid w:val="004C66D1"/>
    <w:rsid w:val="004D378D"/>
    <w:rsid w:val="004D7C81"/>
    <w:rsid w:val="004E10C4"/>
    <w:rsid w:val="004E1709"/>
    <w:rsid w:val="004E4447"/>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1D5F"/>
    <w:rsid w:val="00753936"/>
    <w:rsid w:val="00754469"/>
    <w:rsid w:val="007616FD"/>
    <w:rsid w:val="00764952"/>
    <w:rsid w:val="007758BE"/>
    <w:rsid w:val="00780036"/>
    <w:rsid w:val="0078710B"/>
    <w:rsid w:val="007A061C"/>
    <w:rsid w:val="007A0F1D"/>
    <w:rsid w:val="007A4524"/>
    <w:rsid w:val="007A4DEA"/>
    <w:rsid w:val="007A6E7A"/>
    <w:rsid w:val="007D1613"/>
    <w:rsid w:val="007D3EDE"/>
    <w:rsid w:val="007E4162"/>
    <w:rsid w:val="007E70A6"/>
    <w:rsid w:val="007F689D"/>
    <w:rsid w:val="008030F2"/>
    <w:rsid w:val="00803317"/>
    <w:rsid w:val="00815DC0"/>
    <w:rsid w:val="008160FA"/>
    <w:rsid w:val="008171F8"/>
    <w:rsid w:val="0081774F"/>
    <w:rsid w:val="00821366"/>
    <w:rsid w:val="00824AC1"/>
    <w:rsid w:val="00826009"/>
    <w:rsid w:val="008261B4"/>
    <w:rsid w:val="0082649E"/>
    <w:rsid w:val="00832E3E"/>
    <w:rsid w:val="008349EC"/>
    <w:rsid w:val="00837696"/>
    <w:rsid w:val="008421CD"/>
    <w:rsid w:val="00850556"/>
    <w:rsid w:val="00854B01"/>
    <w:rsid w:val="008566D9"/>
    <w:rsid w:val="00862C1A"/>
    <w:rsid w:val="00863989"/>
    <w:rsid w:val="00873E1A"/>
    <w:rsid w:val="00875A35"/>
    <w:rsid w:val="00880F75"/>
    <w:rsid w:val="008811C9"/>
    <w:rsid w:val="00881728"/>
    <w:rsid w:val="0088209C"/>
    <w:rsid w:val="008826E6"/>
    <w:rsid w:val="008949DE"/>
    <w:rsid w:val="0089741C"/>
    <w:rsid w:val="008A01A4"/>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22372"/>
    <w:rsid w:val="00922393"/>
    <w:rsid w:val="0092387A"/>
    <w:rsid w:val="0092664B"/>
    <w:rsid w:val="00930329"/>
    <w:rsid w:val="009318CE"/>
    <w:rsid w:val="00934B09"/>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CBC"/>
    <w:rsid w:val="009F499F"/>
    <w:rsid w:val="00A05F06"/>
    <w:rsid w:val="00A07AB5"/>
    <w:rsid w:val="00A13109"/>
    <w:rsid w:val="00A141EB"/>
    <w:rsid w:val="00A17561"/>
    <w:rsid w:val="00A368F8"/>
    <w:rsid w:val="00A42DAF"/>
    <w:rsid w:val="00A45BD8"/>
    <w:rsid w:val="00A45FE5"/>
    <w:rsid w:val="00A46253"/>
    <w:rsid w:val="00A46ECE"/>
    <w:rsid w:val="00A55CE8"/>
    <w:rsid w:val="00A55FFC"/>
    <w:rsid w:val="00A6159E"/>
    <w:rsid w:val="00A6216E"/>
    <w:rsid w:val="00A657B8"/>
    <w:rsid w:val="00A65906"/>
    <w:rsid w:val="00A70BF8"/>
    <w:rsid w:val="00A84C18"/>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81CD9"/>
    <w:rsid w:val="00C851DB"/>
    <w:rsid w:val="00C8779C"/>
    <w:rsid w:val="00C90316"/>
    <w:rsid w:val="00C93B0A"/>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15133"/>
    <w:rsid w:val="00D20201"/>
    <w:rsid w:val="00D23A12"/>
    <w:rsid w:val="00D31075"/>
    <w:rsid w:val="00D31C55"/>
    <w:rsid w:val="00D33829"/>
    <w:rsid w:val="00D3631E"/>
    <w:rsid w:val="00D45252"/>
    <w:rsid w:val="00D45922"/>
    <w:rsid w:val="00D501DE"/>
    <w:rsid w:val="00D50B51"/>
    <w:rsid w:val="00D516BE"/>
    <w:rsid w:val="00D525FA"/>
    <w:rsid w:val="00D55985"/>
    <w:rsid w:val="00D568AE"/>
    <w:rsid w:val="00D679BD"/>
    <w:rsid w:val="00D71B4D"/>
    <w:rsid w:val="00D8540F"/>
    <w:rsid w:val="00D85A65"/>
    <w:rsid w:val="00D90B83"/>
    <w:rsid w:val="00D916AA"/>
    <w:rsid w:val="00D93D55"/>
    <w:rsid w:val="00D962C3"/>
    <w:rsid w:val="00DA1339"/>
    <w:rsid w:val="00DA5791"/>
    <w:rsid w:val="00DB0DD5"/>
    <w:rsid w:val="00DB333F"/>
    <w:rsid w:val="00DB3611"/>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6EE6"/>
    <w:rsid w:val="00E37C06"/>
    <w:rsid w:val="00E428EF"/>
    <w:rsid w:val="00E42B29"/>
    <w:rsid w:val="00E42CB1"/>
    <w:rsid w:val="00E430F1"/>
    <w:rsid w:val="00E56503"/>
    <w:rsid w:val="00E62BDB"/>
    <w:rsid w:val="00E63C78"/>
    <w:rsid w:val="00E63F84"/>
    <w:rsid w:val="00E74FE3"/>
    <w:rsid w:val="00E77FA0"/>
    <w:rsid w:val="00E8406E"/>
    <w:rsid w:val="00E84CA0"/>
    <w:rsid w:val="00E84E57"/>
    <w:rsid w:val="00E8628F"/>
    <w:rsid w:val="00E909C8"/>
    <w:rsid w:val="00E92472"/>
    <w:rsid w:val="00E92C7A"/>
    <w:rsid w:val="00E960B7"/>
    <w:rsid w:val="00EB414C"/>
    <w:rsid w:val="00EC189A"/>
    <w:rsid w:val="00EC19E3"/>
    <w:rsid w:val="00EC26C5"/>
    <w:rsid w:val="00EC3204"/>
    <w:rsid w:val="00EC40A4"/>
    <w:rsid w:val="00EC44D8"/>
    <w:rsid w:val="00EC4E49"/>
    <w:rsid w:val="00EC5F29"/>
    <w:rsid w:val="00ED1161"/>
    <w:rsid w:val="00ED26EA"/>
    <w:rsid w:val="00ED77FB"/>
    <w:rsid w:val="00EE189E"/>
    <w:rsid w:val="00EE45FA"/>
    <w:rsid w:val="00EE4EC6"/>
    <w:rsid w:val="00EF0A11"/>
    <w:rsid w:val="00F00ACE"/>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9F02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k/en/databases/tklaws/" TargetMode="External"/><Relationship Id="rId18" Type="http://schemas.openxmlformats.org/officeDocument/2006/relationships/hyperlink" Target="http://www.wipo.int/edocs/mdocs/tk/en/wipo_iptk_ge_15/wipo_iptk_ge_15_presentation_martin_girsberger.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wipo.int/edocs/mdocs/tk/en/wipo_iptk_ge_15/wipo_iptk_ge_15_presentation_paul_oldham.pdf"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wipo.int/edocs/pubdocs/fr/tk/786/wipo_pub_786.pdf" TargetMode="External"/><Relationship Id="rId17" Type="http://schemas.openxmlformats.org/officeDocument/2006/relationships/hyperlink" Target="http://www.wipo.int/edocs/mdocs/tk/en/wipo_iptk_ge_16/wipo_iptk_ge_16_presentation_11gorgescu.pdf" TargetMode="External"/><Relationship Id="rId25" Type="http://schemas.openxmlformats.org/officeDocument/2006/relationships/header" Target="header1.xm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wipo.int/edocs/mdocs/tk/en/wipo_iptk_ge_15/wipo_iptk_ge_15_presentation_silvia_solis.pdf" TargetMode="External"/><Relationship Id="rId20" Type="http://schemas.openxmlformats.org/officeDocument/2006/relationships/hyperlink" Target="http://www.wipo.int/edocs/mdocs/tk/en/wipo_iptk_ge_15/wipo_iptk_ge_15_presentation_larisa_simonova.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export/sites/www/tk/fr/documents/pdf/genetic_resources_disclosure.pdf" TargetMode="External"/><Relationship Id="rId24" Type="http://schemas.openxmlformats.org/officeDocument/2006/relationships/hyperlink" Target="http://www.wipo.int/edocs/mdocs/tk/en/wipo_iptk_ge_15/wipo_iptk_ge_15_presentation_dominic_muyldermans.pdf" TargetMode="External"/><Relationship Id="rId5" Type="http://schemas.openxmlformats.org/officeDocument/2006/relationships/settings" Target="settings.xml"/><Relationship Id="rId15" Type="http://schemas.openxmlformats.org/officeDocument/2006/relationships/hyperlink" Target="http://www.wipo.int/edocs/mdocs/tk/en/wipo_iptk_ge_16/wipo_iptk_ge_16_presentation_9yang.pdf" TargetMode="External"/><Relationship Id="rId23" Type="http://schemas.openxmlformats.org/officeDocument/2006/relationships/hyperlink" Target="http://www.wipo.int/edocs/mdocs/tk/en/wipo_iptk_ge_16/wipo_iptk_ge_16_presentation_12muyldermans.pdf" TargetMode="External"/><Relationship Id="rId10" Type="http://schemas.openxmlformats.org/officeDocument/2006/relationships/hyperlink" Target="http://www.wipo.int/publications/fr/details.jsp?id=4194" TargetMode="External"/><Relationship Id="rId19" Type="http://schemas.openxmlformats.org/officeDocument/2006/relationships/hyperlink" Target="http://www.wipo.int/edocs/mdocs/tk/en/wipo_iptk_ge_15/wipo_iptk_ge_15_presentation_pierre_du_plessis.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docs/mdocs/tk/en/wipo_iptk_ge_16/wipo_iptk_ge_16_presentation_8pinto.pdf" TargetMode="External"/><Relationship Id="rId22" Type="http://schemas.openxmlformats.org/officeDocument/2006/relationships/hyperlink" Target="http://www.wipo.int/edocs/mdocs/tk/en/wipo_iptk_ge_16/wipo_iptk_ge_16_presentation_10okediji.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F1926-64D1-428E-B2AC-DB78B25E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3759</Words>
  <Characters>23984</Characters>
  <Application>Microsoft Office Word</Application>
  <DocSecurity>0</DocSecurity>
  <Lines>386</Lines>
  <Paragraphs>152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27591</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lastModifiedBy>GAUTHIER Paul-Alexis</cp:lastModifiedBy>
  <cp:revision>12</cp:revision>
  <cp:lastPrinted>2018-05-02T14:27:00Z</cp:lastPrinted>
  <dcterms:created xsi:type="dcterms:W3CDTF">2018-10-26T14:10:00Z</dcterms:created>
  <dcterms:modified xsi:type="dcterms:W3CDTF">2018-10-30T09:19:00Z</dcterms:modified>
</cp:coreProperties>
</file>