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F2553" w:rsidRPr="00630F27">
        <w:tc>
          <w:tcPr>
            <w:tcW w:w="4513" w:type="dxa"/>
            <w:tcBorders>
              <w:bottom w:val="single" w:sz="4" w:space="0" w:color="auto"/>
            </w:tcBorders>
            <w:tcMar>
              <w:bottom w:w="170" w:type="dxa"/>
            </w:tcMar>
          </w:tcPr>
          <w:p w:rsidR="00EC4E49" w:rsidRPr="00630F27" w:rsidRDefault="00EC4E49" w:rsidP="00916EE2"/>
        </w:tc>
        <w:tc>
          <w:tcPr>
            <w:tcW w:w="4337" w:type="dxa"/>
            <w:tcBorders>
              <w:bottom w:val="single" w:sz="4" w:space="0" w:color="auto"/>
            </w:tcBorders>
            <w:tcMar>
              <w:left w:w="0" w:type="dxa"/>
              <w:right w:w="0" w:type="dxa"/>
            </w:tcMar>
          </w:tcPr>
          <w:p w:rsidR="00EC4E49" w:rsidRPr="00630F27" w:rsidRDefault="00A93996" w:rsidP="00916EE2">
            <w:r w:rsidRPr="00630F27">
              <w:rPr>
                <w:noProof/>
                <w:lang w:val="en-US" w:eastAsia="en-US"/>
              </w:rPr>
              <w:drawing>
                <wp:inline distT="0" distB="0" distL="0" distR="0" wp14:anchorId="61E37A9F" wp14:editId="6EE40957">
                  <wp:extent cx="1861185" cy="1322705"/>
                  <wp:effectExtent l="0" t="0" r="5715"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1185" cy="132270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30F27" w:rsidRDefault="00F07A66" w:rsidP="00F07A66">
            <w:pPr>
              <w:jc w:val="right"/>
            </w:pPr>
            <w:r w:rsidRPr="00630F27">
              <w:rPr>
                <w:b/>
                <w:sz w:val="40"/>
                <w:szCs w:val="40"/>
              </w:rPr>
              <w:t>S</w:t>
            </w:r>
          </w:p>
        </w:tc>
      </w:tr>
      <w:tr w:rsidR="00AF2553" w:rsidRPr="00630F27">
        <w:trPr>
          <w:trHeight w:hRule="exact" w:val="340"/>
        </w:trPr>
        <w:tc>
          <w:tcPr>
            <w:tcW w:w="9356" w:type="dxa"/>
            <w:gridSpan w:val="3"/>
            <w:tcBorders>
              <w:top w:val="single" w:sz="4" w:space="0" w:color="auto"/>
            </w:tcBorders>
            <w:tcMar>
              <w:top w:w="170" w:type="dxa"/>
              <w:left w:w="0" w:type="dxa"/>
              <w:right w:w="0" w:type="dxa"/>
            </w:tcMar>
            <w:vAlign w:val="bottom"/>
          </w:tcPr>
          <w:p w:rsidR="008B2CC1" w:rsidRPr="00630F27" w:rsidRDefault="00F07A66" w:rsidP="00F07A66">
            <w:pPr>
              <w:jc w:val="right"/>
              <w:rPr>
                <w:rFonts w:ascii="Arial Black" w:hAnsi="Arial Black"/>
                <w:caps/>
                <w:sz w:val="15"/>
              </w:rPr>
            </w:pPr>
            <w:bookmarkStart w:id="0" w:name="Code"/>
            <w:bookmarkEnd w:id="0"/>
            <w:r w:rsidRPr="00630F27">
              <w:rPr>
                <w:rFonts w:ascii="Arial Black" w:hAnsi="Arial Black"/>
                <w:sz w:val="15"/>
              </w:rPr>
              <w:t>WIPO/GRTKF/IC/25/INF/6</w:t>
            </w:r>
            <w:r w:rsidR="0002566E" w:rsidRPr="00630F27">
              <w:rPr>
                <w:rFonts w:ascii="Arial Black" w:hAnsi="Arial Black"/>
                <w:caps/>
                <w:sz w:val="15"/>
              </w:rPr>
              <w:t xml:space="preserve"> </w:t>
            </w:r>
          </w:p>
        </w:tc>
      </w:tr>
      <w:tr w:rsidR="00AF2553" w:rsidRPr="00630F27">
        <w:trPr>
          <w:trHeight w:hRule="exact" w:val="170"/>
        </w:trPr>
        <w:tc>
          <w:tcPr>
            <w:tcW w:w="9356" w:type="dxa"/>
            <w:gridSpan w:val="3"/>
            <w:noWrap/>
            <w:tcMar>
              <w:left w:w="0" w:type="dxa"/>
              <w:right w:w="0" w:type="dxa"/>
            </w:tcMar>
            <w:vAlign w:val="bottom"/>
          </w:tcPr>
          <w:p w:rsidR="008B2CC1" w:rsidRPr="00630F27" w:rsidRDefault="00F07A66" w:rsidP="00F07A66">
            <w:pPr>
              <w:jc w:val="right"/>
              <w:rPr>
                <w:rFonts w:ascii="Arial Black" w:hAnsi="Arial Black"/>
                <w:caps/>
                <w:sz w:val="15"/>
              </w:rPr>
            </w:pPr>
            <w:r w:rsidRPr="00630F27">
              <w:rPr>
                <w:rFonts w:ascii="Arial Black" w:hAnsi="Arial Black"/>
                <w:sz w:val="15"/>
              </w:rPr>
              <w:t>ORIGINAL:  INGLÉS</w:t>
            </w:r>
          </w:p>
        </w:tc>
      </w:tr>
      <w:tr w:rsidR="00AF2553" w:rsidRPr="00630F27">
        <w:trPr>
          <w:trHeight w:hRule="exact" w:val="198"/>
        </w:trPr>
        <w:tc>
          <w:tcPr>
            <w:tcW w:w="9356" w:type="dxa"/>
            <w:gridSpan w:val="3"/>
            <w:tcMar>
              <w:left w:w="0" w:type="dxa"/>
              <w:right w:w="0" w:type="dxa"/>
            </w:tcMar>
            <w:vAlign w:val="bottom"/>
          </w:tcPr>
          <w:p w:rsidR="008B2CC1" w:rsidRPr="00630F27" w:rsidRDefault="00D04C90" w:rsidP="00F07A66">
            <w:pPr>
              <w:jc w:val="right"/>
              <w:rPr>
                <w:rFonts w:ascii="Arial Black" w:hAnsi="Arial Black"/>
                <w:caps/>
                <w:sz w:val="15"/>
              </w:rPr>
            </w:pPr>
            <w:r w:rsidRPr="00630F27">
              <w:rPr>
                <w:rFonts w:ascii="Arial Black" w:hAnsi="Arial Black"/>
                <w:sz w:val="15"/>
              </w:rPr>
              <w:t>FECHA:  18 DE JULIO DE 2013</w:t>
            </w:r>
          </w:p>
        </w:tc>
      </w:tr>
    </w:tbl>
    <w:p w:rsidR="00F07A66" w:rsidRPr="00630F27" w:rsidRDefault="00F07A66" w:rsidP="008B2CC1"/>
    <w:p w:rsidR="00F07A66" w:rsidRPr="00630F27" w:rsidRDefault="00F07A66" w:rsidP="008B2CC1"/>
    <w:p w:rsidR="00F07A66" w:rsidRPr="00630F27" w:rsidRDefault="00F07A66" w:rsidP="008B2CC1"/>
    <w:p w:rsidR="00F07A66" w:rsidRPr="00630F27" w:rsidRDefault="00F07A66" w:rsidP="008B2CC1"/>
    <w:p w:rsidR="00F07A66" w:rsidRPr="00630F27" w:rsidRDefault="00F07A66" w:rsidP="008B2CC1"/>
    <w:p w:rsidR="00F07A66" w:rsidRPr="00630F27" w:rsidRDefault="00F07A66" w:rsidP="00F07A66">
      <w:pPr>
        <w:rPr>
          <w:b/>
          <w:sz w:val="28"/>
          <w:szCs w:val="28"/>
        </w:rPr>
      </w:pPr>
      <w:r w:rsidRPr="00630F27">
        <w:rPr>
          <w:b/>
          <w:sz w:val="28"/>
          <w:szCs w:val="28"/>
        </w:rPr>
        <w:t>Comité Intergubernamental sobre Propiedad Intelectual y Recursos Genéticos, Conocimientos Tradicionales y Folclore (CIG)</w:t>
      </w:r>
    </w:p>
    <w:p w:rsidR="00F07A66" w:rsidRPr="00630F27" w:rsidRDefault="00F07A66" w:rsidP="003845C1"/>
    <w:p w:rsidR="00F07A66" w:rsidRPr="00630F27" w:rsidRDefault="00F07A66" w:rsidP="003845C1"/>
    <w:p w:rsidR="00F07A66" w:rsidRPr="00630F27" w:rsidRDefault="00F07A66" w:rsidP="00F07A66">
      <w:pPr>
        <w:rPr>
          <w:b/>
          <w:sz w:val="24"/>
          <w:szCs w:val="24"/>
        </w:rPr>
      </w:pPr>
      <w:r w:rsidRPr="00630F27">
        <w:rPr>
          <w:b/>
          <w:sz w:val="24"/>
          <w:szCs w:val="24"/>
        </w:rPr>
        <w:t>Vigésima quinta reunión</w:t>
      </w:r>
    </w:p>
    <w:p w:rsidR="00F07A66" w:rsidRPr="00630F27" w:rsidRDefault="00F07A66" w:rsidP="00F07A66">
      <w:pPr>
        <w:rPr>
          <w:b/>
          <w:sz w:val="24"/>
          <w:szCs w:val="24"/>
        </w:rPr>
      </w:pPr>
      <w:r w:rsidRPr="00630F27">
        <w:rPr>
          <w:b/>
          <w:sz w:val="24"/>
          <w:szCs w:val="24"/>
        </w:rPr>
        <w:t>Ginebra, 15 a 24 de julio de 2013</w:t>
      </w:r>
    </w:p>
    <w:p w:rsidR="00F07A66" w:rsidRPr="00630F27" w:rsidRDefault="00F07A66" w:rsidP="003845C1"/>
    <w:p w:rsidR="00F07A66" w:rsidRPr="00630F27" w:rsidRDefault="00F07A66" w:rsidP="003845C1"/>
    <w:p w:rsidR="00F07A66" w:rsidRPr="00630F27" w:rsidRDefault="00F07A66" w:rsidP="003845C1">
      <w:pPr>
        <w:rPr>
          <w:sz w:val="24"/>
          <w:szCs w:val="24"/>
        </w:rPr>
      </w:pPr>
    </w:p>
    <w:p w:rsidR="00F07A66" w:rsidRPr="00630F27" w:rsidRDefault="00F07A66" w:rsidP="00F07A66">
      <w:pPr>
        <w:rPr>
          <w:sz w:val="24"/>
          <w:szCs w:val="24"/>
        </w:rPr>
      </w:pPr>
      <w:bookmarkStart w:id="1" w:name="TitleOfDoc"/>
      <w:bookmarkEnd w:id="1"/>
      <w:r w:rsidRPr="00630F27">
        <w:rPr>
          <w:sz w:val="24"/>
          <w:szCs w:val="24"/>
        </w:rPr>
        <w:t>FONDO DE CONTRIBUCIONES VOLUNTARIAS PARA LAS COMUNIDADES INDÍGENAS Y LOCALES ACREDITADAS:  DECISIONES ADOPTADAS POR EL DIRECTOR GENERAL DE CONFORMIDAD CON LA RECOMENDACIÓN DE LA JUNTA ASESORA</w:t>
      </w:r>
    </w:p>
    <w:p w:rsidR="00F07A66" w:rsidRPr="00630F27" w:rsidRDefault="00F07A66" w:rsidP="008B2CC1"/>
    <w:p w:rsidR="00F07A66" w:rsidRPr="00630F27" w:rsidRDefault="00F07A66" w:rsidP="00F07A66">
      <w:pPr>
        <w:rPr>
          <w:i/>
        </w:rPr>
      </w:pPr>
      <w:bookmarkStart w:id="2" w:name="Prepared"/>
      <w:bookmarkEnd w:id="2"/>
      <w:r w:rsidRPr="00630F27">
        <w:rPr>
          <w:i/>
        </w:rPr>
        <w:t>Nota informativa preparada por el Director General</w:t>
      </w:r>
    </w:p>
    <w:p w:rsidR="00F07A66" w:rsidRPr="00630F27" w:rsidRDefault="00F07A66" w:rsidP="00357C98"/>
    <w:p w:rsidR="00F07A66" w:rsidRPr="00630F27" w:rsidRDefault="00F07A66" w:rsidP="00357C98"/>
    <w:p w:rsidR="00F07A66" w:rsidRPr="00630F27" w:rsidRDefault="00F07A66" w:rsidP="00357C98"/>
    <w:p w:rsidR="00F07A66" w:rsidRPr="00630F27" w:rsidRDefault="00F07A66" w:rsidP="00357C98"/>
    <w:p w:rsidR="00F07A66" w:rsidRPr="00630F27" w:rsidRDefault="00F07A66" w:rsidP="00162715">
      <w:pPr>
        <w:pStyle w:val="ONUMFS"/>
      </w:pPr>
      <w:r w:rsidRPr="00630F27">
        <w:t>Las disposiciones aprobadas por la Asamblea General para crear el Fondo de la OMPI de Contribuciones Voluntarias (“el Fondo”) figuran en el Anexo del documento WO/GA/39/11.  En el artículo 6.i) de la decisión se dispone lo siguiente:</w:t>
      </w:r>
    </w:p>
    <w:p w:rsidR="00F07A66" w:rsidRPr="00630F27" w:rsidRDefault="00F07A66" w:rsidP="00162715">
      <w:pPr>
        <w:pStyle w:val="ONUMFS"/>
        <w:numPr>
          <w:ilvl w:val="0"/>
          <w:numId w:val="0"/>
        </w:numPr>
      </w:pPr>
      <w:r w:rsidRPr="00630F27">
        <w:t>“La Junta Asesora deberá formular las debidas recomendaciones antes de que finalice la sesión del Comité celebrada paralelamente a su reunión.  En dichas recomendaciones deberá especificarse:</w:t>
      </w:r>
    </w:p>
    <w:p w:rsidR="00F07A66" w:rsidRPr="00630F27" w:rsidRDefault="00162715" w:rsidP="00162715">
      <w:pPr>
        <w:pStyle w:val="ONUMFS"/>
        <w:numPr>
          <w:ilvl w:val="0"/>
          <w:numId w:val="0"/>
        </w:numPr>
        <w:ind w:left="1134" w:hanging="567"/>
        <w:rPr>
          <w:szCs w:val="22"/>
        </w:rPr>
      </w:pPr>
      <w:r w:rsidRPr="00630F27">
        <w:rPr>
          <w:szCs w:val="22"/>
        </w:rPr>
        <w:t>i)</w:t>
      </w:r>
      <w:r w:rsidRPr="00630F27">
        <w:rPr>
          <w:szCs w:val="22"/>
        </w:rPr>
        <w:tab/>
      </w:r>
      <w:r w:rsidR="00F07A66" w:rsidRPr="00630F27">
        <w:rPr>
          <w:szCs w:val="22"/>
        </w:rPr>
        <w:t xml:space="preserve">la futura sesión del Comité y, en su caso, la o las reuniones de los grupos de trabajo entre sesiones para las que está destinada la ayuda financiera (es decir, </w:t>
      </w:r>
      <w:r w:rsidR="001B674D">
        <w:rPr>
          <w:szCs w:val="22"/>
        </w:rPr>
        <w:t xml:space="preserve">la </w:t>
      </w:r>
      <w:r w:rsidR="00F07A66" w:rsidRPr="00630F27">
        <w:rPr>
          <w:szCs w:val="22"/>
        </w:rPr>
        <w:t xml:space="preserve">siguiente </w:t>
      </w:r>
      <w:r w:rsidR="001B674D">
        <w:rPr>
          <w:szCs w:val="22"/>
        </w:rPr>
        <w:t xml:space="preserve">sesión </w:t>
      </w:r>
      <w:bookmarkStart w:id="3" w:name="_GoBack"/>
      <w:bookmarkEnd w:id="3"/>
      <w:r w:rsidR="00F07A66" w:rsidRPr="00630F27">
        <w:rPr>
          <w:szCs w:val="22"/>
        </w:rPr>
        <w:t>del Comité);</w:t>
      </w:r>
    </w:p>
    <w:p w:rsidR="00F07A66" w:rsidRPr="00630F27" w:rsidRDefault="00F07A66" w:rsidP="00162715">
      <w:pPr>
        <w:pStyle w:val="ONUMFS"/>
        <w:numPr>
          <w:ilvl w:val="0"/>
          <w:numId w:val="0"/>
        </w:numPr>
        <w:ind w:left="1134" w:hanging="567"/>
        <w:rPr>
          <w:szCs w:val="22"/>
        </w:rPr>
      </w:pPr>
      <w:r w:rsidRPr="00630F27">
        <w:rPr>
          <w:szCs w:val="22"/>
        </w:rPr>
        <w:t>ii)</w:t>
      </w:r>
      <w:r w:rsidR="00162715" w:rsidRPr="00630F27">
        <w:rPr>
          <w:szCs w:val="22"/>
        </w:rPr>
        <w:tab/>
      </w:r>
      <w:r w:rsidRPr="00630F27">
        <w:rPr>
          <w:szCs w:val="22"/>
        </w:rPr>
        <w:t xml:space="preserve">los solicitantes a quienes la Junta Asesora acuerde financiar para esa sesión del </w:t>
      </w:r>
      <w:r w:rsidRPr="00630F27">
        <w:t>Comité</w:t>
      </w:r>
      <w:r w:rsidRPr="00630F27">
        <w:rPr>
          <w:szCs w:val="22"/>
        </w:rPr>
        <w:t xml:space="preserve"> o reunión del grupo de trabajo entre sesiones y para quienes se disponga de fondos;</w:t>
      </w:r>
    </w:p>
    <w:p w:rsidR="00F07A66" w:rsidRPr="00630F27" w:rsidRDefault="00162715" w:rsidP="00162715">
      <w:pPr>
        <w:pStyle w:val="ONUMFS"/>
        <w:numPr>
          <w:ilvl w:val="0"/>
          <w:numId w:val="0"/>
        </w:numPr>
        <w:ind w:left="1134" w:hanging="567"/>
        <w:rPr>
          <w:szCs w:val="22"/>
        </w:rPr>
      </w:pPr>
      <w:r w:rsidRPr="00630F27">
        <w:rPr>
          <w:szCs w:val="22"/>
        </w:rPr>
        <w:t>iii)</w:t>
      </w:r>
      <w:r w:rsidRPr="00630F27">
        <w:rPr>
          <w:szCs w:val="22"/>
        </w:rPr>
        <w:tab/>
      </w:r>
      <w:r w:rsidR="00F07A66" w:rsidRPr="00630F27">
        <w:rPr>
          <w:szCs w:val="22"/>
        </w:rPr>
        <w:t xml:space="preserve">el </w:t>
      </w:r>
      <w:r w:rsidR="00F07A66" w:rsidRPr="00630F27">
        <w:t>solicitante</w:t>
      </w:r>
      <w:r w:rsidR="00F07A66" w:rsidRPr="00630F27">
        <w:rPr>
          <w:szCs w:val="22"/>
        </w:rPr>
        <w:t xml:space="preserve"> o solicitantes a quienes la Junta Asesora acuerde financiar en principio, pero para quienes no se disponga de fondos suficientes;</w:t>
      </w:r>
    </w:p>
    <w:p w:rsidR="00F07A66" w:rsidRPr="00630F27" w:rsidRDefault="00162715" w:rsidP="00162715">
      <w:pPr>
        <w:pStyle w:val="ONUMFS"/>
        <w:numPr>
          <w:ilvl w:val="0"/>
          <w:numId w:val="0"/>
        </w:numPr>
        <w:ind w:left="1134" w:hanging="567"/>
        <w:rPr>
          <w:szCs w:val="22"/>
        </w:rPr>
      </w:pPr>
      <w:r w:rsidRPr="00630F27">
        <w:rPr>
          <w:szCs w:val="22"/>
        </w:rPr>
        <w:t>iv)</w:t>
      </w:r>
      <w:r w:rsidRPr="00630F27">
        <w:rPr>
          <w:szCs w:val="22"/>
        </w:rPr>
        <w:tab/>
      </w:r>
      <w:r w:rsidR="00F07A66" w:rsidRPr="00630F27">
        <w:rPr>
          <w:szCs w:val="22"/>
        </w:rPr>
        <w:t>el solicitante o solicitantes cuya solicitud haya sido rechazada de conformidad con el procedimiento previsto en el artículo 10,</w:t>
      </w:r>
    </w:p>
    <w:p w:rsidR="00F07A66" w:rsidRPr="00630F27" w:rsidRDefault="00162715" w:rsidP="00162715">
      <w:pPr>
        <w:pStyle w:val="ONUMFS"/>
        <w:numPr>
          <w:ilvl w:val="0"/>
          <w:numId w:val="0"/>
        </w:numPr>
        <w:ind w:left="1134" w:hanging="567"/>
        <w:rPr>
          <w:szCs w:val="22"/>
        </w:rPr>
      </w:pPr>
      <w:r w:rsidRPr="00630F27">
        <w:rPr>
          <w:szCs w:val="22"/>
        </w:rPr>
        <w:lastRenderedPageBreak/>
        <w:t>v)</w:t>
      </w:r>
      <w:r w:rsidRPr="00630F27">
        <w:rPr>
          <w:szCs w:val="22"/>
        </w:rPr>
        <w:tab/>
      </w:r>
      <w:r w:rsidR="00F07A66" w:rsidRPr="00630F27">
        <w:rPr>
          <w:szCs w:val="22"/>
        </w:rPr>
        <w:t xml:space="preserve">el </w:t>
      </w:r>
      <w:r w:rsidR="00F07A66" w:rsidRPr="00630F27">
        <w:t>solicitante</w:t>
      </w:r>
      <w:r w:rsidR="00F07A66" w:rsidRPr="00630F27">
        <w:rPr>
          <w:szCs w:val="22"/>
        </w:rPr>
        <w:t xml:space="preserve"> o solicitantes sobre cuya solicitud no se tomará una decisión hasta la siguiente sesión del Comité, de conformidad con el procedimiento previsto en el artículo 10.</w:t>
      </w:r>
    </w:p>
    <w:p w:rsidR="00F07A66" w:rsidRPr="00630F27" w:rsidRDefault="00F07A66" w:rsidP="00162715">
      <w:pPr>
        <w:pStyle w:val="ONUMFS"/>
        <w:numPr>
          <w:ilvl w:val="0"/>
          <w:numId w:val="0"/>
        </w:numPr>
        <w:rPr>
          <w:szCs w:val="22"/>
        </w:rPr>
      </w:pPr>
      <w:r w:rsidRPr="00630F27">
        <w:rPr>
          <w:szCs w:val="22"/>
        </w:rPr>
        <w:t xml:space="preserve">La Junta Asesora transmitirá inmediatamente dichas recomendaciones al Director General, quien tomará una </w:t>
      </w:r>
      <w:r w:rsidRPr="00630F27">
        <w:t>decisión</w:t>
      </w:r>
      <w:r w:rsidRPr="00630F27">
        <w:rPr>
          <w:szCs w:val="22"/>
        </w:rPr>
        <w:t xml:space="preserve"> conforme a las mismas.  Este último deberá poner inmediatamente esa decisión en conocimiento del Comité y, en cualquier caso, antes de que finalice la sesión en curso, por medio de un documento en el que se especifique la decisión adoptada con respecto a cada solicitante.”</w:t>
      </w:r>
    </w:p>
    <w:p w:rsidR="00F07A66" w:rsidRPr="00630F27" w:rsidRDefault="00F07A66" w:rsidP="00162715">
      <w:pPr>
        <w:pStyle w:val="ONUMFS"/>
      </w:pPr>
      <w:r w:rsidRPr="00630F27">
        <w:t xml:space="preserve">Por consiguiente, la Secretaría remitirá el informe y las recomendaciones adoptadas por la Junta Asesora al término de su reunión, celebrada paralelamente a la vigésima </w:t>
      </w:r>
      <w:r w:rsidR="00D019F7" w:rsidRPr="00630F27">
        <w:t>quinta</w:t>
      </w:r>
      <w:r w:rsidRPr="00630F27">
        <w:t xml:space="preserve"> sesión del Comité.</w:t>
      </w:r>
      <w:r w:rsidR="004A03EF" w:rsidRPr="00630F27">
        <w:t xml:space="preserve">  </w:t>
      </w:r>
      <w:r w:rsidRPr="00630F27">
        <w:t>Dicho informe figura en el Anexo del presente documento.</w:t>
      </w:r>
    </w:p>
    <w:p w:rsidR="00F07A66" w:rsidRPr="00630F27" w:rsidRDefault="00F07A66" w:rsidP="00162715">
      <w:pPr>
        <w:pStyle w:val="ONUMFS"/>
      </w:pPr>
      <w:r w:rsidRPr="00630F27">
        <w:t>Se notifica al Comité que, de conformidad con lo dispuesto en el artículo 6.d) del Anexo del documento WO/GA/39/11, aprobado por la Asamblea General (trigésimo noveno período de sesiones), el Director General ha aprobado las decisiones recomendadas por la J</w:t>
      </w:r>
      <w:r w:rsidR="001A05C3" w:rsidRPr="00630F27">
        <w:t>unta Asesora en el párrafo 4 de</w:t>
      </w:r>
      <w:r w:rsidRPr="00630F27">
        <w:t xml:space="preserve"> su informe.</w:t>
      </w:r>
    </w:p>
    <w:p w:rsidR="00F07A66" w:rsidRPr="00630F27" w:rsidRDefault="00F07A66" w:rsidP="004A03EF">
      <w:pPr>
        <w:pStyle w:val="Endofdocument"/>
        <w:spacing w:after="220" w:line="240" w:lineRule="auto"/>
        <w:rPr>
          <w:sz w:val="22"/>
          <w:szCs w:val="22"/>
        </w:rPr>
      </w:pPr>
    </w:p>
    <w:p w:rsidR="00F07A66" w:rsidRPr="00630F27" w:rsidRDefault="00F07A66" w:rsidP="004A03EF">
      <w:pPr>
        <w:pStyle w:val="Endofdocument"/>
        <w:spacing w:after="220" w:line="240" w:lineRule="auto"/>
        <w:rPr>
          <w:sz w:val="22"/>
          <w:szCs w:val="22"/>
        </w:rPr>
      </w:pPr>
    </w:p>
    <w:p w:rsidR="00F07A66" w:rsidRPr="00630F27" w:rsidRDefault="00F07A66" w:rsidP="00F07A66">
      <w:pPr>
        <w:pStyle w:val="Endofdocument"/>
        <w:spacing w:after="220" w:line="240" w:lineRule="auto"/>
        <w:rPr>
          <w:sz w:val="22"/>
          <w:szCs w:val="22"/>
        </w:rPr>
      </w:pPr>
      <w:r w:rsidRPr="00630F27">
        <w:rPr>
          <w:sz w:val="22"/>
          <w:szCs w:val="22"/>
        </w:rPr>
        <w:t>[Sigue el Anexo]</w:t>
      </w:r>
    </w:p>
    <w:p w:rsidR="006B24EC" w:rsidRPr="00630F27" w:rsidRDefault="006B24EC" w:rsidP="00F07A66">
      <w:pPr>
        <w:pStyle w:val="Endofdocument"/>
        <w:spacing w:after="220" w:line="240" w:lineRule="auto"/>
        <w:rPr>
          <w:sz w:val="22"/>
          <w:szCs w:val="22"/>
        </w:rPr>
      </w:pPr>
    </w:p>
    <w:p w:rsidR="006B24EC" w:rsidRPr="00630F27" w:rsidRDefault="006B24EC" w:rsidP="006B24EC"/>
    <w:p w:rsidR="006B24EC" w:rsidRPr="00630F27" w:rsidRDefault="006B24EC" w:rsidP="006B24EC">
      <w:pPr>
        <w:sectPr w:rsidR="006B24EC" w:rsidRPr="00630F27" w:rsidSect="002D791B">
          <w:headerReference w:type="default" r:id="rId9"/>
          <w:endnotePr>
            <w:numFmt w:val="decimal"/>
          </w:endnotePr>
          <w:type w:val="continuous"/>
          <w:pgSz w:w="11907" w:h="16840" w:code="9"/>
          <w:pgMar w:top="567" w:right="1134" w:bottom="1200" w:left="1418" w:header="510" w:footer="1021" w:gutter="0"/>
          <w:cols w:space="720"/>
          <w:titlePg/>
          <w:docGrid w:linePitch="299"/>
        </w:sectPr>
      </w:pPr>
    </w:p>
    <w:p w:rsidR="00F07A66" w:rsidRPr="00630F27" w:rsidRDefault="00F07A66" w:rsidP="006B24EC">
      <w:pPr>
        <w:pStyle w:val="Endofdocument"/>
        <w:spacing w:after="220" w:line="240" w:lineRule="auto"/>
        <w:ind w:left="1701" w:hanging="1701"/>
        <w:jc w:val="left"/>
        <w:rPr>
          <w:sz w:val="22"/>
          <w:szCs w:val="22"/>
        </w:rPr>
      </w:pPr>
    </w:p>
    <w:p w:rsidR="00F07A66" w:rsidRPr="00630F27" w:rsidRDefault="00F07A66" w:rsidP="00F07A66">
      <w:pPr>
        <w:pStyle w:val="Endofdocument"/>
        <w:spacing w:after="220" w:line="240" w:lineRule="auto"/>
        <w:ind w:left="1701" w:hanging="1701"/>
        <w:rPr>
          <w:sz w:val="22"/>
          <w:szCs w:val="22"/>
        </w:rPr>
      </w:pPr>
      <w:r w:rsidRPr="00630F27">
        <w:rPr>
          <w:sz w:val="22"/>
          <w:szCs w:val="22"/>
        </w:rPr>
        <w:t>FOND</w:t>
      </w:r>
      <w:r w:rsidR="00D04202" w:rsidRPr="00630F27">
        <w:rPr>
          <w:sz w:val="22"/>
          <w:szCs w:val="22"/>
        </w:rPr>
        <w:t>O DE CONTRIBUCIONES VOLUNTARIAS</w:t>
      </w:r>
    </w:p>
    <w:p w:rsidR="00F07A66" w:rsidRPr="00630F27" w:rsidRDefault="00F07A66" w:rsidP="004A03EF">
      <w:pPr>
        <w:pStyle w:val="Endofdocument"/>
        <w:spacing w:after="220" w:line="240" w:lineRule="auto"/>
        <w:ind w:left="1701" w:hanging="1701"/>
        <w:rPr>
          <w:sz w:val="22"/>
          <w:szCs w:val="22"/>
        </w:rPr>
      </w:pPr>
    </w:p>
    <w:p w:rsidR="00F07A66" w:rsidRPr="00630F27" w:rsidRDefault="00F07A66" w:rsidP="00F07A66">
      <w:pPr>
        <w:pStyle w:val="Endofdocument"/>
        <w:spacing w:after="220" w:line="240" w:lineRule="auto"/>
        <w:ind w:left="1701" w:hanging="1701"/>
        <w:rPr>
          <w:sz w:val="22"/>
          <w:szCs w:val="22"/>
        </w:rPr>
      </w:pPr>
      <w:r w:rsidRPr="00630F27">
        <w:rPr>
          <w:sz w:val="22"/>
          <w:szCs w:val="22"/>
        </w:rPr>
        <w:t>JUNTA ASESORA</w:t>
      </w:r>
    </w:p>
    <w:p w:rsidR="00F07A66" w:rsidRPr="00630F27" w:rsidRDefault="00F07A66" w:rsidP="004A03EF">
      <w:pPr>
        <w:pStyle w:val="Endofdocument"/>
        <w:spacing w:after="220" w:line="240" w:lineRule="auto"/>
        <w:ind w:left="1701" w:hanging="1701"/>
        <w:rPr>
          <w:sz w:val="22"/>
          <w:szCs w:val="22"/>
          <w:u w:val="single"/>
        </w:rPr>
      </w:pPr>
    </w:p>
    <w:p w:rsidR="00F07A66" w:rsidRPr="00630F27" w:rsidRDefault="00D019F7" w:rsidP="00F07A66">
      <w:pPr>
        <w:pStyle w:val="Endofdocument"/>
        <w:spacing w:after="220" w:line="240" w:lineRule="auto"/>
        <w:ind w:left="1701" w:hanging="1701"/>
        <w:rPr>
          <w:sz w:val="22"/>
          <w:szCs w:val="22"/>
          <w:u w:val="single"/>
        </w:rPr>
      </w:pPr>
      <w:r w:rsidRPr="00630F27">
        <w:rPr>
          <w:sz w:val="22"/>
          <w:szCs w:val="22"/>
          <w:u w:val="single"/>
        </w:rPr>
        <w:t>INFORME</w:t>
      </w:r>
    </w:p>
    <w:p w:rsidR="00F07A66" w:rsidRPr="00630F27" w:rsidRDefault="00F07A66" w:rsidP="004A03EF">
      <w:pPr>
        <w:pStyle w:val="Endofdocument"/>
        <w:spacing w:after="220" w:line="240" w:lineRule="auto"/>
        <w:ind w:left="0"/>
        <w:rPr>
          <w:sz w:val="22"/>
          <w:szCs w:val="22"/>
          <w:u w:val="single"/>
        </w:rPr>
      </w:pPr>
    </w:p>
    <w:p w:rsidR="00F07A66" w:rsidRPr="00630F27" w:rsidRDefault="00F07A66" w:rsidP="006B24EC">
      <w:pPr>
        <w:pStyle w:val="ONUMFS"/>
        <w:numPr>
          <w:ilvl w:val="0"/>
          <w:numId w:val="34"/>
        </w:numPr>
      </w:pPr>
      <w:r w:rsidRPr="00630F27">
        <w:t xml:space="preserve">La Junta Asesora del Fondo de la OMPI de Contribuciones Voluntarias, cuyos miembros fueron nombrados por decisión del Comité Intergubernamental sobre Propiedad Intelectual y Recursos Genéticos, Conocimientos Tradicionales y Folclore (“el Comité”) durante su vigésima </w:t>
      </w:r>
      <w:r w:rsidR="001A05C3" w:rsidRPr="00630F27">
        <w:t>quinta</w:t>
      </w:r>
      <w:r w:rsidRPr="00630F27">
        <w:t xml:space="preserve"> sesión y cuyos nombres figuran al final del presente informe, celebró su </w:t>
      </w:r>
      <w:r w:rsidR="00D019F7" w:rsidRPr="00630F27">
        <w:t>decimoséptima</w:t>
      </w:r>
      <w:r w:rsidRPr="00630F27">
        <w:t xml:space="preserve"> reunión el 17 de abril de 2013 bajo la presidencia de la Sra. Alexandra GRAZIOLI, miembro </w:t>
      </w:r>
      <w:r w:rsidRPr="00630F27">
        <w:rPr>
          <w:i/>
        </w:rPr>
        <w:t>ex officio,</w:t>
      </w:r>
      <w:r w:rsidRPr="00630F27">
        <w:t xml:space="preserve"> paralelamente a la vigésima </w:t>
      </w:r>
      <w:r w:rsidR="00D019F7" w:rsidRPr="00630F27">
        <w:t xml:space="preserve">quinta </w:t>
      </w:r>
      <w:r w:rsidRPr="00630F27">
        <w:t>sesión del Comité.</w:t>
      </w:r>
    </w:p>
    <w:p w:rsidR="00F07A66" w:rsidRPr="00630F27" w:rsidRDefault="00F07A66" w:rsidP="006B24EC">
      <w:pPr>
        <w:pStyle w:val="ONUMFS"/>
        <w:numPr>
          <w:ilvl w:val="0"/>
          <w:numId w:val="34"/>
        </w:numPr>
      </w:pPr>
      <w:r w:rsidRPr="00630F27">
        <w:t xml:space="preserve">Los miembros de la Junta Asesora se reunieron de conformidad con lo dispuesto en los artículos 7 y 9 del Anexo del documento WO/GA/39/11.  La Sra. </w:t>
      </w:r>
      <w:r w:rsidR="00D019F7" w:rsidRPr="00630F27">
        <w:t>Chinara SADYKOVA</w:t>
      </w:r>
      <w:r w:rsidRPr="00630F27">
        <w:t>, miembro designado de la Junta Asesora, no participó en las deliberaciones y se abstuvo de votar sobre su solicitud de financiación con cargo al Fondo de conformidad con lo establecido en el artículo 11 del citado Anexo.</w:t>
      </w:r>
    </w:p>
    <w:p w:rsidR="00F07A66" w:rsidRPr="00630F27" w:rsidRDefault="00F07A66" w:rsidP="006B24EC">
      <w:pPr>
        <w:pStyle w:val="ONUMFS"/>
        <w:numPr>
          <w:ilvl w:val="0"/>
          <w:numId w:val="34"/>
        </w:numPr>
      </w:pPr>
      <w:r w:rsidRPr="00630F27">
        <w:t>Teniendo presente el artículo 5.a) del Anexo del documento WO/GA/39/11, la Junta Asesora tomó nota de la situación financiera del Fondo, según consta en la nota in</w:t>
      </w:r>
      <w:r w:rsidR="00D019F7" w:rsidRPr="00630F27">
        <w:t>formativa WIPO/GRTKF/IC/25/INF/4 Rev.</w:t>
      </w:r>
      <w:r w:rsidRPr="00630F27">
        <w:t xml:space="preserve">, de fecha 21 de junio de 2013, que se distribuyó antes de la apertura de la vigésima </w:t>
      </w:r>
      <w:r w:rsidR="00D019F7" w:rsidRPr="00630F27">
        <w:t xml:space="preserve">quinta </w:t>
      </w:r>
      <w:r w:rsidRPr="00630F27">
        <w:t>sesión del Comité y en la que se describe que el importe disponible en el Fondo, una vez restadas las cantidades ya comprometidas ascendía, al</w:t>
      </w:r>
      <w:r w:rsidR="00D019F7" w:rsidRPr="00630F27">
        <w:t xml:space="preserve"> </w:t>
      </w:r>
      <w:r w:rsidRPr="00630F27">
        <w:t>21 de junio de</w:t>
      </w:r>
      <w:r w:rsidR="00D019F7" w:rsidRPr="00630F27">
        <w:t xml:space="preserve"> 2013, a 2.597,</w:t>
      </w:r>
      <w:r w:rsidRPr="00630F27">
        <w:t>97 francos suizos.</w:t>
      </w:r>
    </w:p>
    <w:p w:rsidR="00F07A66" w:rsidRPr="00630F27" w:rsidRDefault="00F07A66" w:rsidP="006B24EC">
      <w:pPr>
        <w:pStyle w:val="ONUMFS"/>
        <w:numPr>
          <w:ilvl w:val="0"/>
          <w:numId w:val="34"/>
        </w:numPr>
      </w:pPr>
      <w:r w:rsidRPr="00630F27">
        <w:t xml:space="preserve">En consecuencia, la Junta Asesora formuló las recomendaciones siguientes tras examinar la lista de </w:t>
      </w:r>
      <w:r w:rsidR="00D019F7" w:rsidRPr="00630F27">
        <w:t xml:space="preserve">16 </w:t>
      </w:r>
      <w:r w:rsidRPr="00630F27">
        <w:t>solicitantes procedentes de cinco regiones geoculturales que aparece en la nota informativa WIPO/GRTKF/IC/25/INF/4</w:t>
      </w:r>
      <w:r w:rsidR="00D019F7" w:rsidRPr="00630F27">
        <w:t xml:space="preserve"> Rev.</w:t>
      </w:r>
      <w:r w:rsidRPr="00630F27">
        <w:t>, así como el contenido de sus solicitudes, y de conformidad con lo dispuesto en el artículo 6.i) del Anexo del documento WO/GA/39/11:</w:t>
      </w:r>
    </w:p>
    <w:p w:rsidR="00F07A66" w:rsidRPr="00630F27" w:rsidRDefault="006B24EC" w:rsidP="006B24EC">
      <w:pPr>
        <w:pStyle w:val="ONUMFS"/>
        <w:numPr>
          <w:ilvl w:val="0"/>
          <w:numId w:val="0"/>
        </w:numPr>
        <w:ind w:left="1134" w:hanging="567"/>
      </w:pPr>
      <w:r w:rsidRPr="00630F27">
        <w:t>i)</w:t>
      </w:r>
      <w:r w:rsidRPr="00630F27">
        <w:tab/>
      </w:r>
      <w:r w:rsidR="007A23F3" w:rsidRPr="00630F27">
        <w:t>futura sesión para la que se pide ayuda financiera</w:t>
      </w:r>
      <w:r w:rsidRPr="00630F27">
        <w:t xml:space="preserve"> de conformidad con el artículo </w:t>
      </w:r>
      <w:r w:rsidR="007A23F3" w:rsidRPr="00630F27">
        <w:t>5.</w:t>
      </w:r>
      <w:r w:rsidR="00367192" w:rsidRPr="00630F27">
        <w:t>e):</w:t>
      </w:r>
      <w:r w:rsidR="00DB514A" w:rsidRPr="00630F27">
        <w:t xml:space="preserve"> </w:t>
      </w:r>
      <w:r w:rsidR="00367192" w:rsidRPr="00630F27">
        <w:t xml:space="preserve"> </w:t>
      </w:r>
      <w:r w:rsidR="007A23F3" w:rsidRPr="00630F27">
        <w:t>vigésima sexta sesión del Comité, en caso de que la Asamblea General de la OMPI renueve el mandato del CIG</w:t>
      </w:r>
      <w:r w:rsidR="00367192" w:rsidRPr="00630F27">
        <w:t>.</w:t>
      </w:r>
    </w:p>
    <w:p w:rsidR="00F07A66" w:rsidRPr="00630F27" w:rsidRDefault="006B24EC" w:rsidP="006B24EC">
      <w:pPr>
        <w:pStyle w:val="ONUMFS"/>
        <w:numPr>
          <w:ilvl w:val="0"/>
          <w:numId w:val="0"/>
        </w:numPr>
        <w:ind w:left="1134" w:hanging="567"/>
        <w:rPr>
          <w:szCs w:val="22"/>
        </w:rPr>
      </w:pPr>
      <w:r w:rsidRPr="00630F27">
        <w:t>ii)</w:t>
      </w:r>
      <w:r w:rsidRPr="00630F27">
        <w:tab/>
      </w:r>
      <w:r w:rsidR="00C738EA" w:rsidRPr="00630F27">
        <w:t>solicitantes</w:t>
      </w:r>
      <w:r w:rsidR="00C738EA" w:rsidRPr="00630F27">
        <w:rPr>
          <w:szCs w:val="22"/>
        </w:rPr>
        <w:t xml:space="preserve"> </w:t>
      </w:r>
      <w:r w:rsidR="00F07A66" w:rsidRPr="00630F27">
        <w:rPr>
          <w:szCs w:val="22"/>
        </w:rPr>
        <w:t>a quien</w:t>
      </w:r>
      <w:r w:rsidR="00C738EA" w:rsidRPr="00630F27">
        <w:rPr>
          <w:szCs w:val="22"/>
        </w:rPr>
        <w:t>es</w:t>
      </w:r>
      <w:r w:rsidR="00F07A66" w:rsidRPr="00630F27">
        <w:rPr>
          <w:szCs w:val="22"/>
        </w:rPr>
        <w:t xml:space="preserve"> la Junta Asesora acuerda financiar en principio para esa sesión del Comité </w:t>
      </w:r>
      <w:r w:rsidR="00C738EA" w:rsidRPr="00630F27">
        <w:rPr>
          <w:szCs w:val="22"/>
        </w:rPr>
        <w:t>pero para quienes por el momento no se dispone de fondos suficientes</w:t>
      </w:r>
      <w:r w:rsidR="00F07A66" w:rsidRPr="00630F27">
        <w:rPr>
          <w:szCs w:val="22"/>
        </w:rPr>
        <w:t>, según las estimaciones de costos proporcionadas por la Secretaría:  (por orden de prioridad)</w:t>
      </w:r>
    </w:p>
    <w:p w:rsidR="00F07A66" w:rsidRPr="00630F27" w:rsidRDefault="00F07A66" w:rsidP="006B24EC">
      <w:pPr>
        <w:pStyle w:val="ONUMFS"/>
        <w:numPr>
          <w:ilvl w:val="0"/>
          <w:numId w:val="0"/>
        </w:numPr>
        <w:ind w:left="1134"/>
      </w:pPr>
      <w:r w:rsidRPr="00630F27">
        <w:t>Sra.</w:t>
      </w:r>
      <w:r w:rsidR="00C738EA" w:rsidRPr="00630F27">
        <w:t xml:space="preserve"> Jackline Margis KURARU</w:t>
      </w:r>
    </w:p>
    <w:p w:rsidR="00F07A66" w:rsidRPr="00630F27" w:rsidRDefault="00F07A66" w:rsidP="006B24EC">
      <w:pPr>
        <w:pStyle w:val="ONUMFS"/>
        <w:numPr>
          <w:ilvl w:val="0"/>
          <w:numId w:val="0"/>
        </w:numPr>
        <w:ind w:left="1134"/>
      </w:pPr>
      <w:r w:rsidRPr="00630F27">
        <w:t>Sra.</w:t>
      </w:r>
      <w:r w:rsidR="00C738EA" w:rsidRPr="00630F27">
        <w:t xml:space="preserve"> Lucía Fernanda INACIO BELFORT</w:t>
      </w:r>
    </w:p>
    <w:p w:rsidR="00F07A66" w:rsidRPr="00630F27" w:rsidRDefault="00C738EA" w:rsidP="006B24EC">
      <w:pPr>
        <w:pStyle w:val="ONUMFS"/>
        <w:numPr>
          <w:ilvl w:val="0"/>
          <w:numId w:val="0"/>
        </w:numPr>
        <w:ind w:left="1134"/>
      </w:pPr>
      <w:r w:rsidRPr="00630F27">
        <w:t xml:space="preserve">Sra. </w:t>
      </w:r>
      <w:r w:rsidR="00F07A66" w:rsidRPr="00630F27">
        <w:t>Patricia ADJEI</w:t>
      </w:r>
    </w:p>
    <w:p w:rsidR="00F07A66" w:rsidRPr="00630F27" w:rsidRDefault="00F07A66" w:rsidP="006B24EC">
      <w:pPr>
        <w:pStyle w:val="ONUMFS"/>
        <w:numPr>
          <w:ilvl w:val="0"/>
          <w:numId w:val="0"/>
        </w:numPr>
        <w:ind w:left="1134"/>
      </w:pPr>
      <w:r w:rsidRPr="00630F27">
        <w:t>Sr. Ngwang SONAM SHERPA</w:t>
      </w:r>
    </w:p>
    <w:p w:rsidR="00F07A66" w:rsidRPr="00630F27" w:rsidRDefault="00C738EA" w:rsidP="006B24EC">
      <w:pPr>
        <w:pStyle w:val="ONUMFS"/>
        <w:numPr>
          <w:ilvl w:val="0"/>
          <w:numId w:val="0"/>
        </w:numPr>
        <w:ind w:left="1134"/>
      </w:pPr>
      <w:r w:rsidRPr="00630F27">
        <w:t>Sra</w:t>
      </w:r>
      <w:r w:rsidR="00367192" w:rsidRPr="00630F27">
        <w:t>.</w:t>
      </w:r>
      <w:r w:rsidRPr="00630F27">
        <w:t xml:space="preserve"> </w:t>
      </w:r>
      <w:r w:rsidR="00367192" w:rsidRPr="00630F27">
        <w:t>Gulvayra KUTSENKO</w:t>
      </w:r>
    </w:p>
    <w:p w:rsidR="00C738EA" w:rsidRPr="00630F27" w:rsidRDefault="00C738EA" w:rsidP="006B24EC">
      <w:pPr>
        <w:pStyle w:val="ONUMFS"/>
        <w:numPr>
          <w:ilvl w:val="0"/>
          <w:numId w:val="0"/>
        </w:numPr>
        <w:ind w:left="1134"/>
      </w:pPr>
      <w:r w:rsidRPr="00630F27">
        <w:t>Sr. Albert DETERVILLE</w:t>
      </w:r>
    </w:p>
    <w:p w:rsidR="00F07A66" w:rsidRPr="00630F27" w:rsidRDefault="00F07A66" w:rsidP="00367192">
      <w:pPr>
        <w:ind w:left="1080" w:hanging="540"/>
        <w:rPr>
          <w:szCs w:val="22"/>
        </w:rPr>
      </w:pPr>
    </w:p>
    <w:p w:rsidR="00F07A66" w:rsidRPr="00630F27" w:rsidRDefault="00F21B36" w:rsidP="00F21B36">
      <w:pPr>
        <w:ind w:left="1080" w:hanging="540"/>
        <w:jc w:val="right"/>
        <w:rPr>
          <w:szCs w:val="22"/>
        </w:rPr>
      </w:pPr>
      <w:r w:rsidRPr="00630F27">
        <w:rPr>
          <w:szCs w:val="22"/>
        </w:rPr>
        <w:t>/...</w:t>
      </w:r>
    </w:p>
    <w:p w:rsidR="00F07A66" w:rsidRPr="00630F27" w:rsidRDefault="00F07A66" w:rsidP="00367192">
      <w:pPr>
        <w:ind w:left="1080" w:hanging="540"/>
        <w:rPr>
          <w:szCs w:val="22"/>
        </w:rPr>
      </w:pPr>
    </w:p>
    <w:p w:rsidR="00F07A66" w:rsidRPr="00630F27" w:rsidRDefault="00F07A66" w:rsidP="00367192">
      <w:pPr>
        <w:ind w:left="1080" w:hanging="540"/>
        <w:rPr>
          <w:szCs w:val="22"/>
        </w:rPr>
      </w:pPr>
    </w:p>
    <w:p w:rsidR="00F07A66" w:rsidRPr="00630F27" w:rsidRDefault="006B24EC" w:rsidP="006B24EC">
      <w:pPr>
        <w:pStyle w:val="ONUMFS"/>
        <w:numPr>
          <w:ilvl w:val="0"/>
          <w:numId w:val="0"/>
        </w:numPr>
        <w:ind w:left="1134" w:hanging="567"/>
        <w:rPr>
          <w:szCs w:val="22"/>
        </w:rPr>
      </w:pPr>
      <w:r w:rsidRPr="00630F27">
        <w:rPr>
          <w:szCs w:val="22"/>
        </w:rPr>
        <w:t>iii)</w:t>
      </w:r>
      <w:r w:rsidRPr="00630F27">
        <w:rPr>
          <w:szCs w:val="22"/>
        </w:rPr>
        <w:tab/>
      </w:r>
      <w:r w:rsidR="00F07A66" w:rsidRPr="00630F27">
        <w:rPr>
          <w:szCs w:val="22"/>
        </w:rPr>
        <w:t xml:space="preserve">solicitantes cuyas solicitudes serán examinadas posteriormente por la Junta Asesora en la próxima </w:t>
      </w:r>
      <w:r w:rsidR="00F07A66" w:rsidRPr="00630F27">
        <w:t>sesión</w:t>
      </w:r>
      <w:r w:rsidR="00F07A66" w:rsidRPr="00630F27">
        <w:rPr>
          <w:szCs w:val="22"/>
        </w:rPr>
        <w:t xml:space="preserve"> del Comité:  (por orden alfabético)</w:t>
      </w:r>
    </w:p>
    <w:p w:rsidR="00F07A66" w:rsidRPr="00630F27" w:rsidRDefault="00603C85" w:rsidP="006B24EC">
      <w:pPr>
        <w:pStyle w:val="ONUMFS"/>
        <w:numPr>
          <w:ilvl w:val="0"/>
          <w:numId w:val="0"/>
        </w:numPr>
        <w:ind w:left="1134"/>
      </w:pPr>
      <w:r w:rsidRPr="00630F27">
        <w:t>Sr. Hamadi AG MOHAMED ABBA</w:t>
      </w:r>
    </w:p>
    <w:p w:rsidR="00F07A66" w:rsidRPr="00630F27" w:rsidRDefault="00F07A66" w:rsidP="006B24EC">
      <w:pPr>
        <w:pStyle w:val="ONUMFS"/>
        <w:numPr>
          <w:ilvl w:val="0"/>
          <w:numId w:val="0"/>
        </w:numPr>
        <w:ind w:left="1134"/>
      </w:pPr>
      <w:r w:rsidRPr="00630F27">
        <w:t>Sr. Isah BUKENYA</w:t>
      </w:r>
    </w:p>
    <w:p w:rsidR="00F07A66" w:rsidRPr="00630F27" w:rsidRDefault="00F07A66" w:rsidP="006B24EC">
      <w:pPr>
        <w:pStyle w:val="ONUMFS"/>
        <w:numPr>
          <w:ilvl w:val="0"/>
          <w:numId w:val="0"/>
        </w:numPr>
        <w:ind w:left="1134"/>
      </w:pPr>
      <w:r w:rsidRPr="00630F27">
        <w:t>Sr. Nelson DE LEÓN KANTULE</w:t>
      </w:r>
    </w:p>
    <w:p w:rsidR="00F07A66" w:rsidRPr="00630F27" w:rsidRDefault="006B24EC" w:rsidP="006B24EC">
      <w:pPr>
        <w:pStyle w:val="ONUMFS"/>
        <w:numPr>
          <w:ilvl w:val="0"/>
          <w:numId w:val="0"/>
        </w:numPr>
        <w:ind w:left="1134"/>
      </w:pPr>
      <w:r w:rsidRPr="00630F27">
        <w:t xml:space="preserve">Sr. </w:t>
      </w:r>
      <w:r w:rsidR="00F07A66" w:rsidRPr="00630F27">
        <w:t>Dilip Singh RAI</w:t>
      </w:r>
    </w:p>
    <w:p w:rsidR="00F07A66" w:rsidRPr="00630F27" w:rsidRDefault="00F07A66" w:rsidP="006B24EC">
      <w:pPr>
        <w:pStyle w:val="ONUMFS"/>
        <w:numPr>
          <w:ilvl w:val="0"/>
          <w:numId w:val="0"/>
        </w:numPr>
        <w:ind w:left="1134"/>
      </w:pPr>
      <w:r w:rsidRPr="00630F27">
        <w:t>Sr. Stephen RWAGWERI</w:t>
      </w:r>
    </w:p>
    <w:p w:rsidR="00F07A66" w:rsidRPr="00630F27" w:rsidRDefault="00F07A66" w:rsidP="006B24EC">
      <w:pPr>
        <w:pStyle w:val="ONUMFS"/>
        <w:numPr>
          <w:ilvl w:val="0"/>
          <w:numId w:val="0"/>
        </w:numPr>
        <w:ind w:left="1134"/>
      </w:pPr>
      <w:r w:rsidRPr="00630F27">
        <w:t>Sra. Chinara SADYKOVA</w:t>
      </w:r>
    </w:p>
    <w:p w:rsidR="00F07A66" w:rsidRPr="00630F27" w:rsidRDefault="00F07A66" w:rsidP="006B24EC">
      <w:pPr>
        <w:pStyle w:val="ONUMFS"/>
        <w:numPr>
          <w:ilvl w:val="0"/>
          <w:numId w:val="0"/>
        </w:numPr>
        <w:ind w:left="1134"/>
      </w:pPr>
      <w:r w:rsidRPr="00630F27">
        <w:t>Sr. Séverin SINDIZERA</w:t>
      </w:r>
      <w:r w:rsidR="00367192" w:rsidRPr="00630F27">
        <w:t xml:space="preserve"> </w:t>
      </w:r>
    </w:p>
    <w:p w:rsidR="00F07A66" w:rsidRPr="00630F27" w:rsidRDefault="00603C85" w:rsidP="006B24EC">
      <w:pPr>
        <w:pStyle w:val="ONUMFS"/>
        <w:numPr>
          <w:ilvl w:val="0"/>
          <w:numId w:val="0"/>
        </w:numPr>
        <w:ind w:left="1134"/>
      </w:pPr>
      <w:r w:rsidRPr="00630F27">
        <w:t xml:space="preserve">Sra. </w:t>
      </w:r>
      <w:r w:rsidR="00F07A66" w:rsidRPr="00630F27">
        <w:t>Tarisi VUNIDILO</w:t>
      </w:r>
    </w:p>
    <w:p w:rsidR="006B24EC" w:rsidRPr="00630F27" w:rsidRDefault="006B24EC" w:rsidP="006B24EC">
      <w:pPr>
        <w:pStyle w:val="ONUMFS"/>
        <w:numPr>
          <w:ilvl w:val="0"/>
          <w:numId w:val="0"/>
        </w:numPr>
        <w:ind w:left="1134"/>
      </w:pPr>
    </w:p>
    <w:p w:rsidR="00F07A66" w:rsidRPr="00630F27" w:rsidRDefault="00F07A66" w:rsidP="006B24EC">
      <w:pPr>
        <w:pStyle w:val="ONUMFS"/>
        <w:numPr>
          <w:ilvl w:val="0"/>
          <w:numId w:val="0"/>
        </w:numPr>
        <w:ind w:left="1134" w:hanging="567"/>
        <w:rPr>
          <w:szCs w:val="22"/>
        </w:rPr>
      </w:pPr>
      <w:r w:rsidRPr="00630F27">
        <w:rPr>
          <w:szCs w:val="22"/>
        </w:rPr>
        <w:t>iv)</w:t>
      </w:r>
      <w:r w:rsidR="006B24EC" w:rsidRPr="00630F27">
        <w:rPr>
          <w:szCs w:val="22"/>
        </w:rPr>
        <w:tab/>
      </w:r>
      <w:r w:rsidRPr="00630F27">
        <w:rPr>
          <w:szCs w:val="22"/>
        </w:rPr>
        <w:t xml:space="preserve">solicitantes cuyas </w:t>
      </w:r>
      <w:r w:rsidRPr="00630F27">
        <w:t>solicitudes</w:t>
      </w:r>
      <w:r w:rsidRPr="00630F27">
        <w:rPr>
          <w:szCs w:val="22"/>
        </w:rPr>
        <w:t xml:space="preserve"> han sido rechazadas:  (por orden alfabético)</w:t>
      </w:r>
    </w:p>
    <w:p w:rsidR="00F07A66" w:rsidRPr="00630F27" w:rsidRDefault="00F07A66" w:rsidP="006B24EC">
      <w:pPr>
        <w:pStyle w:val="ONUMFS"/>
        <w:numPr>
          <w:ilvl w:val="0"/>
          <w:numId w:val="0"/>
        </w:numPr>
        <w:ind w:left="1134"/>
      </w:pPr>
      <w:r w:rsidRPr="00630F27">
        <w:t>Sr. João Paulo KAHILU DOS MARCOS</w:t>
      </w:r>
    </w:p>
    <w:p w:rsidR="00F07A66" w:rsidRPr="00630F27" w:rsidRDefault="00F07A66" w:rsidP="006B24EC">
      <w:pPr>
        <w:pStyle w:val="ONUMFS"/>
        <w:numPr>
          <w:ilvl w:val="0"/>
          <w:numId w:val="0"/>
        </w:numPr>
        <w:ind w:left="1134"/>
      </w:pPr>
      <w:r w:rsidRPr="00630F27">
        <w:t>Sr. Sonhi MUNUNGA CHINHAMA</w:t>
      </w:r>
    </w:p>
    <w:p w:rsidR="00F07A66" w:rsidRPr="00630F27" w:rsidRDefault="00F07A66" w:rsidP="006B24EC">
      <w:pPr>
        <w:pStyle w:val="ONUMFS"/>
        <w:numPr>
          <w:ilvl w:val="0"/>
          <w:numId w:val="0"/>
        </w:numPr>
      </w:pPr>
      <w:r w:rsidRPr="00630F27">
        <w:t>El presente informe y las recomendaciones que contiene serán sometidos a examen del Director General de la OMPI tras su aprobación por parte de los miembros de la Junta Asesora, de conformidad con lo establecido en el último párrafo del artículo 6.i) del Anexo del documento WIPO/GA/39/11.</w:t>
      </w:r>
    </w:p>
    <w:p w:rsidR="00F07A66" w:rsidRPr="00630F27" w:rsidRDefault="00F07A66" w:rsidP="006B24EC">
      <w:pPr>
        <w:pStyle w:val="ONUMFS"/>
        <w:numPr>
          <w:ilvl w:val="0"/>
          <w:numId w:val="0"/>
        </w:numPr>
      </w:pPr>
    </w:p>
    <w:p w:rsidR="00F07A66" w:rsidRPr="00630F27" w:rsidRDefault="00F07A66" w:rsidP="006B24EC">
      <w:pPr>
        <w:pStyle w:val="Endofdocument-Annex"/>
      </w:pPr>
      <w:r w:rsidRPr="00630F27">
        <w:t>Ginebra 17 de julio de 2013</w:t>
      </w:r>
    </w:p>
    <w:p w:rsidR="00F07A66" w:rsidRPr="00630F27" w:rsidRDefault="00F07A66" w:rsidP="004A03EF">
      <w:pPr>
        <w:spacing w:after="220"/>
        <w:jc w:val="center"/>
        <w:rPr>
          <w:szCs w:val="22"/>
        </w:rPr>
      </w:pPr>
    </w:p>
    <w:p w:rsidR="00F07A66" w:rsidRPr="00630F27" w:rsidRDefault="004A03EF" w:rsidP="006B24EC">
      <w:pPr>
        <w:spacing w:after="220"/>
        <w:jc w:val="right"/>
        <w:rPr>
          <w:szCs w:val="22"/>
        </w:rPr>
      </w:pPr>
      <w:r w:rsidRPr="00630F27">
        <w:rPr>
          <w:szCs w:val="22"/>
        </w:rPr>
        <w:t>/...</w:t>
      </w:r>
    </w:p>
    <w:p w:rsidR="006B24EC" w:rsidRPr="00630F27" w:rsidRDefault="006B24EC" w:rsidP="006B24EC">
      <w:pPr>
        <w:spacing w:after="220"/>
        <w:rPr>
          <w:szCs w:val="22"/>
        </w:rPr>
      </w:pPr>
    </w:p>
    <w:p w:rsidR="00F07A66" w:rsidRPr="00630F27" w:rsidRDefault="00F07A66" w:rsidP="006B24EC">
      <w:pPr>
        <w:spacing w:after="220"/>
        <w:rPr>
          <w:szCs w:val="22"/>
        </w:rPr>
      </w:pPr>
    </w:p>
    <w:p w:rsidR="006B24EC" w:rsidRPr="00630F27" w:rsidRDefault="006B24EC" w:rsidP="006B24EC">
      <w:pPr>
        <w:rPr>
          <w:szCs w:val="22"/>
        </w:rPr>
      </w:pPr>
      <w:r w:rsidRPr="00630F27">
        <w:rPr>
          <w:szCs w:val="22"/>
        </w:rPr>
        <w:br w:type="page"/>
      </w:r>
    </w:p>
    <w:p w:rsidR="00F07A66" w:rsidRPr="00630F27" w:rsidRDefault="00F07A66" w:rsidP="006B24EC">
      <w:pPr>
        <w:spacing w:after="220"/>
        <w:rPr>
          <w:szCs w:val="22"/>
        </w:rPr>
      </w:pPr>
    </w:p>
    <w:p w:rsidR="00F07A66" w:rsidRPr="00630F27" w:rsidRDefault="00F07A66" w:rsidP="00F07A66">
      <w:pPr>
        <w:rPr>
          <w:szCs w:val="22"/>
        </w:rPr>
      </w:pPr>
      <w:r w:rsidRPr="00630F27">
        <w:rPr>
          <w:szCs w:val="22"/>
        </w:rPr>
        <w:t>Miembros de la Junta Asesora:</w:t>
      </w:r>
    </w:p>
    <w:p w:rsidR="00F07A66" w:rsidRPr="00630F27" w:rsidRDefault="00F07A66" w:rsidP="00367192">
      <w:pPr>
        <w:rPr>
          <w:szCs w:val="22"/>
        </w:rPr>
      </w:pPr>
    </w:p>
    <w:p w:rsidR="00F07A66" w:rsidRPr="00630F27" w:rsidRDefault="00603C85" w:rsidP="00F07A66">
      <w:pPr>
        <w:rPr>
          <w:szCs w:val="22"/>
        </w:rPr>
      </w:pPr>
      <w:r w:rsidRPr="00630F27">
        <w:rPr>
          <w:szCs w:val="22"/>
        </w:rPr>
        <w:t xml:space="preserve">Sra. </w:t>
      </w:r>
      <w:r w:rsidR="00F07A66" w:rsidRPr="00630F27">
        <w:rPr>
          <w:szCs w:val="22"/>
        </w:rPr>
        <w:t xml:space="preserve">Alexandra GRAZIOLI, Consejera Jurídica (propiedad intelectual), Misión Permanente de Suiza, Ginebra, Presidenta de la Junta Asesora, Vicepresidenta del Comité Intergubernamental, miembro </w:t>
      </w:r>
      <w:r w:rsidR="00F07A66" w:rsidRPr="00630F27">
        <w:rPr>
          <w:i/>
          <w:szCs w:val="22"/>
        </w:rPr>
        <w:t>ex officio</w:t>
      </w:r>
      <w:r w:rsidR="00F07A66" w:rsidRPr="00630F27">
        <w:rPr>
          <w:szCs w:val="22"/>
        </w:rPr>
        <w:t xml:space="preserve"> [firmado],</w:t>
      </w:r>
    </w:p>
    <w:p w:rsidR="00F07A66" w:rsidRPr="00630F27" w:rsidRDefault="00F07A66" w:rsidP="00367192">
      <w:pPr>
        <w:rPr>
          <w:szCs w:val="22"/>
        </w:rPr>
      </w:pPr>
    </w:p>
    <w:p w:rsidR="00F07A66" w:rsidRPr="00630F27" w:rsidRDefault="00F07A66" w:rsidP="00367192">
      <w:pPr>
        <w:rPr>
          <w:szCs w:val="22"/>
        </w:rPr>
      </w:pPr>
    </w:p>
    <w:p w:rsidR="00F07A66" w:rsidRPr="00630F27" w:rsidRDefault="00F07A66" w:rsidP="00F07A66">
      <w:pPr>
        <w:rPr>
          <w:szCs w:val="22"/>
        </w:rPr>
      </w:pPr>
      <w:r w:rsidRPr="00630F27">
        <w:rPr>
          <w:szCs w:val="22"/>
        </w:rPr>
        <w:t>y, por orden alfabético:</w:t>
      </w:r>
      <w:r w:rsidR="00367192" w:rsidRPr="00630F27">
        <w:rPr>
          <w:szCs w:val="22"/>
        </w:rPr>
        <w:t xml:space="preserve"> </w:t>
      </w:r>
    </w:p>
    <w:p w:rsidR="00F07A66" w:rsidRPr="00630F27" w:rsidRDefault="00F07A66" w:rsidP="00367192">
      <w:pPr>
        <w:rPr>
          <w:szCs w:val="22"/>
        </w:rPr>
      </w:pPr>
    </w:p>
    <w:p w:rsidR="00F07A66" w:rsidRPr="00630F27" w:rsidRDefault="00F07A66" w:rsidP="00367192">
      <w:pPr>
        <w:rPr>
          <w:szCs w:val="22"/>
        </w:rPr>
      </w:pPr>
    </w:p>
    <w:p w:rsidR="00F07A66" w:rsidRPr="00630F27" w:rsidRDefault="00F07A66" w:rsidP="00367192">
      <w:pPr>
        <w:rPr>
          <w:szCs w:val="22"/>
          <w:highlight w:val="yellow"/>
        </w:rPr>
      </w:pPr>
    </w:p>
    <w:p w:rsidR="00F07A66" w:rsidRPr="00630F27" w:rsidRDefault="00F07A66" w:rsidP="00F07A66">
      <w:pPr>
        <w:rPr>
          <w:szCs w:val="22"/>
        </w:rPr>
      </w:pPr>
      <w:r w:rsidRPr="00630F27">
        <w:rPr>
          <w:szCs w:val="22"/>
        </w:rPr>
        <w:t>Sr. Steven BAILIE, Su</w:t>
      </w:r>
      <w:r w:rsidR="00931AFE" w:rsidRPr="00630F27">
        <w:rPr>
          <w:szCs w:val="22"/>
        </w:rPr>
        <w:t>b</w:t>
      </w:r>
      <w:r w:rsidRPr="00630F27">
        <w:rPr>
          <w:szCs w:val="22"/>
        </w:rPr>
        <w:t xml:space="preserve">director, Sección de Política y Cooperación Internacionales, </w:t>
      </w:r>
      <w:r w:rsidRPr="00630F27">
        <w:rPr>
          <w:i/>
          <w:szCs w:val="22"/>
        </w:rPr>
        <w:t>IP Australia</w:t>
      </w:r>
      <w:r w:rsidRPr="00630F27">
        <w:rPr>
          <w:szCs w:val="22"/>
        </w:rPr>
        <w:t>, Canberra (Australia) [firmado]</w:t>
      </w:r>
    </w:p>
    <w:p w:rsidR="00F07A66" w:rsidRPr="00630F27" w:rsidRDefault="00F07A66" w:rsidP="00367192">
      <w:pPr>
        <w:rPr>
          <w:szCs w:val="22"/>
          <w:highlight w:val="yellow"/>
        </w:rPr>
      </w:pPr>
    </w:p>
    <w:p w:rsidR="00F07A66" w:rsidRPr="00630F27" w:rsidRDefault="00F07A66" w:rsidP="00367192">
      <w:pPr>
        <w:rPr>
          <w:szCs w:val="22"/>
        </w:rPr>
      </w:pPr>
    </w:p>
    <w:p w:rsidR="00F07A66" w:rsidRPr="00630F27" w:rsidRDefault="00603C85" w:rsidP="00367192">
      <w:pPr>
        <w:rPr>
          <w:szCs w:val="22"/>
        </w:rPr>
      </w:pPr>
      <w:r w:rsidRPr="00630F27">
        <w:rPr>
          <w:szCs w:val="22"/>
        </w:rPr>
        <w:t>Sra</w:t>
      </w:r>
      <w:r w:rsidR="00367192" w:rsidRPr="00630F27">
        <w:rPr>
          <w:szCs w:val="22"/>
        </w:rPr>
        <w:t xml:space="preserve">. Edna María DA COSTA E SILVA, </w:t>
      </w:r>
      <w:r w:rsidRPr="00630F27">
        <w:rPr>
          <w:szCs w:val="22"/>
        </w:rPr>
        <w:t>Representante</w:t>
      </w:r>
      <w:r w:rsidR="00367192" w:rsidRPr="00630F27">
        <w:rPr>
          <w:szCs w:val="22"/>
        </w:rPr>
        <w:t xml:space="preserve">, </w:t>
      </w:r>
      <w:r w:rsidR="00367192" w:rsidRPr="00630F27">
        <w:rPr>
          <w:iCs/>
          <w:szCs w:val="22"/>
        </w:rPr>
        <w:t>Cooperativa Ecológica de las Mujeres Colectoras de la Isla de Marajó</w:t>
      </w:r>
      <w:r w:rsidR="00367192" w:rsidRPr="00630F27">
        <w:rPr>
          <w:szCs w:val="22"/>
        </w:rPr>
        <w:t xml:space="preserve"> (CEMEM</w:t>
      </w:r>
      <w:r w:rsidRPr="00630F27">
        <w:rPr>
          <w:szCs w:val="22"/>
        </w:rPr>
        <w:t>), Bras</w:t>
      </w:r>
      <w:r w:rsidR="00367192" w:rsidRPr="00630F27">
        <w:rPr>
          <w:szCs w:val="22"/>
        </w:rPr>
        <w:t>il [</w:t>
      </w:r>
      <w:r w:rsidRPr="00630F27">
        <w:rPr>
          <w:szCs w:val="22"/>
        </w:rPr>
        <w:t>firmado</w:t>
      </w:r>
      <w:r w:rsidR="00367192" w:rsidRPr="00630F27">
        <w:rPr>
          <w:szCs w:val="22"/>
        </w:rPr>
        <w:t>]</w:t>
      </w:r>
    </w:p>
    <w:p w:rsidR="00F07A66" w:rsidRPr="00630F27" w:rsidRDefault="00F07A66" w:rsidP="00367192">
      <w:pPr>
        <w:rPr>
          <w:szCs w:val="22"/>
        </w:rPr>
      </w:pPr>
    </w:p>
    <w:p w:rsidR="00F07A66" w:rsidRPr="00630F27" w:rsidRDefault="00F07A66" w:rsidP="00367192">
      <w:pPr>
        <w:rPr>
          <w:szCs w:val="22"/>
        </w:rPr>
      </w:pPr>
    </w:p>
    <w:p w:rsidR="00F07A66" w:rsidRPr="00630F27" w:rsidRDefault="00367192" w:rsidP="00367192">
      <w:pPr>
        <w:rPr>
          <w:szCs w:val="22"/>
        </w:rPr>
      </w:pPr>
      <w:r w:rsidRPr="00630F27">
        <w:rPr>
          <w:szCs w:val="22"/>
        </w:rPr>
        <w:t xml:space="preserve">Ms. Simara HOWELL, </w:t>
      </w:r>
      <w:r w:rsidR="00F55142" w:rsidRPr="00630F27">
        <w:rPr>
          <w:szCs w:val="22"/>
        </w:rPr>
        <w:t>Primera Secretaria, Misión Permanente de Jamaica</w:t>
      </w:r>
      <w:r w:rsidRPr="00630F27">
        <w:rPr>
          <w:szCs w:val="22"/>
        </w:rPr>
        <w:t xml:space="preserve">, </w:t>
      </w:r>
      <w:r w:rsidR="00603C85" w:rsidRPr="00630F27">
        <w:rPr>
          <w:szCs w:val="22"/>
        </w:rPr>
        <w:t>Ginebra</w:t>
      </w:r>
      <w:r w:rsidRPr="00630F27">
        <w:rPr>
          <w:szCs w:val="22"/>
        </w:rPr>
        <w:t xml:space="preserve"> [</w:t>
      </w:r>
      <w:r w:rsidR="00603C85" w:rsidRPr="00630F27">
        <w:rPr>
          <w:szCs w:val="22"/>
        </w:rPr>
        <w:t>firmado</w:t>
      </w:r>
      <w:r w:rsidRPr="00630F27">
        <w:rPr>
          <w:szCs w:val="22"/>
        </w:rPr>
        <w:t>]</w:t>
      </w:r>
    </w:p>
    <w:p w:rsidR="00F07A66" w:rsidRPr="00630F27" w:rsidRDefault="00F07A66" w:rsidP="00367192">
      <w:pPr>
        <w:rPr>
          <w:szCs w:val="22"/>
        </w:rPr>
      </w:pPr>
    </w:p>
    <w:p w:rsidR="00F07A66" w:rsidRPr="00630F27" w:rsidRDefault="00F07A66" w:rsidP="00367192">
      <w:pPr>
        <w:rPr>
          <w:szCs w:val="22"/>
        </w:rPr>
      </w:pPr>
    </w:p>
    <w:p w:rsidR="00F07A66" w:rsidRPr="00630F27" w:rsidRDefault="00367192" w:rsidP="00367192">
      <w:pPr>
        <w:rPr>
          <w:szCs w:val="22"/>
        </w:rPr>
      </w:pPr>
      <w:r w:rsidRPr="00630F27">
        <w:rPr>
          <w:szCs w:val="22"/>
        </w:rPr>
        <w:t xml:space="preserve">Mr. Nazrul ISLAM, </w:t>
      </w:r>
      <w:r w:rsidR="00F55142" w:rsidRPr="00630F27">
        <w:rPr>
          <w:szCs w:val="22"/>
        </w:rPr>
        <w:t>Ministro</w:t>
      </w:r>
      <w:r w:rsidRPr="00630F27">
        <w:rPr>
          <w:szCs w:val="22"/>
        </w:rPr>
        <w:t xml:space="preserve">, </w:t>
      </w:r>
      <w:r w:rsidR="00F55142" w:rsidRPr="00630F27">
        <w:rPr>
          <w:szCs w:val="22"/>
        </w:rPr>
        <w:t xml:space="preserve">Misión Permanente de </w:t>
      </w:r>
      <w:r w:rsidR="00603C85" w:rsidRPr="00630F27">
        <w:rPr>
          <w:szCs w:val="22"/>
        </w:rPr>
        <w:t>Bangladesh, Ginebra</w:t>
      </w:r>
      <w:r w:rsidRPr="00630F27">
        <w:rPr>
          <w:szCs w:val="22"/>
        </w:rPr>
        <w:t xml:space="preserve"> [</w:t>
      </w:r>
      <w:r w:rsidR="00603C85" w:rsidRPr="00630F27">
        <w:rPr>
          <w:szCs w:val="22"/>
        </w:rPr>
        <w:t>firmado</w:t>
      </w:r>
      <w:r w:rsidRPr="00630F27">
        <w:rPr>
          <w:szCs w:val="22"/>
        </w:rPr>
        <w:t>]</w:t>
      </w:r>
    </w:p>
    <w:p w:rsidR="00F07A66" w:rsidRPr="00630F27" w:rsidRDefault="00F07A66" w:rsidP="00367192">
      <w:pPr>
        <w:rPr>
          <w:szCs w:val="22"/>
        </w:rPr>
      </w:pPr>
    </w:p>
    <w:p w:rsidR="00F07A66" w:rsidRPr="00630F27" w:rsidRDefault="00F07A66" w:rsidP="00367192">
      <w:pPr>
        <w:rPr>
          <w:szCs w:val="22"/>
        </w:rPr>
      </w:pPr>
    </w:p>
    <w:p w:rsidR="00F07A66" w:rsidRPr="00630F27" w:rsidRDefault="00F07A66" w:rsidP="00F07A66">
      <w:pPr>
        <w:rPr>
          <w:szCs w:val="22"/>
        </w:rPr>
      </w:pPr>
      <w:r w:rsidRPr="00630F27">
        <w:rPr>
          <w:szCs w:val="22"/>
        </w:rPr>
        <w:t>Sr. Mandixole MATROOS, Primer Secretario, Misión Permanente de la República de Sudáfrica, Ginebra [firmado]</w:t>
      </w:r>
    </w:p>
    <w:p w:rsidR="00F07A66" w:rsidRPr="00630F27" w:rsidRDefault="00F07A66" w:rsidP="00367192">
      <w:pPr>
        <w:rPr>
          <w:szCs w:val="22"/>
        </w:rPr>
      </w:pPr>
    </w:p>
    <w:p w:rsidR="00F07A66" w:rsidRPr="00630F27" w:rsidRDefault="00F07A66" w:rsidP="00367192">
      <w:pPr>
        <w:rPr>
          <w:szCs w:val="22"/>
        </w:rPr>
      </w:pPr>
    </w:p>
    <w:p w:rsidR="00F07A66" w:rsidRPr="00630F27" w:rsidRDefault="00F55142" w:rsidP="00367192">
      <w:pPr>
        <w:rPr>
          <w:szCs w:val="22"/>
        </w:rPr>
      </w:pPr>
      <w:r w:rsidRPr="00630F27">
        <w:rPr>
          <w:szCs w:val="22"/>
        </w:rPr>
        <w:t>S</w:t>
      </w:r>
      <w:r w:rsidR="00367192" w:rsidRPr="00630F27">
        <w:rPr>
          <w:szCs w:val="22"/>
        </w:rPr>
        <w:t xml:space="preserve">r. Wojciech PIATKOWSKI, </w:t>
      </w:r>
      <w:r w:rsidRPr="00630F27">
        <w:rPr>
          <w:szCs w:val="22"/>
        </w:rPr>
        <w:t>Primer Consejero</w:t>
      </w:r>
      <w:r w:rsidR="00367192" w:rsidRPr="00630F27">
        <w:rPr>
          <w:szCs w:val="22"/>
        </w:rPr>
        <w:t xml:space="preserve">, </w:t>
      </w:r>
      <w:r w:rsidRPr="00630F27">
        <w:rPr>
          <w:szCs w:val="22"/>
        </w:rPr>
        <w:t>Misión Permanente de Polonia</w:t>
      </w:r>
      <w:r w:rsidR="00603C85" w:rsidRPr="00630F27">
        <w:rPr>
          <w:szCs w:val="22"/>
        </w:rPr>
        <w:t>, Ginebr</w:t>
      </w:r>
      <w:r w:rsidR="00367192" w:rsidRPr="00630F27">
        <w:rPr>
          <w:szCs w:val="22"/>
        </w:rPr>
        <w:t>a [</w:t>
      </w:r>
      <w:r w:rsidR="00603C85" w:rsidRPr="00630F27">
        <w:rPr>
          <w:szCs w:val="22"/>
        </w:rPr>
        <w:t>firmado</w:t>
      </w:r>
      <w:r w:rsidR="00367192" w:rsidRPr="00630F27">
        <w:rPr>
          <w:szCs w:val="22"/>
        </w:rPr>
        <w:t>]</w:t>
      </w:r>
    </w:p>
    <w:p w:rsidR="00F07A66" w:rsidRPr="00630F27" w:rsidRDefault="00F07A66" w:rsidP="00367192">
      <w:pPr>
        <w:rPr>
          <w:szCs w:val="22"/>
        </w:rPr>
      </w:pPr>
    </w:p>
    <w:p w:rsidR="00F07A66" w:rsidRPr="00630F27" w:rsidRDefault="00F07A66" w:rsidP="00367192">
      <w:pPr>
        <w:rPr>
          <w:szCs w:val="22"/>
        </w:rPr>
      </w:pPr>
    </w:p>
    <w:p w:rsidR="00F07A66" w:rsidRPr="00630F27" w:rsidRDefault="00F55142" w:rsidP="00367192">
      <w:pPr>
        <w:rPr>
          <w:szCs w:val="22"/>
        </w:rPr>
      </w:pPr>
      <w:r w:rsidRPr="00630F27">
        <w:rPr>
          <w:szCs w:val="22"/>
        </w:rPr>
        <w:t>Sra</w:t>
      </w:r>
      <w:r w:rsidR="00367192" w:rsidRPr="00630F27">
        <w:rPr>
          <w:szCs w:val="22"/>
        </w:rPr>
        <w:t xml:space="preserve">. Chinara SADYKOVA, </w:t>
      </w:r>
      <w:r w:rsidRPr="00630F27">
        <w:rPr>
          <w:szCs w:val="22"/>
        </w:rPr>
        <w:t>Representante</w:t>
      </w:r>
      <w:r w:rsidR="006D5F75" w:rsidRPr="00630F27">
        <w:rPr>
          <w:szCs w:val="22"/>
        </w:rPr>
        <w:t>,</w:t>
      </w:r>
      <w:r w:rsidR="006D5F75" w:rsidRPr="00630F27">
        <w:t xml:space="preserve"> </w:t>
      </w:r>
      <w:r w:rsidR="006D5F75" w:rsidRPr="00630F27">
        <w:rPr>
          <w:szCs w:val="22"/>
        </w:rPr>
        <w:t>Asociación Pública de Centros Regionales de Educación para el Desarrollo Sostenible</w:t>
      </w:r>
      <w:r w:rsidR="00367192" w:rsidRPr="00630F27">
        <w:rPr>
          <w:szCs w:val="22"/>
        </w:rPr>
        <w:t xml:space="preserve">, </w:t>
      </w:r>
      <w:r w:rsidR="00603C85" w:rsidRPr="00630F27">
        <w:rPr>
          <w:szCs w:val="22"/>
        </w:rPr>
        <w:t xml:space="preserve">Kirguistán </w:t>
      </w:r>
      <w:r w:rsidR="00367192" w:rsidRPr="00630F27">
        <w:rPr>
          <w:szCs w:val="22"/>
        </w:rPr>
        <w:t>[</w:t>
      </w:r>
      <w:r w:rsidR="00603C85" w:rsidRPr="00630F27">
        <w:rPr>
          <w:szCs w:val="22"/>
        </w:rPr>
        <w:t>firmado</w:t>
      </w:r>
      <w:r w:rsidR="00367192" w:rsidRPr="00630F27">
        <w:rPr>
          <w:szCs w:val="22"/>
        </w:rPr>
        <w:t>]</w:t>
      </w:r>
    </w:p>
    <w:p w:rsidR="00F07A66" w:rsidRPr="00630F27" w:rsidRDefault="00F07A66" w:rsidP="00367192">
      <w:pPr>
        <w:rPr>
          <w:szCs w:val="22"/>
        </w:rPr>
      </w:pPr>
    </w:p>
    <w:p w:rsidR="00F07A66" w:rsidRPr="00630F27" w:rsidRDefault="00F07A66" w:rsidP="00367192">
      <w:pPr>
        <w:rPr>
          <w:rStyle w:val="hps"/>
          <w:szCs w:val="22"/>
        </w:rPr>
      </w:pPr>
    </w:p>
    <w:p w:rsidR="00F07A66" w:rsidRPr="00630F27" w:rsidRDefault="00F55142" w:rsidP="00367192">
      <w:pPr>
        <w:rPr>
          <w:szCs w:val="22"/>
        </w:rPr>
      </w:pPr>
      <w:r w:rsidRPr="00630F27">
        <w:rPr>
          <w:szCs w:val="22"/>
        </w:rPr>
        <w:t>S</w:t>
      </w:r>
      <w:r w:rsidR="00367192" w:rsidRPr="00630F27">
        <w:rPr>
          <w:szCs w:val="22"/>
        </w:rPr>
        <w:t xml:space="preserve">r. Paul Kanyinke SENA, </w:t>
      </w:r>
      <w:r w:rsidR="004C4DE9" w:rsidRPr="00630F27">
        <w:rPr>
          <w:szCs w:val="22"/>
        </w:rPr>
        <w:t xml:space="preserve">Foro Permanente de las Naciones Unidas para las Cuestiones Indígenas, </w:t>
      </w:r>
      <w:r w:rsidR="00603C85" w:rsidRPr="00630F27">
        <w:rPr>
          <w:szCs w:val="22"/>
        </w:rPr>
        <w:t>Nueva</w:t>
      </w:r>
      <w:r w:rsidR="00367192" w:rsidRPr="00630F27">
        <w:rPr>
          <w:szCs w:val="22"/>
        </w:rPr>
        <w:t xml:space="preserve"> York</w:t>
      </w:r>
      <w:r w:rsidR="00D05221" w:rsidRPr="00630F27">
        <w:rPr>
          <w:szCs w:val="22"/>
        </w:rPr>
        <w:t xml:space="preserve"> </w:t>
      </w:r>
      <w:r w:rsidR="00D05221" w:rsidRPr="00630F27">
        <w:rPr>
          <w:iCs/>
          <w:sz w:val="20"/>
          <w:szCs w:val="22"/>
        </w:rPr>
        <w:t>[</w:t>
      </w:r>
      <w:r w:rsidR="00603C85" w:rsidRPr="00630F27">
        <w:rPr>
          <w:iCs/>
          <w:szCs w:val="22"/>
        </w:rPr>
        <w:t>firmado</w:t>
      </w:r>
      <w:r w:rsidR="00D05221" w:rsidRPr="00630F27">
        <w:rPr>
          <w:iCs/>
          <w:sz w:val="20"/>
          <w:szCs w:val="22"/>
        </w:rPr>
        <w:t>]</w:t>
      </w:r>
    </w:p>
    <w:p w:rsidR="00F07A66" w:rsidRPr="00630F27" w:rsidRDefault="00F07A66" w:rsidP="00D05221">
      <w:pPr>
        <w:rPr>
          <w:rStyle w:val="hps"/>
          <w:szCs w:val="22"/>
        </w:rPr>
      </w:pPr>
    </w:p>
    <w:p w:rsidR="00F07A66" w:rsidRPr="00630F27" w:rsidRDefault="00F07A66" w:rsidP="00D05221">
      <w:pPr>
        <w:rPr>
          <w:rStyle w:val="hps"/>
          <w:szCs w:val="22"/>
        </w:rPr>
      </w:pPr>
    </w:p>
    <w:p w:rsidR="00F07A66" w:rsidRPr="00630F27" w:rsidRDefault="00F07A66" w:rsidP="00D05221">
      <w:pPr>
        <w:rPr>
          <w:szCs w:val="22"/>
        </w:rPr>
      </w:pPr>
    </w:p>
    <w:p w:rsidR="00F07A66" w:rsidRPr="00630F27" w:rsidRDefault="00F07A66" w:rsidP="00F07A66">
      <w:pPr>
        <w:pStyle w:val="Endofdocument"/>
        <w:spacing w:after="220" w:line="240" w:lineRule="auto"/>
        <w:rPr>
          <w:sz w:val="22"/>
          <w:szCs w:val="22"/>
        </w:rPr>
      </w:pPr>
      <w:r w:rsidRPr="00630F27">
        <w:rPr>
          <w:sz w:val="22"/>
          <w:szCs w:val="22"/>
        </w:rPr>
        <w:t>[</w:t>
      </w:r>
      <w:r w:rsidR="004C4DE9" w:rsidRPr="00630F27">
        <w:rPr>
          <w:sz w:val="22"/>
          <w:szCs w:val="22"/>
        </w:rPr>
        <w:t>Fin del Anexo y del documento</w:t>
      </w:r>
      <w:r w:rsidRPr="00630F27">
        <w:rPr>
          <w:sz w:val="22"/>
          <w:szCs w:val="22"/>
        </w:rPr>
        <w:t>]</w:t>
      </w:r>
    </w:p>
    <w:p w:rsidR="004A03EF" w:rsidRPr="00630F27" w:rsidRDefault="004A03EF" w:rsidP="004A03EF">
      <w:pPr>
        <w:pStyle w:val="Endofdocument"/>
        <w:spacing w:after="220" w:line="240" w:lineRule="auto"/>
        <w:rPr>
          <w:sz w:val="22"/>
          <w:szCs w:val="22"/>
        </w:rPr>
      </w:pPr>
    </w:p>
    <w:sectPr w:rsidR="004A03EF" w:rsidRPr="00630F27" w:rsidSect="006B24EC">
      <w:headerReference w:type="default" r:id="rId10"/>
      <w:headerReference w:type="first" r:id="rId11"/>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4EC" w:rsidRDefault="006B24EC">
      <w:r>
        <w:separator/>
      </w:r>
    </w:p>
    <w:p w:rsidR="006B24EC" w:rsidRDefault="006B24EC"/>
  </w:endnote>
  <w:endnote w:type="continuationSeparator" w:id="0">
    <w:p w:rsidR="006B24EC" w:rsidRDefault="006B24EC" w:rsidP="003B38C1">
      <w:r>
        <w:separator/>
      </w:r>
    </w:p>
    <w:p w:rsidR="006B24EC" w:rsidRPr="003B38C1" w:rsidRDefault="006B24EC" w:rsidP="003B38C1">
      <w:pPr>
        <w:spacing w:after="60"/>
        <w:rPr>
          <w:sz w:val="17"/>
        </w:rPr>
      </w:pPr>
      <w:r>
        <w:rPr>
          <w:sz w:val="17"/>
        </w:rPr>
        <w:t>[Endnote continued from previous page]</w:t>
      </w:r>
    </w:p>
    <w:p w:rsidR="006B24EC" w:rsidRDefault="006B24EC"/>
  </w:endnote>
  <w:endnote w:type="continuationNotice" w:id="1">
    <w:p w:rsidR="006B24EC" w:rsidRPr="003B38C1" w:rsidRDefault="006B24EC" w:rsidP="003B38C1">
      <w:pPr>
        <w:spacing w:before="60"/>
        <w:jc w:val="right"/>
        <w:rPr>
          <w:sz w:val="17"/>
          <w:szCs w:val="17"/>
        </w:rPr>
      </w:pPr>
      <w:r w:rsidRPr="003B38C1">
        <w:rPr>
          <w:sz w:val="17"/>
          <w:szCs w:val="17"/>
        </w:rPr>
        <w:t>[Endnote continued on next page]</w:t>
      </w:r>
    </w:p>
    <w:p w:rsidR="006B24EC" w:rsidRDefault="006B24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4EC" w:rsidRDefault="006B24EC">
      <w:r>
        <w:separator/>
      </w:r>
    </w:p>
    <w:p w:rsidR="006B24EC" w:rsidRDefault="006B24EC"/>
  </w:footnote>
  <w:footnote w:type="continuationSeparator" w:id="0">
    <w:p w:rsidR="006B24EC" w:rsidRDefault="006B24EC" w:rsidP="008B60B2">
      <w:r>
        <w:separator/>
      </w:r>
    </w:p>
    <w:p w:rsidR="006B24EC" w:rsidRPr="00ED77FB" w:rsidRDefault="006B24EC" w:rsidP="008B60B2">
      <w:pPr>
        <w:spacing w:after="60"/>
        <w:rPr>
          <w:sz w:val="17"/>
          <w:szCs w:val="17"/>
        </w:rPr>
      </w:pPr>
      <w:r w:rsidRPr="00ED77FB">
        <w:rPr>
          <w:sz w:val="17"/>
          <w:szCs w:val="17"/>
        </w:rPr>
        <w:t>[Footnote continued from previous page]</w:t>
      </w:r>
    </w:p>
    <w:p w:rsidR="006B24EC" w:rsidRDefault="006B24EC"/>
  </w:footnote>
  <w:footnote w:type="continuationNotice" w:id="1">
    <w:p w:rsidR="006B24EC" w:rsidRPr="00ED77FB" w:rsidRDefault="006B24EC" w:rsidP="008B60B2">
      <w:pPr>
        <w:spacing w:before="60"/>
        <w:jc w:val="right"/>
        <w:rPr>
          <w:sz w:val="17"/>
          <w:szCs w:val="17"/>
        </w:rPr>
      </w:pPr>
      <w:r w:rsidRPr="00ED77FB">
        <w:rPr>
          <w:sz w:val="17"/>
          <w:szCs w:val="17"/>
        </w:rPr>
        <w:t>[Footnote continued on next page]</w:t>
      </w:r>
    </w:p>
    <w:p w:rsidR="006B24EC" w:rsidRDefault="006B24E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4EC" w:rsidRPr="00162715" w:rsidRDefault="006B24EC" w:rsidP="00F07A66">
    <w:pPr>
      <w:pStyle w:val="Header"/>
      <w:jc w:val="right"/>
      <w:rPr>
        <w:szCs w:val="22"/>
      </w:rPr>
    </w:pPr>
    <w:r w:rsidRPr="005C5C67">
      <w:rPr>
        <w:szCs w:val="22"/>
        <w:lang w:val="es-ES_tradnl"/>
      </w:rPr>
      <w:t>WIPO/GRTKF/IC/25/INF/6</w:t>
    </w:r>
  </w:p>
  <w:p w:rsidR="006B24EC" w:rsidRPr="00162715" w:rsidRDefault="006B24EC" w:rsidP="00F07A66">
    <w:pPr>
      <w:pStyle w:val="Header"/>
      <w:jc w:val="right"/>
      <w:rPr>
        <w:rStyle w:val="PageNumber"/>
        <w:szCs w:val="22"/>
      </w:rPr>
    </w:pPr>
    <w:r w:rsidRPr="005C5C67">
      <w:rPr>
        <w:szCs w:val="22"/>
        <w:lang w:val="es-ES_tradnl"/>
      </w:rPr>
      <w:t>página 2</w:t>
    </w:r>
  </w:p>
  <w:p w:rsidR="006B24EC" w:rsidRPr="00162715" w:rsidRDefault="006B24EC" w:rsidP="00E169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4EC" w:rsidRPr="00162715" w:rsidRDefault="006B24EC" w:rsidP="00F07A66">
    <w:pPr>
      <w:pStyle w:val="Header"/>
      <w:jc w:val="right"/>
      <w:rPr>
        <w:szCs w:val="22"/>
      </w:rPr>
    </w:pPr>
    <w:r w:rsidRPr="005C5C67">
      <w:rPr>
        <w:szCs w:val="22"/>
        <w:lang w:val="es-ES_tradnl"/>
      </w:rPr>
      <w:t>WIPO/GRTKF/IC/25/INF/6</w:t>
    </w:r>
  </w:p>
  <w:p w:rsidR="006B24EC" w:rsidRPr="00162715" w:rsidRDefault="006B24EC" w:rsidP="00F07A66">
    <w:pPr>
      <w:pStyle w:val="Header"/>
      <w:jc w:val="right"/>
      <w:rPr>
        <w:rStyle w:val="PageNumber"/>
        <w:szCs w:val="22"/>
      </w:rPr>
    </w:pPr>
    <w:r>
      <w:rPr>
        <w:szCs w:val="22"/>
        <w:lang w:val="es-ES_tradnl"/>
      </w:rPr>
      <w:t xml:space="preserve">Anexo, página </w:t>
    </w:r>
    <w:r w:rsidRPr="006B24EC">
      <w:rPr>
        <w:szCs w:val="22"/>
        <w:lang w:val="es-ES_tradnl"/>
      </w:rPr>
      <w:fldChar w:fldCharType="begin"/>
    </w:r>
    <w:r w:rsidRPr="006B24EC">
      <w:rPr>
        <w:szCs w:val="22"/>
        <w:lang w:val="es-ES_tradnl"/>
      </w:rPr>
      <w:instrText xml:space="preserve"> PAGE   \* MERGEFORMAT </w:instrText>
    </w:r>
    <w:r w:rsidRPr="006B24EC">
      <w:rPr>
        <w:szCs w:val="22"/>
        <w:lang w:val="es-ES_tradnl"/>
      </w:rPr>
      <w:fldChar w:fldCharType="separate"/>
    </w:r>
    <w:r w:rsidR="001B674D">
      <w:rPr>
        <w:noProof/>
        <w:szCs w:val="22"/>
        <w:lang w:val="es-ES_tradnl"/>
      </w:rPr>
      <w:t>3</w:t>
    </w:r>
    <w:r w:rsidRPr="006B24EC">
      <w:rPr>
        <w:noProof/>
        <w:szCs w:val="22"/>
        <w:lang w:val="es-ES_tradnl"/>
      </w:rPr>
      <w:fldChar w:fldCharType="end"/>
    </w:r>
  </w:p>
  <w:p w:rsidR="006B24EC" w:rsidRPr="00162715" w:rsidRDefault="006B24EC" w:rsidP="00E1691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4EC" w:rsidRDefault="006B24EC" w:rsidP="006B24EC">
    <w:pPr>
      <w:pStyle w:val="Header"/>
      <w:jc w:val="right"/>
    </w:pPr>
    <w:r>
      <w:t>WIPO/GRTKF/IC/25/INF/6</w:t>
    </w:r>
  </w:p>
  <w:p w:rsidR="006B24EC" w:rsidRDefault="006B24EC" w:rsidP="006B24EC">
    <w:pPr>
      <w:pStyle w:val="Header"/>
      <w:jc w:val="right"/>
    </w:pPr>
    <w:r>
      <w:t>ANEXO</w:t>
    </w:r>
  </w:p>
  <w:p w:rsidR="006B24EC" w:rsidRPr="006B24EC" w:rsidRDefault="006B24EC" w:rsidP="006B24E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1">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2">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3">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4">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6">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7">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0"/>
  </w:num>
  <w:num w:numId="8">
    <w:abstractNumId w:val="14"/>
  </w:num>
  <w:num w:numId="9">
    <w:abstractNumId w:val="11"/>
  </w:num>
  <w:num w:numId="10">
    <w:abstractNumId w:val="12"/>
  </w:num>
  <w:num w:numId="11">
    <w:abstractNumId w:val="17"/>
  </w:num>
  <w:num w:numId="12">
    <w:abstractNumId w:val="6"/>
  </w:num>
  <w:num w:numId="13">
    <w:abstractNumId w:val="4"/>
  </w:num>
  <w:num w:numId="14">
    <w:abstractNumId w:val="1"/>
  </w:num>
  <w:num w:numId="15">
    <w:abstractNumId w:val="3"/>
  </w:num>
  <w:num w:numId="16">
    <w:abstractNumId w:val="1"/>
  </w:num>
  <w:num w:numId="17">
    <w:abstractNumId w:val="16"/>
  </w:num>
  <w:num w:numId="18">
    <w:abstractNumId w:val="1"/>
  </w:num>
  <w:num w:numId="19">
    <w:abstractNumId w:val="1"/>
  </w:num>
  <w:num w:numId="20">
    <w:abstractNumId w:val="15"/>
  </w:num>
  <w:num w:numId="21">
    <w:abstractNumId w:val="7"/>
  </w:num>
  <w:num w:numId="22">
    <w:abstractNumId w:val="13"/>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
    <w:docVar w:name="TermBaseURL" w:val="empty"/>
    <w:docVar w:name="TextBases" w:val="Budget and Finance\Meetings|Administrative\Meetings|Administrative\Other|Administrative\Publication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BaseJavi3|Budget2012_v8"/>
    <w:docVar w:name="TextBaseURL" w:val="empty"/>
    <w:docVar w:name="UILng" w:val="en"/>
  </w:docVars>
  <w:rsids>
    <w:rsidRoot w:val="001C5A1A"/>
    <w:rsid w:val="0000100C"/>
    <w:rsid w:val="0002566E"/>
    <w:rsid w:val="000348E8"/>
    <w:rsid w:val="00043CAA"/>
    <w:rsid w:val="00045ED4"/>
    <w:rsid w:val="0005652D"/>
    <w:rsid w:val="00075432"/>
    <w:rsid w:val="00081236"/>
    <w:rsid w:val="000968ED"/>
    <w:rsid w:val="000A4338"/>
    <w:rsid w:val="000B55BD"/>
    <w:rsid w:val="000C4360"/>
    <w:rsid w:val="000D10D9"/>
    <w:rsid w:val="000D4534"/>
    <w:rsid w:val="000D74B4"/>
    <w:rsid w:val="000E0410"/>
    <w:rsid w:val="000E7A6E"/>
    <w:rsid w:val="000F5E56"/>
    <w:rsid w:val="001056D5"/>
    <w:rsid w:val="00125298"/>
    <w:rsid w:val="001362EE"/>
    <w:rsid w:val="00147D71"/>
    <w:rsid w:val="00156CC6"/>
    <w:rsid w:val="00161381"/>
    <w:rsid w:val="00162715"/>
    <w:rsid w:val="0016793E"/>
    <w:rsid w:val="001832A6"/>
    <w:rsid w:val="00185912"/>
    <w:rsid w:val="00190616"/>
    <w:rsid w:val="0019354E"/>
    <w:rsid w:val="001A05C3"/>
    <w:rsid w:val="001A450D"/>
    <w:rsid w:val="001B5C0D"/>
    <w:rsid w:val="001B674D"/>
    <w:rsid w:val="001C5A1A"/>
    <w:rsid w:val="001D0F1E"/>
    <w:rsid w:val="001E552A"/>
    <w:rsid w:val="002450FD"/>
    <w:rsid w:val="002634C4"/>
    <w:rsid w:val="00271750"/>
    <w:rsid w:val="002728E4"/>
    <w:rsid w:val="00274EB7"/>
    <w:rsid w:val="00280172"/>
    <w:rsid w:val="00285976"/>
    <w:rsid w:val="002928D3"/>
    <w:rsid w:val="002C070E"/>
    <w:rsid w:val="002D4704"/>
    <w:rsid w:val="002D791B"/>
    <w:rsid w:val="002F1FE6"/>
    <w:rsid w:val="002F4E68"/>
    <w:rsid w:val="00300EB7"/>
    <w:rsid w:val="00312F7F"/>
    <w:rsid w:val="003228B7"/>
    <w:rsid w:val="0032500F"/>
    <w:rsid w:val="00334167"/>
    <w:rsid w:val="00357C98"/>
    <w:rsid w:val="00367192"/>
    <w:rsid w:val="003673CF"/>
    <w:rsid w:val="003716CD"/>
    <w:rsid w:val="00380888"/>
    <w:rsid w:val="0038134B"/>
    <w:rsid w:val="003845C1"/>
    <w:rsid w:val="00391E9B"/>
    <w:rsid w:val="00396772"/>
    <w:rsid w:val="003A6F89"/>
    <w:rsid w:val="003B38C1"/>
    <w:rsid w:val="003B67D8"/>
    <w:rsid w:val="003C79A2"/>
    <w:rsid w:val="003E7861"/>
    <w:rsid w:val="00400AED"/>
    <w:rsid w:val="00410AD9"/>
    <w:rsid w:val="00412468"/>
    <w:rsid w:val="00423E3E"/>
    <w:rsid w:val="00427AF4"/>
    <w:rsid w:val="0043096D"/>
    <w:rsid w:val="004400E2"/>
    <w:rsid w:val="00445FC8"/>
    <w:rsid w:val="00451E58"/>
    <w:rsid w:val="0046097C"/>
    <w:rsid w:val="004647DA"/>
    <w:rsid w:val="00474062"/>
    <w:rsid w:val="00477D6B"/>
    <w:rsid w:val="004A03EF"/>
    <w:rsid w:val="004C4DE9"/>
    <w:rsid w:val="004C74F7"/>
    <w:rsid w:val="004E33EC"/>
    <w:rsid w:val="005117CB"/>
    <w:rsid w:val="00513EAC"/>
    <w:rsid w:val="0052293D"/>
    <w:rsid w:val="00525CD1"/>
    <w:rsid w:val="0053057A"/>
    <w:rsid w:val="00560A29"/>
    <w:rsid w:val="00565E48"/>
    <w:rsid w:val="00573318"/>
    <w:rsid w:val="005A0462"/>
    <w:rsid w:val="005B16F9"/>
    <w:rsid w:val="005C2867"/>
    <w:rsid w:val="005C5C67"/>
    <w:rsid w:val="005D4A0E"/>
    <w:rsid w:val="005E5E7B"/>
    <w:rsid w:val="005F2E15"/>
    <w:rsid w:val="00603C85"/>
    <w:rsid w:val="00604EEE"/>
    <w:rsid w:val="00605827"/>
    <w:rsid w:val="0060783F"/>
    <w:rsid w:val="00630F27"/>
    <w:rsid w:val="00633A68"/>
    <w:rsid w:val="00642C66"/>
    <w:rsid w:val="00643AE7"/>
    <w:rsid w:val="006447B3"/>
    <w:rsid w:val="00646050"/>
    <w:rsid w:val="006674E3"/>
    <w:rsid w:val="006713CA"/>
    <w:rsid w:val="00675FAD"/>
    <w:rsid w:val="00676C5C"/>
    <w:rsid w:val="00694E7B"/>
    <w:rsid w:val="006A093B"/>
    <w:rsid w:val="006B24EC"/>
    <w:rsid w:val="006C13EE"/>
    <w:rsid w:val="006D3662"/>
    <w:rsid w:val="006D4B11"/>
    <w:rsid w:val="006D5F75"/>
    <w:rsid w:val="00701518"/>
    <w:rsid w:val="007058FB"/>
    <w:rsid w:val="007260EB"/>
    <w:rsid w:val="00731238"/>
    <w:rsid w:val="00733540"/>
    <w:rsid w:val="007978F8"/>
    <w:rsid w:val="007A23F3"/>
    <w:rsid w:val="007A56BE"/>
    <w:rsid w:val="007B3A36"/>
    <w:rsid w:val="007B6945"/>
    <w:rsid w:val="007B6A58"/>
    <w:rsid w:val="007D1613"/>
    <w:rsid w:val="007F00CD"/>
    <w:rsid w:val="007F30F2"/>
    <w:rsid w:val="008077F9"/>
    <w:rsid w:val="008078F6"/>
    <w:rsid w:val="00865C86"/>
    <w:rsid w:val="008A0427"/>
    <w:rsid w:val="008B2CC1"/>
    <w:rsid w:val="008B4B69"/>
    <w:rsid w:val="008B60B2"/>
    <w:rsid w:val="008C53FB"/>
    <w:rsid w:val="008E5A62"/>
    <w:rsid w:val="0090731E"/>
    <w:rsid w:val="00916EE2"/>
    <w:rsid w:val="00931AFE"/>
    <w:rsid w:val="00946305"/>
    <w:rsid w:val="00951DE8"/>
    <w:rsid w:val="00966A22"/>
    <w:rsid w:val="0096722F"/>
    <w:rsid w:val="009708EB"/>
    <w:rsid w:val="00980843"/>
    <w:rsid w:val="00986633"/>
    <w:rsid w:val="00993B20"/>
    <w:rsid w:val="009B0A36"/>
    <w:rsid w:val="009C1EDE"/>
    <w:rsid w:val="009D3A50"/>
    <w:rsid w:val="009E2791"/>
    <w:rsid w:val="009E3F6F"/>
    <w:rsid w:val="009E6164"/>
    <w:rsid w:val="009F499F"/>
    <w:rsid w:val="00A42DAF"/>
    <w:rsid w:val="00A45BD8"/>
    <w:rsid w:val="00A54374"/>
    <w:rsid w:val="00A63DDD"/>
    <w:rsid w:val="00A67813"/>
    <w:rsid w:val="00A74EC0"/>
    <w:rsid w:val="00A75C22"/>
    <w:rsid w:val="00A85B8E"/>
    <w:rsid w:val="00A93996"/>
    <w:rsid w:val="00AA4AC6"/>
    <w:rsid w:val="00AC205C"/>
    <w:rsid w:val="00AD7CEE"/>
    <w:rsid w:val="00AF2553"/>
    <w:rsid w:val="00B05A69"/>
    <w:rsid w:val="00B20A6D"/>
    <w:rsid w:val="00B24D32"/>
    <w:rsid w:val="00B62934"/>
    <w:rsid w:val="00B62A81"/>
    <w:rsid w:val="00B631AD"/>
    <w:rsid w:val="00B66F93"/>
    <w:rsid w:val="00B763A7"/>
    <w:rsid w:val="00B87BF6"/>
    <w:rsid w:val="00B9116B"/>
    <w:rsid w:val="00B9734B"/>
    <w:rsid w:val="00C00149"/>
    <w:rsid w:val="00C0290A"/>
    <w:rsid w:val="00C050B5"/>
    <w:rsid w:val="00C11BFE"/>
    <w:rsid w:val="00C25D62"/>
    <w:rsid w:val="00C329A1"/>
    <w:rsid w:val="00C67326"/>
    <w:rsid w:val="00C7008E"/>
    <w:rsid w:val="00C738EA"/>
    <w:rsid w:val="00C804C9"/>
    <w:rsid w:val="00C94629"/>
    <w:rsid w:val="00C97EE7"/>
    <w:rsid w:val="00CD5231"/>
    <w:rsid w:val="00CD6461"/>
    <w:rsid w:val="00CE0D7E"/>
    <w:rsid w:val="00CE6072"/>
    <w:rsid w:val="00CF4938"/>
    <w:rsid w:val="00D00A34"/>
    <w:rsid w:val="00D019F7"/>
    <w:rsid w:val="00D04202"/>
    <w:rsid w:val="00D04C90"/>
    <w:rsid w:val="00D05221"/>
    <w:rsid w:val="00D311CE"/>
    <w:rsid w:val="00D32884"/>
    <w:rsid w:val="00D45252"/>
    <w:rsid w:val="00D53701"/>
    <w:rsid w:val="00D56C94"/>
    <w:rsid w:val="00D63D4B"/>
    <w:rsid w:val="00D71B4D"/>
    <w:rsid w:val="00D8746F"/>
    <w:rsid w:val="00D9132A"/>
    <w:rsid w:val="00D93D55"/>
    <w:rsid w:val="00DA4748"/>
    <w:rsid w:val="00DB514A"/>
    <w:rsid w:val="00DC2CE0"/>
    <w:rsid w:val="00DC5C18"/>
    <w:rsid w:val="00DC7401"/>
    <w:rsid w:val="00E02F08"/>
    <w:rsid w:val="00E1688F"/>
    <w:rsid w:val="00E1691C"/>
    <w:rsid w:val="00E335FE"/>
    <w:rsid w:val="00E5021F"/>
    <w:rsid w:val="00E628F3"/>
    <w:rsid w:val="00E63A31"/>
    <w:rsid w:val="00E723E9"/>
    <w:rsid w:val="00EA5564"/>
    <w:rsid w:val="00EA5730"/>
    <w:rsid w:val="00EC4E49"/>
    <w:rsid w:val="00ED1F5C"/>
    <w:rsid w:val="00ED77FB"/>
    <w:rsid w:val="00EF4118"/>
    <w:rsid w:val="00EF660B"/>
    <w:rsid w:val="00F021A6"/>
    <w:rsid w:val="00F05655"/>
    <w:rsid w:val="00F07A66"/>
    <w:rsid w:val="00F07AC0"/>
    <w:rsid w:val="00F11D94"/>
    <w:rsid w:val="00F21B36"/>
    <w:rsid w:val="00F23315"/>
    <w:rsid w:val="00F245BE"/>
    <w:rsid w:val="00F36D61"/>
    <w:rsid w:val="00F3726C"/>
    <w:rsid w:val="00F55142"/>
    <w:rsid w:val="00F6280B"/>
    <w:rsid w:val="00F66152"/>
    <w:rsid w:val="00F962B0"/>
    <w:rsid w:val="00FB1681"/>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s-E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semiHidden/>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s-E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semiHidden/>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1082</Words>
  <Characters>6109</Characters>
  <Application>Microsoft Office Word</Application>
  <DocSecurity>0</DocSecurity>
  <Lines>115</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Fondo de Contribuciones Voluntarias para las comunidades indígenas y locales acreditadas: Decisiones adoptadas por el Director General de conformidad con la recomendación de la Junta Asesora</vt:lpstr>
      <vt:lpstr> </vt:lpstr>
    </vt:vector>
  </TitlesOfParts>
  <Company>WIPO</Company>
  <LinksUpToDate>false</LinksUpToDate>
  <CharactersWithSpaces>7163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Fondo de Contribuciones Voluntarias para las comunidades indígenas y locales acreditadas: Decisiones adoptadas por el Director General de conformidad con la recomendación de la Junta Asesora</dc:title>
  <dc:creator>Mutoro</dc:creator>
  <dc:description>JC/nc
19/07/2013</dc:description>
  <cp:lastModifiedBy>JC</cp:lastModifiedBy>
  <cp:revision>13</cp:revision>
  <cp:lastPrinted>2013-07-19T13:33:00Z</cp:lastPrinted>
  <dcterms:created xsi:type="dcterms:W3CDTF">2013-07-19T13:13:00Z</dcterms:created>
  <dcterms:modified xsi:type="dcterms:W3CDTF">2013-07-19T13:40:00Z</dcterms:modified>
</cp:coreProperties>
</file>