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819D6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AEABF21" wp14:editId="3AB31773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0397750B" wp14:editId="6471C77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F6C22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BF4169C" w14:textId="561364DF" w:rsidR="008B2CC1" w:rsidRPr="00DB0349" w:rsidRDefault="007C192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</w:t>
      </w:r>
      <w:r w:rsidR="00D37B53">
        <w:rPr>
          <w:rFonts w:ascii="Arial Black" w:hAnsi="Arial Black"/>
          <w:caps/>
          <w:sz w:val="15"/>
        </w:rPr>
        <w:t>DC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4072CB">
        <w:rPr>
          <w:rFonts w:ascii="Arial Black" w:hAnsi="Arial Black"/>
          <w:caps/>
          <w:sz w:val="15"/>
        </w:rPr>
        <w:t>1 Prov.</w:t>
      </w:r>
      <w:r w:rsidR="00CF5CAB">
        <w:rPr>
          <w:rFonts w:ascii="Arial Black" w:hAnsi="Arial Black"/>
          <w:caps/>
          <w:sz w:val="15"/>
        </w:rPr>
        <w:t>3</w:t>
      </w:r>
    </w:p>
    <w:bookmarkEnd w:id="0"/>
    <w:p w14:paraId="3E143FC8" w14:textId="77777777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Original : </w:t>
      </w:r>
      <w:bookmarkStart w:id="1" w:name="Original"/>
      <w:r w:rsidR="004072CB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29DF9EB8" w14:textId="53AA65D4"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date : </w:t>
      </w:r>
      <w:bookmarkStart w:id="2" w:name="Date"/>
      <w:r w:rsidR="00CF5CAB">
        <w:rPr>
          <w:rFonts w:ascii="Arial Black" w:hAnsi="Arial Black"/>
          <w:caps/>
          <w:sz w:val="15"/>
          <w:szCs w:val="15"/>
        </w:rPr>
        <w:t>10</w:t>
      </w:r>
      <w:r w:rsidR="004072CB">
        <w:rPr>
          <w:rFonts w:ascii="Arial Black" w:hAnsi="Arial Black"/>
          <w:caps/>
          <w:sz w:val="15"/>
          <w:szCs w:val="15"/>
        </w:rPr>
        <w:t> </w:t>
      </w:r>
      <w:r w:rsidR="00CF5CAB">
        <w:rPr>
          <w:rFonts w:ascii="Arial Black" w:hAnsi="Arial Black"/>
          <w:caps/>
          <w:sz w:val="15"/>
          <w:szCs w:val="15"/>
        </w:rPr>
        <w:t>mai</w:t>
      </w:r>
      <w:r w:rsidR="004072CB">
        <w:rPr>
          <w:rFonts w:ascii="Arial Black" w:hAnsi="Arial Black"/>
          <w:caps/>
          <w:sz w:val="15"/>
          <w:szCs w:val="15"/>
        </w:rPr>
        <w:t> 2024</w:t>
      </w:r>
    </w:p>
    <w:bookmarkEnd w:id="2"/>
    <w:p w14:paraId="02D8C221" w14:textId="77777777" w:rsidR="00D37B53" w:rsidRPr="00D37B53" w:rsidRDefault="00D37B53" w:rsidP="00D37B53">
      <w:pPr>
        <w:spacing w:after="600"/>
        <w:rPr>
          <w:b/>
          <w:sz w:val="28"/>
          <w:szCs w:val="28"/>
          <w:lang w:val="fr-FR"/>
        </w:rPr>
      </w:pPr>
      <w:r w:rsidRPr="00D37B53">
        <w:rPr>
          <w:b/>
          <w:sz w:val="28"/>
          <w:szCs w:val="28"/>
          <w:lang w:val="fr-FR"/>
        </w:rPr>
        <w:t>Conférence diplomatique pour la conclusion d</w:t>
      </w:r>
      <w:r w:rsidR="004072CB">
        <w:rPr>
          <w:b/>
          <w:sz w:val="28"/>
          <w:szCs w:val="28"/>
          <w:lang w:val="fr-FR"/>
        </w:rPr>
        <w:t>’</w:t>
      </w:r>
      <w:r w:rsidRPr="00D37B53">
        <w:rPr>
          <w:b/>
          <w:sz w:val="28"/>
          <w:szCs w:val="28"/>
          <w:lang w:val="fr-FR"/>
        </w:rPr>
        <w:t>un instrument juridique international sur la propriété intellectuelle relative aux ressources génétiques et aux savoirs traditionnels associés aux ressources génétiques</w:t>
      </w:r>
    </w:p>
    <w:p w14:paraId="509C11D4" w14:textId="77777777" w:rsidR="008B2CC1" w:rsidRPr="003845C1" w:rsidRDefault="007C1928" w:rsidP="00DB0349">
      <w:pPr>
        <w:spacing w:after="720"/>
        <w:rPr>
          <w:b/>
          <w:sz w:val="24"/>
          <w:szCs w:val="24"/>
        </w:rPr>
      </w:pPr>
      <w:r w:rsidRPr="007C1928">
        <w:rPr>
          <w:b/>
          <w:sz w:val="24"/>
          <w:szCs w:val="24"/>
        </w:rPr>
        <w:t xml:space="preserve">Genève, </w:t>
      </w:r>
      <w:r w:rsidR="00D37B53" w:rsidRPr="00424E54">
        <w:rPr>
          <w:b/>
          <w:sz w:val="24"/>
          <w:szCs w:val="24"/>
        </w:rPr>
        <w:t xml:space="preserve">13 – 24 mai </w:t>
      </w:r>
      <w:r w:rsidR="00D37B53">
        <w:rPr>
          <w:b/>
          <w:sz w:val="24"/>
          <w:szCs w:val="24"/>
        </w:rPr>
        <w:t>2024</w:t>
      </w:r>
    </w:p>
    <w:p w14:paraId="0E64C172" w14:textId="3F9F875D" w:rsidR="008B2CC1" w:rsidRPr="00842A13" w:rsidRDefault="004072CB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d’ordre du jour révisé</w:t>
      </w:r>
    </w:p>
    <w:p w14:paraId="4A5DEB36" w14:textId="4DEA70A0" w:rsidR="00525B63" w:rsidRPr="004072CB" w:rsidRDefault="004072CB" w:rsidP="00DB0349">
      <w:pPr>
        <w:spacing w:after="960"/>
        <w:rPr>
          <w:i/>
          <w:iCs/>
        </w:rPr>
      </w:pPr>
      <w:bookmarkStart w:id="4" w:name="Prepared"/>
      <w:bookmarkEnd w:id="3"/>
      <w:proofErr w:type="gramStart"/>
      <w:r w:rsidRPr="004072CB">
        <w:rPr>
          <w:i/>
          <w:iCs/>
        </w:rPr>
        <w:t>établi</w:t>
      </w:r>
      <w:proofErr w:type="gramEnd"/>
      <w:r w:rsidRPr="004072CB">
        <w:rPr>
          <w:i/>
          <w:iCs/>
        </w:rPr>
        <w:t xml:space="preserve"> par le Secrétariat</w:t>
      </w:r>
    </w:p>
    <w:bookmarkEnd w:id="4"/>
    <w:p w14:paraId="55FED7D2" w14:textId="77777777" w:rsidR="004072CB" w:rsidRPr="00376A53" w:rsidRDefault="004072CB" w:rsidP="004072CB">
      <w:pPr>
        <w:pStyle w:val="ONUMFS"/>
        <w:rPr>
          <w:szCs w:val="22"/>
        </w:rPr>
      </w:pPr>
      <w:r>
        <w:t>Ouverture de la conférence par le Directeur général de l’OMPI</w:t>
      </w:r>
    </w:p>
    <w:p w14:paraId="2CAA6F27" w14:textId="77777777" w:rsidR="004072CB" w:rsidRPr="00376A53" w:rsidRDefault="004072CB" w:rsidP="004072CB">
      <w:pPr>
        <w:pStyle w:val="ONUMFS"/>
        <w:rPr>
          <w:szCs w:val="22"/>
        </w:rPr>
      </w:pPr>
      <w:r>
        <w:t>Examen et adoption du règlement intérieur</w:t>
      </w:r>
    </w:p>
    <w:p w14:paraId="2176F92C" w14:textId="77777777" w:rsidR="004072CB" w:rsidRPr="00376A53" w:rsidRDefault="004072CB" w:rsidP="004072CB">
      <w:pPr>
        <w:pStyle w:val="ONUMFS"/>
        <w:rPr>
          <w:szCs w:val="22"/>
        </w:rPr>
      </w:pPr>
      <w:r>
        <w:t>Élection du président de la conférence</w:t>
      </w:r>
    </w:p>
    <w:p w14:paraId="6C41C3D4" w14:textId="77777777" w:rsidR="004072CB" w:rsidRPr="00376A53" w:rsidRDefault="004072CB" w:rsidP="004072CB">
      <w:pPr>
        <w:pStyle w:val="ONUMFS"/>
        <w:rPr>
          <w:szCs w:val="22"/>
        </w:rPr>
      </w:pPr>
      <w:r>
        <w:t>Examen et adoption de l’ordre du jour</w:t>
      </w:r>
    </w:p>
    <w:p w14:paraId="68BE2E87" w14:textId="2A3F3A35" w:rsidR="004072CB" w:rsidRDefault="004072CB" w:rsidP="004072CB">
      <w:pPr>
        <w:pStyle w:val="ONUMFS"/>
        <w:ind w:left="567" w:hanging="567"/>
      </w:pPr>
      <w:r>
        <w:t>Élection des vice</w:t>
      </w:r>
      <w:r>
        <w:noBreakHyphen/>
        <w:t xml:space="preserve">présidents de la </w:t>
      </w:r>
      <w:proofErr w:type="gramStart"/>
      <w:r>
        <w:t>conférence</w:t>
      </w:r>
      <w:r w:rsidR="00CF5CAB">
        <w:t xml:space="preserve">;  </w:t>
      </w:r>
      <w:r>
        <w:t>des</w:t>
      </w:r>
      <w:proofErr w:type="gramEnd"/>
      <w:r>
        <w:t xml:space="preserve"> membres de la Commission de vérification des pouvoirs</w:t>
      </w:r>
      <w:r w:rsidR="00CF5CAB">
        <w:t>;  d</w:t>
      </w:r>
      <w:r>
        <w:t>es membres du Comité de rédaction</w:t>
      </w:r>
      <w:r w:rsidR="00CF5CAB">
        <w:t xml:space="preserve">;  et </w:t>
      </w:r>
      <w:r>
        <w:t>du bureau de la Commission de vérification des pouvoirs, des commissions principales et du Comité de rédaction</w:t>
      </w:r>
    </w:p>
    <w:p w14:paraId="630BDD3D" w14:textId="77777777" w:rsidR="004072CB" w:rsidRPr="002E6670" w:rsidRDefault="004072CB" w:rsidP="004072CB">
      <w:pPr>
        <w:pStyle w:val="ONUMFS"/>
      </w:pPr>
      <w:r>
        <w:t>Accréditation des observateurs de la conférence</w:t>
      </w:r>
    </w:p>
    <w:p w14:paraId="59335216" w14:textId="77777777" w:rsidR="004072CB" w:rsidRPr="00376A53" w:rsidRDefault="004072CB" w:rsidP="004072CB">
      <w:pPr>
        <w:pStyle w:val="ONUMFS"/>
        <w:rPr>
          <w:szCs w:val="22"/>
        </w:rPr>
      </w:pPr>
      <w:r>
        <w:t>Déclarations liminaires des délégations et des représentants des observateurs</w:t>
      </w:r>
    </w:p>
    <w:p w14:paraId="20E10989" w14:textId="77777777" w:rsidR="004072CB" w:rsidRPr="00376A53" w:rsidRDefault="004072CB" w:rsidP="004072CB">
      <w:pPr>
        <w:pStyle w:val="ONUMFS"/>
        <w:rPr>
          <w:szCs w:val="22"/>
        </w:rPr>
      </w:pPr>
      <w:r>
        <w:t>Examen du premier rapport de la Commission de vérification des pouvoirs</w:t>
      </w:r>
    </w:p>
    <w:p w14:paraId="743783B0" w14:textId="77777777" w:rsidR="004072CB" w:rsidRPr="00376A53" w:rsidRDefault="004072CB" w:rsidP="004072CB">
      <w:pPr>
        <w:pStyle w:val="ONUMFS"/>
        <w:rPr>
          <w:szCs w:val="22"/>
        </w:rPr>
      </w:pPr>
      <w:r>
        <w:t>Examen des textes proposés par les commissions principales</w:t>
      </w:r>
    </w:p>
    <w:p w14:paraId="10C3FC9D" w14:textId="77777777" w:rsidR="004072CB" w:rsidRPr="00376A53" w:rsidRDefault="004072CB" w:rsidP="004072CB">
      <w:pPr>
        <w:pStyle w:val="ONUMFS"/>
        <w:rPr>
          <w:szCs w:val="22"/>
        </w:rPr>
      </w:pPr>
      <w:r>
        <w:t>Examen du deuxième rapport de la Commission de vérification des pouvoirs</w:t>
      </w:r>
    </w:p>
    <w:p w14:paraId="49BEC84F" w14:textId="77777777" w:rsidR="004072CB" w:rsidRPr="00376A53" w:rsidRDefault="004072CB" w:rsidP="004072CB">
      <w:pPr>
        <w:pStyle w:val="ONUMFS"/>
        <w:rPr>
          <w:szCs w:val="22"/>
        </w:rPr>
      </w:pPr>
      <w:r>
        <w:t>Adoption du traité</w:t>
      </w:r>
    </w:p>
    <w:p w14:paraId="37175E29" w14:textId="77777777" w:rsidR="004072CB" w:rsidRPr="00376A53" w:rsidRDefault="004072CB" w:rsidP="004072CB">
      <w:pPr>
        <w:pStyle w:val="ONUMFS"/>
        <w:ind w:left="567" w:hanging="567"/>
        <w:rPr>
          <w:szCs w:val="22"/>
        </w:rPr>
      </w:pPr>
      <w:r>
        <w:lastRenderedPageBreak/>
        <w:t>Adoption éventuelle de recommandations, de résolutions, de déclarations communes ou d’un acte final</w:t>
      </w:r>
    </w:p>
    <w:p w14:paraId="16840E1C" w14:textId="77777777" w:rsidR="004072CB" w:rsidRPr="00376A53" w:rsidRDefault="004072CB" w:rsidP="004072CB">
      <w:pPr>
        <w:pStyle w:val="ONUMFS"/>
        <w:rPr>
          <w:szCs w:val="22"/>
        </w:rPr>
      </w:pPr>
      <w:r>
        <w:t>Déclarations de clôture des délégations et des représentants des observateurs</w:t>
      </w:r>
    </w:p>
    <w:p w14:paraId="631DF906" w14:textId="77777777" w:rsidR="004072CB" w:rsidRPr="000E42A5" w:rsidRDefault="004072CB" w:rsidP="004072CB">
      <w:pPr>
        <w:pStyle w:val="ONUMFS"/>
        <w:rPr>
          <w:szCs w:val="22"/>
        </w:rPr>
      </w:pPr>
      <w:r>
        <w:t>Clôture de la conférence par le président</w:t>
      </w:r>
      <w:r>
        <w:rPr>
          <w:rStyle w:val="FootnoteReference"/>
          <w:szCs w:val="22"/>
        </w:rPr>
        <w:footnoteReference w:customMarkFollows="1" w:id="2"/>
        <w:sym w:font="Symbol" w:char="F02A"/>
      </w:r>
    </w:p>
    <w:p w14:paraId="10154452" w14:textId="395FE508" w:rsidR="000F5E56" w:rsidRPr="004072CB" w:rsidRDefault="004072CB" w:rsidP="004072CB">
      <w:pPr>
        <w:pStyle w:val="Endofdocument-Annex"/>
      </w:pPr>
      <w:r w:rsidRPr="004072CB">
        <w:t>[Fin du document]</w:t>
      </w:r>
    </w:p>
    <w:sectPr w:rsidR="000F5E56" w:rsidRPr="004072CB" w:rsidSect="004072CB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4DC7" w14:textId="77777777" w:rsidR="004072CB" w:rsidRDefault="004072CB">
      <w:r>
        <w:separator/>
      </w:r>
    </w:p>
  </w:endnote>
  <w:endnote w:type="continuationSeparator" w:id="0">
    <w:p w14:paraId="09896F51" w14:textId="77777777" w:rsidR="004072CB" w:rsidRPr="009D30E6" w:rsidRDefault="004072C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8801D9C" w14:textId="77777777" w:rsidR="004072CB" w:rsidRPr="009D30E6" w:rsidRDefault="004072C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2A22854" w14:textId="77777777" w:rsidR="004072CB" w:rsidRPr="009D30E6" w:rsidRDefault="004072C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36F9" w14:textId="77777777" w:rsidR="004072CB" w:rsidRDefault="004072CB">
      <w:r>
        <w:separator/>
      </w:r>
    </w:p>
  </w:footnote>
  <w:footnote w:type="continuationSeparator" w:id="0">
    <w:p w14:paraId="4859CAA8" w14:textId="77777777" w:rsidR="004072CB" w:rsidRDefault="004072CB" w:rsidP="007461F1">
      <w:r>
        <w:separator/>
      </w:r>
    </w:p>
    <w:p w14:paraId="37C07CCD" w14:textId="77777777" w:rsidR="004072CB" w:rsidRPr="009D30E6" w:rsidRDefault="004072C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7DE8DE1" w14:textId="77777777" w:rsidR="004072CB" w:rsidRPr="009D30E6" w:rsidRDefault="004072C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3662360A" w14:textId="77777777" w:rsidR="004072CB" w:rsidRPr="00B13265" w:rsidRDefault="004072CB" w:rsidP="004072CB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16"/>
        </w:rPr>
        <w:sym w:font="Symbol" w:char="F02A"/>
      </w:r>
      <w:r>
        <w:rPr>
          <w:sz w:val="16"/>
        </w:rPr>
        <w:tab/>
        <w:t>L’acte final, le cas échéant, et l’instrument seront ouverts à la signature immédiatement après la clôture de la conférence.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508F" w14:textId="6195024D" w:rsidR="00F16975" w:rsidRDefault="004072CB" w:rsidP="00477D6B">
    <w:pPr>
      <w:jc w:val="right"/>
    </w:pPr>
    <w:bookmarkStart w:id="5" w:name="Code2"/>
    <w:bookmarkEnd w:id="5"/>
    <w:r>
      <w:t>GRATK/DC/1 Prov.</w:t>
    </w:r>
    <w:r w:rsidR="00CF5CAB">
      <w:t>3</w:t>
    </w:r>
  </w:p>
  <w:p w14:paraId="36A3A4C8" w14:textId="0671BADB" w:rsidR="004F4E31" w:rsidRDefault="00F16975" w:rsidP="004072CB">
    <w:pPr>
      <w:spacing w:after="480"/>
      <w:jc w:val="right"/>
    </w:pPr>
    <w:proofErr w:type="gramStart"/>
    <w:r>
      <w:t>page</w:t>
    </w:r>
    <w:proofErr w:type="gramEnd"/>
    <w:r w:rsidR="004072C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7399781">
    <w:abstractNumId w:val="2"/>
  </w:num>
  <w:num w:numId="2" w16cid:durableId="1014039840">
    <w:abstractNumId w:val="4"/>
  </w:num>
  <w:num w:numId="3" w16cid:durableId="1132333862">
    <w:abstractNumId w:val="0"/>
  </w:num>
  <w:num w:numId="4" w16cid:durableId="1421565133">
    <w:abstractNumId w:val="5"/>
  </w:num>
  <w:num w:numId="5" w16cid:durableId="206455872">
    <w:abstractNumId w:val="1"/>
  </w:num>
  <w:num w:numId="6" w16cid:durableId="9263061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2CB"/>
    <w:rsid w:val="00011B7D"/>
    <w:rsid w:val="00075432"/>
    <w:rsid w:val="000F5E56"/>
    <w:rsid w:val="001362EE"/>
    <w:rsid w:val="001832A6"/>
    <w:rsid w:val="00195C6E"/>
    <w:rsid w:val="001B266A"/>
    <w:rsid w:val="001D3D56"/>
    <w:rsid w:val="00240654"/>
    <w:rsid w:val="002634C4"/>
    <w:rsid w:val="002D4918"/>
    <w:rsid w:val="002E4D1A"/>
    <w:rsid w:val="002F16BC"/>
    <w:rsid w:val="002F4E68"/>
    <w:rsid w:val="00315FCA"/>
    <w:rsid w:val="00370764"/>
    <w:rsid w:val="003845C1"/>
    <w:rsid w:val="003A1BCD"/>
    <w:rsid w:val="004008A2"/>
    <w:rsid w:val="004025DF"/>
    <w:rsid w:val="004072CB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A25AE"/>
    <w:rsid w:val="005E6516"/>
    <w:rsid w:val="00605827"/>
    <w:rsid w:val="0066388D"/>
    <w:rsid w:val="00676936"/>
    <w:rsid w:val="006B0DB5"/>
    <w:rsid w:val="006E4243"/>
    <w:rsid w:val="007461F1"/>
    <w:rsid w:val="007C1928"/>
    <w:rsid w:val="007D6961"/>
    <w:rsid w:val="007F07CB"/>
    <w:rsid w:val="008052EE"/>
    <w:rsid w:val="00810CEF"/>
    <w:rsid w:val="0081208D"/>
    <w:rsid w:val="00842A13"/>
    <w:rsid w:val="00870BB7"/>
    <w:rsid w:val="008B2CC1"/>
    <w:rsid w:val="008E7930"/>
    <w:rsid w:val="0090731E"/>
    <w:rsid w:val="00966A22"/>
    <w:rsid w:val="00974CD6"/>
    <w:rsid w:val="009D30E6"/>
    <w:rsid w:val="009E3F6F"/>
    <w:rsid w:val="009F499F"/>
    <w:rsid w:val="00A02BD3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CF5CAB"/>
    <w:rsid w:val="00D37B53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7F8E29"/>
  <w15:docId w15:val="{66911D8E-AB4C-4272-A26E-0A696F3E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4072CB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semiHidden/>
    <w:rsid w:val="004072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(F).dotm</Template>
  <TotalTime>8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GRATK/DC/1 Prov.3</vt:lpstr>
    </vt:vector>
  </TitlesOfParts>
  <Company>WIPO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GRATK/DC/1 Prov.3</dc:title>
  <dc:creator>OLIVIÉ Karen</dc:creator>
  <cp:keywords>FOR OFFICIAL USE ONLY</cp:keywords>
  <cp:lastModifiedBy>OLIVIÉ Karen</cp:lastModifiedBy>
  <cp:revision>5</cp:revision>
  <cp:lastPrinted>2011-05-19T12:37:00Z</cp:lastPrinted>
  <dcterms:created xsi:type="dcterms:W3CDTF">2024-05-10T10:13:00Z</dcterms:created>
  <dcterms:modified xsi:type="dcterms:W3CDTF">2024-05-10T15:11:00Z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2023-12-07T11:20:34Z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ca71fe12-e9c5-4dfc-83ef-463ca238758b</vt:lpwstr>
  </property>
  <property fmtid="{D5CDD505-2E9C-101B-9397-08002B2CF9AE}" pid="14" name="MSIP_Label_20773ee6-353b-4fb9-a59d-0b94c8c67bea_ContentBits">
    <vt:lpwstr>0</vt:lpwstr>
  </property>
</Properties>
</file>