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B3FD9" w14:textId="77777777" w:rsidR="008B2CC1" w:rsidRPr="008B2CC1" w:rsidRDefault="00DB0349" w:rsidP="00DB0349">
      <w:pPr>
        <w:spacing w:after="120"/>
        <w:jc w:val="right"/>
      </w:pPr>
      <w:r>
        <w:rPr>
          <w:noProof/>
          <w:lang w:val="en-US" w:eastAsia="en-US"/>
        </w:rPr>
        <w:drawing>
          <wp:inline distT="0" distB="0" distL="0" distR="0" wp14:anchorId="1CE72B94" wp14:editId="6B7F827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15BDD852" wp14:editId="2F206C4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6B88F5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CBD426B" w14:textId="77777777" w:rsidR="008B2CC1" w:rsidRPr="00DB0349" w:rsidRDefault="007C1928" w:rsidP="00DB0349">
      <w:pPr>
        <w:jc w:val="right"/>
        <w:rPr>
          <w:rFonts w:ascii="Arial Black" w:hAnsi="Arial Black"/>
          <w:caps/>
          <w:sz w:val="15"/>
          <w:szCs w:val="15"/>
        </w:rPr>
      </w:pPr>
      <w:r>
        <w:rPr>
          <w:rFonts w:ascii="Arial Black" w:hAnsi="Arial Black"/>
          <w:caps/>
          <w:sz w:val="15"/>
        </w:rPr>
        <w:t>GRATK/</w:t>
      </w:r>
      <w:r w:rsidR="00D37B53">
        <w:rPr>
          <w:rFonts w:ascii="Arial Black" w:hAnsi="Arial Black"/>
          <w:caps/>
          <w:sz w:val="15"/>
        </w:rPr>
        <w:t>DC</w:t>
      </w:r>
      <w:r>
        <w:rPr>
          <w:rFonts w:ascii="Arial Black" w:hAnsi="Arial Black"/>
          <w:caps/>
          <w:sz w:val="15"/>
        </w:rPr>
        <w:t>/</w:t>
      </w:r>
      <w:bookmarkStart w:id="0" w:name="Code"/>
      <w:r w:rsidR="00AD5F10">
        <w:rPr>
          <w:rFonts w:ascii="Arial Black" w:hAnsi="Arial Black"/>
          <w:caps/>
          <w:sz w:val="15"/>
        </w:rPr>
        <w:t>6</w:t>
      </w:r>
    </w:p>
    <w:bookmarkEnd w:id="0"/>
    <w:p w14:paraId="33A9F3DD" w14:textId="0FA4BF71"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6051BD">
        <w:rPr>
          <w:rFonts w:ascii="Arial Black" w:hAnsi="Arial Black"/>
          <w:caps/>
          <w:sz w:val="15"/>
          <w:szCs w:val="15"/>
        </w:rPr>
        <w:t> :</w:t>
      </w:r>
      <w:r>
        <w:rPr>
          <w:rFonts w:ascii="Arial Black" w:hAnsi="Arial Black"/>
          <w:caps/>
          <w:sz w:val="15"/>
          <w:szCs w:val="15"/>
        </w:rPr>
        <w:t xml:space="preserve"> </w:t>
      </w:r>
      <w:bookmarkStart w:id="1" w:name="Original"/>
      <w:r w:rsidR="00AD5F10">
        <w:rPr>
          <w:rFonts w:ascii="Arial Black" w:hAnsi="Arial Black"/>
          <w:caps/>
          <w:sz w:val="15"/>
          <w:szCs w:val="15"/>
        </w:rPr>
        <w:t>anglais</w:t>
      </w:r>
    </w:p>
    <w:bookmarkEnd w:id="1"/>
    <w:p w14:paraId="19FD3BD4" w14:textId="239897EF"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6051BD">
        <w:rPr>
          <w:rFonts w:ascii="Arial Black" w:hAnsi="Arial Black"/>
          <w:caps/>
          <w:sz w:val="15"/>
          <w:szCs w:val="15"/>
        </w:rPr>
        <w:t> :</w:t>
      </w:r>
      <w:r>
        <w:rPr>
          <w:rFonts w:ascii="Arial Black" w:hAnsi="Arial Black"/>
          <w:caps/>
          <w:sz w:val="15"/>
          <w:szCs w:val="15"/>
        </w:rPr>
        <w:t xml:space="preserve"> </w:t>
      </w:r>
      <w:bookmarkStart w:id="2" w:name="Date"/>
      <w:r w:rsidR="00AD5F10">
        <w:rPr>
          <w:rFonts w:ascii="Arial Black" w:hAnsi="Arial Black"/>
          <w:caps/>
          <w:sz w:val="15"/>
          <w:szCs w:val="15"/>
        </w:rPr>
        <w:t>20</w:t>
      </w:r>
      <w:r w:rsidR="00796500">
        <w:rPr>
          <w:rFonts w:ascii="Arial Black" w:hAnsi="Arial Black"/>
          <w:caps/>
          <w:sz w:val="15"/>
          <w:szCs w:val="15"/>
        </w:rPr>
        <w:t> </w:t>
      </w:r>
      <w:r w:rsidR="006051BD">
        <w:rPr>
          <w:rFonts w:ascii="Arial Black" w:hAnsi="Arial Black"/>
          <w:caps/>
          <w:sz w:val="15"/>
          <w:szCs w:val="15"/>
        </w:rPr>
        <w:t>mai 20</w:t>
      </w:r>
      <w:r w:rsidR="00AD5F10">
        <w:rPr>
          <w:rFonts w:ascii="Arial Black" w:hAnsi="Arial Black"/>
          <w:caps/>
          <w:sz w:val="15"/>
          <w:szCs w:val="15"/>
        </w:rPr>
        <w:t>24</w:t>
      </w:r>
    </w:p>
    <w:bookmarkEnd w:id="2"/>
    <w:p w14:paraId="22ED05FD" w14:textId="64A2825F" w:rsidR="00D37B53" w:rsidRPr="00D37B53" w:rsidRDefault="00D37B53" w:rsidP="00D37B53">
      <w:pPr>
        <w:spacing w:after="600"/>
        <w:rPr>
          <w:b/>
          <w:sz w:val="28"/>
          <w:szCs w:val="28"/>
          <w:lang w:val="fr-FR"/>
        </w:rPr>
      </w:pPr>
      <w:r w:rsidRPr="00D37B53">
        <w:rPr>
          <w:b/>
          <w:sz w:val="28"/>
          <w:szCs w:val="28"/>
          <w:lang w:val="fr-FR"/>
        </w:rPr>
        <w:t>Conférence diplomatique pour la conclusion d</w:t>
      </w:r>
      <w:r w:rsidR="006051BD">
        <w:rPr>
          <w:b/>
          <w:sz w:val="28"/>
          <w:szCs w:val="28"/>
          <w:lang w:val="fr-FR"/>
        </w:rPr>
        <w:t>’</w:t>
      </w:r>
      <w:r w:rsidRPr="00D37B53">
        <w:rPr>
          <w:b/>
          <w:sz w:val="28"/>
          <w:szCs w:val="28"/>
          <w:lang w:val="fr-FR"/>
        </w:rPr>
        <w:t>un instrument juridique international sur la propriété intellectuelle relative aux ressources génétiques et aux savoirs traditionnels associés aux ressources génétiques</w:t>
      </w:r>
    </w:p>
    <w:p w14:paraId="7A0B89CE" w14:textId="6E33CC29" w:rsidR="008B2CC1" w:rsidRPr="003845C1" w:rsidRDefault="007C1928" w:rsidP="00DB0349">
      <w:pPr>
        <w:spacing w:after="720"/>
        <w:rPr>
          <w:b/>
          <w:sz w:val="24"/>
          <w:szCs w:val="24"/>
        </w:rPr>
      </w:pPr>
      <w:r w:rsidRPr="007C1928">
        <w:rPr>
          <w:b/>
          <w:sz w:val="24"/>
          <w:szCs w:val="24"/>
        </w:rPr>
        <w:t xml:space="preserve">Genève, </w:t>
      </w:r>
      <w:r w:rsidR="00D37B53" w:rsidRPr="00424E54">
        <w:rPr>
          <w:b/>
          <w:sz w:val="24"/>
          <w:szCs w:val="24"/>
        </w:rPr>
        <w:t>13 – 24</w:t>
      </w:r>
      <w:r w:rsidR="00796500">
        <w:rPr>
          <w:b/>
          <w:sz w:val="24"/>
          <w:szCs w:val="24"/>
        </w:rPr>
        <w:t> </w:t>
      </w:r>
      <w:r w:rsidR="006051BD" w:rsidRPr="00424E54">
        <w:rPr>
          <w:b/>
          <w:sz w:val="24"/>
          <w:szCs w:val="24"/>
        </w:rPr>
        <w:t>mai</w:t>
      </w:r>
      <w:r w:rsidR="006051BD">
        <w:rPr>
          <w:b/>
          <w:sz w:val="24"/>
          <w:szCs w:val="24"/>
        </w:rPr>
        <w:t> 20</w:t>
      </w:r>
      <w:r w:rsidR="00D37B53">
        <w:rPr>
          <w:b/>
          <w:sz w:val="24"/>
          <w:szCs w:val="24"/>
        </w:rPr>
        <w:t>24</w:t>
      </w:r>
    </w:p>
    <w:p w14:paraId="2196FB00" w14:textId="7BB053ED" w:rsidR="00AD5F10" w:rsidRPr="00AD5F10" w:rsidRDefault="00AD5F10" w:rsidP="00AD5F10">
      <w:pPr>
        <w:spacing w:after="360"/>
        <w:outlineLvl w:val="0"/>
        <w:rPr>
          <w:caps/>
          <w:sz w:val="24"/>
        </w:rPr>
      </w:pPr>
      <w:bookmarkStart w:id="3" w:name="TitleOfDoc"/>
      <w:r w:rsidRPr="00AD5F10">
        <w:rPr>
          <w:caps/>
          <w:sz w:val="24"/>
        </w:rPr>
        <w:t>Deuxième rapport de la Commission de vérification des pouvoirs</w:t>
      </w:r>
    </w:p>
    <w:p w14:paraId="0CD5B397" w14:textId="269075E2" w:rsidR="00525B63" w:rsidRPr="00AD5F10" w:rsidRDefault="00AD5F10" w:rsidP="00DB0349">
      <w:pPr>
        <w:spacing w:after="960"/>
        <w:rPr>
          <w:i/>
          <w:iCs/>
        </w:rPr>
      </w:pPr>
      <w:bookmarkStart w:id="4" w:name="Prepared"/>
      <w:bookmarkEnd w:id="3"/>
      <w:proofErr w:type="gramStart"/>
      <w:r>
        <w:rPr>
          <w:i/>
          <w:iCs/>
        </w:rPr>
        <w:t>établi</w:t>
      </w:r>
      <w:proofErr w:type="gramEnd"/>
      <w:r w:rsidRPr="00AD5F10">
        <w:rPr>
          <w:i/>
          <w:iCs/>
        </w:rPr>
        <w:t xml:space="preserve"> par le Secrétariat</w:t>
      </w:r>
    </w:p>
    <w:bookmarkEnd w:id="4"/>
    <w:p w14:paraId="31ED28A2" w14:textId="3361AABF" w:rsidR="00AD5F10" w:rsidRPr="001509E7" w:rsidRDefault="00AD5F10" w:rsidP="00E52983">
      <w:pPr>
        <w:pStyle w:val="ONUMFS"/>
      </w:pPr>
      <w:r>
        <w:t>La Commission de vérification des pouvoirs (“commission”), instituée le 13</w:t>
      </w:r>
      <w:r w:rsidR="00796500">
        <w:t> </w:t>
      </w:r>
      <w:r w:rsidR="006051BD">
        <w:t>mai 20</w:t>
      </w:r>
      <w:r>
        <w:t>24 par la Conférence diplomatique pour la conclusion d</w:t>
      </w:r>
      <w:r w:rsidR="006051BD">
        <w:t>’</w:t>
      </w:r>
      <w:r>
        <w:t>un instrument juridique international sur la propriété intellectuelle relative aux ressources génétiques et aux savoirs traditionnels associés aux ressources génétiques, a tenu sa deuxième réunion le 20</w:t>
      </w:r>
      <w:r w:rsidR="00796500">
        <w:t> </w:t>
      </w:r>
      <w:r w:rsidR="006051BD">
        <w:t>mai 20</w:t>
      </w:r>
      <w:r>
        <w:t>24.</w:t>
      </w:r>
    </w:p>
    <w:p w14:paraId="2FF1954A" w14:textId="36C3BF79" w:rsidR="006051BD" w:rsidRPr="005A2C83" w:rsidRDefault="00AD5F10" w:rsidP="00E52983">
      <w:pPr>
        <w:pStyle w:val="ONUMFS"/>
      </w:pPr>
      <w:r>
        <w:t>Les délégations des États ci</w:t>
      </w:r>
      <w:r w:rsidR="0025555B">
        <w:noBreakHyphen/>
      </w:r>
      <w:r>
        <w:t>après, qui ont été élus membres de la commission par la conférence diplomatique, ont assisté à la réunion</w:t>
      </w:r>
      <w:r w:rsidR="006051BD">
        <w:t> :</w:t>
      </w:r>
      <w:r>
        <w:t xml:space="preserve"> Bangladesh, Chili, Chine, Japon, République</w:t>
      </w:r>
      <w:r w:rsidR="0025555B">
        <w:noBreakHyphen/>
      </w:r>
      <w:r>
        <w:t>Unie de Tanzanie, Slov</w:t>
      </w:r>
      <w:r w:rsidRPr="005A2C83">
        <w:t>énie et Thaïlande (7).</w:t>
      </w:r>
    </w:p>
    <w:p w14:paraId="2A915EBC" w14:textId="41F56970" w:rsidR="006051BD" w:rsidRPr="005A2C83" w:rsidRDefault="00AD5F10" w:rsidP="00E52983">
      <w:pPr>
        <w:pStyle w:val="ONUMFS"/>
      </w:pPr>
      <w:r w:rsidRPr="005A2C83">
        <w:t>Mme</w:t>
      </w:r>
      <w:r w:rsidR="00796500" w:rsidRPr="005A2C83">
        <w:t> </w:t>
      </w:r>
      <w:proofErr w:type="spellStart"/>
      <w:r w:rsidRPr="005A2C83">
        <w:t>Shanchita</w:t>
      </w:r>
      <w:proofErr w:type="spellEnd"/>
      <w:r w:rsidRPr="005A2C83">
        <w:t xml:space="preserve"> </w:t>
      </w:r>
      <w:proofErr w:type="spellStart"/>
      <w:r w:rsidRPr="005A2C83">
        <w:t>Haque</w:t>
      </w:r>
      <w:proofErr w:type="spellEnd"/>
      <w:r w:rsidRPr="005A2C83">
        <w:t xml:space="preserve"> (Bangladesh), qui a été élue présidente de la commission par la conférence diplomatique, a présidé la réuni</w:t>
      </w:r>
      <w:r w:rsidR="005A2C83" w:rsidRPr="005A2C83">
        <w:t>on.  Le</w:t>
      </w:r>
      <w:r w:rsidRPr="005A2C83">
        <w:t>s vice</w:t>
      </w:r>
      <w:r w:rsidR="0025555B">
        <w:noBreakHyphen/>
      </w:r>
      <w:r w:rsidRPr="005A2C83">
        <w:t>présidentes, élues par la conférence diplomatique, étaient Mme</w:t>
      </w:r>
      <w:r w:rsidR="00796500" w:rsidRPr="005A2C83">
        <w:t> </w:t>
      </w:r>
      <w:r w:rsidRPr="005A2C83">
        <w:t>Xia</w:t>
      </w:r>
      <w:r w:rsidR="00796500" w:rsidRPr="005A2C83">
        <w:t> </w:t>
      </w:r>
      <w:r w:rsidRPr="005A2C83">
        <w:t>Yu (Chine) et Mme</w:t>
      </w:r>
      <w:r w:rsidR="00796500" w:rsidRPr="005A2C83">
        <w:t> </w:t>
      </w:r>
      <w:r w:rsidRPr="005A2C83">
        <w:t>Loy</w:t>
      </w:r>
      <w:r w:rsidR="00796500" w:rsidRPr="005A2C83">
        <w:t> </w:t>
      </w:r>
      <w:proofErr w:type="spellStart"/>
      <w:r w:rsidRPr="005A2C83">
        <w:t>Mhando</w:t>
      </w:r>
      <w:proofErr w:type="spellEnd"/>
      <w:r w:rsidRPr="005A2C83">
        <w:t xml:space="preserve"> (République</w:t>
      </w:r>
      <w:r w:rsidR="0025555B">
        <w:noBreakHyphen/>
      </w:r>
      <w:r w:rsidRPr="005A2C83">
        <w:t>Unie de Tanzanie).</w:t>
      </w:r>
    </w:p>
    <w:p w14:paraId="6E837D4C" w14:textId="5D3A03C3" w:rsidR="00AD5F10" w:rsidRDefault="00AD5F10" w:rsidP="00E52983">
      <w:pPr>
        <w:pStyle w:val="ONUMFS"/>
      </w:pPr>
      <w:r w:rsidRPr="005A2C83">
        <w:t>Conformément à l</w:t>
      </w:r>
      <w:r w:rsidR="006051BD" w:rsidRPr="005A2C83">
        <w:t>’</w:t>
      </w:r>
      <w:r w:rsidRPr="005A2C83">
        <w:t>article</w:t>
      </w:r>
      <w:r w:rsidR="00796500" w:rsidRPr="005A2C83">
        <w:t> </w:t>
      </w:r>
      <w:r w:rsidRPr="005A2C83">
        <w:t xml:space="preserve">9.1) du règlement intérieur adopté par la conférence le </w:t>
      </w:r>
      <w:r>
        <w:t>13 </w:t>
      </w:r>
      <w:r w:rsidR="006051BD">
        <w:t>mai 20</w:t>
      </w:r>
      <w:r>
        <w:t>24 (</w:t>
      </w:r>
      <w:r w:rsidR="006051BD">
        <w:t>document GR</w:t>
      </w:r>
      <w:r>
        <w:t>ATK/DC/2), la commission a examiné les lettres de créance et les pleins pouvoirs reçus depuis sa première réunion, tenue le 15 </w:t>
      </w:r>
      <w:r w:rsidR="006051BD">
        <w:t>mai 20</w:t>
      </w:r>
      <w:r>
        <w:t xml:space="preserve">24, dont le rapport est reproduit dans le </w:t>
      </w:r>
      <w:r w:rsidR="006051BD">
        <w:t>document GR</w:t>
      </w:r>
      <w:r>
        <w:t>ATK/DC/5.</w:t>
      </w:r>
    </w:p>
    <w:p w14:paraId="456AB7C2" w14:textId="29845EF5" w:rsidR="00AD5F10" w:rsidRDefault="00AD5F10" w:rsidP="00E52983">
      <w:pPr>
        <w:pStyle w:val="ONUMFS"/>
      </w:pPr>
      <w:r>
        <w:t>La commission a jugé en bonne et due forme les documents ci</w:t>
      </w:r>
      <w:r w:rsidR="0025555B">
        <w:noBreakHyphen/>
      </w:r>
      <w:r>
        <w:t>après reçus depuis sa première réunion</w:t>
      </w:r>
      <w:r w:rsidR="006051BD">
        <w:t> :</w:t>
      </w:r>
    </w:p>
    <w:p w14:paraId="6E918177" w14:textId="77777777" w:rsidR="006051BD" w:rsidRDefault="00AD5F10" w:rsidP="00E52983">
      <w:pPr>
        <w:pStyle w:val="ListParagraph"/>
        <w:numPr>
          <w:ilvl w:val="0"/>
          <w:numId w:val="12"/>
        </w:numPr>
        <w:spacing w:after="220"/>
        <w:ind w:left="0" w:firstLine="567"/>
      </w:pPr>
      <w:proofErr w:type="gramStart"/>
      <w:r>
        <w:t>en</w:t>
      </w:r>
      <w:proofErr w:type="gramEnd"/>
      <w:r>
        <w:t xml:space="preserve"> ce qui concerne les délégations membres,</w:t>
      </w:r>
    </w:p>
    <w:p w14:paraId="6E7E8677" w14:textId="0D69CEA2" w:rsidR="00AD5F10" w:rsidRPr="004D7D6E" w:rsidRDefault="00AD5F10" w:rsidP="00E52983">
      <w:pPr>
        <w:numPr>
          <w:ilvl w:val="0"/>
          <w:numId w:val="9"/>
        </w:numPr>
        <w:tabs>
          <w:tab w:val="right" w:pos="567"/>
        </w:tabs>
        <w:spacing w:after="220"/>
        <w:ind w:left="1701" w:hanging="567"/>
      </w:pPr>
      <w:proofErr w:type="gramStart"/>
      <w:r>
        <w:lastRenderedPageBreak/>
        <w:t>les</w:t>
      </w:r>
      <w:proofErr w:type="gramEnd"/>
      <w:r>
        <w:t xml:space="preserve"> lettres de créance et les pleins pouvoirs (c</w:t>
      </w:r>
      <w:r w:rsidR="006051BD">
        <w:t>’</w:t>
      </w:r>
      <w:r>
        <w:t>est</w:t>
      </w:r>
      <w:r w:rsidR="0025555B">
        <w:noBreakHyphen/>
      </w:r>
      <w:r>
        <w:t>à</w:t>
      </w:r>
      <w:r w:rsidR="0025555B">
        <w:noBreakHyphen/>
      </w:r>
      <w:r>
        <w:t>dire les lettres de créance pour participer à la conférence et signer l</w:t>
      </w:r>
      <w:r w:rsidR="006051BD">
        <w:t>’</w:t>
      </w:r>
      <w:r>
        <w:t>acte final de la conférence, et les pleins pouvoirs pour signer l</w:t>
      </w:r>
      <w:r w:rsidR="006051BD">
        <w:t>’</w:t>
      </w:r>
      <w:r>
        <w:t>instrument juridique international devant être adopté par la conférence diplomatique) des délégations des six</w:t>
      </w:r>
      <w:r w:rsidR="00FE340F">
        <w:t> </w:t>
      </w:r>
      <w:r>
        <w:t>États suivants (6)</w:t>
      </w:r>
      <w:r w:rsidR="006051BD">
        <w:t> :</w:t>
      </w: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tblGrid>
      <w:tr w:rsidR="00AD5F10" w:rsidRPr="004D7D6E" w14:paraId="2A068F99" w14:textId="77777777" w:rsidTr="0007210F">
        <w:tc>
          <w:tcPr>
            <w:tcW w:w="3896" w:type="dxa"/>
            <w:tcBorders>
              <w:top w:val="nil"/>
              <w:left w:val="nil"/>
              <w:bottom w:val="nil"/>
              <w:right w:val="nil"/>
            </w:tcBorders>
            <w:hideMark/>
          </w:tcPr>
          <w:p w14:paraId="06F96E3B" w14:textId="77777777" w:rsidR="00AD5F10" w:rsidRPr="004D7D6E" w:rsidRDefault="00AD5F10" w:rsidP="0007210F">
            <w:pPr>
              <w:ind w:left="89"/>
            </w:pPr>
            <w:r>
              <w:t>Bhoutan</w:t>
            </w:r>
          </w:p>
        </w:tc>
      </w:tr>
      <w:tr w:rsidR="00AD5F10" w:rsidRPr="004D7D6E" w14:paraId="4ADBDB63" w14:textId="77777777" w:rsidTr="0007210F">
        <w:tc>
          <w:tcPr>
            <w:tcW w:w="3896" w:type="dxa"/>
            <w:tcBorders>
              <w:top w:val="nil"/>
              <w:left w:val="nil"/>
              <w:bottom w:val="nil"/>
              <w:right w:val="nil"/>
            </w:tcBorders>
          </w:tcPr>
          <w:p w14:paraId="58BFA2F8" w14:textId="77777777" w:rsidR="00AD5F10" w:rsidRPr="004D7D6E" w:rsidRDefault="00AD5F10" w:rsidP="0007210F">
            <w:pPr>
              <w:ind w:left="89"/>
            </w:pPr>
            <w:r>
              <w:t>Bolivie (État plurinational de)</w:t>
            </w:r>
          </w:p>
        </w:tc>
      </w:tr>
      <w:tr w:rsidR="00AD5F10" w:rsidRPr="004D7D6E" w14:paraId="7025ED24" w14:textId="77777777" w:rsidTr="0007210F">
        <w:tc>
          <w:tcPr>
            <w:tcW w:w="3896" w:type="dxa"/>
            <w:tcBorders>
              <w:top w:val="nil"/>
              <w:left w:val="nil"/>
              <w:bottom w:val="nil"/>
              <w:right w:val="nil"/>
            </w:tcBorders>
            <w:hideMark/>
          </w:tcPr>
          <w:p w14:paraId="41B5A273" w14:textId="77777777" w:rsidR="00AD5F10" w:rsidRPr="004D7D6E" w:rsidRDefault="00AD5F10" w:rsidP="0007210F">
            <w:pPr>
              <w:ind w:left="89"/>
            </w:pPr>
            <w:r>
              <w:t>Mali</w:t>
            </w:r>
          </w:p>
        </w:tc>
      </w:tr>
      <w:tr w:rsidR="00AD5F10" w:rsidRPr="004D7D6E" w14:paraId="0B53AF9D" w14:textId="77777777" w:rsidTr="0007210F">
        <w:tc>
          <w:tcPr>
            <w:tcW w:w="3896" w:type="dxa"/>
            <w:tcBorders>
              <w:top w:val="nil"/>
              <w:left w:val="nil"/>
              <w:bottom w:val="nil"/>
              <w:right w:val="nil"/>
            </w:tcBorders>
          </w:tcPr>
          <w:p w14:paraId="7A077656" w14:textId="77777777" w:rsidR="00AD5F10" w:rsidRPr="004D7D6E" w:rsidRDefault="00AD5F10" w:rsidP="0007210F">
            <w:pPr>
              <w:ind w:left="89"/>
            </w:pPr>
            <w:r>
              <w:t>Nigéria</w:t>
            </w:r>
          </w:p>
        </w:tc>
      </w:tr>
      <w:tr w:rsidR="00AD5F10" w:rsidRPr="004D7D6E" w14:paraId="19030747" w14:textId="77777777" w:rsidTr="0007210F">
        <w:tc>
          <w:tcPr>
            <w:tcW w:w="3896" w:type="dxa"/>
            <w:tcBorders>
              <w:top w:val="nil"/>
              <w:left w:val="nil"/>
              <w:bottom w:val="nil"/>
              <w:right w:val="nil"/>
            </w:tcBorders>
          </w:tcPr>
          <w:p w14:paraId="2484E2F1" w14:textId="6D93F04B" w:rsidR="00AD5F10" w:rsidRPr="004D7D6E" w:rsidRDefault="00E52983" w:rsidP="0007210F">
            <w:pPr>
              <w:ind w:left="89"/>
            </w:pPr>
            <w:r>
              <w:t>République centrafricaine</w:t>
            </w:r>
          </w:p>
        </w:tc>
      </w:tr>
      <w:tr w:rsidR="00E52983" w:rsidRPr="004D7D6E" w14:paraId="42AB7121" w14:textId="77777777" w:rsidTr="0007210F">
        <w:tc>
          <w:tcPr>
            <w:tcW w:w="3896" w:type="dxa"/>
            <w:tcBorders>
              <w:top w:val="nil"/>
              <w:left w:val="nil"/>
              <w:bottom w:val="nil"/>
              <w:right w:val="nil"/>
            </w:tcBorders>
          </w:tcPr>
          <w:p w14:paraId="43D0F748" w14:textId="3AF299A2" w:rsidR="00E52983" w:rsidRDefault="00E52983" w:rsidP="0007210F">
            <w:pPr>
              <w:ind w:left="89"/>
            </w:pPr>
            <w:r>
              <w:t>Vanuatu</w:t>
            </w:r>
          </w:p>
        </w:tc>
      </w:tr>
      <w:tr w:rsidR="00AD5F10" w:rsidRPr="004D7D6E" w14:paraId="038E3127" w14:textId="77777777" w:rsidTr="0007210F">
        <w:tc>
          <w:tcPr>
            <w:tcW w:w="3896" w:type="dxa"/>
            <w:tcBorders>
              <w:top w:val="nil"/>
              <w:left w:val="nil"/>
              <w:bottom w:val="nil"/>
              <w:right w:val="nil"/>
            </w:tcBorders>
          </w:tcPr>
          <w:p w14:paraId="243AEC76" w14:textId="77777777" w:rsidR="00AD5F10" w:rsidRPr="004D7D6E" w:rsidRDefault="00AD5F10" w:rsidP="0007210F"/>
        </w:tc>
      </w:tr>
    </w:tbl>
    <w:p w14:paraId="0100672F" w14:textId="0A8188D2" w:rsidR="00AD5F10" w:rsidRPr="004D7D6E" w:rsidRDefault="00AD5F10" w:rsidP="00E52983">
      <w:pPr>
        <w:numPr>
          <w:ilvl w:val="0"/>
          <w:numId w:val="9"/>
        </w:numPr>
        <w:spacing w:after="220"/>
        <w:ind w:left="1701" w:hanging="567"/>
      </w:pPr>
      <w:proofErr w:type="gramStart"/>
      <w:r>
        <w:t>les</w:t>
      </w:r>
      <w:proofErr w:type="gramEnd"/>
      <w:r>
        <w:t xml:space="preserve"> lettres de créance sans pleins pouvoirs pour signer l</w:t>
      </w:r>
      <w:r w:rsidR="006051BD">
        <w:t>’</w:t>
      </w:r>
      <w:r>
        <w:t>instrument juridique international (c</w:t>
      </w:r>
      <w:r w:rsidR="006051BD">
        <w:t>’</w:t>
      </w:r>
      <w:r>
        <w:t>est</w:t>
      </w:r>
      <w:r w:rsidR="0025555B">
        <w:noBreakHyphen/>
      </w:r>
      <w:r>
        <w:t>à</w:t>
      </w:r>
      <w:r w:rsidR="0025555B">
        <w:noBreakHyphen/>
      </w:r>
      <w:r>
        <w:t>dire les lettres de créance pour participer à la conférence et signer l</w:t>
      </w:r>
      <w:r w:rsidR="006051BD">
        <w:t>’</w:t>
      </w:r>
      <w:r>
        <w:t>acte final de la conférence) des délégations de l</w:t>
      </w:r>
      <w:r w:rsidR="006051BD">
        <w:t>’</w:t>
      </w:r>
      <w:r>
        <w:t>État suivant</w:t>
      </w:r>
      <w:r w:rsidR="006051BD">
        <w:t> :</w:t>
      </w:r>
      <w:r>
        <w:t xml:space="preserve"> </w:t>
      </w:r>
      <w:r>
        <w:br/>
        <w:t>Azerbaïdjan (1)</w:t>
      </w:r>
    </w:p>
    <w:p w14:paraId="07832A87" w14:textId="628E0E0B" w:rsidR="00AD5F10" w:rsidRPr="004D7D6E" w:rsidRDefault="00AD5F10" w:rsidP="00E52983">
      <w:pPr>
        <w:pStyle w:val="ListParagraph"/>
        <w:numPr>
          <w:ilvl w:val="0"/>
          <w:numId w:val="12"/>
        </w:numPr>
        <w:spacing w:after="220"/>
        <w:ind w:left="0" w:firstLine="567"/>
      </w:pPr>
      <w:proofErr w:type="gramStart"/>
      <w:r>
        <w:t>en</w:t>
      </w:r>
      <w:proofErr w:type="gramEnd"/>
      <w:r>
        <w:t xml:space="preserve"> ce qui concerne les observateurs, les lettres ou documents de désignation des représentants de l</w:t>
      </w:r>
      <w:r w:rsidR="006051BD">
        <w:t>’</w:t>
      </w:r>
      <w:r>
        <w:t>organisation non gouvernementale ci</w:t>
      </w:r>
      <w:r w:rsidR="0025555B">
        <w:noBreakHyphen/>
      </w:r>
      <w:r>
        <w:t>après</w:t>
      </w:r>
      <w:r w:rsidR="006051BD">
        <w:t> :</w:t>
      </w:r>
      <w:r>
        <w:t xml:space="preserve"> Organisation pour un réseau international d</w:t>
      </w:r>
      <w:r w:rsidR="006051BD">
        <w:t>’</w:t>
      </w:r>
      <w:r>
        <w:t>indications géographiques (ORIGIN) (1).</w:t>
      </w:r>
    </w:p>
    <w:p w14:paraId="4E033637" w14:textId="72EF1EA3" w:rsidR="00AD5F10" w:rsidRPr="00E52983" w:rsidRDefault="00AD5F10" w:rsidP="00E52983">
      <w:pPr>
        <w:pStyle w:val="ONUMFS"/>
      </w:pPr>
      <w:r w:rsidRPr="00E52983">
        <w:t>La commission recommande à la conférence réunie en séance plénière d</w:t>
      </w:r>
      <w:r w:rsidR="006051BD">
        <w:t>’</w:t>
      </w:r>
      <w:r w:rsidRPr="00E52983">
        <w:t>accepter les lettres de créance et les pleins pouvoirs des délégations mentionnées à l</w:t>
      </w:r>
      <w:r w:rsidR="006051BD">
        <w:t>’</w:t>
      </w:r>
      <w:r w:rsidR="006051BD" w:rsidRPr="00E52983">
        <w:t>alinéa</w:t>
      </w:r>
      <w:r w:rsidR="006051BD">
        <w:t> </w:t>
      </w:r>
      <w:proofErr w:type="gramStart"/>
      <w:r w:rsidR="006051BD" w:rsidRPr="00E52983">
        <w:t>a)</w:t>
      </w:r>
      <w:r w:rsidRPr="00E52983">
        <w:t>i</w:t>
      </w:r>
      <w:proofErr w:type="gramEnd"/>
      <w:r w:rsidRPr="00E52983">
        <w:t>) du paragraphe 5 ci</w:t>
      </w:r>
      <w:r w:rsidR="0025555B">
        <w:noBreakHyphen/>
      </w:r>
      <w:r w:rsidRPr="00E52983">
        <w:t>dessus, les lettres de créance de la délégation mentionnée à l</w:t>
      </w:r>
      <w:r w:rsidR="006051BD">
        <w:t>’</w:t>
      </w:r>
      <w:r w:rsidR="006051BD" w:rsidRPr="00E52983">
        <w:t>alinéa</w:t>
      </w:r>
      <w:r w:rsidR="006051BD">
        <w:t> </w:t>
      </w:r>
      <w:r w:rsidR="006051BD" w:rsidRPr="00E52983">
        <w:t>a)</w:t>
      </w:r>
      <w:r w:rsidRPr="00E52983">
        <w:t>ii) du paragraphe 5 ci</w:t>
      </w:r>
      <w:r w:rsidR="0025555B">
        <w:noBreakHyphen/>
      </w:r>
      <w:r w:rsidRPr="00E52983">
        <w:t>dessus et les lettres de désignation de l</w:t>
      </w:r>
      <w:r w:rsidR="006051BD">
        <w:t>’</w:t>
      </w:r>
      <w:r w:rsidRPr="00E52983">
        <w:t>organisation observatrice mentionnée à l</w:t>
      </w:r>
      <w:r w:rsidR="006051BD">
        <w:t>’</w:t>
      </w:r>
      <w:r w:rsidR="006051BD" w:rsidRPr="00E52983">
        <w:t>alinéa</w:t>
      </w:r>
      <w:r w:rsidR="006051BD">
        <w:t> </w:t>
      </w:r>
      <w:r w:rsidR="006051BD" w:rsidRPr="00E52983">
        <w:t>b)</w:t>
      </w:r>
      <w:r w:rsidRPr="00E52983">
        <w:t xml:space="preserve"> du paragraphe 5 ci</w:t>
      </w:r>
      <w:r w:rsidR="0025555B">
        <w:noBreakHyphen/>
      </w:r>
      <w:r w:rsidRPr="00E52983">
        <w:t>dessus.</w:t>
      </w:r>
    </w:p>
    <w:p w14:paraId="6C43B1A9" w14:textId="77777777" w:rsidR="00AD5F10" w:rsidRPr="004D7D6E" w:rsidRDefault="00AD5F10" w:rsidP="00E52983">
      <w:pPr>
        <w:pStyle w:val="ONUMFS"/>
      </w:pPr>
      <w:r>
        <w:t>La commission a décidé que le Secrétariat devra établir le rapport de sa réunion et le publier en tant que rapport de la commission, qui sera présenté par sa présidente à la conférence réunie en séance plénière.</w:t>
      </w:r>
    </w:p>
    <w:p w14:paraId="7C038219" w14:textId="347C9534" w:rsidR="00AD5F10" w:rsidRPr="004D7D6E" w:rsidRDefault="00AD5F10" w:rsidP="00E52983">
      <w:pPr>
        <w:pStyle w:val="ONUMFS"/>
      </w:pPr>
      <w:r>
        <w:t>La commission a autorisé sa présidente à examiner les autres communications concernant les délégations membres, la délégation spéciale, les délégations observatrices ou les observateurs que le Secrétariat pourrait éventuellement recevoir après la clôture de sa deuxième réunion et à faire rapport à ce sujet à la conférence en séance plénière, à moins que la présidente ne juge nécessaire de convoquer la commission pour examiner ces communications et faire rapport à leur sujet.</w:t>
      </w:r>
    </w:p>
    <w:p w14:paraId="2DA2F3E4" w14:textId="2D91A684" w:rsidR="00AD5F10" w:rsidRPr="004D7D6E" w:rsidRDefault="00AD5F10" w:rsidP="00E52983">
      <w:pPr>
        <w:pStyle w:val="ONUMFS"/>
      </w:pPr>
      <w:r>
        <w:t>Il est rappelé que, à ce jour, les lettres de créance ou pleins pouvoirs ont été présentés par les délégations membres et la délégation spéciale ci</w:t>
      </w:r>
      <w:r w:rsidR="0025555B">
        <w:noBreakHyphen/>
      </w:r>
      <w:r>
        <w:t>après et ont été jugés en bonne et due forme</w:t>
      </w:r>
      <w:r w:rsidR="006051BD">
        <w:t> :</w:t>
      </w:r>
    </w:p>
    <w:p w14:paraId="7221EE95" w14:textId="048ECF9A" w:rsidR="00AD5F10" w:rsidRPr="004D7D6E" w:rsidRDefault="00AD5F10" w:rsidP="0025555B">
      <w:pPr>
        <w:numPr>
          <w:ilvl w:val="0"/>
          <w:numId w:val="7"/>
        </w:numPr>
        <w:tabs>
          <w:tab w:val="clear" w:pos="2370"/>
        </w:tabs>
        <w:spacing w:after="220"/>
        <w:ind w:left="0" w:firstLine="567"/>
      </w:pPr>
      <w:proofErr w:type="gramStart"/>
      <w:r>
        <w:t>les</w:t>
      </w:r>
      <w:proofErr w:type="gramEnd"/>
      <w:r>
        <w:t xml:space="preserve"> lettres de créance et les pleins pouvoirs (c</w:t>
      </w:r>
      <w:r w:rsidR="006051BD">
        <w:t>’</w:t>
      </w:r>
      <w:r>
        <w:t>est</w:t>
      </w:r>
      <w:r w:rsidR="0025555B">
        <w:noBreakHyphen/>
      </w:r>
      <w:r>
        <w:t>à</w:t>
      </w:r>
      <w:r w:rsidR="0025555B">
        <w:noBreakHyphen/>
      </w:r>
      <w:r>
        <w:t>dire les lettres de créance pour participer à la conférence et signer l</w:t>
      </w:r>
      <w:r w:rsidR="006051BD">
        <w:t>’</w:t>
      </w:r>
      <w:r>
        <w:t>acte final, et les pleins pouvoirs pour signer l</w:t>
      </w:r>
      <w:r w:rsidR="006051BD">
        <w:t>’</w:t>
      </w:r>
      <w:r>
        <w:t>instrument juridique international devant être adopté par la conférence diplomatique) des délégations des 44</w:t>
      </w:r>
      <w:r w:rsidR="00796500">
        <w:t> </w:t>
      </w:r>
      <w:r>
        <w:t>États suivants</w:t>
      </w:r>
      <w:r w:rsidR="006051BD">
        <w:t> :</w:t>
      </w:r>
      <w:r>
        <w:t xml:space="preserve"> </w:t>
      </w:r>
    </w:p>
    <w:tbl>
      <w:tblPr>
        <w:tblW w:w="8505" w:type="dxa"/>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4" w:type="dxa"/>
          <w:right w:w="284" w:type="dxa"/>
        </w:tblCellMar>
        <w:tblLook w:val="04A0" w:firstRow="1" w:lastRow="0" w:firstColumn="1" w:lastColumn="0" w:noHBand="0" w:noVBand="1"/>
      </w:tblPr>
      <w:tblGrid>
        <w:gridCol w:w="4536"/>
        <w:gridCol w:w="3969"/>
      </w:tblGrid>
      <w:tr w:rsidR="0025555B" w:rsidRPr="004D7D6E" w14:paraId="405DEFEE" w14:textId="77777777" w:rsidTr="00317F83">
        <w:tc>
          <w:tcPr>
            <w:tcW w:w="4536" w:type="dxa"/>
            <w:tcBorders>
              <w:top w:val="nil"/>
              <w:left w:val="nil"/>
              <w:bottom w:val="nil"/>
              <w:right w:val="nil"/>
            </w:tcBorders>
            <w:vAlign w:val="center"/>
            <w:hideMark/>
          </w:tcPr>
          <w:p w14:paraId="638143EE" w14:textId="73E22138" w:rsidR="0025555B" w:rsidRPr="004D7D6E" w:rsidRDefault="0025555B" w:rsidP="0025555B">
            <w:r>
              <w:rPr>
                <w:color w:val="000000"/>
                <w:szCs w:val="22"/>
              </w:rPr>
              <w:t>Afrique du Sud</w:t>
            </w:r>
          </w:p>
        </w:tc>
        <w:tc>
          <w:tcPr>
            <w:tcW w:w="3969" w:type="dxa"/>
            <w:tcBorders>
              <w:top w:val="nil"/>
              <w:left w:val="nil"/>
              <w:bottom w:val="nil"/>
              <w:right w:val="nil"/>
            </w:tcBorders>
            <w:vAlign w:val="center"/>
          </w:tcPr>
          <w:p w14:paraId="7117FD51" w14:textId="4A79AE2A" w:rsidR="0025555B" w:rsidRPr="004D7D6E" w:rsidRDefault="0025555B" w:rsidP="0025555B">
            <w:r>
              <w:rPr>
                <w:color w:val="000000"/>
                <w:szCs w:val="22"/>
              </w:rPr>
              <w:t>Jamaïque</w:t>
            </w:r>
          </w:p>
        </w:tc>
      </w:tr>
      <w:tr w:rsidR="0025555B" w:rsidRPr="004D7D6E" w14:paraId="1768453D" w14:textId="77777777" w:rsidTr="00317F83">
        <w:tc>
          <w:tcPr>
            <w:tcW w:w="4536" w:type="dxa"/>
            <w:tcBorders>
              <w:top w:val="nil"/>
              <w:left w:val="nil"/>
              <w:bottom w:val="nil"/>
              <w:right w:val="nil"/>
            </w:tcBorders>
            <w:vAlign w:val="center"/>
            <w:hideMark/>
          </w:tcPr>
          <w:p w14:paraId="6ECA5FB0" w14:textId="29580FAF" w:rsidR="0025555B" w:rsidRPr="004D7D6E" w:rsidRDefault="0025555B" w:rsidP="0025555B">
            <w:r>
              <w:rPr>
                <w:color w:val="000000"/>
                <w:szCs w:val="22"/>
              </w:rPr>
              <w:t>Algérie</w:t>
            </w:r>
          </w:p>
        </w:tc>
        <w:tc>
          <w:tcPr>
            <w:tcW w:w="3969" w:type="dxa"/>
            <w:tcBorders>
              <w:top w:val="nil"/>
              <w:left w:val="nil"/>
              <w:bottom w:val="nil"/>
              <w:right w:val="nil"/>
            </w:tcBorders>
            <w:vAlign w:val="center"/>
          </w:tcPr>
          <w:p w14:paraId="64C5E828" w14:textId="6B150DA5" w:rsidR="0025555B" w:rsidRPr="004D7D6E" w:rsidRDefault="0025555B" w:rsidP="0025555B">
            <w:r>
              <w:rPr>
                <w:color w:val="000000"/>
                <w:szCs w:val="22"/>
              </w:rPr>
              <w:t>Kiribati</w:t>
            </w:r>
          </w:p>
        </w:tc>
      </w:tr>
      <w:tr w:rsidR="0025555B" w:rsidRPr="004D7D6E" w14:paraId="1D773938" w14:textId="77777777" w:rsidTr="00317F83">
        <w:tc>
          <w:tcPr>
            <w:tcW w:w="4536" w:type="dxa"/>
            <w:tcBorders>
              <w:top w:val="nil"/>
              <w:left w:val="nil"/>
              <w:bottom w:val="nil"/>
              <w:right w:val="nil"/>
            </w:tcBorders>
            <w:vAlign w:val="center"/>
          </w:tcPr>
          <w:p w14:paraId="1634EE8F" w14:textId="6D7D1784" w:rsidR="0025555B" w:rsidRPr="004D7D6E" w:rsidRDefault="0025555B" w:rsidP="0025555B">
            <w:r>
              <w:rPr>
                <w:color w:val="000000"/>
                <w:szCs w:val="22"/>
              </w:rPr>
              <w:t>Argentine</w:t>
            </w:r>
          </w:p>
        </w:tc>
        <w:tc>
          <w:tcPr>
            <w:tcW w:w="3969" w:type="dxa"/>
            <w:tcBorders>
              <w:top w:val="nil"/>
              <w:left w:val="nil"/>
              <w:bottom w:val="nil"/>
              <w:right w:val="nil"/>
            </w:tcBorders>
            <w:vAlign w:val="center"/>
          </w:tcPr>
          <w:p w14:paraId="07B09CAC" w14:textId="6238678D" w:rsidR="0025555B" w:rsidRPr="004D7D6E" w:rsidRDefault="0025555B" w:rsidP="0025555B">
            <w:r>
              <w:rPr>
                <w:color w:val="000000"/>
                <w:szCs w:val="22"/>
              </w:rPr>
              <w:t>Koweït</w:t>
            </w:r>
          </w:p>
        </w:tc>
      </w:tr>
      <w:tr w:rsidR="0025555B" w:rsidRPr="004D7D6E" w14:paraId="2087AD85" w14:textId="77777777" w:rsidTr="00317F83">
        <w:tc>
          <w:tcPr>
            <w:tcW w:w="4536" w:type="dxa"/>
            <w:tcBorders>
              <w:top w:val="nil"/>
              <w:left w:val="nil"/>
              <w:bottom w:val="nil"/>
              <w:right w:val="nil"/>
            </w:tcBorders>
            <w:vAlign w:val="center"/>
          </w:tcPr>
          <w:p w14:paraId="01DADECE" w14:textId="4C36FA37" w:rsidR="0025555B" w:rsidRPr="004D7D6E" w:rsidRDefault="0025555B" w:rsidP="0025555B">
            <w:r>
              <w:rPr>
                <w:color w:val="000000"/>
                <w:szCs w:val="22"/>
              </w:rPr>
              <w:t>Bhoutan</w:t>
            </w:r>
          </w:p>
        </w:tc>
        <w:tc>
          <w:tcPr>
            <w:tcW w:w="3969" w:type="dxa"/>
            <w:tcBorders>
              <w:top w:val="nil"/>
              <w:left w:val="nil"/>
              <w:bottom w:val="nil"/>
              <w:right w:val="nil"/>
            </w:tcBorders>
            <w:vAlign w:val="center"/>
          </w:tcPr>
          <w:p w14:paraId="44A246EC" w14:textId="1CC6A7F2" w:rsidR="0025555B" w:rsidRPr="004D7D6E" w:rsidRDefault="0025555B" w:rsidP="0025555B">
            <w:r>
              <w:rPr>
                <w:color w:val="000000"/>
                <w:szCs w:val="22"/>
              </w:rPr>
              <w:t>Madagascar</w:t>
            </w:r>
          </w:p>
        </w:tc>
      </w:tr>
      <w:tr w:rsidR="0025555B" w:rsidRPr="004D7D6E" w14:paraId="6A618165" w14:textId="77777777" w:rsidTr="00317F83">
        <w:tc>
          <w:tcPr>
            <w:tcW w:w="4536" w:type="dxa"/>
            <w:tcBorders>
              <w:top w:val="nil"/>
              <w:left w:val="nil"/>
              <w:bottom w:val="nil"/>
              <w:right w:val="nil"/>
            </w:tcBorders>
            <w:vAlign w:val="center"/>
            <w:hideMark/>
          </w:tcPr>
          <w:p w14:paraId="1018935F" w14:textId="05B9FD73" w:rsidR="0025555B" w:rsidRPr="004D7D6E" w:rsidRDefault="0025555B" w:rsidP="0025555B">
            <w:r>
              <w:rPr>
                <w:color w:val="000000"/>
                <w:szCs w:val="22"/>
              </w:rPr>
              <w:t>Bolivie (État plurinational de)</w:t>
            </w:r>
          </w:p>
        </w:tc>
        <w:tc>
          <w:tcPr>
            <w:tcW w:w="3969" w:type="dxa"/>
            <w:tcBorders>
              <w:top w:val="nil"/>
              <w:left w:val="nil"/>
              <w:bottom w:val="nil"/>
              <w:right w:val="nil"/>
            </w:tcBorders>
            <w:vAlign w:val="center"/>
          </w:tcPr>
          <w:p w14:paraId="19DA6500" w14:textId="1AFEC610" w:rsidR="0025555B" w:rsidRPr="004D7D6E" w:rsidRDefault="0025555B" w:rsidP="0025555B">
            <w:r>
              <w:rPr>
                <w:color w:val="000000"/>
                <w:szCs w:val="22"/>
              </w:rPr>
              <w:t>Malawi</w:t>
            </w:r>
          </w:p>
        </w:tc>
      </w:tr>
      <w:tr w:rsidR="0025555B" w:rsidRPr="004D7D6E" w14:paraId="02327041" w14:textId="77777777" w:rsidTr="00317F83">
        <w:tc>
          <w:tcPr>
            <w:tcW w:w="4536" w:type="dxa"/>
            <w:tcBorders>
              <w:top w:val="nil"/>
              <w:left w:val="nil"/>
              <w:bottom w:val="nil"/>
              <w:right w:val="nil"/>
            </w:tcBorders>
            <w:vAlign w:val="center"/>
          </w:tcPr>
          <w:p w14:paraId="39ADFC13" w14:textId="3CCA59B0" w:rsidR="0025555B" w:rsidRPr="004D7D6E" w:rsidRDefault="0025555B" w:rsidP="0025555B">
            <w:r>
              <w:rPr>
                <w:color w:val="000000"/>
                <w:szCs w:val="22"/>
              </w:rPr>
              <w:t>Bosnie</w:t>
            </w:r>
            <w:r>
              <w:rPr>
                <w:color w:val="000000"/>
                <w:szCs w:val="22"/>
              </w:rPr>
              <w:noBreakHyphen/>
              <w:t>Herzégovine</w:t>
            </w:r>
          </w:p>
        </w:tc>
        <w:tc>
          <w:tcPr>
            <w:tcW w:w="3969" w:type="dxa"/>
            <w:tcBorders>
              <w:top w:val="nil"/>
              <w:left w:val="nil"/>
              <w:bottom w:val="nil"/>
              <w:right w:val="nil"/>
            </w:tcBorders>
            <w:vAlign w:val="center"/>
          </w:tcPr>
          <w:p w14:paraId="62AC2C75" w14:textId="33AC3A99" w:rsidR="0025555B" w:rsidRPr="004D7D6E" w:rsidRDefault="0025555B" w:rsidP="0025555B">
            <w:r>
              <w:rPr>
                <w:color w:val="000000"/>
                <w:szCs w:val="22"/>
              </w:rPr>
              <w:t>Mali</w:t>
            </w:r>
          </w:p>
        </w:tc>
      </w:tr>
      <w:tr w:rsidR="0025555B" w:rsidRPr="004D7D6E" w14:paraId="31A4CAC9" w14:textId="77777777" w:rsidTr="00317F83">
        <w:tc>
          <w:tcPr>
            <w:tcW w:w="4536" w:type="dxa"/>
            <w:tcBorders>
              <w:top w:val="nil"/>
              <w:left w:val="nil"/>
              <w:bottom w:val="nil"/>
              <w:right w:val="nil"/>
            </w:tcBorders>
            <w:vAlign w:val="center"/>
          </w:tcPr>
          <w:p w14:paraId="640928BB" w14:textId="4876FF61" w:rsidR="0025555B" w:rsidRPr="004D7D6E" w:rsidRDefault="0025555B" w:rsidP="0025555B">
            <w:r>
              <w:rPr>
                <w:color w:val="000000"/>
                <w:szCs w:val="22"/>
              </w:rPr>
              <w:t>Brésil</w:t>
            </w:r>
          </w:p>
        </w:tc>
        <w:tc>
          <w:tcPr>
            <w:tcW w:w="3969" w:type="dxa"/>
            <w:tcBorders>
              <w:top w:val="nil"/>
              <w:left w:val="nil"/>
              <w:bottom w:val="nil"/>
              <w:right w:val="nil"/>
            </w:tcBorders>
            <w:vAlign w:val="center"/>
          </w:tcPr>
          <w:p w14:paraId="4E6C73D6" w14:textId="416AA72E" w:rsidR="0025555B" w:rsidRPr="004D7D6E" w:rsidRDefault="0025555B" w:rsidP="0025555B">
            <w:r>
              <w:rPr>
                <w:color w:val="000000"/>
                <w:szCs w:val="22"/>
              </w:rPr>
              <w:t>Maroc</w:t>
            </w:r>
          </w:p>
        </w:tc>
      </w:tr>
      <w:tr w:rsidR="0025555B" w:rsidRPr="004D7D6E" w14:paraId="50015201" w14:textId="77777777" w:rsidTr="002D775B">
        <w:tc>
          <w:tcPr>
            <w:tcW w:w="4536" w:type="dxa"/>
            <w:tcBorders>
              <w:top w:val="nil"/>
              <w:left w:val="nil"/>
              <w:bottom w:val="nil"/>
              <w:right w:val="nil"/>
            </w:tcBorders>
            <w:vAlign w:val="center"/>
          </w:tcPr>
          <w:p w14:paraId="1A044608" w14:textId="03BF71F4" w:rsidR="0025555B" w:rsidRPr="004D7D6E" w:rsidRDefault="0025555B" w:rsidP="0025555B">
            <w:r>
              <w:rPr>
                <w:color w:val="000000"/>
                <w:szCs w:val="22"/>
              </w:rPr>
              <w:t>Burkina Faso</w:t>
            </w:r>
          </w:p>
        </w:tc>
        <w:tc>
          <w:tcPr>
            <w:tcW w:w="3969" w:type="dxa"/>
            <w:tcBorders>
              <w:top w:val="nil"/>
              <w:left w:val="nil"/>
              <w:bottom w:val="nil"/>
              <w:right w:val="nil"/>
            </w:tcBorders>
            <w:vAlign w:val="center"/>
          </w:tcPr>
          <w:p w14:paraId="30FF5F8C" w14:textId="12115D54" w:rsidR="0025555B" w:rsidRPr="004D7D6E" w:rsidRDefault="0025555B" w:rsidP="0025555B">
            <w:r>
              <w:rPr>
                <w:color w:val="000000"/>
                <w:szCs w:val="22"/>
              </w:rPr>
              <w:t>Nicaragua</w:t>
            </w:r>
          </w:p>
        </w:tc>
      </w:tr>
      <w:tr w:rsidR="0025555B" w:rsidRPr="004D7D6E" w14:paraId="2498FAB0" w14:textId="77777777" w:rsidTr="002D775B">
        <w:tc>
          <w:tcPr>
            <w:tcW w:w="4536" w:type="dxa"/>
            <w:tcBorders>
              <w:top w:val="nil"/>
              <w:left w:val="nil"/>
              <w:bottom w:val="nil"/>
              <w:right w:val="nil"/>
            </w:tcBorders>
            <w:vAlign w:val="center"/>
            <w:hideMark/>
          </w:tcPr>
          <w:p w14:paraId="5DB3C987" w14:textId="6186EC2F" w:rsidR="0025555B" w:rsidRPr="004D7D6E" w:rsidRDefault="0025555B" w:rsidP="0025555B">
            <w:r>
              <w:rPr>
                <w:color w:val="000000"/>
                <w:szCs w:val="22"/>
              </w:rPr>
              <w:lastRenderedPageBreak/>
              <w:t>Chili</w:t>
            </w:r>
          </w:p>
        </w:tc>
        <w:tc>
          <w:tcPr>
            <w:tcW w:w="3969" w:type="dxa"/>
            <w:tcBorders>
              <w:top w:val="nil"/>
              <w:left w:val="nil"/>
              <w:bottom w:val="nil"/>
              <w:right w:val="nil"/>
            </w:tcBorders>
            <w:vAlign w:val="center"/>
          </w:tcPr>
          <w:p w14:paraId="55471FBA" w14:textId="1B634AD7" w:rsidR="0025555B" w:rsidRPr="004D7D6E" w:rsidRDefault="0025555B" w:rsidP="0025555B">
            <w:r>
              <w:rPr>
                <w:color w:val="000000"/>
                <w:szCs w:val="22"/>
              </w:rPr>
              <w:t>Niger</w:t>
            </w:r>
          </w:p>
        </w:tc>
      </w:tr>
      <w:tr w:rsidR="0025555B" w:rsidRPr="004D7D6E" w14:paraId="3D0BFCFD" w14:textId="77777777" w:rsidTr="002D775B">
        <w:tc>
          <w:tcPr>
            <w:tcW w:w="4536" w:type="dxa"/>
            <w:tcBorders>
              <w:top w:val="nil"/>
              <w:left w:val="nil"/>
              <w:bottom w:val="nil"/>
              <w:right w:val="nil"/>
            </w:tcBorders>
            <w:vAlign w:val="center"/>
          </w:tcPr>
          <w:p w14:paraId="1BD5FCCB" w14:textId="2927DA46" w:rsidR="0025555B" w:rsidRPr="004D7D6E" w:rsidRDefault="0025555B" w:rsidP="0025555B">
            <w:r>
              <w:rPr>
                <w:color w:val="000000"/>
                <w:szCs w:val="22"/>
              </w:rPr>
              <w:t>Congo</w:t>
            </w:r>
          </w:p>
        </w:tc>
        <w:tc>
          <w:tcPr>
            <w:tcW w:w="3969" w:type="dxa"/>
            <w:tcBorders>
              <w:top w:val="nil"/>
              <w:left w:val="nil"/>
              <w:bottom w:val="nil"/>
              <w:right w:val="nil"/>
            </w:tcBorders>
            <w:vAlign w:val="center"/>
          </w:tcPr>
          <w:p w14:paraId="7B4FBCD4" w14:textId="2CBC3E79" w:rsidR="0025555B" w:rsidRPr="004D7D6E" w:rsidRDefault="0025555B" w:rsidP="0025555B">
            <w:r>
              <w:rPr>
                <w:color w:val="000000"/>
                <w:szCs w:val="22"/>
              </w:rPr>
              <w:t>Nigéria</w:t>
            </w:r>
          </w:p>
        </w:tc>
      </w:tr>
      <w:tr w:rsidR="0025555B" w:rsidRPr="004D7D6E" w14:paraId="39CF24D7" w14:textId="77777777" w:rsidTr="002D775B">
        <w:tc>
          <w:tcPr>
            <w:tcW w:w="4536" w:type="dxa"/>
            <w:tcBorders>
              <w:top w:val="nil"/>
              <w:left w:val="nil"/>
              <w:bottom w:val="nil"/>
              <w:right w:val="nil"/>
            </w:tcBorders>
            <w:vAlign w:val="center"/>
            <w:hideMark/>
          </w:tcPr>
          <w:p w14:paraId="0FF54603" w14:textId="4BC08D5A" w:rsidR="0025555B" w:rsidRPr="004D7D6E" w:rsidRDefault="0025555B" w:rsidP="0025555B">
            <w:r>
              <w:rPr>
                <w:color w:val="000000"/>
                <w:szCs w:val="22"/>
              </w:rPr>
              <w:t>Costa Rica</w:t>
            </w:r>
          </w:p>
        </w:tc>
        <w:tc>
          <w:tcPr>
            <w:tcW w:w="3969" w:type="dxa"/>
            <w:tcBorders>
              <w:top w:val="nil"/>
              <w:left w:val="nil"/>
              <w:bottom w:val="nil"/>
              <w:right w:val="nil"/>
            </w:tcBorders>
            <w:vAlign w:val="center"/>
          </w:tcPr>
          <w:p w14:paraId="4F8B9B3C" w14:textId="6544FA33" w:rsidR="0025555B" w:rsidRPr="004D7D6E" w:rsidRDefault="0025555B" w:rsidP="0025555B">
            <w:r>
              <w:rPr>
                <w:color w:val="000000"/>
                <w:szCs w:val="22"/>
              </w:rPr>
              <w:t>Nioué</w:t>
            </w:r>
          </w:p>
        </w:tc>
      </w:tr>
      <w:tr w:rsidR="0025555B" w:rsidRPr="004D7D6E" w14:paraId="7A99CFEA" w14:textId="77777777" w:rsidTr="002D775B">
        <w:tc>
          <w:tcPr>
            <w:tcW w:w="4536" w:type="dxa"/>
            <w:tcBorders>
              <w:top w:val="nil"/>
              <w:left w:val="nil"/>
              <w:bottom w:val="nil"/>
              <w:right w:val="nil"/>
            </w:tcBorders>
            <w:vAlign w:val="center"/>
          </w:tcPr>
          <w:p w14:paraId="5AC50FFD" w14:textId="2FD5A26E" w:rsidR="0025555B" w:rsidRPr="004D7D6E" w:rsidRDefault="0025555B" w:rsidP="0025555B">
            <w:r>
              <w:rPr>
                <w:color w:val="000000"/>
                <w:szCs w:val="22"/>
              </w:rPr>
              <w:t>Côte d’Ivoire</w:t>
            </w:r>
          </w:p>
        </w:tc>
        <w:tc>
          <w:tcPr>
            <w:tcW w:w="3969" w:type="dxa"/>
            <w:tcBorders>
              <w:top w:val="nil"/>
              <w:left w:val="nil"/>
              <w:bottom w:val="nil"/>
              <w:right w:val="nil"/>
            </w:tcBorders>
            <w:vAlign w:val="center"/>
          </w:tcPr>
          <w:p w14:paraId="55034C7A" w14:textId="75E90A8E" w:rsidR="0025555B" w:rsidRPr="004D7D6E" w:rsidRDefault="0025555B" w:rsidP="0025555B">
            <w:r>
              <w:rPr>
                <w:color w:val="000000"/>
                <w:szCs w:val="22"/>
              </w:rPr>
              <w:t>Ouganda</w:t>
            </w:r>
          </w:p>
        </w:tc>
      </w:tr>
      <w:tr w:rsidR="0025555B" w:rsidRPr="004D7D6E" w14:paraId="0D321A68" w14:textId="77777777" w:rsidTr="002D775B">
        <w:tc>
          <w:tcPr>
            <w:tcW w:w="4536" w:type="dxa"/>
            <w:tcBorders>
              <w:top w:val="nil"/>
              <w:left w:val="nil"/>
              <w:bottom w:val="nil"/>
              <w:right w:val="nil"/>
            </w:tcBorders>
            <w:vAlign w:val="center"/>
          </w:tcPr>
          <w:p w14:paraId="79CA3DEA" w14:textId="7077CECE" w:rsidR="0025555B" w:rsidRPr="004D7D6E" w:rsidRDefault="0025555B" w:rsidP="0025555B">
            <w:r>
              <w:rPr>
                <w:color w:val="000000"/>
                <w:szCs w:val="22"/>
              </w:rPr>
              <w:t>Équateur</w:t>
            </w:r>
          </w:p>
        </w:tc>
        <w:tc>
          <w:tcPr>
            <w:tcW w:w="3969" w:type="dxa"/>
            <w:tcBorders>
              <w:top w:val="nil"/>
              <w:left w:val="nil"/>
              <w:bottom w:val="nil"/>
              <w:right w:val="nil"/>
            </w:tcBorders>
            <w:vAlign w:val="center"/>
          </w:tcPr>
          <w:p w14:paraId="5EB6283A" w14:textId="2002E47B" w:rsidR="0025555B" w:rsidRPr="004D7D6E" w:rsidRDefault="0025555B" w:rsidP="0025555B">
            <w:r>
              <w:rPr>
                <w:color w:val="000000"/>
                <w:szCs w:val="22"/>
              </w:rPr>
              <w:t>Paraguay</w:t>
            </w:r>
          </w:p>
        </w:tc>
      </w:tr>
      <w:tr w:rsidR="0025555B" w:rsidRPr="004D7D6E" w14:paraId="02C7F66E" w14:textId="77777777" w:rsidTr="002D775B">
        <w:tc>
          <w:tcPr>
            <w:tcW w:w="4536" w:type="dxa"/>
            <w:tcBorders>
              <w:top w:val="nil"/>
              <w:left w:val="nil"/>
              <w:bottom w:val="nil"/>
              <w:right w:val="nil"/>
            </w:tcBorders>
            <w:vAlign w:val="center"/>
          </w:tcPr>
          <w:p w14:paraId="562BB962" w14:textId="6BDE04D0" w:rsidR="0025555B" w:rsidRPr="004D7D6E" w:rsidRDefault="0025555B" w:rsidP="0025555B">
            <w:r>
              <w:rPr>
                <w:color w:val="000000"/>
                <w:szCs w:val="22"/>
              </w:rPr>
              <w:t>Espagne</w:t>
            </w:r>
          </w:p>
        </w:tc>
        <w:tc>
          <w:tcPr>
            <w:tcW w:w="3969" w:type="dxa"/>
            <w:tcBorders>
              <w:top w:val="nil"/>
              <w:left w:val="nil"/>
              <w:bottom w:val="nil"/>
              <w:right w:val="nil"/>
            </w:tcBorders>
            <w:vAlign w:val="center"/>
          </w:tcPr>
          <w:p w14:paraId="6673C7E1" w14:textId="78F8472B" w:rsidR="0025555B" w:rsidRPr="004D7D6E" w:rsidRDefault="0025555B" w:rsidP="0025555B">
            <w:r>
              <w:rPr>
                <w:color w:val="000000"/>
                <w:szCs w:val="22"/>
              </w:rPr>
              <w:t>Portugal</w:t>
            </w:r>
          </w:p>
        </w:tc>
      </w:tr>
      <w:tr w:rsidR="0025555B" w:rsidRPr="004D7D6E" w14:paraId="383C5773" w14:textId="77777777" w:rsidTr="002D775B">
        <w:tc>
          <w:tcPr>
            <w:tcW w:w="4536" w:type="dxa"/>
            <w:tcBorders>
              <w:top w:val="nil"/>
              <w:left w:val="nil"/>
              <w:bottom w:val="nil"/>
              <w:right w:val="nil"/>
            </w:tcBorders>
            <w:vAlign w:val="center"/>
          </w:tcPr>
          <w:p w14:paraId="4C459ED2" w14:textId="1F3BCF9C" w:rsidR="0025555B" w:rsidRPr="004D7D6E" w:rsidRDefault="0025555B" w:rsidP="0025555B">
            <w:r>
              <w:rPr>
                <w:color w:val="000000"/>
                <w:szCs w:val="22"/>
              </w:rPr>
              <w:t>Gambie</w:t>
            </w:r>
          </w:p>
        </w:tc>
        <w:tc>
          <w:tcPr>
            <w:tcW w:w="3969" w:type="dxa"/>
            <w:tcBorders>
              <w:top w:val="nil"/>
              <w:left w:val="nil"/>
              <w:bottom w:val="nil"/>
              <w:right w:val="nil"/>
            </w:tcBorders>
            <w:vAlign w:val="center"/>
          </w:tcPr>
          <w:p w14:paraId="25EAB55C" w14:textId="15FE0993" w:rsidR="0025555B" w:rsidRPr="004D7D6E" w:rsidRDefault="0025555B" w:rsidP="0025555B">
            <w:r>
              <w:rPr>
                <w:color w:val="000000"/>
                <w:szCs w:val="22"/>
              </w:rPr>
              <w:t>République centrafricaine</w:t>
            </w:r>
          </w:p>
        </w:tc>
      </w:tr>
      <w:tr w:rsidR="0025555B" w:rsidRPr="004D7D6E" w14:paraId="30EEF663" w14:textId="77777777" w:rsidTr="002D775B">
        <w:tc>
          <w:tcPr>
            <w:tcW w:w="4536" w:type="dxa"/>
            <w:tcBorders>
              <w:top w:val="nil"/>
              <w:left w:val="nil"/>
              <w:bottom w:val="nil"/>
              <w:right w:val="nil"/>
            </w:tcBorders>
            <w:vAlign w:val="center"/>
          </w:tcPr>
          <w:p w14:paraId="7DF3A61F" w14:textId="737AD11E" w:rsidR="0025555B" w:rsidRPr="004D7D6E" w:rsidRDefault="0025555B" w:rsidP="0025555B">
            <w:r>
              <w:rPr>
                <w:color w:val="000000"/>
                <w:szCs w:val="22"/>
              </w:rPr>
              <w:t>Ghana</w:t>
            </w:r>
          </w:p>
        </w:tc>
        <w:tc>
          <w:tcPr>
            <w:tcW w:w="3969" w:type="dxa"/>
            <w:tcBorders>
              <w:top w:val="nil"/>
              <w:left w:val="nil"/>
              <w:bottom w:val="nil"/>
              <w:right w:val="nil"/>
            </w:tcBorders>
            <w:vAlign w:val="center"/>
          </w:tcPr>
          <w:p w14:paraId="0739012E" w14:textId="28E0B120" w:rsidR="0025555B" w:rsidRPr="004D7D6E" w:rsidRDefault="0025555B" w:rsidP="0025555B">
            <w:r>
              <w:rPr>
                <w:color w:val="000000"/>
                <w:szCs w:val="22"/>
              </w:rPr>
              <w:t>République populaire démocratique de Corée</w:t>
            </w:r>
          </w:p>
        </w:tc>
      </w:tr>
      <w:tr w:rsidR="0025555B" w:rsidRPr="004D7D6E" w14:paraId="05BA88C9" w14:textId="77777777" w:rsidTr="002D775B">
        <w:tc>
          <w:tcPr>
            <w:tcW w:w="4536" w:type="dxa"/>
            <w:tcBorders>
              <w:top w:val="nil"/>
              <w:left w:val="nil"/>
              <w:bottom w:val="nil"/>
              <w:right w:val="nil"/>
            </w:tcBorders>
            <w:vAlign w:val="center"/>
          </w:tcPr>
          <w:p w14:paraId="5A6F020A" w14:textId="4DB96D5F" w:rsidR="0025555B" w:rsidRPr="004D7D6E" w:rsidRDefault="0025555B" w:rsidP="0025555B">
            <w:r>
              <w:rPr>
                <w:color w:val="000000"/>
                <w:szCs w:val="22"/>
              </w:rPr>
              <w:t>Grèce</w:t>
            </w:r>
          </w:p>
        </w:tc>
        <w:tc>
          <w:tcPr>
            <w:tcW w:w="3969" w:type="dxa"/>
            <w:tcBorders>
              <w:top w:val="nil"/>
              <w:left w:val="nil"/>
              <w:bottom w:val="nil"/>
              <w:right w:val="nil"/>
            </w:tcBorders>
            <w:vAlign w:val="center"/>
          </w:tcPr>
          <w:p w14:paraId="6FAE1DCF" w14:textId="50B4771E" w:rsidR="0025555B" w:rsidRPr="004D7D6E" w:rsidRDefault="0025555B" w:rsidP="0025555B">
            <w:r>
              <w:rPr>
                <w:color w:val="000000"/>
                <w:szCs w:val="22"/>
              </w:rPr>
              <w:t>Royaume</w:t>
            </w:r>
            <w:r>
              <w:rPr>
                <w:color w:val="000000"/>
                <w:szCs w:val="22"/>
              </w:rPr>
              <w:noBreakHyphen/>
              <w:t>Uni</w:t>
            </w:r>
          </w:p>
        </w:tc>
      </w:tr>
      <w:tr w:rsidR="0025555B" w:rsidRPr="004D7D6E" w14:paraId="6D9BFC67" w14:textId="77777777" w:rsidTr="002D775B">
        <w:tc>
          <w:tcPr>
            <w:tcW w:w="4536" w:type="dxa"/>
            <w:tcBorders>
              <w:top w:val="nil"/>
              <w:left w:val="nil"/>
              <w:bottom w:val="nil"/>
              <w:right w:val="nil"/>
            </w:tcBorders>
            <w:vAlign w:val="center"/>
          </w:tcPr>
          <w:p w14:paraId="601E40CA" w14:textId="69AA61F2" w:rsidR="0025555B" w:rsidRPr="004D7D6E" w:rsidRDefault="0025555B" w:rsidP="0025555B">
            <w:r>
              <w:rPr>
                <w:color w:val="000000"/>
                <w:szCs w:val="22"/>
              </w:rPr>
              <w:t>Guinée</w:t>
            </w:r>
            <w:r>
              <w:rPr>
                <w:color w:val="000000"/>
                <w:szCs w:val="22"/>
              </w:rPr>
              <w:noBreakHyphen/>
              <w:t>Bissau</w:t>
            </w:r>
          </w:p>
        </w:tc>
        <w:tc>
          <w:tcPr>
            <w:tcW w:w="3969" w:type="dxa"/>
            <w:tcBorders>
              <w:top w:val="nil"/>
              <w:left w:val="nil"/>
              <w:bottom w:val="nil"/>
              <w:right w:val="nil"/>
            </w:tcBorders>
            <w:vAlign w:val="center"/>
          </w:tcPr>
          <w:p w14:paraId="03A860F3" w14:textId="48BDC64D" w:rsidR="0025555B" w:rsidRPr="004D7D6E" w:rsidRDefault="0025555B" w:rsidP="0025555B">
            <w:r>
              <w:rPr>
                <w:color w:val="000000"/>
                <w:szCs w:val="22"/>
              </w:rPr>
              <w:t>Saint</w:t>
            </w:r>
            <w:r>
              <w:rPr>
                <w:color w:val="000000"/>
                <w:szCs w:val="22"/>
              </w:rPr>
              <w:noBreakHyphen/>
              <w:t>Vincent</w:t>
            </w:r>
            <w:r>
              <w:rPr>
                <w:color w:val="000000"/>
                <w:szCs w:val="22"/>
              </w:rPr>
              <w:noBreakHyphen/>
              <w:t>et</w:t>
            </w:r>
            <w:r>
              <w:rPr>
                <w:color w:val="000000"/>
                <w:szCs w:val="22"/>
              </w:rPr>
              <w:noBreakHyphen/>
              <w:t>les Grenadines</w:t>
            </w:r>
          </w:p>
        </w:tc>
      </w:tr>
      <w:tr w:rsidR="0025555B" w:rsidRPr="004D7D6E" w14:paraId="4F2D54B8" w14:textId="77777777" w:rsidTr="002D775B">
        <w:tc>
          <w:tcPr>
            <w:tcW w:w="4536" w:type="dxa"/>
            <w:tcBorders>
              <w:top w:val="nil"/>
              <w:left w:val="nil"/>
              <w:bottom w:val="nil"/>
              <w:right w:val="nil"/>
            </w:tcBorders>
            <w:shd w:val="clear" w:color="auto" w:fill="auto"/>
            <w:vAlign w:val="center"/>
          </w:tcPr>
          <w:p w14:paraId="142EE91E" w14:textId="00491312" w:rsidR="0025555B" w:rsidRPr="004D7D6E" w:rsidRDefault="0025555B" w:rsidP="0025555B">
            <w:r>
              <w:rPr>
                <w:color w:val="000000"/>
                <w:szCs w:val="22"/>
              </w:rPr>
              <w:t>Îles Cook</w:t>
            </w:r>
          </w:p>
        </w:tc>
        <w:tc>
          <w:tcPr>
            <w:tcW w:w="3969" w:type="dxa"/>
            <w:tcBorders>
              <w:top w:val="nil"/>
              <w:left w:val="nil"/>
              <w:bottom w:val="nil"/>
              <w:right w:val="nil"/>
            </w:tcBorders>
            <w:vAlign w:val="center"/>
          </w:tcPr>
          <w:p w14:paraId="66B1D460" w14:textId="703C20A3" w:rsidR="0025555B" w:rsidRPr="004D7D6E" w:rsidRDefault="0025555B" w:rsidP="0025555B">
            <w:r>
              <w:rPr>
                <w:color w:val="000000"/>
                <w:szCs w:val="22"/>
              </w:rPr>
              <w:t>Sierra Leone</w:t>
            </w:r>
          </w:p>
        </w:tc>
      </w:tr>
      <w:tr w:rsidR="0025555B" w:rsidRPr="004D7D6E" w14:paraId="180B1D51" w14:textId="77777777" w:rsidTr="002D775B">
        <w:tc>
          <w:tcPr>
            <w:tcW w:w="4536" w:type="dxa"/>
            <w:tcBorders>
              <w:top w:val="nil"/>
              <w:left w:val="nil"/>
              <w:bottom w:val="nil"/>
              <w:right w:val="nil"/>
            </w:tcBorders>
            <w:vAlign w:val="center"/>
          </w:tcPr>
          <w:p w14:paraId="1917FBA0" w14:textId="13BFF227" w:rsidR="0025555B" w:rsidRPr="004D7D6E" w:rsidRDefault="0025555B" w:rsidP="0025555B">
            <w:r>
              <w:rPr>
                <w:color w:val="000000"/>
                <w:szCs w:val="22"/>
              </w:rPr>
              <w:t>Irlande</w:t>
            </w:r>
          </w:p>
        </w:tc>
        <w:tc>
          <w:tcPr>
            <w:tcW w:w="3969" w:type="dxa"/>
            <w:tcBorders>
              <w:top w:val="nil"/>
              <w:left w:val="nil"/>
              <w:bottom w:val="nil"/>
              <w:right w:val="nil"/>
            </w:tcBorders>
            <w:vAlign w:val="center"/>
          </w:tcPr>
          <w:p w14:paraId="481CE85D" w14:textId="645A6600" w:rsidR="0025555B" w:rsidRPr="004D7D6E" w:rsidRDefault="0025555B" w:rsidP="0025555B">
            <w:r>
              <w:rPr>
                <w:color w:val="000000"/>
                <w:szCs w:val="22"/>
              </w:rPr>
              <w:t>Togo</w:t>
            </w:r>
          </w:p>
        </w:tc>
      </w:tr>
      <w:tr w:rsidR="0025555B" w:rsidRPr="004D7D6E" w14:paraId="7D8A736E" w14:textId="77777777" w:rsidTr="002D775B">
        <w:tc>
          <w:tcPr>
            <w:tcW w:w="4536" w:type="dxa"/>
            <w:tcBorders>
              <w:top w:val="nil"/>
              <w:left w:val="nil"/>
              <w:bottom w:val="nil"/>
              <w:right w:val="nil"/>
            </w:tcBorders>
            <w:vAlign w:val="center"/>
          </w:tcPr>
          <w:p w14:paraId="7D70649E" w14:textId="795D9810" w:rsidR="0025555B" w:rsidRPr="004D7D6E" w:rsidRDefault="0025555B" w:rsidP="0025555B">
            <w:r>
              <w:rPr>
                <w:color w:val="000000"/>
                <w:szCs w:val="22"/>
              </w:rPr>
              <w:t>Israël</w:t>
            </w:r>
          </w:p>
        </w:tc>
        <w:tc>
          <w:tcPr>
            <w:tcW w:w="3969" w:type="dxa"/>
            <w:tcBorders>
              <w:top w:val="nil"/>
              <w:left w:val="nil"/>
              <w:bottom w:val="nil"/>
              <w:right w:val="nil"/>
            </w:tcBorders>
            <w:vAlign w:val="center"/>
          </w:tcPr>
          <w:p w14:paraId="5BD10A71" w14:textId="7A220B98" w:rsidR="0025555B" w:rsidRPr="004D7D6E" w:rsidRDefault="0025555B" w:rsidP="0025555B">
            <w:r>
              <w:rPr>
                <w:color w:val="000000"/>
                <w:szCs w:val="22"/>
              </w:rPr>
              <w:t>Uruguay</w:t>
            </w:r>
          </w:p>
        </w:tc>
      </w:tr>
      <w:tr w:rsidR="0025555B" w:rsidRPr="004D7D6E" w14:paraId="2F4B292C" w14:textId="77777777" w:rsidTr="0025555B">
        <w:trPr>
          <w:trHeight w:val="70"/>
        </w:trPr>
        <w:tc>
          <w:tcPr>
            <w:tcW w:w="4536" w:type="dxa"/>
            <w:tcBorders>
              <w:top w:val="nil"/>
              <w:left w:val="nil"/>
              <w:bottom w:val="nil"/>
              <w:right w:val="nil"/>
            </w:tcBorders>
            <w:vAlign w:val="center"/>
          </w:tcPr>
          <w:p w14:paraId="437B2FC2" w14:textId="01C3508E" w:rsidR="0025555B" w:rsidRPr="004D7D6E" w:rsidRDefault="0025555B" w:rsidP="0025555B">
            <w:r>
              <w:rPr>
                <w:color w:val="000000"/>
                <w:szCs w:val="22"/>
              </w:rPr>
              <w:t>Italie</w:t>
            </w:r>
          </w:p>
        </w:tc>
        <w:tc>
          <w:tcPr>
            <w:tcW w:w="3969" w:type="dxa"/>
            <w:tcBorders>
              <w:top w:val="nil"/>
              <w:left w:val="nil"/>
              <w:bottom w:val="nil"/>
              <w:right w:val="nil"/>
            </w:tcBorders>
            <w:vAlign w:val="center"/>
          </w:tcPr>
          <w:p w14:paraId="67E3F56C" w14:textId="7ED6D923" w:rsidR="0025555B" w:rsidRPr="004D7D6E" w:rsidRDefault="0025555B" w:rsidP="0025555B">
            <w:r>
              <w:rPr>
                <w:color w:val="000000"/>
                <w:szCs w:val="22"/>
              </w:rPr>
              <w:t>Vanuatu</w:t>
            </w:r>
          </w:p>
        </w:tc>
      </w:tr>
    </w:tbl>
    <w:p w14:paraId="0582256C" w14:textId="545D0A31" w:rsidR="00AD5F10" w:rsidRPr="004D7D6E" w:rsidRDefault="00AD5F10" w:rsidP="00DF7426">
      <w:pPr>
        <w:numPr>
          <w:ilvl w:val="0"/>
          <w:numId w:val="7"/>
        </w:numPr>
        <w:tabs>
          <w:tab w:val="clear" w:pos="2370"/>
        </w:tabs>
        <w:spacing w:before="220" w:after="220"/>
        <w:ind w:left="0" w:firstLine="567"/>
      </w:pPr>
      <w:proofErr w:type="gramStart"/>
      <w:r>
        <w:t>les</w:t>
      </w:r>
      <w:proofErr w:type="gramEnd"/>
      <w:r>
        <w:t xml:space="preserve"> lettres de créance sans pleins pouvoirs pour signer l</w:t>
      </w:r>
      <w:r w:rsidR="006051BD">
        <w:t>’</w:t>
      </w:r>
      <w:r>
        <w:t>instrument juridique international (c</w:t>
      </w:r>
      <w:r w:rsidR="006051BD">
        <w:t>’</w:t>
      </w:r>
      <w:r>
        <w:t>est</w:t>
      </w:r>
      <w:r w:rsidR="0025555B">
        <w:noBreakHyphen/>
      </w:r>
      <w:r>
        <w:t>à</w:t>
      </w:r>
      <w:r w:rsidR="0025555B">
        <w:noBreakHyphen/>
      </w:r>
      <w:r>
        <w:t>dire les lettres de créance pour participer à la conférence et signer l</w:t>
      </w:r>
      <w:r w:rsidR="006051BD">
        <w:t>’</w:t>
      </w:r>
      <w:r>
        <w:t>acte final) des 131</w:t>
      </w:r>
      <w:r w:rsidR="00796500">
        <w:t> </w:t>
      </w:r>
      <w:r>
        <w:t>délégations suivantes</w:t>
      </w:r>
      <w:r w:rsidR="006051BD">
        <w:t> :</w:t>
      </w:r>
      <w:r>
        <w:t xml:space="preserve"> </w:t>
      </w:r>
    </w:p>
    <w:tbl>
      <w:tblPr>
        <w:tblW w:w="7938" w:type="dxa"/>
        <w:tblInd w:w="1650" w:type="dxa"/>
        <w:tblLayout w:type="fixed"/>
        <w:tblLook w:val="04A0" w:firstRow="1" w:lastRow="0" w:firstColumn="1" w:lastColumn="0" w:noHBand="0" w:noVBand="1"/>
      </w:tblPr>
      <w:tblGrid>
        <w:gridCol w:w="3969"/>
        <w:gridCol w:w="3969"/>
      </w:tblGrid>
      <w:tr w:rsidR="0025555B" w:rsidRPr="004D7D6E" w14:paraId="4FA42B71" w14:textId="77777777" w:rsidTr="00D709C1">
        <w:tc>
          <w:tcPr>
            <w:tcW w:w="3969" w:type="dxa"/>
            <w:shd w:val="clear" w:color="auto" w:fill="auto"/>
            <w:vAlign w:val="center"/>
          </w:tcPr>
          <w:p w14:paraId="1BEC8E9B" w14:textId="5F6823EC" w:rsidR="0025555B" w:rsidRPr="004D7D6E" w:rsidRDefault="0025555B" w:rsidP="0025555B">
            <w:r>
              <w:rPr>
                <w:color w:val="000000"/>
                <w:szCs w:val="22"/>
              </w:rPr>
              <w:t>Afghanistan</w:t>
            </w:r>
          </w:p>
        </w:tc>
        <w:tc>
          <w:tcPr>
            <w:tcW w:w="3969" w:type="dxa"/>
            <w:shd w:val="clear" w:color="auto" w:fill="auto"/>
            <w:vAlign w:val="center"/>
          </w:tcPr>
          <w:p w14:paraId="5D27819C" w14:textId="6E84D1E4" w:rsidR="0025555B" w:rsidRPr="004D7D6E" w:rsidRDefault="0025555B" w:rsidP="0025555B">
            <w:r>
              <w:rPr>
                <w:color w:val="000000"/>
                <w:szCs w:val="22"/>
              </w:rPr>
              <w:t>Lituanie</w:t>
            </w:r>
          </w:p>
        </w:tc>
      </w:tr>
      <w:tr w:rsidR="0025555B" w:rsidRPr="004D7D6E" w14:paraId="09045F19" w14:textId="77777777" w:rsidTr="00D709C1">
        <w:tc>
          <w:tcPr>
            <w:tcW w:w="3969" w:type="dxa"/>
            <w:shd w:val="clear" w:color="auto" w:fill="auto"/>
            <w:vAlign w:val="center"/>
          </w:tcPr>
          <w:p w14:paraId="68236BDC" w14:textId="0F060590" w:rsidR="0025555B" w:rsidRPr="004D7D6E" w:rsidRDefault="0025555B" w:rsidP="0025555B">
            <w:r>
              <w:rPr>
                <w:color w:val="000000"/>
                <w:szCs w:val="22"/>
              </w:rPr>
              <w:t>Albanie</w:t>
            </w:r>
          </w:p>
        </w:tc>
        <w:tc>
          <w:tcPr>
            <w:tcW w:w="3969" w:type="dxa"/>
            <w:shd w:val="clear" w:color="auto" w:fill="auto"/>
            <w:vAlign w:val="center"/>
          </w:tcPr>
          <w:p w14:paraId="31EDC0A6" w14:textId="3BD20323" w:rsidR="0025555B" w:rsidRPr="004D7D6E" w:rsidRDefault="0025555B" w:rsidP="0025555B">
            <w:r>
              <w:rPr>
                <w:color w:val="000000"/>
                <w:szCs w:val="22"/>
              </w:rPr>
              <w:t>Luxembourg</w:t>
            </w:r>
          </w:p>
        </w:tc>
      </w:tr>
      <w:tr w:rsidR="0025555B" w:rsidRPr="004D7D6E" w14:paraId="44926D20" w14:textId="77777777" w:rsidTr="00D709C1">
        <w:tc>
          <w:tcPr>
            <w:tcW w:w="3969" w:type="dxa"/>
            <w:shd w:val="clear" w:color="auto" w:fill="auto"/>
            <w:vAlign w:val="center"/>
          </w:tcPr>
          <w:p w14:paraId="07C0FDCE" w14:textId="087C4D90" w:rsidR="0025555B" w:rsidRPr="004D7D6E" w:rsidRDefault="0025555B" w:rsidP="0025555B">
            <w:r>
              <w:rPr>
                <w:color w:val="000000"/>
                <w:szCs w:val="22"/>
              </w:rPr>
              <w:t>Allemagne</w:t>
            </w:r>
          </w:p>
        </w:tc>
        <w:tc>
          <w:tcPr>
            <w:tcW w:w="3969" w:type="dxa"/>
            <w:shd w:val="clear" w:color="auto" w:fill="auto"/>
            <w:vAlign w:val="center"/>
          </w:tcPr>
          <w:p w14:paraId="11D57266" w14:textId="62DB9B2F" w:rsidR="0025555B" w:rsidRPr="004D7D6E" w:rsidRDefault="0025555B" w:rsidP="0025555B">
            <w:r>
              <w:rPr>
                <w:color w:val="000000"/>
                <w:szCs w:val="22"/>
              </w:rPr>
              <w:t>Macédoine du Nord</w:t>
            </w:r>
          </w:p>
        </w:tc>
      </w:tr>
      <w:tr w:rsidR="0025555B" w:rsidRPr="004D7D6E" w14:paraId="11770E1A" w14:textId="77777777" w:rsidTr="00D709C1">
        <w:tc>
          <w:tcPr>
            <w:tcW w:w="3969" w:type="dxa"/>
            <w:shd w:val="clear" w:color="auto" w:fill="auto"/>
            <w:vAlign w:val="center"/>
          </w:tcPr>
          <w:p w14:paraId="407135B3" w14:textId="6F918BEE" w:rsidR="0025555B" w:rsidRPr="004D7D6E" w:rsidRDefault="0025555B" w:rsidP="0025555B">
            <w:r>
              <w:rPr>
                <w:color w:val="000000"/>
                <w:szCs w:val="22"/>
              </w:rPr>
              <w:t>Angola</w:t>
            </w:r>
          </w:p>
        </w:tc>
        <w:tc>
          <w:tcPr>
            <w:tcW w:w="3969" w:type="dxa"/>
            <w:shd w:val="clear" w:color="auto" w:fill="auto"/>
            <w:vAlign w:val="center"/>
          </w:tcPr>
          <w:p w14:paraId="5225DC08" w14:textId="4EC38B24" w:rsidR="0025555B" w:rsidRPr="004D7D6E" w:rsidRDefault="0025555B" w:rsidP="0025555B">
            <w:r>
              <w:rPr>
                <w:color w:val="000000"/>
                <w:szCs w:val="22"/>
              </w:rPr>
              <w:t>Malaisie</w:t>
            </w:r>
          </w:p>
        </w:tc>
      </w:tr>
      <w:tr w:rsidR="0025555B" w:rsidRPr="004D7D6E" w14:paraId="4537991E" w14:textId="77777777" w:rsidTr="00D709C1">
        <w:tc>
          <w:tcPr>
            <w:tcW w:w="3969" w:type="dxa"/>
            <w:shd w:val="clear" w:color="auto" w:fill="auto"/>
            <w:vAlign w:val="center"/>
          </w:tcPr>
          <w:p w14:paraId="1F64C434" w14:textId="6E51672A" w:rsidR="0025555B" w:rsidRPr="004D7D6E" w:rsidRDefault="0025555B" w:rsidP="0025555B">
            <w:r>
              <w:rPr>
                <w:color w:val="000000"/>
                <w:szCs w:val="22"/>
              </w:rPr>
              <w:t>Antigua</w:t>
            </w:r>
            <w:r>
              <w:rPr>
                <w:color w:val="000000"/>
                <w:szCs w:val="22"/>
              </w:rPr>
              <w:noBreakHyphen/>
              <w:t>et</w:t>
            </w:r>
            <w:r>
              <w:rPr>
                <w:color w:val="000000"/>
                <w:szCs w:val="22"/>
              </w:rPr>
              <w:noBreakHyphen/>
              <w:t>Barbuda</w:t>
            </w:r>
          </w:p>
        </w:tc>
        <w:tc>
          <w:tcPr>
            <w:tcW w:w="3969" w:type="dxa"/>
            <w:shd w:val="clear" w:color="auto" w:fill="auto"/>
            <w:vAlign w:val="center"/>
          </w:tcPr>
          <w:p w14:paraId="77C7C0AD" w14:textId="11C6BF8D" w:rsidR="0025555B" w:rsidRPr="004D7D6E" w:rsidRDefault="0025555B" w:rsidP="0025555B">
            <w:r>
              <w:rPr>
                <w:color w:val="000000"/>
                <w:szCs w:val="22"/>
              </w:rPr>
              <w:t>Maldives</w:t>
            </w:r>
          </w:p>
        </w:tc>
      </w:tr>
      <w:tr w:rsidR="0025555B" w:rsidRPr="004D7D6E" w14:paraId="6E27D8CF" w14:textId="77777777" w:rsidTr="00D709C1">
        <w:tc>
          <w:tcPr>
            <w:tcW w:w="3969" w:type="dxa"/>
            <w:shd w:val="clear" w:color="auto" w:fill="auto"/>
            <w:vAlign w:val="center"/>
          </w:tcPr>
          <w:p w14:paraId="00F9FFE0" w14:textId="52712C02" w:rsidR="0025555B" w:rsidRPr="004D7D6E" w:rsidRDefault="0025555B" w:rsidP="0025555B">
            <w:r>
              <w:rPr>
                <w:color w:val="000000"/>
                <w:szCs w:val="22"/>
              </w:rPr>
              <w:t>Arabie saoudite</w:t>
            </w:r>
          </w:p>
        </w:tc>
        <w:tc>
          <w:tcPr>
            <w:tcW w:w="3969" w:type="dxa"/>
            <w:shd w:val="clear" w:color="auto" w:fill="auto"/>
            <w:vAlign w:val="center"/>
          </w:tcPr>
          <w:p w14:paraId="11D9DE0A" w14:textId="30935630" w:rsidR="0025555B" w:rsidRPr="004D7D6E" w:rsidRDefault="0025555B" w:rsidP="0025555B">
            <w:r>
              <w:rPr>
                <w:color w:val="000000"/>
                <w:szCs w:val="22"/>
              </w:rPr>
              <w:t>Malte</w:t>
            </w:r>
          </w:p>
        </w:tc>
      </w:tr>
      <w:tr w:rsidR="0025555B" w:rsidRPr="004D7D6E" w14:paraId="72AF067C" w14:textId="77777777" w:rsidTr="00D709C1">
        <w:tc>
          <w:tcPr>
            <w:tcW w:w="3969" w:type="dxa"/>
            <w:shd w:val="clear" w:color="auto" w:fill="auto"/>
            <w:vAlign w:val="center"/>
          </w:tcPr>
          <w:p w14:paraId="09B564DE" w14:textId="7D7D9683" w:rsidR="0025555B" w:rsidRPr="004D7D6E" w:rsidRDefault="0025555B" w:rsidP="0025555B">
            <w:r>
              <w:rPr>
                <w:color w:val="000000"/>
                <w:szCs w:val="22"/>
              </w:rPr>
              <w:t>Arménie</w:t>
            </w:r>
          </w:p>
        </w:tc>
        <w:tc>
          <w:tcPr>
            <w:tcW w:w="3969" w:type="dxa"/>
            <w:shd w:val="clear" w:color="auto" w:fill="auto"/>
            <w:vAlign w:val="center"/>
          </w:tcPr>
          <w:p w14:paraId="0EEB447C" w14:textId="7C56BB2E" w:rsidR="0025555B" w:rsidRPr="004D7D6E" w:rsidRDefault="0025555B" w:rsidP="0025555B">
            <w:r>
              <w:rPr>
                <w:color w:val="000000"/>
                <w:szCs w:val="22"/>
              </w:rPr>
              <w:t>Maurice</w:t>
            </w:r>
          </w:p>
        </w:tc>
      </w:tr>
      <w:tr w:rsidR="0025555B" w:rsidRPr="004D7D6E" w14:paraId="69FB650E" w14:textId="77777777" w:rsidTr="00D709C1">
        <w:tc>
          <w:tcPr>
            <w:tcW w:w="3969" w:type="dxa"/>
            <w:shd w:val="clear" w:color="auto" w:fill="auto"/>
            <w:vAlign w:val="center"/>
          </w:tcPr>
          <w:p w14:paraId="3F98C127" w14:textId="73E90715" w:rsidR="0025555B" w:rsidRPr="004D7D6E" w:rsidRDefault="0025555B" w:rsidP="0025555B">
            <w:r>
              <w:rPr>
                <w:color w:val="000000"/>
                <w:szCs w:val="22"/>
              </w:rPr>
              <w:t>Australie</w:t>
            </w:r>
          </w:p>
        </w:tc>
        <w:tc>
          <w:tcPr>
            <w:tcW w:w="3969" w:type="dxa"/>
            <w:shd w:val="clear" w:color="auto" w:fill="auto"/>
            <w:vAlign w:val="center"/>
          </w:tcPr>
          <w:p w14:paraId="6236C39E" w14:textId="135DDEB1" w:rsidR="0025555B" w:rsidRPr="004D7D6E" w:rsidRDefault="0025555B" w:rsidP="0025555B">
            <w:r>
              <w:rPr>
                <w:color w:val="000000"/>
                <w:szCs w:val="22"/>
              </w:rPr>
              <w:t>Mauritanie</w:t>
            </w:r>
          </w:p>
        </w:tc>
      </w:tr>
      <w:tr w:rsidR="0025555B" w:rsidRPr="004D7D6E" w14:paraId="7E1D3D3D" w14:textId="77777777" w:rsidTr="00D709C1">
        <w:tc>
          <w:tcPr>
            <w:tcW w:w="3969" w:type="dxa"/>
            <w:shd w:val="clear" w:color="auto" w:fill="auto"/>
            <w:vAlign w:val="center"/>
          </w:tcPr>
          <w:p w14:paraId="6C60B010" w14:textId="1B47C617" w:rsidR="0025555B" w:rsidRPr="004D7D6E" w:rsidRDefault="0025555B" w:rsidP="0025555B">
            <w:r>
              <w:rPr>
                <w:color w:val="000000"/>
                <w:szCs w:val="22"/>
              </w:rPr>
              <w:t>Autriche</w:t>
            </w:r>
          </w:p>
        </w:tc>
        <w:tc>
          <w:tcPr>
            <w:tcW w:w="3969" w:type="dxa"/>
            <w:shd w:val="clear" w:color="auto" w:fill="auto"/>
            <w:vAlign w:val="center"/>
          </w:tcPr>
          <w:p w14:paraId="544F37D1" w14:textId="6DA7D067" w:rsidR="0025555B" w:rsidRPr="004D7D6E" w:rsidRDefault="0025555B" w:rsidP="0025555B">
            <w:r>
              <w:rPr>
                <w:color w:val="000000"/>
                <w:szCs w:val="22"/>
              </w:rPr>
              <w:t>Mexique</w:t>
            </w:r>
          </w:p>
        </w:tc>
      </w:tr>
      <w:tr w:rsidR="0025555B" w:rsidRPr="004D7D6E" w14:paraId="1407DA01" w14:textId="77777777" w:rsidTr="00D709C1">
        <w:tc>
          <w:tcPr>
            <w:tcW w:w="3969" w:type="dxa"/>
            <w:shd w:val="clear" w:color="auto" w:fill="auto"/>
            <w:vAlign w:val="center"/>
          </w:tcPr>
          <w:p w14:paraId="42C35814" w14:textId="7A9D26B1" w:rsidR="0025555B" w:rsidRPr="004D7D6E" w:rsidRDefault="0025555B" w:rsidP="0025555B">
            <w:r>
              <w:rPr>
                <w:color w:val="000000"/>
                <w:szCs w:val="22"/>
              </w:rPr>
              <w:t>Azerbaïdjan</w:t>
            </w:r>
          </w:p>
        </w:tc>
        <w:tc>
          <w:tcPr>
            <w:tcW w:w="3969" w:type="dxa"/>
            <w:shd w:val="clear" w:color="auto" w:fill="auto"/>
            <w:vAlign w:val="center"/>
          </w:tcPr>
          <w:p w14:paraId="5B16C81D" w14:textId="594B33AF" w:rsidR="0025555B" w:rsidRPr="004D7D6E" w:rsidRDefault="0025555B" w:rsidP="0025555B">
            <w:r>
              <w:rPr>
                <w:color w:val="000000"/>
                <w:szCs w:val="22"/>
              </w:rPr>
              <w:t>Monaco</w:t>
            </w:r>
          </w:p>
        </w:tc>
      </w:tr>
      <w:tr w:rsidR="0025555B" w:rsidRPr="004D7D6E" w14:paraId="4991EE76" w14:textId="77777777" w:rsidTr="00D709C1">
        <w:tc>
          <w:tcPr>
            <w:tcW w:w="3969" w:type="dxa"/>
            <w:shd w:val="clear" w:color="auto" w:fill="auto"/>
            <w:vAlign w:val="center"/>
          </w:tcPr>
          <w:p w14:paraId="0C430732" w14:textId="788924C9" w:rsidR="0025555B" w:rsidRPr="004D7D6E" w:rsidRDefault="0025555B" w:rsidP="0025555B">
            <w:r>
              <w:rPr>
                <w:color w:val="000000"/>
                <w:szCs w:val="22"/>
              </w:rPr>
              <w:t>Bahreïn</w:t>
            </w:r>
          </w:p>
        </w:tc>
        <w:tc>
          <w:tcPr>
            <w:tcW w:w="3969" w:type="dxa"/>
            <w:shd w:val="clear" w:color="auto" w:fill="auto"/>
            <w:vAlign w:val="center"/>
          </w:tcPr>
          <w:p w14:paraId="0277D0CD" w14:textId="74BE3010" w:rsidR="0025555B" w:rsidRPr="004D7D6E" w:rsidRDefault="0025555B" w:rsidP="0025555B">
            <w:r>
              <w:rPr>
                <w:color w:val="000000"/>
                <w:szCs w:val="22"/>
              </w:rPr>
              <w:t>Mongolie</w:t>
            </w:r>
          </w:p>
        </w:tc>
      </w:tr>
      <w:tr w:rsidR="0025555B" w:rsidRPr="004D7D6E" w14:paraId="11F01326" w14:textId="77777777" w:rsidTr="00D709C1">
        <w:tc>
          <w:tcPr>
            <w:tcW w:w="3969" w:type="dxa"/>
            <w:shd w:val="clear" w:color="auto" w:fill="auto"/>
            <w:vAlign w:val="center"/>
          </w:tcPr>
          <w:p w14:paraId="7E76023A" w14:textId="1E6FF0E8" w:rsidR="0025555B" w:rsidRPr="004D7D6E" w:rsidRDefault="0025555B" w:rsidP="0025555B">
            <w:r>
              <w:rPr>
                <w:color w:val="000000"/>
                <w:szCs w:val="22"/>
              </w:rPr>
              <w:t>Bangladesh</w:t>
            </w:r>
          </w:p>
        </w:tc>
        <w:tc>
          <w:tcPr>
            <w:tcW w:w="3969" w:type="dxa"/>
            <w:shd w:val="clear" w:color="auto" w:fill="auto"/>
            <w:vAlign w:val="center"/>
          </w:tcPr>
          <w:p w14:paraId="1040685B" w14:textId="195CA259" w:rsidR="0025555B" w:rsidRPr="004D7D6E" w:rsidRDefault="0025555B" w:rsidP="0025555B">
            <w:r>
              <w:rPr>
                <w:color w:val="000000"/>
                <w:szCs w:val="22"/>
              </w:rPr>
              <w:t>Monténégro</w:t>
            </w:r>
          </w:p>
        </w:tc>
      </w:tr>
      <w:tr w:rsidR="0025555B" w:rsidRPr="004D7D6E" w14:paraId="69543D74" w14:textId="77777777" w:rsidTr="00D709C1">
        <w:tc>
          <w:tcPr>
            <w:tcW w:w="3969" w:type="dxa"/>
            <w:shd w:val="clear" w:color="auto" w:fill="auto"/>
            <w:vAlign w:val="center"/>
          </w:tcPr>
          <w:p w14:paraId="421B5319" w14:textId="231C9885" w:rsidR="0025555B" w:rsidRPr="004D7D6E" w:rsidRDefault="0025555B" w:rsidP="0025555B">
            <w:r>
              <w:rPr>
                <w:color w:val="000000"/>
                <w:szCs w:val="22"/>
              </w:rPr>
              <w:t>Barbade</w:t>
            </w:r>
          </w:p>
        </w:tc>
        <w:tc>
          <w:tcPr>
            <w:tcW w:w="3969" w:type="dxa"/>
            <w:shd w:val="clear" w:color="auto" w:fill="auto"/>
            <w:vAlign w:val="center"/>
          </w:tcPr>
          <w:p w14:paraId="2D4FCC10" w14:textId="7BED7223" w:rsidR="0025555B" w:rsidRPr="004D7D6E" w:rsidRDefault="0025555B" w:rsidP="0025555B">
            <w:r>
              <w:rPr>
                <w:color w:val="000000"/>
                <w:szCs w:val="22"/>
              </w:rPr>
              <w:t>Mozambique</w:t>
            </w:r>
          </w:p>
        </w:tc>
      </w:tr>
      <w:tr w:rsidR="0025555B" w:rsidRPr="004D7D6E" w14:paraId="79F03C25" w14:textId="77777777" w:rsidTr="00D709C1">
        <w:tc>
          <w:tcPr>
            <w:tcW w:w="3969" w:type="dxa"/>
            <w:shd w:val="clear" w:color="auto" w:fill="auto"/>
            <w:vAlign w:val="center"/>
          </w:tcPr>
          <w:p w14:paraId="5FC67B75" w14:textId="64ADE5DF" w:rsidR="0025555B" w:rsidRPr="004D7D6E" w:rsidRDefault="0025555B" w:rsidP="0025555B">
            <w:r>
              <w:rPr>
                <w:color w:val="000000"/>
                <w:szCs w:val="22"/>
              </w:rPr>
              <w:t>Bélarus</w:t>
            </w:r>
          </w:p>
        </w:tc>
        <w:tc>
          <w:tcPr>
            <w:tcW w:w="3969" w:type="dxa"/>
            <w:shd w:val="clear" w:color="auto" w:fill="auto"/>
            <w:vAlign w:val="center"/>
          </w:tcPr>
          <w:p w14:paraId="5C7B1C0E" w14:textId="4BEE0FF4" w:rsidR="0025555B" w:rsidRPr="004D7D6E" w:rsidRDefault="0025555B" w:rsidP="0025555B">
            <w:r>
              <w:rPr>
                <w:color w:val="000000"/>
                <w:szCs w:val="22"/>
              </w:rPr>
              <w:t>Namibie</w:t>
            </w:r>
          </w:p>
        </w:tc>
      </w:tr>
      <w:tr w:rsidR="0025555B" w:rsidRPr="004D7D6E" w14:paraId="6FA02D4E" w14:textId="77777777" w:rsidTr="00D709C1">
        <w:tc>
          <w:tcPr>
            <w:tcW w:w="3969" w:type="dxa"/>
            <w:shd w:val="clear" w:color="auto" w:fill="auto"/>
            <w:vAlign w:val="center"/>
          </w:tcPr>
          <w:p w14:paraId="10404956" w14:textId="25F2783C" w:rsidR="0025555B" w:rsidRPr="004D7D6E" w:rsidRDefault="0025555B" w:rsidP="0025555B">
            <w:r>
              <w:rPr>
                <w:color w:val="000000"/>
                <w:szCs w:val="22"/>
              </w:rPr>
              <w:t>Belgique</w:t>
            </w:r>
          </w:p>
        </w:tc>
        <w:tc>
          <w:tcPr>
            <w:tcW w:w="3969" w:type="dxa"/>
            <w:shd w:val="clear" w:color="auto" w:fill="auto"/>
            <w:vAlign w:val="center"/>
          </w:tcPr>
          <w:p w14:paraId="0D4A1F51" w14:textId="5FDA3FBA" w:rsidR="0025555B" w:rsidRPr="004D7D6E" w:rsidRDefault="0025555B" w:rsidP="0025555B">
            <w:r>
              <w:rPr>
                <w:color w:val="000000"/>
                <w:szCs w:val="22"/>
              </w:rPr>
              <w:t>Nauru</w:t>
            </w:r>
          </w:p>
        </w:tc>
      </w:tr>
      <w:tr w:rsidR="0025555B" w:rsidRPr="004D7D6E" w14:paraId="1C273994" w14:textId="77777777" w:rsidTr="00D709C1">
        <w:tc>
          <w:tcPr>
            <w:tcW w:w="3969" w:type="dxa"/>
            <w:shd w:val="clear" w:color="auto" w:fill="auto"/>
            <w:vAlign w:val="center"/>
          </w:tcPr>
          <w:p w14:paraId="6EF70318" w14:textId="0469E3BD" w:rsidR="0025555B" w:rsidRPr="004D7D6E" w:rsidRDefault="0025555B" w:rsidP="0025555B">
            <w:r>
              <w:rPr>
                <w:color w:val="000000"/>
                <w:szCs w:val="22"/>
              </w:rPr>
              <w:t>Botswana</w:t>
            </w:r>
          </w:p>
        </w:tc>
        <w:tc>
          <w:tcPr>
            <w:tcW w:w="3969" w:type="dxa"/>
            <w:shd w:val="clear" w:color="auto" w:fill="auto"/>
            <w:vAlign w:val="center"/>
          </w:tcPr>
          <w:p w14:paraId="153E9001" w14:textId="6B8673EC" w:rsidR="0025555B" w:rsidRPr="004D7D6E" w:rsidRDefault="0025555B" w:rsidP="0025555B">
            <w:r>
              <w:rPr>
                <w:color w:val="000000"/>
                <w:szCs w:val="22"/>
              </w:rPr>
              <w:t>Népal</w:t>
            </w:r>
          </w:p>
        </w:tc>
      </w:tr>
      <w:tr w:rsidR="0025555B" w:rsidRPr="004D7D6E" w14:paraId="406FCF61" w14:textId="77777777" w:rsidTr="00D709C1">
        <w:tc>
          <w:tcPr>
            <w:tcW w:w="3969" w:type="dxa"/>
            <w:shd w:val="clear" w:color="auto" w:fill="auto"/>
            <w:vAlign w:val="center"/>
          </w:tcPr>
          <w:p w14:paraId="27D8939F" w14:textId="0F8385CE" w:rsidR="0025555B" w:rsidRPr="004D7D6E" w:rsidRDefault="0025555B" w:rsidP="0025555B">
            <w:r>
              <w:rPr>
                <w:color w:val="000000"/>
                <w:szCs w:val="22"/>
              </w:rPr>
              <w:t>Brunéi Darussalam</w:t>
            </w:r>
          </w:p>
        </w:tc>
        <w:tc>
          <w:tcPr>
            <w:tcW w:w="3969" w:type="dxa"/>
            <w:shd w:val="clear" w:color="auto" w:fill="auto"/>
            <w:vAlign w:val="center"/>
          </w:tcPr>
          <w:p w14:paraId="3AA3FEB9" w14:textId="233C1D37" w:rsidR="0025555B" w:rsidRPr="004D7D6E" w:rsidRDefault="0025555B" w:rsidP="0025555B">
            <w:r>
              <w:rPr>
                <w:color w:val="000000"/>
                <w:szCs w:val="22"/>
              </w:rPr>
              <w:t>Norvège</w:t>
            </w:r>
          </w:p>
        </w:tc>
      </w:tr>
      <w:tr w:rsidR="0025555B" w:rsidRPr="004D7D6E" w14:paraId="455D6EAD" w14:textId="77777777" w:rsidTr="00D709C1">
        <w:tc>
          <w:tcPr>
            <w:tcW w:w="3969" w:type="dxa"/>
            <w:shd w:val="clear" w:color="auto" w:fill="auto"/>
            <w:vAlign w:val="center"/>
          </w:tcPr>
          <w:p w14:paraId="1C73A3B7" w14:textId="75CDB18E" w:rsidR="0025555B" w:rsidRPr="004D7D6E" w:rsidRDefault="0025555B" w:rsidP="0025555B">
            <w:r>
              <w:rPr>
                <w:color w:val="000000"/>
                <w:szCs w:val="22"/>
              </w:rPr>
              <w:t>Bulgarie</w:t>
            </w:r>
          </w:p>
        </w:tc>
        <w:tc>
          <w:tcPr>
            <w:tcW w:w="3969" w:type="dxa"/>
            <w:shd w:val="clear" w:color="auto" w:fill="auto"/>
            <w:vAlign w:val="center"/>
          </w:tcPr>
          <w:p w14:paraId="1B5C7767" w14:textId="5DADA4D2" w:rsidR="0025555B" w:rsidRPr="004D7D6E" w:rsidRDefault="0025555B" w:rsidP="0025555B">
            <w:r>
              <w:rPr>
                <w:color w:val="000000"/>
                <w:szCs w:val="22"/>
              </w:rPr>
              <w:t>Nouvelle</w:t>
            </w:r>
            <w:r>
              <w:rPr>
                <w:color w:val="000000"/>
                <w:szCs w:val="22"/>
              </w:rPr>
              <w:noBreakHyphen/>
              <w:t>Zélande</w:t>
            </w:r>
          </w:p>
        </w:tc>
      </w:tr>
      <w:tr w:rsidR="0025555B" w:rsidRPr="004D7D6E" w14:paraId="24E0267F" w14:textId="77777777" w:rsidTr="00D709C1">
        <w:tc>
          <w:tcPr>
            <w:tcW w:w="3969" w:type="dxa"/>
            <w:shd w:val="clear" w:color="auto" w:fill="auto"/>
            <w:vAlign w:val="center"/>
          </w:tcPr>
          <w:p w14:paraId="2C6BCEE5" w14:textId="77A90BDE" w:rsidR="0025555B" w:rsidRPr="004D7D6E" w:rsidRDefault="0025555B" w:rsidP="0025555B">
            <w:r>
              <w:rPr>
                <w:color w:val="000000"/>
                <w:szCs w:val="22"/>
              </w:rPr>
              <w:t>Burundi</w:t>
            </w:r>
          </w:p>
        </w:tc>
        <w:tc>
          <w:tcPr>
            <w:tcW w:w="3969" w:type="dxa"/>
            <w:shd w:val="clear" w:color="auto" w:fill="auto"/>
            <w:vAlign w:val="center"/>
          </w:tcPr>
          <w:p w14:paraId="3EECFE2F" w14:textId="759B0239" w:rsidR="0025555B" w:rsidRPr="004D7D6E" w:rsidRDefault="0025555B" w:rsidP="0025555B">
            <w:r>
              <w:rPr>
                <w:color w:val="000000"/>
                <w:szCs w:val="22"/>
              </w:rPr>
              <w:t>Oman</w:t>
            </w:r>
          </w:p>
        </w:tc>
      </w:tr>
      <w:tr w:rsidR="0025555B" w:rsidRPr="004D7D6E" w14:paraId="445C6635" w14:textId="77777777" w:rsidTr="00D709C1">
        <w:tc>
          <w:tcPr>
            <w:tcW w:w="3969" w:type="dxa"/>
            <w:shd w:val="clear" w:color="auto" w:fill="auto"/>
            <w:vAlign w:val="center"/>
          </w:tcPr>
          <w:p w14:paraId="46318C4F" w14:textId="4C07354F" w:rsidR="0025555B" w:rsidRPr="004D7D6E" w:rsidRDefault="0025555B" w:rsidP="0025555B">
            <w:r>
              <w:rPr>
                <w:color w:val="000000"/>
                <w:szCs w:val="22"/>
              </w:rPr>
              <w:t>Cabo Verde</w:t>
            </w:r>
          </w:p>
        </w:tc>
        <w:tc>
          <w:tcPr>
            <w:tcW w:w="3969" w:type="dxa"/>
            <w:shd w:val="clear" w:color="auto" w:fill="auto"/>
            <w:vAlign w:val="center"/>
          </w:tcPr>
          <w:p w14:paraId="75E0990C" w14:textId="696593B2" w:rsidR="0025555B" w:rsidRPr="004D7D6E" w:rsidRDefault="0025555B" w:rsidP="0025555B">
            <w:r>
              <w:rPr>
                <w:color w:val="000000"/>
                <w:szCs w:val="22"/>
              </w:rPr>
              <w:t>Ouzbékistan</w:t>
            </w:r>
          </w:p>
        </w:tc>
      </w:tr>
      <w:tr w:rsidR="0025555B" w:rsidRPr="004D7D6E" w14:paraId="3CA579E0" w14:textId="77777777" w:rsidTr="00D709C1">
        <w:tc>
          <w:tcPr>
            <w:tcW w:w="3969" w:type="dxa"/>
            <w:shd w:val="clear" w:color="auto" w:fill="auto"/>
            <w:vAlign w:val="center"/>
          </w:tcPr>
          <w:p w14:paraId="27C9DB0B" w14:textId="2B597470" w:rsidR="0025555B" w:rsidRPr="004D7D6E" w:rsidRDefault="0025555B" w:rsidP="0025555B">
            <w:r>
              <w:rPr>
                <w:color w:val="000000"/>
                <w:szCs w:val="22"/>
              </w:rPr>
              <w:t>Cambodge</w:t>
            </w:r>
          </w:p>
        </w:tc>
        <w:tc>
          <w:tcPr>
            <w:tcW w:w="3969" w:type="dxa"/>
            <w:shd w:val="clear" w:color="auto" w:fill="auto"/>
            <w:vAlign w:val="center"/>
          </w:tcPr>
          <w:p w14:paraId="05E4FC08" w14:textId="479D9ADD" w:rsidR="0025555B" w:rsidRPr="004D7D6E" w:rsidRDefault="0025555B" w:rsidP="0025555B">
            <w:r>
              <w:rPr>
                <w:color w:val="000000"/>
                <w:szCs w:val="22"/>
              </w:rPr>
              <w:t>Pakistan</w:t>
            </w:r>
          </w:p>
        </w:tc>
      </w:tr>
      <w:tr w:rsidR="0025555B" w:rsidRPr="004D7D6E" w14:paraId="6F5A5BCA" w14:textId="77777777" w:rsidTr="00D709C1">
        <w:tc>
          <w:tcPr>
            <w:tcW w:w="3969" w:type="dxa"/>
            <w:shd w:val="clear" w:color="auto" w:fill="auto"/>
            <w:vAlign w:val="center"/>
          </w:tcPr>
          <w:p w14:paraId="33415E58" w14:textId="76F14754" w:rsidR="0025555B" w:rsidRPr="004D7D6E" w:rsidRDefault="0025555B" w:rsidP="0025555B">
            <w:r>
              <w:rPr>
                <w:color w:val="000000"/>
                <w:szCs w:val="22"/>
              </w:rPr>
              <w:t>Cameroun</w:t>
            </w:r>
          </w:p>
        </w:tc>
        <w:tc>
          <w:tcPr>
            <w:tcW w:w="3969" w:type="dxa"/>
            <w:shd w:val="clear" w:color="auto" w:fill="auto"/>
            <w:vAlign w:val="center"/>
          </w:tcPr>
          <w:p w14:paraId="6DCD12E2" w14:textId="48B9E2A9" w:rsidR="0025555B" w:rsidRPr="004D7D6E" w:rsidRDefault="0025555B" w:rsidP="0025555B">
            <w:r>
              <w:rPr>
                <w:color w:val="000000"/>
                <w:szCs w:val="22"/>
              </w:rPr>
              <w:t>Panama</w:t>
            </w:r>
          </w:p>
        </w:tc>
      </w:tr>
      <w:tr w:rsidR="0025555B" w:rsidRPr="004D7D6E" w14:paraId="1DF2C336" w14:textId="77777777" w:rsidTr="00D709C1">
        <w:tc>
          <w:tcPr>
            <w:tcW w:w="3969" w:type="dxa"/>
            <w:shd w:val="clear" w:color="auto" w:fill="auto"/>
            <w:vAlign w:val="center"/>
          </w:tcPr>
          <w:p w14:paraId="78803F9A" w14:textId="3DDB7E48" w:rsidR="0025555B" w:rsidRPr="004D7D6E" w:rsidRDefault="0025555B" w:rsidP="0025555B">
            <w:r>
              <w:rPr>
                <w:color w:val="000000"/>
                <w:szCs w:val="22"/>
              </w:rPr>
              <w:t>Canada</w:t>
            </w:r>
          </w:p>
        </w:tc>
        <w:tc>
          <w:tcPr>
            <w:tcW w:w="3969" w:type="dxa"/>
            <w:shd w:val="clear" w:color="auto" w:fill="auto"/>
            <w:vAlign w:val="center"/>
          </w:tcPr>
          <w:p w14:paraId="6B14F473" w14:textId="2BA15C10" w:rsidR="0025555B" w:rsidRPr="004D7D6E" w:rsidRDefault="0025555B" w:rsidP="0025555B">
            <w:r>
              <w:rPr>
                <w:color w:val="000000"/>
                <w:szCs w:val="22"/>
              </w:rPr>
              <w:t>Pays</w:t>
            </w:r>
            <w:r>
              <w:rPr>
                <w:color w:val="000000"/>
                <w:szCs w:val="22"/>
              </w:rPr>
              <w:noBreakHyphen/>
              <w:t>Bas (Royaume des)</w:t>
            </w:r>
          </w:p>
        </w:tc>
      </w:tr>
      <w:tr w:rsidR="0025555B" w:rsidRPr="004D7D6E" w14:paraId="0696CF89" w14:textId="77777777" w:rsidTr="00D709C1">
        <w:trPr>
          <w:trHeight w:val="68"/>
        </w:trPr>
        <w:tc>
          <w:tcPr>
            <w:tcW w:w="3969" w:type="dxa"/>
            <w:shd w:val="clear" w:color="auto" w:fill="auto"/>
            <w:vAlign w:val="center"/>
          </w:tcPr>
          <w:p w14:paraId="0537A398" w14:textId="1614B944" w:rsidR="0025555B" w:rsidRPr="004D7D6E" w:rsidRDefault="0025555B" w:rsidP="0025555B">
            <w:r>
              <w:rPr>
                <w:color w:val="000000"/>
                <w:szCs w:val="22"/>
              </w:rPr>
              <w:t>Chine</w:t>
            </w:r>
          </w:p>
        </w:tc>
        <w:tc>
          <w:tcPr>
            <w:tcW w:w="3969" w:type="dxa"/>
            <w:shd w:val="clear" w:color="auto" w:fill="auto"/>
            <w:vAlign w:val="center"/>
          </w:tcPr>
          <w:p w14:paraId="428BC1CE" w14:textId="42036910" w:rsidR="0025555B" w:rsidRPr="004D7D6E" w:rsidRDefault="0025555B" w:rsidP="0025555B">
            <w:r>
              <w:rPr>
                <w:color w:val="000000"/>
                <w:szCs w:val="22"/>
              </w:rPr>
              <w:t>Pérou</w:t>
            </w:r>
          </w:p>
        </w:tc>
      </w:tr>
      <w:tr w:rsidR="0025555B" w:rsidRPr="004D7D6E" w14:paraId="7933DF59" w14:textId="77777777" w:rsidTr="00D709C1">
        <w:tc>
          <w:tcPr>
            <w:tcW w:w="3969" w:type="dxa"/>
            <w:shd w:val="clear" w:color="auto" w:fill="auto"/>
            <w:vAlign w:val="center"/>
          </w:tcPr>
          <w:p w14:paraId="62A46A1F" w14:textId="04081503" w:rsidR="0025555B" w:rsidRPr="004D7D6E" w:rsidRDefault="0025555B" w:rsidP="0025555B">
            <w:r>
              <w:rPr>
                <w:color w:val="000000"/>
                <w:szCs w:val="22"/>
              </w:rPr>
              <w:t>Chypre</w:t>
            </w:r>
          </w:p>
        </w:tc>
        <w:tc>
          <w:tcPr>
            <w:tcW w:w="3969" w:type="dxa"/>
            <w:shd w:val="clear" w:color="auto" w:fill="auto"/>
            <w:vAlign w:val="center"/>
          </w:tcPr>
          <w:p w14:paraId="58881FAC" w14:textId="62BDB207" w:rsidR="0025555B" w:rsidRPr="004D7D6E" w:rsidRDefault="0025555B" w:rsidP="0025555B">
            <w:r>
              <w:rPr>
                <w:color w:val="000000"/>
                <w:szCs w:val="22"/>
              </w:rPr>
              <w:t>Philippines</w:t>
            </w:r>
          </w:p>
        </w:tc>
      </w:tr>
      <w:tr w:rsidR="0025555B" w:rsidRPr="004D7D6E" w14:paraId="5068C958" w14:textId="77777777" w:rsidTr="00D709C1">
        <w:trPr>
          <w:trHeight w:val="68"/>
        </w:trPr>
        <w:tc>
          <w:tcPr>
            <w:tcW w:w="3969" w:type="dxa"/>
            <w:shd w:val="clear" w:color="auto" w:fill="auto"/>
            <w:vAlign w:val="center"/>
          </w:tcPr>
          <w:p w14:paraId="560C5FAD" w14:textId="31B9DC94" w:rsidR="0025555B" w:rsidRPr="004D7D6E" w:rsidRDefault="0025555B" w:rsidP="0025555B">
            <w:r>
              <w:rPr>
                <w:color w:val="000000"/>
                <w:szCs w:val="22"/>
              </w:rPr>
              <w:t>Colombie</w:t>
            </w:r>
          </w:p>
        </w:tc>
        <w:tc>
          <w:tcPr>
            <w:tcW w:w="3969" w:type="dxa"/>
            <w:shd w:val="clear" w:color="auto" w:fill="auto"/>
            <w:vAlign w:val="center"/>
          </w:tcPr>
          <w:p w14:paraId="33BF63EA" w14:textId="64C2E1F0" w:rsidR="0025555B" w:rsidRPr="004D7D6E" w:rsidRDefault="0025555B" w:rsidP="0025555B">
            <w:r>
              <w:rPr>
                <w:color w:val="000000"/>
                <w:szCs w:val="22"/>
              </w:rPr>
              <w:t>Pologne</w:t>
            </w:r>
          </w:p>
        </w:tc>
      </w:tr>
      <w:tr w:rsidR="0025555B" w:rsidRPr="004D7D6E" w14:paraId="740BBA88" w14:textId="77777777" w:rsidTr="00D709C1">
        <w:tc>
          <w:tcPr>
            <w:tcW w:w="3969" w:type="dxa"/>
            <w:shd w:val="clear" w:color="auto" w:fill="auto"/>
            <w:vAlign w:val="center"/>
          </w:tcPr>
          <w:p w14:paraId="5F011DCB" w14:textId="0ED44368" w:rsidR="0025555B" w:rsidRPr="004D7D6E" w:rsidRDefault="0025555B" w:rsidP="0025555B">
            <w:r>
              <w:rPr>
                <w:color w:val="000000"/>
                <w:szCs w:val="22"/>
              </w:rPr>
              <w:t>Comores</w:t>
            </w:r>
          </w:p>
        </w:tc>
        <w:tc>
          <w:tcPr>
            <w:tcW w:w="3969" w:type="dxa"/>
            <w:shd w:val="clear" w:color="auto" w:fill="auto"/>
            <w:vAlign w:val="center"/>
          </w:tcPr>
          <w:p w14:paraId="48E0D301" w14:textId="1ACC47BB" w:rsidR="0025555B" w:rsidRPr="004D7D6E" w:rsidRDefault="0025555B" w:rsidP="0025555B">
            <w:r>
              <w:rPr>
                <w:color w:val="000000"/>
                <w:szCs w:val="22"/>
              </w:rPr>
              <w:t>Qatar</w:t>
            </w:r>
          </w:p>
        </w:tc>
      </w:tr>
      <w:tr w:rsidR="0025555B" w:rsidRPr="004D7D6E" w14:paraId="47CCF3EE" w14:textId="77777777" w:rsidTr="00D709C1">
        <w:tc>
          <w:tcPr>
            <w:tcW w:w="3969" w:type="dxa"/>
            <w:shd w:val="clear" w:color="auto" w:fill="auto"/>
            <w:vAlign w:val="center"/>
          </w:tcPr>
          <w:p w14:paraId="00FFE633" w14:textId="01F34BE1" w:rsidR="0025555B" w:rsidRPr="004D7D6E" w:rsidRDefault="0025555B" w:rsidP="0025555B">
            <w:r>
              <w:rPr>
                <w:color w:val="000000"/>
                <w:szCs w:val="22"/>
              </w:rPr>
              <w:t>Croatie</w:t>
            </w:r>
          </w:p>
        </w:tc>
        <w:tc>
          <w:tcPr>
            <w:tcW w:w="3969" w:type="dxa"/>
            <w:shd w:val="clear" w:color="auto" w:fill="auto"/>
            <w:vAlign w:val="center"/>
          </w:tcPr>
          <w:p w14:paraId="742EF07D" w14:textId="58603F7D" w:rsidR="0025555B" w:rsidRPr="004D7D6E" w:rsidRDefault="0025555B" w:rsidP="0025555B">
            <w:r>
              <w:rPr>
                <w:color w:val="000000"/>
                <w:szCs w:val="22"/>
              </w:rPr>
              <w:t>République arabe syrienne</w:t>
            </w:r>
          </w:p>
        </w:tc>
      </w:tr>
      <w:tr w:rsidR="0025555B" w:rsidRPr="004D7D6E" w14:paraId="2819F756" w14:textId="77777777" w:rsidTr="00D709C1">
        <w:tc>
          <w:tcPr>
            <w:tcW w:w="3969" w:type="dxa"/>
            <w:shd w:val="clear" w:color="auto" w:fill="auto"/>
            <w:vAlign w:val="center"/>
          </w:tcPr>
          <w:p w14:paraId="1CB6D4E5" w14:textId="7BE52CC1" w:rsidR="0025555B" w:rsidRPr="004D7D6E" w:rsidRDefault="0025555B" w:rsidP="0025555B">
            <w:r>
              <w:rPr>
                <w:color w:val="000000"/>
                <w:szCs w:val="22"/>
              </w:rPr>
              <w:t>Cuba</w:t>
            </w:r>
          </w:p>
        </w:tc>
        <w:tc>
          <w:tcPr>
            <w:tcW w:w="3969" w:type="dxa"/>
            <w:shd w:val="clear" w:color="auto" w:fill="auto"/>
            <w:vAlign w:val="center"/>
          </w:tcPr>
          <w:p w14:paraId="2D120A18" w14:textId="19127D4E" w:rsidR="0025555B" w:rsidRPr="004D7D6E" w:rsidRDefault="0025555B" w:rsidP="0025555B">
            <w:r>
              <w:rPr>
                <w:color w:val="000000"/>
                <w:szCs w:val="22"/>
              </w:rPr>
              <w:t>République de Corée</w:t>
            </w:r>
          </w:p>
        </w:tc>
      </w:tr>
      <w:tr w:rsidR="0002077E" w:rsidRPr="004D7D6E" w14:paraId="1E5A2B51" w14:textId="77777777" w:rsidTr="00D709C1">
        <w:tc>
          <w:tcPr>
            <w:tcW w:w="3969" w:type="dxa"/>
            <w:shd w:val="clear" w:color="auto" w:fill="auto"/>
            <w:vAlign w:val="center"/>
          </w:tcPr>
          <w:p w14:paraId="07327610" w14:textId="7DFE0639" w:rsidR="0002077E" w:rsidRPr="004D7D6E" w:rsidRDefault="0002077E" w:rsidP="0025555B">
            <w:r>
              <w:rPr>
                <w:color w:val="000000"/>
                <w:szCs w:val="22"/>
              </w:rPr>
              <w:t>Danemark</w:t>
            </w:r>
          </w:p>
        </w:tc>
        <w:tc>
          <w:tcPr>
            <w:tcW w:w="3969" w:type="dxa"/>
            <w:shd w:val="clear" w:color="auto" w:fill="auto"/>
            <w:vAlign w:val="center"/>
          </w:tcPr>
          <w:p w14:paraId="35E7F2CB" w14:textId="3EBFAE26" w:rsidR="0002077E" w:rsidRPr="004D7D6E" w:rsidRDefault="0002077E" w:rsidP="0025555B">
            <w:r>
              <w:rPr>
                <w:color w:val="000000"/>
                <w:szCs w:val="22"/>
              </w:rPr>
              <w:t>République démocratique du Congo</w:t>
            </w:r>
          </w:p>
        </w:tc>
      </w:tr>
      <w:tr w:rsidR="0002077E" w:rsidRPr="004D7D6E" w14:paraId="67C17DF8" w14:textId="77777777" w:rsidTr="00D709C1">
        <w:tc>
          <w:tcPr>
            <w:tcW w:w="3969" w:type="dxa"/>
            <w:shd w:val="clear" w:color="auto" w:fill="auto"/>
            <w:vAlign w:val="center"/>
          </w:tcPr>
          <w:p w14:paraId="043C868A" w14:textId="139688E2" w:rsidR="0002077E" w:rsidRPr="004D7D6E" w:rsidRDefault="0002077E" w:rsidP="0025555B">
            <w:r>
              <w:rPr>
                <w:color w:val="000000"/>
                <w:szCs w:val="22"/>
              </w:rPr>
              <w:t>Djibouti</w:t>
            </w:r>
          </w:p>
        </w:tc>
        <w:tc>
          <w:tcPr>
            <w:tcW w:w="3969" w:type="dxa"/>
            <w:shd w:val="clear" w:color="auto" w:fill="auto"/>
            <w:vAlign w:val="center"/>
          </w:tcPr>
          <w:p w14:paraId="210213E2" w14:textId="48DBE6BF" w:rsidR="0002077E" w:rsidRPr="004D7D6E" w:rsidRDefault="0002077E" w:rsidP="0025555B">
            <w:r>
              <w:rPr>
                <w:color w:val="000000"/>
                <w:szCs w:val="22"/>
              </w:rPr>
              <w:t>République démocratique populaire lao</w:t>
            </w:r>
          </w:p>
        </w:tc>
      </w:tr>
      <w:tr w:rsidR="0002077E" w:rsidRPr="004D7D6E" w14:paraId="3A79DCC9" w14:textId="77777777" w:rsidTr="00D709C1">
        <w:tc>
          <w:tcPr>
            <w:tcW w:w="3969" w:type="dxa"/>
            <w:shd w:val="clear" w:color="auto" w:fill="auto"/>
            <w:vAlign w:val="center"/>
          </w:tcPr>
          <w:p w14:paraId="6CCC5908" w14:textId="4271E8DD" w:rsidR="0002077E" w:rsidRDefault="0002077E" w:rsidP="0025555B">
            <w:pPr>
              <w:rPr>
                <w:color w:val="000000"/>
                <w:szCs w:val="22"/>
              </w:rPr>
            </w:pPr>
            <w:r>
              <w:rPr>
                <w:color w:val="000000"/>
                <w:szCs w:val="22"/>
              </w:rPr>
              <w:t>Égypte</w:t>
            </w:r>
          </w:p>
        </w:tc>
        <w:tc>
          <w:tcPr>
            <w:tcW w:w="3969" w:type="dxa"/>
            <w:shd w:val="clear" w:color="auto" w:fill="auto"/>
            <w:vAlign w:val="center"/>
          </w:tcPr>
          <w:p w14:paraId="76807E4A" w14:textId="7017E741" w:rsidR="0002077E" w:rsidRDefault="0002077E" w:rsidP="0025555B">
            <w:pPr>
              <w:rPr>
                <w:color w:val="000000"/>
                <w:szCs w:val="22"/>
              </w:rPr>
            </w:pPr>
            <w:r>
              <w:rPr>
                <w:color w:val="000000"/>
                <w:szCs w:val="22"/>
              </w:rPr>
              <w:t>République de Moldova</w:t>
            </w:r>
          </w:p>
        </w:tc>
      </w:tr>
      <w:tr w:rsidR="0002077E" w:rsidRPr="004D7D6E" w14:paraId="429AC517" w14:textId="77777777" w:rsidTr="00D709C1">
        <w:tc>
          <w:tcPr>
            <w:tcW w:w="3969" w:type="dxa"/>
            <w:shd w:val="clear" w:color="auto" w:fill="auto"/>
            <w:vAlign w:val="center"/>
          </w:tcPr>
          <w:p w14:paraId="050A8E21" w14:textId="29040088" w:rsidR="0002077E" w:rsidRPr="004D7D6E" w:rsidRDefault="0002077E" w:rsidP="0025555B">
            <w:r>
              <w:rPr>
                <w:color w:val="000000"/>
                <w:szCs w:val="22"/>
              </w:rPr>
              <w:t>El Salvador</w:t>
            </w:r>
          </w:p>
        </w:tc>
        <w:tc>
          <w:tcPr>
            <w:tcW w:w="3969" w:type="dxa"/>
            <w:shd w:val="clear" w:color="auto" w:fill="auto"/>
            <w:vAlign w:val="center"/>
          </w:tcPr>
          <w:p w14:paraId="00FB4535" w14:textId="48ABEC94" w:rsidR="0002077E" w:rsidRPr="004D7D6E" w:rsidRDefault="0002077E" w:rsidP="0025555B">
            <w:r>
              <w:rPr>
                <w:color w:val="000000"/>
                <w:szCs w:val="22"/>
              </w:rPr>
              <w:t>République dominicaine</w:t>
            </w:r>
          </w:p>
        </w:tc>
      </w:tr>
      <w:tr w:rsidR="0002077E" w:rsidRPr="004D7D6E" w14:paraId="3421E609" w14:textId="77777777" w:rsidTr="00D709C1">
        <w:tc>
          <w:tcPr>
            <w:tcW w:w="3969" w:type="dxa"/>
            <w:shd w:val="clear" w:color="auto" w:fill="auto"/>
            <w:vAlign w:val="center"/>
          </w:tcPr>
          <w:p w14:paraId="4687DE18" w14:textId="0B2EA729" w:rsidR="0002077E" w:rsidRPr="004D7D6E" w:rsidRDefault="0002077E" w:rsidP="0025555B">
            <w:r>
              <w:rPr>
                <w:color w:val="000000"/>
                <w:szCs w:val="22"/>
              </w:rPr>
              <w:t>Émirats arabes unis</w:t>
            </w:r>
          </w:p>
        </w:tc>
        <w:tc>
          <w:tcPr>
            <w:tcW w:w="3969" w:type="dxa"/>
            <w:shd w:val="clear" w:color="auto" w:fill="auto"/>
            <w:vAlign w:val="center"/>
          </w:tcPr>
          <w:p w14:paraId="656022BF" w14:textId="3A3F818F" w:rsidR="0002077E" w:rsidRPr="004D7D6E" w:rsidRDefault="0002077E" w:rsidP="0025555B">
            <w:r>
              <w:rPr>
                <w:color w:val="000000"/>
                <w:szCs w:val="22"/>
              </w:rPr>
              <w:t>République tchèque</w:t>
            </w:r>
          </w:p>
        </w:tc>
      </w:tr>
      <w:tr w:rsidR="0002077E" w:rsidRPr="004D7D6E" w14:paraId="547C4EA0" w14:textId="77777777" w:rsidTr="00D709C1">
        <w:tc>
          <w:tcPr>
            <w:tcW w:w="3969" w:type="dxa"/>
            <w:shd w:val="clear" w:color="auto" w:fill="auto"/>
            <w:vAlign w:val="center"/>
          </w:tcPr>
          <w:p w14:paraId="1382A949" w14:textId="0E8549F9" w:rsidR="0002077E" w:rsidRPr="004D7D6E" w:rsidRDefault="0002077E" w:rsidP="0025555B">
            <w:r>
              <w:rPr>
                <w:color w:val="000000"/>
                <w:szCs w:val="22"/>
              </w:rPr>
              <w:lastRenderedPageBreak/>
              <w:t>Estonie</w:t>
            </w:r>
          </w:p>
        </w:tc>
        <w:tc>
          <w:tcPr>
            <w:tcW w:w="3969" w:type="dxa"/>
            <w:shd w:val="clear" w:color="auto" w:fill="auto"/>
            <w:vAlign w:val="center"/>
          </w:tcPr>
          <w:p w14:paraId="16A509F9" w14:textId="692597DB" w:rsidR="0002077E" w:rsidRPr="004D7D6E" w:rsidRDefault="0002077E" w:rsidP="0025555B">
            <w:r>
              <w:rPr>
                <w:color w:val="000000"/>
                <w:szCs w:val="22"/>
              </w:rPr>
              <w:t>République</w:t>
            </w:r>
            <w:r>
              <w:rPr>
                <w:color w:val="000000"/>
                <w:szCs w:val="22"/>
              </w:rPr>
              <w:noBreakHyphen/>
              <w:t>Unie de Tanzanie</w:t>
            </w:r>
          </w:p>
        </w:tc>
      </w:tr>
      <w:tr w:rsidR="0002077E" w:rsidRPr="004D7D6E" w14:paraId="613A2FAD" w14:textId="77777777" w:rsidTr="00573352">
        <w:tc>
          <w:tcPr>
            <w:tcW w:w="3969" w:type="dxa"/>
            <w:shd w:val="clear" w:color="auto" w:fill="auto"/>
            <w:vAlign w:val="center"/>
          </w:tcPr>
          <w:p w14:paraId="3FE140AB" w14:textId="2D226CF4" w:rsidR="0002077E" w:rsidRPr="004D7D6E" w:rsidRDefault="0002077E" w:rsidP="0025555B">
            <w:r>
              <w:rPr>
                <w:color w:val="000000"/>
                <w:szCs w:val="22"/>
              </w:rPr>
              <w:t>Eswatini</w:t>
            </w:r>
          </w:p>
        </w:tc>
        <w:tc>
          <w:tcPr>
            <w:tcW w:w="3969" w:type="dxa"/>
            <w:shd w:val="clear" w:color="auto" w:fill="auto"/>
            <w:vAlign w:val="center"/>
          </w:tcPr>
          <w:p w14:paraId="3F7AB338" w14:textId="3DA8BF79" w:rsidR="0002077E" w:rsidRPr="004D7D6E" w:rsidRDefault="0002077E" w:rsidP="0025555B">
            <w:r>
              <w:rPr>
                <w:color w:val="000000"/>
                <w:szCs w:val="22"/>
              </w:rPr>
              <w:t>Roumanie</w:t>
            </w:r>
          </w:p>
        </w:tc>
      </w:tr>
      <w:tr w:rsidR="0002077E" w:rsidRPr="004D7D6E" w14:paraId="498C6353" w14:textId="77777777" w:rsidTr="00573352">
        <w:tc>
          <w:tcPr>
            <w:tcW w:w="3969" w:type="dxa"/>
            <w:shd w:val="clear" w:color="auto" w:fill="auto"/>
            <w:vAlign w:val="center"/>
          </w:tcPr>
          <w:p w14:paraId="1043F2DE" w14:textId="3FBCAC6A" w:rsidR="0002077E" w:rsidRPr="004D7D6E" w:rsidRDefault="0002077E" w:rsidP="0025555B">
            <w:r>
              <w:rPr>
                <w:color w:val="000000"/>
                <w:szCs w:val="22"/>
              </w:rPr>
              <w:t>États</w:t>
            </w:r>
            <w:r>
              <w:rPr>
                <w:color w:val="000000"/>
                <w:szCs w:val="22"/>
              </w:rPr>
              <w:noBreakHyphen/>
              <w:t>Unis d’Amérique</w:t>
            </w:r>
          </w:p>
        </w:tc>
        <w:tc>
          <w:tcPr>
            <w:tcW w:w="3969" w:type="dxa"/>
            <w:shd w:val="clear" w:color="auto" w:fill="auto"/>
            <w:vAlign w:val="center"/>
          </w:tcPr>
          <w:p w14:paraId="19C8DB29" w14:textId="0C947C47" w:rsidR="0002077E" w:rsidRPr="004D7D6E" w:rsidRDefault="0002077E" w:rsidP="0025555B">
            <w:r>
              <w:rPr>
                <w:color w:val="000000"/>
                <w:szCs w:val="22"/>
              </w:rPr>
              <w:t>Rwanda</w:t>
            </w:r>
          </w:p>
        </w:tc>
      </w:tr>
      <w:tr w:rsidR="0002077E" w:rsidRPr="004D7D6E" w14:paraId="6BE18D81" w14:textId="77777777" w:rsidTr="00573352">
        <w:tc>
          <w:tcPr>
            <w:tcW w:w="3969" w:type="dxa"/>
            <w:shd w:val="clear" w:color="auto" w:fill="auto"/>
            <w:vAlign w:val="center"/>
          </w:tcPr>
          <w:p w14:paraId="29CB402B" w14:textId="64BC470B" w:rsidR="0002077E" w:rsidRPr="004D7D6E" w:rsidRDefault="0002077E" w:rsidP="0025555B">
            <w:r>
              <w:rPr>
                <w:color w:val="000000"/>
                <w:szCs w:val="22"/>
              </w:rPr>
              <w:t>Éthiopie</w:t>
            </w:r>
          </w:p>
        </w:tc>
        <w:tc>
          <w:tcPr>
            <w:tcW w:w="3969" w:type="dxa"/>
            <w:shd w:val="clear" w:color="auto" w:fill="auto"/>
            <w:vAlign w:val="center"/>
          </w:tcPr>
          <w:p w14:paraId="7569835D" w14:textId="6F9FA896" w:rsidR="0002077E" w:rsidRPr="004D7D6E" w:rsidRDefault="0002077E" w:rsidP="0025555B">
            <w:r>
              <w:rPr>
                <w:color w:val="000000"/>
                <w:szCs w:val="22"/>
              </w:rPr>
              <w:t>Sainte</w:t>
            </w:r>
            <w:r>
              <w:rPr>
                <w:color w:val="000000"/>
                <w:szCs w:val="22"/>
              </w:rPr>
              <w:noBreakHyphen/>
              <w:t>Lucie</w:t>
            </w:r>
          </w:p>
        </w:tc>
      </w:tr>
      <w:tr w:rsidR="0002077E" w:rsidRPr="004D7D6E" w14:paraId="3D107BD6" w14:textId="77777777" w:rsidTr="00573352">
        <w:tc>
          <w:tcPr>
            <w:tcW w:w="3969" w:type="dxa"/>
            <w:shd w:val="clear" w:color="auto" w:fill="auto"/>
            <w:vAlign w:val="center"/>
          </w:tcPr>
          <w:p w14:paraId="46FE7E7B" w14:textId="29025479" w:rsidR="0002077E" w:rsidRPr="004D7D6E" w:rsidRDefault="0002077E" w:rsidP="0025555B">
            <w:r>
              <w:rPr>
                <w:color w:val="000000"/>
                <w:szCs w:val="22"/>
              </w:rPr>
              <w:t>Fédération de Russie</w:t>
            </w:r>
          </w:p>
        </w:tc>
        <w:tc>
          <w:tcPr>
            <w:tcW w:w="3969" w:type="dxa"/>
            <w:shd w:val="clear" w:color="auto" w:fill="auto"/>
            <w:vAlign w:val="center"/>
          </w:tcPr>
          <w:p w14:paraId="2C470ED3" w14:textId="1528283F" w:rsidR="0002077E" w:rsidRPr="004D7D6E" w:rsidRDefault="0002077E" w:rsidP="0025555B">
            <w:r>
              <w:rPr>
                <w:color w:val="000000"/>
                <w:szCs w:val="22"/>
              </w:rPr>
              <w:t>Saint</w:t>
            </w:r>
            <w:r>
              <w:rPr>
                <w:color w:val="000000"/>
                <w:szCs w:val="22"/>
              </w:rPr>
              <w:noBreakHyphen/>
              <w:t>Kitts</w:t>
            </w:r>
            <w:r>
              <w:rPr>
                <w:color w:val="000000"/>
                <w:szCs w:val="22"/>
              </w:rPr>
              <w:noBreakHyphen/>
              <w:t>et</w:t>
            </w:r>
            <w:r>
              <w:rPr>
                <w:color w:val="000000"/>
                <w:szCs w:val="22"/>
              </w:rPr>
              <w:noBreakHyphen/>
              <w:t>Nevis</w:t>
            </w:r>
          </w:p>
        </w:tc>
      </w:tr>
      <w:tr w:rsidR="0002077E" w:rsidRPr="004D7D6E" w14:paraId="1B727193" w14:textId="77777777" w:rsidTr="00573352">
        <w:tc>
          <w:tcPr>
            <w:tcW w:w="3969" w:type="dxa"/>
            <w:shd w:val="clear" w:color="auto" w:fill="auto"/>
            <w:vAlign w:val="center"/>
          </w:tcPr>
          <w:p w14:paraId="3C6B89A6" w14:textId="250AEC58" w:rsidR="0002077E" w:rsidRPr="004D7D6E" w:rsidRDefault="0002077E" w:rsidP="0025555B">
            <w:r>
              <w:rPr>
                <w:color w:val="000000"/>
                <w:szCs w:val="22"/>
              </w:rPr>
              <w:t>Fidji</w:t>
            </w:r>
          </w:p>
        </w:tc>
        <w:tc>
          <w:tcPr>
            <w:tcW w:w="3969" w:type="dxa"/>
            <w:shd w:val="clear" w:color="auto" w:fill="auto"/>
            <w:vAlign w:val="center"/>
          </w:tcPr>
          <w:p w14:paraId="048C7508" w14:textId="56B55023" w:rsidR="0002077E" w:rsidRPr="004D7D6E" w:rsidRDefault="0002077E" w:rsidP="0025555B">
            <w:r>
              <w:rPr>
                <w:color w:val="000000"/>
                <w:szCs w:val="22"/>
              </w:rPr>
              <w:t>Saint</w:t>
            </w:r>
            <w:r>
              <w:rPr>
                <w:color w:val="000000"/>
                <w:szCs w:val="22"/>
              </w:rPr>
              <w:noBreakHyphen/>
              <w:t>Siège</w:t>
            </w:r>
          </w:p>
        </w:tc>
      </w:tr>
      <w:tr w:rsidR="0002077E" w:rsidRPr="004D7D6E" w14:paraId="4E7E6C17" w14:textId="77777777" w:rsidTr="00573352">
        <w:tc>
          <w:tcPr>
            <w:tcW w:w="3969" w:type="dxa"/>
            <w:shd w:val="clear" w:color="auto" w:fill="auto"/>
            <w:vAlign w:val="center"/>
          </w:tcPr>
          <w:p w14:paraId="107BDAB0" w14:textId="0884A1DF" w:rsidR="0002077E" w:rsidRPr="004D7D6E" w:rsidRDefault="0002077E" w:rsidP="0025555B">
            <w:r>
              <w:rPr>
                <w:color w:val="000000"/>
                <w:szCs w:val="22"/>
              </w:rPr>
              <w:t>Finlande</w:t>
            </w:r>
          </w:p>
        </w:tc>
        <w:tc>
          <w:tcPr>
            <w:tcW w:w="3969" w:type="dxa"/>
            <w:shd w:val="clear" w:color="auto" w:fill="auto"/>
            <w:vAlign w:val="center"/>
          </w:tcPr>
          <w:p w14:paraId="7A8153F2" w14:textId="4040864D" w:rsidR="0002077E" w:rsidRPr="004D7D6E" w:rsidRDefault="0002077E" w:rsidP="0025555B">
            <w:r>
              <w:rPr>
                <w:color w:val="000000"/>
                <w:szCs w:val="22"/>
              </w:rPr>
              <w:t>Samoa</w:t>
            </w:r>
          </w:p>
        </w:tc>
      </w:tr>
      <w:tr w:rsidR="0002077E" w:rsidRPr="004D7D6E" w14:paraId="7EEED5D2" w14:textId="77777777" w:rsidTr="00573352">
        <w:tc>
          <w:tcPr>
            <w:tcW w:w="3969" w:type="dxa"/>
            <w:shd w:val="clear" w:color="auto" w:fill="auto"/>
            <w:vAlign w:val="center"/>
          </w:tcPr>
          <w:p w14:paraId="63058DE3" w14:textId="0AE9D7E4" w:rsidR="0002077E" w:rsidRPr="004D7D6E" w:rsidRDefault="0002077E" w:rsidP="0025555B">
            <w:r>
              <w:rPr>
                <w:color w:val="000000"/>
                <w:szCs w:val="22"/>
              </w:rPr>
              <w:t>France</w:t>
            </w:r>
          </w:p>
        </w:tc>
        <w:tc>
          <w:tcPr>
            <w:tcW w:w="3969" w:type="dxa"/>
            <w:shd w:val="clear" w:color="auto" w:fill="auto"/>
            <w:vAlign w:val="center"/>
          </w:tcPr>
          <w:p w14:paraId="67212E01" w14:textId="2256BE78" w:rsidR="0002077E" w:rsidRPr="004D7D6E" w:rsidRDefault="0002077E" w:rsidP="0025555B">
            <w:r>
              <w:rPr>
                <w:color w:val="000000"/>
                <w:szCs w:val="22"/>
              </w:rPr>
              <w:t>Sao Tomé</w:t>
            </w:r>
            <w:r>
              <w:rPr>
                <w:color w:val="000000"/>
                <w:szCs w:val="22"/>
              </w:rPr>
              <w:noBreakHyphen/>
              <w:t>et</w:t>
            </w:r>
            <w:r>
              <w:rPr>
                <w:color w:val="000000"/>
                <w:szCs w:val="22"/>
              </w:rPr>
              <w:noBreakHyphen/>
              <w:t>Principe</w:t>
            </w:r>
          </w:p>
        </w:tc>
      </w:tr>
      <w:tr w:rsidR="0002077E" w:rsidRPr="004D7D6E" w14:paraId="5BD7A02F" w14:textId="77777777" w:rsidTr="00573352">
        <w:tc>
          <w:tcPr>
            <w:tcW w:w="3969" w:type="dxa"/>
            <w:shd w:val="clear" w:color="auto" w:fill="auto"/>
            <w:vAlign w:val="center"/>
          </w:tcPr>
          <w:p w14:paraId="2B8DC3FD" w14:textId="0EE39173" w:rsidR="0002077E" w:rsidRPr="004D7D6E" w:rsidRDefault="0002077E" w:rsidP="0025555B">
            <w:r>
              <w:rPr>
                <w:color w:val="000000"/>
                <w:szCs w:val="22"/>
              </w:rPr>
              <w:t>Gabon</w:t>
            </w:r>
          </w:p>
        </w:tc>
        <w:tc>
          <w:tcPr>
            <w:tcW w:w="3969" w:type="dxa"/>
            <w:shd w:val="clear" w:color="auto" w:fill="auto"/>
            <w:vAlign w:val="center"/>
          </w:tcPr>
          <w:p w14:paraId="78A48D8F" w14:textId="46C9971D" w:rsidR="0002077E" w:rsidRPr="004D7D6E" w:rsidRDefault="0002077E" w:rsidP="0025555B">
            <w:r>
              <w:rPr>
                <w:color w:val="000000"/>
                <w:szCs w:val="22"/>
              </w:rPr>
              <w:t>Sénégal</w:t>
            </w:r>
          </w:p>
        </w:tc>
      </w:tr>
      <w:tr w:rsidR="0002077E" w:rsidRPr="004D7D6E" w14:paraId="5EF2A86F" w14:textId="77777777" w:rsidTr="00573352">
        <w:tc>
          <w:tcPr>
            <w:tcW w:w="3969" w:type="dxa"/>
            <w:shd w:val="clear" w:color="auto" w:fill="auto"/>
            <w:vAlign w:val="center"/>
          </w:tcPr>
          <w:p w14:paraId="7A290104" w14:textId="4A4982D8" w:rsidR="0002077E" w:rsidRPr="004D7D6E" w:rsidRDefault="0002077E" w:rsidP="0025555B">
            <w:r>
              <w:rPr>
                <w:color w:val="000000"/>
                <w:szCs w:val="22"/>
              </w:rPr>
              <w:t>Géorgie</w:t>
            </w:r>
          </w:p>
        </w:tc>
        <w:tc>
          <w:tcPr>
            <w:tcW w:w="3969" w:type="dxa"/>
            <w:shd w:val="clear" w:color="auto" w:fill="auto"/>
            <w:vAlign w:val="center"/>
          </w:tcPr>
          <w:p w14:paraId="1218DD68" w14:textId="1126DAED" w:rsidR="0002077E" w:rsidRPr="004D7D6E" w:rsidRDefault="0002077E" w:rsidP="0025555B">
            <w:r>
              <w:rPr>
                <w:color w:val="000000"/>
                <w:szCs w:val="22"/>
              </w:rPr>
              <w:t>Serbie</w:t>
            </w:r>
          </w:p>
        </w:tc>
      </w:tr>
      <w:tr w:rsidR="0002077E" w:rsidRPr="004D7D6E" w14:paraId="27D062E9" w14:textId="77777777" w:rsidTr="00573352">
        <w:tc>
          <w:tcPr>
            <w:tcW w:w="3969" w:type="dxa"/>
            <w:shd w:val="clear" w:color="auto" w:fill="auto"/>
            <w:vAlign w:val="center"/>
          </w:tcPr>
          <w:p w14:paraId="1E34995F" w14:textId="45B84731" w:rsidR="0002077E" w:rsidRPr="004D7D6E" w:rsidRDefault="0002077E" w:rsidP="0025555B">
            <w:r>
              <w:rPr>
                <w:color w:val="000000"/>
                <w:szCs w:val="22"/>
              </w:rPr>
              <w:t>Grenade</w:t>
            </w:r>
          </w:p>
        </w:tc>
        <w:tc>
          <w:tcPr>
            <w:tcW w:w="3969" w:type="dxa"/>
            <w:shd w:val="clear" w:color="auto" w:fill="auto"/>
            <w:vAlign w:val="center"/>
          </w:tcPr>
          <w:p w14:paraId="62EC8C54" w14:textId="73409BAC" w:rsidR="0002077E" w:rsidRPr="004D7D6E" w:rsidRDefault="0002077E" w:rsidP="0025555B">
            <w:r>
              <w:rPr>
                <w:color w:val="000000"/>
                <w:szCs w:val="22"/>
              </w:rPr>
              <w:t>Seychelles</w:t>
            </w:r>
          </w:p>
        </w:tc>
      </w:tr>
      <w:tr w:rsidR="0002077E" w:rsidRPr="004D7D6E" w14:paraId="6CA11E69" w14:textId="77777777" w:rsidTr="00573352">
        <w:tc>
          <w:tcPr>
            <w:tcW w:w="3969" w:type="dxa"/>
            <w:shd w:val="clear" w:color="auto" w:fill="auto"/>
            <w:vAlign w:val="center"/>
          </w:tcPr>
          <w:p w14:paraId="006F49CF" w14:textId="357CC9F6" w:rsidR="0002077E" w:rsidRPr="004D7D6E" w:rsidRDefault="0002077E" w:rsidP="0025555B">
            <w:r>
              <w:rPr>
                <w:color w:val="000000"/>
                <w:szCs w:val="22"/>
              </w:rPr>
              <w:t>Guatemala</w:t>
            </w:r>
          </w:p>
        </w:tc>
        <w:tc>
          <w:tcPr>
            <w:tcW w:w="3969" w:type="dxa"/>
            <w:shd w:val="clear" w:color="auto" w:fill="auto"/>
            <w:vAlign w:val="center"/>
          </w:tcPr>
          <w:p w14:paraId="486F306A" w14:textId="0B6B797C" w:rsidR="0002077E" w:rsidRPr="004D7D6E" w:rsidRDefault="0002077E" w:rsidP="0025555B">
            <w:r>
              <w:rPr>
                <w:color w:val="000000"/>
                <w:szCs w:val="22"/>
              </w:rPr>
              <w:t>Singapour</w:t>
            </w:r>
          </w:p>
        </w:tc>
      </w:tr>
      <w:tr w:rsidR="0002077E" w:rsidRPr="004D7D6E" w14:paraId="1BF984D8" w14:textId="77777777" w:rsidTr="00573352">
        <w:tc>
          <w:tcPr>
            <w:tcW w:w="3969" w:type="dxa"/>
            <w:shd w:val="clear" w:color="auto" w:fill="auto"/>
            <w:vAlign w:val="center"/>
          </w:tcPr>
          <w:p w14:paraId="7C188785" w14:textId="74D80179" w:rsidR="0002077E" w:rsidRPr="004D7D6E" w:rsidRDefault="0002077E" w:rsidP="0025555B">
            <w:r>
              <w:rPr>
                <w:color w:val="000000"/>
                <w:szCs w:val="22"/>
              </w:rPr>
              <w:t>Guinée</w:t>
            </w:r>
          </w:p>
        </w:tc>
        <w:tc>
          <w:tcPr>
            <w:tcW w:w="3969" w:type="dxa"/>
            <w:shd w:val="clear" w:color="auto" w:fill="auto"/>
            <w:vAlign w:val="center"/>
          </w:tcPr>
          <w:p w14:paraId="5413F060" w14:textId="332C9519" w:rsidR="0002077E" w:rsidRPr="004D7D6E" w:rsidRDefault="0002077E" w:rsidP="0025555B">
            <w:r>
              <w:rPr>
                <w:color w:val="000000"/>
                <w:szCs w:val="22"/>
              </w:rPr>
              <w:t>Slovaquie</w:t>
            </w:r>
          </w:p>
        </w:tc>
      </w:tr>
      <w:tr w:rsidR="0002077E" w:rsidRPr="004D7D6E" w14:paraId="13CD3478" w14:textId="77777777" w:rsidTr="00573352">
        <w:tc>
          <w:tcPr>
            <w:tcW w:w="3969" w:type="dxa"/>
            <w:shd w:val="clear" w:color="auto" w:fill="auto"/>
            <w:vAlign w:val="center"/>
          </w:tcPr>
          <w:p w14:paraId="4E6A1082" w14:textId="08B5E5CD" w:rsidR="0002077E" w:rsidRPr="004D7D6E" w:rsidRDefault="0002077E" w:rsidP="0025555B">
            <w:r>
              <w:rPr>
                <w:color w:val="000000"/>
                <w:szCs w:val="22"/>
              </w:rPr>
              <w:t>Guyana</w:t>
            </w:r>
          </w:p>
        </w:tc>
        <w:tc>
          <w:tcPr>
            <w:tcW w:w="3969" w:type="dxa"/>
            <w:shd w:val="clear" w:color="auto" w:fill="auto"/>
            <w:vAlign w:val="center"/>
          </w:tcPr>
          <w:p w14:paraId="5608345A" w14:textId="2AD4B861" w:rsidR="0002077E" w:rsidRPr="004D7D6E" w:rsidRDefault="0002077E" w:rsidP="0025555B">
            <w:r>
              <w:rPr>
                <w:color w:val="000000"/>
                <w:szCs w:val="22"/>
              </w:rPr>
              <w:t>Slovénie</w:t>
            </w:r>
          </w:p>
        </w:tc>
      </w:tr>
      <w:tr w:rsidR="0002077E" w:rsidRPr="004D7D6E" w14:paraId="2EB007DA" w14:textId="77777777" w:rsidTr="00573352">
        <w:tc>
          <w:tcPr>
            <w:tcW w:w="3969" w:type="dxa"/>
            <w:shd w:val="clear" w:color="auto" w:fill="auto"/>
            <w:vAlign w:val="center"/>
          </w:tcPr>
          <w:p w14:paraId="426295EB" w14:textId="6944B63B" w:rsidR="0002077E" w:rsidRPr="004D7D6E" w:rsidRDefault="0002077E" w:rsidP="0025555B">
            <w:r>
              <w:rPr>
                <w:color w:val="000000"/>
                <w:szCs w:val="22"/>
              </w:rPr>
              <w:t>Honduras</w:t>
            </w:r>
          </w:p>
        </w:tc>
        <w:tc>
          <w:tcPr>
            <w:tcW w:w="3969" w:type="dxa"/>
            <w:shd w:val="clear" w:color="auto" w:fill="auto"/>
            <w:vAlign w:val="center"/>
          </w:tcPr>
          <w:p w14:paraId="5B1E264C" w14:textId="798E6010" w:rsidR="0002077E" w:rsidRPr="004D7D6E" w:rsidRDefault="0002077E" w:rsidP="0025555B">
            <w:r>
              <w:rPr>
                <w:color w:val="000000"/>
                <w:szCs w:val="22"/>
              </w:rPr>
              <w:t>Soudan</w:t>
            </w:r>
          </w:p>
        </w:tc>
      </w:tr>
      <w:tr w:rsidR="0002077E" w:rsidRPr="004D7D6E" w14:paraId="7E09431C" w14:textId="77777777" w:rsidTr="00573352">
        <w:tc>
          <w:tcPr>
            <w:tcW w:w="3969" w:type="dxa"/>
            <w:shd w:val="clear" w:color="auto" w:fill="auto"/>
            <w:vAlign w:val="center"/>
          </w:tcPr>
          <w:p w14:paraId="322A12A8" w14:textId="571F1020" w:rsidR="0002077E" w:rsidRPr="004D7D6E" w:rsidRDefault="0002077E" w:rsidP="0025555B">
            <w:r>
              <w:rPr>
                <w:color w:val="000000"/>
                <w:szCs w:val="22"/>
              </w:rPr>
              <w:t>Hongrie</w:t>
            </w:r>
          </w:p>
        </w:tc>
        <w:tc>
          <w:tcPr>
            <w:tcW w:w="3969" w:type="dxa"/>
            <w:shd w:val="clear" w:color="auto" w:fill="auto"/>
            <w:vAlign w:val="center"/>
          </w:tcPr>
          <w:p w14:paraId="131A966B" w14:textId="66FFB2C9" w:rsidR="0002077E" w:rsidRPr="004D7D6E" w:rsidRDefault="0002077E" w:rsidP="0025555B">
            <w:r>
              <w:rPr>
                <w:color w:val="000000"/>
                <w:szCs w:val="22"/>
              </w:rPr>
              <w:t>Sri Lanka</w:t>
            </w:r>
          </w:p>
        </w:tc>
      </w:tr>
      <w:tr w:rsidR="0002077E" w:rsidRPr="004D7D6E" w14:paraId="472F6EEF" w14:textId="77777777" w:rsidTr="00573352">
        <w:tc>
          <w:tcPr>
            <w:tcW w:w="3969" w:type="dxa"/>
            <w:shd w:val="clear" w:color="auto" w:fill="auto"/>
            <w:vAlign w:val="center"/>
          </w:tcPr>
          <w:p w14:paraId="44608ADF" w14:textId="558C8427" w:rsidR="0002077E" w:rsidRPr="004D7D6E" w:rsidRDefault="0002077E" w:rsidP="0025555B">
            <w:r>
              <w:rPr>
                <w:color w:val="000000"/>
                <w:szCs w:val="22"/>
              </w:rPr>
              <w:t>Îles Marshall</w:t>
            </w:r>
          </w:p>
        </w:tc>
        <w:tc>
          <w:tcPr>
            <w:tcW w:w="3969" w:type="dxa"/>
            <w:shd w:val="clear" w:color="auto" w:fill="auto"/>
            <w:vAlign w:val="center"/>
          </w:tcPr>
          <w:p w14:paraId="46BC7709" w14:textId="51F1139D" w:rsidR="0002077E" w:rsidRPr="004D7D6E" w:rsidRDefault="0002077E" w:rsidP="0025555B">
            <w:r>
              <w:rPr>
                <w:color w:val="000000"/>
                <w:szCs w:val="22"/>
              </w:rPr>
              <w:t>Suède</w:t>
            </w:r>
          </w:p>
        </w:tc>
      </w:tr>
      <w:tr w:rsidR="0002077E" w:rsidRPr="004D7D6E" w14:paraId="7D7BB460" w14:textId="77777777" w:rsidTr="00573352">
        <w:tc>
          <w:tcPr>
            <w:tcW w:w="3969" w:type="dxa"/>
            <w:shd w:val="clear" w:color="auto" w:fill="auto"/>
            <w:vAlign w:val="center"/>
          </w:tcPr>
          <w:p w14:paraId="01BF986D" w14:textId="1B5094CF" w:rsidR="0002077E" w:rsidRPr="004D7D6E" w:rsidRDefault="0002077E" w:rsidP="0025555B">
            <w:r>
              <w:rPr>
                <w:color w:val="000000"/>
                <w:szCs w:val="22"/>
              </w:rPr>
              <w:t>Îles Salomon</w:t>
            </w:r>
          </w:p>
        </w:tc>
        <w:tc>
          <w:tcPr>
            <w:tcW w:w="3969" w:type="dxa"/>
            <w:shd w:val="clear" w:color="auto" w:fill="auto"/>
            <w:vAlign w:val="center"/>
          </w:tcPr>
          <w:p w14:paraId="2E4739A8" w14:textId="5CBD64FE" w:rsidR="0002077E" w:rsidRPr="004D7D6E" w:rsidRDefault="0002077E" w:rsidP="0025555B">
            <w:r>
              <w:rPr>
                <w:color w:val="000000"/>
                <w:szCs w:val="22"/>
              </w:rPr>
              <w:t>Suisse</w:t>
            </w:r>
          </w:p>
        </w:tc>
      </w:tr>
      <w:tr w:rsidR="0002077E" w:rsidRPr="004D7D6E" w14:paraId="35CFA6FC" w14:textId="77777777" w:rsidTr="00573352">
        <w:tc>
          <w:tcPr>
            <w:tcW w:w="3969" w:type="dxa"/>
            <w:shd w:val="clear" w:color="auto" w:fill="auto"/>
            <w:vAlign w:val="center"/>
          </w:tcPr>
          <w:p w14:paraId="0DC3CF9F" w14:textId="52B5AC75" w:rsidR="0002077E" w:rsidRPr="004D7D6E" w:rsidRDefault="0002077E" w:rsidP="0025555B">
            <w:r>
              <w:rPr>
                <w:color w:val="000000"/>
                <w:szCs w:val="22"/>
              </w:rPr>
              <w:t>Inde</w:t>
            </w:r>
          </w:p>
        </w:tc>
        <w:tc>
          <w:tcPr>
            <w:tcW w:w="3969" w:type="dxa"/>
            <w:shd w:val="clear" w:color="auto" w:fill="auto"/>
            <w:vAlign w:val="center"/>
          </w:tcPr>
          <w:p w14:paraId="2C00CD45" w14:textId="4D85912B" w:rsidR="0002077E" w:rsidRPr="004D7D6E" w:rsidRDefault="0002077E" w:rsidP="0025555B">
            <w:r>
              <w:rPr>
                <w:color w:val="000000"/>
                <w:szCs w:val="22"/>
              </w:rPr>
              <w:t>Tadjikistan</w:t>
            </w:r>
          </w:p>
        </w:tc>
      </w:tr>
      <w:tr w:rsidR="0002077E" w:rsidRPr="004D7D6E" w14:paraId="09909561" w14:textId="77777777" w:rsidTr="00573352">
        <w:tc>
          <w:tcPr>
            <w:tcW w:w="3969" w:type="dxa"/>
            <w:shd w:val="clear" w:color="auto" w:fill="auto"/>
            <w:vAlign w:val="center"/>
          </w:tcPr>
          <w:p w14:paraId="7A45DFFE" w14:textId="5FC4FFCE" w:rsidR="0002077E" w:rsidRPr="004D7D6E" w:rsidRDefault="0002077E" w:rsidP="0025555B">
            <w:r>
              <w:rPr>
                <w:color w:val="000000"/>
                <w:szCs w:val="22"/>
              </w:rPr>
              <w:t>Indonésie</w:t>
            </w:r>
          </w:p>
        </w:tc>
        <w:tc>
          <w:tcPr>
            <w:tcW w:w="3969" w:type="dxa"/>
            <w:shd w:val="clear" w:color="auto" w:fill="auto"/>
            <w:vAlign w:val="center"/>
          </w:tcPr>
          <w:p w14:paraId="65AF1A4B" w14:textId="785F4AD4" w:rsidR="0002077E" w:rsidRPr="004D7D6E" w:rsidRDefault="0002077E" w:rsidP="0025555B">
            <w:r>
              <w:rPr>
                <w:color w:val="000000"/>
                <w:szCs w:val="22"/>
              </w:rPr>
              <w:t>Thaïlande</w:t>
            </w:r>
          </w:p>
        </w:tc>
      </w:tr>
      <w:tr w:rsidR="0002077E" w:rsidRPr="004D7D6E" w14:paraId="131E7A49" w14:textId="77777777" w:rsidTr="00573352">
        <w:tc>
          <w:tcPr>
            <w:tcW w:w="3969" w:type="dxa"/>
            <w:shd w:val="clear" w:color="auto" w:fill="auto"/>
            <w:vAlign w:val="center"/>
          </w:tcPr>
          <w:p w14:paraId="0ABF4D75" w14:textId="5F77D1C5" w:rsidR="0002077E" w:rsidRPr="004D7D6E" w:rsidRDefault="0002077E" w:rsidP="0025555B">
            <w:r>
              <w:rPr>
                <w:color w:val="000000"/>
                <w:szCs w:val="22"/>
              </w:rPr>
              <w:t>Iran (République islamique d’)</w:t>
            </w:r>
          </w:p>
        </w:tc>
        <w:tc>
          <w:tcPr>
            <w:tcW w:w="3969" w:type="dxa"/>
            <w:shd w:val="clear" w:color="auto" w:fill="auto"/>
            <w:vAlign w:val="center"/>
          </w:tcPr>
          <w:p w14:paraId="680B4337" w14:textId="2FBF7B79" w:rsidR="0002077E" w:rsidRPr="004D7D6E" w:rsidRDefault="0002077E" w:rsidP="0025555B">
            <w:r>
              <w:rPr>
                <w:color w:val="000000"/>
                <w:szCs w:val="22"/>
              </w:rPr>
              <w:t>Timor</w:t>
            </w:r>
            <w:r>
              <w:rPr>
                <w:color w:val="000000"/>
                <w:szCs w:val="22"/>
              </w:rPr>
              <w:noBreakHyphen/>
              <w:t>Leste</w:t>
            </w:r>
          </w:p>
        </w:tc>
      </w:tr>
      <w:tr w:rsidR="0002077E" w:rsidRPr="004D7D6E" w14:paraId="240B64BA" w14:textId="77777777" w:rsidTr="00573352">
        <w:tc>
          <w:tcPr>
            <w:tcW w:w="3969" w:type="dxa"/>
            <w:shd w:val="clear" w:color="auto" w:fill="auto"/>
            <w:vAlign w:val="center"/>
          </w:tcPr>
          <w:p w14:paraId="13460C2D" w14:textId="1F0BEBA9" w:rsidR="0002077E" w:rsidRPr="004D7D6E" w:rsidRDefault="0002077E" w:rsidP="0025555B">
            <w:r>
              <w:rPr>
                <w:color w:val="000000"/>
                <w:szCs w:val="22"/>
              </w:rPr>
              <w:t>Iraq</w:t>
            </w:r>
          </w:p>
        </w:tc>
        <w:tc>
          <w:tcPr>
            <w:tcW w:w="3969" w:type="dxa"/>
            <w:shd w:val="clear" w:color="auto" w:fill="auto"/>
            <w:vAlign w:val="center"/>
          </w:tcPr>
          <w:p w14:paraId="014DE308" w14:textId="2F53A018" w:rsidR="0002077E" w:rsidRPr="004D7D6E" w:rsidRDefault="0002077E" w:rsidP="0025555B">
            <w:r>
              <w:rPr>
                <w:color w:val="000000"/>
                <w:szCs w:val="22"/>
              </w:rPr>
              <w:t>Tonga</w:t>
            </w:r>
          </w:p>
        </w:tc>
      </w:tr>
      <w:tr w:rsidR="0002077E" w:rsidRPr="004D7D6E" w14:paraId="40108E92" w14:textId="77777777" w:rsidTr="00573352">
        <w:tc>
          <w:tcPr>
            <w:tcW w:w="3969" w:type="dxa"/>
            <w:shd w:val="clear" w:color="auto" w:fill="auto"/>
            <w:vAlign w:val="center"/>
          </w:tcPr>
          <w:p w14:paraId="6423FD99" w14:textId="20049EF1" w:rsidR="0002077E" w:rsidRPr="004D7D6E" w:rsidRDefault="0002077E" w:rsidP="0025555B">
            <w:r>
              <w:rPr>
                <w:color w:val="000000"/>
                <w:szCs w:val="22"/>
              </w:rPr>
              <w:t>Japon</w:t>
            </w:r>
          </w:p>
        </w:tc>
        <w:tc>
          <w:tcPr>
            <w:tcW w:w="3969" w:type="dxa"/>
            <w:shd w:val="clear" w:color="auto" w:fill="auto"/>
            <w:vAlign w:val="center"/>
          </w:tcPr>
          <w:p w14:paraId="53C4CD9B" w14:textId="2291BA82" w:rsidR="0002077E" w:rsidRPr="004D7D6E" w:rsidRDefault="0002077E" w:rsidP="0025555B">
            <w:r>
              <w:rPr>
                <w:color w:val="000000"/>
                <w:szCs w:val="22"/>
              </w:rPr>
              <w:t>Trinité</w:t>
            </w:r>
            <w:r>
              <w:rPr>
                <w:color w:val="000000"/>
                <w:szCs w:val="22"/>
              </w:rPr>
              <w:noBreakHyphen/>
              <w:t>et</w:t>
            </w:r>
            <w:r>
              <w:rPr>
                <w:color w:val="000000"/>
                <w:szCs w:val="22"/>
              </w:rPr>
              <w:noBreakHyphen/>
              <w:t>Tobago</w:t>
            </w:r>
          </w:p>
        </w:tc>
      </w:tr>
      <w:tr w:rsidR="0002077E" w:rsidRPr="004D7D6E" w14:paraId="61C1A131" w14:textId="77777777" w:rsidTr="00573352">
        <w:tc>
          <w:tcPr>
            <w:tcW w:w="3969" w:type="dxa"/>
            <w:shd w:val="clear" w:color="auto" w:fill="auto"/>
            <w:vAlign w:val="center"/>
          </w:tcPr>
          <w:p w14:paraId="563A5A05" w14:textId="2D5A2813" w:rsidR="0002077E" w:rsidRPr="004D7D6E" w:rsidRDefault="0002077E" w:rsidP="0025555B">
            <w:r>
              <w:rPr>
                <w:color w:val="000000"/>
                <w:szCs w:val="22"/>
              </w:rPr>
              <w:t>Jordanie</w:t>
            </w:r>
          </w:p>
        </w:tc>
        <w:tc>
          <w:tcPr>
            <w:tcW w:w="3969" w:type="dxa"/>
            <w:shd w:val="clear" w:color="auto" w:fill="auto"/>
            <w:vAlign w:val="center"/>
          </w:tcPr>
          <w:p w14:paraId="179C49A3" w14:textId="40D363BF" w:rsidR="0002077E" w:rsidRPr="004D7D6E" w:rsidRDefault="0002077E" w:rsidP="0025555B">
            <w:r>
              <w:rPr>
                <w:color w:val="000000"/>
                <w:szCs w:val="22"/>
              </w:rPr>
              <w:t>Tunisie</w:t>
            </w:r>
          </w:p>
        </w:tc>
      </w:tr>
      <w:tr w:rsidR="0002077E" w:rsidRPr="004D7D6E" w14:paraId="1F67F3E5" w14:textId="77777777" w:rsidTr="00573352">
        <w:tc>
          <w:tcPr>
            <w:tcW w:w="3969" w:type="dxa"/>
            <w:shd w:val="clear" w:color="auto" w:fill="auto"/>
            <w:vAlign w:val="center"/>
          </w:tcPr>
          <w:p w14:paraId="5C51D0BB" w14:textId="42D79388" w:rsidR="0002077E" w:rsidRPr="004D7D6E" w:rsidRDefault="0002077E" w:rsidP="0025555B">
            <w:r>
              <w:rPr>
                <w:color w:val="000000"/>
                <w:szCs w:val="22"/>
              </w:rPr>
              <w:t>Kazakhstan</w:t>
            </w:r>
          </w:p>
        </w:tc>
        <w:tc>
          <w:tcPr>
            <w:tcW w:w="3969" w:type="dxa"/>
            <w:shd w:val="clear" w:color="auto" w:fill="auto"/>
            <w:vAlign w:val="center"/>
          </w:tcPr>
          <w:p w14:paraId="49C18068" w14:textId="7614DCC1" w:rsidR="0002077E" w:rsidRPr="004D7D6E" w:rsidRDefault="0002077E" w:rsidP="0025555B">
            <w:r>
              <w:rPr>
                <w:color w:val="000000"/>
                <w:szCs w:val="22"/>
              </w:rPr>
              <w:t>Türkiye</w:t>
            </w:r>
          </w:p>
        </w:tc>
      </w:tr>
      <w:tr w:rsidR="0002077E" w:rsidRPr="004D7D6E" w14:paraId="5673FD69" w14:textId="77777777" w:rsidTr="00573352">
        <w:tc>
          <w:tcPr>
            <w:tcW w:w="3969" w:type="dxa"/>
            <w:shd w:val="clear" w:color="auto" w:fill="auto"/>
            <w:vAlign w:val="center"/>
          </w:tcPr>
          <w:p w14:paraId="7204510F" w14:textId="320DBB15" w:rsidR="0002077E" w:rsidRPr="004D7D6E" w:rsidRDefault="0002077E" w:rsidP="0025555B">
            <w:r>
              <w:rPr>
                <w:color w:val="000000"/>
                <w:szCs w:val="22"/>
              </w:rPr>
              <w:t>Kenya</w:t>
            </w:r>
          </w:p>
        </w:tc>
        <w:tc>
          <w:tcPr>
            <w:tcW w:w="3969" w:type="dxa"/>
            <w:shd w:val="clear" w:color="auto" w:fill="auto"/>
            <w:vAlign w:val="center"/>
          </w:tcPr>
          <w:p w14:paraId="2AA6A77C" w14:textId="7195FF47" w:rsidR="0002077E" w:rsidRPr="004D7D6E" w:rsidRDefault="0002077E" w:rsidP="0025555B">
            <w:r>
              <w:rPr>
                <w:color w:val="000000"/>
                <w:szCs w:val="22"/>
              </w:rPr>
              <w:t>Turkménistan</w:t>
            </w:r>
          </w:p>
        </w:tc>
      </w:tr>
      <w:tr w:rsidR="0002077E" w:rsidRPr="004D7D6E" w14:paraId="4F7D07FB" w14:textId="77777777" w:rsidTr="00573352">
        <w:tc>
          <w:tcPr>
            <w:tcW w:w="3969" w:type="dxa"/>
            <w:shd w:val="clear" w:color="auto" w:fill="auto"/>
            <w:vAlign w:val="center"/>
          </w:tcPr>
          <w:p w14:paraId="3ACD9C48" w14:textId="40D3AEFA" w:rsidR="0002077E" w:rsidRPr="004D7D6E" w:rsidRDefault="0002077E" w:rsidP="0025555B">
            <w:r>
              <w:rPr>
                <w:color w:val="000000"/>
                <w:szCs w:val="22"/>
              </w:rPr>
              <w:t>Kirghizistan</w:t>
            </w:r>
          </w:p>
        </w:tc>
        <w:tc>
          <w:tcPr>
            <w:tcW w:w="3969" w:type="dxa"/>
            <w:shd w:val="clear" w:color="auto" w:fill="auto"/>
            <w:vAlign w:val="center"/>
          </w:tcPr>
          <w:p w14:paraId="7CF148A6" w14:textId="1D774AD6" w:rsidR="0002077E" w:rsidRPr="004D7D6E" w:rsidRDefault="0002077E" w:rsidP="0025555B">
            <w:r>
              <w:rPr>
                <w:color w:val="000000"/>
                <w:szCs w:val="22"/>
              </w:rPr>
              <w:t>Venezuela (République bolivarienne du)</w:t>
            </w:r>
          </w:p>
        </w:tc>
      </w:tr>
      <w:tr w:rsidR="0002077E" w:rsidRPr="004D7D6E" w14:paraId="1653C4B9" w14:textId="77777777" w:rsidTr="00573352">
        <w:tc>
          <w:tcPr>
            <w:tcW w:w="3969" w:type="dxa"/>
            <w:shd w:val="clear" w:color="auto" w:fill="auto"/>
            <w:vAlign w:val="center"/>
          </w:tcPr>
          <w:p w14:paraId="0AA815CF" w14:textId="75ABBF68" w:rsidR="0002077E" w:rsidRPr="004D7D6E" w:rsidRDefault="0002077E" w:rsidP="0025555B">
            <w:r>
              <w:rPr>
                <w:color w:val="000000"/>
                <w:szCs w:val="22"/>
              </w:rPr>
              <w:t>Lesotho</w:t>
            </w:r>
          </w:p>
        </w:tc>
        <w:tc>
          <w:tcPr>
            <w:tcW w:w="3969" w:type="dxa"/>
            <w:shd w:val="clear" w:color="auto" w:fill="auto"/>
            <w:vAlign w:val="center"/>
          </w:tcPr>
          <w:p w14:paraId="6D594FB5" w14:textId="0ECFC83F" w:rsidR="0002077E" w:rsidRPr="004D7D6E" w:rsidRDefault="0002077E" w:rsidP="0025555B">
            <w:r>
              <w:rPr>
                <w:color w:val="000000"/>
                <w:szCs w:val="22"/>
              </w:rPr>
              <w:t>Viet Nam</w:t>
            </w:r>
          </w:p>
        </w:tc>
      </w:tr>
      <w:tr w:rsidR="0002077E" w:rsidRPr="004D7D6E" w14:paraId="1A31A5C1" w14:textId="77777777" w:rsidTr="00573352">
        <w:tc>
          <w:tcPr>
            <w:tcW w:w="3969" w:type="dxa"/>
            <w:shd w:val="clear" w:color="auto" w:fill="auto"/>
            <w:vAlign w:val="center"/>
          </w:tcPr>
          <w:p w14:paraId="26AEAB53" w14:textId="619A83CB" w:rsidR="0002077E" w:rsidRPr="004D7D6E" w:rsidRDefault="0002077E" w:rsidP="0025555B">
            <w:r>
              <w:rPr>
                <w:color w:val="000000"/>
                <w:szCs w:val="22"/>
              </w:rPr>
              <w:t>Lettonie</w:t>
            </w:r>
          </w:p>
        </w:tc>
        <w:tc>
          <w:tcPr>
            <w:tcW w:w="3969" w:type="dxa"/>
            <w:shd w:val="clear" w:color="auto" w:fill="auto"/>
            <w:vAlign w:val="center"/>
          </w:tcPr>
          <w:p w14:paraId="15EF58E2" w14:textId="7A4FC8B5" w:rsidR="0002077E" w:rsidRPr="004D7D6E" w:rsidRDefault="0002077E" w:rsidP="0025555B">
            <w:r>
              <w:rPr>
                <w:color w:val="000000"/>
                <w:szCs w:val="22"/>
              </w:rPr>
              <w:t>Yémen</w:t>
            </w:r>
          </w:p>
        </w:tc>
      </w:tr>
      <w:tr w:rsidR="0002077E" w:rsidRPr="004D7D6E" w14:paraId="39B257CE" w14:textId="77777777" w:rsidTr="00573352">
        <w:tc>
          <w:tcPr>
            <w:tcW w:w="3969" w:type="dxa"/>
            <w:shd w:val="clear" w:color="auto" w:fill="auto"/>
            <w:vAlign w:val="center"/>
          </w:tcPr>
          <w:p w14:paraId="7DB093CF" w14:textId="5D14DF21" w:rsidR="0002077E" w:rsidRPr="004D7D6E" w:rsidRDefault="0002077E" w:rsidP="0025555B">
            <w:r>
              <w:rPr>
                <w:color w:val="000000"/>
                <w:szCs w:val="22"/>
              </w:rPr>
              <w:t>Liban</w:t>
            </w:r>
          </w:p>
        </w:tc>
        <w:tc>
          <w:tcPr>
            <w:tcW w:w="3969" w:type="dxa"/>
            <w:shd w:val="clear" w:color="auto" w:fill="auto"/>
            <w:vAlign w:val="center"/>
          </w:tcPr>
          <w:p w14:paraId="7A235CF7" w14:textId="10D69FEE" w:rsidR="0002077E" w:rsidRPr="004D7D6E" w:rsidRDefault="0002077E" w:rsidP="0025555B">
            <w:r>
              <w:rPr>
                <w:color w:val="000000"/>
                <w:szCs w:val="22"/>
              </w:rPr>
              <w:t>Zambie</w:t>
            </w:r>
          </w:p>
        </w:tc>
      </w:tr>
      <w:tr w:rsidR="0002077E" w:rsidRPr="004D7D6E" w14:paraId="1C62ABDF" w14:textId="77777777" w:rsidTr="00573352">
        <w:tc>
          <w:tcPr>
            <w:tcW w:w="3969" w:type="dxa"/>
            <w:shd w:val="clear" w:color="auto" w:fill="auto"/>
            <w:vAlign w:val="center"/>
          </w:tcPr>
          <w:p w14:paraId="09DF5F38" w14:textId="7757C3D1" w:rsidR="0002077E" w:rsidRPr="004D7D6E" w:rsidRDefault="0002077E" w:rsidP="0025555B">
            <w:r>
              <w:rPr>
                <w:color w:val="000000"/>
                <w:szCs w:val="22"/>
              </w:rPr>
              <w:t>Libéria</w:t>
            </w:r>
          </w:p>
        </w:tc>
        <w:tc>
          <w:tcPr>
            <w:tcW w:w="3969" w:type="dxa"/>
            <w:shd w:val="clear" w:color="auto" w:fill="auto"/>
            <w:vAlign w:val="center"/>
          </w:tcPr>
          <w:p w14:paraId="5954919A" w14:textId="765C8A05" w:rsidR="0002077E" w:rsidRPr="004D7D6E" w:rsidRDefault="0002077E" w:rsidP="0025555B">
            <w:r>
              <w:rPr>
                <w:color w:val="000000"/>
                <w:szCs w:val="22"/>
              </w:rPr>
              <w:t>Zimbabwe</w:t>
            </w:r>
          </w:p>
        </w:tc>
      </w:tr>
      <w:tr w:rsidR="0002077E" w:rsidRPr="004D7D6E" w14:paraId="5CA9B7C1" w14:textId="77777777" w:rsidTr="0095398B">
        <w:tc>
          <w:tcPr>
            <w:tcW w:w="3969" w:type="dxa"/>
            <w:shd w:val="clear" w:color="auto" w:fill="auto"/>
            <w:vAlign w:val="center"/>
          </w:tcPr>
          <w:p w14:paraId="10684535" w14:textId="0A75E5E5" w:rsidR="0002077E" w:rsidRPr="004D7D6E" w:rsidRDefault="0002077E" w:rsidP="0025555B">
            <w:r>
              <w:rPr>
                <w:color w:val="000000"/>
                <w:szCs w:val="22"/>
              </w:rPr>
              <w:t>Libye</w:t>
            </w:r>
          </w:p>
        </w:tc>
        <w:tc>
          <w:tcPr>
            <w:tcW w:w="3969" w:type="dxa"/>
            <w:shd w:val="clear" w:color="auto" w:fill="auto"/>
          </w:tcPr>
          <w:p w14:paraId="0B33C8C4" w14:textId="5727E04B" w:rsidR="0002077E" w:rsidRPr="004D7D6E" w:rsidRDefault="0002077E" w:rsidP="0025555B"/>
        </w:tc>
      </w:tr>
    </w:tbl>
    <w:p w14:paraId="12281A84" w14:textId="77777777" w:rsidR="00AD5F10" w:rsidRPr="00DF7426" w:rsidRDefault="00AD5F10" w:rsidP="005A2C83">
      <w:pPr>
        <w:pStyle w:val="Endofdocument"/>
        <w:spacing w:before="720" w:after="240"/>
        <w:ind w:left="5533"/>
        <w:rPr>
          <w:rFonts w:ascii="Arial" w:hAnsi="Arial" w:cs="Arial"/>
          <w:sz w:val="22"/>
          <w:szCs w:val="22"/>
        </w:rPr>
      </w:pPr>
      <w:r w:rsidRPr="00DF7426">
        <w:rPr>
          <w:rFonts w:ascii="Arial" w:hAnsi="Arial" w:cs="Arial"/>
          <w:sz w:val="22"/>
          <w:szCs w:val="22"/>
        </w:rPr>
        <w:t>[Fin du document]</w:t>
      </w:r>
    </w:p>
    <w:sectPr w:rsidR="00AD5F10" w:rsidRPr="00DF7426" w:rsidSect="00AD5F1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B628E" w14:textId="77777777" w:rsidR="00AD5F10" w:rsidRDefault="00AD5F10">
      <w:r>
        <w:separator/>
      </w:r>
    </w:p>
  </w:endnote>
  <w:endnote w:type="continuationSeparator" w:id="0">
    <w:p w14:paraId="0CDF07BB" w14:textId="77777777" w:rsidR="00AD5F10" w:rsidRPr="009D30E6" w:rsidRDefault="00AD5F10" w:rsidP="00D45252">
      <w:pPr>
        <w:rPr>
          <w:sz w:val="17"/>
          <w:szCs w:val="17"/>
        </w:rPr>
      </w:pPr>
      <w:r w:rsidRPr="009D30E6">
        <w:rPr>
          <w:sz w:val="17"/>
          <w:szCs w:val="17"/>
        </w:rPr>
        <w:separator/>
      </w:r>
    </w:p>
    <w:p w14:paraId="63385737" w14:textId="77777777" w:rsidR="00AD5F10" w:rsidRPr="009D30E6" w:rsidRDefault="00AD5F10" w:rsidP="00D45252">
      <w:pPr>
        <w:spacing w:after="60"/>
        <w:rPr>
          <w:sz w:val="17"/>
          <w:szCs w:val="17"/>
        </w:rPr>
      </w:pPr>
      <w:r w:rsidRPr="009D30E6">
        <w:rPr>
          <w:sz w:val="17"/>
          <w:szCs w:val="17"/>
        </w:rPr>
        <w:t>[Suite de la note de la page précédente]</w:t>
      </w:r>
    </w:p>
  </w:endnote>
  <w:endnote w:type="continuationNotice" w:id="1">
    <w:p w14:paraId="7DE49ADE" w14:textId="77777777" w:rsidR="00AD5F10" w:rsidRPr="009D30E6" w:rsidRDefault="00AD5F1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8E607" w14:textId="77777777" w:rsidR="00AD5F10" w:rsidRDefault="00AD5F10">
      <w:r>
        <w:separator/>
      </w:r>
    </w:p>
  </w:footnote>
  <w:footnote w:type="continuationSeparator" w:id="0">
    <w:p w14:paraId="7D887BD4" w14:textId="77777777" w:rsidR="00AD5F10" w:rsidRDefault="00AD5F10" w:rsidP="007461F1">
      <w:r>
        <w:separator/>
      </w:r>
    </w:p>
    <w:p w14:paraId="780379E9" w14:textId="77777777" w:rsidR="00AD5F10" w:rsidRPr="009D30E6" w:rsidRDefault="00AD5F10" w:rsidP="007461F1">
      <w:pPr>
        <w:spacing w:after="60"/>
        <w:rPr>
          <w:sz w:val="17"/>
          <w:szCs w:val="17"/>
        </w:rPr>
      </w:pPr>
      <w:r w:rsidRPr="009D30E6">
        <w:rPr>
          <w:sz w:val="17"/>
          <w:szCs w:val="17"/>
        </w:rPr>
        <w:t>[Suite de la note de la page précédente]</w:t>
      </w:r>
    </w:p>
  </w:footnote>
  <w:footnote w:type="continuationNotice" w:id="1">
    <w:p w14:paraId="280A747B" w14:textId="77777777" w:rsidR="00AD5F10" w:rsidRPr="009D30E6" w:rsidRDefault="00AD5F1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911D" w14:textId="77777777" w:rsidR="00F16975" w:rsidRDefault="00AD5F10" w:rsidP="00477D6B">
    <w:pPr>
      <w:jc w:val="right"/>
    </w:pPr>
    <w:bookmarkStart w:id="5" w:name="Code2"/>
    <w:bookmarkEnd w:id="5"/>
    <w:r>
      <w:t>GRATK/DC/6</w:t>
    </w:r>
  </w:p>
  <w:p w14:paraId="2F54DF9A" w14:textId="0472E1D2" w:rsidR="00F16975" w:rsidRDefault="00F16975" w:rsidP="00DF7426">
    <w:pPr>
      <w:spacing w:after="480"/>
      <w:jc w:val="right"/>
    </w:pPr>
    <w:proofErr w:type="gramStart"/>
    <w:r>
      <w:t>page</w:t>
    </w:r>
    <w:proofErr w:type="gramEnd"/>
    <w:r w:rsidR="00DF7426">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E24AFF"/>
    <w:multiLevelType w:val="hybridMultilevel"/>
    <w:tmpl w:val="3990A2AC"/>
    <w:lvl w:ilvl="0" w:tplc="19124652">
      <w:start w:val="1"/>
      <w:numFmt w:val="lowerRoman"/>
      <w:lvlText w:val="%1)"/>
      <w:lvlJc w:val="left"/>
      <w:pPr>
        <w:ind w:left="1860" w:hanging="720"/>
      </w:pPr>
      <w:rPr>
        <w:rFonts w:hint="default"/>
      </w:rPr>
    </w:lvl>
    <w:lvl w:ilvl="1" w:tplc="040C0019">
      <w:start w:val="1"/>
      <w:numFmt w:val="lowerLetter"/>
      <w:lvlText w:val="%2."/>
      <w:lvlJc w:val="left"/>
      <w:pPr>
        <w:ind w:left="2220" w:hanging="360"/>
      </w:pPr>
    </w:lvl>
    <w:lvl w:ilvl="2" w:tplc="040C001B">
      <w:start w:val="1"/>
      <w:numFmt w:val="lowerRoman"/>
      <w:lvlText w:val="%3."/>
      <w:lvlJc w:val="right"/>
      <w:pPr>
        <w:ind w:left="2940" w:hanging="180"/>
      </w:pPr>
    </w:lvl>
    <w:lvl w:ilvl="3" w:tplc="040C000F">
      <w:start w:val="1"/>
      <w:numFmt w:val="decimal"/>
      <w:lvlText w:val="%4."/>
      <w:lvlJc w:val="left"/>
      <w:pPr>
        <w:ind w:left="3660" w:hanging="360"/>
      </w:pPr>
    </w:lvl>
    <w:lvl w:ilvl="4" w:tplc="040C0019">
      <w:start w:val="1"/>
      <w:numFmt w:val="lowerLetter"/>
      <w:lvlText w:val="%5."/>
      <w:lvlJc w:val="left"/>
      <w:pPr>
        <w:ind w:left="4380" w:hanging="360"/>
      </w:pPr>
    </w:lvl>
    <w:lvl w:ilvl="5" w:tplc="040C001B">
      <w:start w:val="1"/>
      <w:numFmt w:val="lowerRoman"/>
      <w:lvlText w:val="%6."/>
      <w:lvlJc w:val="right"/>
      <w:pPr>
        <w:ind w:left="5100" w:hanging="180"/>
      </w:pPr>
    </w:lvl>
    <w:lvl w:ilvl="6" w:tplc="040C000F">
      <w:start w:val="1"/>
      <w:numFmt w:val="decimal"/>
      <w:lvlText w:val="%7."/>
      <w:lvlJc w:val="left"/>
      <w:pPr>
        <w:ind w:left="5820" w:hanging="360"/>
      </w:pPr>
    </w:lvl>
    <w:lvl w:ilvl="7" w:tplc="040C0019">
      <w:start w:val="1"/>
      <w:numFmt w:val="lowerLetter"/>
      <w:lvlText w:val="%8."/>
      <w:lvlJc w:val="left"/>
      <w:pPr>
        <w:ind w:left="6540" w:hanging="360"/>
      </w:pPr>
    </w:lvl>
    <w:lvl w:ilvl="8" w:tplc="040C001B">
      <w:start w:val="1"/>
      <w:numFmt w:val="lowerRoman"/>
      <w:lvlText w:val="%9."/>
      <w:lvlJc w:val="right"/>
      <w:pPr>
        <w:ind w:left="7260" w:hanging="180"/>
      </w:pPr>
    </w:lvl>
  </w:abstractNum>
  <w:abstractNum w:abstractNumId="3" w15:restartNumberingAfterBreak="0">
    <w:nsid w:val="0E946D2F"/>
    <w:multiLevelType w:val="hybridMultilevel"/>
    <w:tmpl w:val="DA14EC2E"/>
    <w:lvl w:ilvl="0" w:tplc="040C0017">
      <w:start w:val="1"/>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901D5D"/>
    <w:multiLevelType w:val="hybridMultilevel"/>
    <w:tmpl w:val="438E0392"/>
    <w:lvl w:ilvl="0" w:tplc="040C0017">
      <w:start w:val="1"/>
      <w:numFmt w:val="lowerLetter"/>
      <w:lvlText w:val="%1)"/>
      <w:lvlJc w:val="left"/>
      <w:pPr>
        <w:tabs>
          <w:tab w:val="num" w:pos="2370"/>
        </w:tabs>
        <w:ind w:left="2370" w:hanging="720"/>
      </w:pPr>
      <w:rPr>
        <w:rFonts w:hint="default"/>
      </w:rPr>
    </w:lvl>
    <w:lvl w:ilvl="1" w:tplc="FFFFFFFF" w:tentative="1">
      <w:start w:val="1"/>
      <w:numFmt w:val="lowerLetter"/>
      <w:lvlText w:val="%2."/>
      <w:lvlJc w:val="left"/>
      <w:pPr>
        <w:tabs>
          <w:tab w:val="num" w:pos="2730"/>
        </w:tabs>
        <w:ind w:left="2730" w:hanging="360"/>
      </w:pPr>
    </w:lvl>
    <w:lvl w:ilvl="2" w:tplc="FFFFFFFF" w:tentative="1">
      <w:start w:val="1"/>
      <w:numFmt w:val="lowerRoman"/>
      <w:lvlText w:val="%3."/>
      <w:lvlJc w:val="right"/>
      <w:pPr>
        <w:tabs>
          <w:tab w:val="num" w:pos="3450"/>
        </w:tabs>
        <w:ind w:left="3450" w:hanging="180"/>
      </w:pPr>
    </w:lvl>
    <w:lvl w:ilvl="3" w:tplc="FFFFFFFF" w:tentative="1">
      <w:start w:val="1"/>
      <w:numFmt w:val="decimal"/>
      <w:lvlText w:val="%4."/>
      <w:lvlJc w:val="left"/>
      <w:pPr>
        <w:tabs>
          <w:tab w:val="num" w:pos="4170"/>
        </w:tabs>
        <w:ind w:left="4170" w:hanging="360"/>
      </w:pPr>
    </w:lvl>
    <w:lvl w:ilvl="4" w:tplc="FFFFFFFF" w:tentative="1">
      <w:start w:val="1"/>
      <w:numFmt w:val="lowerLetter"/>
      <w:lvlText w:val="%5."/>
      <w:lvlJc w:val="left"/>
      <w:pPr>
        <w:tabs>
          <w:tab w:val="num" w:pos="4890"/>
        </w:tabs>
        <w:ind w:left="4890" w:hanging="360"/>
      </w:pPr>
    </w:lvl>
    <w:lvl w:ilvl="5" w:tplc="FFFFFFFF" w:tentative="1">
      <w:start w:val="1"/>
      <w:numFmt w:val="lowerRoman"/>
      <w:lvlText w:val="%6."/>
      <w:lvlJc w:val="right"/>
      <w:pPr>
        <w:tabs>
          <w:tab w:val="num" w:pos="5610"/>
        </w:tabs>
        <w:ind w:left="5610" w:hanging="180"/>
      </w:pPr>
    </w:lvl>
    <w:lvl w:ilvl="6" w:tplc="FFFFFFFF" w:tentative="1">
      <w:start w:val="1"/>
      <w:numFmt w:val="decimal"/>
      <w:lvlText w:val="%7."/>
      <w:lvlJc w:val="left"/>
      <w:pPr>
        <w:tabs>
          <w:tab w:val="num" w:pos="6330"/>
        </w:tabs>
        <w:ind w:left="6330" w:hanging="360"/>
      </w:pPr>
    </w:lvl>
    <w:lvl w:ilvl="7" w:tplc="FFFFFFFF" w:tentative="1">
      <w:start w:val="1"/>
      <w:numFmt w:val="lowerLetter"/>
      <w:lvlText w:val="%8."/>
      <w:lvlJc w:val="left"/>
      <w:pPr>
        <w:tabs>
          <w:tab w:val="num" w:pos="7050"/>
        </w:tabs>
        <w:ind w:left="7050" w:hanging="360"/>
      </w:pPr>
    </w:lvl>
    <w:lvl w:ilvl="8" w:tplc="FFFFFFFF" w:tentative="1">
      <w:start w:val="1"/>
      <w:numFmt w:val="lowerRoman"/>
      <w:lvlText w:val="%9."/>
      <w:lvlJc w:val="right"/>
      <w:pPr>
        <w:tabs>
          <w:tab w:val="num" w:pos="7770"/>
        </w:tabs>
        <w:ind w:left="777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AB765E"/>
    <w:multiLevelType w:val="hybridMultilevel"/>
    <w:tmpl w:val="8C74E4FC"/>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ECF1167"/>
    <w:multiLevelType w:val="hybridMultilevel"/>
    <w:tmpl w:val="EF22A58E"/>
    <w:lvl w:ilvl="0" w:tplc="58AE7F84">
      <w:start w:val="6"/>
      <w:numFmt w:val="decimal"/>
      <w:lvlText w:val="%1."/>
      <w:lvlJc w:val="left"/>
      <w:pPr>
        <w:ind w:left="15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F05354C"/>
    <w:multiLevelType w:val="hybridMultilevel"/>
    <w:tmpl w:val="33B2AC34"/>
    <w:lvl w:ilvl="0" w:tplc="040C0017">
      <w:start w:val="1"/>
      <w:numFmt w:val="lowerLetter"/>
      <w:lvlText w:val="%1)"/>
      <w:lvlJc w:val="left"/>
      <w:pPr>
        <w:tabs>
          <w:tab w:val="num" w:pos="2370"/>
        </w:tabs>
        <w:ind w:left="237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257399781">
    <w:abstractNumId w:val="4"/>
  </w:num>
  <w:num w:numId="2" w16cid:durableId="1014039840">
    <w:abstractNumId w:val="8"/>
  </w:num>
  <w:num w:numId="3" w16cid:durableId="1132333862">
    <w:abstractNumId w:val="0"/>
  </w:num>
  <w:num w:numId="4" w16cid:durableId="1421565133">
    <w:abstractNumId w:val="9"/>
  </w:num>
  <w:num w:numId="5" w16cid:durableId="206455872">
    <w:abstractNumId w:val="1"/>
  </w:num>
  <w:num w:numId="6" w16cid:durableId="926306198">
    <w:abstractNumId w:val="6"/>
  </w:num>
  <w:num w:numId="7" w16cid:durableId="1977251065">
    <w:abstractNumId w:val="5"/>
  </w:num>
  <w:num w:numId="8" w16cid:durableId="1046223507">
    <w:abstractNumId w:val="10"/>
  </w:num>
  <w:num w:numId="9" w16cid:durableId="736439765">
    <w:abstractNumId w:val="2"/>
  </w:num>
  <w:num w:numId="10" w16cid:durableId="247469390">
    <w:abstractNumId w:val="11"/>
  </w:num>
  <w:num w:numId="11" w16cid:durableId="416219436">
    <w:abstractNumId w:val="3"/>
  </w:num>
  <w:num w:numId="12" w16cid:durableId="16758364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10"/>
    <w:rsid w:val="00011B7D"/>
    <w:rsid w:val="0002077E"/>
    <w:rsid w:val="00075432"/>
    <w:rsid w:val="000F5E56"/>
    <w:rsid w:val="001362EE"/>
    <w:rsid w:val="001832A6"/>
    <w:rsid w:val="00195C6E"/>
    <w:rsid w:val="001B266A"/>
    <w:rsid w:val="001D3D56"/>
    <w:rsid w:val="001F7FD7"/>
    <w:rsid w:val="00240654"/>
    <w:rsid w:val="0025555B"/>
    <w:rsid w:val="002634C4"/>
    <w:rsid w:val="002D4918"/>
    <w:rsid w:val="002E4D1A"/>
    <w:rsid w:val="002F16BC"/>
    <w:rsid w:val="002F4E68"/>
    <w:rsid w:val="00315FCA"/>
    <w:rsid w:val="00370764"/>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A2C83"/>
    <w:rsid w:val="005E6516"/>
    <w:rsid w:val="006051BD"/>
    <w:rsid w:val="00605827"/>
    <w:rsid w:val="006349F7"/>
    <w:rsid w:val="00676936"/>
    <w:rsid w:val="006B0DB5"/>
    <w:rsid w:val="006E4243"/>
    <w:rsid w:val="007461F1"/>
    <w:rsid w:val="00796500"/>
    <w:rsid w:val="007C1928"/>
    <w:rsid w:val="007D6961"/>
    <w:rsid w:val="007F07CB"/>
    <w:rsid w:val="008052EE"/>
    <w:rsid w:val="00810CEF"/>
    <w:rsid w:val="0081208D"/>
    <w:rsid w:val="00842A13"/>
    <w:rsid w:val="00870BB7"/>
    <w:rsid w:val="008B2CC1"/>
    <w:rsid w:val="008E7930"/>
    <w:rsid w:val="0090731E"/>
    <w:rsid w:val="00966A22"/>
    <w:rsid w:val="00974CD6"/>
    <w:rsid w:val="009D30E6"/>
    <w:rsid w:val="009E3F6F"/>
    <w:rsid w:val="009F3567"/>
    <w:rsid w:val="009F499F"/>
    <w:rsid w:val="00A02BD3"/>
    <w:rsid w:val="00AA1F20"/>
    <w:rsid w:val="00AC0AE4"/>
    <w:rsid w:val="00AD5F10"/>
    <w:rsid w:val="00AD61DB"/>
    <w:rsid w:val="00B87BCF"/>
    <w:rsid w:val="00BA62D4"/>
    <w:rsid w:val="00C40E15"/>
    <w:rsid w:val="00C4191C"/>
    <w:rsid w:val="00C664C8"/>
    <w:rsid w:val="00C76A79"/>
    <w:rsid w:val="00CA15F5"/>
    <w:rsid w:val="00CF0460"/>
    <w:rsid w:val="00D37B53"/>
    <w:rsid w:val="00D45252"/>
    <w:rsid w:val="00D71B4D"/>
    <w:rsid w:val="00D75C1E"/>
    <w:rsid w:val="00D93D55"/>
    <w:rsid w:val="00DB0349"/>
    <w:rsid w:val="00DD6A16"/>
    <w:rsid w:val="00DF7426"/>
    <w:rsid w:val="00E0091A"/>
    <w:rsid w:val="00E203AA"/>
    <w:rsid w:val="00E527A5"/>
    <w:rsid w:val="00E52983"/>
    <w:rsid w:val="00E76456"/>
    <w:rsid w:val="00EE71CB"/>
    <w:rsid w:val="00F16975"/>
    <w:rsid w:val="00F66152"/>
    <w:rsid w:val="00FE340F"/>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E308F"/>
  <w15:docId w15:val="{0DC36412-29FD-4117-BF41-2F02D764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AD5F10"/>
    <w:pPr>
      <w:ind w:left="4536"/>
      <w:jc w:val="center"/>
    </w:pPr>
    <w:rPr>
      <w:rFonts w:ascii="Times New Roman" w:eastAsia="Times New Roman" w:hAnsi="Times New Roman" w:cs="Times New Roman"/>
      <w:sz w:val="24"/>
      <w:lang w:val="fr-FR" w:eastAsia="en-US"/>
    </w:rPr>
  </w:style>
  <w:style w:type="paragraph" w:styleId="ListParagraph">
    <w:name w:val="List Paragraph"/>
    <w:basedOn w:val="Normal"/>
    <w:uiPriority w:val="34"/>
    <w:qFormat/>
    <w:rsid w:val="00AD5F10"/>
    <w:pPr>
      <w:ind w:left="720"/>
      <w:contextualSpacing/>
    </w:pPr>
    <w:rPr>
      <w:lang w:val="fr-FR"/>
    </w:rPr>
  </w:style>
  <w:style w:type="character" w:styleId="Hyperlink">
    <w:name w:val="Hyperlink"/>
    <w:basedOn w:val="DefaultParagraphFont"/>
    <w:semiHidden/>
    <w:unhideWhenUsed/>
    <w:rsid w:val="005A2C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85630-A7BA-4437-9079-A9C80A1AF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(F)</Template>
  <TotalTime>1</TotalTime>
  <Pages>4</Pages>
  <Words>901</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GRATK/DC/6</vt:lpstr>
    </vt:vector>
  </TitlesOfParts>
  <Company>WIPO</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GRATK/DC/6</dc:title>
  <dc:creator>LE GUEN Haude</dc:creator>
  <cp:keywords>FOR OFFICIAL USE ONLY</cp:keywords>
  <cp:lastModifiedBy>Raquel Mallo Alvarez </cp:lastModifiedBy>
  <cp:revision>2</cp:revision>
  <cp:lastPrinted>2011-05-19T12:37:00Z</cp:lastPrinted>
  <dcterms:created xsi:type="dcterms:W3CDTF">2024-05-21T16:08:00Z</dcterms:created>
  <dcterms:modified xsi:type="dcterms:W3CDTF">2024-05-21T16:08:00Z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2023-12-07T11:20:34Z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ca71fe12-e9c5-4dfc-83ef-463ca238758b</vt:lpwstr>
  </property>
  <property fmtid="{D5CDD505-2E9C-101B-9397-08002B2CF9AE}" pid="14" name="MSIP_Label_20773ee6-353b-4fb9-a59d-0b94c8c67bea_ContentBits">
    <vt:lpwstr>0</vt:lpwstr>
  </property>
</Properties>
</file>