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EB917" w14:textId="77777777" w:rsidR="008B2CC1" w:rsidRPr="004605CC" w:rsidRDefault="00472A6E" w:rsidP="00377600">
      <w:pPr>
        <w:pBdr>
          <w:bottom w:val="single" w:sz="4" w:space="10" w:color="auto"/>
        </w:pBdr>
        <w:spacing w:after="120"/>
        <w:ind w:right="-57"/>
        <w:jc w:val="right"/>
        <w:rPr>
          <w:lang w:val="es-ES_tradnl"/>
        </w:rPr>
      </w:pPr>
      <w:r w:rsidRPr="004605CC">
        <w:rPr>
          <w:lang w:val="es-ES_tradnl" w:eastAsia="en-US"/>
        </w:rPr>
        <w:drawing>
          <wp:inline distT="0" distB="0" distL="0" distR="0" wp14:anchorId="78584B32" wp14:editId="6E49BD84">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D1F97E5" w14:textId="067FE00E" w:rsidR="00472A6E" w:rsidRPr="004605CC" w:rsidRDefault="00377600" w:rsidP="00472A6E">
      <w:pPr>
        <w:jc w:val="right"/>
        <w:rPr>
          <w:rFonts w:ascii="Arial Black" w:hAnsi="Arial Black"/>
          <w:caps/>
          <w:sz w:val="15"/>
          <w:lang w:val="es-ES_tradnl"/>
        </w:rPr>
      </w:pPr>
      <w:r w:rsidRPr="004605CC">
        <w:rPr>
          <w:rFonts w:ascii="Arial Black" w:hAnsi="Arial Black"/>
          <w:caps/>
          <w:sz w:val="15"/>
          <w:lang w:val="es-ES_tradnl"/>
        </w:rPr>
        <w:t>WIPO/GRTKF/IC/51/</w:t>
      </w:r>
      <w:bookmarkStart w:id="0" w:name="Code"/>
      <w:bookmarkEnd w:id="0"/>
      <w:r w:rsidR="00183916" w:rsidRPr="004605CC">
        <w:rPr>
          <w:rFonts w:ascii="Arial Black" w:hAnsi="Arial Black"/>
          <w:caps/>
          <w:sz w:val="15"/>
          <w:lang w:val="es-ES_tradnl"/>
        </w:rPr>
        <w:t>INF/6</w:t>
      </w:r>
    </w:p>
    <w:p w14:paraId="201325CD" w14:textId="365E94FA" w:rsidR="008B2CC1" w:rsidRPr="004605CC" w:rsidRDefault="00472A6E" w:rsidP="00472A6E">
      <w:pPr>
        <w:jc w:val="right"/>
        <w:rPr>
          <w:lang w:val="es-ES_tradnl"/>
        </w:rPr>
      </w:pPr>
      <w:r w:rsidRPr="004605CC">
        <w:rPr>
          <w:rFonts w:ascii="Arial Black" w:hAnsi="Arial Black"/>
          <w:caps/>
          <w:sz w:val="15"/>
          <w:lang w:val="es-ES_tradnl"/>
        </w:rPr>
        <w:t xml:space="preserve">ORIGINAL: </w:t>
      </w:r>
      <w:bookmarkStart w:id="1" w:name="Original"/>
      <w:r w:rsidR="00183916" w:rsidRPr="004605CC">
        <w:rPr>
          <w:rFonts w:ascii="Arial Black" w:hAnsi="Arial Black"/>
          <w:caps/>
          <w:sz w:val="15"/>
          <w:lang w:val="es-ES_tradnl"/>
        </w:rPr>
        <w:t>INGLÉS</w:t>
      </w:r>
    </w:p>
    <w:bookmarkEnd w:id="1"/>
    <w:p w14:paraId="199DFBBF" w14:textId="63047260" w:rsidR="008B2CC1" w:rsidRPr="004605CC" w:rsidRDefault="00472A6E" w:rsidP="00472A6E">
      <w:pPr>
        <w:spacing w:after="1200"/>
        <w:jc w:val="right"/>
        <w:rPr>
          <w:lang w:val="es-ES_tradnl"/>
        </w:rPr>
      </w:pPr>
      <w:r w:rsidRPr="004605CC">
        <w:rPr>
          <w:rFonts w:ascii="Arial Black" w:hAnsi="Arial Black"/>
          <w:caps/>
          <w:sz w:val="15"/>
          <w:lang w:val="es-ES_tradnl"/>
        </w:rPr>
        <w:t xml:space="preserve">fecha: </w:t>
      </w:r>
      <w:bookmarkStart w:id="2" w:name="Date"/>
      <w:r w:rsidR="00183916" w:rsidRPr="004605CC">
        <w:rPr>
          <w:rFonts w:ascii="Arial Black" w:hAnsi="Arial Black"/>
          <w:caps/>
          <w:sz w:val="15"/>
          <w:lang w:val="es-ES_tradnl"/>
        </w:rPr>
        <w:t>4 DE JUNIO DE 2025</w:t>
      </w:r>
    </w:p>
    <w:bookmarkEnd w:id="2"/>
    <w:p w14:paraId="5CCF92CB" w14:textId="77777777" w:rsidR="00377600" w:rsidRPr="004605CC" w:rsidRDefault="00377600" w:rsidP="00377600">
      <w:pPr>
        <w:spacing w:after="480"/>
        <w:outlineLvl w:val="1"/>
        <w:rPr>
          <w:b/>
          <w:sz w:val="24"/>
          <w:szCs w:val="24"/>
          <w:lang w:val="es-ES_tradnl"/>
        </w:rPr>
      </w:pPr>
      <w:r w:rsidRPr="004605CC">
        <w:rPr>
          <w:b/>
          <w:sz w:val="28"/>
          <w:szCs w:val="28"/>
          <w:lang w:val="es-ES_tradnl"/>
        </w:rPr>
        <w:t>Comité Intergubernamental sobre Propiedad Intelectual y Recursos Genéticos, Conocimientos Tradicionales y Folclore</w:t>
      </w:r>
    </w:p>
    <w:p w14:paraId="223F6FBB" w14:textId="77777777" w:rsidR="00F03BDD" w:rsidRPr="004605CC" w:rsidRDefault="00377600" w:rsidP="00F03BDD">
      <w:pPr>
        <w:spacing w:after="720"/>
        <w:outlineLvl w:val="1"/>
        <w:rPr>
          <w:b/>
          <w:sz w:val="24"/>
          <w:szCs w:val="24"/>
          <w:lang w:val="es-ES_tradnl"/>
        </w:rPr>
      </w:pPr>
      <w:r w:rsidRPr="004605CC">
        <w:rPr>
          <w:b/>
          <w:sz w:val="24"/>
          <w:szCs w:val="24"/>
          <w:lang w:val="es-ES_tradnl"/>
        </w:rPr>
        <w:t>Quincuagésima primera sesión</w:t>
      </w:r>
      <w:r w:rsidR="00F03BDD" w:rsidRPr="004605CC">
        <w:rPr>
          <w:b/>
          <w:sz w:val="24"/>
          <w:szCs w:val="24"/>
          <w:lang w:val="es-ES_tradnl"/>
        </w:rPr>
        <w:br/>
        <w:t>Ginebra, 30 de mayo a 5 de junio de 2025</w:t>
      </w:r>
    </w:p>
    <w:p w14:paraId="76AE27AE" w14:textId="3F09D642" w:rsidR="008B2CC1" w:rsidRPr="004605CC" w:rsidRDefault="00183916" w:rsidP="00472A6E">
      <w:pPr>
        <w:spacing w:after="360"/>
        <w:rPr>
          <w:caps/>
          <w:sz w:val="24"/>
          <w:lang w:val="es-ES_tradnl"/>
        </w:rPr>
      </w:pPr>
      <w:bookmarkStart w:id="3" w:name="TitleOfDoc"/>
      <w:r w:rsidRPr="004605CC">
        <w:rPr>
          <w:sz w:val="24"/>
          <w:lang w:val="es-ES_tradnl"/>
        </w:rPr>
        <w:t>FONDO DE CONTRIBUCIONES VOLUNTARIAS PARA LAS COMUNIDADES INDÍGENAS Y LOCALES ACREDITADAS: DECISIONES ADOPTADAS POR EL DIRECTOR GENERAL DE CONFORMIDAD CON LA RECOMENDACIÓN DE LA JUNTA ASESORA</w:t>
      </w:r>
    </w:p>
    <w:p w14:paraId="12353ABF" w14:textId="40D3821C" w:rsidR="008B2CC1" w:rsidRPr="004605CC" w:rsidRDefault="00183916" w:rsidP="00472A6E">
      <w:pPr>
        <w:spacing w:after="1040"/>
        <w:rPr>
          <w:i/>
          <w:lang w:val="es-ES_tradnl"/>
        </w:rPr>
      </w:pPr>
      <w:bookmarkStart w:id="4" w:name="Prepared"/>
      <w:bookmarkEnd w:id="3"/>
      <w:bookmarkEnd w:id="4"/>
      <w:r w:rsidRPr="004605CC">
        <w:rPr>
          <w:i/>
          <w:lang w:val="es-ES_tradnl"/>
        </w:rPr>
        <w:t>Nota informativa preparada por el director general</w:t>
      </w:r>
    </w:p>
    <w:p w14:paraId="7D6E3B35" w14:textId="77777777" w:rsidR="00183916" w:rsidRPr="004605CC" w:rsidRDefault="00183916" w:rsidP="00711CAE">
      <w:pPr>
        <w:pStyle w:val="ONUMFS"/>
        <w:rPr>
          <w:lang w:val="es-ES_tradnl"/>
        </w:rPr>
      </w:pPr>
      <w:r w:rsidRPr="004605CC">
        <w:rPr>
          <w:lang w:val="es-ES_tradnl"/>
        </w:rPr>
        <w:t>Las disposiciones aprobadas por la Asamblea General para crear el Fondo de la OMPI de Contribuciones Voluntarias figuran en el Anexo del documento WO/GA/39/11. En el artículo 6.i) de la decisión se dispone lo siguiente:</w:t>
      </w:r>
    </w:p>
    <w:p w14:paraId="08E26D1F" w14:textId="4AEC0736" w:rsidR="00183916" w:rsidRPr="004605CC" w:rsidRDefault="00711CAE" w:rsidP="00711CAE">
      <w:pPr>
        <w:pStyle w:val="ONUMFS"/>
        <w:numPr>
          <w:ilvl w:val="0"/>
          <w:numId w:val="0"/>
        </w:numPr>
        <w:rPr>
          <w:szCs w:val="22"/>
          <w:lang w:val="es-ES_tradnl"/>
        </w:rPr>
      </w:pPr>
      <w:r w:rsidRPr="004605CC">
        <w:rPr>
          <w:lang w:val="es-ES_tradnl"/>
        </w:rPr>
        <w:t>“</w:t>
      </w:r>
      <w:r w:rsidR="00183916" w:rsidRPr="004605CC">
        <w:rPr>
          <w:lang w:val="es-ES_tradnl"/>
        </w:rPr>
        <w:t>La Junta Asesora deberá formular las debidas recomendaciones antes de que finalice la sesión del Comité celebrada paralelamente a su reunión.</w:t>
      </w:r>
      <w:r w:rsidRPr="004605CC">
        <w:rPr>
          <w:lang w:val="es-ES_tradnl"/>
        </w:rPr>
        <w:t xml:space="preserve"> </w:t>
      </w:r>
      <w:r w:rsidR="00183916" w:rsidRPr="004605CC">
        <w:rPr>
          <w:lang w:val="es-ES_tradnl"/>
        </w:rPr>
        <w:t>En dichas recomendaciones deberá especificarse:</w:t>
      </w:r>
    </w:p>
    <w:p w14:paraId="71810451" w14:textId="77777777" w:rsidR="00183916" w:rsidRPr="004605CC" w:rsidRDefault="00183916" w:rsidP="00711CAE">
      <w:pPr>
        <w:pStyle w:val="ONUMFS"/>
        <w:numPr>
          <w:ilvl w:val="2"/>
          <w:numId w:val="6"/>
        </w:numPr>
        <w:tabs>
          <w:tab w:val="clear" w:pos="1701"/>
        </w:tabs>
        <w:ind w:hanging="567"/>
        <w:rPr>
          <w:szCs w:val="22"/>
          <w:lang w:val="es-ES_tradnl"/>
        </w:rPr>
      </w:pPr>
      <w:r w:rsidRPr="004605CC">
        <w:rPr>
          <w:lang w:val="es-ES_tradnl"/>
        </w:rPr>
        <w:t>la futura sesión del Comité y, en su caso, la o las reuniones de los grupos de trabajo entre sesiones para las que está destinada la ayuda financiera (es decir, la siguiente sesión del Comité);</w:t>
      </w:r>
    </w:p>
    <w:p w14:paraId="7D8F9141" w14:textId="77777777" w:rsidR="00183916" w:rsidRPr="004605CC" w:rsidRDefault="00183916" w:rsidP="00711CAE">
      <w:pPr>
        <w:pStyle w:val="ONUMFS"/>
        <w:numPr>
          <w:ilvl w:val="2"/>
          <w:numId w:val="6"/>
        </w:numPr>
        <w:tabs>
          <w:tab w:val="clear" w:pos="1701"/>
        </w:tabs>
        <w:ind w:hanging="567"/>
        <w:rPr>
          <w:szCs w:val="22"/>
          <w:lang w:val="es-ES_tradnl"/>
        </w:rPr>
      </w:pPr>
      <w:r w:rsidRPr="004605CC">
        <w:rPr>
          <w:lang w:val="es-ES_tradnl"/>
        </w:rPr>
        <w:t>los solicitantes a quienes la Junta Asesora acuerde financiar para esa sesión del Comité o reuniones de los grupos de trabajos entre sesiones y para quienes se disponga de fondos;</w:t>
      </w:r>
    </w:p>
    <w:p w14:paraId="07C4784E" w14:textId="77777777" w:rsidR="00183916" w:rsidRPr="004605CC" w:rsidRDefault="00183916" w:rsidP="00711CAE">
      <w:pPr>
        <w:pStyle w:val="ONUMFS"/>
        <w:numPr>
          <w:ilvl w:val="2"/>
          <w:numId w:val="6"/>
        </w:numPr>
        <w:tabs>
          <w:tab w:val="clear" w:pos="1701"/>
        </w:tabs>
        <w:ind w:hanging="567"/>
        <w:rPr>
          <w:lang w:val="es-ES_tradnl"/>
        </w:rPr>
      </w:pPr>
      <w:r w:rsidRPr="004605CC">
        <w:rPr>
          <w:lang w:val="es-ES_tradnl"/>
        </w:rPr>
        <w:t>el solicitante o solicitantes a quienes la Junta Asesora acuerde financiar en principio, pero para quienes no se disponga de fondos suficientes;</w:t>
      </w:r>
    </w:p>
    <w:p w14:paraId="17480E66" w14:textId="77777777" w:rsidR="00183916" w:rsidRPr="004605CC" w:rsidRDefault="00183916" w:rsidP="00711CAE">
      <w:pPr>
        <w:pStyle w:val="ONUMFS"/>
        <w:numPr>
          <w:ilvl w:val="2"/>
          <w:numId w:val="6"/>
        </w:numPr>
        <w:tabs>
          <w:tab w:val="clear" w:pos="1701"/>
        </w:tabs>
        <w:ind w:hanging="567"/>
        <w:rPr>
          <w:lang w:val="es-ES_tradnl"/>
        </w:rPr>
      </w:pPr>
      <w:r w:rsidRPr="004605CC">
        <w:rPr>
          <w:lang w:val="es-ES_tradnl"/>
        </w:rPr>
        <w:t>el solicitante o solicitantes cuya solicitud haya sido rechazada de conformidad con el procedimiento previsto en el artículo 10;</w:t>
      </w:r>
    </w:p>
    <w:p w14:paraId="425D0C29" w14:textId="77777777" w:rsidR="00183916" w:rsidRPr="004605CC" w:rsidRDefault="00183916" w:rsidP="00711CAE">
      <w:pPr>
        <w:pStyle w:val="ONUMFS"/>
        <w:numPr>
          <w:ilvl w:val="2"/>
          <w:numId w:val="6"/>
        </w:numPr>
        <w:tabs>
          <w:tab w:val="clear" w:pos="1701"/>
        </w:tabs>
        <w:ind w:hanging="567"/>
        <w:rPr>
          <w:szCs w:val="22"/>
          <w:lang w:val="es-ES_tradnl"/>
        </w:rPr>
      </w:pPr>
      <w:r w:rsidRPr="004605CC">
        <w:rPr>
          <w:lang w:val="es-ES_tradnl"/>
        </w:rPr>
        <w:lastRenderedPageBreak/>
        <w:t>el solicitante o solicitantes sobre cuya solicitud no se tomará una decisión hasta la siguiente sesión del Comité, de conformidad con el procedimiento previsto en el artículo 10.</w:t>
      </w:r>
    </w:p>
    <w:p w14:paraId="06A86813" w14:textId="5C2FF856" w:rsidR="00183916" w:rsidRPr="004605CC" w:rsidRDefault="00183916" w:rsidP="00711CAE">
      <w:pPr>
        <w:pStyle w:val="ONUMFS"/>
        <w:numPr>
          <w:ilvl w:val="0"/>
          <w:numId w:val="0"/>
        </w:numPr>
        <w:rPr>
          <w:szCs w:val="22"/>
          <w:lang w:val="es-ES_tradnl"/>
        </w:rPr>
      </w:pPr>
      <w:r w:rsidRPr="004605CC">
        <w:rPr>
          <w:lang w:val="es-ES_tradnl"/>
        </w:rPr>
        <w:t>La Junta Asesora transmitirá inmediatamente dichas recomendaciones al director general, quien tomará una decisión conforme a las mismas.</w:t>
      </w:r>
      <w:r w:rsidR="00711CAE" w:rsidRPr="004605CC">
        <w:rPr>
          <w:lang w:val="es-ES_tradnl"/>
        </w:rPr>
        <w:t xml:space="preserve"> </w:t>
      </w:r>
      <w:r w:rsidRPr="004605CC">
        <w:rPr>
          <w:lang w:val="es-ES_tradnl"/>
        </w:rPr>
        <w:t>Este último deberá poner inmediatamente esa decisión en conocimiento del Comité y, en cualquier caso, antes de que finalice la sesión en curso, por medio de una nota informativa en la que se especifique la decisión adoptada con respecto a cada solicitante.</w:t>
      </w:r>
      <w:r w:rsidR="00711CAE" w:rsidRPr="004605CC">
        <w:rPr>
          <w:lang w:val="es-ES_tradnl"/>
        </w:rPr>
        <w:t>”</w:t>
      </w:r>
    </w:p>
    <w:p w14:paraId="05AD58F4" w14:textId="1C109795" w:rsidR="00183916" w:rsidRPr="004605CC" w:rsidRDefault="00183916" w:rsidP="00711CAE">
      <w:pPr>
        <w:pStyle w:val="ONUMFS"/>
        <w:rPr>
          <w:szCs w:val="22"/>
          <w:lang w:val="es-ES_tradnl"/>
        </w:rPr>
      </w:pPr>
      <w:r w:rsidRPr="004605CC">
        <w:rPr>
          <w:lang w:val="es-ES_tradnl"/>
        </w:rPr>
        <w:t>Por consiguiente, la Secretaría remite al Comité el informe y las recomendaciones adoptadas por la Junta Asesora al término de su reunión, celebrada paralelamente a la quincuagésima sesión del Comité.</w:t>
      </w:r>
      <w:r w:rsidR="00711CAE" w:rsidRPr="004605CC">
        <w:rPr>
          <w:lang w:val="es-ES_tradnl"/>
        </w:rPr>
        <w:t xml:space="preserve"> </w:t>
      </w:r>
      <w:r w:rsidRPr="004605CC">
        <w:rPr>
          <w:lang w:val="es-ES_tradnl"/>
        </w:rPr>
        <w:t>Dicho informe figura en el Anexo del presente documento.</w:t>
      </w:r>
    </w:p>
    <w:p w14:paraId="663A3705" w14:textId="77777777" w:rsidR="00183916" w:rsidRPr="004605CC" w:rsidRDefault="00183916" w:rsidP="00711CAE">
      <w:pPr>
        <w:pStyle w:val="ONUMFS"/>
        <w:spacing w:after="600"/>
        <w:rPr>
          <w:szCs w:val="22"/>
          <w:lang w:val="es-ES_tradnl"/>
        </w:rPr>
      </w:pPr>
      <w:r w:rsidRPr="004605CC">
        <w:rPr>
          <w:lang w:val="es-ES_tradnl"/>
        </w:rPr>
        <w:t>Se notifica al Comité que, de conformidad con lo dispuesto en el artículo 6.d) del Anexo del documento WO/GA/39/11, aprobado por la Asamblea General (39.° período de sesiones), el director general ha tomado nota del contenido del informe de la Junta Asesora y ha aprobado las decisiones recomendadas por la Junta Asesora en el párrafo 5 de dicho informe.</w:t>
      </w:r>
    </w:p>
    <w:p w14:paraId="625DA55D" w14:textId="77777777" w:rsidR="00183916" w:rsidRPr="004605CC" w:rsidRDefault="00183916" w:rsidP="00183916">
      <w:pPr>
        <w:pStyle w:val="Endofdocument-Annex"/>
        <w:rPr>
          <w:lang w:val="es-ES_tradnl"/>
        </w:rPr>
        <w:sectPr w:rsidR="00183916" w:rsidRPr="004605CC" w:rsidSect="00183916">
          <w:headerReference w:type="default" r:id="rId9"/>
          <w:endnotePr>
            <w:numFmt w:val="decimal"/>
          </w:endnotePr>
          <w:pgSz w:w="11907" w:h="16840" w:code="9"/>
          <w:pgMar w:top="567" w:right="1134" w:bottom="1418" w:left="1418" w:header="510" w:footer="1021" w:gutter="0"/>
          <w:cols w:space="720"/>
          <w:titlePg/>
          <w:docGrid w:linePitch="299"/>
        </w:sectPr>
      </w:pPr>
      <w:r w:rsidRPr="004605CC">
        <w:rPr>
          <w:lang w:val="es-ES_tradnl"/>
        </w:rPr>
        <w:t>[Sigue el Anexo]</w:t>
      </w:r>
    </w:p>
    <w:p w14:paraId="3D9DC5DD" w14:textId="77777777" w:rsidR="00183916" w:rsidRPr="004605CC" w:rsidRDefault="00183916" w:rsidP="00183916">
      <w:pPr>
        <w:pStyle w:val="Endofdocument"/>
        <w:spacing w:after="220" w:line="240" w:lineRule="auto"/>
        <w:ind w:left="1699" w:hanging="1699"/>
        <w:contextualSpacing w:val="0"/>
        <w:rPr>
          <w:sz w:val="22"/>
          <w:szCs w:val="22"/>
          <w:lang w:val="es-ES_tradnl"/>
        </w:rPr>
      </w:pPr>
      <w:r w:rsidRPr="004605CC">
        <w:rPr>
          <w:sz w:val="22"/>
          <w:lang w:val="es-ES_tradnl"/>
        </w:rPr>
        <w:lastRenderedPageBreak/>
        <w:t>FONDO DE LA OMPI DE CONTRIBUCIONES VOLUNTARIAS</w:t>
      </w:r>
    </w:p>
    <w:p w14:paraId="68BC8A65" w14:textId="77777777" w:rsidR="00183916" w:rsidRPr="004605CC" w:rsidRDefault="00183916" w:rsidP="00183916">
      <w:pPr>
        <w:pStyle w:val="Endofdocument"/>
        <w:spacing w:before="220" w:after="220" w:line="240" w:lineRule="auto"/>
        <w:ind w:left="1699" w:hanging="1699"/>
        <w:contextualSpacing w:val="0"/>
        <w:rPr>
          <w:sz w:val="22"/>
          <w:szCs w:val="22"/>
          <w:lang w:val="es-ES_tradnl"/>
        </w:rPr>
      </w:pPr>
      <w:r w:rsidRPr="004605CC">
        <w:rPr>
          <w:sz w:val="22"/>
          <w:lang w:val="es-ES_tradnl"/>
        </w:rPr>
        <w:t>JUNTA ASESORA</w:t>
      </w:r>
    </w:p>
    <w:p w14:paraId="2416401A" w14:textId="77777777" w:rsidR="00183916" w:rsidRPr="004605CC" w:rsidRDefault="00183916" w:rsidP="00183916">
      <w:pPr>
        <w:pStyle w:val="Endofdocument"/>
        <w:spacing w:before="220" w:after="220" w:line="240" w:lineRule="auto"/>
        <w:ind w:left="1699" w:hanging="1699"/>
        <w:contextualSpacing w:val="0"/>
        <w:rPr>
          <w:sz w:val="22"/>
          <w:szCs w:val="22"/>
          <w:u w:val="single"/>
          <w:lang w:val="es-ES_tradnl"/>
        </w:rPr>
      </w:pPr>
      <w:r w:rsidRPr="004605CC">
        <w:rPr>
          <w:sz w:val="22"/>
          <w:u w:val="single"/>
          <w:lang w:val="es-ES_tradnl"/>
        </w:rPr>
        <w:t>INFORME</w:t>
      </w:r>
    </w:p>
    <w:p w14:paraId="04A5DF25" w14:textId="77777777" w:rsidR="00183916" w:rsidRPr="004605CC" w:rsidRDefault="00183916" w:rsidP="00144D6F">
      <w:pPr>
        <w:pStyle w:val="ONUMFS"/>
        <w:numPr>
          <w:ilvl w:val="0"/>
          <w:numId w:val="11"/>
        </w:numPr>
        <w:rPr>
          <w:rFonts w:eastAsia="Times New Roman"/>
          <w:lang w:val="es-ES_tradnl"/>
        </w:rPr>
      </w:pPr>
      <w:r w:rsidRPr="004605CC">
        <w:rPr>
          <w:lang w:val="es-ES_tradnl"/>
        </w:rPr>
        <w:t xml:space="preserve">La Junta Asesora del Fondo de la OMPI de Contribuciones Voluntarias para Comunidades Indígenas y Locales, cuyos miembros fueron nombrados por decisión del Comité Intergubernamental sobre Propiedad Intelectual y Recursos Genéticos, Conocimientos Tradicionales y Folclore durante su quincuagésima primera sesión y cuyos nombres figuran al final del presente informe, celebró su cuadragésima primera reunión el </w:t>
      </w:r>
      <w:r w:rsidRPr="004605CC">
        <w:rPr>
          <w:color w:val="000000"/>
          <w:lang w:val="es-ES_tradnl"/>
        </w:rPr>
        <w:t>3 de junio de 2025</w:t>
      </w:r>
      <w:r w:rsidRPr="004605CC">
        <w:rPr>
          <w:lang w:val="es-ES_tradnl"/>
        </w:rPr>
        <w:t xml:space="preserve"> bajo la presidencia de la Sra. Audrey NEEQUAYE, miembro de oficio, paralelamente a la quincuagésima primera sesión del Comité.</w:t>
      </w:r>
    </w:p>
    <w:p w14:paraId="6A6E3CAB" w14:textId="77777777" w:rsidR="00183916" w:rsidRPr="004605CC" w:rsidRDefault="00183916" w:rsidP="00144D6F">
      <w:pPr>
        <w:pStyle w:val="ONUMFS"/>
        <w:rPr>
          <w:rFonts w:eastAsia="Times New Roman"/>
          <w:lang w:val="es-ES_tradnl"/>
        </w:rPr>
      </w:pPr>
      <w:r w:rsidRPr="004605CC">
        <w:rPr>
          <w:lang w:val="es-ES_tradnl"/>
        </w:rPr>
        <w:t>Los miembros de la Junta Asesora se reunieron de conformidad con lo dispuesto en los artículos 7 y 9 del Anexo del documento WO/GA/39/11.</w:t>
      </w:r>
    </w:p>
    <w:p w14:paraId="221A6F19" w14:textId="197FBE90" w:rsidR="00183916" w:rsidRPr="004605CC" w:rsidRDefault="00183916" w:rsidP="00144D6F">
      <w:pPr>
        <w:pStyle w:val="ONUMFS"/>
        <w:rPr>
          <w:rFonts w:eastAsia="Times New Roman"/>
          <w:lang w:val="es-ES_tradnl"/>
        </w:rPr>
      </w:pPr>
      <w:r w:rsidRPr="004605CC">
        <w:rPr>
          <w:lang w:val="es-ES_tradnl"/>
        </w:rPr>
        <w:t>Teniendo presente el artículo 5.a) del Anexo del documento WO/GA/39/11, la Junta Asesora tomó nota de la situación financiera del Fondo, según consta en la nota informativa WIPO/GRTKF/IC/51/INF/4, de 17 de abril de 2025, en la que se explica que el importe disponible en el Fondo ascendía a 0 francos suizos al 17 de abril de 2025.</w:t>
      </w:r>
      <w:r w:rsidR="00711CAE" w:rsidRPr="004605CC">
        <w:rPr>
          <w:lang w:val="es-ES_tradnl"/>
        </w:rPr>
        <w:t xml:space="preserve"> </w:t>
      </w:r>
      <w:r w:rsidRPr="004605CC">
        <w:rPr>
          <w:lang w:val="es-ES_tradnl"/>
        </w:rPr>
        <w:t>La Junta Asesora observó con gran preocupación que el Fondo estaba agotado.</w:t>
      </w:r>
      <w:r w:rsidR="00711CAE" w:rsidRPr="004605CC">
        <w:rPr>
          <w:lang w:val="es-ES_tradnl"/>
        </w:rPr>
        <w:t xml:space="preserve"> </w:t>
      </w:r>
      <w:r w:rsidRPr="004605CC">
        <w:rPr>
          <w:lang w:val="es-ES_tradnl"/>
        </w:rPr>
        <w:t>También señaló que no se han hecho nuevas contribuciones al Fondo desde la cuadragésima novena sesión del Comité.</w:t>
      </w:r>
      <w:r w:rsidR="00711CAE" w:rsidRPr="004605CC">
        <w:rPr>
          <w:lang w:val="es-ES_tradnl"/>
        </w:rPr>
        <w:t xml:space="preserve"> </w:t>
      </w:r>
      <w:r w:rsidRPr="004605CC">
        <w:rPr>
          <w:lang w:val="es-ES_tradnl"/>
        </w:rPr>
        <w:t>Recordó que ninguno de los candidatos recomendados por la Junta Asesora para recibir financiación con miras a las sesiones cuadragésima octava, cuadragésima novena, quincuagésima y quincuagésima primera del Comité pudo ser financiado.</w:t>
      </w:r>
      <w:r w:rsidR="00711CAE" w:rsidRPr="004605CC">
        <w:rPr>
          <w:lang w:val="es-ES_tradnl"/>
        </w:rPr>
        <w:t xml:space="preserve"> </w:t>
      </w:r>
      <w:r w:rsidRPr="004605CC">
        <w:rPr>
          <w:lang w:val="es-ES_tradnl"/>
        </w:rPr>
        <w:t>Además, la Junta Asesora expresó su preocupación por el hecho de que ninguno de los candidatos recomendados pueda recibir financiación con vistas a la quincuagésima segunda sesión, en caso de que la Asamblea General de la OMPI renueve el mandato del Comité, a menos que se reciban nuevas contribuciones a su debido tiempo.</w:t>
      </w:r>
      <w:r w:rsidR="00711CAE" w:rsidRPr="004605CC">
        <w:rPr>
          <w:lang w:val="es-ES_tradnl"/>
        </w:rPr>
        <w:t xml:space="preserve"> </w:t>
      </w:r>
      <w:r w:rsidRPr="004605CC">
        <w:rPr>
          <w:lang w:val="es-ES_tradnl"/>
        </w:rPr>
        <w:t>La Junta Asesora animó encarecidamente a los Estados miembros de la OMPI y a otros posibles donantes a realizar nuevas aportaciones al Fondo para que las recomendaciones de la Junta puedan llevarse a la práctica con financiación suficiente.</w:t>
      </w:r>
    </w:p>
    <w:p w14:paraId="6B24D909" w14:textId="014372EC" w:rsidR="00183916" w:rsidRPr="004605CC" w:rsidRDefault="00183916" w:rsidP="00144D6F">
      <w:pPr>
        <w:pStyle w:val="ONUMFS"/>
        <w:rPr>
          <w:rFonts w:eastAsia="Times New Roman"/>
          <w:lang w:val="es-ES_tradnl"/>
        </w:rPr>
      </w:pPr>
      <w:r w:rsidRPr="004605CC">
        <w:rPr>
          <w:lang w:val="es-ES_tradnl"/>
        </w:rPr>
        <w:t>La Junta Asesora expresó su agradecimiento por la contribución al Fondo recibida recientemente del Gobierno de Australia, el 22 de junio de 2023, por valor de 29 795,36 francos suizos (equivalente a 50 000 dólares australianos en el momento de la transferencia), del Instituto Nacional de los Pueblos Indígenas de México, el 7 de agosto de 2023, por valor de</w:t>
      </w:r>
      <w:r w:rsidR="00144D6F" w:rsidRPr="004605CC">
        <w:rPr>
          <w:lang w:val="es-ES_tradnl"/>
        </w:rPr>
        <w:t> </w:t>
      </w:r>
      <w:r w:rsidRPr="004605CC">
        <w:rPr>
          <w:lang w:val="es-ES_tradnl"/>
        </w:rPr>
        <w:t>8 239 francos suizos (equivalente a 167 555 pesos mexicanos) y de la Agencia Española de</w:t>
      </w:r>
      <w:r w:rsidR="00144D6F" w:rsidRPr="004605CC">
        <w:rPr>
          <w:lang w:val="es-ES_tradnl"/>
        </w:rPr>
        <w:t xml:space="preserve"> </w:t>
      </w:r>
      <w:r w:rsidRPr="004605CC">
        <w:rPr>
          <w:lang w:val="es-ES_tradnl"/>
        </w:rPr>
        <w:t>Cooperación Internacional para el Desarrollo, el 8 de febrero de 2024, por valor de 18 518,24 francos suizos (equivalente a 20 000 euros), así como el abono de 817,10 y 872,60 francos suizos a nombre de contribuyentes anónimos realizados respectivamente el 3 de marzo de</w:t>
      </w:r>
      <w:r w:rsidR="00310F7E" w:rsidRPr="004605CC">
        <w:rPr>
          <w:lang w:val="es-ES_tradnl"/>
        </w:rPr>
        <w:t> </w:t>
      </w:r>
      <w:r w:rsidRPr="004605CC">
        <w:rPr>
          <w:lang w:val="es-ES_tradnl"/>
        </w:rPr>
        <w:t xml:space="preserve">2023 y el 4 de julio de 2023. </w:t>
      </w:r>
    </w:p>
    <w:p w14:paraId="7FA72EFE" w14:textId="77777777" w:rsidR="00183916" w:rsidRPr="004605CC" w:rsidRDefault="00183916" w:rsidP="00144D6F">
      <w:pPr>
        <w:pStyle w:val="ONUMFS"/>
        <w:rPr>
          <w:rFonts w:eastAsia="Times New Roman"/>
          <w:lang w:val="es-ES_tradnl"/>
        </w:rPr>
      </w:pPr>
      <w:r w:rsidRPr="004605CC">
        <w:rPr>
          <w:lang w:val="es-ES_tradnl"/>
        </w:rPr>
        <w:t>La Junta Asesora formuló las recomendaciones siguientes tras examinar la lista de solicitantes que aparece en la nota informativa WIPO/GRTKF/IC/51/INF/4, así como el contenido de sus solicitudes, y de conformidad con lo dispuesto en el artículo 6.i) del Anexo del documento WO/GA/39/11:</w:t>
      </w:r>
    </w:p>
    <w:p w14:paraId="4BC2C8E0" w14:textId="39E9C3DF" w:rsidR="00183916" w:rsidRPr="004605CC" w:rsidRDefault="00183916" w:rsidP="00310F7E">
      <w:pPr>
        <w:pStyle w:val="ONUMFS"/>
        <w:numPr>
          <w:ilvl w:val="2"/>
          <w:numId w:val="6"/>
        </w:numPr>
        <w:tabs>
          <w:tab w:val="clear" w:pos="1701"/>
        </w:tabs>
        <w:ind w:hanging="567"/>
        <w:rPr>
          <w:szCs w:val="22"/>
          <w:lang w:val="es-ES_tradnl"/>
        </w:rPr>
      </w:pPr>
      <w:r w:rsidRPr="004605CC">
        <w:rPr>
          <w:lang w:val="es-ES_tradnl"/>
        </w:rPr>
        <w:t>sesión futura destinada a recibir apoyo económico de conformidad con el artículo</w:t>
      </w:r>
      <w:r w:rsidR="00310F7E" w:rsidRPr="004605CC">
        <w:rPr>
          <w:lang w:val="es-ES_tradnl"/>
        </w:rPr>
        <w:t> </w:t>
      </w:r>
      <w:r w:rsidRPr="004605CC">
        <w:rPr>
          <w:lang w:val="es-ES_tradnl"/>
        </w:rPr>
        <w:t>5.e), pendiente de la renovación del mandato del Comité por la Asamblea General de la OMPI: quincuagésima segunda sesión;</w:t>
      </w:r>
    </w:p>
    <w:p w14:paraId="5E209109" w14:textId="77777777" w:rsidR="00183916" w:rsidRPr="004605CC" w:rsidRDefault="00183916" w:rsidP="00310F7E">
      <w:pPr>
        <w:pStyle w:val="ONUMFS"/>
        <w:numPr>
          <w:ilvl w:val="2"/>
          <w:numId w:val="6"/>
        </w:numPr>
        <w:tabs>
          <w:tab w:val="clear" w:pos="1701"/>
        </w:tabs>
        <w:ind w:hanging="567"/>
        <w:rPr>
          <w:szCs w:val="22"/>
          <w:lang w:val="es-ES_tradnl"/>
        </w:rPr>
      </w:pPr>
      <w:r w:rsidRPr="004605CC">
        <w:rPr>
          <w:lang w:val="es-ES_tradnl"/>
        </w:rPr>
        <w:t>solicitantes a los que la Junta Asesora acordó apoyar en principio, a la espera de que se disponga de fondos suficientes (por orden de prioridad):</w:t>
      </w:r>
    </w:p>
    <w:p w14:paraId="2268DC5D" w14:textId="77777777" w:rsidR="00183916" w:rsidRPr="004605CC" w:rsidRDefault="00183916" w:rsidP="00183916">
      <w:pPr>
        <w:spacing w:after="220"/>
        <w:ind w:left="1166" w:firstLine="101"/>
        <w:rPr>
          <w:color w:val="000000" w:themeColor="text1"/>
          <w:szCs w:val="22"/>
          <w:lang w:val="es-ES_tradnl"/>
        </w:rPr>
      </w:pPr>
      <w:r w:rsidRPr="004605CC">
        <w:rPr>
          <w:color w:val="000000" w:themeColor="text1"/>
          <w:lang w:val="es-ES_tradnl"/>
        </w:rPr>
        <w:lastRenderedPageBreak/>
        <w:t>Jennifer Tauli CORPUZ (Sra.)</w:t>
      </w:r>
    </w:p>
    <w:p w14:paraId="2BDAAA50" w14:textId="77777777" w:rsidR="00183916" w:rsidRPr="004605CC" w:rsidRDefault="00183916" w:rsidP="00183916">
      <w:pPr>
        <w:spacing w:after="220"/>
        <w:ind w:left="1260"/>
        <w:rPr>
          <w:color w:val="000000" w:themeColor="text1"/>
          <w:szCs w:val="22"/>
          <w:lang w:val="es-ES_tradnl"/>
        </w:rPr>
      </w:pPr>
      <w:r w:rsidRPr="004605CC">
        <w:rPr>
          <w:color w:val="000000" w:themeColor="text1"/>
          <w:lang w:val="es-ES_tradnl"/>
        </w:rPr>
        <w:t xml:space="preserve">Nihal KADİOĞLU ÇEVIK (Sra.) </w:t>
      </w:r>
    </w:p>
    <w:p w14:paraId="7EC48052" w14:textId="77777777" w:rsidR="00183916" w:rsidRPr="004605CC" w:rsidRDefault="00183916" w:rsidP="00310F7E">
      <w:pPr>
        <w:pStyle w:val="ONUMFS"/>
        <w:numPr>
          <w:ilvl w:val="2"/>
          <w:numId w:val="6"/>
        </w:numPr>
        <w:tabs>
          <w:tab w:val="clear" w:pos="1701"/>
        </w:tabs>
        <w:spacing w:after="120"/>
        <w:ind w:hanging="567"/>
        <w:rPr>
          <w:szCs w:val="22"/>
          <w:lang w:val="es-ES_tradnl"/>
        </w:rPr>
      </w:pPr>
      <w:r w:rsidRPr="004605CC">
        <w:rPr>
          <w:lang w:val="es-ES_tradnl"/>
        </w:rPr>
        <w:t>solicitantes cuya solicitud debería aplazarse para que la Junta Asesora siga estudiándola hasta la próxima sesión del Comité (por orden alfabético):</w:t>
      </w:r>
    </w:p>
    <w:p w14:paraId="537BD202" w14:textId="77777777" w:rsidR="00183916" w:rsidRPr="004605CC" w:rsidRDefault="00183916" w:rsidP="00183916">
      <w:pPr>
        <w:spacing w:after="220"/>
        <w:ind w:left="1170" w:firstLine="90"/>
        <w:rPr>
          <w:szCs w:val="22"/>
          <w:lang w:val="es-ES_tradnl"/>
        </w:rPr>
      </w:pPr>
      <w:r w:rsidRPr="004605CC">
        <w:rPr>
          <w:lang w:val="es-ES_tradnl"/>
        </w:rPr>
        <w:t>Ninguno</w:t>
      </w:r>
    </w:p>
    <w:p w14:paraId="50347942" w14:textId="77777777" w:rsidR="00183916" w:rsidRPr="004605CC" w:rsidRDefault="00183916" w:rsidP="00310F7E">
      <w:pPr>
        <w:pStyle w:val="ONUMFS"/>
        <w:numPr>
          <w:ilvl w:val="2"/>
          <w:numId w:val="6"/>
        </w:numPr>
        <w:tabs>
          <w:tab w:val="clear" w:pos="1701"/>
        </w:tabs>
        <w:spacing w:after="120"/>
        <w:ind w:hanging="567"/>
        <w:rPr>
          <w:szCs w:val="22"/>
          <w:lang w:val="es-ES_tradnl"/>
        </w:rPr>
      </w:pPr>
      <w:r w:rsidRPr="004605CC">
        <w:rPr>
          <w:lang w:val="es-ES_tradnl"/>
        </w:rPr>
        <w:t>solicitantes cuya solicitud debe ser rechazada:</w:t>
      </w:r>
    </w:p>
    <w:p w14:paraId="081CAD59" w14:textId="77777777" w:rsidR="00183916" w:rsidRPr="004605CC" w:rsidRDefault="00183916" w:rsidP="00183916">
      <w:pPr>
        <w:spacing w:after="220"/>
        <w:ind w:left="1260"/>
        <w:rPr>
          <w:szCs w:val="22"/>
          <w:lang w:val="es-ES_tradnl"/>
        </w:rPr>
      </w:pPr>
      <w:r w:rsidRPr="004605CC">
        <w:rPr>
          <w:lang w:val="es-ES_tradnl"/>
        </w:rPr>
        <w:t>Ninguno</w:t>
      </w:r>
    </w:p>
    <w:p w14:paraId="4F32F70A" w14:textId="77777777" w:rsidR="00183916" w:rsidRPr="004605CC" w:rsidRDefault="00183916" w:rsidP="00310F7E">
      <w:pPr>
        <w:pStyle w:val="ONUMFS"/>
        <w:numPr>
          <w:ilvl w:val="0"/>
          <w:numId w:val="0"/>
        </w:numPr>
        <w:spacing w:after="480"/>
        <w:rPr>
          <w:szCs w:val="22"/>
          <w:lang w:val="es-ES_tradnl"/>
        </w:rPr>
      </w:pPr>
      <w:r w:rsidRPr="004605CC">
        <w:rPr>
          <w:lang w:val="es-ES_tradnl"/>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WO/GA/39/11.</w:t>
      </w:r>
    </w:p>
    <w:p w14:paraId="713C0DF3" w14:textId="77777777" w:rsidR="00183916" w:rsidRPr="004605CC" w:rsidRDefault="00183916" w:rsidP="00310F7E">
      <w:pPr>
        <w:spacing w:after="220"/>
        <w:ind w:left="5245"/>
        <w:rPr>
          <w:szCs w:val="22"/>
          <w:lang w:val="es-ES_tradnl"/>
        </w:rPr>
      </w:pPr>
      <w:r w:rsidRPr="004605CC">
        <w:rPr>
          <w:lang w:val="es-ES_tradnl"/>
        </w:rPr>
        <w:t>Ginebra, 3 de junio de 2025</w:t>
      </w:r>
    </w:p>
    <w:p w14:paraId="27F022E2" w14:textId="77777777" w:rsidR="00183916" w:rsidRPr="004605CC" w:rsidRDefault="00183916" w:rsidP="00183916">
      <w:pPr>
        <w:rPr>
          <w:szCs w:val="22"/>
          <w:lang w:val="es-ES_tradnl"/>
        </w:rPr>
      </w:pPr>
      <w:r w:rsidRPr="004605CC">
        <w:rPr>
          <w:lang w:val="es-ES_tradnl"/>
        </w:rPr>
        <w:br w:type="page"/>
      </w:r>
    </w:p>
    <w:p w14:paraId="4276F877" w14:textId="77777777" w:rsidR="00183916" w:rsidRPr="004605CC" w:rsidRDefault="00183916" w:rsidP="00183916">
      <w:pPr>
        <w:spacing w:after="440"/>
        <w:rPr>
          <w:szCs w:val="22"/>
          <w:lang w:val="es-ES_tradnl"/>
        </w:rPr>
      </w:pPr>
      <w:r w:rsidRPr="004605CC">
        <w:rPr>
          <w:lang w:val="es-ES_tradnl"/>
        </w:rPr>
        <w:lastRenderedPageBreak/>
        <w:t>Nombres de los miembros de la Junta Asesora del Fondo de la OMPI de Contribuciones Voluntarias:</w:t>
      </w:r>
    </w:p>
    <w:p w14:paraId="6926C831" w14:textId="2786A458" w:rsidR="00183916" w:rsidRPr="004605CC" w:rsidRDefault="00183916" w:rsidP="00183916">
      <w:pPr>
        <w:spacing w:after="440"/>
        <w:rPr>
          <w:iCs/>
          <w:szCs w:val="22"/>
          <w:lang w:val="es-ES_tradnl"/>
        </w:rPr>
      </w:pPr>
      <w:r w:rsidRPr="004605CC">
        <w:rPr>
          <w:lang w:val="es-ES_tradnl"/>
        </w:rPr>
        <w:t>Presidencia:</w:t>
      </w:r>
      <w:r w:rsidR="00711CAE" w:rsidRPr="004605CC">
        <w:rPr>
          <w:lang w:val="es-ES_tradnl"/>
        </w:rPr>
        <w:t xml:space="preserve"> </w:t>
      </w:r>
      <w:r w:rsidRPr="004605CC">
        <w:rPr>
          <w:lang w:val="es-ES_tradnl"/>
        </w:rPr>
        <w:t>Audrey NEEQUAYE (Sra.), vicepresidenta del Comité Intergubernamental, miembro de oficio [acordado]</w:t>
      </w:r>
    </w:p>
    <w:p w14:paraId="0FDAED46" w14:textId="77777777" w:rsidR="00183916" w:rsidRPr="004605CC" w:rsidRDefault="00183916" w:rsidP="00183916">
      <w:pPr>
        <w:spacing w:after="440"/>
        <w:rPr>
          <w:szCs w:val="22"/>
          <w:lang w:val="es-ES_tradnl"/>
        </w:rPr>
      </w:pPr>
      <w:r w:rsidRPr="004605CC">
        <w:rPr>
          <w:lang w:val="es-ES_tradnl"/>
        </w:rPr>
        <w:t xml:space="preserve">y, por orden alfabético: </w:t>
      </w:r>
    </w:p>
    <w:p w14:paraId="5CCD585D" w14:textId="77777777" w:rsidR="00183916" w:rsidRPr="004605CC" w:rsidRDefault="00183916" w:rsidP="00183916">
      <w:pPr>
        <w:spacing w:after="440"/>
        <w:rPr>
          <w:rFonts w:eastAsia="Times New Roman"/>
          <w:szCs w:val="22"/>
          <w:lang w:val="es-ES_tradnl"/>
        </w:rPr>
      </w:pPr>
      <w:r w:rsidRPr="004605CC">
        <w:rPr>
          <w:lang w:val="es-ES_tradnl"/>
        </w:rPr>
        <w:t>Mouhamed Nour-Dine ASSINDOH (Sr.), ministro consejero, Misión Permanente de la República Togolesa ante la Oficina de las Naciones Unidas y otras organizaciones internacionales con sede en Ginebra [acordado].</w:t>
      </w:r>
    </w:p>
    <w:p w14:paraId="4CC3E1FE" w14:textId="77777777" w:rsidR="00183916" w:rsidRPr="004605CC" w:rsidRDefault="00183916" w:rsidP="00183916">
      <w:pPr>
        <w:spacing w:after="440"/>
        <w:rPr>
          <w:rFonts w:eastAsia="Times New Roman"/>
          <w:szCs w:val="22"/>
          <w:lang w:val="es-ES_tradnl"/>
        </w:rPr>
      </w:pPr>
      <w:r w:rsidRPr="004605CC">
        <w:rPr>
          <w:lang w:val="es-ES_tradnl"/>
        </w:rPr>
        <w:t>Ann CAINDEC (Sra.), representante del Centro de Derecho y Política de las Naciones Nativas de la Facultad de Derecho de la Universidad de California en Los Ángeles [acordado].</w:t>
      </w:r>
    </w:p>
    <w:p w14:paraId="11C1B0EE" w14:textId="77777777" w:rsidR="00183916" w:rsidRPr="004605CC" w:rsidRDefault="00183916" w:rsidP="00183916">
      <w:pPr>
        <w:spacing w:after="440"/>
        <w:rPr>
          <w:rFonts w:eastAsia="Times New Roman"/>
          <w:szCs w:val="22"/>
          <w:lang w:val="es-ES_tradnl"/>
        </w:rPr>
      </w:pPr>
      <w:bookmarkStart w:id="5" w:name="_Hlk192064972"/>
      <w:r w:rsidRPr="004605CC">
        <w:rPr>
          <w:lang w:val="es-ES_tradnl"/>
        </w:rPr>
        <w:t>Jessica FORERO (Sra.), representante de ECOHUMANITA [acordado]</w:t>
      </w:r>
      <w:bookmarkEnd w:id="5"/>
    </w:p>
    <w:p w14:paraId="4EAD6444" w14:textId="77777777" w:rsidR="00183916" w:rsidRPr="004605CC" w:rsidRDefault="00183916" w:rsidP="00183916">
      <w:pPr>
        <w:spacing w:after="440"/>
        <w:rPr>
          <w:rFonts w:eastAsia="Times New Roman"/>
          <w:szCs w:val="22"/>
          <w:lang w:val="es-ES_tradnl"/>
        </w:rPr>
      </w:pPr>
      <w:bookmarkStart w:id="6" w:name="_Hlk192065020"/>
      <w:r w:rsidRPr="004605CC">
        <w:rPr>
          <w:lang w:val="es-ES_tradnl"/>
        </w:rPr>
        <w:t>Aaron JONES (Sr.), representante del Departamento de Asuntos Gubernamentales de las Tribus Tulalip de Washington [acordado]</w:t>
      </w:r>
      <w:bookmarkEnd w:id="6"/>
    </w:p>
    <w:p w14:paraId="6CEC5B51" w14:textId="77777777" w:rsidR="00183916" w:rsidRPr="004605CC" w:rsidRDefault="00183916" w:rsidP="00183916">
      <w:pPr>
        <w:spacing w:after="440"/>
        <w:rPr>
          <w:rFonts w:eastAsia="Times New Roman"/>
          <w:i/>
          <w:iCs/>
          <w:color w:val="333333"/>
          <w:szCs w:val="22"/>
          <w:shd w:val="clear" w:color="auto" w:fill="FFFFFF"/>
          <w:lang w:val="es-ES_tradnl"/>
        </w:rPr>
      </w:pPr>
      <w:bookmarkStart w:id="7" w:name="_Hlk199515178"/>
      <w:r w:rsidRPr="004605CC">
        <w:rPr>
          <w:lang w:val="es-ES_tradnl"/>
        </w:rPr>
        <w:t>Aelita MUSSABAYEVA (Sra.), agregada, Misión Permanente de la República de Kazajstán ante la Organización Mundial del Comercio, Ginebra [no disponible]</w:t>
      </w:r>
      <w:bookmarkEnd w:id="7"/>
    </w:p>
    <w:p w14:paraId="427831BB" w14:textId="77777777" w:rsidR="00183916" w:rsidRPr="004605CC" w:rsidRDefault="00183916" w:rsidP="00183916">
      <w:pPr>
        <w:spacing w:after="440" w:line="260" w:lineRule="exact"/>
        <w:rPr>
          <w:rFonts w:eastAsia="Times New Roman"/>
          <w:szCs w:val="22"/>
          <w:lang w:val="es-ES_tradnl"/>
        </w:rPr>
      </w:pPr>
      <w:bookmarkStart w:id="8" w:name="_Hlk199515203"/>
      <w:r w:rsidRPr="004605CC">
        <w:rPr>
          <w:lang w:val="es-ES_tradnl"/>
        </w:rPr>
        <w:t>Takashi ONO (Sr.), subdirector de la Oficina Japonesa de Patentes, Japón [acordado]</w:t>
      </w:r>
      <w:bookmarkEnd w:id="8"/>
    </w:p>
    <w:p w14:paraId="18189DCA" w14:textId="77777777" w:rsidR="00183916" w:rsidRPr="004605CC" w:rsidRDefault="00183916" w:rsidP="00183916">
      <w:pPr>
        <w:spacing w:after="440"/>
        <w:rPr>
          <w:rFonts w:eastAsia="Times New Roman"/>
          <w:szCs w:val="22"/>
          <w:lang w:val="es-ES_tradnl"/>
        </w:rPr>
      </w:pPr>
      <w:bookmarkStart w:id="9" w:name="_Hlk199515320"/>
      <w:r w:rsidRPr="004605CC">
        <w:rPr>
          <w:lang w:val="es-ES_tradnl"/>
        </w:rPr>
        <w:t>Pornpimol SUGANDHAVANIJA (Sra.), representante permanente adjunta, Misión Permanente de Tailandia ante la Organización Mundial del Comercio y la Organización Mundial de la Propiedad Intelectual, Ginebra [acordado].</w:t>
      </w:r>
      <w:bookmarkEnd w:id="9"/>
    </w:p>
    <w:p w14:paraId="036A1379" w14:textId="77777777" w:rsidR="00183916" w:rsidRPr="004605CC" w:rsidRDefault="00183916" w:rsidP="00310F7E">
      <w:pPr>
        <w:spacing w:after="600"/>
        <w:rPr>
          <w:rFonts w:eastAsia="Times New Roman"/>
          <w:szCs w:val="22"/>
          <w:lang w:val="es-ES_tradnl"/>
        </w:rPr>
      </w:pPr>
      <w:bookmarkStart w:id="10" w:name="_Hlk192065161"/>
      <w:r w:rsidRPr="004605CC">
        <w:rPr>
          <w:lang w:val="es-ES_tradnl"/>
        </w:rPr>
        <w:t>Ligia Fanny UTITIAJ ANKUASH (Sra.), tercera secretaria, Misión Permanente de Ecuador ante la Organización Mundial del Comercio, Ginebra [acordado]</w:t>
      </w:r>
      <w:bookmarkEnd w:id="10"/>
    </w:p>
    <w:p w14:paraId="1F1B60AB" w14:textId="4D6C8BFC" w:rsidR="00152CEA" w:rsidRPr="004605CC" w:rsidRDefault="00183916" w:rsidP="00183916">
      <w:pPr>
        <w:pStyle w:val="Endofdocument"/>
        <w:spacing w:before="600"/>
        <w:rPr>
          <w:sz w:val="22"/>
          <w:szCs w:val="22"/>
          <w:lang w:val="es-ES_tradnl"/>
        </w:rPr>
      </w:pPr>
      <w:r w:rsidRPr="004605CC">
        <w:rPr>
          <w:sz w:val="22"/>
          <w:lang w:val="es-ES_tradnl"/>
        </w:rPr>
        <w:t>[Fin del Anexo y del documento]</w:t>
      </w:r>
    </w:p>
    <w:sectPr w:rsidR="00152CEA" w:rsidRPr="004605CC" w:rsidSect="00183916">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667A7" w14:textId="77777777" w:rsidR="00183916" w:rsidRDefault="00183916">
      <w:r>
        <w:separator/>
      </w:r>
    </w:p>
  </w:endnote>
  <w:endnote w:type="continuationSeparator" w:id="0">
    <w:p w14:paraId="024E19DF" w14:textId="77777777" w:rsidR="00183916" w:rsidRPr="009D30E6" w:rsidRDefault="00183916" w:rsidP="007E663E">
      <w:pPr>
        <w:rPr>
          <w:sz w:val="17"/>
          <w:szCs w:val="17"/>
        </w:rPr>
      </w:pPr>
      <w:r w:rsidRPr="009D30E6">
        <w:rPr>
          <w:sz w:val="17"/>
          <w:szCs w:val="17"/>
        </w:rPr>
        <w:separator/>
      </w:r>
    </w:p>
    <w:p w14:paraId="094323C2" w14:textId="77777777" w:rsidR="00183916" w:rsidRPr="007E663E" w:rsidRDefault="00183916" w:rsidP="007E663E">
      <w:pPr>
        <w:spacing w:after="60"/>
        <w:rPr>
          <w:sz w:val="17"/>
          <w:szCs w:val="17"/>
        </w:rPr>
      </w:pPr>
      <w:r>
        <w:rPr>
          <w:sz w:val="17"/>
        </w:rPr>
        <w:t>[Continuación de la nota de la página anterior]</w:t>
      </w:r>
    </w:p>
  </w:endnote>
  <w:endnote w:type="continuationNotice" w:id="1">
    <w:p w14:paraId="1E1B7CFA" w14:textId="77777777" w:rsidR="00183916" w:rsidRPr="007E663E" w:rsidRDefault="0018391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16E7" w14:textId="46C6DF14" w:rsidR="00377600" w:rsidRDefault="00377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6389A" w14:textId="25AF07B1" w:rsidR="00377600" w:rsidRDefault="003776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5BEE" w14:textId="04E02318" w:rsidR="00377600" w:rsidRDefault="00377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A5567" w14:textId="77777777" w:rsidR="00183916" w:rsidRDefault="00183916">
      <w:r>
        <w:separator/>
      </w:r>
    </w:p>
  </w:footnote>
  <w:footnote w:type="continuationSeparator" w:id="0">
    <w:p w14:paraId="7F4D2345" w14:textId="77777777" w:rsidR="00183916" w:rsidRPr="009D30E6" w:rsidRDefault="00183916" w:rsidP="007E663E">
      <w:pPr>
        <w:rPr>
          <w:sz w:val="17"/>
          <w:szCs w:val="17"/>
        </w:rPr>
      </w:pPr>
      <w:r w:rsidRPr="009D30E6">
        <w:rPr>
          <w:sz w:val="17"/>
          <w:szCs w:val="17"/>
        </w:rPr>
        <w:separator/>
      </w:r>
    </w:p>
    <w:p w14:paraId="4D4EFA6A" w14:textId="77777777" w:rsidR="00183916" w:rsidRPr="007E663E" w:rsidRDefault="00183916" w:rsidP="007E663E">
      <w:pPr>
        <w:spacing w:after="60"/>
        <w:rPr>
          <w:sz w:val="17"/>
          <w:szCs w:val="17"/>
        </w:rPr>
      </w:pPr>
      <w:r>
        <w:rPr>
          <w:sz w:val="17"/>
        </w:rPr>
        <w:t>[Continuación de la nota de la página anterior]</w:t>
      </w:r>
    </w:p>
  </w:footnote>
  <w:footnote w:type="continuationNotice" w:id="1">
    <w:p w14:paraId="3E0CD4C4" w14:textId="77777777" w:rsidR="00183916" w:rsidRPr="007E663E" w:rsidRDefault="0018391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85B1A" w14:textId="77777777" w:rsidR="00183916" w:rsidRPr="002326AB" w:rsidRDefault="00183916" w:rsidP="00477D6B">
    <w:pPr>
      <w:jc w:val="right"/>
      <w:rPr>
        <w:caps/>
      </w:rPr>
    </w:pPr>
    <w:r>
      <w:rPr>
        <w:caps/>
      </w:rPr>
      <w:t>WIPO/GRTKF/IC/51/INF/6</w:t>
    </w:r>
  </w:p>
  <w:p w14:paraId="699BD553" w14:textId="77777777" w:rsidR="00183916" w:rsidRDefault="00183916" w:rsidP="00477D6B">
    <w:pPr>
      <w:jc w:val="right"/>
    </w:pPr>
    <w:r>
      <w:t xml:space="preserve">página </w:t>
    </w:r>
    <w:r>
      <w:fldChar w:fldCharType="begin"/>
    </w:r>
    <w:r>
      <w:instrText xml:space="preserve"> PAGE  \* MERGEFORMAT </w:instrText>
    </w:r>
    <w:r>
      <w:fldChar w:fldCharType="separate"/>
    </w:r>
    <w:r>
      <w:t>2</w:t>
    </w:r>
    <w:r>
      <w:fldChar w:fldCharType="end"/>
    </w:r>
  </w:p>
  <w:p w14:paraId="1A53CC0A" w14:textId="77777777" w:rsidR="00183916" w:rsidRDefault="00183916" w:rsidP="00477D6B">
    <w:pPr>
      <w:jc w:val="right"/>
    </w:pPr>
  </w:p>
  <w:p w14:paraId="1BC74AEA" w14:textId="77777777" w:rsidR="00183916" w:rsidRDefault="0018391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D23F" w14:textId="532526B6" w:rsidR="00AE7F20" w:rsidRPr="00EB0D93" w:rsidRDefault="00183916" w:rsidP="00477D6B">
    <w:pPr>
      <w:jc w:val="right"/>
      <w:rPr>
        <w:caps/>
      </w:rPr>
    </w:pPr>
    <w:bookmarkStart w:id="11" w:name="Code2"/>
    <w:bookmarkEnd w:id="11"/>
    <w:r>
      <w:rPr>
        <w:caps/>
      </w:rPr>
      <w:t>WIPO/GRTKF/IC/51/INF/6</w:t>
    </w:r>
  </w:p>
  <w:p w14:paraId="79C299AB"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398E2CB5" w14:textId="77777777" w:rsidR="00AE7F20" w:rsidRDefault="00AE7F20" w:rsidP="00477D6B">
    <w:pPr>
      <w:jc w:val="right"/>
    </w:pPr>
  </w:p>
  <w:p w14:paraId="1E55F1B3" w14:textId="77777777"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BEC99" w14:textId="77777777" w:rsidR="00144D6F" w:rsidRPr="002326AB" w:rsidRDefault="00144D6F" w:rsidP="00144D6F">
    <w:pPr>
      <w:jc w:val="right"/>
      <w:rPr>
        <w:caps/>
      </w:rPr>
    </w:pPr>
    <w:r>
      <w:rPr>
        <w:caps/>
      </w:rPr>
      <w:t>WIPO/GRTKF/IC/51/INF/6</w:t>
    </w:r>
  </w:p>
  <w:p w14:paraId="5663B963" w14:textId="13B53DFD" w:rsidR="00144D6F" w:rsidRDefault="00144D6F" w:rsidP="00144D6F">
    <w:pPr>
      <w:pStyle w:val="Header"/>
      <w:spacing w:after="480"/>
      <w:jc w:val="right"/>
    </w:pPr>
    <w: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3E94109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4D4E33CC"/>
    <w:lvl w:ilvl="0" w:tplc="44D4C52E">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82866648">
    <w:abstractNumId w:val="2"/>
  </w:num>
  <w:num w:numId="2" w16cid:durableId="2043094832">
    <w:abstractNumId w:val="5"/>
  </w:num>
  <w:num w:numId="3" w16cid:durableId="875390565">
    <w:abstractNumId w:val="0"/>
  </w:num>
  <w:num w:numId="4" w16cid:durableId="565652951">
    <w:abstractNumId w:val="6"/>
  </w:num>
  <w:num w:numId="5" w16cid:durableId="759570050">
    <w:abstractNumId w:val="1"/>
  </w:num>
  <w:num w:numId="6" w16cid:durableId="1047948084">
    <w:abstractNumId w:val="3"/>
  </w:num>
  <w:num w:numId="7" w16cid:durableId="2081052631">
    <w:abstractNumId w:val="4"/>
  </w:num>
  <w:num w:numId="8" w16cid:durableId="1621839253">
    <w:abstractNumId w:val="3"/>
  </w:num>
  <w:num w:numId="9" w16cid:durableId="1997604402">
    <w:abstractNumId w:val="3"/>
  </w:num>
  <w:num w:numId="10" w16cid:durableId="411050287">
    <w:abstractNumId w:val="3"/>
  </w:num>
  <w:num w:numId="11" w16cid:durableId="973943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3903177">
    <w:abstractNumId w:val="3"/>
  </w:num>
  <w:num w:numId="13" w16cid:durableId="1626426849">
    <w:abstractNumId w:val="3"/>
  </w:num>
  <w:num w:numId="14" w16cid:durableId="11953902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916"/>
    <w:rsid w:val="00010686"/>
    <w:rsid w:val="00052915"/>
    <w:rsid w:val="000E3BB3"/>
    <w:rsid w:val="000F5E56"/>
    <w:rsid w:val="001301DD"/>
    <w:rsid w:val="001362EE"/>
    <w:rsid w:val="00144D6F"/>
    <w:rsid w:val="00152CEA"/>
    <w:rsid w:val="001832A6"/>
    <w:rsid w:val="00183916"/>
    <w:rsid w:val="002634C4"/>
    <w:rsid w:val="002C2E2F"/>
    <w:rsid w:val="002D23B5"/>
    <w:rsid w:val="002E0F47"/>
    <w:rsid w:val="002F4E68"/>
    <w:rsid w:val="00310826"/>
    <w:rsid w:val="00310F7E"/>
    <w:rsid w:val="00354647"/>
    <w:rsid w:val="00377273"/>
    <w:rsid w:val="00377600"/>
    <w:rsid w:val="003845C1"/>
    <w:rsid w:val="00387287"/>
    <w:rsid w:val="0039264B"/>
    <w:rsid w:val="003E48F1"/>
    <w:rsid w:val="003F347A"/>
    <w:rsid w:val="00423E3E"/>
    <w:rsid w:val="00427AF4"/>
    <w:rsid w:val="0045231F"/>
    <w:rsid w:val="004605CC"/>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11CAE"/>
    <w:rsid w:val="007224C8"/>
    <w:rsid w:val="00794BE2"/>
    <w:rsid w:val="007A5581"/>
    <w:rsid w:val="007B71FE"/>
    <w:rsid w:val="007D781E"/>
    <w:rsid w:val="007E663E"/>
    <w:rsid w:val="00815082"/>
    <w:rsid w:val="0088395E"/>
    <w:rsid w:val="008B2CC1"/>
    <w:rsid w:val="008E6BD6"/>
    <w:rsid w:val="0090731E"/>
    <w:rsid w:val="00907C8F"/>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03BDD"/>
    <w:rsid w:val="00F37ED2"/>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2D897"/>
  <w15:docId w15:val="{98071EC1-1DFF-4057-B5C4-0C1F844C1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183916"/>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WIPO_GRTKF_IC_51(S).dotm</Template>
  <TotalTime>36</TotalTime>
  <Pages>5</Pages>
  <Words>1274</Words>
  <Characters>6976</Characters>
  <Application>Microsoft Office Word</Application>
  <DocSecurity>0</DocSecurity>
  <Lines>367</Lines>
  <Paragraphs>211</Paragraphs>
  <ScaleCrop>false</ScaleCrop>
  <HeadingPairs>
    <vt:vector size="2" baseType="variant">
      <vt:variant>
        <vt:lpstr>Title</vt:lpstr>
      </vt:variant>
      <vt:variant>
        <vt:i4>1</vt:i4>
      </vt:variant>
    </vt:vector>
  </HeadingPairs>
  <TitlesOfParts>
    <vt:vector size="1" baseType="lpstr">
      <vt:lpstr>WIPO/GRTKF/IC/51/INF/6</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WIPO/GRTKF/IC/51/INF/6</dc:title>
  <dc:creator/>
  <cp:keywords/>
  <cp:lastModifiedBy>BOU LLORET Amparo</cp:lastModifiedBy>
  <cp:revision>4</cp:revision>
  <dcterms:created xsi:type="dcterms:W3CDTF">2025-06-13T11:57:00Z</dcterms:created>
  <dcterms:modified xsi:type="dcterms:W3CDTF">2025-06-13T12:36:00Z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2025-06-13T12:01:06Z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d1f5395e-226b-4ed9-a183-a6fdcee9c135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