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D2787" w14:textId="77777777" w:rsidR="008B2CC1" w:rsidRPr="0065724E" w:rsidRDefault="00472A6E" w:rsidP="00377600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65724E">
        <w:rPr>
          <w:noProof/>
          <w:lang w:val="es-419" w:eastAsia="en-US"/>
        </w:rPr>
        <w:drawing>
          <wp:inline distT="0" distB="0" distL="0" distR="0" wp14:anchorId="7B08DDCA" wp14:editId="1E31922F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22D9A" w14:textId="7C27B570" w:rsidR="00472A6E" w:rsidRPr="0065724E" w:rsidRDefault="00377600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65724E">
        <w:rPr>
          <w:rFonts w:ascii="Arial Black" w:hAnsi="Arial Black"/>
          <w:caps/>
          <w:sz w:val="15"/>
          <w:lang w:val="es-419"/>
        </w:rPr>
        <w:t>WIPO/GRTKF/IC/51/</w:t>
      </w:r>
      <w:bookmarkStart w:id="0" w:name="Code"/>
      <w:bookmarkEnd w:id="0"/>
      <w:r w:rsidR="007C0AEF" w:rsidRPr="0065724E">
        <w:rPr>
          <w:rFonts w:ascii="Arial Black" w:hAnsi="Arial Black"/>
          <w:caps/>
          <w:sz w:val="15"/>
          <w:lang w:val="es-419"/>
        </w:rPr>
        <w:t>INF/4</w:t>
      </w:r>
    </w:p>
    <w:p w14:paraId="77DC3253" w14:textId="76C67D6C" w:rsidR="008B2CC1" w:rsidRPr="0065724E" w:rsidRDefault="00472A6E" w:rsidP="00472A6E">
      <w:pPr>
        <w:jc w:val="right"/>
        <w:rPr>
          <w:lang w:val="es-419"/>
        </w:rPr>
      </w:pPr>
      <w:r w:rsidRPr="0065724E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7C0AEF" w:rsidRPr="0065724E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5583A1FF" w14:textId="1A6885EC" w:rsidR="008B2CC1" w:rsidRPr="0065724E" w:rsidRDefault="00472A6E" w:rsidP="00472A6E">
      <w:pPr>
        <w:spacing w:after="1200"/>
        <w:jc w:val="right"/>
        <w:rPr>
          <w:lang w:val="es-419"/>
        </w:rPr>
      </w:pPr>
      <w:r w:rsidRPr="0065724E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7C0AEF" w:rsidRPr="0065724E">
        <w:rPr>
          <w:rFonts w:ascii="Arial Black" w:hAnsi="Arial Black"/>
          <w:caps/>
          <w:sz w:val="15"/>
          <w:lang w:val="es-419"/>
        </w:rPr>
        <w:t>17 DE ABRIL DE 2025</w:t>
      </w:r>
    </w:p>
    <w:bookmarkEnd w:id="2"/>
    <w:p w14:paraId="35EA999D" w14:textId="77777777" w:rsidR="00377600" w:rsidRPr="0065724E" w:rsidRDefault="00377600" w:rsidP="00377600">
      <w:pPr>
        <w:spacing w:after="480"/>
        <w:outlineLvl w:val="1"/>
        <w:rPr>
          <w:b/>
          <w:sz w:val="24"/>
          <w:szCs w:val="24"/>
          <w:lang w:val="es-419"/>
        </w:rPr>
      </w:pPr>
      <w:r w:rsidRPr="0065724E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14:paraId="0413FE0C" w14:textId="77777777" w:rsidR="00F03BDD" w:rsidRPr="0065724E" w:rsidRDefault="00377600" w:rsidP="00F03BDD">
      <w:pPr>
        <w:spacing w:after="720"/>
        <w:outlineLvl w:val="1"/>
        <w:rPr>
          <w:b/>
          <w:sz w:val="24"/>
          <w:szCs w:val="24"/>
          <w:lang w:val="es-419"/>
        </w:rPr>
      </w:pPr>
      <w:r w:rsidRPr="0065724E">
        <w:rPr>
          <w:b/>
          <w:sz w:val="24"/>
          <w:szCs w:val="24"/>
          <w:lang w:val="es-419"/>
        </w:rPr>
        <w:t>Quincuagésima primera sesión</w:t>
      </w:r>
      <w:r w:rsidR="00F03BDD" w:rsidRPr="0065724E">
        <w:rPr>
          <w:b/>
          <w:sz w:val="24"/>
          <w:szCs w:val="24"/>
          <w:lang w:val="es-419"/>
        </w:rPr>
        <w:br/>
        <w:t>Ginebra, 30 de mayo a 5 de junio de 2025</w:t>
      </w:r>
    </w:p>
    <w:p w14:paraId="0E05B5F4" w14:textId="3FDD6E26" w:rsidR="008B2CC1" w:rsidRPr="0065724E" w:rsidRDefault="007C0AEF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65724E">
        <w:rPr>
          <w:caps/>
          <w:sz w:val="24"/>
          <w:lang w:val="es-419"/>
        </w:rPr>
        <w:t>Fondo de la OMPI de Contribuciones Voluntarias para las Comunidades Indígenas y Locales Acreditadas</w:t>
      </w:r>
      <w:r w:rsidR="00AD223A" w:rsidRPr="0065724E">
        <w:rPr>
          <w:caps/>
          <w:sz w:val="24"/>
          <w:lang w:val="es-419"/>
        </w:rPr>
        <w:t xml:space="preserve">: </w:t>
      </w:r>
      <w:r w:rsidRPr="0065724E">
        <w:rPr>
          <w:caps/>
          <w:sz w:val="24"/>
          <w:lang w:val="es-419"/>
        </w:rPr>
        <w:t>nota informativa en materia de contribuciones y solicitudes de asistencia</w:t>
      </w:r>
    </w:p>
    <w:p w14:paraId="0C220FD6" w14:textId="185C5D90" w:rsidR="008B2CC1" w:rsidRPr="0065724E" w:rsidRDefault="007C0AEF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65724E">
        <w:rPr>
          <w:i/>
          <w:lang w:val="es-419"/>
        </w:rPr>
        <w:t>Documento preparado por la Secretaría</w:t>
      </w:r>
    </w:p>
    <w:p w14:paraId="35C59D35" w14:textId="21B2E9F7" w:rsidR="007C0AEF" w:rsidRPr="0065724E" w:rsidRDefault="007C0AEF" w:rsidP="007C0AEF">
      <w:pPr>
        <w:tabs>
          <w:tab w:val="num" w:pos="567"/>
        </w:tabs>
        <w:spacing w:after="220"/>
        <w:rPr>
          <w:szCs w:val="22"/>
          <w:lang w:val="es-419"/>
        </w:rPr>
      </w:pPr>
      <w:r w:rsidRPr="0065724E">
        <w:rPr>
          <w:lang w:val="es-419"/>
        </w:rPr>
        <w:t>En el presente documento se facilita información al Comité Intergubernamental sobre Propiedad Intelectual y Recursos Genéticos, Conocimientos Tradicionales y Folclore sobre el funcionamiento del Fondo de la OMPI de Contribuciones Voluntarias para las Comunidades Indígenas y Locales Acreditadas</w:t>
      </w:r>
      <w:r w:rsidR="00AD223A" w:rsidRPr="0065724E">
        <w:rPr>
          <w:lang w:val="es-419"/>
        </w:rPr>
        <w:t xml:space="preserve">. </w:t>
      </w:r>
      <w:r w:rsidRPr="0065724E">
        <w:rPr>
          <w:lang w:val="es-419"/>
        </w:rPr>
        <w:t>En el Anexo del documento WO/GA/32/6 figura el reglamento aplicable al Fondo aprobado por la Asamblea General de la OMPI en su trigésimo segundo período de sesiones, celebrado en septiembre de 2005, y modificado por la Asamblea General en su trigésimo noveno período de sesiones, celebrado en septiembre de 2010.</w:t>
      </w:r>
    </w:p>
    <w:p w14:paraId="792CD750" w14:textId="77777777" w:rsidR="007C0AEF" w:rsidRPr="0065724E" w:rsidRDefault="007C0AEF" w:rsidP="007C0AEF">
      <w:pPr>
        <w:tabs>
          <w:tab w:val="num" w:pos="567"/>
        </w:tabs>
        <w:spacing w:after="220"/>
        <w:rPr>
          <w:szCs w:val="22"/>
          <w:lang w:val="es-419"/>
        </w:rPr>
      </w:pPr>
      <w:r w:rsidRPr="0065724E">
        <w:rPr>
          <w:lang w:val="es-419"/>
        </w:rPr>
        <w:t>En el artículo 6.f) del reglamento se establece lo siguiente:</w:t>
      </w:r>
    </w:p>
    <w:p w14:paraId="484D08D4" w14:textId="77777777" w:rsidR="007C0AEF" w:rsidRPr="0065724E" w:rsidRDefault="007C0AEF" w:rsidP="007C0AEF">
      <w:pPr>
        <w:spacing w:after="120" w:line="260" w:lineRule="atLeast"/>
        <w:ind w:left="567"/>
        <w:rPr>
          <w:rFonts w:eastAsia="Times New Roman"/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“f)</w:t>
      </w:r>
      <w:r w:rsidRPr="0065724E">
        <w:rPr>
          <w:color w:val="000000"/>
          <w:lang w:val="es-419"/>
        </w:rPr>
        <w:tab/>
        <w:t>Antes de cada sesión del Comité, el director general de la OMPI entregará a los participantes un documento en el que se informará acerca de lo siguiente:</w:t>
      </w:r>
    </w:p>
    <w:p w14:paraId="4E589517" w14:textId="77777777" w:rsidR="007C0AEF" w:rsidRPr="0065724E" w:rsidRDefault="007C0AEF" w:rsidP="00AD223A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las contribuciones voluntarias que se hayan realizado en favor del Fondo hasta la fecha de elaboración del documento;</w:t>
      </w:r>
    </w:p>
    <w:p w14:paraId="375C78A9" w14:textId="77777777" w:rsidR="007C0AEF" w:rsidRPr="0065724E" w:rsidRDefault="007C0AEF" w:rsidP="007C0AEF">
      <w:pPr>
        <w:spacing w:line="260" w:lineRule="atLeast"/>
        <w:ind w:left="1560" w:hanging="426"/>
        <w:rPr>
          <w:color w:val="000000"/>
          <w:szCs w:val="22"/>
          <w:lang w:val="es-419"/>
        </w:rPr>
      </w:pPr>
    </w:p>
    <w:p w14:paraId="718DB50C" w14:textId="77777777" w:rsidR="007C0AEF" w:rsidRPr="0065724E" w:rsidRDefault="007C0AEF" w:rsidP="00AD223A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la identidad de los contribuyentes (salvo que estos últimos deseen preservar su anonimato);</w:t>
      </w:r>
    </w:p>
    <w:p w14:paraId="64677C67" w14:textId="77777777" w:rsidR="007C0AEF" w:rsidRPr="0065724E" w:rsidRDefault="007C0AEF" w:rsidP="007C0AEF">
      <w:pPr>
        <w:tabs>
          <w:tab w:val="num" w:pos="1418"/>
        </w:tabs>
        <w:spacing w:line="260" w:lineRule="atLeast"/>
        <w:ind w:left="1170"/>
        <w:rPr>
          <w:color w:val="000000"/>
          <w:szCs w:val="22"/>
          <w:lang w:val="es-419"/>
        </w:rPr>
      </w:pPr>
    </w:p>
    <w:p w14:paraId="711C5CBF" w14:textId="77777777" w:rsidR="007C0AEF" w:rsidRPr="0065724E" w:rsidRDefault="007C0AEF" w:rsidP="00AD223A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la cuantía de los recursos disponibles habida cuenta de las sumas ya utilizadas;</w:t>
      </w:r>
    </w:p>
    <w:p w14:paraId="681F09B7" w14:textId="77777777" w:rsidR="007C0AEF" w:rsidRPr="0065724E" w:rsidRDefault="007C0AEF" w:rsidP="007C0AEF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es-419"/>
        </w:rPr>
      </w:pPr>
    </w:p>
    <w:p w14:paraId="09C494EA" w14:textId="77777777" w:rsidR="007C0AEF" w:rsidRPr="0065724E" w:rsidRDefault="007C0AEF" w:rsidP="00AD223A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lastRenderedPageBreak/>
        <w:t>la lista de personas que se hayan beneficiado del Fondo desde el anterior documento de información;</w:t>
      </w:r>
    </w:p>
    <w:p w14:paraId="559189E8" w14:textId="77777777" w:rsidR="007C0AEF" w:rsidRPr="0065724E" w:rsidRDefault="007C0AEF" w:rsidP="007C0AEF">
      <w:pPr>
        <w:pStyle w:val="ListParagraph"/>
        <w:ind w:left="1560"/>
        <w:rPr>
          <w:color w:val="000000"/>
          <w:szCs w:val="22"/>
          <w:lang w:val="es-419"/>
        </w:rPr>
      </w:pPr>
    </w:p>
    <w:p w14:paraId="4B646C43" w14:textId="77777777" w:rsidR="007C0AEF" w:rsidRPr="0065724E" w:rsidRDefault="007C0AEF" w:rsidP="00AD223A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las personas seleccionadas para beneficiarse del Fondo y que hayan renunciado a la ayuda;</w:t>
      </w:r>
    </w:p>
    <w:p w14:paraId="669A1E27" w14:textId="77777777" w:rsidR="007C0AEF" w:rsidRPr="0065724E" w:rsidRDefault="007C0AEF" w:rsidP="007C0AEF">
      <w:pPr>
        <w:pStyle w:val="ListParagraph"/>
        <w:ind w:left="1530"/>
        <w:rPr>
          <w:color w:val="000000"/>
          <w:szCs w:val="22"/>
          <w:lang w:val="es-419"/>
        </w:rPr>
      </w:pPr>
    </w:p>
    <w:p w14:paraId="4183B9E0" w14:textId="77777777" w:rsidR="007C0AEF" w:rsidRPr="0065724E" w:rsidRDefault="007C0AEF" w:rsidP="00AD223A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el importe de la financiación asignada a cada beneficiario; y</w:t>
      </w:r>
    </w:p>
    <w:p w14:paraId="757E9BF1" w14:textId="77777777" w:rsidR="007C0AEF" w:rsidRPr="0065724E" w:rsidRDefault="007C0AEF" w:rsidP="007C0AEF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es-419"/>
        </w:rPr>
      </w:pPr>
    </w:p>
    <w:p w14:paraId="15315707" w14:textId="77777777" w:rsidR="007C0AEF" w:rsidRPr="0065724E" w:rsidRDefault="007C0AEF" w:rsidP="00AD223A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426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una reseña suficientemente completa de los candidatos que hayan presentado una solicitud de financiación para la sesión siguiente.</w:t>
      </w:r>
    </w:p>
    <w:p w14:paraId="20E45F5E" w14:textId="77777777" w:rsidR="007C0AEF" w:rsidRPr="0065724E" w:rsidRDefault="007C0AEF" w:rsidP="007C0AEF">
      <w:pPr>
        <w:spacing w:line="260" w:lineRule="atLeast"/>
        <w:ind w:left="993" w:firstLine="567"/>
        <w:rPr>
          <w:color w:val="000000"/>
          <w:szCs w:val="22"/>
          <w:lang w:val="es-419"/>
        </w:rPr>
      </w:pPr>
    </w:p>
    <w:p w14:paraId="742B58FC" w14:textId="77777777" w:rsidR="007C0AEF" w:rsidRPr="0065724E" w:rsidRDefault="007C0AEF" w:rsidP="007C0AEF">
      <w:pPr>
        <w:spacing w:line="240" w:lineRule="atLeast"/>
        <w:ind w:left="550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Dicho documento se someterá también a examen y deliberación de los miembros de la Junta Asesora.”</w:t>
      </w:r>
    </w:p>
    <w:p w14:paraId="3E01B275" w14:textId="77777777" w:rsidR="007C0AEF" w:rsidRPr="0065724E" w:rsidRDefault="007C0AEF" w:rsidP="007C0AEF">
      <w:pPr>
        <w:spacing w:line="240" w:lineRule="atLeast"/>
        <w:ind w:left="993"/>
        <w:rPr>
          <w:color w:val="000000"/>
          <w:szCs w:val="22"/>
          <w:lang w:val="es-419"/>
        </w:rPr>
      </w:pPr>
    </w:p>
    <w:p w14:paraId="62281688" w14:textId="77777777" w:rsidR="007C0AEF" w:rsidRPr="0065724E" w:rsidRDefault="007C0AEF" w:rsidP="007C0AEF">
      <w:pPr>
        <w:tabs>
          <w:tab w:val="num" w:pos="567"/>
        </w:tabs>
        <w:rPr>
          <w:szCs w:val="22"/>
          <w:lang w:val="es-419"/>
        </w:rPr>
      </w:pPr>
      <w:r w:rsidRPr="0065724E">
        <w:rPr>
          <w:lang w:val="es-419"/>
        </w:rPr>
        <w:t>El presente documento constituye la cuadragésima tercera nota informativa de esa índole, conforme a lo dispuesto por la decisión de la Asamblea General de la OMPI.</w:t>
      </w:r>
    </w:p>
    <w:p w14:paraId="36F54C0E" w14:textId="77777777" w:rsidR="007C0AEF" w:rsidRPr="0065724E" w:rsidRDefault="007C0AEF" w:rsidP="007C0AEF">
      <w:pPr>
        <w:tabs>
          <w:tab w:val="num" w:pos="567"/>
        </w:tabs>
        <w:rPr>
          <w:szCs w:val="22"/>
          <w:lang w:val="es-419"/>
        </w:rPr>
      </w:pPr>
    </w:p>
    <w:p w14:paraId="7B737718" w14:textId="7BB1F91A" w:rsidR="007C0AEF" w:rsidRPr="0065724E" w:rsidRDefault="007C0AEF" w:rsidP="007C0AEF">
      <w:pPr>
        <w:tabs>
          <w:tab w:val="num" w:pos="567"/>
        </w:tabs>
        <w:rPr>
          <w:lang w:val="es-419"/>
        </w:rPr>
      </w:pPr>
      <w:r w:rsidRPr="0065724E">
        <w:rPr>
          <w:lang w:val="es-419"/>
        </w:rPr>
        <w:t>A continuación figura la información que debe transmitirse a los participantes en la quincuagésima primera sesión del Comité:</w:t>
      </w:r>
    </w:p>
    <w:p w14:paraId="39ED05AD" w14:textId="77777777" w:rsidR="00AD223A" w:rsidRPr="0065724E" w:rsidRDefault="00AD223A" w:rsidP="007C0AEF">
      <w:pPr>
        <w:tabs>
          <w:tab w:val="num" w:pos="567"/>
        </w:tabs>
        <w:rPr>
          <w:szCs w:val="22"/>
          <w:lang w:val="es-419"/>
        </w:rPr>
      </w:pPr>
    </w:p>
    <w:p w14:paraId="17ACD4E6" w14:textId="77777777" w:rsidR="007C0AEF" w:rsidRPr="0065724E" w:rsidRDefault="007C0AEF" w:rsidP="007C0AEF">
      <w:pPr>
        <w:spacing w:after="220"/>
        <w:rPr>
          <w:szCs w:val="22"/>
          <w:lang w:val="es-419"/>
        </w:rPr>
      </w:pPr>
      <w:r w:rsidRPr="0065724E">
        <w:rPr>
          <w:u w:val="single"/>
          <w:lang w:val="es-419"/>
        </w:rPr>
        <w:t>Nivel de contribuciones voluntarias abonadas al Fondo hasta el 17 de abril de 2025 y nombre de los contribuyentes</w:t>
      </w:r>
      <w:r w:rsidRPr="0065724E">
        <w:rPr>
          <w:lang w:val="es-419"/>
        </w:rPr>
        <w:t xml:space="preserve">: </w:t>
      </w:r>
    </w:p>
    <w:p w14:paraId="5C7034B9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86 092,60 francos suizos (equivalentes a 500 000 coronas suecas al tipo de cambio vigente), abonados el 7 de noviembre de 2006 por el Swedish International Biodiversity Programme (SwedBio/CBM);</w:t>
      </w:r>
    </w:p>
    <w:p w14:paraId="57A38DC0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31 684 francos suizos (equivalentes a 20 000 euros al tipo de cambio vigente), abonados el 20 de diciembre de 2006 por el Gobierno de Francia;</w:t>
      </w:r>
    </w:p>
    <w:p w14:paraId="3881D1D9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29 992,50 francos suizos (equivalentes a 25 000 dólares de los Estados Unidos al tipo de cambio vigente), abonados el 27 de marzo de 2007 por el Fondo Christensen;</w:t>
      </w:r>
    </w:p>
    <w:p w14:paraId="675C362A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150 000 francos suizos, abonados el 8 de junio de 2007 por el Instituto Federal Suizo de Propiedad Intelectual (Berna, Suiza);</w:t>
      </w:r>
    </w:p>
    <w:p w14:paraId="5796DC46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5 965,27 francos suizos (equivalentes a 5 000 dólares de los Estados Unidos al tipo de cambio vigente), abonados el 14 de agosto de 2007 por el Ministerio de Ciencia y Tecnología de Sudáfrica;</w:t>
      </w:r>
    </w:p>
    <w:p w14:paraId="518D3C4D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98 255,16 francos suizos (equivalentes a 60 000 euros al tipo de cambio vigente), abonados el 20 de diciembre de 2007 por el Gobierno de Noruega;</w:t>
      </w:r>
    </w:p>
    <w:p w14:paraId="324F2BC4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100 000 francos suizos, abonados el 7 de febrero de 2008 por el Instituto Federal Suizo de Propiedad Intelectual (Berna, Suiza);</w:t>
      </w:r>
    </w:p>
    <w:p w14:paraId="224ED738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12 500 francos suizos (equivalentes a 13 441 dólares de los Estados Unidos al tipo de cambio vigente), abonados el 25 de marzo de 2011 por el Ministerio de Ciencia y Tecnología de Sudáfrica;</w:t>
      </w:r>
    </w:p>
    <w:p w14:paraId="45A35117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 xml:space="preserve">500 francos suizos (equivalentes a 573 dólares de los Estados Unidos al tipo de cambio vigente), abonados el 10 de mayo de 2011 por un contribuyente anónimo; </w:t>
      </w:r>
    </w:p>
    <w:p w14:paraId="256ABFB7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89 500 francos suizos (equivalentes a 100 000 dólares australianos al tipo de cambio vigente), abonados el 20 de octubre de 2011 por el Gobierno de Australia;</w:t>
      </w:r>
    </w:p>
    <w:p w14:paraId="0B499997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lastRenderedPageBreak/>
        <w:t>15 000 francos suizos, abonados el 20 de junio de 2013 por el Gobierno de Australia;</w:t>
      </w:r>
      <w:r w:rsidRPr="0065724E">
        <w:rPr>
          <w:szCs w:val="22"/>
          <w:vertAlign w:val="superscript"/>
          <w:lang w:val="es-419"/>
        </w:rPr>
        <w:footnoteReference w:id="2"/>
      </w:r>
    </w:p>
    <w:p w14:paraId="2195DB9F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4 694,40 francos suizos, abonados el 20 de junio de 2013 por el Gobierno de Nueva Zelanda;</w:t>
      </w:r>
    </w:p>
    <w:p w14:paraId="0D172B39" w14:textId="77777777" w:rsidR="007C0AEF" w:rsidRPr="0065724E" w:rsidRDefault="007C0AEF" w:rsidP="007C0AEF">
      <w:pPr>
        <w:spacing w:after="220"/>
        <w:ind w:left="567"/>
        <w:rPr>
          <w:szCs w:val="22"/>
          <w:lang w:val="es-419"/>
        </w:rPr>
      </w:pPr>
      <w:r w:rsidRPr="0065724E">
        <w:rPr>
          <w:lang w:val="es-419"/>
        </w:rPr>
        <w:t>37 835 francos suizos, abonados el 28 de febrero de 2017 por el Gobierno de Australia;</w:t>
      </w:r>
    </w:p>
    <w:p w14:paraId="4CE1CF9F" w14:textId="77777777" w:rsidR="007C0AEF" w:rsidRPr="0065724E" w:rsidRDefault="007C0AEF" w:rsidP="007C0AEF">
      <w:pPr>
        <w:spacing w:after="220"/>
        <w:ind w:left="567"/>
        <w:rPr>
          <w:lang w:val="es-419"/>
        </w:rPr>
      </w:pPr>
      <w:r w:rsidRPr="0065724E">
        <w:rPr>
          <w:lang w:val="es-419"/>
        </w:rPr>
        <w:t>18 268,75 francos suizos (el equivalente de 25 000 dólares canadienses al tipo de cambio vigente), abonados el 27 de marzo de 2019 por el Gobierno del Canadá;</w:t>
      </w:r>
    </w:p>
    <w:p w14:paraId="0DE6DD28" w14:textId="77777777" w:rsidR="007C0AEF" w:rsidRPr="0065724E" w:rsidRDefault="007C0AEF" w:rsidP="007C0AEF">
      <w:pPr>
        <w:spacing w:after="220"/>
        <w:ind w:left="567"/>
        <w:rPr>
          <w:lang w:val="es-419"/>
        </w:rPr>
      </w:pPr>
      <w:r w:rsidRPr="0065724E">
        <w:rPr>
          <w:lang w:val="es-419"/>
        </w:rPr>
        <w:t>16 227,93 francos suizos (el equivalente de 15 000 euros al tipo de cambio vigente), abonados el 6 de noviembre de 2019 por el Gobierno de Finlandia;</w:t>
      </w:r>
    </w:p>
    <w:p w14:paraId="6CBF0B90" w14:textId="77777777" w:rsidR="007C0AEF" w:rsidRPr="0065724E" w:rsidRDefault="007C0AEF" w:rsidP="007C0AEF">
      <w:pPr>
        <w:spacing w:after="220"/>
        <w:ind w:left="567"/>
        <w:rPr>
          <w:lang w:val="es-419"/>
        </w:rPr>
      </w:pPr>
      <w:r w:rsidRPr="0065724E">
        <w:rPr>
          <w:lang w:val="es-419"/>
        </w:rPr>
        <w:t>16 158,98 francos suizos (el equivalente de 15 000 euros al tipo de cambio vigente), abonados el 9 de diciembre de 2019 por el Gobierno de Alemania;</w:t>
      </w:r>
      <w:r w:rsidRPr="0065724E">
        <w:rPr>
          <w:rStyle w:val="FootnoteReference"/>
          <w:lang w:val="es-419"/>
        </w:rPr>
        <w:footnoteReference w:id="3"/>
      </w:r>
    </w:p>
    <w:p w14:paraId="782B90D0" w14:textId="77777777" w:rsidR="007C0AEF" w:rsidRPr="0065724E" w:rsidRDefault="007C0AEF" w:rsidP="007C0AEF">
      <w:pPr>
        <w:spacing w:after="220"/>
        <w:ind w:left="567"/>
        <w:rPr>
          <w:lang w:val="es-419"/>
        </w:rPr>
      </w:pPr>
      <w:r w:rsidRPr="0065724E">
        <w:rPr>
          <w:lang w:val="es-419"/>
        </w:rPr>
        <w:t>14 233,70 francos suizos (el equivalente de 15 000 euros al tipo de cambio vigente), abonados el 13 de septiembre de 2022 por el Gobierno de Alemania;</w:t>
      </w:r>
    </w:p>
    <w:p w14:paraId="3A5F855B" w14:textId="77777777" w:rsidR="007C0AEF" w:rsidRPr="0065724E" w:rsidRDefault="007C0AEF" w:rsidP="007C0AEF">
      <w:pPr>
        <w:spacing w:after="220"/>
        <w:ind w:left="567"/>
        <w:rPr>
          <w:lang w:val="es-419"/>
        </w:rPr>
      </w:pPr>
      <w:r w:rsidRPr="0065724E">
        <w:rPr>
          <w:lang w:val="es-419"/>
        </w:rPr>
        <w:t>817,10 francos suizos, abonados el 3 de marzo de 2023 a nombre de contribuyentes anónimos, tras una petición de contribuciones voluntarias realizada por el presidente del Comité durante su cuadragésima sexta sesión;</w:t>
      </w:r>
    </w:p>
    <w:p w14:paraId="7D8BCF65" w14:textId="77777777" w:rsidR="007C0AEF" w:rsidRPr="0065724E" w:rsidRDefault="007C0AEF" w:rsidP="007C0AEF">
      <w:pPr>
        <w:spacing w:after="220"/>
        <w:ind w:left="567"/>
        <w:rPr>
          <w:lang w:val="es-419"/>
        </w:rPr>
      </w:pPr>
      <w:r w:rsidRPr="0065724E">
        <w:rPr>
          <w:lang w:val="es-419"/>
        </w:rPr>
        <w:t>29 795,36 francos suizos (el equivalente de 50 000 dólares australianos al tipo de cambio vigente), abonados el 22 de junio de 2023 por el Gobierno de Australia;</w:t>
      </w:r>
    </w:p>
    <w:p w14:paraId="77A03FA3" w14:textId="77777777" w:rsidR="007C0AEF" w:rsidRPr="0065724E" w:rsidRDefault="007C0AEF" w:rsidP="007C0AEF">
      <w:pPr>
        <w:spacing w:after="220"/>
        <w:ind w:left="567"/>
        <w:rPr>
          <w:lang w:val="es-419"/>
        </w:rPr>
      </w:pPr>
      <w:r w:rsidRPr="0065724E">
        <w:rPr>
          <w:lang w:val="es-419"/>
        </w:rPr>
        <w:t>872,60 francos suizos abonados el 4 de julio de 2023, en nombre de contribuyentes anónimos, tras una petición de contribuciones voluntarias realizada por el presidente del Comité durante su cuadragésima séptima sesión;</w:t>
      </w:r>
    </w:p>
    <w:p w14:paraId="59B64A6C" w14:textId="77777777" w:rsidR="007C0AEF" w:rsidRPr="0065724E" w:rsidRDefault="007C0AEF" w:rsidP="007C0AEF">
      <w:pPr>
        <w:spacing w:after="220"/>
        <w:ind w:left="567"/>
        <w:rPr>
          <w:lang w:val="es-419"/>
        </w:rPr>
      </w:pPr>
      <w:r w:rsidRPr="0065724E">
        <w:rPr>
          <w:lang w:val="es-419"/>
        </w:rPr>
        <w:t>8 239,99 francos suizos (el equivalente de 167 555 pesos mexicanos al tipo de cambio vigente), abonados el 7 de agosto de 2023 por el Instituto Nacional de los Pueblos Indígenas de México; y</w:t>
      </w:r>
    </w:p>
    <w:p w14:paraId="4151F4F7" w14:textId="77777777" w:rsidR="007C0AEF" w:rsidRPr="0065724E" w:rsidRDefault="007C0AEF" w:rsidP="007C0AEF">
      <w:pPr>
        <w:spacing w:after="220"/>
        <w:ind w:left="567"/>
        <w:rPr>
          <w:lang w:val="es-419"/>
        </w:rPr>
      </w:pPr>
      <w:r w:rsidRPr="0065724E">
        <w:rPr>
          <w:lang w:val="es-419"/>
        </w:rPr>
        <w:t>18 518,24 francos suizos (el equivalente de 20 000 euros al tipo de cambio vigente), abonados el 8 de febrero de 2024 por la Agencia Española de Cooperación Internacional para el Desarrollo (España).</w:t>
      </w:r>
    </w:p>
    <w:p w14:paraId="002F7882" w14:textId="6D0085E2" w:rsidR="007C0AEF" w:rsidRPr="0065724E" w:rsidRDefault="007C0AEF" w:rsidP="007C0AEF">
      <w:pPr>
        <w:rPr>
          <w:szCs w:val="22"/>
          <w:lang w:val="es-419"/>
        </w:rPr>
      </w:pPr>
      <w:r w:rsidRPr="0065724E">
        <w:rPr>
          <w:lang w:val="es-419"/>
        </w:rPr>
        <w:t xml:space="preserve">Importe total de las contribuciones voluntarias abonadas al Fondo hasta el 17 de abril de 2025: </w:t>
      </w:r>
      <w:bookmarkStart w:id="5" w:name="_Hlk180509558"/>
      <w:r w:rsidRPr="0065724E">
        <w:rPr>
          <w:lang w:val="es-419"/>
        </w:rPr>
        <w:t xml:space="preserve">784 369,36 francos suizos. </w:t>
      </w:r>
      <w:bookmarkEnd w:id="5"/>
    </w:p>
    <w:p w14:paraId="382EBF5C" w14:textId="77777777" w:rsidR="007C0AEF" w:rsidRPr="0065724E" w:rsidRDefault="007C0AEF" w:rsidP="007C0AEF">
      <w:pPr>
        <w:rPr>
          <w:szCs w:val="22"/>
          <w:lang w:val="es-419"/>
        </w:rPr>
      </w:pPr>
    </w:p>
    <w:p w14:paraId="747005BC" w14:textId="77777777" w:rsidR="007C0AEF" w:rsidRPr="0065724E" w:rsidRDefault="007C0AEF" w:rsidP="007C0AEF">
      <w:pPr>
        <w:spacing w:after="220"/>
        <w:rPr>
          <w:szCs w:val="22"/>
          <w:lang w:val="es-419"/>
        </w:rPr>
      </w:pPr>
      <w:r w:rsidRPr="0065724E">
        <w:rPr>
          <w:u w:val="single"/>
          <w:lang w:val="es-419"/>
        </w:rPr>
        <w:t>Cuantía de los recursos disponibles</w:t>
      </w:r>
      <w:r w:rsidRPr="0065724E">
        <w:rPr>
          <w:lang w:val="es-419"/>
        </w:rPr>
        <w:t xml:space="preserve">: </w:t>
      </w:r>
    </w:p>
    <w:p w14:paraId="0898F94F" w14:textId="6BB72AEC" w:rsidR="007C0AEF" w:rsidRPr="0065724E" w:rsidRDefault="007C0AEF" w:rsidP="007C0AEF">
      <w:pPr>
        <w:numPr>
          <w:ilvl w:val="0"/>
          <w:numId w:val="9"/>
        </w:numPr>
        <w:tabs>
          <w:tab w:val="clear" w:pos="737"/>
        </w:tabs>
        <w:spacing w:after="220"/>
        <w:ind w:left="1100" w:hanging="533"/>
        <w:rPr>
          <w:szCs w:val="22"/>
          <w:lang w:val="es-419"/>
        </w:rPr>
      </w:pPr>
      <w:r w:rsidRPr="0065724E">
        <w:rPr>
          <w:lang w:val="es-419"/>
        </w:rPr>
        <w:t>Cuantía disponible en el Fondo el 17 de abril de 2025, incluidos los gastos e intereses bancarios: 0 francos suizos.</w:t>
      </w:r>
    </w:p>
    <w:p w14:paraId="6FA0F07D" w14:textId="1C10891D" w:rsidR="007C0AEF" w:rsidRPr="0065724E" w:rsidRDefault="007C0AEF" w:rsidP="007C0AEF">
      <w:pPr>
        <w:numPr>
          <w:ilvl w:val="0"/>
          <w:numId w:val="8"/>
        </w:numPr>
        <w:tabs>
          <w:tab w:val="clear" w:pos="3039"/>
        </w:tabs>
        <w:spacing w:after="220"/>
        <w:ind w:left="1080" w:hanging="513"/>
        <w:rPr>
          <w:szCs w:val="22"/>
          <w:lang w:val="es-419"/>
        </w:rPr>
      </w:pPr>
      <w:r w:rsidRPr="0065724E">
        <w:rPr>
          <w:lang w:val="es-419"/>
        </w:rPr>
        <w:t>Cuantía comprometida con vistas a la quincuagésima primera sesión del Comité: No</w:t>
      </w:r>
      <w:r w:rsidR="00CB65D5" w:rsidRPr="0065724E">
        <w:rPr>
          <w:lang w:val="es-419"/>
        </w:rPr>
        <w:t> </w:t>
      </w:r>
      <w:r w:rsidRPr="0065724E">
        <w:rPr>
          <w:lang w:val="es-419"/>
        </w:rPr>
        <w:t>se ha contraído ningún compromiso dado el importe del Fondo disponible al 17 de abril de 2025.</w:t>
      </w:r>
    </w:p>
    <w:p w14:paraId="0C36CC5F" w14:textId="50E64BA4" w:rsidR="007C0AEF" w:rsidRPr="0065724E" w:rsidRDefault="007C0AEF" w:rsidP="007C0AEF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es-419"/>
        </w:rPr>
      </w:pPr>
      <w:r w:rsidRPr="0065724E">
        <w:rPr>
          <w:lang w:val="es-419"/>
        </w:rPr>
        <w:lastRenderedPageBreak/>
        <w:t>Cuantía disponible en el Fondo menos la cantidad comprometida al 17 de abril de</w:t>
      </w:r>
      <w:r w:rsidR="00AD223A" w:rsidRPr="0065724E">
        <w:rPr>
          <w:lang w:val="es-419"/>
        </w:rPr>
        <w:t> </w:t>
      </w:r>
      <w:r w:rsidRPr="0065724E">
        <w:rPr>
          <w:lang w:val="es-419"/>
        </w:rPr>
        <w:t>2025: 0 francos suizos.</w:t>
      </w:r>
    </w:p>
    <w:p w14:paraId="2D4B0DCA" w14:textId="35FB30AC" w:rsidR="007C0AEF" w:rsidRPr="0065724E" w:rsidRDefault="007C0AEF" w:rsidP="007C0AEF">
      <w:pPr>
        <w:rPr>
          <w:szCs w:val="22"/>
          <w:u w:val="single"/>
          <w:lang w:val="es-419"/>
        </w:rPr>
      </w:pPr>
    </w:p>
    <w:p w14:paraId="335CB77B" w14:textId="77777777" w:rsidR="007C0AEF" w:rsidRPr="0065724E" w:rsidRDefault="007C0AEF" w:rsidP="007C0AEF">
      <w:pPr>
        <w:rPr>
          <w:szCs w:val="22"/>
          <w:lang w:val="es-419"/>
        </w:rPr>
      </w:pPr>
      <w:r w:rsidRPr="0065724E">
        <w:rPr>
          <w:u w:val="single"/>
          <w:lang w:val="es-419"/>
        </w:rPr>
        <w:t>Lista de personas que han recibido ayuda del Fondo o que han sido recomendadas para ello desde la publicación de la nota anterior</w:t>
      </w:r>
      <w:r w:rsidRPr="0065724E">
        <w:rPr>
          <w:lang w:val="es-419"/>
        </w:rPr>
        <w:t>:</w:t>
      </w:r>
      <w:r w:rsidRPr="0065724E">
        <w:rPr>
          <w:color w:val="000000"/>
          <w:szCs w:val="22"/>
          <w:vertAlign w:val="superscript"/>
          <w:lang w:val="es-419"/>
        </w:rPr>
        <w:footnoteReference w:id="4"/>
      </w:r>
      <w:r w:rsidRPr="0065724E">
        <w:rPr>
          <w:lang w:val="es-419"/>
        </w:rPr>
        <w:t xml:space="preserve"> </w:t>
      </w:r>
    </w:p>
    <w:p w14:paraId="06F7ACE6" w14:textId="77777777" w:rsidR="007C0AEF" w:rsidRPr="0065724E" w:rsidRDefault="007C0AEF" w:rsidP="007C0AEF">
      <w:pPr>
        <w:ind w:left="567"/>
        <w:rPr>
          <w:szCs w:val="22"/>
          <w:u w:val="single"/>
          <w:lang w:val="es-419"/>
        </w:rPr>
      </w:pPr>
    </w:p>
    <w:p w14:paraId="66B0A468" w14:textId="77777777" w:rsidR="007C0AEF" w:rsidRPr="0065724E" w:rsidRDefault="007C0AEF" w:rsidP="007C0AEF">
      <w:pPr>
        <w:ind w:left="567"/>
        <w:rPr>
          <w:rFonts w:ascii="Arial-BoldMT" w:eastAsia="Times New Roman" w:hAnsi="Arial-BoldMT" w:cs="Arial-BoldMT"/>
          <w:bCs/>
          <w:szCs w:val="22"/>
          <w:lang w:val="es-419"/>
        </w:rPr>
      </w:pPr>
      <w:r w:rsidRPr="0065724E">
        <w:rPr>
          <w:u w:val="single"/>
          <w:lang w:val="es-419"/>
        </w:rPr>
        <w:t>Solicitantes que fueron recomendados para recibir financiación, a la espera de la disponibilidad de fondos, con vistas a la quincuagésima sesión del Comité,</w:t>
      </w:r>
      <w:r w:rsidRPr="0065724E">
        <w:rPr>
          <w:szCs w:val="22"/>
          <w:u w:val="single"/>
          <w:vertAlign w:val="superscript"/>
          <w:lang w:val="es-419"/>
        </w:rPr>
        <w:footnoteReference w:id="5"/>
      </w:r>
      <w:r w:rsidRPr="0065724E">
        <w:rPr>
          <w:u w:val="single"/>
          <w:lang w:val="es-419"/>
        </w:rPr>
        <w:t xml:space="preserve"> para quienes no se disponía de medios suficientes al 20 de enero de 2025 y no recibieron financiación (por orden de prioridad)</w:t>
      </w:r>
      <w:r w:rsidRPr="0065724E">
        <w:rPr>
          <w:lang w:val="es-419"/>
        </w:rPr>
        <w:t>:</w:t>
      </w:r>
    </w:p>
    <w:p w14:paraId="21A0141B" w14:textId="77777777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</w:p>
    <w:p w14:paraId="15301FFC" w14:textId="77777777" w:rsidR="007C0AEF" w:rsidRPr="0065724E" w:rsidRDefault="007C0AEF" w:rsidP="007C0AEF">
      <w:pPr>
        <w:ind w:left="567"/>
        <w:rPr>
          <w:color w:val="000000" w:themeColor="text1"/>
          <w:szCs w:val="22"/>
          <w:lang w:val="es-419"/>
        </w:rPr>
      </w:pPr>
      <w:r w:rsidRPr="0065724E">
        <w:rPr>
          <w:color w:val="000000" w:themeColor="text1"/>
          <w:lang w:val="es-419"/>
        </w:rPr>
        <w:t>Sra. Edith BASTIDAS</w:t>
      </w:r>
    </w:p>
    <w:p w14:paraId="7247C7A8" w14:textId="77777777" w:rsidR="007C0AEF" w:rsidRPr="0065724E" w:rsidRDefault="007C0AEF" w:rsidP="007C0AEF">
      <w:pPr>
        <w:ind w:left="567"/>
        <w:rPr>
          <w:color w:val="000000" w:themeColor="text1"/>
          <w:lang w:val="es-419"/>
        </w:rPr>
      </w:pPr>
      <w:r w:rsidRPr="0065724E">
        <w:rPr>
          <w:color w:val="000000" w:themeColor="text1"/>
          <w:lang w:val="es-419"/>
        </w:rPr>
        <w:t xml:space="preserve">Nombre de la ONG observadora invitada que designó al solicitante: Red Mujeres Indígenas sobre Biodiversidad (RMIB) </w:t>
      </w:r>
    </w:p>
    <w:p w14:paraId="46C37250" w14:textId="6C016E49" w:rsidR="007C0AEF" w:rsidRPr="0065724E" w:rsidRDefault="007C0AEF" w:rsidP="007C0AEF">
      <w:pPr>
        <w:ind w:left="567"/>
        <w:rPr>
          <w:color w:val="000000" w:themeColor="text1"/>
          <w:lang w:val="es-419"/>
        </w:rPr>
      </w:pPr>
      <w:r w:rsidRPr="0065724E">
        <w:rPr>
          <w:color w:val="000000" w:themeColor="text1"/>
          <w:lang w:val="es-419"/>
        </w:rPr>
        <w:t>Sede de la ONG observadora invitada</w:t>
      </w:r>
      <w:r w:rsidR="00AD223A" w:rsidRPr="0065724E">
        <w:rPr>
          <w:color w:val="000000" w:themeColor="text1"/>
          <w:lang w:val="es-419"/>
        </w:rPr>
        <w:t xml:space="preserve">: </w:t>
      </w:r>
      <w:r w:rsidRPr="0065724E">
        <w:rPr>
          <w:color w:val="000000" w:themeColor="text1"/>
          <w:lang w:val="es-419"/>
        </w:rPr>
        <w:t xml:space="preserve">Ciudad de Panamá (Panamá) </w:t>
      </w:r>
    </w:p>
    <w:p w14:paraId="530551AF" w14:textId="6E48D385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 w:themeColor="text1"/>
          <w:lang w:val="es-419"/>
        </w:rPr>
        <w:t>Nacionalidad del solicitante</w:t>
      </w:r>
      <w:r w:rsidR="00AD223A" w:rsidRPr="0065724E">
        <w:rPr>
          <w:color w:val="000000" w:themeColor="text1"/>
          <w:lang w:val="es-419"/>
        </w:rPr>
        <w:t xml:space="preserve">: </w:t>
      </w:r>
      <w:r w:rsidRPr="0065724E">
        <w:rPr>
          <w:color w:val="000000" w:themeColor="text1"/>
          <w:lang w:val="es-419"/>
        </w:rPr>
        <w:t>Colombia</w:t>
      </w:r>
    </w:p>
    <w:p w14:paraId="0E1B92A0" w14:textId="77777777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</w:p>
    <w:p w14:paraId="52D4B4C1" w14:textId="77777777" w:rsidR="007C0AEF" w:rsidRPr="0065724E" w:rsidRDefault="007C0AEF" w:rsidP="007C0AEF">
      <w:pPr>
        <w:ind w:left="567"/>
        <w:rPr>
          <w:lang w:val="es-419"/>
        </w:rPr>
      </w:pPr>
      <w:r w:rsidRPr="0065724E">
        <w:rPr>
          <w:lang w:val="es-419"/>
        </w:rPr>
        <w:t>Sr. Mikhail TODYSHEV</w:t>
      </w:r>
    </w:p>
    <w:p w14:paraId="45272588" w14:textId="1F68D79F" w:rsidR="007C0AEF" w:rsidRPr="0065724E" w:rsidRDefault="007C0AEF" w:rsidP="007C0AEF">
      <w:pPr>
        <w:pStyle w:val="Header"/>
        <w:ind w:left="562"/>
        <w:rPr>
          <w:color w:val="000000" w:themeColor="text1"/>
          <w:lang w:val="es-419"/>
        </w:rPr>
      </w:pPr>
      <w:r w:rsidRPr="0065724E">
        <w:rPr>
          <w:color w:val="000000" w:themeColor="text1"/>
          <w:lang w:val="es-419"/>
        </w:rPr>
        <w:t>Nombre de la ONG observadora acreditada que designó al solicitante</w:t>
      </w:r>
      <w:r w:rsidR="00AD223A" w:rsidRPr="0065724E">
        <w:rPr>
          <w:color w:val="000000" w:themeColor="text1"/>
          <w:lang w:val="es-419"/>
        </w:rPr>
        <w:t xml:space="preserve">: </w:t>
      </w:r>
      <w:r w:rsidRPr="0065724E">
        <w:rPr>
          <w:color w:val="000000" w:themeColor="text1"/>
          <w:lang w:val="es-419"/>
        </w:rPr>
        <w:t xml:space="preserve">Elders Council of the Shor People </w:t>
      </w:r>
    </w:p>
    <w:p w14:paraId="09D7AEF2" w14:textId="60FA1B95" w:rsidR="007C0AEF" w:rsidRPr="0065724E" w:rsidRDefault="007C0AEF" w:rsidP="007C0AEF">
      <w:pPr>
        <w:pStyle w:val="Header"/>
        <w:ind w:left="562"/>
        <w:rPr>
          <w:color w:val="000000" w:themeColor="text1"/>
          <w:lang w:val="es-419"/>
        </w:rPr>
      </w:pPr>
      <w:r w:rsidRPr="0065724E">
        <w:rPr>
          <w:color w:val="000000" w:themeColor="text1"/>
          <w:lang w:val="es-419"/>
        </w:rPr>
        <w:t>Sede de la ONG observadora invitada</w:t>
      </w:r>
      <w:r w:rsidR="00AD223A" w:rsidRPr="0065724E">
        <w:rPr>
          <w:color w:val="000000" w:themeColor="text1"/>
          <w:lang w:val="es-419"/>
        </w:rPr>
        <w:t xml:space="preserve">: </w:t>
      </w:r>
      <w:r w:rsidRPr="0065724E">
        <w:rPr>
          <w:color w:val="000000" w:themeColor="text1"/>
          <w:lang w:val="es-419"/>
        </w:rPr>
        <w:t xml:space="preserve">Novokuznetz (Federación de Rusia) </w:t>
      </w:r>
    </w:p>
    <w:p w14:paraId="325F39E7" w14:textId="2259A0B6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 w:themeColor="text1"/>
          <w:lang w:val="es-419"/>
        </w:rPr>
        <w:t>Nacionalidad del solicitante</w:t>
      </w:r>
      <w:r w:rsidR="00AD223A" w:rsidRPr="0065724E">
        <w:rPr>
          <w:color w:val="000000" w:themeColor="text1"/>
          <w:lang w:val="es-419"/>
        </w:rPr>
        <w:t xml:space="preserve">: </w:t>
      </w:r>
      <w:r w:rsidRPr="0065724E">
        <w:rPr>
          <w:color w:val="000000" w:themeColor="text1"/>
          <w:lang w:val="es-419"/>
        </w:rPr>
        <w:t>Federación de Rusia</w:t>
      </w:r>
    </w:p>
    <w:p w14:paraId="0A3D3168" w14:textId="77777777" w:rsidR="007C0AEF" w:rsidRPr="0065724E" w:rsidRDefault="007C0AEF" w:rsidP="007C0AEF">
      <w:pPr>
        <w:ind w:left="567"/>
        <w:rPr>
          <w:lang w:val="es-419"/>
        </w:rPr>
      </w:pPr>
    </w:p>
    <w:p w14:paraId="689D1821" w14:textId="77777777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Sra. Nongpoklai SINHA</w:t>
      </w:r>
    </w:p>
    <w:p w14:paraId="03C03372" w14:textId="6E4289AD" w:rsidR="00AD223A" w:rsidRPr="0065724E" w:rsidRDefault="007C0AEF" w:rsidP="007C0AEF">
      <w:pPr>
        <w:ind w:left="567"/>
        <w:rPr>
          <w:color w:val="000000"/>
          <w:lang w:val="es-419"/>
        </w:rPr>
      </w:pPr>
      <w:r w:rsidRPr="0065724E">
        <w:rPr>
          <w:color w:val="000000"/>
          <w:lang w:val="es-419"/>
        </w:rPr>
        <w:t>Nombre de la ONG observadora acreditada que designó al candidato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Ethnic Community Development Organization (ECDO)</w:t>
      </w:r>
    </w:p>
    <w:p w14:paraId="6DB3906A" w14:textId="273F346C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Sede de la ONG observadora acreditada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 xml:space="preserve">Sylhet (Bangladesh) </w:t>
      </w:r>
    </w:p>
    <w:p w14:paraId="1CB817F7" w14:textId="04D9DE6C" w:rsidR="007C0AEF" w:rsidRPr="0065724E" w:rsidRDefault="007C0AEF" w:rsidP="007C0AEF">
      <w:pPr>
        <w:ind w:left="567"/>
        <w:rPr>
          <w:lang w:val="es-419"/>
        </w:rPr>
      </w:pPr>
      <w:r w:rsidRPr="0065724E">
        <w:rPr>
          <w:color w:val="000000"/>
          <w:lang w:val="es-419"/>
        </w:rPr>
        <w:t>Nacionalidad del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Bangladesh</w:t>
      </w:r>
    </w:p>
    <w:p w14:paraId="5D7C101B" w14:textId="77777777" w:rsidR="007C0AEF" w:rsidRPr="0065724E" w:rsidRDefault="007C0AEF" w:rsidP="007C0AEF">
      <w:pPr>
        <w:ind w:left="567"/>
        <w:rPr>
          <w:lang w:val="es-419"/>
        </w:rPr>
      </w:pPr>
    </w:p>
    <w:p w14:paraId="7B82D08B" w14:textId="77777777" w:rsidR="007C0AEF" w:rsidRPr="0065724E" w:rsidRDefault="007C0AEF" w:rsidP="007C0AEF">
      <w:pPr>
        <w:ind w:left="567"/>
        <w:rPr>
          <w:szCs w:val="22"/>
          <w:lang w:val="es-419"/>
        </w:rPr>
      </w:pPr>
      <w:r w:rsidRPr="0065724E">
        <w:rPr>
          <w:lang w:val="es-419"/>
        </w:rPr>
        <w:t>Sr. Hamadi AG MOHAMED ABBA</w:t>
      </w:r>
    </w:p>
    <w:p w14:paraId="6487648C" w14:textId="076128B7" w:rsidR="007C0AEF" w:rsidRPr="0065724E" w:rsidRDefault="007C0AEF" w:rsidP="007C0AEF">
      <w:pPr>
        <w:pStyle w:val="Header"/>
        <w:ind w:firstLine="562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Nombre de la ONG observadora acreditada que designó al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 xml:space="preserve">ADJMOR </w:t>
      </w:r>
    </w:p>
    <w:p w14:paraId="39293909" w14:textId="4D7C792A" w:rsidR="007C0AEF" w:rsidRPr="0065724E" w:rsidRDefault="007C0AEF" w:rsidP="007C0AEF">
      <w:pPr>
        <w:pStyle w:val="Header"/>
        <w:ind w:firstLine="562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Sede de la ONG observadora acreditada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 xml:space="preserve">Tombuctú (Malí) </w:t>
      </w:r>
    </w:p>
    <w:p w14:paraId="7D7DD081" w14:textId="4B6224F4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Nacionalidad del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Malí</w:t>
      </w:r>
    </w:p>
    <w:p w14:paraId="5EB4D494" w14:textId="77777777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</w:p>
    <w:p w14:paraId="5A4C2B5F" w14:textId="77777777" w:rsidR="007C0AEF" w:rsidRPr="0065724E" w:rsidRDefault="007C0AEF" w:rsidP="007C0AEF">
      <w:pPr>
        <w:ind w:left="567"/>
        <w:rPr>
          <w:rFonts w:ascii="Arial-BoldMT" w:eastAsia="Times New Roman" w:hAnsi="Arial-BoldMT" w:cs="Arial-BoldMT"/>
          <w:bCs/>
          <w:szCs w:val="22"/>
          <w:lang w:val="es-419"/>
        </w:rPr>
      </w:pPr>
      <w:r w:rsidRPr="0065724E">
        <w:rPr>
          <w:u w:val="single"/>
          <w:lang w:val="es-419"/>
        </w:rPr>
        <w:t>Solicitantes que fueron recomendados para recibir financiación, a la espera de la disponibilidad de fondos, con vistas a la quincuagésima primera sesión del Comité,</w:t>
      </w:r>
      <w:r w:rsidRPr="0065724E">
        <w:rPr>
          <w:szCs w:val="22"/>
          <w:u w:val="single"/>
          <w:vertAlign w:val="superscript"/>
          <w:lang w:val="es-419"/>
        </w:rPr>
        <w:footnoteReference w:id="6"/>
      </w:r>
      <w:r w:rsidRPr="0065724E">
        <w:rPr>
          <w:u w:val="single"/>
          <w:lang w:val="es-419"/>
        </w:rPr>
        <w:t xml:space="preserve"> para quienes no se disponía de medios suficientes al 17 de abril de 2025 (por orden de prioridad)</w:t>
      </w:r>
      <w:r w:rsidRPr="0065724E">
        <w:rPr>
          <w:lang w:val="es-419"/>
        </w:rPr>
        <w:t>:</w:t>
      </w:r>
    </w:p>
    <w:p w14:paraId="3728D426" w14:textId="77777777" w:rsidR="007C0AEF" w:rsidRPr="0065724E" w:rsidRDefault="007C0AEF" w:rsidP="007C0AEF">
      <w:pPr>
        <w:ind w:left="567"/>
        <w:rPr>
          <w:rFonts w:ascii="Arial-BoldMT" w:eastAsia="Times New Roman" w:hAnsi="Arial-BoldMT" w:cs="Arial-BoldMT"/>
          <w:bCs/>
          <w:szCs w:val="22"/>
          <w:lang w:val="es-419" w:eastAsia="fr-CH"/>
        </w:rPr>
      </w:pPr>
    </w:p>
    <w:p w14:paraId="345F7A37" w14:textId="77777777" w:rsidR="007C0AEF" w:rsidRPr="0065724E" w:rsidRDefault="007C0AEF" w:rsidP="007C0AEF">
      <w:pPr>
        <w:ind w:left="567"/>
        <w:rPr>
          <w:szCs w:val="22"/>
          <w:lang w:val="es-419"/>
        </w:rPr>
      </w:pPr>
      <w:r w:rsidRPr="0065724E">
        <w:rPr>
          <w:lang w:val="es-419"/>
        </w:rPr>
        <w:t>Sra. Obianuju AWAN</w:t>
      </w:r>
    </w:p>
    <w:p w14:paraId="4DE0639A" w14:textId="515FF2A4" w:rsidR="007C0AEF" w:rsidRPr="0065724E" w:rsidRDefault="007C0AEF" w:rsidP="007C0AEF">
      <w:pPr>
        <w:pStyle w:val="Header"/>
        <w:ind w:left="562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Nombre de la ONG observadora acreditada que designó al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Paul Awan Initiative for Development</w:t>
      </w:r>
    </w:p>
    <w:p w14:paraId="3459D9B2" w14:textId="4EFF08BD" w:rsidR="007C0AEF" w:rsidRPr="0065724E" w:rsidRDefault="007C0AEF" w:rsidP="007C0AEF">
      <w:pPr>
        <w:pStyle w:val="Header"/>
        <w:ind w:firstLine="562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Sede de la ONG observadora acreditada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 xml:space="preserve">Calabar (Nigeria) </w:t>
      </w:r>
    </w:p>
    <w:p w14:paraId="760157D4" w14:textId="5ECA8CC3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Nacionalidad del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Nigeria</w:t>
      </w:r>
    </w:p>
    <w:p w14:paraId="2C935BE0" w14:textId="77777777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</w:p>
    <w:p w14:paraId="2C385D98" w14:textId="77777777" w:rsidR="007C0AEF" w:rsidRPr="0065724E" w:rsidRDefault="007C0AEF" w:rsidP="007C0AEF">
      <w:pPr>
        <w:ind w:left="567"/>
        <w:rPr>
          <w:color w:val="000000" w:themeColor="text1"/>
          <w:szCs w:val="22"/>
          <w:lang w:val="es-419"/>
        </w:rPr>
      </w:pPr>
      <w:r w:rsidRPr="0065724E">
        <w:rPr>
          <w:color w:val="000000" w:themeColor="text1"/>
          <w:lang w:val="es-419"/>
        </w:rPr>
        <w:t>Sr. Manu CADDIE</w:t>
      </w:r>
    </w:p>
    <w:p w14:paraId="096B530F" w14:textId="77777777" w:rsidR="007C0AEF" w:rsidRPr="0065724E" w:rsidRDefault="007C0AEF" w:rsidP="007C0AEF">
      <w:pPr>
        <w:spacing w:line="240" w:lineRule="atLeast"/>
        <w:ind w:left="540"/>
        <w:rPr>
          <w:color w:val="000000" w:themeColor="text1"/>
          <w:lang w:val="es-419"/>
        </w:rPr>
      </w:pPr>
      <w:r w:rsidRPr="0065724E">
        <w:rPr>
          <w:color w:val="000000" w:themeColor="text1"/>
          <w:lang w:val="es-419"/>
        </w:rPr>
        <w:t xml:space="preserve">Nombre de la ONG observadora invitada que designó al solicitante: Aotearoa Indigenous Rights Charitable Trust </w:t>
      </w:r>
    </w:p>
    <w:p w14:paraId="755E1AD2" w14:textId="25A156CE" w:rsidR="007C0AEF" w:rsidRPr="0065724E" w:rsidRDefault="007C0AEF" w:rsidP="007C0AEF">
      <w:pPr>
        <w:ind w:left="567"/>
        <w:rPr>
          <w:color w:val="000000" w:themeColor="text1"/>
          <w:lang w:val="es-419"/>
        </w:rPr>
      </w:pPr>
      <w:r w:rsidRPr="0065724E">
        <w:rPr>
          <w:color w:val="000000" w:themeColor="text1"/>
          <w:lang w:val="es-419"/>
        </w:rPr>
        <w:t>Sede de la ONG observadora invitada</w:t>
      </w:r>
      <w:r w:rsidR="00AD223A" w:rsidRPr="0065724E">
        <w:rPr>
          <w:color w:val="000000" w:themeColor="text1"/>
          <w:lang w:val="es-419"/>
        </w:rPr>
        <w:t xml:space="preserve">: </w:t>
      </w:r>
      <w:r w:rsidRPr="0065724E">
        <w:rPr>
          <w:color w:val="000000" w:themeColor="text1"/>
          <w:lang w:val="es-419"/>
        </w:rPr>
        <w:t xml:space="preserve">Ruatoria (Nueva Zelanda) </w:t>
      </w:r>
    </w:p>
    <w:p w14:paraId="3637E938" w14:textId="43DD3D92" w:rsidR="007C0AEF" w:rsidRPr="0065724E" w:rsidRDefault="007C0AEF" w:rsidP="007C0AEF">
      <w:pPr>
        <w:ind w:left="567"/>
        <w:rPr>
          <w:color w:val="000000" w:themeColor="text1"/>
          <w:szCs w:val="22"/>
          <w:lang w:val="es-419"/>
        </w:rPr>
      </w:pPr>
      <w:r w:rsidRPr="0065724E">
        <w:rPr>
          <w:color w:val="000000" w:themeColor="text1"/>
          <w:lang w:val="es-419"/>
        </w:rPr>
        <w:t>Nacionalidad del solicitante</w:t>
      </w:r>
      <w:r w:rsidR="00AD223A" w:rsidRPr="0065724E">
        <w:rPr>
          <w:color w:val="000000" w:themeColor="text1"/>
          <w:lang w:val="es-419"/>
        </w:rPr>
        <w:t xml:space="preserve">: </w:t>
      </w:r>
      <w:r w:rsidRPr="0065724E">
        <w:rPr>
          <w:color w:val="000000" w:themeColor="text1"/>
          <w:lang w:val="es-419"/>
        </w:rPr>
        <w:t xml:space="preserve">Nueva Zelanda </w:t>
      </w:r>
    </w:p>
    <w:p w14:paraId="19FAD7CC" w14:textId="77777777" w:rsidR="007C0AEF" w:rsidRPr="0065724E" w:rsidRDefault="007C0AEF" w:rsidP="007C0AEF">
      <w:pPr>
        <w:ind w:left="567"/>
        <w:rPr>
          <w:color w:val="000000" w:themeColor="text1"/>
          <w:szCs w:val="22"/>
          <w:lang w:val="es-419"/>
        </w:rPr>
      </w:pPr>
    </w:p>
    <w:p w14:paraId="47356767" w14:textId="77777777" w:rsidR="007C0AEF" w:rsidRPr="0065724E" w:rsidRDefault="007C0AEF" w:rsidP="007C0AEF">
      <w:pPr>
        <w:ind w:left="567"/>
        <w:rPr>
          <w:szCs w:val="22"/>
          <w:lang w:val="es-419"/>
        </w:rPr>
      </w:pPr>
      <w:r w:rsidRPr="0065724E">
        <w:rPr>
          <w:lang w:val="es-419"/>
        </w:rPr>
        <w:t>Sra. María Eugenia CHOQUE QUISPE</w:t>
      </w:r>
    </w:p>
    <w:p w14:paraId="66CCC065" w14:textId="40459EFD" w:rsidR="007C0AEF" w:rsidRPr="0065724E" w:rsidRDefault="007C0AEF" w:rsidP="007C0AEF">
      <w:pPr>
        <w:pStyle w:val="Header"/>
        <w:ind w:left="562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Nombre de la ONG observadora acreditada que designó al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Centro de Estudios Multidisciplinarios Aymara (CEM-Aymara)</w:t>
      </w:r>
    </w:p>
    <w:p w14:paraId="57FDC4B2" w14:textId="42BEE93A" w:rsidR="007C0AEF" w:rsidRPr="0065724E" w:rsidRDefault="007C0AEF" w:rsidP="007C0AEF">
      <w:pPr>
        <w:pStyle w:val="Header"/>
        <w:ind w:firstLine="562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Sede de la ONG observadora acreditada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 xml:space="preserve">La Paz (Estado Plurinacional de Bolivia) </w:t>
      </w:r>
    </w:p>
    <w:p w14:paraId="3D6FD0FB" w14:textId="533E0847" w:rsidR="007C0AEF" w:rsidRPr="0065724E" w:rsidRDefault="007C0AEF" w:rsidP="007C0AEF">
      <w:pPr>
        <w:ind w:left="567"/>
        <w:rPr>
          <w:color w:val="000000"/>
          <w:lang w:val="es-419"/>
        </w:rPr>
      </w:pPr>
      <w:r w:rsidRPr="0065724E">
        <w:rPr>
          <w:color w:val="000000"/>
          <w:lang w:val="es-419"/>
        </w:rPr>
        <w:t>Nacionalidad del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Bolivia (Estado Plurinacional de)</w:t>
      </w:r>
    </w:p>
    <w:p w14:paraId="0C2DDE6B" w14:textId="77777777" w:rsidR="00AD223A" w:rsidRPr="0065724E" w:rsidRDefault="00AD223A" w:rsidP="007C0AEF">
      <w:pPr>
        <w:ind w:left="567"/>
        <w:rPr>
          <w:color w:val="000000"/>
          <w:szCs w:val="22"/>
          <w:lang w:val="es-419"/>
        </w:rPr>
      </w:pPr>
    </w:p>
    <w:p w14:paraId="05B111BE" w14:textId="77777777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Sr. Ngwang Sonam SHERPA</w:t>
      </w:r>
    </w:p>
    <w:p w14:paraId="23EA3E5F" w14:textId="0D3CBC05" w:rsidR="00AD223A" w:rsidRPr="0065724E" w:rsidRDefault="007C0AEF" w:rsidP="007C0AEF">
      <w:pPr>
        <w:ind w:left="567"/>
        <w:rPr>
          <w:color w:val="000000"/>
          <w:lang w:val="es-419"/>
        </w:rPr>
      </w:pPr>
      <w:r w:rsidRPr="0065724E">
        <w:rPr>
          <w:color w:val="000000"/>
          <w:lang w:val="es-419"/>
        </w:rPr>
        <w:t>Nombre de la ONG observadora acreditada que designó al candidato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Green Forum Nepal (GFN)</w:t>
      </w:r>
    </w:p>
    <w:p w14:paraId="7502505B" w14:textId="6F8AFAC4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Sede de la ONG observadora acreditada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Bakhundole, Lalitpur (Nepal)</w:t>
      </w:r>
    </w:p>
    <w:p w14:paraId="74D1A4F2" w14:textId="76EC844E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Nacionalidad del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Nepal</w:t>
      </w:r>
    </w:p>
    <w:p w14:paraId="29B1DBB7" w14:textId="77777777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</w:p>
    <w:p w14:paraId="2746C270" w14:textId="77777777" w:rsidR="007C0AEF" w:rsidRPr="0065724E" w:rsidRDefault="007C0AEF" w:rsidP="007C0AEF">
      <w:pPr>
        <w:ind w:left="567"/>
        <w:rPr>
          <w:szCs w:val="22"/>
          <w:lang w:val="es-419"/>
        </w:rPr>
      </w:pPr>
      <w:r w:rsidRPr="0065724E">
        <w:rPr>
          <w:lang w:val="es-419"/>
        </w:rPr>
        <w:t>Sra. Irina KURILOVA</w:t>
      </w:r>
    </w:p>
    <w:p w14:paraId="609E1D0D" w14:textId="1236A3CA" w:rsidR="007C0AEF" w:rsidRPr="0065724E" w:rsidRDefault="007C0AEF" w:rsidP="007C0AEF">
      <w:pPr>
        <w:pStyle w:val="Header"/>
        <w:ind w:left="562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Nombre de la ONG observadora acreditada que designó al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Centre for Support of Indigenous Peoples of the North/Russian Indigenous Training Centre (CSIPN/RITC)</w:t>
      </w:r>
    </w:p>
    <w:p w14:paraId="2CCD57D0" w14:textId="19EE0712" w:rsidR="007C0AEF" w:rsidRPr="0065724E" w:rsidRDefault="007C0AEF" w:rsidP="007C0AEF">
      <w:pPr>
        <w:pStyle w:val="Header"/>
        <w:ind w:firstLine="562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Sede de la ONG observadora acreditada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Moscú (Federación de Rusia)</w:t>
      </w:r>
    </w:p>
    <w:p w14:paraId="5CAE831A" w14:textId="0CCEAA7A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Nacionalidad del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Federación de Rusia</w:t>
      </w:r>
    </w:p>
    <w:p w14:paraId="2DE873A8" w14:textId="77777777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</w:p>
    <w:p w14:paraId="49A9CD7F" w14:textId="77777777" w:rsidR="007C0AEF" w:rsidRPr="0065724E" w:rsidRDefault="007C0AEF" w:rsidP="007C0AEF">
      <w:pPr>
        <w:spacing w:line="240" w:lineRule="atLeast"/>
        <w:rPr>
          <w:color w:val="000000"/>
          <w:szCs w:val="22"/>
          <w:lang w:val="es-419"/>
        </w:rPr>
      </w:pPr>
      <w:r w:rsidRPr="0065724E">
        <w:rPr>
          <w:color w:val="000000"/>
          <w:u w:val="single"/>
          <w:lang w:val="es-419"/>
        </w:rPr>
        <w:t>Gastos realizados por el Fondo en relación con la quincuagésima sesión del Comité</w:t>
      </w:r>
      <w:r w:rsidRPr="0065724E">
        <w:rPr>
          <w:lang w:val="es-419"/>
        </w:rPr>
        <w:t>:</w:t>
      </w:r>
    </w:p>
    <w:p w14:paraId="123D5655" w14:textId="77777777" w:rsidR="007C0AEF" w:rsidRPr="0065724E" w:rsidRDefault="007C0AEF" w:rsidP="007C0AEF">
      <w:pPr>
        <w:spacing w:line="240" w:lineRule="atLeast"/>
        <w:ind w:left="567"/>
        <w:rPr>
          <w:color w:val="000000"/>
          <w:szCs w:val="22"/>
          <w:lang w:val="es-419"/>
        </w:rPr>
      </w:pPr>
    </w:p>
    <w:p w14:paraId="5625C282" w14:textId="77777777" w:rsidR="007C0AEF" w:rsidRPr="0065724E" w:rsidRDefault="007C0AEF" w:rsidP="007C0AEF">
      <w:pPr>
        <w:ind w:left="540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 xml:space="preserve">Ninguno. </w:t>
      </w:r>
    </w:p>
    <w:p w14:paraId="01A3E7F2" w14:textId="77777777" w:rsidR="007C0AEF" w:rsidRPr="0065724E" w:rsidRDefault="007C0AEF" w:rsidP="007C0AEF">
      <w:pPr>
        <w:ind w:left="540"/>
        <w:rPr>
          <w:color w:val="000000"/>
          <w:szCs w:val="22"/>
          <w:lang w:val="es-419"/>
        </w:rPr>
      </w:pPr>
    </w:p>
    <w:p w14:paraId="0805E5EA" w14:textId="77777777" w:rsidR="007C0AEF" w:rsidRPr="0065724E" w:rsidRDefault="007C0AEF" w:rsidP="007C0AEF">
      <w:pPr>
        <w:rPr>
          <w:szCs w:val="22"/>
          <w:lang w:val="es-419"/>
        </w:rPr>
      </w:pPr>
      <w:r w:rsidRPr="0065724E">
        <w:rPr>
          <w:u w:val="single"/>
          <w:lang w:val="es-419"/>
        </w:rPr>
        <w:t>Importes comprometidos con vistas a la quincuagésima primera sesión del Comité</w:t>
      </w:r>
      <w:r w:rsidRPr="0065724E">
        <w:rPr>
          <w:lang w:val="es-419"/>
        </w:rPr>
        <w:t>:</w:t>
      </w:r>
    </w:p>
    <w:p w14:paraId="655201EC" w14:textId="77777777" w:rsidR="007C0AEF" w:rsidRPr="0065724E" w:rsidRDefault="007C0AEF" w:rsidP="007C0AEF">
      <w:pPr>
        <w:rPr>
          <w:szCs w:val="22"/>
          <w:lang w:val="es-419"/>
        </w:rPr>
      </w:pPr>
    </w:p>
    <w:p w14:paraId="16209DC1" w14:textId="77777777" w:rsidR="007C0AEF" w:rsidRPr="0065724E" w:rsidRDefault="007C0AEF" w:rsidP="007C0AEF">
      <w:pPr>
        <w:ind w:left="540"/>
        <w:rPr>
          <w:szCs w:val="22"/>
          <w:lang w:val="es-419"/>
        </w:rPr>
      </w:pPr>
      <w:r w:rsidRPr="0065724E">
        <w:rPr>
          <w:lang w:val="es-419"/>
        </w:rPr>
        <w:t xml:space="preserve">Ninguno. </w:t>
      </w:r>
    </w:p>
    <w:p w14:paraId="7C50BD31" w14:textId="77777777" w:rsidR="007C0AEF" w:rsidRPr="0065724E" w:rsidRDefault="007C0AEF" w:rsidP="007C0AEF">
      <w:pPr>
        <w:rPr>
          <w:color w:val="000000"/>
          <w:szCs w:val="22"/>
          <w:u w:val="single"/>
          <w:lang w:val="es-419"/>
        </w:rPr>
      </w:pPr>
    </w:p>
    <w:p w14:paraId="4076F6F7" w14:textId="3EC23EC2" w:rsidR="007C0AEF" w:rsidRPr="0065724E" w:rsidRDefault="007C0AEF" w:rsidP="007C0AEF">
      <w:pPr>
        <w:rPr>
          <w:color w:val="000000"/>
          <w:szCs w:val="22"/>
          <w:u w:val="single"/>
          <w:lang w:val="es-419"/>
        </w:rPr>
      </w:pPr>
      <w:r w:rsidRPr="0065724E">
        <w:rPr>
          <w:color w:val="000000"/>
          <w:lang w:val="es-419"/>
        </w:rPr>
        <w:t>Lista de los solicitantes de financiación para la quincuagésima segunda sesión del Comité (con sujeción a la renovación del mandato del Comité por la Asamb</w:t>
      </w:r>
      <w:r w:rsidR="00AD223A" w:rsidRPr="0065724E">
        <w:rPr>
          <w:color w:val="000000"/>
          <w:lang w:val="es-419"/>
        </w:rPr>
        <w:t>l</w:t>
      </w:r>
      <w:r w:rsidRPr="0065724E">
        <w:rPr>
          <w:color w:val="000000"/>
          <w:lang w:val="es-419"/>
        </w:rPr>
        <w:t>ea General de la OMPI):</w:t>
      </w:r>
    </w:p>
    <w:p w14:paraId="2EED2671" w14:textId="77777777" w:rsidR="007C0AEF" w:rsidRPr="0065724E" w:rsidRDefault="007C0AEF" w:rsidP="007C0AEF">
      <w:pPr>
        <w:rPr>
          <w:color w:val="000000"/>
          <w:szCs w:val="22"/>
          <w:u w:val="single"/>
          <w:lang w:val="es-419"/>
        </w:rPr>
      </w:pPr>
    </w:p>
    <w:p w14:paraId="5AE8862E" w14:textId="77777777" w:rsidR="007C0AEF" w:rsidRPr="0065724E" w:rsidRDefault="007C0AEF" w:rsidP="007C0AEF">
      <w:pPr>
        <w:ind w:left="567"/>
        <w:contextualSpacing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Sra. Jennifer Tauli CORPUZ</w:t>
      </w:r>
    </w:p>
    <w:p w14:paraId="25707757" w14:textId="06D8A842" w:rsidR="007C0AEF" w:rsidRPr="0065724E" w:rsidRDefault="007C0AEF" w:rsidP="007C0AEF">
      <w:pPr>
        <w:ind w:left="567"/>
        <w:contextualSpacing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 xml:space="preserve">Nombre de la ONG observadora acreditada que designó al candidato: </w:t>
      </w:r>
      <w:r w:rsidRPr="0065724E">
        <w:rPr>
          <w:i/>
          <w:iCs/>
          <w:color w:val="000000"/>
          <w:lang w:val="es-419"/>
        </w:rPr>
        <w:t>Tebtebba Foundation</w:t>
      </w:r>
      <w:r w:rsidRPr="0065724E">
        <w:rPr>
          <w:color w:val="000000"/>
          <w:lang w:val="es-419"/>
        </w:rPr>
        <w:t xml:space="preserve"> – </w:t>
      </w:r>
      <w:r w:rsidRPr="0065724E">
        <w:rPr>
          <w:i/>
          <w:iCs/>
          <w:color w:val="000000"/>
          <w:lang w:val="es-419"/>
        </w:rPr>
        <w:t>Indigenous Peoples’ International Center for Policy Research and Education</w:t>
      </w:r>
      <w:r w:rsidRPr="0065724E">
        <w:rPr>
          <w:color w:val="000000"/>
          <w:lang w:val="es-419"/>
        </w:rPr>
        <w:br/>
        <w:t>Sede de la ONG invitada que efectúa la designación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Baguio (Filipinas)</w:t>
      </w:r>
    </w:p>
    <w:p w14:paraId="669F1C45" w14:textId="7A34278C" w:rsidR="007C0AEF" w:rsidRPr="0065724E" w:rsidRDefault="007C0AEF" w:rsidP="007C0AEF">
      <w:pPr>
        <w:ind w:left="540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Nacionalidad del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color w:val="000000"/>
          <w:lang w:val="es-419"/>
        </w:rPr>
        <w:t>Filipinas</w:t>
      </w:r>
    </w:p>
    <w:p w14:paraId="010C70D7" w14:textId="77777777" w:rsidR="007C0AEF" w:rsidRPr="0065724E" w:rsidRDefault="007C0AEF" w:rsidP="007C0AEF">
      <w:pPr>
        <w:ind w:left="540"/>
        <w:rPr>
          <w:color w:val="000000"/>
          <w:szCs w:val="22"/>
          <w:lang w:val="es-419"/>
        </w:rPr>
      </w:pPr>
    </w:p>
    <w:p w14:paraId="55519F8D" w14:textId="77777777" w:rsidR="007C0AEF" w:rsidRPr="0065724E" w:rsidRDefault="007C0AEF" w:rsidP="007C0AEF">
      <w:pPr>
        <w:ind w:left="540"/>
        <w:rPr>
          <w:color w:val="000000"/>
          <w:szCs w:val="22"/>
          <w:lang w:val="es-419"/>
        </w:rPr>
      </w:pPr>
      <w:r w:rsidRPr="0065724E">
        <w:rPr>
          <w:lang w:val="es-419"/>
        </w:rPr>
        <w:t>Sra. Nihal</w:t>
      </w:r>
      <w:r w:rsidRPr="0065724E">
        <w:rPr>
          <w:color w:val="000000"/>
          <w:lang w:val="es-419"/>
        </w:rPr>
        <w:t xml:space="preserve"> </w:t>
      </w:r>
      <w:r w:rsidRPr="0065724E">
        <w:rPr>
          <w:lang w:val="es-419"/>
        </w:rPr>
        <w:t>KADİOĞLU ÇEVIK</w:t>
      </w:r>
      <w:r w:rsidRPr="0065724E">
        <w:rPr>
          <w:color w:val="000000"/>
          <w:lang w:val="es-419"/>
        </w:rPr>
        <w:t xml:space="preserve"> </w:t>
      </w:r>
    </w:p>
    <w:p w14:paraId="4E918A89" w14:textId="77777777" w:rsidR="00AD223A" w:rsidRPr="0065724E" w:rsidRDefault="007C0AEF" w:rsidP="007C0AEF">
      <w:pPr>
        <w:spacing w:line="240" w:lineRule="atLeast"/>
        <w:ind w:left="540"/>
        <w:rPr>
          <w:lang w:val="es-419"/>
        </w:rPr>
      </w:pPr>
      <w:r w:rsidRPr="0065724E">
        <w:rPr>
          <w:color w:val="000000"/>
          <w:lang w:val="es-419"/>
        </w:rPr>
        <w:t xml:space="preserve">Nombre de la ONG observadora acreditada que designó al candidato: </w:t>
      </w:r>
      <w:r w:rsidRPr="0065724E">
        <w:rPr>
          <w:lang w:val="es-419"/>
        </w:rPr>
        <w:t>Kültürel Araştırmalar Vakfı (KAV)/Fundación para la Investigación Cultural</w:t>
      </w:r>
    </w:p>
    <w:p w14:paraId="3762CDF3" w14:textId="1032F0DF" w:rsidR="007C0AEF" w:rsidRPr="0065724E" w:rsidRDefault="007C0AEF" w:rsidP="007C0AEF">
      <w:pPr>
        <w:spacing w:line="240" w:lineRule="atLeast"/>
        <w:ind w:left="540"/>
        <w:rPr>
          <w:lang w:val="es-419"/>
        </w:rPr>
      </w:pPr>
      <w:r w:rsidRPr="0065724E">
        <w:rPr>
          <w:color w:val="000000"/>
          <w:lang w:val="es-419"/>
        </w:rPr>
        <w:t>Sede de la ONG observadora acreditada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lang w:val="es-419"/>
        </w:rPr>
        <w:t>Karşıyaka/İzmir, Türkiye</w:t>
      </w:r>
    </w:p>
    <w:p w14:paraId="6483AD88" w14:textId="3669043F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  <w:r w:rsidRPr="0065724E">
        <w:rPr>
          <w:color w:val="000000"/>
          <w:lang w:val="es-419"/>
        </w:rPr>
        <w:t>Nacionalidad del solicitante</w:t>
      </w:r>
      <w:r w:rsidR="00AD223A" w:rsidRPr="0065724E">
        <w:rPr>
          <w:color w:val="000000"/>
          <w:lang w:val="es-419"/>
        </w:rPr>
        <w:t xml:space="preserve">: </w:t>
      </w:r>
      <w:r w:rsidRPr="0065724E">
        <w:rPr>
          <w:lang w:val="es-419"/>
        </w:rPr>
        <w:t>Türkiye</w:t>
      </w:r>
    </w:p>
    <w:p w14:paraId="2AA51479" w14:textId="77777777" w:rsidR="007C0AEF" w:rsidRPr="0065724E" w:rsidRDefault="007C0AEF" w:rsidP="007C0AEF">
      <w:pPr>
        <w:ind w:left="567"/>
        <w:rPr>
          <w:color w:val="000000"/>
          <w:szCs w:val="22"/>
          <w:lang w:val="es-419"/>
        </w:rPr>
      </w:pPr>
    </w:p>
    <w:p w14:paraId="1A0F262C" w14:textId="77777777" w:rsidR="007C0AEF" w:rsidRPr="0065724E" w:rsidRDefault="007C0AEF" w:rsidP="007C0AEF">
      <w:pPr>
        <w:ind w:left="567"/>
        <w:rPr>
          <w:rFonts w:ascii="Arial-BoldMT" w:eastAsia="Times New Roman" w:hAnsi="Arial-BoldMT" w:cs="Arial-BoldMT"/>
          <w:bCs/>
          <w:szCs w:val="22"/>
          <w:lang w:val="es-419" w:eastAsia="fr-CH"/>
        </w:rPr>
      </w:pPr>
    </w:p>
    <w:p w14:paraId="52383303" w14:textId="77777777" w:rsidR="007C0AEF" w:rsidRPr="0065724E" w:rsidRDefault="007C0AEF" w:rsidP="007C0AEF">
      <w:pPr>
        <w:tabs>
          <w:tab w:val="num" w:pos="567"/>
        </w:tabs>
        <w:spacing w:after="220"/>
        <w:ind w:left="5533"/>
        <w:rPr>
          <w:i/>
          <w:color w:val="000000"/>
          <w:szCs w:val="22"/>
          <w:lang w:val="es-419"/>
        </w:rPr>
      </w:pPr>
      <w:r w:rsidRPr="0065724E">
        <w:rPr>
          <w:i/>
          <w:color w:val="000000"/>
          <w:lang w:val="es-419"/>
        </w:rPr>
        <w:t>Se invita al Comité a tomar nota del contenido del presente documento.</w:t>
      </w:r>
    </w:p>
    <w:p w14:paraId="11C62F14" w14:textId="31D9A34C" w:rsidR="00152CEA" w:rsidRPr="0065724E" w:rsidRDefault="007C0AEF" w:rsidP="00AD223A">
      <w:pPr>
        <w:pStyle w:val="Endofdocument-Annex"/>
        <w:spacing w:before="720"/>
        <w:rPr>
          <w:lang w:val="es-419"/>
        </w:rPr>
      </w:pPr>
      <w:r w:rsidRPr="0065724E">
        <w:rPr>
          <w:lang w:val="es-419"/>
        </w:rPr>
        <w:t>[Fin del documento]</w:t>
      </w:r>
    </w:p>
    <w:sectPr w:rsidR="00152CEA" w:rsidRPr="0065724E" w:rsidSect="007C0AEF"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8C0D9" w14:textId="77777777" w:rsidR="007C0AEF" w:rsidRDefault="007C0AEF">
      <w:r>
        <w:separator/>
      </w:r>
    </w:p>
  </w:endnote>
  <w:endnote w:type="continuationSeparator" w:id="0">
    <w:p w14:paraId="1B1494DD" w14:textId="77777777" w:rsidR="007C0AEF" w:rsidRPr="009D30E6" w:rsidRDefault="007C0A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F9FA62B" w14:textId="77777777" w:rsidR="007C0AEF" w:rsidRPr="007E663E" w:rsidRDefault="007C0A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3D6BB01C" w14:textId="77777777" w:rsidR="007C0AEF" w:rsidRPr="007E663E" w:rsidRDefault="007C0AE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D25D" w14:textId="7C7FADCE" w:rsidR="00377600" w:rsidRDefault="00377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C24C6" w14:textId="7A071363" w:rsidR="00377600" w:rsidRDefault="003776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1118A" w14:textId="055A7354" w:rsidR="00377600" w:rsidRDefault="00377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2F946" w14:textId="77777777" w:rsidR="007C0AEF" w:rsidRDefault="007C0AEF">
      <w:r>
        <w:separator/>
      </w:r>
    </w:p>
  </w:footnote>
  <w:footnote w:type="continuationSeparator" w:id="0">
    <w:p w14:paraId="266282D1" w14:textId="77777777" w:rsidR="007C0AEF" w:rsidRPr="009D30E6" w:rsidRDefault="007C0A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C415488" w14:textId="77777777" w:rsidR="007C0AEF" w:rsidRPr="007E663E" w:rsidRDefault="007C0A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0B4804EA" w14:textId="77777777" w:rsidR="007C0AEF" w:rsidRPr="007E663E" w:rsidRDefault="007C0AE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2E12C00D" w14:textId="77777777" w:rsidR="007C0AEF" w:rsidRPr="008D7EE2" w:rsidRDefault="007C0AEF" w:rsidP="007C0AEF">
      <w:pPr>
        <w:pStyle w:val="FootnoteText"/>
      </w:pPr>
      <w:r>
        <w:rPr>
          <w:rStyle w:val="FootnoteReference"/>
        </w:rPr>
        <w:footnoteRef/>
      </w:r>
      <w:r>
        <w:t xml:space="preserve"> El 2 de septiembre de 2013 se reembolsaron 782,22 francos suizos al Gobierno de Australia, de conformidad con las condiciones convenidas para la utilización de la contribución aportada por dicho Gobierno.</w:t>
      </w:r>
    </w:p>
  </w:footnote>
  <w:footnote w:id="3">
    <w:p w14:paraId="205E72F0" w14:textId="77777777" w:rsidR="007C0AEF" w:rsidRDefault="007C0AEF" w:rsidP="007C0AEF">
      <w:pPr>
        <w:pStyle w:val="FootnoteText"/>
      </w:pPr>
      <w:r>
        <w:rPr>
          <w:rStyle w:val="FootnoteReference"/>
        </w:rPr>
        <w:footnoteRef/>
      </w:r>
      <w:r>
        <w:t xml:space="preserve"> El 8 de enero de 2021 se reembolsaron 16 158,98 francos suizos al Gobierno de Alemania, de conformidad con las condiciones convenidas para el uso de la contribución efectuada por dicho Gobierno.</w:t>
      </w:r>
    </w:p>
  </w:footnote>
  <w:footnote w:id="4">
    <w:p w14:paraId="626C2E36" w14:textId="77777777" w:rsidR="007C0AEF" w:rsidRDefault="007C0AEF" w:rsidP="007C0AEF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Documento WIPO/GRTKF/IC/50/INF/4 del 22 de enero de 2025.</w:t>
      </w:r>
    </w:p>
  </w:footnote>
  <w:footnote w:id="5">
    <w:p w14:paraId="6B35C354" w14:textId="77777777" w:rsidR="007C0AEF" w:rsidRPr="00675CC0" w:rsidRDefault="007C0AEF" w:rsidP="007C0AEF">
      <w:pPr>
        <w:pStyle w:val="FootnoteText"/>
      </w:pPr>
      <w:r>
        <w:rPr>
          <w:rStyle w:val="FootnoteReference"/>
        </w:rPr>
        <w:footnoteRef/>
      </w:r>
      <w:r>
        <w:t xml:space="preserve"> Anexo del documento WIPO/GRTKF/IC/49/INF/6, del 5 de diciembre de 2024.</w:t>
      </w:r>
    </w:p>
  </w:footnote>
  <w:footnote w:id="6">
    <w:p w14:paraId="08935512" w14:textId="77777777" w:rsidR="007C0AEF" w:rsidRPr="00675CC0" w:rsidRDefault="007C0AEF" w:rsidP="007C0AEF">
      <w:pPr>
        <w:pStyle w:val="FootnoteText"/>
      </w:pPr>
      <w:r>
        <w:rPr>
          <w:rStyle w:val="FootnoteReference"/>
        </w:rPr>
        <w:footnoteRef/>
      </w:r>
      <w:r>
        <w:t xml:space="preserve"> Anexo del documento WIPO/GRTKF/IC/50/INF/6, del 6 de marzo de 2025.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DAF9A" w14:textId="4E06EA09" w:rsidR="00AE7F20" w:rsidRPr="00EB0D93" w:rsidRDefault="007C0AEF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WIPO/GRTKF/IC/51/INF/4</w:t>
    </w:r>
  </w:p>
  <w:p w14:paraId="76665B3E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rPr>
        <w:noProof/>
      </w:rPr>
      <w:t>2</w:t>
    </w:r>
    <w:r>
      <w:fldChar w:fldCharType="end"/>
    </w:r>
  </w:p>
  <w:p w14:paraId="4FC7517C" w14:textId="77777777" w:rsidR="00AE7F20" w:rsidRDefault="00AE7F20" w:rsidP="00477D6B">
    <w:pPr>
      <w:jc w:val="right"/>
    </w:pPr>
  </w:p>
  <w:p w14:paraId="2C8DEB79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3039"/>
        </w:tabs>
        <w:ind w:left="303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9"/>
        </w:tabs>
        <w:ind w:left="66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9"/>
        </w:tabs>
        <w:ind w:left="73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9"/>
        </w:tabs>
        <w:ind w:left="8079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80606F7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ind w:left="248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 w16cid:durableId="2082866648">
    <w:abstractNumId w:val="3"/>
  </w:num>
  <w:num w:numId="2" w16cid:durableId="2043094832">
    <w:abstractNumId w:val="5"/>
  </w:num>
  <w:num w:numId="3" w16cid:durableId="875390565">
    <w:abstractNumId w:val="0"/>
  </w:num>
  <w:num w:numId="4" w16cid:durableId="565652951">
    <w:abstractNumId w:val="6"/>
  </w:num>
  <w:num w:numId="5" w16cid:durableId="759570050">
    <w:abstractNumId w:val="1"/>
  </w:num>
  <w:num w:numId="6" w16cid:durableId="1047948084">
    <w:abstractNumId w:val="4"/>
  </w:num>
  <w:num w:numId="7" w16cid:durableId="1904679486">
    <w:abstractNumId w:val="8"/>
  </w:num>
  <w:num w:numId="8" w16cid:durableId="585656619">
    <w:abstractNumId w:val="7"/>
  </w:num>
  <w:num w:numId="9" w16cid:durableId="1825927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AEF"/>
    <w:rsid w:val="00010686"/>
    <w:rsid w:val="00052915"/>
    <w:rsid w:val="000E3BB3"/>
    <w:rsid w:val="000F5E56"/>
    <w:rsid w:val="001301DD"/>
    <w:rsid w:val="001362EE"/>
    <w:rsid w:val="00152CEA"/>
    <w:rsid w:val="001832A6"/>
    <w:rsid w:val="002634C4"/>
    <w:rsid w:val="002C2E2F"/>
    <w:rsid w:val="002D23B5"/>
    <w:rsid w:val="002E0F47"/>
    <w:rsid w:val="002F4E68"/>
    <w:rsid w:val="00310826"/>
    <w:rsid w:val="00354647"/>
    <w:rsid w:val="00377273"/>
    <w:rsid w:val="00377600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EAE"/>
    <w:rsid w:val="00605827"/>
    <w:rsid w:val="0065724E"/>
    <w:rsid w:val="00675021"/>
    <w:rsid w:val="006A06C6"/>
    <w:rsid w:val="006E7571"/>
    <w:rsid w:val="007224C8"/>
    <w:rsid w:val="00794BE2"/>
    <w:rsid w:val="007A5581"/>
    <w:rsid w:val="007B71FE"/>
    <w:rsid w:val="007C0AEF"/>
    <w:rsid w:val="007D781E"/>
    <w:rsid w:val="007E663E"/>
    <w:rsid w:val="00815082"/>
    <w:rsid w:val="0088395E"/>
    <w:rsid w:val="008B2CC1"/>
    <w:rsid w:val="008E6BD6"/>
    <w:rsid w:val="0090731E"/>
    <w:rsid w:val="00907C8F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D223A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CB65D5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03BDD"/>
    <w:rsid w:val="00F55408"/>
    <w:rsid w:val="00F66152"/>
    <w:rsid w:val="00F7400F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DF56E0B"/>
  <w15:docId w15:val="{84A91D0D-F057-4F95-A1FB-33BA336F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7C0AEF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7C0AEF"/>
    <w:rPr>
      <w:vertAlign w:val="superscript"/>
    </w:rPr>
  </w:style>
  <w:style w:type="paragraph" w:styleId="ListParagraph">
    <w:name w:val="List Paragraph"/>
    <w:basedOn w:val="Normal"/>
    <w:uiPriority w:val="34"/>
    <w:qFormat/>
    <w:rsid w:val="007C0AEF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7C0AEF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_GRTKF_IC_51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C7D96-760B-4AE6-9290-97808C3C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WIPO_GRTKF_IC_51(S).dotm</Template>
  <TotalTime>10</TotalTime>
  <Pages>5</Pages>
  <Words>1618</Words>
  <Characters>8825</Characters>
  <Application>Microsoft Office Word</Application>
  <DocSecurity>0</DocSecurity>
  <Lines>464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GRTKF_IC_51(S)</vt:lpstr>
    </vt:vector>
  </TitlesOfParts>
  <Company>WIPO</Company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WIPO/GRTKF/IC/51/</dc:title>
  <dc:creator>CEVALLOS DUQUE Nilo</dc:creator>
  <cp:keywords>FOR OFFICIAL USE ONLY</cp:keywords>
  <cp:lastModifiedBy>CEVALLOS DUQUE Nilo</cp:lastModifiedBy>
  <cp:revision>4</cp:revision>
  <dcterms:created xsi:type="dcterms:W3CDTF">2025-05-09T15:19:00Z</dcterms:created>
  <dcterms:modified xsi:type="dcterms:W3CDTF">2025-05-09T15:30:00Z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2025-05-09T15:24:35Z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ad390101-cc32-44fc-beb1-9372b5eab5ef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