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A6190" w14:textId="77777777" w:rsidR="008B2CC1" w:rsidRPr="00614303" w:rsidRDefault="00472A6E" w:rsidP="00377600">
      <w:pPr>
        <w:pBdr>
          <w:bottom w:val="single" w:sz="4" w:space="10" w:color="auto"/>
        </w:pBdr>
        <w:spacing w:after="120"/>
        <w:ind w:right="-57"/>
        <w:jc w:val="right"/>
        <w:rPr>
          <w:lang w:val="es-419"/>
        </w:rPr>
      </w:pPr>
      <w:r w:rsidRPr="00614303">
        <w:rPr>
          <w:noProof/>
          <w:lang w:val="es-419" w:eastAsia="en-US"/>
        </w:rPr>
        <w:drawing>
          <wp:inline distT="0" distB="0" distL="0" distR="0" wp14:anchorId="1392D44C" wp14:editId="02E71818">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17DB8A4" w14:textId="3673BA39" w:rsidR="00472A6E" w:rsidRPr="00614303" w:rsidRDefault="00377600" w:rsidP="00472A6E">
      <w:pPr>
        <w:jc w:val="right"/>
        <w:rPr>
          <w:rFonts w:ascii="Arial Black" w:hAnsi="Arial Black"/>
          <w:caps/>
          <w:sz w:val="15"/>
          <w:lang w:val="es-419"/>
        </w:rPr>
      </w:pPr>
      <w:r w:rsidRPr="00614303">
        <w:rPr>
          <w:rFonts w:ascii="Arial Black" w:hAnsi="Arial Black"/>
          <w:caps/>
          <w:sz w:val="15"/>
          <w:lang w:val="es-419"/>
        </w:rPr>
        <w:t>WIPO/GRTKF/IC/51/</w:t>
      </w:r>
      <w:bookmarkStart w:id="0" w:name="Code"/>
      <w:bookmarkEnd w:id="0"/>
      <w:r w:rsidR="005835A6" w:rsidRPr="00614303">
        <w:rPr>
          <w:rFonts w:ascii="Arial Black" w:hAnsi="Arial Black"/>
          <w:caps/>
          <w:sz w:val="15"/>
          <w:lang w:val="es-419"/>
        </w:rPr>
        <w:t>INF/2</w:t>
      </w:r>
    </w:p>
    <w:p w14:paraId="3F213190" w14:textId="755159BD" w:rsidR="008B2CC1" w:rsidRPr="00614303" w:rsidRDefault="00472A6E" w:rsidP="00472A6E">
      <w:pPr>
        <w:jc w:val="right"/>
        <w:rPr>
          <w:lang w:val="es-419"/>
        </w:rPr>
      </w:pPr>
      <w:r w:rsidRPr="00614303">
        <w:rPr>
          <w:rFonts w:ascii="Arial Black" w:hAnsi="Arial Black"/>
          <w:caps/>
          <w:sz w:val="15"/>
          <w:lang w:val="es-419"/>
        </w:rPr>
        <w:t xml:space="preserve">ORIGINAL: </w:t>
      </w:r>
      <w:bookmarkStart w:id="1" w:name="Original"/>
      <w:r w:rsidR="005835A6" w:rsidRPr="00614303">
        <w:rPr>
          <w:rFonts w:ascii="Arial Black" w:hAnsi="Arial Black"/>
          <w:caps/>
          <w:sz w:val="15"/>
          <w:lang w:val="es-419"/>
        </w:rPr>
        <w:t>INGLÉS</w:t>
      </w:r>
    </w:p>
    <w:bookmarkEnd w:id="1"/>
    <w:p w14:paraId="77772DD0" w14:textId="51875542" w:rsidR="008B2CC1" w:rsidRPr="00614303" w:rsidRDefault="00472A6E" w:rsidP="00472A6E">
      <w:pPr>
        <w:spacing w:after="1200"/>
        <w:jc w:val="right"/>
        <w:rPr>
          <w:lang w:val="es-419"/>
        </w:rPr>
      </w:pPr>
      <w:r w:rsidRPr="00614303">
        <w:rPr>
          <w:rFonts w:ascii="Arial Black" w:hAnsi="Arial Black"/>
          <w:caps/>
          <w:sz w:val="15"/>
          <w:lang w:val="es-419"/>
        </w:rPr>
        <w:t xml:space="preserve">fecha: </w:t>
      </w:r>
      <w:bookmarkStart w:id="2" w:name="Date"/>
      <w:r w:rsidR="005835A6" w:rsidRPr="00614303">
        <w:rPr>
          <w:rFonts w:ascii="Arial Black" w:hAnsi="Arial Black"/>
          <w:caps/>
          <w:sz w:val="15"/>
          <w:lang w:val="es-419"/>
        </w:rPr>
        <w:t>15 DE ABRIL DE 2025</w:t>
      </w:r>
    </w:p>
    <w:bookmarkEnd w:id="2"/>
    <w:p w14:paraId="32256FDC" w14:textId="77777777" w:rsidR="00377600" w:rsidRPr="00614303" w:rsidRDefault="00377600" w:rsidP="00377600">
      <w:pPr>
        <w:spacing w:after="480"/>
        <w:outlineLvl w:val="1"/>
        <w:rPr>
          <w:b/>
          <w:sz w:val="24"/>
          <w:szCs w:val="24"/>
          <w:lang w:val="es-419"/>
        </w:rPr>
      </w:pPr>
      <w:r w:rsidRPr="00614303">
        <w:rPr>
          <w:b/>
          <w:sz w:val="28"/>
          <w:szCs w:val="28"/>
          <w:lang w:val="es-419"/>
        </w:rPr>
        <w:t>Comité Intergubernamental sobre Propiedad Intelectual y Recursos Genéticos, Conocimientos Tradicionales y Folclore</w:t>
      </w:r>
    </w:p>
    <w:p w14:paraId="614128F5" w14:textId="77777777" w:rsidR="00377600" w:rsidRPr="00614303" w:rsidRDefault="00377600" w:rsidP="00377600">
      <w:pPr>
        <w:outlineLvl w:val="1"/>
        <w:rPr>
          <w:b/>
          <w:sz w:val="24"/>
          <w:szCs w:val="24"/>
          <w:lang w:val="es-419"/>
        </w:rPr>
      </w:pPr>
      <w:r w:rsidRPr="00614303">
        <w:rPr>
          <w:b/>
          <w:sz w:val="24"/>
          <w:szCs w:val="24"/>
          <w:lang w:val="es-419"/>
        </w:rPr>
        <w:t>Quincuagésima primera sesión</w:t>
      </w:r>
    </w:p>
    <w:p w14:paraId="26028ADC" w14:textId="460C3948" w:rsidR="008B2CC1" w:rsidRPr="00614303" w:rsidRDefault="005835A6" w:rsidP="005835A6">
      <w:pPr>
        <w:spacing w:after="720"/>
        <w:outlineLvl w:val="1"/>
        <w:rPr>
          <w:caps/>
          <w:sz w:val="24"/>
          <w:lang w:val="es-419"/>
        </w:rPr>
      </w:pPr>
      <w:bookmarkStart w:id="3" w:name="TitleOfDoc"/>
      <w:r w:rsidRPr="00614303">
        <w:rPr>
          <w:b/>
          <w:sz w:val="24"/>
          <w:lang w:val="es-419"/>
        </w:rPr>
        <w:t>Ginebra, 30 de mayo a 5 de junio de 2025</w:t>
      </w:r>
    </w:p>
    <w:p w14:paraId="4A95D6C3" w14:textId="1636AF93" w:rsidR="008B2CC1" w:rsidRPr="00614303" w:rsidRDefault="005835A6" w:rsidP="005835A6">
      <w:pPr>
        <w:spacing w:after="360"/>
        <w:outlineLvl w:val="0"/>
        <w:rPr>
          <w:caps/>
          <w:sz w:val="24"/>
          <w:lang w:val="es-419"/>
        </w:rPr>
      </w:pPr>
      <w:bookmarkStart w:id="4" w:name="Prepared"/>
      <w:bookmarkEnd w:id="3"/>
      <w:bookmarkEnd w:id="4"/>
      <w:r w:rsidRPr="00614303">
        <w:rPr>
          <w:caps/>
          <w:sz w:val="24"/>
          <w:lang w:val="es-419"/>
        </w:rPr>
        <w:t>Síntesis de documentos</w:t>
      </w:r>
    </w:p>
    <w:p w14:paraId="0A5EB659" w14:textId="77777777" w:rsidR="005835A6" w:rsidRPr="00614303" w:rsidRDefault="005835A6" w:rsidP="005835A6">
      <w:pPr>
        <w:spacing w:after="1040"/>
        <w:rPr>
          <w:i/>
          <w:lang w:val="es-419"/>
        </w:rPr>
      </w:pPr>
      <w:r w:rsidRPr="00614303">
        <w:rPr>
          <w:i/>
          <w:lang w:val="es-419"/>
        </w:rPr>
        <w:t>Documento preparado por la Secretaría</w:t>
      </w:r>
    </w:p>
    <w:p w14:paraId="020DFD09" w14:textId="77777777" w:rsidR="005835A6" w:rsidRPr="00614303" w:rsidRDefault="005835A6" w:rsidP="005835A6">
      <w:pPr>
        <w:tabs>
          <w:tab w:val="left" w:pos="550"/>
        </w:tabs>
        <w:rPr>
          <w:lang w:val="es-419"/>
        </w:rPr>
      </w:pPr>
      <w:bookmarkStart w:id="5" w:name="_Hlk182488094"/>
      <w:r w:rsidRPr="00614303">
        <w:rPr>
          <w:lang w:val="es-419"/>
        </w:rPr>
        <w:t>I.</w:t>
      </w:r>
      <w:r w:rsidRPr="00614303">
        <w:rPr>
          <w:lang w:val="es-419"/>
        </w:rPr>
        <w:tab/>
        <w:t>DOCUMENTOS DE TRABAJO PARA LA QUINCUAGÉSIMA PRIMERA SESIÓN</w:t>
      </w:r>
    </w:p>
    <w:p w14:paraId="6DB0F225" w14:textId="77777777" w:rsidR="005835A6" w:rsidRPr="00614303" w:rsidRDefault="005835A6" w:rsidP="005835A6">
      <w:pPr>
        <w:rPr>
          <w:lang w:val="es-419"/>
        </w:rPr>
      </w:pPr>
    </w:p>
    <w:p w14:paraId="0280BF2B" w14:textId="6237B047" w:rsidR="005835A6" w:rsidRPr="00614303" w:rsidRDefault="005835A6" w:rsidP="005835A6">
      <w:pPr>
        <w:pStyle w:val="ListParagraph"/>
        <w:numPr>
          <w:ilvl w:val="0"/>
          <w:numId w:val="7"/>
        </w:numPr>
        <w:ind w:left="0" w:firstLine="0"/>
        <w:rPr>
          <w:lang w:val="es-419"/>
        </w:rPr>
      </w:pPr>
      <w:r w:rsidRPr="00614303">
        <w:rPr>
          <w:lang w:val="es-419"/>
        </w:rPr>
        <w:t>A continuación se presenta una síntesis de los documentos preparados para la quincuagésima primera sesión del Comité Intergubernamental sobre Propiedad Intelectual y Recursos Genéticos, Conocimientos Tradicionales y Folclore (“Comité” o “CIG”) al 15 de abril de 2025. Todos estos documentos, así como cualquier otro documento adicional, se publicarán en cuanto estén finalizados en:</w:t>
      </w:r>
      <w:r w:rsidR="00BE7CBF" w:rsidRPr="00614303">
        <w:rPr>
          <w:lang w:val="es-419"/>
        </w:rPr>
        <w:t xml:space="preserve"> </w:t>
      </w:r>
      <w:hyperlink r:id="rId9" w:history="1">
        <w:r w:rsidRPr="00614303">
          <w:rPr>
            <w:rStyle w:val="Hyperlink"/>
            <w:lang w:val="es-419"/>
          </w:rPr>
          <w:t>https://www.wipo.int/meetings/es/details.jsp?meeting_id=85309</w:t>
        </w:r>
      </w:hyperlink>
    </w:p>
    <w:p w14:paraId="20328EC5" w14:textId="77777777" w:rsidR="005835A6" w:rsidRPr="00614303" w:rsidRDefault="005835A6" w:rsidP="005835A6">
      <w:pPr>
        <w:rPr>
          <w:lang w:val="es-419"/>
        </w:rPr>
      </w:pPr>
    </w:p>
    <w:p w14:paraId="4E9BCD3F" w14:textId="77777777" w:rsidR="005835A6" w:rsidRPr="00614303" w:rsidRDefault="005835A6" w:rsidP="005835A6">
      <w:pPr>
        <w:rPr>
          <w:u w:val="single"/>
          <w:lang w:val="es-419"/>
        </w:rPr>
      </w:pPr>
    </w:p>
    <w:p w14:paraId="4A1DC4C6" w14:textId="77777777" w:rsidR="005835A6" w:rsidRPr="00614303" w:rsidRDefault="005835A6" w:rsidP="005835A6">
      <w:pPr>
        <w:rPr>
          <w:u w:val="single"/>
          <w:lang w:val="es-419"/>
        </w:rPr>
      </w:pPr>
      <w:r w:rsidRPr="00614303">
        <w:rPr>
          <w:u w:val="single"/>
          <w:lang w:val="es-419"/>
        </w:rPr>
        <w:t>WIPO/GRTKF/IC/51/1 Prov. 2: Proyecto de orden del día de la quincuagésima primera sesión</w:t>
      </w:r>
    </w:p>
    <w:p w14:paraId="7312C66E" w14:textId="77777777" w:rsidR="005835A6" w:rsidRPr="00614303" w:rsidRDefault="005835A6" w:rsidP="005835A6">
      <w:pPr>
        <w:rPr>
          <w:lang w:val="es-419"/>
        </w:rPr>
      </w:pPr>
    </w:p>
    <w:p w14:paraId="32535662" w14:textId="77777777" w:rsidR="005835A6" w:rsidRPr="00614303" w:rsidRDefault="005835A6" w:rsidP="005835A6">
      <w:pPr>
        <w:pStyle w:val="ListParagraph"/>
        <w:numPr>
          <w:ilvl w:val="0"/>
          <w:numId w:val="7"/>
        </w:numPr>
        <w:ind w:left="0" w:firstLine="0"/>
        <w:rPr>
          <w:lang w:val="es-419"/>
        </w:rPr>
      </w:pPr>
      <w:r w:rsidRPr="00614303">
        <w:rPr>
          <w:lang w:val="es-419"/>
        </w:rPr>
        <w:t>Este documento contiene los puntos propuestos para ser tratados por el Comité, y se presenta al Comité para su posible adopción.</w:t>
      </w:r>
    </w:p>
    <w:p w14:paraId="4225C126" w14:textId="77777777" w:rsidR="005835A6" w:rsidRPr="00614303" w:rsidRDefault="005835A6" w:rsidP="005835A6">
      <w:pPr>
        <w:rPr>
          <w:lang w:val="es-419"/>
        </w:rPr>
      </w:pPr>
    </w:p>
    <w:p w14:paraId="3D6F9696" w14:textId="77777777" w:rsidR="005835A6" w:rsidRPr="00614303" w:rsidRDefault="005835A6" w:rsidP="005835A6">
      <w:pPr>
        <w:rPr>
          <w:lang w:val="es-419"/>
        </w:rPr>
      </w:pPr>
    </w:p>
    <w:p w14:paraId="7CF0D2C7" w14:textId="77777777" w:rsidR="005835A6" w:rsidRPr="00614303" w:rsidRDefault="005835A6" w:rsidP="005835A6">
      <w:pPr>
        <w:rPr>
          <w:u w:val="single"/>
          <w:lang w:val="es-419"/>
        </w:rPr>
      </w:pPr>
      <w:r w:rsidRPr="00614303">
        <w:rPr>
          <w:u w:val="single"/>
          <w:lang w:val="es-419"/>
        </w:rPr>
        <w:t>WIPO/GRTKF/IC/51/2: Acreditación de determinadas organizaciones</w:t>
      </w:r>
    </w:p>
    <w:p w14:paraId="3DD317C6" w14:textId="77777777" w:rsidR="005835A6" w:rsidRPr="00614303" w:rsidRDefault="005835A6" w:rsidP="005835A6">
      <w:pPr>
        <w:rPr>
          <w:lang w:val="es-419"/>
        </w:rPr>
      </w:pPr>
    </w:p>
    <w:p w14:paraId="6643EDF4" w14:textId="77777777" w:rsidR="005835A6" w:rsidRPr="00614303" w:rsidRDefault="005835A6" w:rsidP="005835A6">
      <w:pPr>
        <w:pStyle w:val="ListParagraph"/>
        <w:numPr>
          <w:ilvl w:val="0"/>
          <w:numId w:val="7"/>
        </w:numPr>
        <w:ind w:left="0" w:firstLine="0"/>
        <w:rPr>
          <w:lang w:val="es-419"/>
        </w:rPr>
      </w:pPr>
      <w:r w:rsidRPr="00614303">
        <w:rPr>
          <w:lang w:val="es-419"/>
        </w:rPr>
        <w:t>Este documento contiene el nombre, los datos de contacto y los objetivos de las organizaciones que han solicitado al Comité su acreditación como observadoras puntuales en la sesión actual y futuras del Comité.</w:t>
      </w:r>
    </w:p>
    <w:p w14:paraId="570CA07A" w14:textId="77777777" w:rsidR="005835A6" w:rsidRPr="00614303" w:rsidRDefault="005835A6" w:rsidP="005835A6">
      <w:pPr>
        <w:rPr>
          <w:lang w:val="es-419"/>
        </w:rPr>
      </w:pPr>
    </w:p>
    <w:p w14:paraId="1A75454F" w14:textId="77777777" w:rsidR="005835A6" w:rsidRPr="00614303" w:rsidRDefault="005835A6" w:rsidP="005835A6">
      <w:pPr>
        <w:rPr>
          <w:lang w:val="es-419"/>
        </w:rPr>
      </w:pPr>
    </w:p>
    <w:p w14:paraId="1FF0AB23" w14:textId="77777777" w:rsidR="005835A6" w:rsidRPr="00614303" w:rsidRDefault="005835A6" w:rsidP="00B91E2A">
      <w:pPr>
        <w:keepNext/>
        <w:keepLines/>
        <w:rPr>
          <w:u w:val="single"/>
          <w:lang w:val="es-419"/>
        </w:rPr>
      </w:pPr>
      <w:r w:rsidRPr="00614303">
        <w:rPr>
          <w:u w:val="single"/>
          <w:lang w:val="es-419"/>
        </w:rPr>
        <w:lastRenderedPageBreak/>
        <w:t>WIPO/GRTKF/IC/51/3: Participación de las comunidades indígenas y locales: fondo de contribuciones voluntarias</w:t>
      </w:r>
    </w:p>
    <w:p w14:paraId="6EE22378" w14:textId="77777777" w:rsidR="005835A6" w:rsidRPr="00614303" w:rsidRDefault="005835A6" w:rsidP="00B91E2A">
      <w:pPr>
        <w:pStyle w:val="ListParagraph"/>
        <w:keepNext/>
        <w:keepLines/>
        <w:ind w:left="0"/>
        <w:rPr>
          <w:lang w:val="es-419"/>
        </w:rPr>
      </w:pPr>
    </w:p>
    <w:p w14:paraId="7477B6EA" w14:textId="77777777" w:rsidR="005835A6" w:rsidRPr="00614303" w:rsidRDefault="005835A6" w:rsidP="00B91E2A">
      <w:pPr>
        <w:pStyle w:val="ListParagraph"/>
        <w:keepNext/>
        <w:keepLines/>
        <w:numPr>
          <w:ilvl w:val="0"/>
          <w:numId w:val="7"/>
        </w:numPr>
        <w:ind w:left="0" w:firstLine="0"/>
        <w:rPr>
          <w:lang w:val="es-419"/>
        </w:rPr>
      </w:pPr>
      <w:r w:rsidRPr="00614303">
        <w:rPr>
          <w:lang w:val="es-419"/>
        </w:rPr>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este documento se informa acerca del nombramiento de la Junta Asesora del Fondo y sobre la iniciativa de reposición de fondos emprendida por la Secretaría. La correspondiente nota informativa en la que se facilitan detalles sobre los beneficiarios y las contribuciones recibidas se distribuirá en paralelo en el documento WIPO/GRTKF/IC/51/INF/4.</w:t>
      </w:r>
    </w:p>
    <w:p w14:paraId="2FB126D2" w14:textId="77777777" w:rsidR="005835A6" w:rsidRPr="00614303" w:rsidRDefault="005835A6" w:rsidP="005835A6">
      <w:pPr>
        <w:rPr>
          <w:lang w:val="es-419"/>
        </w:rPr>
      </w:pPr>
    </w:p>
    <w:p w14:paraId="3A2B0AD9" w14:textId="77777777" w:rsidR="005835A6" w:rsidRPr="00614303" w:rsidRDefault="005835A6" w:rsidP="005835A6">
      <w:pPr>
        <w:pStyle w:val="ListParagraph"/>
        <w:ind w:left="0"/>
        <w:rPr>
          <w:lang w:val="es-419"/>
        </w:rPr>
      </w:pPr>
    </w:p>
    <w:p w14:paraId="204C0864" w14:textId="77777777" w:rsidR="005835A6" w:rsidRPr="00614303" w:rsidRDefault="005835A6" w:rsidP="005835A6">
      <w:pPr>
        <w:tabs>
          <w:tab w:val="left" w:pos="550"/>
        </w:tabs>
        <w:rPr>
          <w:lang w:val="es-419"/>
        </w:rPr>
      </w:pPr>
      <w:r w:rsidRPr="00614303">
        <w:rPr>
          <w:lang w:val="es-419"/>
        </w:rPr>
        <w:t>II.</w:t>
      </w:r>
      <w:r w:rsidRPr="00614303">
        <w:rPr>
          <w:lang w:val="es-419"/>
        </w:rPr>
        <w:tab/>
        <w:t>DOCUMENTOS DE TRABAJO PARA LA QUINCUAGÉSIMA PRIMERA SESIÓN</w:t>
      </w:r>
    </w:p>
    <w:p w14:paraId="1FEAAAD7" w14:textId="77777777" w:rsidR="005835A6" w:rsidRPr="00614303" w:rsidRDefault="005835A6" w:rsidP="005835A6">
      <w:pPr>
        <w:pStyle w:val="ListParagraph"/>
        <w:ind w:left="0"/>
        <w:rPr>
          <w:lang w:val="es-419"/>
        </w:rPr>
      </w:pPr>
    </w:p>
    <w:p w14:paraId="08A8AAAA" w14:textId="77777777" w:rsidR="005835A6" w:rsidRPr="00614303" w:rsidRDefault="005835A6" w:rsidP="005835A6">
      <w:pPr>
        <w:rPr>
          <w:u w:val="single"/>
          <w:lang w:val="es-419"/>
        </w:rPr>
      </w:pPr>
      <w:r w:rsidRPr="00614303">
        <w:rPr>
          <w:u w:val="single"/>
          <w:lang w:val="es-419"/>
        </w:rPr>
        <w:t>WIPO/GRTKF/IC/51/INF/1: Lista de participantes</w:t>
      </w:r>
    </w:p>
    <w:p w14:paraId="49A7E3D8" w14:textId="77777777" w:rsidR="005835A6" w:rsidRPr="00614303" w:rsidRDefault="005835A6" w:rsidP="005835A6">
      <w:pPr>
        <w:pStyle w:val="ListParagraph"/>
        <w:ind w:left="0"/>
        <w:rPr>
          <w:lang w:val="es-419"/>
        </w:rPr>
      </w:pPr>
    </w:p>
    <w:p w14:paraId="48DCB620" w14:textId="77777777" w:rsidR="005835A6" w:rsidRPr="00614303" w:rsidRDefault="005835A6" w:rsidP="00B91E2A">
      <w:pPr>
        <w:pStyle w:val="ONUME"/>
        <w:numPr>
          <w:ilvl w:val="0"/>
          <w:numId w:val="7"/>
        </w:numPr>
        <w:spacing w:after="0"/>
        <w:ind w:left="0" w:firstLine="0"/>
        <w:rPr>
          <w:lang w:val="es-419"/>
        </w:rPr>
      </w:pPr>
      <w:r w:rsidRPr="00614303">
        <w:rPr>
          <w:lang w:val="es-419"/>
        </w:rPr>
        <w:t>En la quincuagésima primera sesión del Comité se distribuirá un proyecto de lista de participantes.</w:t>
      </w:r>
    </w:p>
    <w:p w14:paraId="5643CF9A" w14:textId="77777777" w:rsidR="005835A6" w:rsidRPr="00614303" w:rsidRDefault="005835A6" w:rsidP="005835A6">
      <w:pPr>
        <w:pStyle w:val="ONUME"/>
        <w:numPr>
          <w:ilvl w:val="0"/>
          <w:numId w:val="0"/>
        </w:numPr>
        <w:spacing w:after="0"/>
        <w:rPr>
          <w:lang w:val="es-419"/>
        </w:rPr>
      </w:pPr>
    </w:p>
    <w:p w14:paraId="028028F5" w14:textId="77777777" w:rsidR="005835A6" w:rsidRPr="00614303" w:rsidRDefault="005835A6" w:rsidP="005835A6">
      <w:pPr>
        <w:pStyle w:val="ONUME"/>
        <w:numPr>
          <w:ilvl w:val="0"/>
          <w:numId w:val="0"/>
        </w:numPr>
        <w:spacing w:after="0"/>
        <w:rPr>
          <w:lang w:val="es-419"/>
        </w:rPr>
      </w:pPr>
    </w:p>
    <w:p w14:paraId="09AFE299" w14:textId="77777777" w:rsidR="005835A6" w:rsidRPr="00614303" w:rsidRDefault="005835A6" w:rsidP="005835A6">
      <w:pPr>
        <w:pStyle w:val="ONUME"/>
        <w:numPr>
          <w:ilvl w:val="0"/>
          <w:numId w:val="0"/>
        </w:numPr>
        <w:spacing w:after="0"/>
        <w:rPr>
          <w:lang w:val="es-419"/>
        </w:rPr>
      </w:pPr>
      <w:r w:rsidRPr="00614303">
        <w:rPr>
          <w:u w:val="single"/>
          <w:lang w:val="es-419"/>
        </w:rPr>
        <w:t>WIPO/GRTKF/IC/51/INF/2: Síntesis de documentos</w:t>
      </w:r>
    </w:p>
    <w:p w14:paraId="3B94C5C7" w14:textId="77777777" w:rsidR="005835A6" w:rsidRPr="00614303" w:rsidRDefault="005835A6" w:rsidP="005835A6">
      <w:pPr>
        <w:pStyle w:val="ONUME"/>
        <w:numPr>
          <w:ilvl w:val="0"/>
          <w:numId w:val="0"/>
        </w:numPr>
        <w:spacing w:after="0"/>
        <w:rPr>
          <w:lang w:val="es-419"/>
        </w:rPr>
      </w:pPr>
    </w:p>
    <w:p w14:paraId="5574249F" w14:textId="77777777" w:rsidR="005835A6" w:rsidRPr="00614303" w:rsidRDefault="005835A6" w:rsidP="005835A6">
      <w:pPr>
        <w:pStyle w:val="ONUME"/>
        <w:numPr>
          <w:ilvl w:val="0"/>
          <w:numId w:val="7"/>
        </w:numPr>
        <w:spacing w:after="0"/>
        <w:ind w:left="0" w:firstLine="0"/>
        <w:rPr>
          <w:lang w:val="es-419"/>
        </w:rPr>
      </w:pPr>
      <w:r w:rsidRPr="00614303">
        <w:rPr>
          <w:lang w:val="es-419"/>
        </w:rPr>
        <w:t>El presente documento se ha elaborado como guía informal de la documentación del Comité.</w:t>
      </w:r>
    </w:p>
    <w:p w14:paraId="63ADC14D" w14:textId="77777777" w:rsidR="005835A6" w:rsidRPr="00614303" w:rsidRDefault="005835A6" w:rsidP="005835A6">
      <w:pPr>
        <w:pStyle w:val="ONUME"/>
        <w:numPr>
          <w:ilvl w:val="0"/>
          <w:numId w:val="0"/>
        </w:numPr>
        <w:spacing w:after="0"/>
        <w:rPr>
          <w:lang w:val="es-419"/>
        </w:rPr>
      </w:pPr>
    </w:p>
    <w:p w14:paraId="1BDD8323" w14:textId="77777777" w:rsidR="005835A6" w:rsidRPr="00614303" w:rsidRDefault="005835A6" w:rsidP="005835A6">
      <w:pPr>
        <w:pStyle w:val="ONUME"/>
        <w:numPr>
          <w:ilvl w:val="0"/>
          <w:numId w:val="0"/>
        </w:numPr>
        <w:spacing w:after="0"/>
        <w:rPr>
          <w:lang w:val="es-419"/>
        </w:rPr>
      </w:pPr>
    </w:p>
    <w:p w14:paraId="1BFC993A" w14:textId="77777777" w:rsidR="005835A6" w:rsidRPr="00614303" w:rsidRDefault="005835A6" w:rsidP="005835A6">
      <w:pPr>
        <w:pStyle w:val="ONUME"/>
        <w:numPr>
          <w:ilvl w:val="0"/>
          <w:numId w:val="0"/>
        </w:numPr>
        <w:spacing w:after="0"/>
        <w:rPr>
          <w:lang w:val="es-419"/>
        </w:rPr>
      </w:pPr>
      <w:r w:rsidRPr="00614303">
        <w:rPr>
          <w:u w:val="single"/>
          <w:lang w:val="es-419"/>
        </w:rPr>
        <w:t>WIPO/GRTKF/IC/51/INF/3: Proyecto de programa de la quincuagésima primera sesión</w:t>
      </w:r>
    </w:p>
    <w:p w14:paraId="448F12CC" w14:textId="77777777" w:rsidR="005835A6" w:rsidRPr="00614303" w:rsidRDefault="005835A6" w:rsidP="005835A6">
      <w:pPr>
        <w:pStyle w:val="ONUME"/>
        <w:numPr>
          <w:ilvl w:val="0"/>
          <w:numId w:val="0"/>
        </w:numPr>
        <w:spacing w:after="0"/>
        <w:rPr>
          <w:lang w:val="es-419"/>
        </w:rPr>
      </w:pPr>
    </w:p>
    <w:p w14:paraId="3FD0F5F3" w14:textId="77777777" w:rsidR="005835A6" w:rsidRPr="00614303" w:rsidRDefault="005835A6" w:rsidP="005835A6">
      <w:pPr>
        <w:pStyle w:val="ONUME"/>
        <w:numPr>
          <w:ilvl w:val="0"/>
          <w:numId w:val="7"/>
        </w:numPr>
        <w:spacing w:after="0"/>
        <w:ind w:left="0" w:firstLine="0"/>
        <w:rPr>
          <w:u w:val="single"/>
          <w:lang w:val="es-419"/>
        </w:rPr>
      </w:pPr>
      <w:r w:rsidRPr="00614303">
        <w:rPr>
          <w:lang w:val="es-419"/>
        </w:rPr>
        <w:t>Conforme a la petición cursada por el Comité en su décima sesión, en este documento se expone el programa propuesto y se señala el horario posible para debatir cada punto del orden del día. La presente propuesta es de carácter indicativo únicamente, y corresponderá a la presidencia del Comité y a sus miembros determinar cuál será la organización real de la labor, con arreglo a su reglamento interno.</w:t>
      </w:r>
    </w:p>
    <w:p w14:paraId="4E783CF3" w14:textId="77777777" w:rsidR="005835A6" w:rsidRPr="00614303" w:rsidRDefault="005835A6" w:rsidP="005835A6">
      <w:pPr>
        <w:pStyle w:val="ONUME"/>
        <w:numPr>
          <w:ilvl w:val="0"/>
          <w:numId w:val="0"/>
        </w:numPr>
        <w:spacing w:after="0"/>
        <w:rPr>
          <w:lang w:val="es-419"/>
        </w:rPr>
      </w:pPr>
    </w:p>
    <w:p w14:paraId="75C70FAA" w14:textId="77777777" w:rsidR="005835A6" w:rsidRPr="00614303" w:rsidRDefault="005835A6" w:rsidP="005835A6">
      <w:pPr>
        <w:pStyle w:val="ONUME"/>
        <w:numPr>
          <w:ilvl w:val="0"/>
          <w:numId w:val="0"/>
        </w:numPr>
        <w:spacing w:after="0"/>
        <w:rPr>
          <w:u w:val="single"/>
          <w:lang w:val="es-419"/>
        </w:rPr>
      </w:pPr>
    </w:p>
    <w:p w14:paraId="70B0E158" w14:textId="77777777" w:rsidR="005835A6" w:rsidRPr="00614303" w:rsidRDefault="005835A6" w:rsidP="005835A6">
      <w:pPr>
        <w:pStyle w:val="ONUME"/>
        <w:numPr>
          <w:ilvl w:val="0"/>
          <w:numId w:val="0"/>
        </w:numPr>
        <w:spacing w:after="0"/>
        <w:rPr>
          <w:lang w:val="es-419"/>
        </w:rPr>
      </w:pPr>
      <w:r w:rsidRPr="00614303">
        <w:rPr>
          <w:u w:val="single"/>
          <w:lang w:val="es-419"/>
        </w:rPr>
        <w:t>WIPO/GRTKF/IC/51/INF/4: Fondo de la OMPI de contribuciones voluntarias para las comunidades indígenas y locales acreditadas: nota informativa en materia de contribuciones y solicitudes de asistencia</w:t>
      </w:r>
    </w:p>
    <w:p w14:paraId="4CC1DF16" w14:textId="77777777" w:rsidR="005835A6" w:rsidRPr="00614303" w:rsidRDefault="005835A6" w:rsidP="005835A6">
      <w:pPr>
        <w:pStyle w:val="ONUME"/>
        <w:numPr>
          <w:ilvl w:val="0"/>
          <w:numId w:val="0"/>
        </w:numPr>
        <w:spacing w:after="0"/>
        <w:rPr>
          <w:u w:val="single"/>
          <w:lang w:val="es-419"/>
        </w:rPr>
      </w:pPr>
    </w:p>
    <w:p w14:paraId="44981B0B" w14:textId="77777777" w:rsidR="005835A6" w:rsidRPr="00614303" w:rsidRDefault="005835A6" w:rsidP="005835A6">
      <w:pPr>
        <w:pStyle w:val="ListParagraph"/>
        <w:numPr>
          <w:ilvl w:val="0"/>
          <w:numId w:val="7"/>
        </w:numPr>
        <w:ind w:left="0" w:firstLine="0"/>
        <w:rPr>
          <w:lang w:val="es-419"/>
        </w:rPr>
      </w:pPr>
      <w:r w:rsidRPr="00614303">
        <w:rPr>
          <w:lang w:val="es-419"/>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los Pueblos Indígenas y las comunidades locales acreditadas.</w:t>
      </w:r>
    </w:p>
    <w:p w14:paraId="1A525CD9" w14:textId="77777777" w:rsidR="005835A6" w:rsidRPr="00614303" w:rsidRDefault="005835A6" w:rsidP="005835A6">
      <w:pPr>
        <w:pStyle w:val="ListParagraph"/>
        <w:ind w:left="0"/>
        <w:rPr>
          <w:lang w:val="es-419"/>
        </w:rPr>
      </w:pPr>
    </w:p>
    <w:p w14:paraId="64C0C13A" w14:textId="77777777" w:rsidR="005835A6" w:rsidRPr="00614303" w:rsidRDefault="005835A6" w:rsidP="005835A6">
      <w:pPr>
        <w:pStyle w:val="ListParagraph"/>
        <w:ind w:left="0"/>
        <w:rPr>
          <w:u w:val="single"/>
          <w:lang w:val="es-419"/>
        </w:rPr>
      </w:pPr>
    </w:p>
    <w:p w14:paraId="51C1CA73" w14:textId="77777777" w:rsidR="005835A6" w:rsidRPr="00614303" w:rsidRDefault="005835A6" w:rsidP="00B91E2A">
      <w:pPr>
        <w:pStyle w:val="ListParagraph"/>
        <w:keepNext/>
        <w:ind w:left="0"/>
        <w:rPr>
          <w:lang w:val="es-419"/>
        </w:rPr>
      </w:pPr>
      <w:r w:rsidRPr="00614303">
        <w:rPr>
          <w:u w:val="single"/>
          <w:lang w:val="es-419"/>
        </w:rPr>
        <w:lastRenderedPageBreak/>
        <w:t>WIPO/GRTKF/IC/51/INF/5: Nota informativa para el panel de comunidades indígenas y locales</w:t>
      </w:r>
    </w:p>
    <w:p w14:paraId="12808BB3" w14:textId="77777777" w:rsidR="005835A6" w:rsidRPr="00614303" w:rsidRDefault="005835A6" w:rsidP="00B91E2A">
      <w:pPr>
        <w:pStyle w:val="ListParagraph"/>
        <w:keepNext/>
        <w:ind w:left="0"/>
        <w:rPr>
          <w:lang w:val="es-419"/>
        </w:rPr>
      </w:pPr>
    </w:p>
    <w:p w14:paraId="687C1769" w14:textId="77777777" w:rsidR="005835A6" w:rsidRPr="00614303" w:rsidRDefault="005835A6" w:rsidP="00B91E2A">
      <w:pPr>
        <w:pStyle w:val="ListParagraph"/>
        <w:keepNext/>
        <w:numPr>
          <w:ilvl w:val="0"/>
          <w:numId w:val="7"/>
        </w:numPr>
        <w:ind w:left="0" w:firstLine="0"/>
        <w:rPr>
          <w:lang w:val="es-419"/>
        </w:rPr>
      </w:pPr>
      <w:r w:rsidRPr="00614303">
        <w:rPr>
          <w:lang w:val="es-419"/>
        </w:rPr>
        <w:t>Tras una decisión adoptada por el Comité en su novena sesión, cada sesión posterior ha comenzado con un panel presidido por un miembro de una comunidad indígena. El panel se ha celebrado al comienzo de las 41 sesiones anteriores del Comité. En cada ocasión, representantes de los Pueblos Indígenas y de las comunidades locales han realizado presentaciones sobre un tema específico relacionado con las negociaciones del CIG. En este documento se exponen los preparativos propuestos para el panel de la quincuagésima primera sesión del Comité.</w:t>
      </w:r>
    </w:p>
    <w:p w14:paraId="7B9AF89F" w14:textId="77777777" w:rsidR="005835A6" w:rsidRPr="00614303" w:rsidRDefault="005835A6" w:rsidP="005835A6">
      <w:pPr>
        <w:rPr>
          <w:u w:val="single"/>
          <w:lang w:val="es-419"/>
        </w:rPr>
      </w:pPr>
    </w:p>
    <w:p w14:paraId="0340F808" w14:textId="77777777" w:rsidR="005835A6" w:rsidRPr="00614303" w:rsidRDefault="005835A6" w:rsidP="005835A6">
      <w:pPr>
        <w:pStyle w:val="ListParagraph"/>
        <w:ind w:left="0"/>
        <w:rPr>
          <w:u w:val="single"/>
          <w:lang w:val="es-419"/>
        </w:rPr>
      </w:pPr>
      <w:r w:rsidRPr="00614303">
        <w:rPr>
          <w:u w:val="single"/>
          <w:lang w:val="es-419"/>
        </w:rPr>
        <w:t>WIPO/GRTKF/IC/51/INF/7: Glosario de los términos más importantes relacionados con la propiedad intelectual y los recursos genéticos, los conocimientos tradicionales y las expresiones culturales tradicionales</w:t>
      </w:r>
    </w:p>
    <w:p w14:paraId="6E77FF94" w14:textId="77777777" w:rsidR="005835A6" w:rsidRPr="00614303" w:rsidRDefault="005835A6" w:rsidP="005835A6">
      <w:pPr>
        <w:pStyle w:val="ListParagraph"/>
        <w:ind w:left="0"/>
        <w:rPr>
          <w:lang w:val="es-419"/>
        </w:rPr>
      </w:pPr>
    </w:p>
    <w:p w14:paraId="0C94C536" w14:textId="77777777" w:rsidR="005835A6" w:rsidRPr="00614303" w:rsidRDefault="005835A6" w:rsidP="005835A6">
      <w:pPr>
        <w:pStyle w:val="ListParagraph"/>
        <w:numPr>
          <w:ilvl w:val="0"/>
          <w:numId w:val="7"/>
        </w:numPr>
        <w:ind w:left="0" w:firstLine="0"/>
        <w:rPr>
          <w:lang w:val="es-419"/>
        </w:rPr>
      </w:pPr>
      <w:r w:rsidRPr="00614303">
        <w:rPr>
          <w:lang w:val="es-419"/>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facilita, para la sesión, en la versión consolidada del glosario.</w:t>
      </w:r>
    </w:p>
    <w:p w14:paraId="425E5726" w14:textId="77777777" w:rsidR="005835A6" w:rsidRPr="00614303" w:rsidRDefault="005835A6" w:rsidP="005835A6">
      <w:pPr>
        <w:pStyle w:val="ListParagraph"/>
        <w:ind w:left="0"/>
        <w:rPr>
          <w:lang w:val="es-419"/>
        </w:rPr>
      </w:pPr>
    </w:p>
    <w:p w14:paraId="38421EED" w14:textId="77777777" w:rsidR="005835A6" w:rsidRPr="00614303" w:rsidRDefault="005835A6" w:rsidP="005835A6">
      <w:pPr>
        <w:pStyle w:val="ListParagraph"/>
        <w:ind w:left="0"/>
        <w:rPr>
          <w:lang w:val="es-419"/>
        </w:rPr>
      </w:pPr>
    </w:p>
    <w:p w14:paraId="5BA946EF" w14:textId="77777777" w:rsidR="005835A6" w:rsidRPr="00614303" w:rsidRDefault="005835A6" w:rsidP="005835A6">
      <w:pPr>
        <w:pStyle w:val="ListParagraph"/>
        <w:ind w:left="0"/>
        <w:rPr>
          <w:u w:val="single"/>
          <w:lang w:val="es-419"/>
        </w:rPr>
      </w:pPr>
      <w:r w:rsidRPr="00614303">
        <w:rPr>
          <w:u w:val="single"/>
          <w:lang w:val="es-419"/>
        </w:rPr>
        <w:t>WIPO/GRTKF/IC/51/INF/8: 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14:paraId="08131AB1" w14:textId="77777777" w:rsidR="005835A6" w:rsidRPr="00614303" w:rsidRDefault="005835A6" w:rsidP="005835A6">
      <w:pPr>
        <w:pStyle w:val="ListParagraph"/>
        <w:ind w:left="0"/>
        <w:rPr>
          <w:u w:val="single"/>
          <w:lang w:val="es-419"/>
        </w:rPr>
      </w:pPr>
    </w:p>
    <w:p w14:paraId="5FF39FF0" w14:textId="77777777" w:rsidR="005835A6" w:rsidRPr="00614303" w:rsidRDefault="005835A6" w:rsidP="005835A6">
      <w:pPr>
        <w:pStyle w:val="ListParagraph"/>
        <w:numPr>
          <w:ilvl w:val="0"/>
          <w:numId w:val="7"/>
        </w:numPr>
        <w:ind w:left="0" w:firstLine="0"/>
        <w:rPr>
          <w:u w:val="single"/>
          <w:lang w:val="es-419"/>
        </w:rPr>
      </w:pPr>
      <w:r w:rsidRPr="00614303">
        <w:rPr>
          <w:lang w:val="es-419"/>
        </w:rPr>
        <w:t>En su cuadragésima sesión, el Comité pidió a la Secretaría que encargara a un experto indígena, valiéndose de los recursos existentes, la actualización del “Examen técnico de algunas cuestiones esenciales de propiedad intelectual, de los proyectos de instrumentos de la OMPI relativos a los recursos genéticos, los conocimientos tradicionales y las expresiones culturales tradicionales” (“examen técnico”), que fue presentado al Comité como documento de información durante la vigesimonovena sesión del Comité.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(República Unida de Tanzanía), la actualización del examen técnico. Este documento es una versión actualizada del examen técnico.</w:t>
      </w:r>
    </w:p>
    <w:p w14:paraId="204B9767" w14:textId="77777777" w:rsidR="005835A6" w:rsidRPr="00614303" w:rsidRDefault="005835A6" w:rsidP="005835A6">
      <w:pPr>
        <w:pStyle w:val="ListParagraph"/>
        <w:ind w:left="0"/>
        <w:rPr>
          <w:u w:val="single"/>
          <w:lang w:val="es-419"/>
        </w:rPr>
      </w:pPr>
    </w:p>
    <w:p w14:paraId="0EFBFC66" w14:textId="77777777" w:rsidR="005835A6" w:rsidRPr="00614303" w:rsidRDefault="005835A6" w:rsidP="005835A6">
      <w:pPr>
        <w:pStyle w:val="ListParagraph"/>
        <w:ind w:left="0"/>
        <w:rPr>
          <w:lang w:val="es-419"/>
        </w:rPr>
      </w:pPr>
    </w:p>
    <w:p w14:paraId="740E8E72" w14:textId="77777777" w:rsidR="005835A6" w:rsidRPr="00614303" w:rsidRDefault="005835A6" w:rsidP="005835A6">
      <w:pPr>
        <w:pStyle w:val="ListParagraph"/>
        <w:ind w:left="0"/>
        <w:rPr>
          <w:lang w:val="es-419"/>
        </w:rPr>
      </w:pPr>
      <w:r w:rsidRPr="00614303">
        <w:rPr>
          <w:lang w:val="es-419"/>
        </w:rPr>
        <w:t>III.</w:t>
      </w:r>
      <w:r w:rsidRPr="00614303">
        <w:rPr>
          <w:lang w:val="es-419"/>
        </w:rPr>
        <w:tab/>
        <w:t>DOCUMENTOS DE TRABAJO PARA LA QUINCUAGÉSIMA PRIMERA SESIÓN</w:t>
      </w:r>
    </w:p>
    <w:p w14:paraId="6D7BB0DC" w14:textId="77777777" w:rsidR="005835A6" w:rsidRPr="00614303" w:rsidRDefault="005835A6" w:rsidP="005835A6">
      <w:pPr>
        <w:pStyle w:val="ListParagraph"/>
        <w:ind w:left="0"/>
        <w:rPr>
          <w:lang w:val="es-419"/>
        </w:rPr>
      </w:pPr>
    </w:p>
    <w:p w14:paraId="3D3CD518" w14:textId="77777777" w:rsidR="005835A6" w:rsidRPr="00614303" w:rsidRDefault="005835A6" w:rsidP="005835A6">
      <w:pPr>
        <w:pStyle w:val="ONUME"/>
        <w:numPr>
          <w:ilvl w:val="0"/>
          <w:numId w:val="0"/>
        </w:numPr>
        <w:spacing w:after="0"/>
        <w:rPr>
          <w:u w:val="single"/>
          <w:lang w:val="es-419"/>
        </w:rPr>
      </w:pPr>
      <w:r w:rsidRPr="00614303">
        <w:rPr>
          <w:u w:val="single"/>
          <w:lang w:val="es-419"/>
        </w:rPr>
        <w:t>WIPO/GRTKF/IC/49/4: La protección de los conocimientos tradicionales: Proyecto de artículos</w:t>
      </w:r>
    </w:p>
    <w:p w14:paraId="61C7C638" w14:textId="77777777" w:rsidR="005835A6" w:rsidRPr="00614303" w:rsidRDefault="005835A6" w:rsidP="005835A6">
      <w:pPr>
        <w:pStyle w:val="ONUME"/>
        <w:numPr>
          <w:ilvl w:val="0"/>
          <w:numId w:val="0"/>
        </w:numPr>
        <w:spacing w:after="0"/>
        <w:rPr>
          <w:u w:val="single"/>
          <w:lang w:val="es-419"/>
        </w:rPr>
      </w:pPr>
    </w:p>
    <w:p w14:paraId="480C3DA4" w14:textId="77777777" w:rsidR="005835A6" w:rsidRPr="00614303" w:rsidRDefault="005835A6" w:rsidP="005835A6">
      <w:pPr>
        <w:pStyle w:val="ListParagraph"/>
        <w:numPr>
          <w:ilvl w:val="0"/>
          <w:numId w:val="7"/>
        </w:numPr>
        <w:ind w:left="0" w:firstLine="0"/>
        <w:rPr>
          <w:lang w:val="es-419"/>
        </w:rPr>
      </w:pPr>
      <w:r w:rsidRPr="00614303">
        <w:rPr>
          <w:lang w:val="es-419"/>
        </w:rPr>
        <w:t>En su quincuagésima sesión, el Comité trabajó sobre la base del documento WIPO/GRTKF/IC/49/4. Sin embargo, los Estados miembros no pudieron alcanzar el consenso sobre el texto consolidado y decidieron no transmitirlo a la 51.ª sesión del CDIP. En lugar de ello, el Comité decidió seguir trabajando sobre la base del documento WIPO/GRTKF/IC/49/4. Ese documento se ha puesto a disposición de esta sesión de conformidad con esa decisión.</w:t>
      </w:r>
    </w:p>
    <w:p w14:paraId="18A59A9E" w14:textId="77777777" w:rsidR="005835A6" w:rsidRPr="00614303" w:rsidRDefault="005835A6" w:rsidP="005835A6">
      <w:pPr>
        <w:pStyle w:val="ListParagraph"/>
        <w:ind w:left="0"/>
        <w:rPr>
          <w:lang w:val="es-419"/>
        </w:rPr>
      </w:pPr>
    </w:p>
    <w:p w14:paraId="2429514D" w14:textId="77777777" w:rsidR="005835A6" w:rsidRPr="00614303" w:rsidRDefault="005835A6" w:rsidP="005835A6">
      <w:pPr>
        <w:pStyle w:val="ONUME"/>
        <w:numPr>
          <w:ilvl w:val="0"/>
          <w:numId w:val="0"/>
        </w:numPr>
        <w:spacing w:after="0"/>
        <w:rPr>
          <w:lang w:val="es-419"/>
        </w:rPr>
      </w:pPr>
    </w:p>
    <w:p w14:paraId="6020CFC3" w14:textId="77777777" w:rsidR="005835A6" w:rsidRPr="00614303" w:rsidRDefault="005835A6" w:rsidP="005835A6">
      <w:pPr>
        <w:pStyle w:val="ONUME"/>
        <w:numPr>
          <w:ilvl w:val="0"/>
          <w:numId w:val="0"/>
        </w:numPr>
        <w:spacing w:after="0"/>
        <w:rPr>
          <w:u w:val="single"/>
          <w:lang w:val="es-419"/>
        </w:rPr>
      </w:pPr>
      <w:r w:rsidRPr="00614303">
        <w:rPr>
          <w:u w:val="single"/>
          <w:lang w:val="es-419"/>
        </w:rPr>
        <w:lastRenderedPageBreak/>
        <w:t>WIPO/GRTKF/IC/49/5: La protección de las expresiones culturales tradicionales: Proyecto de artículos</w:t>
      </w:r>
    </w:p>
    <w:p w14:paraId="65CF4F0B" w14:textId="77777777" w:rsidR="005835A6" w:rsidRPr="00614303" w:rsidRDefault="005835A6" w:rsidP="005835A6">
      <w:pPr>
        <w:pStyle w:val="ONUME"/>
        <w:numPr>
          <w:ilvl w:val="0"/>
          <w:numId w:val="0"/>
        </w:numPr>
        <w:spacing w:after="0"/>
        <w:rPr>
          <w:u w:val="single"/>
          <w:lang w:val="es-419"/>
        </w:rPr>
      </w:pPr>
    </w:p>
    <w:p w14:paraId="5D1845B7" w14:textId="77777777" w:rsidR="005835A6" w:rsidRPr="00614303" w:rsidRDefault="005835A6" w:rsidP="005835A6">
      <w:pPr>
        <w:pStyle w:val="ListParagraph"/>
        <w:numPr>
          <w:ilvl w:val="0"/>
          <w:numId w:val="7"/>
        </w:numPr>
        <w:ind w:left="0" w:firstLine="0"/>
        <w:rPr>
          <w:lang w:val="es-419"/>
        </w:rPr>
      </w:pPr>
      <w:r w:rsidRPr="00614303">
        <w:rPr>
          <w:lang w:val="es-419"/>
        </w:rPr>
        <w:t>En su quincuagésima sesión, el Comité trabajó sobre la base del documento WIPO/GRTKF/IC/49/5. Sin embargo, los Estados miembros no pudieron alcanzar el consenso sobre el texto consolidado y decidieron no transmitirlo a la 51.ª sesión del CDIP. En lugar de ello, el Comité decidió seguir trabajando sobre la base del documento WIPO/GRTKF/IC/49/5. Ese documento se ha puesto a disposición de esta sesión de conformidad con esa decisión.</w:t>
      </w:r>
    </w:p>
    <w:p w14:paraId="07376CD4" w14:textId="77777777" w:rsidR="005835A6" w:rsidRPr="00614303" w:rsidRDefault="005835A6" w:rsidP="005835A6">
      <w:pPr>
        <w:pStyle w:val="ListParagraph"/>
        <w:ind w:left="0"/>
        <w:rPr>
          <w:lang w:val="es-419"/>
        </w:rPr>
      </w:pPr>
    </w:p>
    <w:p w14:paraId="7456B157" w14:textId="77777777" w:rsidR="005835A6" w:rsidRPr="00614303" w:rsidRDefault="005835A6" w:rsidP="005835A6">
      <w:pPr>
        <w:pStyle w:val="ListParagraph"/>
        <w:ind w:left="0"/>
        <w:rPr>
          <w:lang w:val="es-419"/>
        </w:rPr>
      </w:pPr>
    </w:p>
    <w:p w14:paraId="715CE38F" w14:textId="7B527601" w:rsidR="00152CEA" w:rsidRPr="00614303" w:rsidRDefault="005835A6" w:rsidP="00614303">
      <w:pPr>
        <w:pStyle w:val="Endofdocument-Annex"/>
        <w:rPr>
          <w:lang w:val="es-419"/>
        </w:rPr>
      </w:pPr>
      <w:r w:rsidRPr="00614303">
        <w:rPr>
          <w:lang w:val="es-419"/>
        </w:rPr>
        <w:t>[Fin del documento]</w:t>
      </w:r>
      <w:bookmarkEnd w:id="5"/>
    </w:p>
    <w:sectPr w:rsidR="00152CEA" w:rsidRPr="00614303" w:rsidSect="005835A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46B06" w14:textId="77777777" w:rsidR="005835A6" w:rsidRDefault="005835A6">
      <w:r>
        <w:separator/>
      </w:r>
    </w:p>
  </w:endnote>
  <w:endnote w:type="continuationSeparator" w:id="0">
    <w:p w14:paraId="36AE21AE" w14:textId="77777777" w:rsidR="005835A6" w:rsidRPr="009D30E6" w:rsidRDefault="005835A6" w:rsidP="007E663E">
      <w:pPr>
        <w:rPr>
          <w:sz w:val="17"/>
          <w:szCs w:val="17"/>
        </w:rPr>
      </w:pPr>
      <w:r w:rsidRPr="009D30E6">
        <w:rPr>
          <w:sz w:val="17"/>
          <w:szCs w:val="17"/>
        </w:rPr>
        <w:separator/>
      </w:r>
    </w:p>
    <w:p w14:paraId="514EE7F4" w14:textId="77777777" w:rsidR="005835A6" w:rsidRPr="007E663E" w:rsidRDefault="005835A6" w:rsidP="007E663E">
      <w:pPr>
        <w:spacing w:after="60"/>
        <w:rPr>
          <w:sz w:val="17"/>
          <w:szCs w:val="17"/>
        </w:rPr>
      </w:pPr>
      <w:r>
        <w:rPr>
          <w:sz w:val="17"/>
        </w:rPr>
        <w:t>[Continuación de la nota de la página anterior]</w:t>
      </w:r>
    </w:p>
  </w:endnote>
  <w:endnote w:type="continuationNotice" w:id="1">
    <w:p w14:paraId="40955525" w14:textId="77777777" w:rsidR="005835A6" w:rsidRPr="007E663E" w:rsidRDefault="005835A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18386" w14:textId="77777777" w:rsidR="005835A6" w:rsidRDefault="005835A6">
      <w:r>
        <w:separator/>
      </w:r>
    </w:p>
  </w:footnote>
  <w:footnote w:type="continuationSeparator" w:id="0">
    <w:p w14:paraId="72F81731" w14:textId="77777777" w:rsidR="005835A6" w:rsidRPr="009D30E6" w:rsidRDefault="005835A6" w:rsidP="007E663E">
      <w:pPr>
        <w:rPr>
          <w:sz w:val="17"/>
          <w:szCs w:val="17"/>
        </w:rPr>
      </w:pPr>
      <w:r w:rsidRPr="009D30E6">
        <w:rPr>
          <w:sz w:val="17"/>
          <w:szCs w:val="17"/>
        </w:rPr>
        <w:separator/>
      </w:r>
    </w:p>
    <w:p w14:paraId="329EB88D" w14:textId="77777777" w:rsidR="005835A6" w:rsidRPr="007E663E" w:rsidRDefault="005835A6" w:rsidP="007E663E">
      <w:pPr>
        <w:spacing w:after="60"/>
        <w:rPr>
          <w:sz w:val="17"/>
          <w:szCs w:val="17"/>
        </w:rPr>
      </w:pPr>
      <w:r>
        <w:rPr>
          <w:sz w:val="17"/>
        </w:rPr>
        <w:t>[Continuación de la nota de la página anterior]</w:t>
      </w:r>
    </w:p>
  </w:footnote>
  <w:footnote w:type="continuationNotice" w:id="1">
    <w:p w14:paraId="31B35171" w14:textId="77777777" w:rsidR="005835A6" w:rsidRPr="007E663E" w:rsidRDefault="005835A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50FFC" w14:textId="7056F787" w:rsidR="00AE7F20" w:rsidRPr="005835A6" w:rsidRDefault="001B0BAE" w:rsidP="00477D6B">
    <w:pPr>
      <w:jc w:val="right"/>
      <w:rPr>
        <w:caps/>
        <w:lang w:val="pt-BR"/>
      </w:rPr>
    </w:pPr>
    <w:bookmarkStart w:id="6" w:name="Code2"/>
    <w:bookmarkEnd w:id="6"/>
    <w:r>
      <w:rPr>
        <w:caps/>
        <w:lang w:val="pt-BR"/>
      </w:rPr>
      <w:t>WIPO/</w:t>
    </w:r>
    <w:r w:rsidR="005835A6" w:rsidRPr="005835A6">
      <w:rPr>
        <w:caps/>
        <w:lang w:val="pt-BR"/>
      </w:rPr>
      <w:t>GRTKF</w:t>
    </w:r>
    <w:r>
      <w:rPr>
        <w:caps/>
        <w:lang w:val="pt-BR"/>
      </w:rPr>
      <w:t>/</w:t>
    </w:r>
    <w:r w:rsidR="005835A6" w:rsidRPr="005835A6">
      <w:rPr>
        <w:caps/>
        <w:lang w:val="pt-BR"/>
      </w:rPr>
      <w:t>IC</w:t>
    </w:r>
    <w:r>
      <w:rPr>
        <w:caps/>
        <w:lang w:val="pt-BR"/>
      </w:rPr>
      <w:t>/</w:t>
    </w:r>
    <w:r w:rsidR="005835A6" w:rsidRPr="005835A6">
      <w:rPr>
        <w:caps/>
        <w:lang w:val="pt-BR"/>
      </w:rPr>
      <w:t>51</w:t>
    </w:r>
    <w:r>
      <w:rPr>
        <w:caps/>
        <w:lang w:val="pt-BR"/>
      </w:rPr>
      <w:t>/</w:t>
    </w:r>
    <w:r w:rsidR="005835A6" w:rsidRPr="005835A6">
      <w:rPr>
        <w:caps/>
        <w:lang w:val="pt-BR"/>
      </w:rPr>
      <w:t>INF/2</w:t>
    </w:r>
  </w:p>
  <w:p w14:paraId="0DF2DDAA" w14:textId="77777777" w:rsidR="00AE7F20" w:rsidRPr="005835A6" w:rsidRDefault="00AE7F20" w:rsidP="00477D6B">
    <w:pPr>
      <w:jc w:val="right"/>
      <w:rPr>
        <w:lang w:val="pt-BR"/>
      </w:rPr>
    </w:pPr>
    <w:r w:rsidRPr="005835A6">
      <w:rPr>
        <w:lang w:val="pt-BR"/>
      </w:rPr>
      <w:t xml:space="preserve">página </w:t>
    </w:r>
    <w:r>
      <w:fldChar w:fldCharType="begin"/>
    </w:r>
    <w:r w:rsidRPr="005835A6">
      <w:rPr>
        <w:lang w:val="pt-BR"/>
      </w:rPr>
      <w:instrText xml:space="preserve"> PAGE  \* MERGEFORMAT </w:instrText>
    </w:r>
    <w:r>
      <w:fldChar w:fldCharType="separate"/>
    </w:r>
    <w:r w:rsidR="00EB0D93" w:rsidRPr="005835A6">
      <w:rPr>
        <w:noProof/>
        <w:lang w:val="pt-BR"/>
      </w:rPr>
      <w:t>2</w:t>
    </w:r>
    <w:r>
      <w:fldChar w:fldCharType="end"/>
    </w:r>
  </w:p>
  <w:p w14:paraId="392E6F31" w14:textId="77777777" w:rsidR="00AE7F20" w:rsidRPr="005835A6" w:rsidRDefault="00AE7F20" w:rsidP="00477D6B">
    <w:pPr>
      <w:jc w:val="right"/>
      <w:rPr>
        <w:lang w:val="pt-BR"/>
      </w:rPr>
    </w:pPr>
  </w:p>
  <w:p w14:paraId="456C79A0" w14:textId="77777777" w:rsidR="00EC1AA7" w:rsidRPr="005835A6" w:rsidRDefault="00EC1AA7" w:rsidP="00477D6B">
    <w:pP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82866648">
    <w:abstractNumId w:val="2"/>
  </w:num>
  <w:num w:numId="2" w16cid:durableId="2043094832">
    <w:abstractNumId w:val="4"/>
  </w:num>
  <w:num w:numId="3" w16cid:durableId="875390565">
    <w:abstractNumId w:val="0"/>
  </w:num>
  <w:num w:numId="4" w16cid:durableId="565652951">
    <w:abstractNumId w:val="5"/>
  </w:num>
  <w:num w:numId="5" w16cid:durableId="759570050">
    <w:abstractNumId w:val="1"/>
  </w:num>
  <w:num w:numId="6" w16cid:durableId="1047948084">
    <w:abstractNumId w:val="3"/>
  </w:num>
  <w:num w:numId="7" w16cid:durableId="2065908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5A6"/>
    <w:rsid w:val="00010686"/>
    <w:rsid w:val="00052915"/>
    <w:rsid w:val="000E3BB3"/>
    <w:rsid w:val="000F5E56"/>
    <w:rsid w:val="001362EE"/>
    <w:rsid w:val="00152CEA"/>
    <w:rsid w:val="001832A6"/>
    <w:rsid w:val="001857DC"/>
    <w:rsid w:val="001B0BAE"/>
    <w:rsid w:val="002634C4"/>
    <w:rsid w:val="002C2E2F"/>
    <w:rsid w:val="002D23B5"/>
    <w:rsid w:val="002E0F47"/>
    <w:rsid w:val="002F4E68"/>
    <w:rsid w:val="00310826"/>
    <w:rsid w:val="00354647"/>
    <w:rsid w:val="00377273"/>
    <w:rsid w:val="00377600"/>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835A6"/>
    <w:rsid w:val="005B2EAE"/>
    <w:rsid w:val="00605827"/>
    <w:rsid w:val="00614303"/>
    <w:rsid w:val="00675021"/>
    <w:rsid w:val="006A06C6"/>
    <w:rsid w:val="007224C8"/>
    <w:rsid w:val="00794BE2"/>
    <w:rsid w:val="007A5581"/>
    <w:rsid w:val="007B71FE"/>
    <w:rsid w:val="007D781E"/>
    <w:rsid w:val="007E663E"/>
    <w:rsid w:val="00815082"/>
    <w:rsid w:val="0088395E"/>
    <w:rsid w:val="008B2CC1"/>
    <w:rsid w:val="008E6BD6"/>
    <w:rsid w:val="0090731E"/>
    <w:rsid w:val="00907C8F"/>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91E2A"/>
    <w:rsid w:val="00BC4164"/>
    <w:rsid w:val="00BD2DCC"/>
    <w:rsid w:val="00BE7CBF"/>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5C76"/>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83EC31"/>
  <w15:docId w15:val="{77A4235B-CFF4-4A5B-B50C-11CAA033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835A6"/>
    <w:pPr>
      <w:ind w:left="720"/>
      <w:contextualSpacing/>
    </w:pPr>
    <w:rPr>
      <w:rFonts w:eastAsia="Times New Roman"/>
      <w:lang w:eastAsia="en-US"/>
    </w:rPr>
  </w:style>
  <w:style w:type="character" w:styleId="Hyperlink">
    <w:name w:val="Hyperlink"/>
    <w:basedOn w:val="DefaultParagraphFont"/>
    <w:unhideWhenUsed/>
    <w:rsid w:val="005835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s/details.jsp?meeting_id=853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GRTKF_IC_51(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GRTKF_IC_51(S).dotm</Template>
  <TotalTime>4</TotalTime>
  <Pages>4</Pages>
  <Words>1141</Words>
  <Characters>6865</Characters>
  <Application>Microsoft Office Word</Application>
  <DocSecurity>0</DocSecurity>
  <Lines>361</Lines>
  <Paragraphs>242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GRTKF_IC_51(S)</dc:title>
  <dc:creator>CEVALLOS DUQUE Nilo</dc:creator>
  <cp:keywords>FOR OFFICIAL USE ONLY</cp:keywords>
  <cp:lastModifiedBy>CEVALLOS DUQUE Nilo</cp:lastModifiedBy>
  <cp:revision>5</cp:revision>
  <dcterms:created xsi:type="dcterms:W3CDTF">2025-04-28T13:29:00Z</dcterms:created>
  <dcterms:modified xsi:type="dcterms:W3CDTF">2025-04-28T13:36:00Z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2025-04-28T13:31:51Z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432229f8-e29f-4e04-9591-88aee0ba22f9</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