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D2849" w14:textId="77777777" w:rsidR="008B2CC1" w:rsidRPr="00522157" w:rsidRDefault="00472A6E" w:rsidP="00377600">
      <w:pPr>
        <w:pBdr>
          <w:bottom w:val="single" w:sz="4" w:space="10" w:color="auto"/>
        </w:pBdr>
        <w:spacing w:after="120"/>
        <w:ind w:right="-57"/>
        <w:jc w:val="right"/>
        <w:rPr>
          <w:lang w:val="es-419"/>
        </w:rPr>
      </w:pPr>
      <w:r w:rsidRPr="00522157">
        <w:rPr>
          <w:noProof/>
          <w:lang w:val="es-419" w:eastAsia="en-US"/>
        </w:rPr>
        <w:drawing>
          <wp:inline distT="0" distB="0" distL="0" distR="0" wp14:anchorId="264732E5" wp14:editId="147846C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54F28A0" w14:textId="6C89EA8D" w:rsidR="00472A6E" w:rsidRPr="00522157" w:rsidRDefault="00377600" w:rsidP="00472A6E">
      <w:pPr>
        <w:jc w:val="right"/>
        <w:rPr>
          <w:rFonts w:ascii="Arial Black" w:hAnsi="Arial Black"/>
          <w:caps/>
          <w:sz w:val="15"/>
          <w:lang w:val="es-419"/>
        </w:rPr>
      </w:pPr>
      <w:r w:rsidRPr="00522157">
        <w:rPr>
          <w:rFonts w:ascii="Arial Black" w:hAnsi="Arial Black"/>
          <w:caps/>
          <w:sz w:val="15"/>
          <w:lang w:val="es-419"/>
        </w:rPr>
        <w:t>WIPO/GRTKF/IC/51/</w:t>
      </w:r>
      <w:bookmarkStart w:id="0" w:name="Code"/>
      <w:bookmarkEnd w:id="0"/>
      <w:r w:rsidR="00C3740A" w:rsidRPr="00522157">
        <w:rPr>
          <w:rFonts w:ascii="Arial Black" w:hAnsi="Arial Black"/>
          <w:caps/>
          <w:sz w:val="15"/>
          <w:lang w:val="es-419"/>
        </w:rPr>
        <w:t>3</w:t>
      </w:r>
    </w:p>
    <w:p w14:paraId="38D64D21" w14:textId="3C902E97" w:rsidR="008B2CC1" w:rsidRPr="00522157" w:rsidRDefault="00472A6E" w:rsidP="00472A6E">
      <w:pPr>
        <w:jc w:val="right"/>
        <w:rPr>
          <w:lang w:val="es-419"/>
        </w:rPr>
      </w:pPr>
      <w:r w:rsidRPr="00522157">
        <w:rPr>
          <w:rFonts w:ascii="Arial Black" w:hAnsi="Arial Black"/>
          <w:caps/>
          <w:sz w:val="15"/>
          <w:lang w:val="es-419"/>
        </w:rPr>
        <w:t xml:space="preserve">ORIGINAL: </w:t>
      </w:r>
      <w:bookmarkStart w:id="1" w:name="Original"/>
      <w:r w:rsidR="00C3740A" w:rsidRPr="00522157">
        <w:rPr>
          <w:rFonts w:ascii="Arial Black" w:hAnsi="Arial Black"/>
          <w:caps/>
          <w:sz w:val="15"/>
          <w:lang w:val="es-419"/>
        </w:rPr>
        <w:t>INGLÉS</w:t>
      </w:r>
    </w:p>
    <w:bookmarkEnd w:id="1"/>
    <w:p w14:paraId="1059BE03" w14:textId="0E1719E8" w:rsidR="008B2CC1" w:rsidRPr="00522157" w:rsidRDefault="00472A6E" w:rsidP="00472A6E">
      <w:pPr>
        <w:spacing w:after="1200"/>
        <w:jc w:val="right"/>
        <w:rPr>
          <w:lang w:val="es-419"/>
        </w:rPr>
      </w:pPr>
      <w:r w:rsidRPr="00522157">
        <w:rPr>
          <w:rFonts w:ascii="Arial Black" w:hAnsi="Arial Black"/>
          <w:caps/>
          <w:sz w:val="15"/>
          <w:lang w:val="es-419"/>
        </w:rPr>
        <w:t xml:space="preserve">fecha: </w:t>
      </w:r>
      <w:bookmarkStart w:id="2" w:name="Date"/>
      <w:r w:rsidR="00C3740A" w:rsidRPr="00522157">
        <w:rPr>
          <w:rFonts w:ascii="Arial Black" w:hAnsi="Arial Black"/>
          <w:caps/>
          <w:sz w:val="15"/>
          <w:lang w:val="es-419"/>
        </w:rPr>
        <w:t>17 DE ABRIL DE 2025</w:t>
      </w:r>
    </w:p>
    <w:bookmarkEnd w:id="2"/>
    <w:p w14:paraId="5DDB3674" w14:textId="77777777" w:rsidR="00377600" w:rsidRPr="00522157" w:rsidRDefault="00377600" w:rsidP="00377600">
      <w:pPr>
        <w:spacing w:after="480"/>
        <w:outlineLvl w:val="1"/>
        <w:rPr>
          <w:b/>
          <w:sz w:val="24"/>
          <w:szCs w:val="24"/>
          <w:lang w:val="es-419"/>
        </w:rPr>
      </w:pPr>
      <w:r w:rsidRPr="00522157">
        <w:rPr>
          <w:b/>
          <w:sz w:val="28"/>
          <w:szCs w:val="28"/>
          <w:lang w:val="es-419"/>
        </w:rPr>
        <w:t>Comité Intergubernamental sobre Propiedad Intelectual y Recursos Genéticos, Conocimientos Tradicionales y Folclore</w:t>
      </w:r>
    </w:p>
    <w:p w14:paraId="3DC4F747" w14:textId="77777777" w:rsidR="00F03BDD" w:rsidRPr="00522157" w:rsidRDefault="00377600" w:rsidP="00F03BDD">
      <w:pPr>
        <w:spacing w:after="720"/>
        <w:outlineLvl w:val="1"/>
        <w:rPr>
          <w:b/>
          <w:sz w:val="24"/>
          <w:szCs w:val="24"/>
          <w:lang w:val="es-419"/>
        </w:rPr>
      </w:pPr>
      <w:r w:rsidRPr="00522157">
        <w:rPr>
          <w:b/>
          <w:sz w:val="24"/>
          <w:szCs w:val="24"/>
          <w:lang w:val="es-419"/>
        </w:rPr>
        <w:t>Quincuagésima primera sesión</w:t>
      </w:r>
      <w:r w:rsidR="00F03BDD" w:rsidRPr="00522157">
        <w:rPr>
          <w:b/>
          <w:sz w:val="24"/>
          <w:szCs w:val="24"/>
          <w:lang w:val="es-419"/>
        </w:rPr>
        <w:br/>
        <w:t>Ginebra, 30 de mayo a 5 de junio de 2025</w:t>
      </w:r>
    </w:p>
    <w:p w14:paraId="484F314A" w14:textId="73F42EDF" w:rsidR="008B2CC1" w:rsidRPr="00522157" w:rsidRDefault="00C3740A" w:rsidP="00472A6E">
      <w:pPr>
        <w:spacing w:after="360"/>
        <w:rPr>
          <w:caps/>
          <w:sz w:val="24"/>
          <w:lang w:val="es-419"/>
        </w:rPr>
      </w:pPr>
      <w:bookmarkStart w:id="3" w:name="TitleOfDoc"/>
      <w:r w:rsidRPr="00522157">
        <w:rPr>
          <w:sz w:val="24"/>
          <w:lang w:val="es-419"/>
        </w:rPr>
        <w:t>PARTICIPACIÓN DE LAS COMUNIDADES INDÍGENAS Y LOCALES</w:t>
      </w:r>
      <w:r w:rsidR="00DF4CC6" w:rsidRPr="00522157">
        <w:rPr>
          <w:sz w:val="24"/>
          <w:lang w:val="es-419"/>
        </w:rPr>
        <w:t xml:space="preserve">: </w:t>
      </w:r>
      <w:r w:rsidRPr="00522157">
        <w:rPr>
          <w:sz w:val="24"/>
          <w:lang w:val="es-419"/>
        </w:rPr>
        <w:t>FONDO DE CONTRIBUCIONES VOLUNTARIAS</w:t>
      </w:r>
    </w:p>
    <w:p w14:paraId="2122BD33" w14:textId="24D608BD" w:rsidR="008B2CC1" w:rsidRPr="00522157" w:rsidRDefault="00C3740A" w:rsidP="00472A6E">
      <w:pPr>
        <w:spacing w:after="1040"/>
        <w:rPr>
          <w:i/>
          <w:lang w:val="es-419"/>
        </w:rPr>
      </w:pPr>
      <w:bookmarkStart w:id="4" w:name="Prepared"/>
      <w:bookmarkEnd w:id="3"/>
      <w:bookmarkEnd w:id="4"/>
      <w:r w:rsidRPr="00522157">
        <w:rPr>
          <w:i/>
          <w:lang w:val="es-419"/>
        </w:rPr>
        <w:t>Documento preparado por la Secretaría</w:t>
      </w:r>
    </w:p>
    <w:p w14:paraId="7F3682DB" w14:textId="77777777" w:rsidR="00C3740A" w:rsidRPr="00522157" w:rsidRDefault="00C3740A" w:rsidP="00C3740A">
      <w:pPr>
        <w:keepNext/>
        <w:outlineLvl w:val="1"/>
        <w:rPr>
          <w:bCs/>
          <w:iCs/>
          <w:caps/>
          <w:szCs w:val="28"/>
          <w:lang w:val="es-419"/>
        </w:rPr>
      </w:pPr>
      <w:r w:rsidRPr="00522157">
        <w:rPr>
          <w:caps/>
          <w:lang w:val="es-419"/>
        </w:rPr>
        <w:t>NECESIDAD DE REPONER LAS RESERVAS DEL FONDO DE CONTRIBUCIONES VOLUNTARIAS</w:t>
      </w:r>
    </w:p>
    <w:p w14:paraId="69470730" w14:textId="77777777" w:rsidR="00C3740A" w:rsidRPr="00522157" w:rsidRDefault="00C3740A" w:rsidP="00C3740A">
      <w:pPr>
        <w:rPr>
          <w:sz w:val="20"/>
          <w:lang w:val="es-419"/>
        </w:rPr>
      </w:pPr>
    </w:p>
    <w:p w14:paraId="64EBB18C" w14:textId="5C7D5B7B" w:rsidR="00C3740A" w:rsidRPr="00522157" w:rsidRDefault="00C3740A" w:rsidP="00C3740A">
      <w:pPr>
        <w:numPr>
          <w:ilvl w:val="0"/>
          <w:numId w:val="22"/>
        </w:numPr>
        <w:ind w:left="0" w:firstLine="0"/>
        <w:contextualSpacing/>
        <w:rPr>
          <w:lang w:val="es-419"/>
        </w:rPr>
      </w:pPr>
      <w:r w:rsidRPr="00522157">
        <w:rPr>
          <w:lang w:val="es-419"/>
        </w:rPr>
        <w:t>Desde los dos últimos documentos de este tipo (documentos WIPO/GRTKF/IC/49/3 y WIPO/GRTKF/IC/50/3), el Fondo de Contribuciones Voluntarias de la OMPI para las Comunidades Indígenas y Locales Acreditadas (</w:t>
      </w:r>
      <w:r w:rsidR="00BE6848" w:rsidRPr="00522157">
        <w:rPr>
          <w:lang w:val="es-419"/>
        </w:rPr>
        <w:t>“</w:t>
      </w:r>
      <w:r w:rsidRPr="00522157">
        <w:rPr>
          <w:lang w:val="es-419"/>
        </w:rPr>
        <w:t>el Fondo</w:t>
      </w:r>
      <w:r w:rsidR="00BE6848" w:rsidRPr="00522157">
        <w:rPr>
          <w:lang w:val="es-419"/>
        </w:rPr>
        <w:t>”</w:t>
      </w:r>
      <w:r w:rsidRPr="00522157">
        <w:rPr>
          <w:lang w:val="es-419"/>
        </w:rPr>
        <w:t>) sigue agotándose,  debido a los desembolsos realizados por este en relación con la Conferencia Diplomática sobre los Recursos Genéticos y los Conocimientos Tradicionales Conexos (“la Conferencia Diplomática”), que tuvo lugar en la sede de la OMPI en Ginebra del 13 al 24 de mayo de 2024, y a la ausencia de nuevas contribuciones realizadas después de la Conferencia Diplomática hasta el 17 de abril de 2025 (véanse los documentos WIPO/GRTKF/IC/50/INF/4 y WIPO/GRTKF/IC/51/INF/4).</w:t>
      </w:r>
    </w:p>
    <w:p w14:paraId="41074464" w14:textId="77777777" w:rsidR="00C3740A" w:rsidRPr="00522157" w:rsidRDefault="00C3740A" w:rsidP="00C3740A">
      <w:pPr>
        <w:contextualSpacing/>
        <w:rPr>
          <w:lang w:val="es-419"/>
        </w:rPr>
      </w:pPr>
    </w:p>
    <w:p w14:paraId="4ED785D2" w14:textId="1288ACB8" w:rsidR="00C3740A" w:rsidRPr="00522157" w:rsidRDefault="00C3740A" w:rsidP="00C3740A">
      <w:pPr>
        <w:numPr>
          <w:ilvl w:val="0"/>
          <w:numId w:val="22"/>
        </w:numPr>
        <w:ind w:left="0" w:firstLine="0"/>
        <w:contextualSpacing/>
        <w:rPr>
          <w:lang w:val="es-419"/>
        </w:rPr>
      </w:pPr>
      <w:r w:rsidRPr="00522157">
        <w:rPr>
          <w:lang w:val="es-419"/>
        </w:rPr>
        <w:t>El Gobierno de Australia aportó 29 795,36 francos suizos (el equivalente de 50 000 dólares australianos a la fecha) el 22 de junio de 2023, el Instituto Nacional de los Pueblos Indígenas de México aportó 8 239,99 francos suizos (el equivalente a 167 555 pesos mexicanos a la fecha) el 7 de agosto de 2023 y la Agencia Española de Cooperación Internacional para el Desarrollo aportó</w:t>
      </w:r>
      <w:r w:rsidR="00DF4CC6" w:rsidRPr="00522157">
        <w:rPr>
          <w:lang w:val="es-419"/>
        </w:rPr>
        <w:t> </w:t>
      </w:r>
      <w:r w:rsidRPr="00522157">
        <w:rPr>
          <w:lang w:val="es-419"/>
        </w:rPr>
        <w:t>18 518,24 francos suizos (el equivalente a 20 000 euros a la fecha) abonados el 8 de febrero de 2024</w:t>
      </w:r>
      <w:r w:rsidR="00DF4CC6" w:rsidRPr="00522157">
        <w:rPr>
          <w:lang w:val="es-419"/>
        </w:rPr>
        <w:t xml:space="preserve">. </w:t>
      </w:r>
      <w:r w:rsidRPr="00522157">
        <w:rPr>
          <w:lang w:val="es-419"/>
        </w:rPr>
        <w:t xml:space="preserve">Contribuyentes anónimos aportaron 872,60 francos suizos, cantidad que se abonó en la cuenta del Fondo el 4 de julio de 2023, tras la petición de contribuciones voluntarias realizada por el presidente del Comité durante su cuadragésima séptima sesión. </w:t>
      </w:r>
    </w:p>
    <w:p w14:paraId="3D35ACCB" w14:textId="77777777" w:rsidR="00C3740A" w:rsidRPr="00522157" w:rsidRDefault="00C3740A" w:rsidP="00C3740A">
      <w:pPr>
        <w:contextualSpacing/>
        <w:rPr>
          <w:lang w:val="es-419"/>
        </w:rPr>
      </w:pPr>
    </w:p>
    <w:p w14:paraId="4F32C9FA" w14:textId="71E066F5" w:rsidR="00C3740A" w:rsidRPr="00522157" w:rsidRDefault="00C3740A" w:rsidP="00C3740A">
      <w:pPr>
        <w:numPr>
          <w:ilvl w:val="0"/>
          <w:numId w:val="22"/>
        </w:numPr>
        <w:tabs>
          <w:tab w:val="num" w:pos="-153"/>
        </w:tabs>
        <w:ind w:left="0" w:firstLine="0"/>
        <w:contextualSpacing/>
        <w:rPr>
          <w:lang w:val="es-419"/>
        </w:rPr>
      </w:pPr>
      <w:r w:rsidRPr="00522157">
        <w:rPr>
          <w:lang w:val="es-419"/>
        </w:rPr>
        <w:lastRenderedPageBreak/>
        <w:t>Con arreglo a las normas vigentes del Fondo, y que constan en el Anexo I,</w:t>
      </w:r>
      <w:r w:rsidRPr="00522157">
        <w:rPr>
          <w:rStyle w:val="FootnoteReference"/>
          <w:rFonts w:eastAsiaTheme="minorHAnsi"/>
          <w:szCs w:val="22"/>
          <w:lang w:val="es-419" w:eastAsia="en-US"/>
        </w:rPr>
        <w:footnoteReference w:id="2"/>
      </w:r>
      <w:r w:rsidRPr="00522157">
        <w:rPr>
          <w:lang w:val="es-419"/>
        </w:rPr>
        <w:t xml:space="preserve"> la ayuda que se puede conceder mediante el Fondo depende exclusivamente de las contribuciones voluntarias realizadas por los donantes</w:t>
      </w:r>
      <w:r w:rsidR="00DF4CC6" w:rsidRPr="00522157">
        <w:rPr>
          <w:lang w:val="es-419"/>
        </w:rPr>
        <w:t xml:space="preserve">. </w:t>
      </w:r>
      <w:r w:rsidRPr="00522157">
        <w:rPr>
          <w:lang w:val="es-419"/>
        </w:rPr>
        <w:t>Debido a la falta de fondos disponibles a su debido tiempo, el Fondo no ha podido financiar la participación de las personas recomendadas para recibir financiación con vistas a las sesiones cuadragésima octava, cuadragésima novena y quincuagésima del Comité, y tampoco podrá financiar la participación de las personas recomendadas para recibir financiación con vistas a la quincuagésima primera sesión</w:t>
      </w:r>
      <w:r w:rsidR="00DF4CC6" w:rsidRPr="00522157">
        <w:rPr>
          <w:lang w:val="es-419"/>
        </w:rPr>
        <w:t xml:space="preserve">. </w:t>
      </w:r>
      <w:r w:rsidRPr="00522157">
        <w:rPr>
          <w:lang w:val="es-419"/>
        </w:rPr>
        <w:t>Si no se aportan nuevas contribuciones al Fondo de Contribuciones Voluntarias a su debido tiempo, este tampoco podrá financiar la participación de los candidatos recomendados, si los hubiere, con miras a sesiones ulteriores.</w:t>
      </w:r>
    </w:p>
    <w:p w14:paraId="6A7B5AAD" w14:textId="77777777" w:rsidR="00C3740A" w:rsidRPr="00522157" w:rsidRDefault="00C3740A" w:rsidP="00C3740A">
      <w:pPr>
        <w:contextualSpacing/>
        <w:rPr>
          <w:lang w:val="es-419"/>
        </w:rPr>
      </w:pPr>
    </w:p>
    <w:p w14:paraId="19529D67" w14:textId="7E4D0B32" w:rsidR="00C3740A" w:rsidRPr="00522157" w:rsidRDefault="00C3740A" w:rsidP="00C3740A">
      <w:pPr>
        <w:numPr>
          <w:ilvl w:val="0"/>
          <w:numId w:val="22"/>
        </w:numPr>
        <w:ind w:left="0" w:firstLine="0"/>
        <w:contextualSpacing/>
        <w:rPr>
          <w:lang w:val="es-419"/>
        </w:rPr>
      </w:pPr>
      <w:r w:rsidRPr="00522157">
        <w:rPr>
          <w:lang w:val="es-419"/>
        </w:rPr>
        <w:t>El director general de la OMPI y los presidentes del Comité han instado repetida y encarecidamente a los Estados miembros del Comité</w:t>
      </w:r>
      <w:r w:rsidRPr="00522157">
        <w:rPr>
          <w:i/>
          <w:lang w:val="es-419"/>
        </w:rPr>
        <w:t xml:space="preserve"> </w:t>
      </w:r>
      <w:r w:rsidRPr="00522157">
        <w:rPr>
          <w:lang w:val="es-419"/>
        </w:rPr>
        <w:t>y a las entidades interesadas, tanto públicas como privadas, a que aporten financiación al Fondo, habida cuenta de la necesidad fundamental y plenamente admitida de asegurar la participación de las comunidades indígenas y locales, también en la quincuagésima sesión del Comité</w:t>
      </w:r>
      <w:r w:rsidR="00DF4CC6" w:rsidRPr="00522157">
        <w:rPr>
          <w:lang w:val="es-419"/>
        </w:rPr>
        <w:t xml:space="preserve">. </w:t>
      </w:r>
      <w:r w:rsidRPr="00522157">
        <w:rPr>
          <w:lang w:val="es-419"/>
        </w:rPr>
        <w:t>En su último informe, la Junta Asesora del Fondo indicó lo siguiente</w:t>
      </w:r>
      <w:r w:rsidR="00DF4CC6" w:rsidRPr="00522157">
        <w:rPr>
          <w:lang w:val="es-419"/>
        </w:rPr>
        <w:t xml:space="preserve">: </w:t>
      </w:r>
      <w:r w:rsidR="00BE6848" w:rsidRPr="00522157">
        <w:rPr>
          <w:lang w:val="es-419"/>
        </w:rPr>
        <w:t>“</w:t>
      </w:r>
      <w:r w:rsidRPr="00522157">
        <w:rPr>
          <w:lang w:val="es-419"/>
        </w:rPr>
        <w:t>La Junta Asesora observó con gran preocupación que el Fondo sigue estando agotado</w:t>
      </w:r>
      <w:r w:rsidR="00DF4CC6" w:rsidRPr="00522157">
        <w:rPr>
          <w:lang w:val="es-419"/>
        </w:rPr>
        <w:t xml:space="preserve">. </w:t>
      </w:r>
      <w:r w:rsidRPr="00522157">
        <w:rPr>
          <w:lang w:val="es-419"/>
        </w:rPr>
        <w:t>También señaló que no se han hecho nuevas contribuciones al Fondo desde la cuadragésima novena sesión del Comité</w:t>
      </w:r>
      <w:r w:rsidR="00DF4CC6" w:rsidRPr="00522157">
        <w:rPr>
          <w:lang w:val="es-419"/>
        </w:rPr>
        <w:t xml:space="preserve">. </w:t>
      </w:r>
      <w:r w:rsidRPr="00522157">
        <w:rPr>
          <w:lang w:val="es-419"/>
        </w:rPr>
        <w:t>Recordó que ninguno de los candidatos recomendados por la Junta Asesora para recibir financiación con vistas a las sesiones cuadragésima octava, cuadragésima novena y quincuagésima del Comité pudo ser financiado</w:t>
      </w:r>
      <w:r w:rsidR="00DF4CC6" w:rsidRPr="00522157">
        <w:rPr>
          <w:lang w:val="es-419"/>
        </w:rPr>
        <w:t xml:space="preserve">. </w:t>
      </w:r>
      <w:r w:rsidRPr="00522157">
        <w:rPr>
          <w:lang w:val="es-419"/>
        </w:rPr>
        <w:t>Además, la Junta Asesora se mostró preocupada por el hecho de que ninguno de los candidatos recomendados pudiera recibir financiación con vistas a la quincuagésima primera sesión, a menos que se aportaran nuevas contribuciones a su debido tiempo</w:t>
      </w:r>
      <w:r w:rsidR="00DF4CC6" w:rsidRPr="00522157">
        <w:rPr>
          <w:lang w:val="es-419"/>
        </w:rPr>
        <w:t xml:space="preserve">. </w:t>
      </w:r>
      <w:r w:rsidRPr="00522157">
        <w:rPr>
          <w:lang w:val="es-419"/>
        </w:rPr>
        <w:t>La Junta Asesora animó encarecidamente a los Estados miembros de la OMPI y a otros posibles donantes a realizar nuevas aportaciones al Fondo para que las recomendaciones de la Junta puedan aplicarse con financiación suficiente.</w:t>
      </w:r>
      <w:r w:rsidR="00BE6848" w:rsidRPr="00522157">
        <w:rPr>
          <w:lang w:val="es-419"/>
        </w:rPr>
        <w:t>”</w:t>
      </w:r>
      <w:r w:rsidRPr="00522157">
        <w:rPr>
          <w:lang w:val="es-419"/>
        </w:rPr>
        <w:t xml:space="preserve"> (Véase el Anexo del documento WIPO/GRTKF/IC/50/INF/6, </w:t>
      </w:r>
      <w:r w:rsidR="00DF4CC6" w:rsidRPr="00522157">
        <w:rPr>
          <w:lang w:val="es-419"/>
        </w:rPr>
        <w:t>párrafo</w:t>
      </w:r>
      <w:r w:rsidRPr="00522157">
        <w:rPr>
          <w:lang w:val="es-419"/>
        </w:rPr>
        <w:t xml:space="preserve"> 3).</w:t>
      </w:r>
    </w:p>
    <w:p w14:paraId="116D4A3E" w14:textId="77777777" w:rsidR="00C3740A" w:rsidRPr="00522157" w:rsidRDefault="00C3740A" w:rsidP="00C3740A">
      <w:pPr>
        <w:contextualSpacing/>
        <w:rPr>
          <w:lang w:val="es-419"/>
        </w:rPr>
      </w:pPr>
    </w:p>
    <w:p w14:paraId="28C5ED7D" w14:textId="3D637EB3" w:rsidR="00C3740A" w:rsidRPr="00522157" w:rsidRDefault="00C3740A" w:rsidP="00C3740A">
      <w:pPr>
        <w:numPr>
          <w:ilvl w:val="0"/>
          <w:numId w:val="22"/>
        </w:numPr>
        <w:ind w:left="0" w:firstLine="0"/>
        <w:contextualSpacing/>
        <w:rPr>
          <w:lang w:val="es-419"/>
        </w:rPr>
      </w:pPr>
      <w:r w:rsidRPr="00522157">
        <w:rPr>
          <w:lang w:val="es-419"/>
        </w:rPr>
        <w:t>El Comité se permite recordar que, 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w:t>
      </w:r>
      <w:r w:rsidR="00DF4CC6" w:rsidRPr="00522157">
        <w:rPr>
          <w:lang w:val="es-419"/>
        </w:rPr>
        <w:t xml:space="preserve">: </w:t>
      </w:r>
      <w:r w:rsidRPr="00522157">
        <w:rPr>
          <w:lang w:val="es-419"/>
        </w:rPr>
        <w:t>“El Foro Permanente expresa su preocupación por el agotamiento del Fondo de la OMPI de Contribuciones Voluntarias para Comunidades Indígenas y Locales y destaca la vital importancia de la plena y efectiva participación de los pueblos indígenas y de las comunidades locales en las negociaciones del [Comité] de conformidad con el artículo 41 [de la Declaración de las Naciones Unidas sobre los Derechos de las Poblaciones Indígenas]</w:t>
      </w:r>
      <w:r w:rsidR="00DF4CC6" w:rsidRPr="00522157">
        <w:rPr>
          <w:lang w:val="es-419"/>
        </w:rPr>
        <w:t xml:space="preserve">. </w:t>
      </w:r>
      <w:r w:rsidRPr="00522157">
        <w:rPr>
          <w:lang w:val="es-419"/>
        </w:rPr>
        <w:t>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w:t>
      </w:r>
      <w:r w:rsidR="00DF4CC6" w:rsidRPr="00522157">
        <w:rPr>
          <w:lang w:val="es-419"/>
        </w:rPr>
        <w:t xml:space="preserve">. </w:t>
      </w:r>
      <w:r w:rsidRPr="00522157">
        <w:rPr>
          <w:lang w:val="es-419"/>
        </w:rPr>
        <w:t>El Foro también recomienda que la OMPI aumente el número de participantes indígenas con cargo al presupuesto ordinario y permita su participación plena y efectiva en las negociaciones”</w:t>
      </w:r>
      <w:r w:rsidR="00DF4CC6" w:rsidRPr="00522157">
        <w:rPr>
          <w:lang w:val="es-419"/>
        </w:rPr>
        <w:t xml:space="preserve">. </w:t>
      </w:r>
      <w:r w:rsidRPr="00522157">
        <w:rPr>
          <w:lang w:val="es-419"/>
        </w:rPr>
        <w:t>En el informe de su decimoctavo período de sesiones, que tuvo lugar del 22 de abril al 3 de mayo de</w:t>
      </w:r>
      <w:r w:rsidR="00DF4CC6" w:rsidRPr="00522157">
        <w:rPr>
          <w:lang w:val="es-419"/>
        </w:rPr>
        <w:t> </w:t>
      </w:r>
      <w:r w:rsidRPr="00522157">
        <w:rPr>
          <w:lang w:val="es-419"/>
        </w:rPr>
        <w:t>2019 (véase el documento del Consejo Económico y Social de las Naciones Unidas E/2019/43 E/C.19/2019/10), el Foro, en su párrafo 9, pidió al Comité que  “utilice su presupuesto básico para financiar la participación de los pueblos indígenas en las deliberaciones”.</w:t>
      </w:r>
    </w:p>
    <w:p w14:paraId="4C349A65" w14:textId="77777777" w:rsidR="00C3740A" w:rsidRPr="00522157" w:rsidRDefault="00C3740A" w:rsidP="00C3740A">
      <w:pPr>
        <w:contextualSpacing/>
        <w:rPr>
          <w:lang w:val="es-419"/>
        </w:rPr>
      </w:pPr>
    </w:p>
    <w:p w14:paraId="1913E132" w14:textId="35A9A444" w:rsidR="00C3740A" w:rsidRPr="00522157" w:rsidRDefault="00C3740A" w:rsidP="00C3740A">
      <w:pPr>
        <w:numPr>
          <w:ilvl w:val="0"/>
          <w:numId w:val="22"/>
        </w:numPr>
        <w:ind w:left="0" w:firstLine="0"/>
        <w:contextualSpacing/>
        <w:rPr>
          <w:u w:val="single"/>
          <w:lang w:val="es-419"/>
        </w:rPr>
      </w:pPr>
      <w:r w:rsidRPr="00522157">
        <w:rPr>
          <w:lang w:val="es-419"/>
        </w:rPr>
        <w:t xml:space="preserve">Se recuerda que, ante la situación financiera del Fondo, el presidente del Comité invitó al Comité, en sus sesiones vigesimoséptima y vigesimoctava, a reflexionar sobre nuevas formas de engrosar el Fondo (véase el documento WIPO/GRTKF/IC/29/3). </w:t>
      </w:r>
    </w:p>
    <w:p w14:paraId="2AB3001A" w14:textId="77777777" w:rsidR="00C3740A" w:rsidRPr="00522157" w:rsidRDefault="00C3740A" w:rsidP="00033559">
      <w:pPr>
        <w:contextualSpacing/>
        <w:rPr>
          <w:u w:val="single"/>
          <w:lang w:val="es-419"/>
        </w:rPr>
      </w:pPr>
    </w:p>
    <w:p w14:paraId="30179D1E" w14:textId="6F9CC8D6" w:rsidR="00C3740A" w:rsidRPr="00522157" w:rsidRDefault="00C3740A" w:rsidP="00C3740A">
      <w:pPr>
        <w:numPr>
          <w:ilvl w:val="0"/>
          <w:numId w:val="22"/>
        </w:numPr>
        <w:ind w:left="0" w:firstLine="0"/>
        <w:contextualSpacing/>
        <w:rPr>
          <w:u w:val="single"/>
          <w:lang w:val="es-419"/>
        </w:rPr>
      </w:pPr>
      <w:r w:rsidRPr="00522157">
        <w:rPr>
          <w:lang w:val="es-419"/>
        </w:rPr>
        <w:t xml:space="preserve">En 2021, cuando se agotó el Fondo de la OMPI de Contribuciones Voluntarias, la Asamblea General de la OMPI de 2021 “f) reconoció la importancia de la participación de los pueblos indígenas y las comunidades locales en la labor del Comité, tomó nota de que el Fondo de la </w:t>
      </w:r>
      <w:r w:rsidRPr="00522157">
        <w:rPr>
          <w:lang w:val="es-419"/>
        </w:rPr>
        <w:lastRenderedPageBreak/>
        <w:t>OMPI de Contribuciones Voluntarias para Comunidades Indígenas y Locales acreditadas está bajo mínimos, alentó a los Estados miembros a ponderar la posibilidad de realizar aportaciones a dicho Fondo e invitó a los Estados miembros a examinar otros posibles acuerdos de financiación”</w:t>
      </w:r>
      <w:r w:rsidR="00DF4CC6" w:rsidRPr="00522157">
        <w:rPr>
          <w:lang w:val="es-419"/>
        </w:rPr>
        <w:t xml:space="preserve">. </w:t>
      </w:r>
      <w:r w:rsidRPr="00522157">
        <w:rPr>
          <w:lang w:val="es-419"/>
        </w:rPr>
        <w:t>(Véase el documento WO/GA/54/15, párr.168</w:t>
      </w:r>
      <w:r w:rsidR="00DF4CC6" w:rsidRPr="00522157">
        <w:rPr>
          <w:lang w:val="es-419"/>
        </w:rPr>
        <w:t>.</w:t>
      </w:r>
      <w:r w:rsidRPr="00522157">
        <w:rPr>
          <w:lang w:val="es-419"/>
        </w:rPr>
        <w:t>iii)</w:t>
      </w:r>
      <w:r w:rsidR="00DF4CC6" w:rsidRPr="00522157">
        <w:rPr>
          <w:lang w:val="es-419"/>
        </w:rPr>
        <w:t>.)</w:t>
      </w:r>
    </w:p>
    <w:p w14:paraId="57BD040C" w14:textId="77777777" w:rsidR="00C3740A" w:rsidRPr="00522157" w:rsidRDefault="00C3740A" w:rsidP="00033559">
      <w:pPr>
        <w:contextualSpacing/>
        <w:rPr>
          <w:u w:val="single"/>
          <w:lang w:val="es-419"/>
        </w:rPr>
      </w:pPr>
    </w:p>
    <w:p w14:paraId="09512391" w14:textId="34F0266A" w:rsidR="00C3740A" w:rsidRPr="00522157" w:rsidRDefault="00C3740A" w:rsidP="00C3740A">
      <w:pPr>
        <w:numPr>
          <w:ilvl w:val="0"/>
          <w:numId w:val="22"/>
        </w:numPr>
        <w:ind w:left="0" w:firstLine="0"/>
        <w:contextualSpacing/>
        <w:rPr>
          <w:u w:val="single"/>
          <w:lang w:val="es-419"/>
        </w:rPr>
      </w:pPr>
      <w:r w:rsidRPr="00522157">
        <w:rPr>
          <w:lang w:val="es-419"/>
        </w:rPr>
        <w:t>En lo que respecta a las modalidades aplicables a la financiación de la participación de representantes de observadores invitados que representen a pueblos indígenas y comunidades locales en la Conferencia Diplomática, en las Asambleas de los Estados miembros de la OMPI de</w:t>
      </w:r>
      <w:r w:rsidR="00DF4CC6" w:rsidRPr="00522157">
        <w:rPr>
          <w:lang w:val="es-419"/>
        </w:rPr>
        <w:t> </w:t>
      </w:r>
      <w:r w:rsidRPr="00522157">
        <w:rPr>
          <w:lang w:val="es-419"/>
        </w:rPr>
        <w:t>2023 se adoptó la siguiente decisión: “(...) La financiación correrá a cargo del Fondo de Contribuciones Voluntarias de la OMPI y, en caso de insuficiencia de recursos, del presupuesto asignado a la Conferencia Diplomática</w:t>
      </w:r>
      <w:r w:rsidR="00DF4CC6" w:rsidRPr="00522157">
        <w:rPr>
          <w:lang w:val="es-419"/>
        </w:rPr>
        <w:t xml:space="preserve">. </w:t>
      </w:r>
      <w:r w:rsidRPr="00522157">
        <w:rPr>
          <w:lang w:val="es-419"/>
        </w:rPr>
        <w:t>Las modalidades de asignación de dicha financiación se ajustarán a las normas del Fondo de Contribuciones Voluntarias de la OMPI”.</w:t>
      </w:r>
      <w:r w:rsidRPr="00522157">
        <w:rPr>
          <w:rStyle w:val="FootnoteReference"/>
          <w:szCs w:val="22"/>
          <w:lang w:val="es-419"/>
        </w:rPr>
        <w:footnoteReference w:id="3"/>
      </w:r>
    </w:p>
    <w:p w14:paraId="08CE380A" w14:textId="77777777" w:rsidR="00C3740A" w:rsidRPr="00522157" w:rsidRDefault="00C3740A" w:rsidP="00C3740A">
      <w:pPr>
        <w:contextualSpacing/>
        <w:rPr>
          <w:lang w:val="es-419"/>
        </w:rPr>
      </w:pPr>
    </w:p>
    <w:p w14:paraId="6A487A3F" w14:textId="5065621E" w:rsidR="00C3740A" w:rsidRPr="00522157" w:rsidRDefault="00C3740A" w:rsidP="00C3740A">
      <w:pPr>
        <w:numPr>
          <w:ilvl w:val="0"/>
          <w:numId w:val="22"/>
        </w:numPr>
        <w:ind w:left="0" w:firstLine="0"/>
        <w:contextualSpacing/>
        <w:rPr>
          <w:u w:val="single"/>
          <w:lang w:val="es-419"/>
        </w:rPr>
      </w:pPr>
      <w:r w:rsidRPr="00522157">
        <w:rPr>
          <w:lang w:val="es-419"/>
        </w:rPr>
        <w:t>De conformidad con el Reglamento del Fondo, se proporciona más información actualizada en la nota informativa WIPO/GRTKF/IC/51/INF/4 que se comunicará al Comité antes de la sesión en curso</w:t>
      </w:r>
      <w:r w:rsidR="00DF4CC6" w:rsidRPr="00522157">
        <w:rPr>
          <w:lang w:val="es-419"/>
        </w:rPr>
        <w:t xml:space="preserve">. </w:t>
      </w:r>
      <w:r w:rsidRPr="00522157">
        <w:rPr>
          <w:lang w:val="es-419"/>
        </w:rPr>
        <w:t xml:space="preserve">En esa nota informativa se expondrán, entre otras cosas, las contribuciones efectuadas y prometidas hasta la fecha de la nota, el importe disponible en el Fondo, el nombre de los contribuyentes, el nombre del candidato o de los candidatos recomendados para recibir financiación con vistas a la 50.ª sesión (que no pudieron recibir financiación debido a la falta de medios suficientes en el Fondo en el momento oportuno), el nombre del candidato o de los candidatos recomendados para recibir financiación con miras a la 51.ª reunión (que no recibirán financiación debido a la falta de recursos suficientes en el Fondo en el momento oportuno) y, por último, el nombre de los candidatos que hayan solicitado financiación con miras a la quincuagésima segunda sesión, a la espera de que la Asamblea General de la OMPI renueve el mandato del Comité. </w:t>
      </w:r>
    </w:p>
    <w:p w14:paraId="7986BFF0" w14:textId="77777777" w:rsidR="00C3740A" w:rsidRPr="00522157" w:rsidRDefault="00C3740A" w:rsidP="00033559">
      <w:pPr>
        <w:contextualSpacing/>
        <w:rPr>
          <w:lang w:val="es-419"/>
        </w:rPr>
      </w:pPr>
    </w:p>
    <w:p w14:paraId="417E6076" w14:textId="77777777" w:rsidR="00C3740A" w:rsidRPr="00522157" w:rsidRDefault="00C3740A" w:rsidP="00C3740A">
      <w:pPr>
        <w:keepNext/>
        <w:outlineLvl w:val="1"/>
        <w:rPr>
          <w:bCs/>
          <w:iCs/>
          <w:caps/>
          <w:szCs w:val="28"/>
          <w:lang w:val="es-419"/>
        </w:rPr>
      </w:pPr>
      <w:r w:rsidRPr="00522157">
        <w:rPr>
          <w:caps/>
          <w:lang w:val="es-419"/>
        </w:rPr>
        <w:t>NOMBRAMIENTO DE LA JUNTA ASESORA</w:t>
      </w:r>
    </w:p>
    <w:p w14:paraId="28475587" w14:textId="77777777" w:rsidR="00C3740A" w:rsidRPr="00522157" w:rsidRDefault="00C3740A" w:rsidP="00C3740A">
      <w:pPr>
        <w:keepNext/>
        <w:rPr>
          <w:sz w:val="20"/>
          <w:lang w:val="es-419"/>
        </w:rPr>
      </w:pPr>
    </w:p>
    <w:p w14:paraId="53A8DA88" w14:textId="18C521FE" w:rsidR="00C3740A" w:rsidRPr="00522157" w:rsidRDefault="00C3740A" w:rsidP="00C3740A">
      <w:pPr>
        <w:numPr>
          <w:ilvl w:val="0"/>
          <w:numId w:val="22"/>
        </w:numPr>
        <w:ind w:left="0" w:firstLine="0"/>
        <w:contextualSpacing/>
        <w:rPr>
          <w:lang w:val="es-419"/>
        </w:rPr>
      </w:pPr>
      <w:r w:rsidRPr="00522157">
        <w:rPr>
          <w:lang w:val="es-419"/>
        </w:rPr>
        <w:t>En la decisión en que se exponen los objetivos y el funcionamiento del Fondo se establece que "[a]l margen del miembro designado de oficio,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w:t>
      </w:r>
      <w:r w:rsidR="00DF4CC6" w:rsidRPr="00522157">
        <w:rPr>
          <w:lang w:val="es-419"/>
        </w:rPr>
        <w:t xml:space="preserve">. </w:t>
      </w:r>
      <w:r w:rsidRPr="00522157">
        <w:rPr>
          <w:lang w:val="es-419"/>
        </w:rPr>
        <w:t xml:space="preserve">El mandato de dichos miembros, a excepción del miembro designado </w:t>
      </w:r>
      <w:r w:rsidRPr="00522157">
        <w:rPr>
          <w:i/>
          <w:lang w:val="es-419"/>
        </w:rPr>
        <w:t>ex officio</w:t>
      </w:r>
      <w:r w:rsidRPr="00522157">
        <w:rPr>
          <w:lang w:val="es-419"/>
        </w:rPr>
        <w:t>, finalizará al comienzo de la siguiente sesión del Comité” (artículo 8).</w:t>
      </w:r>
    </w:p>
    <w:p w14:paraId="0FD47FFB" w14:textId="77777777" w:rsidR="00C3740A" w:rsidRPr="00522157" w:rsidRDefault="00C3740A" w:rsidP="00C3740A">
      <w:pPr>
        <w:contextualSpacing/>
        <w:rPr>
          <w:lang w:val="es-419"/>
        </w:rPr>
      </w:pPr>
    </w:p>
    <w:p w14:paraId="663E7B3A" w14:textId="77777777" w:rsidR="00C3740A" w:rsidRPr="00522157" w:rsidRDefault="00C3740A" w:rsidP="00C3740A">
      <w:pPr>
        <w:numPr>
          <w:ilvl w:val="0"/>
          <w:numId w:val="22"/>
        </w:numPr>
        <w:tabs>
          <w:tab w:val="num" w:pos="207"/>
        </w:tabs>
        <w:ind w:left="0" w:firstLine="0"/>
        <w:contextualSpacing/>
        <w:rPr>
          <w:lang w:val="es-419"/>
        </w:rPr>
      </w:pPr>
      <w:r w:rsidRPr="00522157">
        <w:rPr>
          <w:lang w:val="es-419"/>
        </w:rPr>
        <w:t>En la quincuagésima sesión, la presidenta propuso a las ocho personas siguientes para que intervinieran a título personal en la Junta Asesora, y el Comité las eligió por aclamación:</w:t>
      </w:r>
    </w:p>
    <w:p w14:paraId="060A3F02" w14:textId="77777777" w:rsidR="00C3740A" w:rsidRPr="00522157" w:rsidRDefault="00C3740A" w:rsidP="00C3740A">
      <w:pPr>
        <w:rPr>
          <w:sz w:val="20"/>
          <w:lang w:val="es-419"/>
        </w:rPr>
      </w:pPr>
    </w:p>
    <w:p w14:paraId="521FE885" w14:textId="3BBCF4D9" w:rsidR="00C3740A" w:rsidRPr="00522157" w:rsidRDefault="00C3740A" w:rsidP="00C3740A">
      <w:pPr>
        <w:ind w:left="1100" w:hanging="550"/>
        <w:rPr>
          <w:rFonts w:eastAsiaTheme="minorHAnsi"/>
          <w:szCs w:val="22"/>
          <w:lang w:val="es-419"/>
        </w:rPr>
      </w:pPr>
      <w:r w:rsidRPr="00522157">
        <w:rPr>
          <w:lang w:val="es-419"/>
        </w:rPr>
        <w:t>i)</w:t>
      </w:r>
      <w:r w:rsidRPr="00522157">
        <w:rPr>
          <w:lang w:val="es-419"/>
        </w:rPr>
        <w:tab/>
        <w:t>en calidad de miembros de delegaciones de Estados miembros de la OMPI:</w:t>
      </w:r>
      <w:r w:rsidRPr="00522157">
        <w:rPr>
          <w:lang w:val="es-419"/>
        </w:rPr>
        <w:br/>
      </w:r>
      <w:r w:rsidRPr="00522157">
        <w:rPr>
          <w:rStyle w:val="size"/>
          <w:shd w:val="clear" w:color="auto" w:fill="FFFFFF"/>
          <w:lang w:val="es-419"/>
        </w:rPr>
        <w:t>Sra. Susan ANTHONY</w:t>
      </w:r>
      <w:r w:rsidR="00DF4CC6" w:rsidRPr="00522157">
        <w:rPr>
          <w:lang w:val="es-419"/>
        </w:rPr>
        <w:t xml:space="preserve">; </w:t>
      </w:r>
      <w:r w:rsidRPr="00522157">
        <w:rPr>
          <w:lang w:val="es-419"/>
        </w:rPr>
        <w:t>Sra. Flor de María GARCÍA</w:t>
      </w:r>
      <w:r w:rsidR="00DF4CC6" w:rsidRPr="00522157">
        <w:rPr>
          <w:lang w:val="es-419"/>
        </w:rPr>
        <w:t xml:space="preserve">; </w:t>
      </w:r>
      <w:r w:rsidRPr="00522157">
        <w:rPr>
          <w:lang w:val="es-419"/>
        </w:rPr>
        <w:t>Sr. Houlton FAASAU</w:t>
      </w:r>
      <w:r w:rsidR="00DF4CC6" w:rsidRPr="00522157">
        <w:rPr>
          <w:lang w:val="es-419"/>
        </w:rPr>
        <w:t xml:space="preserve">; </w:t>
      </w:r>
      <w:r w:rsidRPr="00522157">
        <w:rPr>
          <w:lang w:val="es-419"/>
        </w:rPr>
        <w:br/>
        <w:t>Sra. Živilė PLYČIURAITYTĖ-PLYČIŪTĖ</w:t>
      </w:r>
      <w:r w:rsidR="00DF4CC6" w:rsidRPr="00522157">
        <w:rPr>
          <w:lang w:val="es-419"/>
        </w:rPr>
        <w:t xml:space="preserve">; </w:t>
      </w:r>
      <w:r w:rsidRPr="00522157">
        <w:rPr>
          <w:lang w:val="es-419"/>
        </w:rPr>
        <w:t xml:space="preserve">Sra. Tlalane SEBEKO; </w:t>
      </w:r>
    </w:p>
    <w:p w14:paraId="2D282A62" w14:textId="77777777" w:rsidR="00C3740A" w:rsidRPr="00522157" w:rsidRDefault="00C3740A" w:rsidP="00C3740A">
      <w:pPr>
        <w:ind w:left="550" w:hanging="566"/>
        <w:rPr>
          <w:sz w:val="20"/>
          <w:lang w:val="es-419"/>
        </w:rPr>
      </w:pPr>
    </w:p>
    <w:p w14:paraId="78EEB2F0" w14:textId="30B8C954" w:rsidR="00C3740A" w:rsidRPr="00522157" w:rsidRDefault="00C3740A" w:rsidP="00C3740A">
      <w:pPr>
        <w:ind w:left="1100" w:hanging="550"/>
        <w:rPr>
          <w:rFonts w:eastAsiaTheme="minorHAnsi"/>
          <w:szCs w:val="22"/>
          <w:lang w:val="es-419"/>
        </w:rPr>
      </w:pPr>
      <w:r w:rsidRPr="00522157">
        <w:rPr>
          <w:lang w:val="es-419"/>
        </w:rPr>
        <w:t>ii)</w:t>
      </w:r>
      <w:r w:rsidRPr="00522157">
        <w:rPr>
          <w:lang w:val="es-419"/>
        </w:rPr>
        <w:tab/>
        <w:t>en calidad de miembros de observadores acreditados, representantes de las comunidades indígenas y locales o de otros titulares o custodios consuetudinarios de conocimientos tradicionales o de expresiones culturales tradicionales</w:t>
      </w:r>
      <w:r w:rsidR="00DF4CC6" w:rsidRPr="00522157">
        <w:rPr>
          <w:lang w:val="es-419"/>
        </w:rPr>
        <w:t xml:space="preserve">: </w:t>
      </w:r>
      <w:r w:rsidRPr="00522157">
        <w:rPr>
          <w:lang w:val="es-419"/>
        </w:rPr>
        <w:br/>
        <w:t>Sra. June L. LORENZO</w:t>
      </w:r>
      <w:r w:rsidR="00DF4CC6" w:rsidRPr="00522157">
        <w:rPr>
          <w:lang w:val="es-419"/>
        </w:rPr>
        <w:t xml:space="preserve">; </w:t>
      </w:r>
      <w:r w:rsidRPr="00522157">
        <w:rPr>
          <w:lang w:val="es-419"/>
        </w:rPr>
        <w:t>Sra. Sonia Patricia MURCIA ROA</w:t>
      </w:r>
      <w:r w:rsidR="00DF4CC6" w:rsidRPr="00522157">
        <w:rPr>
          <w:lang w:val="es-419"/>
        </w:rPr>
        <w:t xml:space="preserve">; </w:t>
      </w:r>
      <w:r w:rsidRPr="00522157">
        <w:rPr>
          <w:lang w:val="es-419"/>
        </w:rPr>
        <w:br/>
      </w:r>
      <w:r w:rsidRPr="00522157">
        <w:rPr>
          <w:rStyle w:val="size"/>
          <w:color w:val="333333"/>
          <w:shd w:val="clear" w:color="auto" w:fill="FFFFFF"/>
          <w:lang w:val="es-419"/>
        </w:rPr>
        <w:t>Sra. Geiser PERRELET</w:t>
      </w:r>
      <w:r w:rsidRPr="00522157">
        <w:rPr>
          <w:lang w:val="es-419"/>
        </w:rPr>
        <w:t>.</w:t>
      </w:r>
    </w:p>
    <w:p w14:paraId="78538A02" w14:textId="77777777" w:rsidR="00C3740A" w:rsidRPr="00522157" w:rsidRDefault="00C3740A" w:rsidP="00033559">
      <w:pPr>
        <w:contextualSpacing/>
        <w:rPr>
          <w:lang w:val="es-419"/>
        </w:rPr>
      </w:pPr>
    </w:p>
    <w:p w14:paraId="37E2736D" w14:textId="77777777" w:rsidR="00C3740A" w:rsidRPr="00522157" w:rsidRDefault="00C3740A" w:rsidP="00C3740A">
      <w:pPr>
        <w:numPr>
          <w:ilvl w:val="0"/>
          <w:numId w:val="22"/>
        </w:numPr>
        <w:ind w:left="0" w:firstLine="0"/>
        <w:contextualSpacing/>
        <w:rPr>
          <w:sz w:val="20"/>
          <w:lang w:val="es-419"/>
        </w:rPr>
      </w:pPr>
      <w:r w:rsidRPr="00522157">
        <w:rPr>
          <w:lang w:val="es-419"/>
        </w:rPr>
        <w:t>La presidenta del Comité nombró a la Sra. Audrey NEEQUAYE,  vicepresidenta del Comité, miembro de oficio, para presidir la Junta Asesora.</w:t>
      </w:r>
    </w:p>
    <w:p w14:paraId="0572EA74" w14:textId="77777777" w:rsidR="00C3740A" w:rsidRPr="00522157" w:rsidRDefault="00C3740A" w:rsidP="00C3740A">
      <w:pPr>
        <w:rPr>
          <w:sz w:val="20"/>
          <w:lang w:val="es-419"/>
        </w:rPr>
      </w:pPr>
    </w:p>
    <w:p w14:paraId="24990D0E" w14:textId="22820279" w:rsidR="00C3740A" w:rsidRPr="00522157" w:rsidRDefault="00C3740A" w:rsidP="00C3740A">
      <w:pPr>
        <w:numPr>
          <w:ilvl w:val="0"/>
          <w:numId w:val="22"/>
        </w:numPr>
        <w:ind w:left="0" w:firstLine="0"/>
        <w:contextualSpacing/>
        <w:rPr>
          <w:lang w:val="es-419"/>
        </w:rPr>
      </w:pPr>
      <w:r w:rsidRPr="00522157">
        <w:rPr>
          <w:lang w:val="es-419"/>
        </w:rPr>
        <w:lastRenderedPageBreak/>
        <w:t>Puesto que el mandato de cada uno de los actuales miembros de la Junta Asesora venció al inicio de la quincuagésima primera sesión, el Comité tendrá que elegir, a más tardar en el segundo día de su quincuagésima primera sesión, a los nuevos miembros</w:t>
      </w:r>
      <w:r w:rsidR="00DF4CC6" w:rsidRPr="00522157">
        <w:rPr>
          <w:lang w:val="es-419"/>
        </w:rPr>
        <w:t xml:space="preserve">. </w:t>
      </w:r>
      <w:r w:rsidRPr="00522157">
        <w:rPr>
          <w:lang w:val="es-419"/>
        </w:rPr>
        <w:t>En el Reglamento del Fondo se deja abierta la posibilidad de que los antiguos miembros sean reelegidos.</w:t>
      </w:r>
    </w:p>
    <w:p w14:paraId="10916B59" w14:textId="77777777" w:rsidR="00C3740A" w:rsidRPr="00522157" w:rsidRDefault="00C3740A" w:rsidP="00C3740A">
      <w:pPr>
        <w:ind w:left="5529"/>
        <w:contextualSpacing/>
        <w:rPr>
          <w:i/>
          <w:lang w:val="es-419"/>
        </w:rPr>
      </w:pPr>
    </w:p>
    <w:p w14:paraId="35CFF519" w14:textId="77777777" w:rsidR="00C3740A" w:rsidRPr="009A5386" w:rsidRDefault="00C3740A" w:rsidP="00DF4CC6">
      <w:pPr>
        <w:numPr>
          <w:ilvl w:val="0"/>
          <w:numId w:val="22"/>
        </w:numPr>
        <w:tabs>
          <w:tab w:val="num" w:pos="207"/>
        </w:tabs>
        <w:ind w:left="5534" w:firstLine="0"/>
        <w:contextualSpacing/>
        <w:rPr>
          <w:i/>
          <w:lang w:val="it-IT"/>
        </w:rPr>
      </w:pPr>
      <w:r w:rsidRPr="009A5386">
        <w:rPr>
          <w:i/>
          <w:lang w:val="it-IT"/>
        </w:rPr>
        <w:t xml:space="preserve">Se invita al Comité a: </w:t>
      </w:r>
    </w:p>
    <w:p w14:paraId="05FA89AA" w14:textId="77777777" w:rsidR="00C3740A" w:rsidRPr="009A5386" w:rsidRDefault="00C3740A" w:rsidP="00DF4CC6">
      <w:pPr>
        <w:tabs>
          <w:tab w:val="left" w:pos="5940"/>
        </w:tabs>
        <w:ind w:left="5568" w:hanging="34"/>
        <w:rPr>
          <w:i/>
          <w:szCs w:val="22"/>
          <w:lang w:val="it-IT"/>
        </w:rPr>
      </w:pPr>
    </w:p>
    <w:p w14:paraId="77800078" w14:textId="77777777" w:rsidR="00C3740A" w:rsidRPr="00522157" w:rsidRDefault="00C3740A" w:rsidP="00DF4CC6">
      <w:pPr>
        <w:tabs>
          <w:tab w:val="left" w:pos="6096"/>
        </w:tabs>
        <w:ind w:left="5534"/>
        <w:rPr>
          <w:i/>
          <w:szCs w:val="22"/>
          <w:lang w:val="es-419"/>
        </w:rPr>
      </w:pPr>
      <w:r w:rsidRPr="00522157">
        <w:rPr>
          <w:i/>
          <w:lang w:val="es-419"/>
        </w:rPr>
        <w:t>i)</w:t>
      </w:r>
      <w:r w:rsidRPr="00522157">
        <w:rPr>
          <w:i/>
          <w:lang w:val="es-419"/>
        </w:rPr>
        <w:tab/>
        <w:t>instar encarecidamente a los miembros y a las entidades interesadas, tanto públicas como privadas, a que hagan una aportación al Fondo a fin de garantizar su funcionamiento; y</w:t>
      </w:r>
    </w:p>
    <w:p w14:paraId="049EE0E7" w14:textId="77777777" w:rsidR="00C3740A" w:rsidRPr="00522157" w:rsidRDefault="00C3740A" w:rsidP="00DF4CC6">
      <w:pPr>
        <w:tabs>
          <w:tab w:val="left" w:pos="5940"/>
        </w:tabs>
        <w:ind w:left="5568" w:hanging="34"/>
        <w:rPr>
          <w:i/>
          <w:szCs w:val="22"/>
          <w:lang w:val="es-419"/>
        </w:rPr>
      </w:pPr>
    </w:p>
    <w:p w14:paraId="5E26A135" w14:textId="77777777" w:rsidR="00C3740A" w:rsidRPr="00522157" w:rsidRDefault="00C3740A" w:rsidP="00DF4CC6">
      <w:pPr>
        <w:tabs>
          <w:tab w:val="left" w:pos="540"/>
          <w:tab w:val="left" w:pos="6096"/>
        </w:tabs>
        <w:ind w:left="5533"/>
        <w:rPr>
          <w:i/>
          <w:szCs w:val="22"/>
          <w:lang w:val="es-419"/>
        </w:rPr>
      </w:pPr>
      <w:r w:rsidRPr="00522157">
        <w:rPr>
          <w:i/>
          <w:lang w:val="es-419"/>
        </w:rPr>
        <w:t>ii)</w:t>
      </w:r>
      <w:r w:rsidRPr="00522157">
        <w:rPr>
          <w:i/>
          <w:lang w:val="es-419"/>
        </w:rPr>
        <w:tab/>
        <w:t>elegir a los miembros de la Junta Asesora del Fondo a partir de la propuesta de la presidencia a más tardar en el segundo día de su sesión.</w:t>
      </w:r>
    </w:p>
    <w:p w14:paraId="0B035D4D" w14:textId="77777777" w:rsidR="00C3740A" w:rsidRPr="00522157" w:rsidRDefault="00C3740A" w:rsidP="00DF4CC6">
      <w:pPr>
        <w:tabs>
          <w:tab w:val="left" w:pos="5940"/>
        </w:tabs>
        <w:ind w:left="5568" w:hanging="34"/>
        <w:rPr>
          <w:i/>
          <w:szCs w:val="22"/>
          <w:lang w:val="es-419"/>
        </w:rPr>
      </w:pPr>
    </w:p>
    <w:p w14:paraId="1B1F0DCB" w14:textId="77777777" w:rsidR="00C3740A" w:rsidRPr="00522157" w:rsidRDefault="00C3740A" w:rsidP="00DF4CC6">
      <w:pPr>
        <w:tabs>
          <w:tab w:val="left" w:pos="5940"/>
        </w:tabs>
        <w:ind w:left="5568" w:hanging="34"/>
        <w:rPr>
          <w:i/>
          <w:szCs w:val="22"/>
          <w:lang w:val="es-419"/>
        </w:rPr>
      </w:pPr>
    </w:p>
    <w:p w14:paraId="03D8CB99" w14:textId="085FED21" w:rsidR="00721251" w:rsidRPr="00522157" w:rsidRDefault="00C3740A" w:rsidP="00721251">
      <w:pPr>
        <w:pStyle w:val="Endofdocument-Annex"/>
        <w:rPr>
          <w:lang w:val="es-419"/>
        </w:rPr>
      </w:pPr>
      <w:r w:rsidRPr="00522157">
        <w:rPr>
          <w:lang w:val="es-419"/>
        </w:rPr>
        <w:t xml:space="preserve">[Siguen los </w:t>
      </w:r>
      <w:r w:rsidR="00721251" w:rsidRPr="00522157">
        <w:rPr>
          <w:lang w:val="es-419"/>
        </w:rPr>
        <w:t>Anexos</w:t>
      </w:r>
      <w:r w:rsidRPr="00522157">
        <w:rPr>
          <w:lang w:val="es-419"/>
        </w:rPr>
        <w:t xml:space="preserve">] </w:t>
      </w:r>
    </w:p>
    <w:p w14:paraId="216F5DC2" w14:textId="77777777" w:rsidR="00721251" w:rsidRPr="00522157" w:rsidRDefault="00721251" w:rsidP="00721251">
      <w:pPr>
        <w:contextualSpacing/>
        <w:rPr>
          <w:lang w:val="es-419"/>
        </w:rPr>
        <w:sectPr w:rsidR="00721251" w:rsidRPr="00522157" w:rsidSect="00C3740A">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941EE04" w14:textId="77777777" w:rsidR="00721251" w:rsidRPr="00522157" w:rsidRDefault="00721251" w:rsidP="00721251">
      <w:pPr>
        <w:contextualSpacing/>
        <w:rPr>
          <w:lang w:val="es-419"/>
        </w:rPr>
      </w:pPr>
    </w:p>
    <w:p w14:paraId="12D1E7B8" w14:textId="2F0761DB" w:rsidR="00C3740A" w:rsidRPr="00522157" w:rsidRDefault="00C3740A" w:rsidP="00721251">
      <w:pPr>
        <w:pStyle w:val="Endofdocument-Annex"/>
        <w:ind w:left="0"/>
        <w:jc w:val="center"/>
        <w:rPr>
          <w:rFonts w:eastAsia="Times New Roman"/>
          <w:szCs w:val="22"/>
          <w:u w:val="single"/>
          <w:lang w:val="es-419"/>
        </w:rPr>
      </w:pPr>
      <w:r w:rsidRPr="00522157">
        <w:rPr>
          <w:u w:val="single"/>
          <w:lang w:val="es-419"/>
        </w:rPr>
        <w:t>Creación del Fondo de la OMPI de Contribuciones Voluntarias</w:t>
      </w:r>
    </w:p>
    <w:p w14:paraId="19B349C0" w14:textId="77777777" w:rsidR="00C3740A" w:rsidRPr="00522157" w:rsidRDefault="00C3740A" w:rsidP="00C3740A">
      <w:pPr>
        <w:keepNext/>
        <w:jc w:val="center"/>
        <w:outlineLvl w:val="6"/>
        <w:rPr>
          <w:rFonts w:eastAsia="Times New Roman"/>
          <w:szCs w:val="22"/>
          <w:u w:val="single"/>
          <w:lang w:val="es-419"/>
        </w:rPr>
      </w:pPr>
      <w:r w:rsidRPr="00522157">
        <w:rPr>
          <w:u w:val="single"/>
          <w:lang w:val="es-419"/>
        </w:rPr>
        <w:t>para las Comunidades Indígenas y Locales Acreditadas</w:t>
      </w:r>
    </w:p>
    <w:p w14:paraId="0E20FE4E" w14:textId="77777777" w:rsidR="00C3740A" w:rsidRPr="00522157" w:rsidRDefault="00C3740A" w:rsidP="00C3740A">
      <w:pPr>
        <w:jc w:val="center"/>
        <w:rPr>
          <w:rFonts w:eastAsia="Times New Roman"/>
          <w:szCs w:val="22"/>
          <w:u w:val="single"/>
          <w:lang w:val="es-419"/>
        </w:rPr>
      </w:pPr>
      <w:r w:rsidRPr="00522157">
        <w:rPr>
          <w:u w:val="single"/>
          <w:lang w:val="es-419"/>
        </w:rPr>
        <w:t>por la Asamblea General de la OMPI (32.º período de sesiones) y modificado posteriormente</w:t>
      </w:r>
      <w:r w:rsidRPr="00522157">
        <w:rPr>
          <w:u w:val="single"/>
          <w:lang w:val="es-419"/>
        </w:rPr>
        <w:br/>
        <w:t>por la Asamblea General de la OMPI (39.º período de sesiones)</w:t>
      </w:r>
    </w:p>
    <w:p w14:paraId="22C8A89D" w14:textId="77777777" w:rsidR="00C3740A" w:rsidRPr="00522157" w:rsidRDefault="00C3740A" w:rsidP="00C3740A">
      <w:pPr>
        <w:rPr>
          <w:szCs w:val="22"/>
          <w:lang w:val="es-419"/>
        </w:rPr>
      </w:pPr>
    </w:p>
    <w:p w14:paraId="06F9644F" w14:textId="77777777" w:rsidR="00C3740A" w:rsidRPr="00522157" w:rsidRDefault="00C3740A" w:rsidP="00C3740A">
      <w:pPr>
        <w:rPr>
          <w:i/>
          <w:szCs w:val="22"/>
          <w:lang w:val="es-419"/>
        </w:rPr>
      </w:pPr>
    </w:p>
    <w:p w14:paraId="2889D2F0" w14:textId="77777777" w:rsidR="00C3740A" w:rsidRPr="00522157" w:rsidRDefault="00C3740A" w:rsidP="00C3740A">
      <w:pPr>
        <w:rPr>
          <w:lang w:val="es-419"/>
        </w:rPr>
      </w:pPr>
      <w:r w:rsidRPr="00522157">
        <w:rPr>
          <w:i/>
          <w:lang w:val="es-419"/>
        </w:rPr>
        <w:t xml:space="preserve">Resuelto </w:t>
      </w:r>
      <w:r w:rsidRPr="00522157">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14:paraId="4A6E096B" w14:textId="77777777" w:rsidR="00C3740A" w:rsidRPr="00522157" w:rsidRDefault="00C3740A" w:rsidP="00C3740A">
      <w:pPr>
        <w:rPr>
          <w:lang w:val="es-419"/>
        </w:rPr>
      </w:pPr>
    </w:p>
    <w:p w14:paraId="7A6C2B9A" w14:textId="77777777" w:rsidR="00C3740A" w:rsidRPr="00522157" w:rsidRDefault="00C3740A" w:rsidP="00C3740A">
      <w:pPr>
        <w:rPr>
          <w:lang w:val="es-419"/>
        </w:rPr>
      </w:pPr>
      <w:r w:rsidRPr="00522157">
        <w:rPr>
          <w:i/>
          <w:lang w:val="es-419"/>
        </w:rPr>
        <w:t>Reconociendo</w:t>
      </w:r>
      <w:r w:rsidRPr="00522157">
        <w:rPr>
          <w:lang w:val="es-419"/>
        </w:rPr>
        <w:t xml:space="preserve"> que la eficacia de esas medidas depende, entre otras cosas, de que se obtenga el apoyo financiero adecuado;</w:t>
      </w:r>
    </w:p>
    <w:p w14:paraId="22D1BC11" w14:textId="77777777" w:rsidR="00C3740A" w:rsidRPr="00522157" w:rsidRDefault="00C3740A" w:rsidP="00C3740A">
      <w:pPr>
        <w:rPr>
          <w:lang w:val="es-419"/>
        </w:rPr>
      </w:pPr>
    </w:p>
    <w:p w14:paraId="63289B3C" w14:textId="77777777" w:rsidR="00C3740A" w:rsidRPr="00522157" w:rsidRDefault="00C3740A" w:rsidP="00C3740A">
      <w:pPr>
        <w:rPr>
          <w:lang w:val="es-419"/>
        </w:rPr>
      </w:pPr>
      <w:r w:rsidRPr="00522157">
        <w:rPr>
          <w:i/>
          <w:lang w:val="es-419"/>
        </w:rPr>
        <w:t xml:space="preserve">Reconociendo </w:t>
      </w:r>
      <w:r w:rsidRPr="00522157">
        <w:rPr>
          <w:lang w:val="es-419"/>
        </w:rPr>
        <w:t>además que un marco adecuado y estructurado para financiar dicha participación fomentaría las contribuciones anteriormente mencionadas;</w:t>
      </w:r>
    </w:p>
    <w:p w14:paraId="27D83C71" w14:textId="77777777" w:rsidR="00C3740A" w:rsidRPr="00522157" w:rsidRDefault="00C3740A" w:rsidP="00C3740A">
      <w:pPr>
        <w:rPr>
          <w:lang w:val="es-419"/>
        </w:rPr>
      </w:pPr>
    </w:p>
    <w:p w14:paraId="2D938741" w14:textId="77777777" w:rsidR="00C3740A" w:rsidRPr="00522157" w:rsidRDefault="00C3740A" w:rsidP="00C3740A">
      <w:pPr>
        <w:rPr>
          <w:lang w:val="es-419"/>
        </w:rPr>
      </w:pPr>
      <w:r w:rsidRPr="00522157">
        <w:rPr>
          <w:lang w:val="es-419"/>
        </w:rPr>
        <w:t>[</w:t>
      </w:r>
      <w:r w:rsidRPr="00522157">
        <w:rPr>
          <w:i/>
          <w:lang w:val="es-419"/>
        </w:rPr>
        <w:t>Si</w:t>
      </w:r>
      <w:r w:rsidRPr="00522157">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522157">
        <w:rPr>
          <w:rFonts w:cs="Times New Roman"/>
          <w:szCs w:val="22"/>
          <w:vertAlign w:val="superscript"/>
          <w:lang w:val="es-419"/>
        </w:rPr>
        <w:footnoteReference w:id="4"/>
      </w:r>
      <w:r w:rsidRPr="00522157">
        <w:rPr>
          <w:lang w:val="es-419"/>
        </w:rPr>
        <w:t xml:space="preserve"> </w:t>
      </w:r>
      <w:r w:rsidRPr="00522157">
        <w:rPr>
          <w:i/>
          <w:u w:val="single"/>
          <w:lang w:val="es-419"/>
        </w:rPr>
        <w:t>en dicho caso</w:t>
      </w:r>
      <w:r w:rsidRPr="00522157">
        <w:rPr>
          <w:lang w:val="es-419"/>
        </w:rPr>
        <w:t xml:space="preserve"> se recomienda que la Asamblea [decida]</w:t>
      </w:r>
      <w:r w:rsidRPr="00522157">
        <w:rPr>
          <w:rFonts w:cs="Times New Roman"/>
          <w:szCs w:val="22"/>
          <w:vertAlign w:val="superscript"/>
          <w:lang w:val="es-419"/>
        </w:rPr>
        <w:footnoteReference w:id="5"/>
      </w:r>
      <w:r w:rsidRPr="00522157">
        <w:rPr>
          <w:lang w:val="es-419"/>
        </w:rPr>
        <w:t xml:space="preserve"> crear un fondo de contribuciones voluntarias cuyo nombre, objetivos, criterios de utilización y funcionamiento sean los siguientes: </w:t>
      </w:r>
    </w:p>
    <w:p w14:paraId="0FB8980A" w14:textId="77777777" w:rsidR="00C3740A" w:rsidRPr="00522157" w:rsidRDefault="00C3740A" w:rsidP="00C3740A">
      <w:pPr>
        <w:rPr>
          <w:lang w:val="es-419"/>
        </w:rPr>
      </w:pPr>
    </w:p>
    <w:p w14:paraId="37AD7FCA" w14:textId="77777777" w:rsidR="00C3740A" w:rsidRPr="00522157" w:rsidRDefault="00C3740A" w:rsidP="00C3740A">
      <w:pPr>
        <w:rPr>
          <w:lang w:val="es-419"/>
        </w:rPr>
      </w:pPr>
      <w:r w:rsidRPr="00522157">
        <w:rPr>
          <w:lang w:val="es-419"/>
        </w:rPr>
        <w:t>I.</w:t>
      </w:r>
      <w:r w:rsidRPr="00522157">
        <w:rPr>
          <w:lang w:val="es-419"/>
        </w:rPr>
        <w:tab/>
        <w:t>NOMBRE</w:t>
      </w:r>
    </w:p>
    <w:p w14:paraId="160C3F27" w14:textId="77777777" w:rsidR="00C3740A" w:rsidRPr="00522157" w:rsidRDefault="00C3740A" w:rsidP="00C3740A">
      <w:pPr>
        <w:rPr>
          <w:szCs w:val="22"/>
          <w:lang w:val="es-419"/>
        </w:rPr>
      </w:pPr>
    </w:p>
    <w:p w14:paraId="6EDF7BAE" w14:textId="77777777" w:rsidR="00C3740A" w:rsidRPr="00522157" w:rsidRDefault="00C3740A" w:rsidP="00C3740A">
      <w:pPr>
        <w:numPr>
          <w:ilvl w:val="0"/>
          <w:numId w:val="20"/>
        </w:numPr>
        <w:tabs>
          <w:tab w:val="clear" w:pos="360"/>
        </w:tabs>
        <w:ind w:left="0" w:firstLine="0"/>
        <w:rPr>
          <w:lang w:val="es-419"/>
        </w:rPr>
      </w:pPr>
      <w:r w:rsidRPr="00522157">
        <w:rPr>
          <w:lang w:val="es-419"/>
        </w:rPr>
        <w:t>El fondo se conocerá por “Fondo de la OMPI de Contribuciones Voluntarias para las Comunidades Indígenas y Locales Acreditadas”, en adelante denominado el “Fondo”.</w:t>
      </w:r>
    </w:p>
    <w:p w14:paraId="0E98AB1D" w14:textId="77777777" w:rsidR="00C3740A" w:rsidRPr="00522157" w:rsidRDefault="00C3740A" w:rsidP="00C3740A">
      <w:pPr>
        <w:rPr>
          <w:lang w:val="es-419"/>
        </w:rPr>
      </w:pPr>
    </w:p>
    <w:p w14:paraId="11E93667" w14:textId="77777777" w:rsidR="00C3740A" w:rsidRPr="00522157" w:rsidRDefault="00C3740A" w:rsidP="00C3740A">
      <w:pPr>
        <w:rPr>
          <w:lang w:val="es-419"/>
        </w:rPr>
      </w:pPr>
      <w:r w:rsidRPr="00522157">
        <w:rPr>
          <w:lang w:val="es-419"/>
        </w:rPr>
        <w:t>II.</w:t>
      </w:r>
      <w:r w:rsidRPr="00522157">
        <w:rPr>
          <w:lang w:val="es-419"/>
        </w:rPr>
        <w:tab/>
        <w:t>FINALIDAD Y ALCANCE</w:t>
      </w:r>
    </w:p>
    <w:p w14:paraId="3AD8D01B" w14:textId="77777777" w:rsidR="00C3740A" w:rsidRPr="00522157" w:rsidRDefault="00C3740A" w:rsidP="00C3740A">
      <w:pPr>
        <w:rPr>
          <w:lang w:val="es-419"/>
        </w:rPr>
      </w:pPr>
    </w:p>
    <w:p w14:paraId="2AB4689D" w14:textId="77777777" w:rsidR="00C3740A" w:rsidRPr="00522157" w:rsidRDefault="00C3740A" w:rsidP="00C3740A">
      <w:pPr>
        <w:tabs>
          <w:tab w:val="left" w:pos="550"/>
        </w:tabs>
        <w:rPr>
          <w:lang w:val="es-419"/>
        </w:rPr>
      </w:pPr>
      <w:r w:rsidRPr="00522157">
        <w:rPr>
          <w:lang w:val="es-419"/>
        </w:rPr>
        <w:t>2.</w:t>
      </w:r>
      <w:r w:rsidRPr="00522157">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14:paraId="661E097A" w14:textId="77777777" w:rsidR="00C3740A" w:rsidRPr="00522157" w:rsidRDefault="00C3740A" w:rsidP="00C3740A">
      <w:pPr>
        <w:rPr>
          <w:szCs w:val="22"/>
          <w:lang w:val="es-419"/>
        </w:rPr>
      </w:pPr>
    </w:p>
    <w:p w14:paraId="295E813C" w14:textId="46DE0AD8" w:rsidR="00C3740A" w:rsidRPr="00522157" w:rsidRDefault="00C3740A" w:rsidP="00C3740A">
      <w:pPr>
        <w:rPr>
          <w:lang w:val="es-419"/>
        </w:rPr>
      </w:pPr>
      <w:r w:rsidRPr="00522157">
        <w:rPr>
          <w:lang w:val="es-419"/>
        </w:rPr>
        <w:t>2</w:t>
      </w:r>
      <w:r w:rsidRPr="00522157">
        <w:rPr>
          <w:i/>
          <w:lang w:val="es-419"/>
        </w:rPr>
        <w:t>bis</w:t>
      </w:r>
      <w:r w:rsidR="00DF4CC6" w:rsidRPr="00522157">
        <w:rPr>
          <w:lang w:val="es-419"/>
        </w:rPr>
        <w:t xml:space="preserve">. </w:t>
      </w:r>
      <w:r w:rsidRPr="00522157">
        <w:rPr>
          <w:lang w:val="es-419"/>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14:paraId="2990B490" w14:textId="77777777" w:rsidR="00C3740A" w:rsidRPr="00522157" w:rsidRDefault="00C3740A" w:rsidP="00C3740A">
      <w:pPr>
        <w:rPr>
          <w:szCs w:val="22"/>
          <w:lang w:val="es-419"/>
        </w:rPr>
      </w:pPr>
    </w:p>
    <w:p w14:paraId="2F6BC304" w14:textId="77777777" w:rsidR="00C3740A" w:rsidRPr="00522157" w:rsidRDefault="00C3740A" w:rsidP="00C3740A">
      <w:pPr>
        <w:rPr>
          <w:lang w:val="es-419"/>
        </w:rPr>
      </w:pPr>
      <w:r w:rsidRPr="00522157">
        <w:rPr>
          <w:lang w:val="es-419"/>
        </w:rPr>
        <w:t>3.</w:t>
      </w:r>
      <w:r w:rsidRPr="00522157">
        <w:rPr>
          <w:lang w:val="es-419"/>
        </w:rPr>
        <w:tab/>
        <w:t>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ad hoc acreditados por el Comité mismo o como observadores acreditados ante la OMPI.</w:t>
      </w:r>
    </w:p>
    <w:p w14:paraId="54254DF6" w14:textId="77777777" w:rsidR="00C3740A" w:rsidRPr="00522157" w:rsidRDefault="00C3740A" w:rsidP="00C3740A">
      <w:pPr>
        <w:ind w:left="567" w:hanging="567"/>
        <w:rPr>
          <w:szCs w:val="22"/>
          <w:lang w:val="es-419"/>
        </w:rPr>
      </w:pPr>
    </w:p>
    <w:p w14:paraId="362CCA95" w14:textId="1CA3C429" w:rsidR="00C3740A" w:rsidRPr="00522157" w:rsidRDefault="00C3740A" w:rsidP="00C3740A">
      <w:pPr>
        <w:rPr>
          <w:lang w:val="es-419"/>
        </w:rPr>
      </w:pPr>
      <w:r w:rsidRPr="00522157">
        <w:rPr>
          <w:lang w:val="es-419"/>
        </w:rPr>
        <w:t>4.</w:t>
      </w:r>
      <w:r w:rsidRPr="00522157">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w:t>
      </w:r>
      <w:r w:rsidR="00DF4CC6" w:rsidRPr="00522157">
        <w:rPr>
          <w:lang w:val="es-419"/>
        </w:rPr>
        <w:t xml:space="preserve">. </w:t>
      </w:r>
      <w:r w:rsidRPr="00522157">
        <w:rPr>
          <w:lang w:val="es-419"/>
        </w:rPr>
        <w:t>El funcionamiento del Fondo no se anticipará a las decisiones de los miembros del Comité en relación con la acreditación y la participación en la labor de este último ni prevalecerá sobre ellas</w:t>
      </w:r>
      <w:r w:rsidR="00DF4CC6" w:rsidRPr="00522157">
        <w:rPr>
          <w:lang w:val="es-419"/>
        </w:rPr>
        <w:t xml:space="preserve">. </w:t>
      </w:r>
      <w:r w:rsidRPr="00522157">
        <w:rPr>
          <w:lang w:val="es-419"/>
        </w:rPr>
        <w:t>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14:paraId="6F648567" w14:textId="77777777" w:rsidR="00C3740A" w:rsidRPr="00522157" w:rsidRDefault="00C3740A" w:rsidP="00C3740A">
      <w:pPr>
        <w:rPr>
          <w:lang w:val="es-419"/>
        </w:rPr>
      </w:pPr>
    </w:p>
    <w:p w14:paraId="7E5EA0FF" w14:textId="77777777" w:rsidR="00C3740A" w:rsidRPr="00522157" w:rsidRDefault="00C3740A" w:rsidP="00C3740A">
      <w:pPr>
        <w:rPr>
          <w:lang w:val="es-419"/>
        </w:rPr>
      </w:pPr>
      <w:r w:rsidRPr="00522157">
        <w:rPr>
          <w:lang w:val="es-419"/>
        </w:rPr>
        <w:t>III.</w:t>
      </w:r>
      <w:r w:rsidRPr="00522157">
        <w:rPr>
          <w:lang w:val="es-419"/>
        </w:rPr>
        <w:tab/>
        <w:t>CRITERIOS DE UTILIZACIÓN DEL FONDO</w:t>
      </w:r>
    </w:p>
    <w:p w14:paraId="0F535C16" w14:textId="77777777" w:rsidR="00C3740A" w:rsidRPr="00522157" w:rsidRDefault="00C3740A" w:rsidP="00C3740A">
      <w:pPr>
        <w:rPr>
          <w:lang w:val="es-419"/>
        </w:rPr>
      </w:pPr>
    </w:p>
    <w:p w14:paraId="0C007ECE" w14:textId="77777777" w:rsidR="00C3740A" w:rsidRPr="00522157" w:rsidRDefault="00C3740A" w:rsidP="00C3740A">
      <w:pPr>
        <w:rPr>
          <w:lang w:val="es-419"/>
        </w:rPr>
      </w:pPr>
      <w:r w:rsidRPr="00522157">
        <w:rPr>
          <w:lang w:val="es-419"/>
        </w:rPr>
        <w:t>5.</w:t>
      </w:r>
      <w:r w:rsidRPr="00522157">
        <w:rPr>
          <w:lang w:val="es-419"/>
        </w:rPr>
        <w:tab/>
        <w:t>Todo aporte financiero que se efectúe con arreglo al Fondo se regirá por los objetivos enunciados en los artículos 2 y 2</w:t>
      </w:r>
      <w:r w:rsidRPr="00522157">
        <w:rPr>
          <w:i/>
          <w:lang w:val="es-419"/>
        </w:rPr>
        <w:t>bis</w:t>
      </w:r>
      <w:r w:rsidRPr="00522157">
        <w:rPr>
          <w:lang w:val="es-419"/>
        </w:rPr>
        <w:t xml:space="preserve"> y por las siguientes condiciones: </w:t>
      </w:r>
    </w:p>
    <w:p w14:paraId="0A0D4AE7" w14:textId="77777777" w:rsidR="00C3740A" w:rsidRPr="00522157" w:rsidRDefault="00C3740A" w:rsidP="00C3740A">
      <w:pPr>
        <w:rPr>
          <w:szCs w:val="22"/>
          <w:lang w:val="es-419"/>
        </w:rPr>
      </w:pPr>
    </w:p>
    <w:p w14:paraId="3AFF3DE2" w14:textId="77777777" w:rsidR="00C3740A" w:rsidRPr="00522157" w:rsidRDefault="00C3740A" w:rsidP="00C3740A">
      <w:pPr>
        <w:ind w:left="1134" w:hanging="568"/>
        <w:rPr>
          <w:lang w:val="es-419"/>
        </w:rPr>
      </w:pPr>
      <w:r w:rsidRPr="00522157">
        <w:rPr>
          <w:lang w:val="es-419"/>
        </w:rPr>
        <w:t>a)</w:t>
      </w:r>
      <w:r w:rsidRPr="00522157">
        <w:rPr>
          <w:lang w:val="es-419"/>
        </w:rPr>
        <w:tab/>
        <w:t>Todo aporte se realizará con arreglo exclusivo a los recursos disponibles en el Fondo;</w:t>
      </w:r>
    </w:p>
    <w:p w14:paraId="6CF5E941" w14:textId="77777777" w:rsidR="00C3740A" w:rsidRPr="00522157" w:rsidRDefault="00C3740A" w:rsidP="00C3740A">
      <w:pPr>
        <w:ind w:left="849" w:hanging="283"/>
        <w:rPr>
          <w:lang w:val="es-419"/>
        </w:rPr>
      </w:pPr>
    </w:p>
    <w:p w14:paraId="310260DE" w14:textId="5EC2195F" w:rsidR="00C3740A" w:rsidRPr="00522157" w:rsidRDefault="00C3740A" w:rsidP="00C3740A">
      <w:pPr>
        <w:ind w:left="1134" w:hanging="584"/>
        <w:rPr>
          <w:lang w:val="es-419"/>
        </w:rPr>
      </w:pPr>
      <w:r w:rsidRPr="00522157">
        <w:rPr>
          <w:lang w:val="es-419"/>
        </w:rPr>
        <w:t>b)</w:t>
      </w:r>
      <w:r w:rsidRPr="00522157">
        <w:rPr>
          <w:lang w:val="es-419"/>
        </w:rPr>
        <w:tab/>
        <w:t>Cada aporte se limitará a una única sesión del Comité y a las actividades conexas que tengan lugar al mismo tiempo que la sesión del Comité o a una única reunión de un grupo de trabajo entre sesiones</w:t>
      </w:r>
      <w:r w:rsidR="00DF4CC6" w:rsidRPr="00522157">
        <w:rPr>
          <w:lang w:val="es-419"/>
        </w:rPr>
        <w:t xml:space="preserve">. </w:t>
      </w:r>
      <w:r w:rsidRPr="00522157">
        <w:rPr>
          <w:lang w:val="es-419"/>
        </w:rPr>
        <w:t>El suministro de ayuda financiera en una ocasión no impedirá que se pueda financiar la participación del mismo beneficiario en otras sesiones del Comité o en otras reuniones de grupos de trabajo entre sesiones;</w:t>
      </w:r>
    </w:p>
    <w:p w14:paraId="434B0109" w14:textId="77777777" w:rsidR="00C3740A" w:rsidRPr="00522157" w:rsidRDefault="00C3740A" w:rsidP="00C3740A">
      <w:pPr>
        <w:ind w:left="849" w:hanging="283"/>
        <w:rPr>
          <w:lang w:val="es-419"/>
        </w:rPr>
      </w:pPr>
    </w:p>
    <w:p w14:paraId="2F738EB0" w14:textId="77777777" w:rsidR="00C3740A" w:rsidRPr="00522157" w:rsidRDefault="00C3740A" w:rsidP="00C3740A">
      <w:pPr>
        <w:ind w:left="1100" w:hanging="534"/>
        <w:rPr>
          <w:lang w:val="es-419"/>
        </w:rPr>
      </w:pPr>
      <w:r w:rsidRPr="00522157">
        <w:rPr>
          <w:lang w:val="es-419"/>
        </w:rPr>
        <w:t>c)</w:t>
      </w:r>
      <w:r w:rsidRPr="00522157">
        <w:rPr>
          <w:lang w:val="es-419"/>
        </w:rPr>
        <w:tab/>
        <w:t>Para beneficiarse de la ayuda financiera, los candidatos deberán satisfacer los siguientes criterios:</w:t>
      </w:r>
    </w:p>
    <w:p w14:paraId="7F35B64C" w14:textId="77777777" w:rsidR="00C3740A" w:rsidRPr="00522157" w:rsidRDefault="00C3740A" w:rsidP="00C3740A">
      <w:pPr>
        <w:ind w:left="1701"/>
        <w:rPr>
          <w:szCs w:val="22"/>
          <w:lang w:val="es-419"/>
        </w:rPr>
      </w:pPr>
    </w:p>
    <w:p w14:paraId="4A9F82EF" w14:textId="77777777" w:rsidR="00C3740A" w:rsidRPr="00522157" w:rsidRDefault="00C3740A" w:rsidP="00C3740A">
      <w:pPr>
        <w:numPr>
          <w:ilvl w:val="0"/>
          <w:numId w:val="16"/>
        </w:numPr>
        <w:tabs>
          <w:tab w:val="num" w:pos="1004"/>
        </w:tabs>
        <w:ind w:left="1710" w:hanging="630"/>
        <w:rPr>
          <w:szCs w:val="22"/>
          <w:lang w:val="es-419"/>
        </w:rPr>
      </w:pPr>
      <w:r w:rsidRPr="00522157">
        <w:rPr>
          <w:lang w:val="es-419"/>
        </w:rPr>
        <w:t>ser una persona física;</w:t>
      </w:r>
    </w:p>
    <w:p w14:paraId="646EF871" w14:textId="77777777" w:rsidR="00C3740A" w:rsidRPr="00522157" w:rsidRDefault="00C3740A" w:rsidP="00C3740A">
      <w:pPr>
        <w:ind w:left="1100"/>
        <w:rPr>
          <w:szCs w:val="22"/>
          <w:lang w:val="es-419"/>
        </w:rPr>
      </w:pPr>
    </w:p>
    <w:p w14:paraId="103DFD4A" w14:textId="77777777" w:rsidR="00C3740A" w:rsidRPr="00522157" w:rsidRDefault="00C3740A" w:rsidP="00C3740A">
      <w:pPr>
        <w:numPr>
          <w:ilvl w:val="0"/>
          <w:numId w:val="16"/>
        </w:numPr>
        <w:ind w:left="1701" w:hanging="601"/>
        <w:rPr>
          <w:szCs w:val="22"/>
          <w:lang w:val="es-419"/>
        </w:rPr>
      </w:pPr>
      <w:r w:rsidRPr="00522157">
        <w:rPr>
          <w:lang w:val="es-419"/>
        </w:rPr>
        <w:t>ser miembro de un observador acreditado que represente a las comunidades indígenas o locales o, de otro modo, a los custodios o titulares consuetudinarios de los conocimientos tradicionales o las expresiones culturales tradicionales;</w:t>
      </w:r>
    </w:p>
    <w:p w14:paraId="352ACB7D" w14:textId="77777777" w:rsidR="00C3740A" w:rsidRPr="00522157" w:rsidRDefault="00C3740A" w:rsidP="00C3740A">
      <w:pPr>
        <w:tabs>
          <w:tab w:val="left" w:pos="1701"/>
        </w:tabs>
        <w:ind w:left="1100"/>
        <w:rPr>
          <w:szCs w:val="22"/>
          <w:lang w:val="es-419"/>
        </w:rPr>
      </w:pPr>
    </w:p>
    <w:p w14:paraId="45CD3873" w14:textId="77777777" w:rsidR="00C3740A" w:rsidRPr="00522157" w:rsidRDefault="00C3740A" w:rsidP="00C3740A">
      <w:pPr>
        <w:numPr>
          <w:ilvl w:val="0"/>
          <w:numId w:val="16"/>
        </w:numPr>
        <w:ind w:left="1710" w:hanging="610"/>
        <w:rPr>
          <w:szCs w:val="22"/>
          <w:lang w:val="es-419"/>
        </w:rPr>
      </w:pPr>
      <w:r w:rsidRPr="00522157">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14:paraId="6CFB7CE6" w14:textId="77777777" w:rsidR="00C3740A" w:rsidRPr="00522157" w:rsidRDefault="00C3740A" w:rsidP="00C3740A">
      <w:pPr>
        <w:tabs>
          <w:tab w:val="left" w:pos="1701"/>
        </w:tabs>
        <w:ind w:left="1100"/>
        <w:rPr>
          <w:szCs w:val="22"/>
          <w:lang w:val="es-419"/>
        </w:rPr>
      </w:pPr>
    </w:p>
    <w:p w14:paraId="06F37DB1" w14:textId="77777777" w:rsidR="00C3740A" w:rsidRPr="00522157" w:rsidRDefault="00C3740A" w:rsidP="00C3740A">
      <w:pPr>
        <w:numPr>
          <w:ilvl w:val="0"/>
          <w:numId w:val="16"/>
        </w:numPr>
        <w:ind w:left="1710" w:hanging="610"/>
        <w:rPr>
          <w:szCs w:val="22"/>
          <w:lang w:val="es-419"/>
        </w:rPr>
      </w:pPr>
      <w:r w:rsidRPr="00522157">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14:paraId="4629A5C6" w14:textId="77777777" w:rsidR="00C3740A" w:rsidRPr="00522157" w:rsidRDefault="00C3740A" w:rsidP="00C3740A">
      <w:pPr>
        <w:tabs>
          <w:tab w:val="left" w:pos="1701"/>
        </w:tabs>
        <w:ind w:left="1100"/>
        <w:rPr>
          <w:szCs w:val="22"/>
          <w:lang w:val="es-419"/>
        </w:rPr>
      </w:pPr>
    </w:p>
    <w:p w14:paraId="46C978CB" w14:textId="77777777" w:rsidR="00C3740A" w:rsidRPr="00522157" w:rsidRDefault="00C3740A" w:rsidP="00C3740A">
      <w:pPr>
        <w:numPr>
          <w:ilvl w:val="0"/>
          <w:numId w:val="16"/>
        </w:numPr>
        <w:ind w:left="1710" w:hanging="630"/>
        <w:rPr>
          <w:szCs w:val="22"/>
          <w:lang w:val="es-419"/>
        </w:rPr>
      </w:pPr>
      <w:r w:rsidRPr="00522157">
        <w:rPr>
          <w:lang w:val="es-419"/>
        </w:rPr>
        <w:t xml:space="preserve">que la Junta Asesora estime que, debido a la falta de recursos financieros alternativos, el candidato no podría participar en la sesión del Comité o en la reunión del grupo de trabajo entre sesiones en cuestión sin la ayuda financiera del Fondo. </w:t>
      </w:r>
    </w:p>
    <w:p w14:paraId="3A2BD1BF" w14:textId="77777777" w:rsidR="00C3740A" w:rsidRPr="00522157" w:rsidRDefault="00C3740A" w:rsidP="00C3740A">
      <w:pPr>
        <w:ind w:left="550"/>
        <w:rPr>
          <w:szCs w:val="22"/>
          <w:lang w:val="es-419"/>
        </w:rPr>
      </w:pPr>
    </w:p>
    <w:p w14:paraId="3E1A6999" w14:textId="77777777" w:rsidR="00C3740A" w:rsidRPr="00522157" w:rsidRDefault="00C3740A" w:rsidP="00C3740A">
      <w:pPr>
        <w:ind w:left="1100" w:hanging="550"/>
        <w:rPr>
          <w:lang w:val="es-419"/>
        </w:rPr>
      </w:pPr>
      <w:r w:rsidRPr="00522157">
        <w:rPr>
          <w:lang w:val="es-419"/>
        </w:rPr>
        <w:t>d)</w:t>
      </w:r>
      <w:r w:rsidRPr="00522157">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14:paraId="1651EAED" w14:textId="77777777" w:rsidR="00C3740A" w:rsidRPr="00522157" w:rsidRDefault="00C3740A" w:rsidP="00C3740A">
      <w:pPr>
        <w:ind w:left="550"/>
        <w:rPr>
          <w:szCs w:val="22"/>
          <w:lang w:val="es-419"/>
        </w:rPr>
      </w:pPr>
    </w:p>
    <w:p w14:paraId="5FAE3F7E" w14:textId="77777777" w:rsidR="00C3740A" w:rsidRPr="00522157" w:rsidRDefault="00C3740A" w:rsidP="00C3740A">
      <w:pPr>
        <w:tabs>
          <w:tab w:val="left" w:pos="1080"/>
        </w:tabs>
        <w:ind w:left="567" w:hanging="17"/>
        <w:rPr>
          <w:szCs w:val="22"/>
          <w:lang w:val="es-419"/>
        </w:rPr>
      </w:pPr>
      <w:r w:rsidRPr="00522157">
        <w:rPr>
          <w:lang w:val="es-419"/>
        </w:rPr>
        <w:t>e)</w:t>
      </w:r>
      <w:r w:rsidRPr="00522157">
        <w:rPr>
          <w:lang w:val="es-419"/>
        </w:rPr>
        <w:tab/>
        <w:t>Con la financiación del Fondo se sufragará:</w:t>
      </w:r>
    </w:p>
    <w:p w14:paraId="3AC6A3DC" w14:textId="77777777" w:rsidR="00C3740A" w:rsidRPr="00522157" w:rsidRDefault="00C3740A" w:rsidP="00C3740A">
      <w:pPr>
        <w:ind w:left="567" w:firstLine="567"/>
        <w:rPr>
          <w:szCs w:val="22"/>
          <w:lang w:val="es-419"/>
        </w:rPr>
      </w:pPr>
    </w:p>
    <w:p w14:paraId="7188F5A7" w14:textId="77777777" w:rsidR="00C3740A" w:rsidRPr="00522157" w:rsidRDefault="00C3740A" w:rsidP="00C3740A">
      <w:pPr>
        <w:ind w:left="1650" w:hanging="550"/>
        <w:rPr>
          <w:szCs w:val="22"/>
          <w:lang w:val="es-419"/>
        </w:rPr>
      </w:pPr>
      <w:r w:rsidRPr="00522157">
        <w:rPr>
          <w:lang w:val="es-419"/>
        </w:rPr>
        <w:t>i)</w:t>
      </w:r>
      <w:r w:rsidRPr="00522157">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14:paraId="2E44F37E" w14:textId="77777777" w:rsidR="00C3740A" w:rsidRPr="00522157" w:rsidRDefault="00C3740A" w:rsidP="00C3740A">
      <w:pPr>
        <w:ind w:left="1100"/>
        <w:rPr>
          <w:szCs w:val="22"/>
          <w:lang w:val="es-419"/>
        </w:rPr>
      </w:pPr>
    </w:p>
    <w:p w14:paraId="263DEAF0" w14:textId="77777777" w:rsidR="00C3740A" w:rsidRPr="00522157" w:rsidRDefault="00C3740A" w:rsidP="00C3740A">
      <w:pPr>
        <w:ind w:left="1650" w:hanging="550"/>
        <w:rPr>
          <w:szCs w:val="22"/>
          <w:lang w:val="es-419"/>
        </w:rPr>
      </w:pPr>
      <w:r w:rsidRPr="00522157">
        <w:rPr>
          <w:lang w:val="es-419"/>
        </w:rPr>
        <w:t>ii)</w:t>
      </w:r>
      <w:r w:rsidRPr="00522157">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14:paraId="306ABB93" w14:textId="77777777" w:rsidR="00C3740A" w:rsidRPr="00522157" w:rsidRDefault="00C3740A" w:rsidP="00C3740A">
      <w:pPr>
        <w:ind w:left="1100"/>
        <w:rPr>
          <w:szCs w:val="22"/>
          <w:lang w:val="es-419"/>
        </w:rPr>
      </w:pPr>
    </w:p>
    <w:p w14:paraId="09AACDB3" w14:textId="77777777" w:rsidR="00C3740A" w:rsidRPr="00522157" w:rsidRDefault="00C3740A" w:rsidP="00C3740A">
      <w:pPr>
        <w:ind w:left="1650" w:hanging="550"/>
        <w:rPr>
          <w:szCs w:val="22"/>
          <w:lang w:val="es-419"/>
        </w:rPr>
      </w:pPr>
      <w:r w:rsidRPr="00522157">
        <w:rPr>
          <w:lang w:val="es-419"/>
        </w:rPr>
        <w:t>iii)</w:t>
      </w:r>
      <w:r w:rsidRPr="00522157">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14:paraId="78A1F097" w14:textId="77777777" w:rsidR="00C3740A" w:rsidRPr="00522157" w:rsidRDefault="00C3740A" w:rsidP="00C3740A">
      <w:pPr>
        <w:ind w:left="1100"/>
        <w:rPr>
          <w:szCs w:val="22"/>
          <w:lang w:val="es-419"/>
        </w:rPr>
      </w:pPr>
    </w:p>
    <w:p w14:paraId="7797C345" w14:textId="77777777" w:rsidR="00C3740A" w:rsidRPr="00522157" w:rsidRDefault="00C3740A" w:rsidP="00C3740A">
      <w:pPr>
        <w:ind w:left="1650" w:hanging="550"/>
        <w:rPr>
          <w:szCs w:val="22"/>
          <w:lang w:val="es-419"/>
        </w:rPr>
      </w:pPr>
      <w:r w:rsidRPr="00522157">
        <w:rPr>
          <w:lang w:val="es-419"/>
        </w:rPr>
        <w:t>iv)</w:t>
      </w:r>
      <w:r w:rsidRPr="00522157">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14:paraId="142B15FF" w14:textId="77777777" w:rsidR="00C3740A" w:rsidRPr="00522157" w:rsidRDefault="00C3740A" w:rsidP="00C3740A">
      <w:pPr>
        <w:ind w:left="1134"/>
        <w:rPr>
          <w:szCs w:val="22"/>
          <w:lang w:val="es-419"/>
        </w:rPr>
      </w:pPr>
    </w:p>
    <w:p w14:paraId="53F788B7" w14:textId="53326BD0" w:rsidR="00C3740A" w:rsidRPr="00522157" w:rsidRDefault="00C3740A" w:rsidP="00C3740A">
      <w:pPr>
        <w:ind w:left="1100" w:hanging="550"/>
        <w:rPr>
          <w:szCs w:val="22"/>
          <w:lang w:val="es-419"/>
        </w:rPr>
      </w:pPr>
      <w:r w:rsidRPr="00522157">
        <w:rPr>
          <w:lang w:val="es-419"/>
        </w:rPr>
        <w:t>f)</w:t>
      </w:r>
      <w:r w:rsidRPr="00522157">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w:t>
      </w:r>
      <w:r w:rsidR="00DF4CC6" w:rsidRPr="00522157">
        <w:rPr>
          <w:lang w:val="es-419"/>
        </w:rPr>
        <w:t xml:space="preserve">. </w:t>
      </w:r>
      <w:r w:rsidRPr="00522157">
        <w:rPr>
          <w:lang w:val="es-419"/>
        </w:rPr>
        <w:t>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14:paraId="5A44AD58" w14:textId="77777777" w:rsidR="00C3740A" w:rsidRPr="00522157" w:rsidRDefault="00C3740A" w:rsidP="00C3740A">
      <w:pPr>
        <w:rPr>
          <w:szCs w:val="22"/>
          <w:lang w:val="es-419"/>
        </w:rPr>
      </w:pPr>
    </w:p>
    <w:p w14:paraId="17BAF325" w14:textId="77777777" w:rsidR="00C3740A" w:rsidRPr="00522157" w:rsidRDefault="00C3740A" w:rsidP="00C3740A">
      <w:pPr>
        <w:keepNext/>
        <w:outlineLvl w:val="1"/>
        <w:rPr>
          <w:bCs/>
          <w:iCs/>
          <w:caps/>
          <w:szCs w:val="22"/>
          <w:lang w:val="es-419"/>
        </w:rPr>
      </w:pPr>
      <w:r w:rsidRPr="00522157">
        <w:rPr>
          <w:caps/>
          <w:lang w:val="es-419"/>
        </w:rPr>
        <w:t>IV.</w:t>
      </w:r>
      <w:r w:rsidRPr="00522157">
        <w:rPr>
          <w:caps/>
          <w:lang w:val="es-419"/>
        </w:rPr>
        <w:tab/>
        <w:t>MECANISMO DE FUNCIONAMIENTO</w:t>
      </w:r>
    </w:p>
    <w:p w14:paraId="7A0E94AD" w14:textId="77777777" w:rsidR="00C3740A" w:rsidRPr="00522157" w:rsidRDefault="00C3740A" w:rsidP="00C3740A">
      <w:pPr>
        <w:rPr>
          <w:szCs w:val="22"/>
          <w:lang w:val="es-419"/>
        </w:rPr>
      </w:pPr>
    </w:p>
    <w:p w14:paraId="1C6AA091" w14:textId="77777777" w:rsidR="00C3740A" w:rsidRPr="00522157" w:rsidRDefault="00C3740A" w:rsidP="00C3740A">
      <w:pPr>
        <w:rPr>
          <w:szCs w:val="22"/>
          <w:lang w:val="es-419"/>
        </w:rPr>
      </w:pPr>
      <w:r w:rsidRPr="00522157">
        <w:rPr>
          <w:lang w:val="es-419"/>
        </w:rPr>
        <w:t>6.</w:t>
      </w:r>
      <w:r w:rsidRPr="00522157">
        <w:rPr>
          <w:lang w:val="es-419"/>
        </w:rPr>
        <w:tab/>
        <w:t>El Fondo funcionará de la manera siguiente:</w:t>
      </w:r>
    </w:p>
    <w:p w14:paraId="419EADEC" w14:textId="77777777" w:rsidR="00C3740A" w:rsidRPr="00522157" w:rsidRDefault="00C3740A" w:rsidP="00C3740A">
      <w:pPr>
        <w:ind w:left="567"/>
        <w:rPr>
          <w:szCs w:val="22"/>
          <w:lang w:val="es-419"/>
        </w:rPr>
      </w:pPr>
    </w:p>
    <w:p w14:paraId="7F830901" w14:textId="77777777" w:rsidR="00C3740A" w:rsidRPr="00522157" w:rsidRDefault="00C3740A" w:rsidP="00C3740A">
      <w:pPr>
        <w:ind w:left="1100" w:hanging="550"/>
        <w:rPr>
          <w:szCs w:val="22"/>
          <w:lang w:val="es-419"/>
        </w:rPr>
      </w:pPr>
      <w:r w:rsidRPr="00522157">
        <w:rPr>
          <w:lang w:val="es-419"/>
        </w:rPr>
        <w:t>a)</w:t>
      </w:r>
      <w:r w:rsidRPr="00522157">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14:paraId="60FD5622" w14:textId="77777777" w:rsidR="00C3740A" w:rsidRPr="00522157" w:rsidRDefault="00C3740A" w:rsidP="00C3740A">
      <w:pPr>
        <w:ind w:left="550"/>
        <w:rPr>
          <w:szCs w:val="22"/>
          <w:lang w:val="es-419"/>
        </w:rPr>
      </w:pPr>
    </w:p>
    <w:p w14:paraId="71DE5068" w14:textId="77777777" w:rsidR="00C3740A" w:rsidRPr="00522157" w:rsidRDefault="00C3740A" w:rsidP="00C3740A">
      <w:pPr>
        <w:ind w:left="1100" w:hanging="550"/>
        <w:rPr>
          <w:szCs w:val="22"/>
          <w:lang w:val="es-419"/>
        </w:rPr>
      </w:pPr>
      <w:r w:rsidRPr="00522157">
        <w:rPr>
          <w:lang w:val="es-419"/>
        </w:rPr>
        <w:t>b)</w:t>
      </w:r>
      <w:r w:rsidRPr="00522157">
        <w:rPr>
          <w:lang w:val="es-419"/>
        </w:rPr>
        <w:tab/>
        <w:t>Se reducirán al mínimo los costos administrativos derivados del funcionamiento del Fondo y no se abrirá línea de crédito alguna en el presupuesto ordinario de la OMPI en relación con dichos costos.</w:t>
      </w:r>
    </w:p>
    <w:p w14:paraId="78BFA1DC" w14:textId="77777777" w:rsidR="00C3740A" w:rsidRPr="00522157" w:rsidRDefault="00C3740A" w:rsidP="00C3740A">
      <w:pPr>
        <w:ind w:left="550"/>
        <w:rPr>
          <w:szCs w:val="22"/>
          <w:lang w:val="es-419"/>
        </w:rPr>
      </w:pPr>
    </w:p>
    <w:p w14:paraId="6AB16D54" w14:textId="677226CA" w:rsidR="00C3740A" w:rsidRPr="00522157" w:rsidRDefault="00C3740A" w:rsidP="00C3740A">
      <w:pPr>
        <w:ind w:left="1100" w:hanging="550"/>
        <w:rPr>
          <w:szCs w:val="22"/>
          <w:lang w:val="es-419"/>
        </w:rPr>
      </w:pPr>
      <w:r w:rsidRPr="00522157">
        <w:rPr>
          <w:lang w:val="es-419"/>
        </w:rPr>
        <w:t>c)</w:t>
      </w:r>
      <w:r w:rsidRPr="00522157">
        <w:rPr>
          <w:lang w:val="es-419"/>
        </w:rPr>
        <w:tab/>
        <w:t>De la gestión de las contribuciones voluntarias que se hagan en favor del Fondo se encargará el director general de la OMPI, que contará con la asistencia de una Junta Asesora</w:t>
      </w:r>
      <w:r w:rsidR="00DF4CC6" w:rsidRPr="00522157">
        <w:rPr>
          <w:lang w:val="es-419"/>
        </w:rPr>
        <w:t xml:space="preserve">. </w:t>
      </w:r>
      <w:r w:rsidRPr="00522157">
        <w:rPr>
          <w:lang w:val="es-419"/>
        </w:rPr>
        <w:t xml:space="preserve">La administración financiera a cargo del director general de la OMPI y la verificación de las cuentas del Fondo a cargo del Interventor de la OMPI se llevarán a cabo con arreglo a los procedimientos contemplados en el Reglamento Financiero de la </w:t>
      </w:r>
      <w:r w:rsidRPr="00522157">
        <w:rPr>
          <w:lang w:val="es-419"/>
        </w:rPr>
        <w:lastRenderedPageBreak/>
        <w:t>OMPI en relación con los fondos fiduciarios creados para financiar determinadas actividades de cooperación para el desarrollo realizadas por la OMPI.</w:t>
      </w:r>
    </w:p>
    <w:p w14:paraId="33BC2BD3" w14:textId="77777777" w:rsidR="00C3740A" w:rsidRPr="00522157" w:rsidRDefault="00C3740A" w:rsidP="00C3740A">
      <w:pPr>
        <w:ind w:left="1134"/>
        <w:rPr>
          <w:szCs w:val="22"/>
          <w:lang w:val="es-419"/>
        </w:rPr>
      </w:pPr>
    </w:p>
    <w:p w14:paraId="54E9FE3D" w14:textId="3C155234" w:rsidR="00C3740A" w:rsidRPr="00522157" w:rsidRDefault="00C3740A" w:rsidP="00C3740A">
      <w:pPr>
        <w:ind w:left="1100" w:hanging="550"/>
        <w:rPr>
          <w:lang w:val="es-419"/>
        </w:rPr>
      </w:pPr>
      <w:r w:rsidRPr="00522157">
        <w:rPr>
          <w:lang w:val="es-419"/>
        </w:rPr>
        <w:t>d)</w:t>
      </w:r>
      <w:r w:rsidRPr="00522157">
        <w:rPr>
          <w:lang w:val="es-419"/>
        </w:rPr>
        <w:tab/>
        <w:t>Toda decisión de financiación será tomada, conforme a lo preceptivo, por el director general de la OMPI, previa recomendación expresa de la Junta Asesora</w:t>
      </w:r>
      <w:r w:rsidR="00DF4CC6" w:rsidRPr="00522157">
        <w:rPr>
          <w:lang w:val="es-419"/>
        </w:rPr>
        <w:t xml:space="preserve">. </w:t>
      </w:r>
      <w:r w:rsidRPr="00522157">
        <w:rPr>
          <w:lang w:val="es-419"/>
        </w:rPr>
        <w:t>Toda recomendación formulada por la Junta Asesora en relación con los beneficiarios será irrevocable y deberá ser aplicada por el director general.</w:t>
      </w:r>
    </w:p>
    <w:p w14:paraId="6BD8AB06" w14:textId="77777777" w:rsidR="00033559" w:rsidRPr="00522157" w:rsidRDefault="00033559" w:rsidP="00C3740A">
      <w:pPr>
        <w:ind w:left="1100" w:hanging="550"/>
        <w:rPr>
          <w:szCs w:val="22"/>
          <w:lang w:val="es-419"/>
        </w:rPr>
      </w:pPr>
    </w:p>
    <w:p w14:paraId="2FCB5A08" w14:textId="680C5A9F" w:rsidR="00C3740A" w:rsidRPr="00522157" w:rsidRDefault="00C3740A" w:rsidP="00C3740A">
      <w:pPr>
        <w:tabs>
          <w:tab w:val="left" w:pos="1080"/>
        </w:tabs>
        <w:ind w:left="550"/>
        <w:rPr>
          <w:szCs w:val="22"/>
          <w:lang w:val="es-419"/>
        </w:rPr>
      </w:pPr>
      <w:r w:rsidRPr="00522157">
        <w:rPr>
          <w:lang w:val="es-419"/>
        </w:rPr>
        <w:t>e)</w:t>
      </w:r>
      <w:r w:rsidRPr="00522157">
        <w:rPr>
          <w:lang w:val="es-419"/>
        </w:rPr>
        <w:tab/>
        <w:t>El plazo para la presentación de solicitudes se establecerá de la manera siguiente</w:t>
      </w:r>
      <w:r w:rsidR="00DF4CC6" w:rsidRPr="00522157">
        <w:rPr>
          <w:lang w:val="es-419"/>
        </w:rPr>
        <w:t xml:space="preserve">: </w:t>
      </w:r>
    </w:p>
    <w:p w14:paraId="27499FA7" w14:textId="77777777" w:rsidR="00C3740A" w:rsidRPr="00522157" w:rsidRDefault="00C3740A" w:rsidP="00C3740A">
      <w:pPr>
        <w:ind w:left="567" w:firstLine="567"/>
        <w:rPr>
          <w:szCs w:val="22"/>
          <w:lang w:val="es-419"/>
        </w:rPr>
      </w:pPr>
    </w:p>
    <w:p w14:paraId="4E7E8CBA" w14:textId="240B2880" w:rsidR="00C3740A" w:rsidRPr="00522157" w:rsidRDefault="00C3740A" w:rsidP="00C3740A">
      <w:pPr>
        <w:numPr>
          <w:ilvl w:val="0"/>
          <w:numId w:val="19"/>
        </w:numPr>
        <w:ind w:left="1650" w:hanging="550"/>
        <w:rPr>
          <w:szCs w:val="22"/>
          <w:lang w:val="es-419"/>
        </w:rPr>
      </w:pPr>
      <w:r w:rsidRPr="00522157">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w:t>
      </w:r>
      <w:r w:rsidR="00DF4CC6" w:rsidRPr="00522157">
        <w:rPr>
          <w:lang w:val="es-419"/>
        </w:rPr>
        <w:t xml:space="preserve">; </w:t>
      </w:r>
      <w:r w:rsidRPr="00522157">
        <w:rPr>
          <w:lang w:val="es-419"/>
        </w:rPr>
        <w:t xml:space="preserve"> fuera de ese plazo, será examinada en la siguiente sesión del Comité; y</w:t>
      </w:r>
    </w:p>
    <w:p w14:paraId="67E9AB36" w14:textId="77777777" w:rsidR="00C3740A" w:rsidRPr="00522157" w:rsidRDefault="00C3740A" w:rsidP="00C3740A">
      <w:pPr>
        <w:ind w:left="1100"/>
        <w:rPr>
          <w:szCs w:val="22"/>
          <w:lang w:val="es-419"/>
        </w:rPr>
      </w:pPr>
    </w:p>
    <w:p w14:paraId="0A5A2930" w14:textId="18F49CDE" w:rsidR="00C3740A" w:rsidRPr="00522157" w:rsidRDefault="00C3740A" w:rsidP="00C3740A">
      <w:pPr>
        <w:numPr>
          <w:ilvl w:val="0"/>
          <w:numId w:val="19"/>
        </w:numPr>
        <w:ind w:left="1650" w:hanging="550"/>
        <w:rPr>
          <w:szCs w:val="22"/>
          <w:lang w:val="es-419"/>
        </w:rPr>
      </w:pPr>
      <w:r w:rsidRPr="00522157">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w:t>
      </w:r>
      <w:r w:rsidR="00DF4CC6" w:rsidRPr="00522157">
        <w:rPr>
          <w:lang w:val="es-419"/>
        </w:rPr>
        <w:t xml:space="preserve">. </w:t>
      </w:r>
      <w:r w:rsidRPr="00522157">
        <w:rPr>
          <w:lang w:val="es-419"/>
        </w:rPr>
        <w:t>Fuera de ese plazo, las solicitudes serán examinadas en la siguiente sesión del Comité.</w:t>
      </w:r>
    </w:p>
    <w:p w14:paraId="3FEABF80" w14:textId="77777777" w:rsidR="00C3740A" w:rsidRPr="00522157" w:rsidRDefault="00C3740A" w:rsidP="00C3740A">
      <w:pPr>
        <w:ind w:left="550"/>
        <w:rPr>
          <w:szCs w:val="22"/>
          <w:lang w:val="es-419"/>
        </w:rPr>
      </w:pPr>
    </w:p>
    <w:p w14:paraId="2BC159A8" w14:textId="1BD51E45" w:rsidR="00C3740A" w:rsidRPr="00522157" w:rsidRDefault="00033559" w:rsidP="00033559">
      <w:pPr>
        <w:tabs>
          <w:tab w:val="left" w:pos="1080"/>
        </w:tabs>
        <w:ind w:left="1080" w:hanging="530"/>
        <w:rPr>
          <w:rFonts w:eastAsia="Times New Roman"/>
          <w:szCs w:val="22"/>
          <w:lang w:val="es-419"/>
        </w:rPr>
      </w:pPr>
      <w:r w:rsidRPr="00522157">
        <w:rPr>
          <w:lang w:val="es-419"/>
        </w:rPr>
        <w:t>f)</w:t>
      </w:r>
      <w:r w:rsidRPr="00522157">
        <w:rPr>
          <w:lang w:val="es-419"/>
        </w:rPr>
        <w:tab/>
      </w:r>
      <w:r w:rsidR="00C3740A" w:rsidRPr="00522157">
        <w:rPr>
          <w:lang w:val="es-419"/>
        </w:rPr>
        <w:t>Antes de cada sesión del Comité, el director general de la OMPI entregará a los participantes en la misma un documento en el que se informe de:</w:t>
      </w:r>
    </w:p>
    <w:p w14:paraId="339958CD" w14:textId="77777777" w:rsidR="00C3740A" w:rsidRPr="00522157" w:rsidRDefault="00C3740A" w:rsidP="00C3740A">
      <w:pPr>
        <w:ind w:left="1100"/>
        <w:rPr>
          <w:rFonts w:eastAsia="Times New Roman"/>
          <w:szCs w:val="22"/>
          <w:lang w:val="es-419" w:eastAsia="en-US"/>
        </w:rPr>
      </w:pPr>
    </w:p>
    <w:p w14:paraId="1CF070FD" w14:textId="77777777" w:rsidR="00C3740A" w:rsidRPr="00522157" w:rsidRDefault="00C3740A" w:rsidP="00C3740A">
      <w:pPr>
        <w:numPr>
          <w:ilvl w:val="2"/>
          <w:numId w:val="17"/>
        </w:numPr>
        <w:ind w:left="1650" w:hanging="550"/>
        <w:rPr>
          <w:szCs w:val="22"/>
          <w:lang w:val="es-419"/>
        </w:rPr>
      </w:pPr>
      <w:r w:rsidRPr="00522157">
        <w:rPr>
          <w:lang w:val="es-419"/>
        </w:rPr>
        <w:t>las contribuciones voluntarias que se hayan realizado en favor del Fondo hasta la fecha de elaboración del documento;</w:t>
      </w:r>
    </w:p>
    <w:p w14:paraId="4F2B5C72" w14:textId="77777777" w:rsidR="00C3740A" w:rsidRPr="00522157" w:rsidRDefault="00C3740A" w:rsidP="00C3740A">
      <w:pPr>
        <w:tabs>
          <w:tab w:val="left" w:pos="2410"/>
        </w:tabs>
        <w:ind w:left="1100"/>
        <w:rPr>
          <w:szCs w:val="22"/>
          <w:lang w:val="es-419"/>
        </w:rPr>
      </w:pPr>
    </w:p>
    <w:p w14:paraId="4D8666A4" w14:textId="77777777" w:rsidR="00C3740A" w:rsidRPr="00522157" w:rsidRDefault="00C3740A" w:rsidP="00C3740A">
      <w:pPr>
        <w:numPr>
          <w:ilvl w:val="2"/>
          <w:numId w:val="17"/>
        </w:numPr>
        <w:ind w:left="1650" w:hanging="550"/>
        <w:rPr>
          <w:szCs w:val="22"/>
          <w:lang w:val="es-419"/>
        </w:rPr>
      </w:pPr>
      <w:r w:rsidRPr="00522157">
        <w:rPr>
          <w:lang w:val="es-419"/>
        </w:rPr>
        <w:t>la identidad de los contribuyentes (salvo que estos últimos deseen preservar su anonimato);</w:t>
      </w:r>
    </w:p>
    <w:p w14:paraId="381C8AA1" w14:textId="77777777" w:rsidR="00C3740A" w:rsidRPr="00522157" w:rsidRDefault="00C3740A" w:rsidP="00C3740A">
      <w:pPr>
        <w:tabs>
          <w:tab w:val="left" w:pos="2410"/>
        </w:tabs>
        <w:ind w:left="1100"/>
        <w:rPr>
          <w:szCs w:val="22"/>
          <w:lang w:val="es-419"/>
        </w:rPr>
      </w:pPr>
    </w:p>
    <w:p w14:paraId="39FF0F4A" w14:textId="77777777" w:rsidR="00C3740A" w:rsidRPr="00522157" w:rsidRDefault="00C3740A" w:rsidP="00C3740A">
      <w:pPr>
        <w:numPr>
          <w:ilvl w:val="2"/>
          <w:numId w:val="17"/>
        </w:numPr>
        <w:ind w:left="1100" w:hanging="20"/>
        <w:rPr>
          <w:szCs w:val="22"/>
          <w:lang w:val="es-419"/>
        </w:rPr>
      </w:pPr>
      <w:r w:rsidRPr="00522157">
        <w:rPr>
          <w:lang w:val="es-419"/>
        </w:rPr>
        <w:t>la cuantía de los recursos disponibles habida cuenta de las sumas ya utilizadas;</w:t>
      </w:r>
    </w:p>
    <w:p w14:paraId="08FA6AB2" w14:textId="77777777" w:rsidR="00C3740A" w:rsidRPr="00522157" w:rsidRDefault="00C3740A" w:rsidP="00C3740A">
      <w:pPr>
        <w:tabs>
          <w:tab w:val="left" w:pos="2410"/>
        </w:tabs>
        <w:ind w:left="1100"/>
        <w:rPr>
          <w:szCs w:val="22"/>
          <w:lang w:val="es-419"/>
        </w:rPr>
      </w:pPr>
    </w:p>
    <w:p w14:paraId="09DBD5DB" w14:textId="77777777" w:rsidR="00C3740A" w:rsidRPr="00522157" w:rsidRDefault="00C3740A" w:rsidP="00C3740A">
      <w:pPr>
        <w:numPr>
          <w:ilvl w:val="2"/>
          <w:numId w:val="17"/>
        </w:numPr>
        <w:ind w:left="1650" w:hanging="550"/>
        <w:rPr>
          <w:szCs w:val="22"/>
          <w:lang w:val="es-419"/>
        </w:rPr>
      </w:pPr>
      <w:r w:rsidRPr="00522157">
        <w:rPr>
          <w:lang w:val="es-419"/>
        </w:rPr>
        <w:t>la lista de personas que se hayan beneficiado del Fondo desde el anterior documento de información;</w:t>
      </w:r>
    </w:p>
    <w:p w14:paraId="51A7E5F5" w14:textId="77777777" w:rsidR="00C3740A" w:rsidRPr="00522157" w:rsidRDefault="00C3740A" w:rsidP="00C3740A">
      <w:pPr>
        <w:tabs>
          <w:tab w:val="left" w:pos="2410"/>
        </w:tabs>
        <w:ind w:left="1100"/>
        <w:rPr>
          <w:szCs w:val="22"/>
          <w:lang w:val="es-419"/>
        </w:rPr>
      </w:pPr>
    </w:p>
    <w:p w14:paraId="312DD912" w14:textId="77777777" w:rsidR="00C3740A" w:rsidRPr="00522157" w:rsidRDefault="00C3740A" w:rsidP="00033559">
      <w:pPr>
        <w:numPr>
          <w:ilvl w:val="2"/>
          <w:numId w:val="17"/>
        </w:numPr>
        <w:ind w:left="1701" w:hanging="621"/>
        <w:rPr>
          <w:szCs w:val="22"/>
          <w:lang w:val="es-419"/>
        </w:rPr>
      </w:pPr>
      <w:r w:rsidRPr="00522157">
        <w:rPr>
          <w:lang w:val="es-419"/>
        </w:rPr>
        <w:t>las personas seleccionadas para beneficiarse del Fondo y que hayan renunciado a la ayuda;</w:t>
      </w:r>
    </w:p>
    <w:p w14:paraId="46ED650D" w14:textId="77777777" w:rsidR="00C3740A" w:rsidRPr="00522157" w:rsidRDefault="00C3740A" w:rsidP="00C3740A">
      <w:pPr>
        <w:tabs>
          <w:tab w:val="left" w:pos="2410"/>
        </w:tabs>
        <w:ind w:left="1100"/>
        <w:rPr>
          <w:szCs w:val="22"/>
          <w:lang w:val="es-419"/>
        </w:rPr>
      </w:pPr>
    </w:p>
    <w:p w14:paraId="1C4A7193" w14:textId="77777777" w:rsidR="00C3740A" w:rsidRPr="00522157" w:rsidRDefault="00C3740A" w:rsidP="00C3740A">
      <w:pPr>
        <w:numPr>
          <w:ilvl w:val="2"/>
          <w:numId w:val="17"/>
        </w:numPr>
        <w:ind w:left="1100" w:hanging="20"/>
        <w:rPr>
          <w:szCs w:val="22"/>
          <w:lang w:val="es-419"/>
        </w:rPr>
      </w:pPr>
      <w:r w:rsidRPr="00522157">
        <w:rPr>
          <w:lang w:val="es-419"/>
        </w:rPr>
        <w:t>el importe de la financiación asignada a cada beneficiario; y</w:t>
      </w:r>
    </w:p>
    <w:p w14:paraId="6EF3E3AD" w14:textId="77777777" w:rsidR="00C3740A" w:rsidRPr="00522157" w:rsidRDefault="00C3740A" w:rsidP="00C3740A">
      <w:pPr>
        <w:tabs>
          <w:tab w:val="left" w:pos="2410"/>
        </w:tabs>
        <w:ind w:left="1100"/>
        <w:rPr>
          <w:szCs w:val="22"/>
          <w:lang w:val="es-419"/>
        </w:rPr>
      </w:pPr>
    </w:p>
    <w:p w14:paraId="1D72446F" w14:textId="77777777" w:rsidR="00C3740A" w:rsidRPr="00522157" w:rsidRDefault="00C3740A" w:rsidP="00C3740A">
      <w:pPr>
        <w:numPr>
          <w:ilvl w:val="2"/>
          <w:numId w:val="17"/>
        </w:numPr>
        <w:ind w:left="1650" w:hanging="550"/>
        <w:rPr>
          <w:szCs w:val="22"/>
          <w:lang w:val="es-419"/>
        </w:rPr>
      </w:pPr>
      <w:r w:rsidRPr="00522157">
        <w:rPr>
          <w:lang w:val="es-419"/>
        </w:rPr>
        <w:t>una reseña suficientemente completa de los candidatos que hayan presentado una solicitud de financiación para la siguiente sesión del Comité o reunión de grupo de trabajo entre sesiones.</w:t>
      </w:r>
    </w:p>
    <w:p w14:paraId="43B80F0C" w14:textId="77777777" w:rsidR="00C3740A" w:rsidRPr="00522157" w:rsidRDefault="00C3740A" w:rsidP="00C3740A">
      <w:pPr>
        <w:ind w:left="1100"/>
        <w:rPr>
          <w:szCs w:val="22"/>
          <w:lang w:val="es-419"/>
        </w:rPr>
      </w:pPr>
    </w:p>
    <w:p w14:paraId="4041D2CE" w14:textId="77777777" w:rsidR="00033559" w:rsidRPr="00522157" w:rsidRDefault="00C3740A" w:rsidP="00033559">
      <w:pPr>
        <w:rPr>
          <w:lang w:val="es-419"/>
        </w:rPr>
      </w:pPr>
      <w:r w:rsidRPr="00522157">
        <w:rPr>
          <w:lang w:val="es-419"/>
        </w:rPr>
        <w:t>Dicho documento se someterá también a examen y deliberación de los miembros de la Junta Asesora.</w:t>
      </w:r>
    </w:p>
    <w:p w14:paraId="336EFD3C" w14:textId="77777777" w:rsidR="00033559" w:rsidRPr="00522157" w:rsidRDefault="00033559" w:rsidP="00033559">
      <w:pPr>
        <w:rPr>
          <w:lang w:val="es-419"/>
        </w:rPr>
      </w:pPr>
    </w:p>
    <w:p w14:paraId="074282CD" w14:textId="3841127C" w:rsidR="00C3740A" w:rsidRPr="00522157" w:rsidRDefault="00C3740A" w:rsidP="00033559">
      <w:pPr>
        <w:tabs>
          <w:tab w:val="left" w:pos="1080"/>
        </w:tabs>
        <w:ind w:left="1080" w:hanging="530"/>
        <w:rPr>
          <w:szCs w:val="22"/>
          <w:lang w:val="es-419"/>
        </w:rPr>
      </w:pPr>
      <w:r w:rsidRPr="00522157">
        <w:rPr>
          <w:lang w:val="es-419"/>
        </w:rPr>
        <w:t>g)</w:t>
      </w:r>
      <w:r w:rsidRPr="00522157">
        <w:rPr>
          <w:lang w:val="es-419"/>
        </w:rPr>
        <w:tab/>
        <w:t xml:space="preserve">Tras la elección de sus miembros, la Junta Asesora será convocada por el director general de la OMPI para que se reúna paralelamente a la sesión del Comité anterior a la sesión del Comité o reunión de grupo de trabajo entre sesiones para la que se prevé </w:t>
      </w:r>
      <w:r w:rsidRPr="00522157">
        <w:rPr>
          <w:lang w:val="es-419"/>
        </w:rPr>
        <w:lastRenderedPageBreak/>
        <w:t>otorgar la financiación, sin perjuicio de que los miembros se reúnan a título informal para abordar cuestiones relativas a su mandato entre las sesiones del Comité.</w:t>
      </w:r>
    </w:p>
    <w:p w14:paraId="1DA0ADE5" w14:textId="77777777" w:rsidR="00C3740A" w:rsidRPr="00522157" w:rsidRDefault="00C3740A" w:rsidP="00C3740A">
      <w:pPr>
        <w:ind w:left="1100" w:hanging="550"/>
        <w:rPr>
          <w:szCs w:val="22"/>
          <w:lang w:val="es-419"/>
        </w:rPr>
      </w:pPr>
    </w:p>
    <w:p w14:paraId="383BDF3E" w14:textId="77F4A30A" w:rsidR="00C3740A" w:rsidRPr="00522157" w:rsidRDefault="00C3740A" w:rsidP="00C3740A">
      <w:pPr>
        <w:ind w:left="1100" w:hanging="550"/>
        <w:rPr>
          <w:szCs w:val="22"/>
          <w:lang w:val="es-419"/>
        </w:rPr>
      </w:pPr>
      <w:r w:rsidRPr="00522157">
        <w:rPr>
          <w:lang w:val="es-419"/>
        </w:rPr>
        <w:t>h)</w:t>
      </w:r>
      <w:r w:rsidRPr="00522157">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w:t>
      </w:r>
      <w:r w:rsidR="00DF4CC6" w:rsidRPr="00522157">
        <w:rPr>
          <w:lang w:val="es-419"/>
        </w:rPr>
        <w:t xml:space="preserve">. </w:t>
      </w:r>
      <w:r w:rsidRPr="00522157">
        <w:rPr>
          <w:lang w:val="es-419"/>
        </w:rPr>
        <w:t>Al formular recomendaciones, deberá también velar por lo siguiente:</w:t>
      </w:r>
    </w:p>
    <w:p w14:paraId="6BF01813" w14:textId="77777777" w:rsidR="00C3740A" w:rsidRPr="00522157" w:rsidRDefault="00C3740A" w:rsidP="00C3740A">
      <w:pPr>
        <w:tabs>
          <w:tab w:val="left" w:pos="1560"/>
        </w:tabs>
        <w:ind w:left="550"/>
        <w:rPr>
          <w:szCs w:val="22"/>
          <w:lang w:val="es-419"/>
        </w:rPr>
      </w:pPr>
    </w:p>
    <w:p w14:paraId="74D886D6" w14:textId="77777777" w:rsidR="00C3740A" w:rsidRPr="00522157" w:rsidRDefault="00C3740A" w:rsidP="00C3740A">
      <w:pPr>
        <w:numPr>
          <w:ilvl w:val="0"/>
          <w:numId w:val="14"/>
        </w:numPr>
        <w:ind w:left="1650" w:hanging="550"/>
        <w:rPr>
          <w:szCs w:val="22"/>
          <w:lang w:val="es-419"/>
        </w:rPr>
      </w:pPr>
      <w:r w:rsidRPr="00522157">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14:paraId="31B9BC59" w14:textId="77777777" w:rsidR="00C3740A" w:rsidRPr="00522157" w:rsidRDefault="00C3740A" w:rsidP="00C3740A">
      <w:pPr>
        <w:ind w:left="1100"/>
        <w:rPr>
          <w:szCs w:val="22"/>
          <w:lang w:val="es-419"/>
        </w:rPr>
      </w:pPr>
    </w:p>
    <w:p w14:paraId="3D7B7EDE" w14:textId="77777777" w:rsidR="00C3740A" w:rsidRPr="00522157" w:rsidRDefault="00C3740A" w:rsidP="00C3740A">
      <w:pPr>
        <w:numPr>
          <w:ilvl w:val="0"/>
          <w:numId w:val="14"/>
        </w:numPr>
        <w:ind w:left="1650" w:hanging="550"/>
        <w:rPr>
          <w:szCs w:val="22"/>
          <w:lang w:val="es-419"/>
        </w:rPr>
      </w:pPr>
      <w:r w:rsidRPr="00522157">
        <w:rPr>
          <w:lang w:val="es-419"/>
        </w:rPr>
        <w:t>si procede, tener en cuenta en qué medida puede salir beneficiada la labor del Comité por la participación de un mismo beneficiario en varias de las sesiones del Comité o en reuniones de grupos de trabajo entre sesiones.</w:t>
      </w:r>
    </w:p>
    <w:p w14:paraId="45BEF100" w14:textId="77777777" w:rsidR="00C3740A" w:rsidRPr="00522157" w:rsidRDefault="00C3740A" w:rsidP="00C3740A">
      <w:pPr>
        <w:ind w:left="567"/>
        <w:rPr>
          <w:szCs w:val="22"/>
          <w:lang w:val="es-419"/>
        </w:rPr>
      </w:pPr>
    </w:p>
    <w:p w14:paraId="49306B7C" w14:textId="7C3ABE24" w:rsidR="00C3740A" w:rsidRPr="00522157" w:rsidRDefault="00C3740A" w:rsidP="00C3740A">
      <w:pPr>
        <w:rPr>
          <w:szCs w:val="22"/>
          <w:lang w:val="es-419"/>
        </w:rPr>
      </w:pPr>
      <w:r w:rsidRPr="00522157">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w:t>
      </w:r>
      <w:r w:rsidR="00DF4CC6" w:rsidRPr="00522157">
        <w:rPr>
          <w:lang w:val="es-419"/>
        </w:rPr>
        <w:t xml:space="preserve">. </w:t>
      </w:r>
      <w:r w:rsidRPr="00522157">
        <w:rPr>
          <w:lang w:val="es-419"/>
        </w:rPr>
        <w:t>Se deberá otorgar prioridad a estos últimos al decidir sobre las ayudas financieras para participar en sesiones posteriores del Comité o en reuniones de grupos de trabajo entre sesiones.</w:t>
      </w:r>
    </w:p>
    <w:p w14:paraId="61984FC2" w14:textId="77777777" w:rsidR="00C3740A" w:rsidRPr="00522157" w:rsidRDefault="00C3740A" w:rsidP="00C3740A">
      <w:pPr>
        <w:rPr>
          <w:szCs w:val="22"/>
          <w:lang w:val="es-419"/>
        </w:rPr>
      </w:pPr>
    </w:p>
    <w:p w14:paraId="2B38ABE8" w14:textId="77777777" w:rsidR="00C3740A" w:rsidRPr="00522157" w:rsidRDefault="00C3740A" w:rsidP="00C3740A">
      <w:pPr>
        <w:rPr>
          <w:szCs w:val="22"/>
          <w:lang w:val="es-419"/>
        </w:rPr>
      </w:pPr>
      <w:r w:rsidRPr="00522157">
        <w:rPr>
          <w:lang w:val="es-419"/>
        </w:rPr>
        <w:t>Para sus deliberaciones, la Junta Asesora contará, conforme al artículo 6.b), con el apoyo administrativo de la Oficina Internacional de la OMPI.</w:t>
      </w:r>
    </w:p>
    <w:p w14:paraId="3827A25F" w14:textId="77777777" w:rsidR="00C3740A" w:rsidRPr="00522157" w:rsidRDefault="00C3740A" w:rsidP="00C3740A">
      <w:pPr>
        <w:ind w:left="567"/>
        <w:rPr>
          <w:szCs w:val="22"/>
          <w:lang w:val="es-419"/>
        </w:rPr>
      </w:pPr>
    </w:p>
    <w:p w14:paraId="638CEE1A" w14:textId="56B374B2" w:rsidR="00C3740A" w:rsidRPr="00522157" w:rsidRDefault="00C3740A" w:rsidP="00C3740A">
      <w:pPr>
        <w:ind w:left="1100" w:hanging="533"/>
        <w:rPr>
          <w:szCs w:val="22"/>
          <w:lang w:val="es-419"/>
        </w:rPr>
      </w:pPr>
      <w:r w:rsidRPr="00522157">
        <w:rPr>
          <w:lang w:val="es-419"/>
        </w:rPr>
        <w:t>i)</w:t>
      </w:r>
      <w:r w:rsidRPr="00522157">
        <w:rPr>
          <w:lang w:val="es-419"/>
        </w:rPr>
        <w:tab/>
        <w:t>La Junta Asesora deberá formular las debidas recomendaciones antes de que finalice la sesión del Comité que se haya celebrado paralelamente a su reunión</w:t>
      </w:r>
      <w:r w:rsidR="00DF4CC6" w:rsidRPr="00522157">
        <w:rPr>
          <w:lang w:val="es-419"/>
        </w:rPr>
        <w:t xml:space="preserve">. </w:t>
      </w:r>
      <w:r w:rsidRPr="00522157">
        <w:rPr>
          <w:lang w:val="es-419"/>
        </w:rPr>
        <w:t>En dichas recomendaciones deberá especificarse:</w:t>
      </w:r>
    </w:p>
    <w:p w14:paraId="30974240" w14:textId="77777777" w:rsidR="00C3740A" w:rsidRPr="00522157" w:rsidRDefault="00C3740A" w:rsidP="00C3740A">
      <w:pPr>
        <w:tabs>
          <w:tab w:val="left" w:pos="1100"/>
        </w:tabs>
        <w:ind w:left="1100"/>
        <w:rPr>
          <w:szCs w:val="22"/>
          <w:lang w:val="es-419"/>
        </w:rPr>
      </w:pPr>
    </w:p>
    <w:p w14:paraId="35D54CD2" w14:textId="77777777" w:rsidR="00C3740A" w:rsidRPr="00522157" w:rsidRDefault="00C3740A" w:rsidP="00C3740A">
      <w:pPr>
        <w:numPr>
          <w:ilvl w:val="1"/>
          <w:numId w:val="18"/>
        </w:numPr>
        <w:ind w:left="1650" w:hanging="550"/>
        <w:rPr>
          <w:szCs w:val="22"/>
          <w:lang w:val="es-419"/>
        </w:rPr>
      </w:pPr>
      <w:r w:rsidRPr="00522157">
        <w:rPr>
          <w:lang w:val="es-419"/>
        </w:rPr>
        <w:t>la futura sesión del Comité y, en su caso, la o las reuniones de los grupos de trabajo entre sesiones para las que está destinada la ayuda financiera (es decir, la siguiente sesión del Comité);</w:t>
      </w:r>
    </w:p>
    <w:p w14:paraId="52F0D746" w14:textId="77777777" w:rsidR="00C3740A" w:rsidRPr="00522157" w:rsidRDefault="00C3740A" w:rsidP="00C3740A">
      <w:pPr>
        <w:tabs>
          <w:tab w:val="left" w:pos="1100"/>
          <w:tab w:val="num" w:pos="3141"/>
        </w:tabs>
        <w:ind w:left="1100"/>
        <w:rPr>
          <w:szCs w:val="22"/>
          <w:lang w:val="es-419"/>
        </w:rPr>
      </w:pPr>
    </w:p>
    <w:p w14:paraId="7C7F811A" w14:textId="77777777" w:rsidR="00C3740A" w:rsidRPr="00522157" w:rsidRDefault="00C3740A" w:rsidP="00C3740A">
      <w:pPr>
        <w:numPr>
          <w:ilvl w:val="1"/>
          <w:numId w:val="18"/>
        </w:numPr>
        <w:ind w:left="1650" w:hanging="550"/>
        <w:rPr>
          <w:szCs w:val="22"/>
          <w:lang w:val="es-419"/>
        </w:rPr>
      </w:pPr>
      <w:r w:rsidRPr="00522157">
        <w:rPr>
          <w:lang w:val="es-419"/>
        </w:rPr>
        <w:t>los solicitantes a quienes la Junta Asesora acuerde financiar para esa sesión del Comité o reunión del grupo de trabajo entre sesiones y para quienes se disponga de fondos;</w:t>
      </w:r>
    </w:p>
    <w:p w14:paraId="4288B922" w14:textId="77777777" w:rsidR="00C3740A" w:rsidRPr="00522157" w:rsidRDefault="00C3740A" w:rsidP="00C3740A">
      <w:pPr>
        <w:tabs>
          <w:tab w:val="left" w:pos="1100"/>
          <w:tab w:val="num" w:pos="3141"/>
        </w:tabs>
        <w:ind w:left="1100"/>
        <w:rPr>
          <w:szCs w:val="22"/>
          <w:lang w:val="es-419"/>
        </w:rPr>
      </w:pPr>
    </w:p>
    <w:p w14:paraId="12331C67" w14:textId="77777777" w:rsidR="00C3740A" w:rsidRPr="00522157" w:rsidRDefault="00C3740A" w:rsidP="00C3740A">
      <w:pPr>
        <w:numPr>
          <w:ilvl w:val="1"/>
          <w:numId w:val="18"/>
        </w:numPr>
        <w:ind w:left="1650" w:hanging="550"/>
        <w:rPr>
          <w:szCs w:val="22"/>
          <w:lang w:val="es-419"/>
        </w:rPr>
      </w:pPr>
      <w:r w:rsidRPr="00522157">
        <w:rPr>
          <w:lang w:val="es-419"/>
        </w:rPr>
        <w:t>el solicitante o solicitantes a quienes la Junta Asesora acuerde financiar en principio, pero para quienes no se disponga de fondos suficientes;</w:t>
      </w:r>
    </w:p>
    <w:p w14:paraId="4DD56718" w14:textId="77777777" w:rsidR="00C3740A" w:rsidRPr="00522157" w:rsidRDefault="00C3740A" w:rsidP="00C3740A">
      <w:pPr>
        <w:tabs>
          <w:tab w:val="num" w:pos="3141"/>
        </w:tabs>
        <w:ind w:left="1650" w:hanging="550"/>
        <w:rPr>
          <w:szCs w:val="22"/>
          <w:lang w:val="es-419"/>
        </w:rPr>
      </w:pPr>
    </w:p>
    <w:p w14:paraId="0EE0EF18" w14:textId="77777777" w:rsidR="00C3740A" w:rsidRPr="00522157" w:rsidRDefault="00C3740A" w:rsidP="00C3740A">
      <w:pPr>
        <w:numPr>
          <w:ilvl w:val="1"/>
          <w:numId w:val="18"/>
        </w:numPr>
        <w:ind w:left="1650" w:hanging="550"/>
        <w:rPr>
          <w:szCs w:val="22"/>
          <w:lang w:val="es-419"/>
        </w:rPr>
      </w:pPr>
      <w:r w:rsidRPr="00522157">
        <w:rPr>
          <w:lang w:val="es-419"/>
        </w:rPr>
        <w:t>el solicitante o solicitantes cuya solicitud haya sido rechazada de conformidad con el procedimiento previsto en el artículo 10; y</w:t>
      </w:r>
    </w:p>
    <w:p w14:paraId="66412A5B" w14:textId="77777777" w:rsidR="00C3740A" w:rsidRPr="00522157" w:rsidRDefault="00C3740A" w:rsidP="00C3740A">
      <w:pPr>
        <w:tabs>
          <w:tab w:val="left" w:pos="1100"/>
          <w:tab w:val="num" w:pos="2727"/>
        </w:tabs>
        <w:ind w:left="1100"/>
        <w:rPr>
          <w:szCs w:val="22"/>
          <w:lang w:val="es-419"/>
        </w:rPr>
      </w:pPr>
    </w:p>
    <w:p w14:paraId="6D02DF90" w14:textId="77777777" w:rsidR="00C3740A" w:rsidRPr="00522157" w:rsidRDefault="00C3740A" w:rsidP="00C3740A">
      <w:pPr>
        <w:numPr>
          <w:ilvl w:val="1"/>
          <w:numId w:val="18"/>
        </w:numPr>
        <w:ind w:left="1650" w:hanging="550"/>
        <w:rPr>
          <w:szCs w:val="22"/>
          <w:lang w:val="es-419"/>
        </w:rPr>
      </w:pPr>
      <w:r w:rsidRPr="00522157">
        <w:rPr>
          <w:lang w:val="es-419"/>
        </w:rPr>
        <w:t>el solicitante o solicitantes cuya solicitud no se examinará hasta la siguiente sesión del Comité de conformidad con el procedimiento previsto en el artículo 10.</w:t>
      </w:r>
    </w:p>
    <w:p w14:paraId="224796D8" w14:textId="77777777" w:rsidR="00C3740A" w:rsidRPr="00522157" w:rsidRDefault="00C3740A" w:rsidP="00C3740A">
      <w:pPr>
        <w:ind w:left="567"/>
        <w:rPr>
          <w:szCs w:val="22"/>
          <w:lang w:val="es-419"/>
        </w:rPr>
      </w:pPr>
    </w:p>
    <w:p w14:paraId="2F7295F1" w14:textId="7200E77F" w:rsidR="00C3740A" w:rsidRPr="00522157" w:rsidRDefault="00C3740A" w:rsidP="00C3740A">
      <w:pPr>
        <w:rPr>
          <w:szCs w:val="22"/>
          <w:lang w:val="es-419"/>
        </w:rPr>
      </w:pPr>
      <w:r w:rsidRPr="00522157">
        <w:rPr>
          <w:lang w:val="es-419"/>
        </w:rPr>
        <w:t>La Junta Asesora transmitirá inmediatamente dichas recomendaciones al director general, quien tomará una decisión conforme a las mismas</w:t>
      </w:r>
      <w:r w:rsidR="00DF4CC6" w:rsidRPr="00522157">
        <w:rPr>
          <w:lang w:val="es-419"/>
        </w:rPr>
        <w:t xml:space="preserve">. </w:t>
      </w:r>
      <w:r w:rsidRPr="00522157">
        <w:rPr>
          <w:lang w:val="es-419"/>
        </w:rPr>
        <w:t xml:space="preserve">Este último deberá poner inmediatamente esa decisión en conocimiento del Comité y, en cualquier caso, antes de que finalice la sesión en curso, por medio de un documento en el que se especifique la decisión adoptada con respecto a cada solicitante. </w:t>
      </w:r>
    </w:p>
    <w:p w14:paraId="3625DD4F" w14:textId="77777777" w:rsidR="00534C74" w:rsidRPr="00522157" w:rsidRDefault="00534C74" w:rsidP="00C3740A">
      <w:pPr>
        <w:ind w:left="1100" w:hanging="550"/>
        <w:rPr>
          <w:szCs w:val="22"/>
          <w:lang w:val="es-419"/>
        </w:rPr>
      </w:pPr>
    </w:p>
    <w:p w14:paraId="482E2B8C" w14:textId="4344816C" w:rsidR="00C3740A" w:rsidRPr="00522157" w:rsidRDefault="00C3740A" w:rsidP="00C3740A">
      <w:pPr>
        <w:ind w:left="1100" w:hanging="550"/>
        <w:rPr>
          <w:szCs w:val="22"/>
          <w:lang w:val="es-419"/>
        </w:rPr>
      </w:pPr>
      <w:r w:rsidRPr="00522157">
        <w:rPr>
          <w:lang w:val="es-419"/>
        </w:rPr>
        <w:t>j)</w:t>
      </w:r>
      <w:r w:rsidRPr="00522157">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14:paraId="2E497ECA" w14:textId="77777777" w:rsidR="00C3740A" w:rsidRPr="00522157" w:rsidRDefault="00C3740A" w:rsidP="00C3740A">
      <w:pPr>
        <w:ind w:left="567"/>
        <w:rPr>
          <w:szCs w:val="22"/>
          <w:lang w:val="es-419"/>
        </w:rPr>
      </w:pPr>
    </w:p>
    <w:p w14:paraId="5491D88F" w14:textId="77777777" w:rsidR="00C3740A" w:rsidRPr="00522157" w:rsidRDefault="00C3740A" w:rsidP="00C3740A">
      <w:pPr>
        <w:keepNext/>
        <w:outlineLvl w:val="1"/>
        <w:rPr>
          <w:bCs/>
          <w:iCs/>
          <w:caps/>
          <w:szCs w:val="22"/>
          <w:lang w:val="es-419"/>
        </w:rPr>
      </w:pPr>
      <w:r w:rsidRPr="00522157">
        <w:rPr>
          <w:caps/>
          <w:lang w:val="es-419"/>
        </w:rPr>
        <w:t>V.</w:t>
      </w:r>
      <w:r w:rsidRPr="00522157">
        <w:rPr>
          <w:caps/>
          <w:lang w:val="es-419"/>
        </w:rPr>
        <w:tab/>
        <w:t>OTRAS DISPOSICIONES RELATIVAS A LA JUNTA ASESORA</w:t>
      </w:r>
    </w:p>
    <w:p w14:paraId="7A2DC33B" w14:textId="77777777" w:rsidR="00C3740A" w:rsidRPr="00522157" w:rsidRDefault="00C3740A" w:rsidP="00C3740A">
      <w:pPr>
        <w:keepNext/>
        <w:rPr>
          <w:szCs w:val="22"/>
          <w:lang w:val="es-419"/>
        </w:rPr>
      </w:pPr>
    </w:p>
    <w:p w14:paraId="48A7B41B" w14:textId="77777777" w:rsidR="00C3740A" w:rsidRPr="00522157" w:rsidRDefault="00C3740A" w:rsidP="00C3740A">
      <w:pPr>
        <w:rPr>
          <w:szCs w:val="22"/>
          <w:lang w:val="es-419"/>
        </w:rPr>
      </w:pPr>
      <w:r w:rsidRPr="00522157">
        <w:rPr>
          <w:lang w:val="es-419"/>
        </w:rPr>
        <w:t>7.</w:t>
      </w:r>
      <w:r w:rsidRPr="00522157">
        <w:rPr>
          <w:lang w:val="es-419"/>
        </w:rPr>
        <w:tab/>
        <w:t>La Junta Asesora estará integrada por nueve miembros, a saber:</w:t>
      </w:r>
    </w:p>
    <w:p w14:paraId="64B54B72" w14:textId="77777777" w:rsidR="00C3740A" w:rsidRPr="00522157" w:rsidRDefault="00C3740A" w:rsidP="00C3740A">
      <w:pPr>
        <w:rPr>
          <w:szCs w:val="22"/>
          <w:lang w:val="es-419"/>
        </w:rPr>
      </w:pPr>
    </w:p>
    <w:p w14:paraId="1A1C33E0" w14:textId="77777777" w:rsidR="00C3740A" w:rsidRPr="00522157" w:rsidRDefault="00C3740A" w:rsidP="00C3740A">
      <w:pPr>
        <w:numPr>
          <w:ilvl w:val="2"/>
          <w:numId w:val="15"/>
        </w:numPr>
        <w:tabs>
          <w:tab w:val="num" w:pos="1100"/>
        </w:tabs>
        <w:ind w:left="1100" w:hanging="550"/>
        <w:rPr>
          <w:szCs w:val="22"/>
          <w:lang w:val="es-419"/>
        </w:rPr>
      </w:pPr>
      <w:r w:rsidRPr="00522157">
        <w:rPr>
          <w:lang w:val="es-419"/>
        </w:rPr>
        <w:t xml:space="preserve">el presidente del Comité, designado </w:t>
      </w:r>
      <w:r w:rsidRPr="00522157">
        <w:rPr>
          <w:i/>
          <w:lang w:val="es-419"/>
        </w:rPr>
        <w:t xml:space="preserve">ex officio </w:t>
      </w:r>
      <w:r w:rsidRPr="00522157">
        <w:rPr>
          <w:lang w:val="es-419"/>
        </w:rPr>
        <w:t xml:space="preserve">o, en caso de impedimento de este último, uno de los vicepresidentes por él designados en calidad de presidente adjunto; </w:t>
      </w:r>
    </w:p>
    <w:p w14:paraId="46FEDB96" w14:textId="77777777" w:rsidR="00C3740A" w:rsidRPr="00522157" w:rsidRDefault="00C3740A" w:rsidP="00C3740A">
      <w:pPr>
        <w:tabs>
          <w:tab w:val="num" w:pos="1100"/>
        </w:tabs>
        <w:ind w:left="550"/>
        <w:rPr>
          <w:szCs w:val="22"/>
          <w:lang w:val="es-419"/>
        </w:rPr>
      </w:pPr>
    </w:p>
    <w:p w14:paraId="3A3AE0B6" w14:textId="77777777" w:rsidR="00C3740A" w:rsidRPr="00522157" w:rsidRDefault="00C3740A" w:rsidP="00C3740A">
      <w:pPr>
        <w:numPr>
          <w:ilvl w:val="1"/>
          <w:numId w:val="15"/>
        </w:numPr>
        <w:tabs>
          <w:tab w:val="num" w:pos="1100"/>
        </w:tabs>
        <w:ind w:left="1100" w:hanging="550"/>
        <w:rPr>
          <w:szCs w:val="22"/>
          <w:lang w:val="es-419"/>
        </w:rPr>
      </w:pPr>
      <w:r w:rsidRPr="00522157">
        <w:rPr>
          <w:lang w:val="es-419"/>
        </w:rPr>
        <w:t>cinco miembros procedentes de las delegaciones de los Estados miembros de la OMPI, participantes en el Comité y que reflejen un equilibrio geográfico adecuado; y</w:t>
      </w:r>
    </w:p>
    <w:p w14:paraId="7FCB6A13" w14:textId="77777777" w:rsidR="00C3740A" w:rsidRPr="00522157" w:rsidRDefault="00C3740A" w:rsidP="00C3740A">
      <w:pPr>
        <w:tabs>
          <w:tab w:val="num" w:pos="1100"/>
        </w:tabs>
        <w:ind w:left="550"/>
        <w:rPr>
          <w:szCs w:val="22"/>
          <w:lang w:val="es-419"/>
        </w:rPr>
      </w:pPr>
    </w:p>
    <w:p w14:paraId="39B15171" w14:textId="77777777" w:rsidR="00C3740A" w:rsidRPr="00522157" w:rsidRDefault="00C3740A" w:rsidP="00C3740A">
      <w:pPr>
        <w:numPr>
          <w:ilvl w:val="1"/>
          <w:numId w:val="15"/>
        </w:numPr>
        <w:tabs>
          <w:tab w:val="num" w:pos="1100"/>
        </w:tabs>
        <w:ind w:left="1100" w:hanging="550"/>
        <w:rPr>
          <w:szCs w:val="22"/>
          <w:lang w:val="es-419"/>
        </w:rPr>
      </w:pPr>
      <w:r w:rsidRPr="00522157">
        <w:rPr>
          <w:lang w:val="es-419"/>
        </w:rPr>
        <w:t>tres miembros procedentes de observadores acreditados que representen a las comunidades indígenas y locales o a otros custodios o titulares consuetudinarios de los conocimientos tradicionales o las expresiones culturales tradicionales.</w:t>
      </w:r>
    </w:p>
    <w:p w14:paraId="628E1D50" w14:textId="77777777" w:rsidR="00C3740A" w:rsidRPr="00522157" w:rsidRDefault="00C3740A" w:rsidP="00C3740A">
      <w:pPr>
        <w:rPr>
          <w:szCs w:val="22"/>
          <w:lang w:val="es-419"/>
        </w:rPr>
      </w:pPr>
    </w:p>
    <w:p w14:paraId="010767EC" w14:textId="77777777" w:rsidR="00C3740A" w:rsidRPr="00522157" w:rsidRDefault="00C3740A" w:rsidP="00C3740A">
      <w:pPr>
        <w:rPr>
          <w:szCs w:val="22"/>
          <w:lang w:val="es-419"/>
        </w:rPr>
      </w:pPr>
      <w:r w:rsidRPr="00522157">
        <w:rPr>
          <w:lang w:val="es-419"/>
        </w:rPr>
        <w:t>Los miembros del Comité se reunirán a título individual y deliberarán con total independencia, sin perjuicio de las consultas que consideren adecuado mantener.</w:t>
      </w:r>
    </w:p>
    <w:p w14:paraId="142A84C1" w14:textId="77777777" w:rsidR="00C3740A" w:rsidRPr="00522157" w:rsidRDefault="00C3740A" w:rsidP="00C3740A">
      <w:pPr>
        <w:rPr>
          <w:szCs w:val="22"/>
          <w:lang w:val="es-419"/>
        </w:rPr>
      </w:pPr>
    </w:p>
    <w:p w14:paraId="3E33A68C" w14:textId="6FA70B92" w:rsidR="00C3740A" w:rsidRPr="00522157" w:rsidRDefault="00C3740A" w:rsidP="00C3740A">
      <w:pPr>
        <w:rPr>
          <w:szCs w:val="22"/>
          <w:lang w:val="es-419"/>
        </w:rPr>
      </w:pPr>
      <w:r w:rsidRPr="00522157">
        <w:rPr>
          <w:lang w:val="es-419"/>
        </w:rPr>
        <w:t>8.</w:t>
      </w:r>
      <w:r w:rsidRPr="00522157">
        <w:rPr>
          <w:lang w:val="es-419"/>
        </w:rPr>
        <w:tab/>
        <w:t xml:space="preserve">Al margen del miembro designado </w:t>
      </w:r>
      <w:r w:rsidRPr="00522157">
        <w:rPr>
          <w:i/>
          <w:lang w:val="es-419"/>
        </w:rPr>
        <w:t>ex officio</w:t>
      </w:r>
      <w:r w:rsidRPr="00522157">
        <w:rPr>
          <w:lang w:val="es-419"/>
        </w:rPr>
        <w:t>,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w:t>
      </w:r>
      <w:r w:rsidR="00DF4CC6" w:rsidRPr="00522157">
        <w:rPr>
          <w:lang w:val="es-419"/>
        </w:rPr>
        <w:t xml:space="preserve">. </w:t>
      </w:r>
      <w:r w:rsidRPr="00522157">
        <w:rPr>
          <w:lang w:val="es-419"/>
        </w:rPr>
        <w:t xml:space="preserve">El mandato de dichos miembros, a excepción del miembro designado </w:t>
      </w:r>
      <w:r w:rsidRPr="00522157">
        <w:rPr>
          <w:i/>
          <w:lang w:val="es-419"/>
        </w:rPr>
        <w:t>ex officio</w:t>
      </w:r>
      <w:r w:rsidRPr="00522157">
        <w:rPr>
          <w:lang w:val="es-419"/>
        </w:rPr>
        <w:t>, finalizará al comienzo de la siguiente sesión del Comité.</w:t>
      </w:r>
    </w:p>
    <w:p w14:paraId="5E89244F" w14:textId="77777777" w:rsidR="00C3740A" w:rsidRPr="00522157" w:rsidRDefault="00C3740A" w:rsidP="00C3740A">
      <w:pPr>
        <w:rPr>
          <w:szCs w:val="22"/>
          <w:lang w:val="es-419"/>
        </w:rPr>
      </w:pPr>
    </w:p>
    <w:p w14:paraId="4E42CBF5" w14:textId="77777777" w:rsidR="00C3740A" w:rsidRPr="00522157" w:rsidRDefault="00C3740A" w:rsidP="00C3740A">
      <w:pPr>
        <w:rPr>
          <w:szCs w:val="22"/>
          <w:lang w:val="es-419"/>
        </w:rPr>
      </w:pPr>
      <w:r w:rsidRPr="00522157">
        <w:rPr>
          <w:lang w:val="es-419"/>
        </w:rPr>
        <w:t>9.</w:t>
      </w:r>
      <w:r w:rsidRPr="00522157">
        <w:rPr>
          <w:lang w:val="es-419"/>
        </w:rPr>
        <w:tab/>
        <w:t>La Junta Asesora podrá reunirse de pleno derecho al margen de las sesiones del Comité, a condición de que se obtenga un quórum de siete miembros presentes, incluido el presidente o uno de los vicepresidentes.</w:t>
      </w:r>
    </w:p>
    <w:p w14:paraId="73974700" w14:textId="77777777" w:rsidR="00C3740A" w:rsidRPr="00522157" w:rsidRDefault="00C3740A" w:rsidP="00C3740A">
      <w:pPr>
        <w:rPr>
          <w:szCs w:val="22"/>
          <w:lang w:val="es-419"/>
        </w:rPr>
      </w:pPr>
    </w:p>
    <w:p w14:paraId="0D8BB268" w14:textId="1BD1EB97" w:rsidR="00C3740A" w:rsidRPr="00522157" w:rsidRDefault="00C3740A" w:rsidP="00C3740A">
      <w:pPr>
        <w:rPr>
          <w:szCs w:val="22"/>
          <w:lang w:val="es-419"/>
        </w:rPr>
      </w:pPr>
      <w:r w:rsidRPr="00522157">
        <w:rPr>
          <w:lang w:val="es-419"/>
        </w:rPr>
        <w:t>10.</w:t>
      </w:r>
      <w:r w:rsidRPr="00522157">
        <w:rPr>
          <w:lang w:val="es-419"/>
        </w:rPr>
        <w:tab/>
        <w:t>En toda recomendación que formule para seleccionar a los beneficiarios, la Junta Asesora deberá contar con el acuerdo de al menos siete miembros</w:t>
      </w:r>
      <w:r w:rsidR="00DF4CC6" w:rsidRPr="00522157">
        <w:rPr>
          <w:lang w:val="es-419"/>
        </w:rPr>
        <w:t xml:space="preserve">. </w:t>
      </w:r>
      <w:r w:rsidRPr="00522157">
        <w:rPr>
          <w:lang w:val="es-419"/>
        </w:rPr>
        <w:t>Si no se alcanza el acuerdo respecto de una solicitud, podrá aplazarse el examen de la misma hasta la siguiente sesión, salvo que haya recibido tres votos como máximo</w:t>
      </w:r>
      <w:r w:rsidR="00DF4CC6" w:rsidRPr="00522157">
        <w:rPr>
          <w:lang w:val="es-419"/>
        </w:rPr>
        <w:t xml:space="preserve">. </w:t>
      </w:r>
      <w:r w:rsidRPr="00522157">
        <w:rPr>
          <w:lang w:val="es-419"/>
        </w:rPr>
        <w:t xml:space="preserve">En ese caso, dicha solicitud se considerará rechazada, sin perjuicio del derecho que tiene todo candidato para presentar una nueva solicitud ulteriormente. </w:t>
      </w:r>
    </w:p>
    <w:p w14:paraId="4347E65F" w14:textId="77777777" w:rsidR="00C3740A" w:rsidRPr="00522157" w:rsidRDefault="00C3740A" w:rsidP="00C3740A">
      <w:pPr>
        <w:rPr>
          <w:szCs w:val="22"/>
          <w:lang w:val="es-419"/>
        </w:rPr>
      </w:pPr>
    </w:p>
    <w:p w14:paraId="385D92E5" w14:textId="77777777" w:rsidR="00C3740A" w:rsidRPr="00522157" w:rsidRDefault="00C3740A" w:rsidP="00C3740A">
      <w:pPr>
        <w:rPr>
          <w:szCs w:val="22"/>
          <w:lang w:val="es-419"/>
        </w:rPr>
      </w:pPr>
      <w:r w:rsidRPr="00522157">
        <w:rPr>
          <w:lang w:val="es-419"/>
        </w:rPr>
        <w:t>11.</w:t>
      </w:r>
      <w:r w:rsidRPr="00522157">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14:paraId="78D9207F" w14:textId="77777777" w:rsidR="00C3740A" w:rsidRPr="00522157" w:rsidRDefault="00C3740A" w:rsidP="004A1A5A">
      <w:pPr>
        <w:rPr>
          <w:szCs w:val="22"/>
          <w:lang w:val="es-419"/>
        </w:rPr>
      </w:pPr>
    </w:p>
    <w:p w14:paraId="52D768B9" w14:textId="77777777" w:rsidR="004A1A5A" w:rsidRPr="00522157" w:rsidRDefault="004A1A5A" w:rsidP="004A1A5A">
      <w:pPr>
        <w:rPr>
          <w:szCs w:val="22"/>
          <w:lang w:val="es-419"/>
        </w:rPr>
      </w:pPr>
    </w:p>
    <w:p w14:paraId="2C3E4DBC" w14:textId="77777777" w:rsidR="004A1A5A" w:rsidRPr="00522157" w:rsidRDefault="004A1A5A" w:rsidP="004A1A5A">
      <w:pPr>
        <w:rPr>
          <w:szCs w:val="22"/>
          <w:lang w:val="es-419"/>
        </w:rPr>
      </w:pPr>
    </w:p>
    <w:p w14:paraId="3CC0A904" w14:textId="77777777" w:rsidR="00C3740A" w:rsidRPr="00522157" w:rsidRDefault="00C3740A" w:rsidP="00C3740A">
      <w:pPr>
        <w:ind w:left="5534"/>
        <w:contextualSpacing/>
        <w:rPr>
          <w:lang w:val="es-419"/>
        </w:rPr>
      </w:pPr>
      <w:r w:rsidRPr="00522157">
        <w:rPr>
          <w:lang w:val="es-419"/>
        </w:rPr>
        <w:t>[Sigue el Anexo II]</w:t>
      </w:r>
    </w:p>
    <w:p w14:paraId="31355D45" w14:textId="77777777" w:rsidR="00721251" w:rsidRPr="00522157" w:rsidRDefault="00721251" w:rsidP="00C3740A">
      <w:pPr>
        <w:ind w:left="5534"/>
        <w:contextualSpacing/>
        <w:rPr>
          <w:rFonts w:eastAsia="Times New Roman"/>
          <w:szCs w:val="22"/>
          <w:lang w:val="es-419"/>
        </w:rPr>
      </w:pPr>
    </w:p>
    <w:p w14:paraId="4620C21D" w14:textId="77777777" w:rsidR="00C3740A" w:rsidRPr="00522157" w:rsidRDefault="00C3740A" w:rsidP="00C3740A">
      <w:pPr>
        <w:ind w:left="567"/>
        <w:jc w:val="center"/>
        <w:rPr>
          <w:szCs w:val="22"/>
          <w:lang w:val="es-419"/>
        </w:rPr>
        <w:sectPr w:rsidR="00C3740A" w:rsidRPr="00522157" w:rsidSect="00721251">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71C3AD32" w14:textId="77777777" w:rsidR="00C3740A" w:rsidRPr="00522157" w:rsidRDefault="00C3740A" w:rsidP="00C3740A">
      <w:pPr>
        <w:jc w:val="center"/>
        <w:rPr>
          <w:szCs w:val="22"/>
          <w:u w:val="single"/>
          <w:lang w:val="es-419"/>
        </w:rPr>
      </w:pPr>
      <w:r w:rsidRPr="00522157">
        <w:rPr>
          <w:u w:val="single"/>
          <w:lang w:val="es-419"/>
        </w:rPr>
        <w:lastRenderedPageBreak/>
        <w:t>Fondo de la OMPI de Contribuciones Voluntarias para las Comunidades Indígenas y Locales Acreditadas</w:t>
      </w:r>
    </w:p>
    <w:p w14:paraId="7AD84F1F" w14:textId="77777777" w:rsidR="00C3740A" w:rsidRPr="00522157" w:rsidRDefault="00C3740A" w:rsidP="00C3740A">
      <w:pPr>
        <w:jc w:val="center"/>
        <w:rPr>
          <w:szCs w:val="22"/>
          <w:u w:val="single"/>
          <w:lang w:val="es-419"/>
        </w:rPr>
      </w:pPr>
    </w:p>
    <w:p w14:paraId="5760511F" w14:textId="77777777" w:rsidR="00C3740A" w:rsidRPr="00522157" w:rsidRDefault="00C3740A" w:rsidP="00C3740A">
      <w:pPr>
        <w:jc w:val="center"/>
        <w:rPr>
          <w:szCs w:val="22"/>
          <w:u w:val="single"/>
          <w:lang w:val="es-419"/>
        </w:rPr>
      </w:pPr>
      <w:r w:rsidRPr="00522157">
        <w:rPr>
          <w:u w:val="single"/>
          <w:lang w:val="es-419"/>
        </w:rPr>
        <w:t>RAZONES PARA LA</w:t>
      </w:r>
    </w:p>
    <w:p w14:paraId="2514EBA7" w14:textId="77777777" w:rsidR="00C3740A" w:rsidRPr="00522157" w:rsidRDefault="00C3740A" w:rsidP="00C3740A">
      <w:pPr>
        <w:jc w:val="center"/>
        <w:rPr>
          <w:szCs w:val="22"/>
          <w:u w:val="single"/>
          <w:lang w:val="es-419"/>
        </w:rPr>
      </w:pPr>
    </w:p>
    <w:p w14:paraId="2EA133E5" w14:textId="77777777" w:rsidR="00C3740A" w:rsidRPr="00522157" w:rsidRDefault="00C3740A" w:rsidP="00C3740A">
      <w:pPr>
        <w:jc w:val="center"/>
        <w:rPr>
          <w:szCs w:val="22"/>
          <w:u w:val="single"/>
          <w:lang w:val="es-419"/>
        </w:rPr>
      </w:pPr>
      <w:r w:rsidRPr="00522157">
        <w:rPr>
          <w:u w:val="single"/>
          <w:lang w:val="es-419"/>
        </w:rPr>
        <w:t>INICIATIVA DE CAPTACIÓN DE FONDOS</w:t>
      </w:r>
    </w:p>
    <w:p w14:paraId="7950A3F1" w14:textId="77777777" w:rsidR="00C3740A" w:rsidRPr="00522157" w:rsidRDefault="00C3740A" w:rsidP="00C3740A">
      <w:pPr>
        <w:jc w:val="center"/>
        <w:rPr>
          <w:szCs w:val="22"/>
          <w:u w:val="single"/>
          <w:lang w:val="es-419"/>
        </w:rPr>
      </w:pPr>
    </w:p>
    <w:p w14:paraId="25AE46E5" w14:textId="77777777" w:rsidR="00C3740A" w:rsidRPr="00522157" w:rsidRDefault="00C3740A" w:rsidP="00C3740A">
      <w:pPr>
        <w:ind w:left="567"/>
        <w:jc w:val="center"/>
        <w:rPr>
          <w:szCs w:val="22"/>
          <w:lang w:val="es-419"/>
        </w:rPr>
      </w:pPr>
    </w:p>
    <w:p w14:paraId="29E279DD" w14:textId="77777777" w:rsidR="00C3740A" w:rsidRPr="00522157" w:rsidRDefault="00C3740A" w:rsidP="00C3740A">
      <w:pPr>
        <w:ind w:left="567"/>
        <w:jc w:val="center"/>
        <w:rPr>
          <w:szCs w:val="22"/>
          <w:lang w:val="es-419"/>
        </w:rPr>
      </w:pPr>
    </w:p>
    <w:p w14:paraId="7069CF60" w14:textId="77777777" w:rsidR="00C3740A" w:rsidRPr="00522157" w:rsidRDefault="00C3740A" w:rsidP="00C3740A">
      <w:pPr>
        <w:rPr>
          <w:szCs w:val="22"/>
          <w:u w:val="single"/>
          <w:lang w:val="es-419"/>
        </w:rPr>
      </w:pPr>
      <w:r w:rsidRPr="00522157">
        <w:rPr>
          <w:lang w:val="es-419"/>
        </w:rPr>
        <w:t>I.</w:t>
      </w:r>
      <w:r w:rsidRPr="00522157">
        <w:rPr>
          <w:lang w:val="es-419"/>
        </w:rPr>
        <w:tab/>
      </w:r>
      <w:r w:rsidRPr="00522157">
        <w:rPr>
          <w:b/>
          <w:lang w:val="es-419"/>
        </w:rPr>
        <w:t>CONTEXTO</w:t>
      </w:r>
    </w:p>
    <w:p w14:paraId="264589A4" w14:textId="77777777" w:rsidR="00C3740A" w:rsidRPr="00522157" w:rsidRDefault="00C3740A" w:rsidP="00C3740A">
      <w:pPr>
        <w:rPr>
          <w:szCs w:val="22"/>
          <w:lang w:val="es-419"/>
        </w:rPr>
      </w:pPr>
    </w:p>
    <w:p w14:paraId="54BE247B" w14:textId="65A7E7B4" w:rsidR="00C3740A" w:rsidRPr="00522157" w:rsidRDefault="00C3740A" w:rsidP="00C3740A">
      <w:pPr>
        <w:rPr>
          <w:szCs w:val="22"/>
          <w:lang w:val="es-419"/>
        </w:rPr>
      </w:pPr>
      <w:r w:rsidRPr="00522157">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w:t>
      </w:r>
      <w:r w:rsidR="00DF4CC6" w:rsidRPr="00522157">
        <w:rPr>
          <w:lang w:val="es-419"/>
        </w:rPr>
        <w:t xml:space="preserve">. </w:t>
      </w:r>
      <w:r w:rsidRPr="00522157">
        <w:rPr>
          <w:lang w:val="es-419"/>
        </w:rPr>
        <w:t>Las comunidades indígenas y locales son las principalmente afectadas puesto que sus tradiciones, sistemas de conocimiento y expresiones culturales constituyen la base de su identidad y su futuro desarrollo</w:t>
      </w:r>
      <w:r w:rsidR="00DF4CC6" w:rsidRPr="00522157">
        <w:rPr>
          <w:lang w:val="es-419"/>
        </w:rPr>
        <w:t xml:space="preserve">. </w:t>
      </w:r>
      <w:r w:rsidRPr="00522157">
        <w:rPr>
          <w:lang w:val="es-419"/>
        </w:rPr>
        <w:t>Una protección apropiada y eficaz exige un enfoque concertado por parte de los Estados</w:t>
      </w:r>
      <w:r w:rsidR="00DF4CC6" w:rsidRPr="00522157">
        <w:rPr>
          <w:lang w:val="es-419"/>
        </w:rPr>
        <w:t xml:space="preserve">. </w:t>
      </w:r>
      <w:r w:rsidRPr="00522157">
        <w:rPr>
          <w:lang w:val="es-419"/>
        </w:rPr>
        <w:t>Los Estados miembros decidieron, así, crear un órgano de la OMPI encomendado expresamente con la tarea de examinar las normas que podrían adoptarse a nivel internacional para garantizar la protección</w:t>
      </w:r>
      <w:r w:rsidR="00DF4CC6" w:rsidRPr="00522157">
        <w:rPr>
          <w:lang w:val="es-419"/>
        </w:rPr>
        <w:t xml:space="preserve">. </w:t>
      </w:r>
      <w:r w:rsidRPr="00522157">
        <w:rPr>
          <w:lang w:val="es-419"/>
        </w:rPr>
        <w:t xml:space="preserve">Ese órgano es el Comité Intergubernamental de la OMPI sobre Propiedad Intelectual y Recursos Genéticos, Conocimientos Tradicionales y Folclore (CIG). </w:t>
      </w:r>
    </w:p>
    <w:p w14:paraId="1D8A5C9A" w14:textId="77777777" w:rsidR="00C3740A" w:rsidRPr="00522157" w:rsidRDefault="00C3740A" w:rsidP="00C3740A">
      <w:pPr>
        <w:rPr>
          <w:szCs w:val="22"/>
          <w:lang w:val="es-419"/>
        </w:rPr>
      </w:pPr>
    </w:p>
    <w:p w14:paraId="600F3238" w14:textId="77777777" w:rsidR="00C3740A" w:rsidRPr="00522157" w:rsidRDefault="00C3740A" w:rsidP="00C3740A">
      <w:pPr>
        <w:rPr>
          <w:b/>
          <w:szCs w:val="22"/>
          <w:lang w:val="es-419"/>
        </w:rPr>
      </w:pPr>
      <w:r w:rsidRPr="00522157">
        <w:rPr>
          <w:b/>
          <w:i/>
          <w:lang w:val="es-419"/>
        </w:rPr>
        <w:t>La necesidad de facilitar la participación activa de los pueblos indígenas y las comunidades locales en el CIG de la OMPI</w:t>
      </w:r>
    </w:p>
    <w:p w14:paraId="420689FA" w14:textId="77777777" w:rsidR="00C3740A" w:rsidRPr="00522157" w:rsidRDefault="00C3740A" w:rsidP="00C3740A">
      <w:pPr>
        <w:rPr>
          <w:szCs w:val="22"/>
          <w:lang w:val="es-419"/>
        </w:rPr>
      </w:pPr>
    </w:p>
    <w:p w14:paraId="0FE80A6C" w14:textId="26EB9BC0" w:rsidR="00C3740A" w:rsidRPr="00522157" w:rsidRDefault="00C3740A" w:rsidP="00C3740A">
      <w:pPr>
        <w:rPr>
          <w:szCs w:val="22"/>
          <w:lang w:val="es-419"/>
        </w:rPr>
      </w:pPr>
      <w:r w:rsidRPr="00522157">
        <w:rPr>
          <w:lang w:val="es-419"/>
        </w:rPr>
        <w:t>Los pueblos indígenas y las comunidades locales consideran acertadamente que deberían poder participar en los procesos de toma de decisiones relativas a cuestiones que les atañen</w:t>
      </w:r>
      <w:r w:rsidR="00DF4CC6" w:rsidRPr="00522157">
        <w:rPr>
          <w:lang w:val="es-419"/>
        </w:rPr>
        <w:t xml:space="preserve">. </w:t>
      </w:r>
      <w:r w:rsidRPr="00522157">
        <w:rPr>
          <w:lang w:val="es-419"/>
        </w:rPr>
        <w:t>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14:paraId="53E49977" w14:textId="77777777" w:rsidR="00C3740A" w:rsidRPr="00522157" w:rsidRDefault="00C3740A" w:rsidP="00C3740A">
      <w:pPr>
        <w:rPr>
          <w:szCs w:val="22"/>
          <w:lang w:val="es-419"/>
        </w:rPr>
      </w:pPr>
    </w:p>
    <w:p w14:paraId="03E047F8" w14:textId="77777777" w:rsidR="00C3740A" w:rsidRPr="00522157" w:rsidRDefault="00C3740A" w:rsidP="00C3740A">
      <w:pPr>
        <w:rPr>
          <w:szCs w:val="22"/>
          <w:lang w:val="es-419"/>
        </w:rPr>
      </w:pPr>
      <w:r w:rsidRPr="00522157">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14:paraId="4E35B17C" w14:textId="77777777" w:rsidR="00C3740A" w:rsidRPr="00522157" w:rsidRDefault="00C3740A" w:rsidP="00C3740A">
      <w:pPr>
        <w:rPr>
          <w:szCs w:val="22"/>
          <w:lang w:val="es-419"/>
        </w:rPr>
      </w:pPr>
    </w:p>
    <w:p w14:paraId="7CE6CB51" w14:textId="77777777" w:rsidR="00C3740A" w:rsidRPr="00522157" w:rsidRDefault="00C3740A" w:rsidP="00C3740A">
      <w:pPr>
        <w:rPr>
          <w:szCs w:val="22"/>
          <w:lang w:val="es-419"/>
        </w:rPr>
      </w:pPr>
      <w:r w:rsidRPr="00522157">
        <w:rPr>
          <w:lang w:val="es-419"/>
        </w:rPr>
        <w:t>Las delegaciones gubernamentales que participan en el CIG han reconocido por ello unánimemente que “la participación de las comunidades indígenas y locales es de gran importancia en la labor del Comité”.</w:t>
      </w:r>
    </w:p>
    <w:p w14:paraId="3D12EA7F" w14:textId="77777777" w:rsidR="00C3740A" w:rsidRPr="00522157" w:rsidRDefault="00C3740A" w:rsidP="00C3740A">
      <w:pPr>
        <w:rPr>
          <w:szCs w:val="22"/>
          <w:lang w:val="es-419"/>
        </w:rPr>
      </w:pPr>
    </w:p>
    <w:p w14:paraId="19BADE95" w14:textId="77777777" w:rsidR="00C3740A" w:rsidRPr="00522157" w:rsidRDefault="00C3740A" w:rsidP="00C3740A">
      <w:pPr>
        <w:rPr>
          <w:szCs w:val="22"/>
          <w:lang w:val="es-419"/>
        </w:rPr>
      </w:pPr>
      <w:r w:rsidRPr="00522157">
        <w:rPr>
          <w:lang w:val="es-419"/>
        </w:rPr>
        <w:t xml:space="preserve">La necesidad de facilitar la participación ha sido, si cabe, más apremiante desde diciembre de 2009, cuando el CIG se embarcó en </w:t>
      </w:r>
      <w:r w:rsidRPr="00522157">
        <w:rPr>
          <w:b/>
          <w:lang w:val="es-419"/>
        </w:rPr>
        <w:t>intensas negociaciones</w:t>
      </w:r>
      <w:r w:rsidRPr="00522157">
        <w:rPr>
          <w:lang w:val="es-419"/>
        </w:rPr>
        <w:t xml:space="preserve"> para elaborar uno o más instrumentos jurídicos internacionales a fin de conferir protección efectiva.</w:t>
      </w:r>
    </w:p>
    <w:p w14:paraId="30F9C8CE" w14:textId="77777777" w:rsidR="00C3740A" w:rsidRPr="00522157" w:rsidRDefault="00C3740A" w:rsidP="00C3740A">
      <w:pPr>
        <w:rPr>
          <w:szCs w:val="22"/>
          <w:lang w:val="es-419"/>
        </w:rPr>
      </w:pPr>
      <w:r w:rsidRPr="00522157">
        <w:rPr>
          <w:lang w:val="es-419"/>
        </w:rPr>
        <w:br w:type="page"/>
      </w:r>
    </w:p>
    <w:p w14:paraId="79995608" w14:textId="7A2A3115" w:rsidR="00C3740A" w:rsidRPr="00522157" w:rsidRDefault="00C3740A" w:rsidP="00C3740A">
      <w:pPr>
        <w:rPr>
          <w:szCs w:val="22"/>
          <w:u w:val="single"/>
          <w:lang w:val="es-419"/>
        </w:rPr>
      </w:pPr>
      <w:r w:rsidRPr="00522157">
        <w:rPr>
          <w:lang w:val="es-419"/>
        </w:rPr>
        <w:lastRenderedPageBreak/>
        <w:t>II.</w:t>
      </w:r>
      <w:r w:rsidRPr="00522157">
        <w:rPr>
          <w:lang w:val="es-419"/>
        </w:rPr>
        <w:tab/>
      </w:r>
      <w:r w:rsidRPr="00522157">
        <w:rPr>
          <w:b/>
          <w:lang w:val="es-419"/>
        </w:rPr>
        <w:t>EL FONDO DE CONTRIBUCIONES VOLUNTARIAS</w:t>
      </w:r>
      <w:r w:rsidR="00DF4CC6" w:rsidRPr="00522157">
        <w:rPr>
          <w:b/>
          <w:lang w:val="es-419"/>
        </w:rPr>
        <w:t xml:space="preserve">: </w:t>
      </w:r>
      <w:r w:rsidRPr="00522157">
        <w:rPr>
          <w:b/>
          <w:lang w:val="es-419"/>
        </w:rPr>
        <w:t>OBJETIVOS, FUNCIONAMIENTO Y RESULTADOS</w:t>
      </w:r>
    </w:p>
    <w:p w14:paraId="0A8670E3" w14:textId="77777777" w:rsidR="00C3740A" w:rsidRPr="00522157" w:rsidRDefault="00C3740A" w:rsidP="00C3740A">
      <w:pPr>
        <w:rPr>
          <w:i/>
          <w:szCs w:val="22"/>
          <w:lang w:val="es-419"/>
        </w:rPr>
      </w:pPr>
    </w:p>
    <w:p w14:paraId="62A5713B" w14:textId="77777777" w:rsidR="00C3740A" w:rsidRPr="00522157" w:rsidRDefault="00C3740A" w:rsidP="00C3740A">
      <w:pPr>
        <w:rPr>
          <w:szCs w:val="22"/>
          <w:lang w:val="es-419"/>
        </w:rPr>
      </w:pPr>
      <w:r w:rsidRPr="00522157">
        <w:rPr>
          <w:lang w:val="es-419"/>
        </w:rPr>
        <w:t>Los Estados miembros de la OMPI han adoptado medidas concretas para asegurar que los pueblos indígenas y las comunidades locales participen efectivamente en el CIG de modo activo como observadores.</w:t>
      </w:r>
    </w:p>
    <w:p w14:paraId="7FF5CA2F" w14:textId="77777777" w:rsidR="00C3740A" w:rsidRPr="00522157" w:rsidRDefault="00C3740A" w:rsidP="00C3740A">
      <w:pPr>
        <w:rPr>
          <w:szCs w:val="22"/>
          <w:lang w:val="es-419"/>
        </w:rPr>
      </w:pPr>
    </w:p>
    <w:p w14:paraId="135A608B" w14:textId="27081B96" w:rsidR="00C3740A" w:rsidRPr="00522157" w:rsidRDefault="00C3740A" w:rsidP="00C3740A">
      <w:pPr>
        <w:rPr>
          <w:szCs w:val="22"/>
          <w:lang w:val="es-419"/>
        </w:rPr>
      </w:pPr>
      <w:r w:rsidRPr="00522157">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w:t>
      </w:r>
      <w:r w:rsidR="00DF4CC6" w:rsidRPr="00522157">
        <w:rPr>
          <w:lang w:val="es-419"/>
        </w:rPr>
        <w:t xml:space="preserve">. </w:t>
      </w:r>
      <w:r w:rsidRPr="00522157">
        <w:rPr>
          <w:lang w:val="es-419"/>
        </w:rPr>
        <w:t>Las sesiones del Comité se abren con una mesa redonda de las comunidades indígenas en la que varios miembros pertenecientes a comunidades indígenas y locales comentan sus experiencias y perspectivas</w:t>
      </w:r>
      <w:r w:rsidR="00DF4CC6" w:rsidRPr="00522157">
        <w:rPr>
          <w:lang w:val="es-419"/>
        </w:rPr>
        <w:t xml:space="preserve">. </w:t>
      </w:r>
      <w:r w:rsidRPr="00522157">
        <w:rPr>
          <w:lang w:val="es-419"/>
        </w:rPr>
        <w:t>En 2011, la Asamblea General de la OMPI pidió al Comité que revisara su procedimiento con miras a “potenciar la contribución positiva de los observadores” en el proceso del CIG</w:t>
      </w:r>
      <w:r w:rsidR="00DF4CC6" w:rsidRPr="00522157">
        <w:rPr>
          <w:lang w:val="es-419"/>
        </w:rPr>
        <w:t xml:space="preserve">. </w:t>
      </w:r>
      <w:r w:rsidRPr="00522157">
        <w:rPr>
          <w:lang w:val="es-419"/>
        </w:rPr>
        <w:t>El Comité aprobó varias iniciativas prácticas al respecto en febrero de 2012.</w:t>
      </w:r>
    </w:p>
    <w:p w14:paraId="0D366487" w14:textId="77777777" w:rsidR="00C3740A" w:rsidRPr="00522157" w:rsidRDefault="00C3740A" w:rsidP="00C3740A">
      <w:pPr>
        <w:rPr>
          <w:szCs w:val="22"/>
          <w:lang w:val="es-419"/>
        </w:rPr>
      </w:pPr>
    </w:p>
    <w:p w14:paraId="7ABB5313" w14:textId="77777777" w:rsidR="00C3740A" w:rsidRPr="00522157" w:rsidRDefault="00C3740A" w:rsidP="00C3740A">
      <w:pPr>
        <w:rPr>
          <w:szCs w:val="22"/>
          <w:lang w:val="es-419"/>
        </w:rPr>
      </w:pPr>
      <w:r w:rsidRPr="00522157">
        <w:rPr>
          <w:lang w:val="es-419"/>
        </w:rPr>
        <w:t xml:space="preserve">Paralelamente, muchos pueblos indígenas y comunidades locales han subrayado y siguen destacando que se encuentran con </w:t>
      </w:r>
      <w:r w:rsidRPr="00522157">
        <w:rPr>
          <w:b/>
          <w:lang w:val="es-419"/>
        </w:rPr>
        <w:t>dificultades insuperables para asumir los costos de viaje y alojamiento</w:t>
      </w:r>
      <w:r w:rsidRPr="00522157">
        <w:rPr>
          <w:lang w:val="es-419"/>
        </w:rPr>
        <w:t xml:space="preserve"> de sus representantes con ocasión de las reuniones del CIG, y que esos costos impiden en la práctica su participación.</w:t>
      </w:r>
    </w:p>
    <w:p w14:paraId="7F6EFD67" w14:textId="77777777" w:rsidR="00C3740A" w:rsidRPr="00522157" w:rsidRDefault="00C3740A" w:rsidP="00C3740A">
      <w:pPr>
        <w:rPr>
          <w:szCs w:val="22"/>
          <w:lang w:val="es-419"/>
        </w:rPr>
      </w:pPr>
    </w:p>
    <w:p w14:paraId="5FFC6236" w14:textId="77777777" w:rsidR="00C3740A" w:rsidRPr="00522157" w:rsidRDefault="00C3740A" w:rsidP="00C3740A">
      <w:pPr>
        <w:rPr>
          <w:szCs w:val="22"/>
          <w:lang w:val="es-419"/>
        </w:rPr>
      </w:pPr>
      <w:r w:rsidRPr="00522157">
        <w:rPr>
          <w:lang w:val="es-419"/>
        </w:rPr>
        <w:t xml:space="preserve">Para hacer frente a esta legítima preocupación, y tras amplias consultas y el examen de las prácticas más extendidas en el sistema de las Naciones Unidas, la </w:t>
      </w:r>
      <w:r w:rsidRPr="00522157">
        <w:rPr>
          <w:b/>
          <w:lang w:val="es-419"/>
        </w:rPr>
        <w:t>Asamblea General de la OMPI decidió en 2005 crear un Fondo de Contribuciones Voluntarias de la Organización</w:t>
      </w:r>
      <w:r w:rsidRPr="00522157">
        <w:rPr>
          <w:lang w:val="es-419"/>
        </w:rPr>
        <w:t xml:space="preserve"> para las comunidades indígenas y locales acreditadas a fin de financiar la participación en el CIG de los observadores acreditados que las representen.</w:t>
      </w:r>
    </w:p>
    <w:p w14:paraId="70508CF4" w14:textId="77777777" w:rsidR="00C3740A" w:rsidRPr="00522157" w:rsidRDefault="00C3740A" w:rsidP="00C3740A">
      <w:pPr>
        <w:rPr>
          <w:szCs w:val="22"/>
          <w:lang w:val="es-419"/>
        </w:rPr>
      </w:pPr>
    </w:p>
    <w:p w14:paraId="5D3C5696" w14:textId="77777777" w:rsidR="00C3740A" w:rsidRPr="00522157" w:rsidRDefault="00C3740A" w:rsidP="00C3740A">
      <w:pPr>
        <w:rPr>
          <w:szCs w:val="22"/>
          <w:lang w:val="es-419"/>
        </w:rPr>
      </w:pPr>
      <w:r w:rsidRPr="00522157">
        <w:rPr>
          <w:lang w:val="es-419"/>
        </w:rPr>
        <w:t>La Asamblea General estableció claramente el objetivo de este instrumento de financiación indispensable y su reglamento de funcionamiento a través de decisiones oficiales que constituyen el fundamento jurídico del Fondo.</w:t>
      </w:r>
      <w:r w:rsidRPr="00522157">
        <w:rPr>
          <w:rFonts w:cs="Times New Roman"/>
          <w:szCs w:val="22"/>
          <w:vertAlign w:val="superscript"/>
          <w:lang w:val="es-419"/>
        </w:rPr>
        <w:footnoteReference w:id="6"/>
      </w:r>
    </w:p>
    <w:p w14:paraId="6ED2B2B3" w14:textId="77777777" w:rsidR="00C3740A" w:rsidRPr="00522157" w:rsidRDefault="00C3740A" w:rsidP="00C3740A">
      <w:pPr>
        <w:rPr>
          <w:szCs w:val="22"/>
          <w:lang w:val="es-419"/>
        </w:rPr>
      </w:pPr>
    </w:p>
    <w:p w14:paraId="241E60AF" w14:textId="77777777" w:rsidR="00C3740A" w:rsidRPr="00522157" w:rsidRDefault="00C3740A" w:rsidP="00C3740A">
      <w:pPr>
        <w:rPr>
          <w:szCs w:val="22"/>
          <w:lang w:val="es-419"/>
        </w:rPr>
      </w:pPr>
      <w:r w:rsidRPr="00522157">
        <w:rPr>
          <w:i/>
          <w:lang w:val="es-419"/>
        </w:rPr>
        <w:t>Objetivo del Fondo</w:t>
      </w:r>
    </w:p>
    <w:p w14:paraId="3C6FE387" w14:textId="77777777" w:rsidR="00C3740A" w:rsidRPr="00522157" w:rsidRDefault="00C3740A" w:rsidP="00C3740A">
      <w:pPr>
        <w:rPr>
          <w:szCs w:val="22"/>
          <w:lang w:val="es-419"/>
        </w:rPr>
      </w:pPr>
    </w:p>
    <w:p w14:paraId="2B789699" w14:textId="77777777" w:rsidR="00C3740A" w:rsidRPr="00522157" w:rsidRDefault="00C3740A" w:rsidP="00C3740A">
      <w:pPr>
        <w:rPr>
          <w:szCs w:val="22"/>
          <w:lang w:val="es-419"/>
        </w:rPr>
      </w:pPr>
      <w:r w:rsidRPr="00522157">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14:paraId="4C363C48" w14:textId="77777777" w:rsidR="00C3740A" w:rsidRPr="00522157" w:rsidRDefault="00C3740A" w:rsidP="00C3740A">
      <w:pPr>
        <w:rPr>
          <w:szCs w:val="22"/>
          <w:lang w:val="es-419"/>
        </w:rPr>
      </w:pPr>
    </w:p>
    <w:p w14:paraId="57B361AF" w14:textId="77777777" w:rsidR="00C3740A" w:rsidRPr="00522157" w:rsidRDefault="00C3740A" w:rsidP="00C3740A">
      <w:pPr>
        <w:rPr>
          <w:i/>
          <w:szCs w:val="22"/>
          <w:lang w:val="es-419"/>
        </w:rPr>
      </w:pPr>
      <w:r w:rsidRPr="00522157">
        <w:rPr>
          <w:i/>
          <w:lang w:val="es-419"/>
        </w:rPr>
        <w:t>Fuentes de financiación</w:t>
      </w:r>
    </w:p>
    <w:p w14:paraId="17B75403" w14:textId="77777777" w:rsidR="00C3740A" w:rsidRPr="00522157" w:rsidRDefault="00C3740A" w:rsidP="00C3740A">
      <w:pPr>
        <w:rPr>
          <w:i/>
          <w:szCs w:val="22"/>
          <w:lang w:val="es-419"/>
        </w:rPr>
      </w:pPr>
    </w:p>
    <w:p w14:paraId="6F1EBDF8" w14:textId="5CB62327" w:rsidR="00C3740A" w:rsidRPr="00522157" w:rsidRDefault="00C3740A" w:rsidP="00C3740A">
      <w:pPr>
        <w:rPr>
          <w:szCs w:val="22"/>
          <w:lang w:val="es-419"/>
        </w:rPr>
      </w:pPr>
      <w:r w:rsidRPr="00522157">
        <w:rPr>
          <w:lang w:val="es-419"/>
        </w:rPr>
        <w:t>La Secretaría de la OMPI no está autorizada a utilizar el presupuesto de la Organización para mantener el Fondo</w:t>
      </w:r>
      <w:r w:rsidR="00DF4CC6" w:rsidRPr="00522157">
        <w:rPr>
          <w:lang w:val="es-419"/>
        </w:rPr>
        <w:t xml:space="preserve">. </w:t>
      </w:r>
      <w:r w:rsidRPr="00522157">
        <w:rPr>
          <w:b/>
          <w:lang w:val="es-419"/>
        </w:rPr>
        <w:t>El Fondo se financia exclusivamente con las contribuciones voluntarias de los donantes</w:t>
      </w:r>
      <w:r w:rsidR="00DF4CC6" w:rsidRPr="00522157">
        <w:rPr>
          <w:lang w:val="es-419"/>
        </w:rPr>
        <w:t xml:space="preserve">. </w:t>
      </w:r>
      <w:r w:rsidRPr="00522157">
        <w:rPr>
          <w:lang w:val="es-419"/>
        </w:rPr>
        <w:t xml:space="preserve">Eso significa que el Fondo no puede funcionar a no ser que reciba esas contribuciones. </w:t>
      </w:r>
    </w:p>
    <w:p w14:paraId="096ACCDB" w14:textId="77777777" w:rsidR="00C3740A" w:rsidRPr="00522157" w:rsidRDefault="00C3740A" w:rsidP="00C3740A">
      <w:pPr>
        <w:rPr>
          <w:szCs w:val="22"/>
          <w:lang w:val="es-419"/>
        </w:rPr>
      </w:pPr>
    </w:p>
    <w:p w14:paraId="6141A77A" w14:textId="77777777" w:rsidR="00C3740A" w:rsidRPr="00522157" w:rsidRDefault="00C3740A" w:rsidP="00534C74">
      <w:pPr>
        <w:keepNext/>
        <w:rPr>
          <w:szCs w:val="22"/>
          <w:lang w:val="es-419"/>
        </w:rPr>
      </w:pPr>
      <w:r w:rsidRPr="00522157">
        <w:rPr>
          <w:i/>
          <w:lang w:val="es-419"/>
        </w:rPr>
        <w:lastRenderedPageBreak/>
        <w:t>Funcionamiento del Fondo</w:t>
      </w:r>
    </w:p>
    <w:p w14:paraId="2EC2DCD2" w14:textId="77777777" w:rsidR="00C3740A" w:rsidRPr="00522157" w:rsidRDefault="00C3740A" w:rsidP="00534C74">
      <w:pPr>
        <w:keepNext/>
        <w:rPr>
          <w:szCs w:val="22"/>
          <w:lang w:val="es-419"/>
        </w:rPr>
      </w:pPr>
    </w:p>
    <w:p w14:paraId="049E348B" w14:textId="77777777" w:rsidR="00C3740A" w:rsidRPr="00522157" w:rsidRDefault="00C3740A" w:rsidP="00534C74">
      <w:pPr>
        <w:keepNext/>
        <w:numPr>
          <w:ilvl w:val="0"/>
          <w:numId w:val="7"/>
        </w:numPr>
        <w:ind w:left="540" w:hanging="540"/>
        <w:rPr>
          <w:szCs w:val="22"/>
          <w:lang w:val="es-419"/>
        </w:rPr>
      </w:pPr>
      <w:r w:rsidRPr="00522157">
        <w:rPr>
          <w:b/>
          <w:lang w:val="es-419"/>
        </w:rPr>
        <w:t>Transparencia</w:t>
      </w:r>
    </w:p>
    <w:p w14:paraId="44525A37" w14:textId="77777777" w:rsidR="00C3740A" w:rsidRPr="00522157" w:rsidRDefault="00C3740A" w:rsidP="00534C74">
      <w:pPr>
        <w:keepNext/>
        <w:rPr>
          <w:szCs w:val="22"/>
          <w:lang w:val="es-419"/>
        </w:rPr>
      </w:pPr>
    </w:p>
    <w:p w14:paraId="265BBFC8" w14:textId="77777777" w:rsidR="00C3740A" w:rsidRPr="00522157" w:rsidRDefault="00C3740A" w:rsidP="00534C74">
      <w:pPr>
        <w:keepNext/>
        <w:numPr>
          <w:ilvl w:val="1"/>
          <w:numId w:val="21"/>
        </w:numPr>
        <w:tabs>
          <w:tab w:val="num" w:pos="567"/>
        </w:tabs>
        <w:rPr>
          <w:szCs w:val="22"/>
          <w:lang w:val="es-419"/>
        </w:rPr>
      </w:pPr>
      <w:r w:rsidRPr="00522157">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522157">
        <w:rPr>
          <w:rFonts w:cs="Times New Roman"/>
          <w:szCs w:val="22"/>
          <w:vertAlign w:val="superscript"/>
          <w:lang w:val="es-419"/>
        </w:rPr>
        <w:footnoteReference w:id="7"/>
      </w:r>
    </w:p>
    <w:p w14:paraId="28D9204B" w14:textId="77777777" w:rsidR="00C3740A" w:rsidRPr="00522157" w:rsidRDefault="00C3740A" w:rsidP="00C3740A">
      <w:pPr>
        <w:rPr>
          <w:szCs w:val="22"/>
          <w:lang w:val="es-419"/>
        </w:rPr>
      </w:pPr>
    </w:p>
    <w:p w14:paraId="2CB89F69" w14:textId="1AF916EA" w:rsidR="00C3740A" w:rsidRPr="00522157" w:rsidRDefault="00C3740A" w:rsidP="00C3740A">
      <w:pPr>
        <w:numPr>
          <w:ilvl w:val="1"/>
          <w:numId w:val="21"/>
        </w:numPr>
        <w:tabs>
          <w:tab w:val="num" w:pos="567"/>
        </w:tabs>
        <w:rPr>
          <w:szCs w:val="22"/>
          <w:lang w:val="es-419"/>
        </w:rPr>
      </w:pPr>
      <w:r w:rsidRPr="00522157">
        <w:rPr>
          <w:lang w:val="es-419"/>
        </w:rPr>
        <w:t>Los nueve miembros de la Junta Asesora del Fondo, que selecciona a los candidatos que recibirán financiación, son elegidos en la sesión plenaria del CIG a propuesta de la Presidencia</w:t>
      </w:r>
      <w:r w:rsidR="00DF4CC6" w:rsidRPr="00522157">
        <w:rPr>
          <w:lang w:val="es-419"/>
        </w:rPr>
        <w:t xml:space="preserve">. </w:t>
      </w:r>
      <w:r w:rsidRPr="00522157">
        <w:rPr>
          <w:lang w:val="es-419"/>
        </w:rPr>
        <w:t xml:space="preserve">Su mandato vence en la práctica al final de la sesión del CIG en la que hayan sido elegidos. </w:t>
      </w:r>
    </w:p>
    <w:p w14:paraId="41C84188" w14:textId="77777777" w:rsidR="00C3740A" w:rsidRPr="00522157" w:rsidRDefault="00C3740A" w:rsidP="00C3740A">
      <w:pPr>
        <w:rPr>
          <w:szCs w:val="22"/>
          <w:lang w:val="es-419"/>
        </w:rPr>
      </w:pPr>
    </w:p>
    <w:p w14:paraId="3A86D5B3" w14:textId="77777777" w:rsidR="00C3740A" w:rsidRPr="00522157" w:rsidRDefault="00C3740A" w:rsidP="00C3740A">
      <w:pPr>
        <w:numPr>
          <w:ilvl w:val="1"/>
          <w:numId w:val="21"/>
        </w:numPr>
        <w:tabs>
          <w:tab w:val="num" w:pos="567"/>
        </w:tabs>
        <w:rPr>
          <w:szCs w:val="22"/>
          <w:lang w:val="es-419"/>
        </w:rPr>
      </w:pPr>
      <w:r w:rsidRPr="00522157">
        <w:rPr>
          <w:lang w:val="es-419"/>
        </w:rPr>
        <w:t>Los criterios de financiación, incluido el del equilibrio geográfico, así como las condiciones que rigen la asistencia financiera del Fondo, están claramente establecidos en su Reglamento.</w:t>
      </w:r>
    </w:p>
    <w:p w14:paraId="61C0FEF4" w14:textId="77777777" w:rsidR="00C3740A" w:rsidRPr="00522157" w:rsidRDefault="00C3740A" w:rsidP="00C3740A">
      <w:pPr>
        <w:rPr>
          <w:szCs w:val="22"/>
          <w:lang w:val="es-419"/>
        </w:rPr>
      </w:pPr>
    </w:p>
    <w:p w14:paraId="4401C90E" w14:textId="77777777" w:rsidR="00C3740A" w:rsidRPr="00522157" w:rsidRDefault="00C3740A" w:rsidP="00C3740A">
      <w:pPr>
        <w:numPr>
          <w:ilvl w:val="1"/>
          <w:numId w:val="21"/>
        </w:numPr>
        <w:tabs>
          <w:tab w:val="num" w:pos="567"/>
        </w:tabs>
        <w:rPr>
          <w:szCs w:val="22"/>
          <w:lang w:val="es-419"/>
        </w:rPr>
      </w:pPr>
      <w:r w:rsidRPr="00522157">
        <w:rPr>
          <w:lang w:val="es-419"/>
        </w:rPr>
        <w:t>La Junta Asesora aprueba un informe oficial al final de cada una de sus reuniones; el contenido de este informe se remite al director general de la OMPI, quien lo comunica de inmediato al CIG mediante una nota informativa oficial.</w:t>
      </w:r>
      <w:r w:rsidRPr="00522157">
        <w:rPr>
          <w:rFonts w:cs="Times New Roman"/>
          <w:szCs w:val="22"/>
          <w:vertAlign w:val="superscript"/>
          <w:lang w:val="es-419"/>
        </w:rPr>
        <w:footnoteReference w:id="8"/>
      </w:r>
    </w:p>
    <w:p w14:paraId="138B05F1" w14:textId="77777777" w:rsidR="00C3740A" w:rsidRPr="00522157" w:rsidRDefault="00C3740A" w:rsidP="00C3740A">
      <w:pPr>
        <w:rPr>
          <w:szCs w:val="22"/>
          <w:lang w:val="es-419"/>
        </w:rPr>
      </w:pPr>
    </w:p>
    <w:p w14:paraId="576F9896" w14:textId="77777777" w:rsidR="00C3740A" w:rsidRPr="00522157" w:rsidRDefault="00C3740A" w:rsidP="00C3740A">
      <w:pPr>
        <w:numPr>
          <w:ilvl w:val="0"/>
          <w:numId w:val="8"/>
        </w:numPr>
        <w:ind w:left="540" w:hanging="540"/>
        <w:rPr>
          <w:szCs w:val="22"/>
          <w:lang w:val="es-419"/>
        </w:rPr>
      </w:pPr>
      <w:r w:rsidRPr="00522157">
        <w:rPr>
          <w:b/>
          <w:lang w:val="es-419"/>
        </w:rPr>
        <w:t>Independencia e integración</w:t>
      </w:r>
    </w:p>
    <w:p w14:paraId="6F3D8882" w14:textId="77777777" w:rsidR="00C3740A" w:rsidRPr="00522157" w:rsidRDefault="00C3740A" w:rsidP="00C3740A">
      <w:pPr>
        <w:rPr>
          <w:szCs w:val="22"/>
          <w:lang w:val="es-419"/>
        </w:rPr>
      </w:pPr>
    </w:p>
    <w:p w14:paraId="26AAD126" w14:textId="77777777" w:rsidR="00C3740A" w:rsidRPr="00522157" w:rsidRDefault="00C3740A" w:rsidP="00C3740A">
      <w:pPr>
        <w:numPr>
          <w:ilvl w:val="1"/>
          <w:numId w:val="21"/>
        </w:numPr>
        <w:tabs>
          <w:tab w:val="num" w:pos="567"/>
        </w:tabs>
        <w:rPr>
          <w:szCs w:val="22"/>
          <w:lang w:val="es-419"/>
        </w:rPr>
      </w:pPr>
      <w:r w:rsidRPr="00522157">
        <w:rPr>
          <w:lang w:val="es-419"/>
        </w:rPr>
        <w:t xml:space="preserve">Los nueve miembros de la Junta Asesora del Fondo ejercen sus funciones de manera independiente y toman sus decisiones a título personal. </w:t>
      </w:r>
    </w:p>
    <w:p w14:paraId="02266444" w14:textId="77777777" w:rsidR="00C3740A" w:rsidRPr="00522157" w:rsidRDefault="00C3740A" w:rsidP="00C3740A">
      <w:pPr>
        <w:rPr>
          <w:szCs w:val="22"/>
          <w:lang w:val="es-419"/>
        </w:rPr>
      </w:pPr>
    </w:p>
    <w:p w14:paraId="15E146CB" w14:textId="77777777" w:rsidR="00C3740A" w:rsidRPr="00522157" w:rsidRDefault="00C3740A" w:rsidP="00C3740A">
      <w:pPr>
        <w:numPr>
          <w:ilvl w:val="1"/>
          <w:numId w:val="21"/>
        </w:numPr>
        <w:tabs>
          <w:tab w:val="num" w:pos="567"/>
        </w:tabs>
        <w:rPr>
          <w:szCs w:val="22"/>
          <w:lang w:val="es-419"/>
        </w:rPr>
      </w:pPr>
      <w:r w:rsidRPr="00522157">
        <w:rPr>
          <w:lang w:val="es-419"/>
        </w:rPr>
        <w:t xml:space="preserve">Los candidatos que desean recibir financiación están obligados a proporcionar la documentación justificativa de su solicitud, que en la práctica se traduce en un formulario y su </w:t>
      </w:r>
      <w:r w:rsidRPr="00522157">
        <w:rPr>
          <w:i/>
          <w:lang w:val="es-419"/>
        </w:rPr>
        <w:t>curriculum vitae</w:t>
      </w:r>
      <w:r w:rsidRPr="00522157">
        <w:rPr>
          <w:lang w:val="es-419"/>
        </w:rPr>
        <w:t>, con lo que se simplifica la aplicación de los criterios de financiación en el examen de las solicitudes.</w:t>
      </w:r>
    </w:p>
    <w:p w14:paraId="7E65952A" w14:textId="77777777" w:rsidR="00C3740A" w:rsidRPr="00522157" w:rsidRDefault="00C3740A" w:rsidP="00C3740A">
      <w:pPr>
        <w:rPr>
          <w:szCs w:val="22"/>
          <w:lang w:val="es-419"/>
        </w:rPr>
      </w:pPr>
    </w:p>
    <w:p w14:paraId="1A185EAD" w14:textId="77777777" w:rsidR="00C3740A" w:rsidRPr="00522157" w:rsidRDefault="00C3740A" w:rsidP="00C3740A">
      <w:pPr>
        <w:numPr>
          <w:ilvl w:val="1"/>
          <w:numId w:val="21"/>
        </w:numPr>
        <w:tabs>
          <w:tab w:val="num" w:pos="567"/>
        </w:tabs>
        <w:rPr>
          <w:szCs w:val="22"/>
          <w:lang w:val="es-419"/>
        </w:rPr>
      </w:pPr>
      <w:r w:rsidRPr="00522157">
        <w:rPr>
          <w:lang w:val="es-419"/>
        </w:rPr>
        <w:t>Las recomendaciones de la Junta Asesora son de carácter vinculante para la Secretaría de la OMPI, que simplemente proporciona el apoyo administrativo necesario y las aplica siguiendo estrictamente el Reglamento del Fondo.</w:t>
      </w:r>
    </w:p>
    <w:p w14:paraId="33F4D469" w14:textId="77777777" w:rsidR="00C3740A" w:rsidRPr="00522157" w:rsidRDefault="00C3740A" w:rsidP="00C3740A">
      <w:pPr>
        <w:rPr>
          <w:szCs w:val="22"/>
          <w:lang w:val="es-419"/>
        </w:rPr>
      </w:pPr>
    </w:p>
    <w:p w14:paraId="52859783" w14:textId="77777777" w:rsidR="00C3740A" w:rsidRPr="00522157" w:rsidRDefault="00C3740A" w:rsidP="00C3740A">
      <w:pPr>
        <w:numPr>
          <w:ilvl w:val="1"/>
          <w:numId w:val="21"/>
        </w:numPr>
        <w:tabs>
          <w:tab w:val="num" w:pos="567"/>
        </w:tabs>
        <w:rPr>
          <w:szCs w:val="22"/>
          <w:lang w:val="es-419"/>
        </w:rPr>
      </w:pPr>
      <w:r w:rsidRPr="00522157">
        <w:rPr>
          <w:lang w:val="es-419"/>
        </w:rPr>
        <w:t>Tres miembros de la Junta Asesora proceden de observadores acreditados que representan a una o más comunidades indígenas o locales.</w:t>
      </w:r>
    </w:p>
    <w:p w14:paraId="6A124E7C" w14:textId="77777777" w:rsidR="00C3740A" w:rsidRPr="00522157" w:rsidRDefault="00C3740A" w:rsidP="00C3740A">
      <w:pPr>
        <w:rPr>
          <w:szCs w:val="22"/>
          <w:lang w:val="es-419"/>
        </w:rPr>
      </w:pPr>
    </w:p>
    <w:p w14:paraId="20F3C6D5" w14:textId="0E6B5A98" w:rsidR="00C3740A" w:rsidRPr="00522157" w:rsidRDefault="00C3740A" w:rsidP="00C3740A">
      <w:pPr>
        <w:numPr>
          <w:ilvl w:val="0"/>
          <w:numId w:val="9"/>
        </w:numPr>
        <w:ind w:left="540" w:hanging="540"/>
        <w:rPr>
          <w:szCs w:val="22"/>
          <w:lang w:val="es-419"/>
        </w:rPr>
      </w:pPr>
      <w:r w:rsidRPr="00522157">
        <w:rPr>
          <w:b/>
          <w:lang w:val="es-419"/>
        </w:rPr>
        <w:t>Eficacia</w:t>
      </w:r>
      <w:r w:rsidR="00DF4CC6" w:rsidRPr="00522157">
        <w:rPr>
          <w:b/>
          <w:lang w:val="es-419"/>
        </w:rPr>
        <w:t xml:space="preserve">: </w:t>
      </w:r>
      <w:r w:rsidRPr="00522157">
        <w:rPr>
          <w:b/>
          <w:lang w:val="es-419"/>
        </w:rPr>
        <w:t>no se deducen del Fondo cantidades en concepto de costos administrativos</w:t>
      </w:r>
      <w:r w:rsidRPr="00522157">
        <w:rPr>
          <w:b/>
          <w:lang w:val="es-419"/>
        </w:rPr>
        <w:cr/>
      </w:r>
    </w:p>
    <w:p w14:paraId="431FA641" w14:textId="0F959E65" w:rsidR="00C3740A" w:rsidRPr="00522157" w:rsidRDefault="00C3740A" w:rsidP="00C3740A">
      <w:pPr>
        <w:numPr>
          <w:ilvl w:val="1"/>
          <w:numId w:val="21"/>
        </w:numPr>
        <w:tabs>
          <w:tab w:val="num" w:pos="567"/>
        </w:tabs>
        <w:rPr>
          <w:szCs w:val="22"/>
          <w:lang w:val="es-419"/>
        </w:rPr>
      </w:pPr>
      <w:r w:rsidRPr="00522157">
        <w:rPr>
          <w:lang w:val="es-419"/>
        </w:rPr>
        <w:t>Los miembros de la Junta Asesora se reúnen antes o después de las sesiones del CIG en que participan</w:t>
      </w:r>
      <w:r w:rsidR="00DF4CC6" w:rsidRPr="00522157">
        <w:rPr>
          <w:lang w:val="es-419"/>
        </w:rPr>
        <w:t xml:space="preserve">. </w:t>
      </w:r>
      <w:r w:rsidRPr="00522157">
        <w:rPr>
          <w:lang w:val="es-419"/>
        </w:rPr>
        <w:t>No se les remunera ni compensa por esas tareas.</w:t>
      </w:r>
    </w:p>
    <w:p w14:paraId="3039F364" w14:textId="77777777" w:rsidR="00C3740A" w:rsidRPr="00522157" w:rsidRDefault="00C3740A" w:rsidP="00C3740A">
      <w:pPr>
        <w:rPr>
          <w:szCs w:val="22"/>
          <w:lang w:val="es-419"/>
        </w:rPr>
      </w:pPr>
    </w:p>
    <w:p w14:paraId="3A3B0CC2" w14:textId="77777777" w:rsidR="00C3740A" w:rsidRPr="00522157" w:rsidRDefault="00C3740A" w:rsidP="00C3740A">
      <w:pPr>
        <w:numPr>
          <w:ilvl w:val="1"/>
          <w:numId w:val="21"/>
        </w:numPr>
        <w:tabs>
          <w:tab w:val="num" w:pos="567"/>
        </w:tabs>
        <w:rPr>
          <w:szCs w:val="22"/>
          <w:lang w:val="es-419"/>
        </w:rPr>
      </w:pPr>
      <w:r w:rsidRPr="00522157">
        <w:rPr>
          <w:lang w:val="es-419"/>
        </w:rPr>
        <w:t>La Junta Asesora está obligada a concluir sus deliberaciones antes del final de la sesión en la que se reúne.</w:t>
      </w:r>
    </w:p>
    <w:p w14:paraId="0665489E" w14:textId="77777777" w:rsidR="00C3740A" w:rsidRPr="00522157" w:rsidRDefault="00C3740A" w:rsidP="00C3740A">
      <w:pPr>
        <w:rPr>
          <w:szCs w:val="22"/>
          <w:lang w:val="es-419"/>
        </w:rPr>
      </w:pPr>
    </w:p>
    <w:p w14:paraId="769F9C94" w14:textId="77777777" w:rsidR="00C3740A" w:rsidRPr="00522157" w:rsidRDefault="00C3740A" w:rsidP="00C3740A">
      <w:pPr>
        <w:numPr>
          <w:ilvl w:val="1"/>
          <w:numId w:val="21"/>
        </w:numPr>
        <w:tabs>
          <w:tab w:val="num" w:pos="567"/>
        </w:tabs>
        <w:rPr>
          <w:szCs w:val="22"/>
          <w:lang w:val="es-419"/>
        </w:rPr>
      </w:pPr>
      <w:r w:rsidRPr="00522157">
        <w:rPr>
          <w:lang w:val="es-419"/>
        </w:rPr>
        <w:lastRenderedPageBreak/>
        <w:t>La Secretaría de la OMPI no está autorizada a utilizar el Fondo para gastos administrativos.</w:t>
      </w:r>
    </w:p>
    <w:p w14:paraId="6446C908" w14:textId="77777777" w:rsidR="00C3740A" w:rsidRPr="00522157" w:rsidRDefault="00C3740A" w:rsidP="00C3740A">
      <w:pPr>
        <w:rPr>
          <w:szCs w:val="22"/>
          <w:lang w:val="es-419"/>
        </w:rPr>
      </w:pPr>
    </w:p>
    <w:p w14:paraId="0A9B2E12" w14:textId="77777777" w:rsidR="00C3740A" w:rsidRPr="00522157" w:rsidRDefault="00C3740A" w:rsidP="00C3740A">
      <w:pPr>
        <w:numPr>
          <w:ilvl w:val="1"/>
          <w:numId w:val="21"/>
        </w:numPr>
        <w:tabs>
          <w:tab w:val="num" w:pos="567"/>
        </w:tabs>
        <w:rPr>
          <w:szCs w:val="22"/>
          <w:lang w:val="es-419"/>
        </w:rPr>
      </w:pPr>
      <w:r w:rsidRPr="00522157">
        <w:rPr>
          <w:lang w:val="es-419"/>
        </w:rPr>
        <w:t>En el Reglamento se incluyó una cláusula específica para reducir los costos administrativos al mínimo estrictamente necesario.</w:t>
      </w:r>
    </w:p>
    <w:p w14:paraId="7E432D2B" w14:textId="3B2E4FC1" w:rsidR="00C3740A" w:rsidRPr="00522157" w:rsidRDefault="00C3740A" w:rsidP="00C3740A">
      <w:pPr>
        <w:rPr>
          <w:szCs w:val="22"/>
          <w:lang w:val="es-419"/>
        </w:rPr>
      </w:pPr>
    </w:p>
    <w:p w14:paraId="7228D982" w14:textId="77777777" w:rsidR="00C3740A" w:rsidRPr="00522157" w:rsidRDefault="00C3740A" w:rsidP="00C3740A">
      <w:pPr>
        <w:rPr>
          <w:i/>
          <w:szCs w:val="22"/>
          <w:lang w:val="es-419"/>
        </w:rPr>
      </w:pPr>
      <w:r w:rsidRPr="00522157">
        <w:rPr>
          <w:b/>
          <w:i/>
          <w:lang w:val="es-419"/>
        </w:rPr>
        <w:t>Resultados</w:t>
      </w:r>
      <w:r w:rsidRPr="00522157">
        <w:rPr>
          <w:i/>
          <w:lang w:val="es-419"/>
        </w:rPr>
        <w:t xml:space="preserve"> (abril de 2006 – 17 de abril de 2025)</w:t>
      </w:r>
    </w:p>
    <w:p w14:paraId="242D390E" w14:textId="77777777" w:rsidR="00C3740A" w:rsidRPr="00522157" w:rsidRDefault="00C3740A" w:rsidP="00C3740A">
      <w:pPr>
        <w:rPr>
          <w:i/>
          <w:szCs w:val="22"/>
          <w:lang w:val="es-419"/>
        </w:rPr>
      </w:pPr>
    </w:p>
    <w:p w14:paraId="75F2860E" w14:textId="77777777" w:rsidR="00C3740A" w:rsidRPr="00522157" w:rsidRDefault="00C3740A" w:rsidP="00C3740A">
      <w:pPr>
        <w:ind w:left="720"/>
        <w:rPr>
          <w:szCs w:val="22"/>
          <w:lang w:val="es-419"/>
        </w:rPr>
      </w:pPr>
      <w:r w:rsidRPr="00522157">
        <w:rPr>
          <w:lang w:val="es-419"/>
        </w:rPr>
        <w:t>Durante las 39 reuniones de la Junta Asesora del Fondo se han tramitado 701 solicitudes</w:t>
      </w:r>
      <w:r w:rsidRPr="00522157">
        <w:rPr>
          <w:szCs w:val="22"/>
          <w:vertAlign w:val="superscript"/>
          <w:lang w:val="es-419"/>
        </w:rPr>
        <w:footnoteReference w:id="9"/>
      </w:r>
      <w:r w:rsidRPr="00522157">
        <w:rPr>
          <w:lang w:val="es-419"/>
        </w:rPr>
        <w:t xml:space="preserve"> de financiación en relación con 41 sesiones del CIG (incluida la quincuagésima sesión del CIG) y 2 reuniones del grupo de trabajo entre sesiones. </w:t>
      </w:r>
    </w:p>
    <w:p w14:paraId="740DBB39" w14:textId="77777777" w:rsidR="00C3740A" w:rsidRPr="00522157" w:rsidRDefault="00C3740A" w:rsidP="00C3740A">
      <w:pPr>
        <w:ind w:left="720"/>
        <w:rPr>
          <w:szCs w:val="22"/>
          <w:highlight w:val="yellow"/>
          <w:lang w:val="es-419"/>
        </w:rPr>
      </w:pPr>
    </w:p>
    <w:p w14:paraId="4DD46887" w14:textId="77777777" w:rsidR="00C3740A" w:rsidRPr="00522157" w:rsidRDefault="00C3740A" w:rsidP="00C3740A">
      <w:pPr>
        <w:ind w:left="720"/>
        <w:rPr>
          <w:szCs w:val="22"/>
          <w:lang w:val="es-419"/>
        </w:rPr>
      </w:pPr>
      <w:r w:rsidRPr="00522157">
        <w:rPr>
          <w:lang w:val="es-419"/>
        </w:rPr>
        <w:t>Desde la décima sesión hasta la quincuagésima sesión del CIG incluida y dos reuniones de grupos de trabajo entre sesiones, de 243 solicitudes que habían sido objeto de recomendación por la Junta Asesora para ser financiadas, 165 solicitudes recibieron financiación del Fondo de Contribuciones Voluntarias para apoyar la participación de 77 representantes de varias comunidades indígenas y locales.</w:t>
      </w:r>
      <w:r w:rsidRPr="00522157">
        <w:rPr>
          <w:rStyle w:val="FootnoteReference"/>
          <w:szCs w:val="22"/>
          <w:lang w:val="es-419"/>
        </w:rPr>
        <w:footnoteReference w:id="10"/>
      </w:r>
      <w:r w:rsidRPr="00522157">
        <w:rPr>
          <w:lang w:val="es-419"/>
        </w:rPr>
        <w:t xml:space="preserve"> </w:t>
      </w:r>
    </w:p>
    <w:p w14:paraId="68BACF65" w14:textId="77777777" w:rsidR="00C3740A" w:rsidRPr="00522157" w:rsidRDefault="00C3740A" w:rsidP="00C3740A">
      <w:pPr>
        <w:ind w:left="720"/>
        <w:rPr>
          <w:szCs w:val="22"/>
          <w:lang w:val="es-419"/>
        </w:rPr>
      </w:pPr>
    </w:p>
    <w:p w14:paraId="61B3330D" w14:textId="447C03A0" w:rsidR="00C3740A" w:rsidRPr="00522157" w:rsidRDefault="00C3740A" w:rsidP="00C3740A">
      <w:pPr>
        <w:ind w:left="720"/>
        <w:rPr>
          <w:szCs w:val="22"/>
          <w:lang w:val="es-419"/>
        </w:rPr>
      </w:pPr>
      <w:r w:rsidRPr="00522157">
        <w:rPr>
          <w:lang w:val="es-419"/>
        </w:rPr>
        <w:t xml:space="preserve">Con miras a la </w:t>
      </w:r>
      <w:r w:rsidRPr="00522157">
        <w:rPr>
          <w:color w:val="000000"/>
          <w:lang w:val="es-419"/>
        </w:rPr>
        <w:t>Conferencia Diplomática sobre los Recursos Genéticos y los Conocimientos Tradicionales Conexos (Ginebra, sede de la OMPI, 13 a 24 de mayo de</w:t>
      </w:r>
      <w:r w:rsidR="00534C74" w:rsidRPr="00522157">
        <w:rPr>
          <w:color w:val="000000"/>
          <w:lang w:val="es-419"/>
        </w:rPr>
        <w:t> </w:t>
      </w:r>
      <w:r w:rsidRPr="00522157">
        <w:rPr>
          <w:color w:val="000000"/>
          <w:lang w:val="es-419"/>
        </w:rPr>
        <w:t>2024),</w:t>
      </w:r>
      <w:r w:rsidRPr="00522157">
        <w:rPr>
          <w:lang w:val="es-419"/>
        </w:rPr>
        <w:t xml:space="preserve"> se financiaron 11 solicitudes conjuntamente por el Fondo de Contribuciones Voluntarias y con cargo al presupuesto asignado a la Conferencia Diplomática, de acuerdo con la recomendación adoptada por la Junta Asesora del Fondo en una reunión extraordinaria celebrada el 11 de diciembre de 2023. </w:t>
      </w:r>
    </w:p>
    <w:p w14:paraId="32BA6000" w14:textId="77777777" w:rsidR="00C3740A" w:rsidRPr="00522157" w:rsidRDefault="00C3740A" w:rsidP="00C3740A">
      <w:pPr>
        <w:ind w:left="720"/>
        <w:rPr>
          <w:szCs w:val="22"/>
          <w:lang w:val="es-419"/>
        </w:rPr>
      </w:pPr>
    </w:p>
    <w:p w14:paraId="3301B784" w14:textId="77777777" w:rsidR="00C3740A" w:rsidRPr="00522157" w:rsidRDefault="00C3740A" w:rsidP="00C3740A">
      <w:pPr>
        <w:rPr>
          <w:szCs w:val="22"/>
          <w:u w:val="single"/>
          <w:lang w:val="es-419"/>
        </w:rPr>
      </w:pPr>
      <w:r w:rsidRPr="00522157">
        <w:rPr>
          <w:lang w:val="es-419"/>
        </w:rPr>
        <w:t>III.</w:t>
      </w:r>
      <w:r w:rsidRPr="00522157">
        <w:rPr>
          <w:lang w:val="es-419"/>
        </w:rPr>
        <w:tab/>
      </w:r>
      <w:r w:rsidRPr="00522157">
        <w:rPr>
          <w:b/>
          <w:lang w:val="es-419"/>
        </w:rPr>
        <w:t>CONTRIBUCIONES AL FONDO</w:t>
      </w:r>
    </w:p>
    <w:p w14:paraId="63EA22C9" w14:textId="77777777" w:rsidR="00C3740A" w:rsidRPr="00522157" w:rsidRDefault="00C3740A" w:rsidP="00C3740A">
      <w:pPr>
        <w:rPr>
          <w:szCs w:val="22"/>
          <w:lang w:val="es-419"/>
        </w:rPr>
      </w:pPr>
    </w:p>
    <w:p w14:paraId="28455F13" w14:textId="77777777" w:rsidR="00C3740A" w:rsidRPr="00522157" w:rsidRDefault="00C3740A" w:rsidP="00C3740A">
      <w:pPr>
        <w:rPr>
          <w:i/>
          <w:szCs w:val="22"/>
          <w:lang w:val="es-419"/>
        </w:rPr>
      </w:pPr>
      <w:r w:rsidRPr="00522157">
        <w:rPr>
          <w:i/>
          <w:lang w:val="es-419"/>
        </w:rPr>
        <w:t>Disposiciones relativas a las contribuciones</w:t>
      </w:r>
    </w:p>
    <w:p w14:paraId="085D1E84" w14:textId="77777777" w:rsidR="00C3740A" w:rsidRPr="00522157" w:rsidRDefault="00C3740A" w:rsidP="00C3740A">
      <w:pPr>
        <w:rPr>
          <w:i/>
          <w:szCs w:val="22"/>
          <w:lang w:val="es-419"/>
        </w:rPr>
      </w:pPr>
    </w:p>
    <w:p w14:paraId="776873C9" w14:textId="77777777" w:rsidR="00C3740A" w:rsidRPr="00522157" w:rsidRDefault="00C3740A" w:rsidP="00C3740A">
      <w:pPr>
        <w:numPr>
          <w:ilvl w:val="0"/>
          <w:numId w:val="11"/>
        </w:numPr>
        <w:tabs>
          <w:tab w:val="left" w:pos="567"/>
          <w:tab w:val="num" w:pos="1350"/>
        </w:tabs>
        <w:ind w:left="1350" w:hanging="630"/>
        <w:rPr>
          <w:szCs w:val="22"/>
          <w:lang w:val="es-419"/>
        </w:rPr>
      </w:pPr>
      <w:r w:rsidRPr="00522157">
        <w:rPr>
          <w:lang w:val="es-419"/>
        </w:rPr>
        <w:t>No existen restricciones relativas a las cuantías mínimas o máximas de las donaciones.</w:t>
      </w:r>
    </w:p>
    <w:p w14:paraId="7D2ECAF2" w14:textId="77777777" w:rsidR="00C3740A" w:rsidRPr="00522157" w:rsidRDefault="00C3740A" w:rsidP="00C3740A">
      <w:pPr>
        <w:tabs>
          <w:tab w:val="num" w:pos="1350"/>
        </w:tabs>
        <w:ind w:left="1350" w:hanging="630"/>
        <w:rPr>
          <w:szCs w:val="22"/>
          <w:lang w:val="es-419"/>
        </w:rPr>
      </w:pPr>
    </w:p>
    <w:p w14:paraId="072C9988" w14:textId="2A638BAC" w:rsidR="00C3740A" w:rsidRPr="00522157" w:rsidRDefault="00C3740A" w:rsidP="00C3740A">
      <w:pPr>
        <w:numPr>
          <w:ilvl w:val="0"/>
          <w:numId w:val="11"/>
        </w:numPr>
        <w:tabs>
          <w:tab w:val="num" w:pos="1350"/>
        </w:tabs>
        <w:ind w:left="1350" w:hanging="630"/>
        <w:rPr>
          <w:szCs w:val="22"/>
          <w:lang w:val="es-419"/>
        </w:rPr>
      </w:pPr>
      <w:r w:rsidRPr="00522157">
        <w:rPr>
          <w:lang w:val="es-419"/>
        </w:rPr>
        <w:t>Los nombres de los contribuyentes y las sumas de las contribuciones efectuadas y prometidas se hacen públicos mediante una nota informativa antes de las sesiones del CIG</w:t>
      </w:r>
      <w:r w:rsidR="00DF4CC6" w:rsidRPr="00522157">
        <w:rPr>
          <w:lang w:val="es-419"/>
        </w:rPr>
        <w:t xml:space="preserve">. </w:t>
      </w:r>
      <w:r w:rsidRPr="00522157">
        <w:rPr>
          <w:lang w:val="es-419"/>
        </w:rPr>
        <w:t>Pueden debatirse con los contribuyentes otras modalidades de reconocimiento. Sin embargo, los donantes pueden conservar el anonimato, si así lo desean.</w:t>
      </w:r>
    </w:p>
    <w:p w14:paraId="550AB45F" w14:textId="77777777" w:rsidR="00C3740A" w:rsidRPr="00522157" w:rsidRDefault="00C3740A" w:rsidP="00C3740A">
      <w:pPr>
        <w:tabs>
          <w:tab w:val="num" w:pos="1350"/>
        </w:tabs>
        <w:ind w:left="1350" w:hanging="630"/>
        <w:rPr>
          <w:szCs w:val="22"/>
          <w:lang w:val="es-419"/>
        </w:rPr>
      </w:pPr>
    </w:p>
    <w:p w14:paraId="16B682AC" w14:textId="77777777" w:rsidR="00C3740A" w:rsidRPr="00522157" w:rsidRDefault="00C3740A" w:rsidP="00C3740A">
      <w:pPr>
        <w:numPr>
          <w:ilvl w:val="0"/>
          <w:numId w:val="12"/>
        </w:numPr>
        <w:tabs>
          <w:tab w:val="num" w:pos="1350"/>
        </w:tabs>
        <w:ind w:left="1350" w:hanging="630"/>
        <w:rPr>
          <w:szCs w:val="22"/>
          <w:lang w:val="es-419"/>
        </w:rPr>
      </w:pPr>
      <w:r w:rsidRPr="00522157">
        <w:rPr>
          <w:lang w:val="es-419"/>
        </w:rPr>
        <w:lastRenderedPageBreak/>
        <w:t>Todas las contribuciones se asignan directa y exclusivamente a financiar la participación de las comunidades indígenas y locales acreditadas en las sesiones del CIG; no se realizan gastos administrativos a cargo del Fondo.</w:t>
      </w:r>
    </w:p>
    <w:p w14:paraId="72BFB202" w14:textId="77777777" w:rsidR="00C3740A" w:rsidRPr="00522157" w:rsidRDefault="00C3740A" w:rsidP="00C3740A">
      <w:pPr>
        <w:tabs>
          <w:tab w:val="num" w:pos="1350"/>
        </w:tabs>
        <w:ind w:left="1350" w:hanging="630"/>
        <w:rPr>
          <w:szCs w:val="22"/>
          <w:lang w:val="es-419"/>
        </w:rPr>
      </w:pPr>
    </w:p>
    <w:p w14:paraId="3F1CF967" w14:textId="77777777" w:rsidR="00C3740A" w:rsidRPr="00522157" w:rsidRDefault="00C3740A" w:rsidP="00C3740A">
      <w:pPr>
        <w:numPr>
          <w:ilvl w:val="0"/>
          <w:numId w:val="12"/>
        </w:numPr>
        <w:tabs>
          <w:tab w:val="num" w:pos="1350"/>
        </w:tabs>
        <w:ind w:left="1350" w:hanging="630"/>
        <w:rPr>
          <w:szCs w:val="22"/>
          <w:lang w:val="es-419"/>
        </w:rPr>
      </w:pPr>
      <w:r w:rsidRPr="00522157">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14:paraId="5598B5DD" w14:textId="77777777" w:rsidR="00C3740A" w:rsidRPr="00522157" w:rsidRDefault="00C3740A" w:rsidP="00C3740A">
      <w:pPr>
        <w:tabs>
          <w:tab w:val="num" w:pos="1350"/>
        </w:tabs>
        <w:ind w:left="1350" w:hanging="630"/>
        <w:rPr>
          <w:szCs w:val="22"/>
          <w:lang w:val="es-419"/>
        </w:rPr>
      </w:pPr>
    </w:p>
    <w:p w14:paraId="5E85CA22" w14:textId="77777777" w:rsidR="00C3740A" w:rsidRPr="00522157" w:rsidRDefault="00C3740A" w:rsidP="00C3740A">
      <w:pPr>
        <w:numPr>
          <w:ilvl w:val="0"/>
          <w:numId w:val="13"/>
        </w:numPr>
        <w:tabs>
          <w:tab w:val="num" w:pos="1350"/>
        </w:tabs>
        <w:ind w:left="1350" w:hanging="630"/>
        <w:rPr>
          <w:szCs w:val="22"/>
          <w:lang w:val="es-419"/>
        </w:rPr>
      </w:pPr>
      <w:r w:rsidRPr="00522157">
        <w:rPr>
          <w:lang w:val="es-419"/>
        </w:rPr>
        <w:t>La Junta Asesora del Fondo selecciona de forma independiente a los candidatos que podrán recibir financiación; si un contribuyente está representado en el CIG como Estado miembro, puede postularse como miembro de la Junta Asesora.</w:t>
      </w:r>
    </w:p>
    <w:p w14:paraId="4DA854F0" w14:textId="77777777" w:rsidR="00C3740A" w:rsidRPr="00522157" w:rsidRDefault="00C3740A" w:rsidP="00C3740A">
      <w:pPr>
        <w:tabs>
          <w:tab w:val="num" w:pos="1350"/>
        </w:tabs>
        <w:ind w:left="1350" w:hanging="630"/>
        <w:rPr>
          <w:szCs w:val="22"/>
          <w:lang w:val="es-419"/>
        </w:rPr>
      </w:pPr>
    </w:p>
    <w:p w14:paraId="4DCF6C2E" w14:textId="77777777" w:rsidR="00C3740A" w:rsidRPr="00522157" w:rsidRDefault="00C3740A" w:rsidP="00C3740A">
      <w:pPr>
        <w:numPr>
          <w:ilvl w:val="0"/>
          <w:numId w:val="13"/>
        </w:numPr>
        <w:tabs>
          <w:tab w:val="num" w:pos="1350"/>
        </w:tabs>
        <w:ind w:left="1350" w:hanging="630"/>
        <w:rPr>
          <w:szCs w:val="22"/>
          <w:lang w:val="es-419"/>
        </w:rPr>
      </w:pPr>
      <w:r w:rsidRPr="00522157">
        <w:rPr>
          <w:lang w:val="es-419"/>
        </w:rPr>
        <w:t>Las contribuciones se utilizan en el orden en que son recibidas en la cuenta bancaria del Fondo.</w:t>
      </w:r>
    </w:p>
    <w:p w14:paraId="2975F741" w14:textId="77777777" w:rsidR="00C3740A" w:rsidRPr="00522157" w:rsidRDefault="00C3740A" w:rsidP="00C3740A">
      <w:pPr>
        <w:rPr>
          <w:szCs w:val="22"/>
          <w:lang w:val="es-419"/>
        </w:rPr>
      </w:pPr>
    </w:p>
    <w:p w14:paraId="2D9B4A96" w14:textId="77777777" w:rsidR="00C3740A" w:rsidRPr="00522157" w:rsidRDefault="00C3740A" w:rsidP="00C3740A">
      <w:pPr>
        <w:rPr>
          <w:b/>
          <w:i/>
          <w:szCs w:val="22"/>
          <w:lang w:val="es-419"/>
        </w:rPr>
      </w:pPr>
      <w:r w:rsidRPr="00522157">
        <w:rPr>
          <w:b/>
          <w:i/>
          <w:lang w:val="es-419"/>
        </w:rPr>
        <w:t>Presentación de informes a los donantes</w:t>
      </w:r>
    </w:p>
    <w:p w14:paraId="39892B64" w14:textId="77777777" w:rsidR="00C3740A" w:rsidRPr="00522157" w:rsidRDefault="00C3740A" w:rsidP="00C3740A">
      <w:pPr>
        <w:rPr>
          <w:szCs w:val="22"/>
          <w:lang w:val="es-419"/>
        </w:rPr>
      </w:pPr>
    </w:p>
    <w:p w14:paraId="5E527F6E" w14:textId="77777777" w:rsidR="00C3740A" w:rsidRPr="00522157" w:rsidRDefault="00C3740A" w:rsidP="00C3740A">
      <w:pPr>
        <w:rPr>
          <w:szCs w:val="22"/>
          <w:lang w:val="es-419"/>
        </w:rPr>
      </w:pPr>
      <w:r w:rsidRPr="00522157">
        <w:rPr>
          <w:lang w:val="es-419"/>
        </w:rPr>
        <w:t>Se presentan informes públicos sobre el uso del Fondo en la forma habitual mediante notas informativas.</w:t>
      </w:r>
    </w:p>
    <w:p w14:paraId="1DEF9294" w14:textId="77777777" w:rsidR="00C3740A" w:rsidRPr="00522157" w:rsidRDefault="00C3740A" w:rsidP="00C3740A">
      <w:pPr>
        <w:rPr>
          <w:szCs w:val="22"/>
          <w:lang w:val="es-419"/>
        </w:rPr>
      </w:pPr>
    </w:p>
    <w:p w14:paraId="0AD6F5A9" w14:textId="77777777" w:rsidR="00C3740A" w:rsidRPr="00522157" w:rsidRDefault="00C3740A" w:rsidP="00C3740A">
      <w:pPr>
        <w:rPr>
          <w:szCs w:val="22"/>
          <w:lang w:val="es-419"/>
        </w:rPr>
      </w:pPr>
      <w:r w:rsidRPr="00522157">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14:paraId="739B0937" w14:textId="77777777" w:rsidR="00C3740A" w:rsidRPr="00522157" w:rsidRDefault="00C3740A" w:rsidP="00C3740A">
      <w:pPr>
        <w:rPr>
          <w:szCs w:val="22"/>
          <w:lang w:val="es-419"/>
        </w:rPr>
      </w:pPr>
    </w:p>
    <w:p w14:paraId="1DBD855C" w14:textId="77777777" w:rsidR="00C3740A" w:rsidRPr="00522157" w:rsidRDefault="00C3740A" w:rsidP="00C3740A">
      <w:pPr>
        <w:rPr>
          <w:szCs w:val="22"/>
          <w:lang w:val="es-419"/>
        </w:rPr>
      </w:pPr>
      <w:r w:rsidRPr="00522157">
        <w:rPr>
          <w:lang w:val="es-419"/>
        </w:rPr>
        <w:t xml:space="preserve">El funcionamiento del Fondo también es objeto de auditoría interna. </w:t>
      </w:r>
    </w:p>
    <w:p w14:paraId="0AB1D000" w14:textId="77777777" w:rsidR="00C3740A" w:rsidRPr="00522157" w:rsidRDefault="00C3740A" w:rsidP="00C3740A">
      <w:pPr>
        <w:rPr>
          <w:szCs w:val="22"/>
          <w:lang w:val="es-419"/>
        </w:rPr>
      </w:pPr>
    </w:p>
    <w:p w14:paraId="62853E9B" w14:textId="77777777" w:rsidR="00C3740A" w:rsidRPr="00522157" w:rsidRDefault="00C3740A" w:rsidP="00C3740A">
      <w:pPr>
        <w:rPr>
          <w:szCs w:val="22"/>
          <w:lang w:val="es-419"/>
        </w:rPr>
      </w:pPr>
      <w:r w:rsidRPr="00522157">
        <w:rPr>
          <w:lang w:val="es-419"/>
        </w:rPr>
        <w:t xml:space="preserve">IV. </w:t>
      </w:r>
      <w:r w:rsidRPr="00522157">
        <w:rPr>
          <w:lang w:val="es-419"/>
        </w:rPr>
        <w:tab/>
      </w:r>
      <w:r w:rsidRPr="00522157">
        <w:rPr>
          <w:b/>
          <w:lang w:val="es-419"/>
        </w:rPr>
        <w:t>NECESIDAD DE REPONER LAS RESERVAS</w:t>
      </w:r>
    </w:p>
    <w:p w14:paraId="2CBF9966" w14:textId="77777777" w:rsidR="00C3740A" w:rsidRPr="00522157" w:rsidRDefault="00C3740A" w:rsidP="00C3740A">
      <w:pPr>
        <w:rPr>
          <w:szCs w:val="22"/>
          <w:lang w:val="es-419"/>
        </w:rPr>
      </w:pPr>
    </w:p>
    <w:p w14:paraId="4D6CB6C5" w14:textId="77777777" w:rsidR="00C3740A" w:rsidRPr="00522157" w:rsidRDefault="00C3740A" w:rsidP="00C3740A">
      <w:pPr>
        <w:rPr>
          <w:szCs w:val="22"/>
          <w:lang w:val="es-419"/>
        </w:rPr>
      </w:pPr>
      <w:r w:rsidRPr="00522157">
        <w:rPr>
          <w:lang w:val="es-419"/>
        </w:rPr>
        <w:t xml:space="preserve">Desde su creación en 2005, el Fondo de Contribuciones Voluntarias </w:t>
      </w:r>
      <w:r w:rsidRPr="00522157">
        <w:rPr>
          <w:b/>
          <w:lang w:val="es-419"/>
        </w:rPr>
        <w:t>ha recibido distintas contribuciones</w:t>
      </w:r>
      <w:r w:rsidRPr="00522157">
        <w:rPr>
          <w:lang w:val="es-419"/>
        </w:rPr>
        <w:t xml:space="preserve">: </w:t>
      </w:r>
    </w:p>
    <w:p w14:paraId="5EAC7FCD" w14:textId="77777777" w:rsidR="00C3740A" w:rsidRPr="00522157" w:rsidRDefault="00C3740A" w:rsidP="00C3740A">
      <w:pPr>
        <w:rPr>
          <w:szCs w:val="22"/>
          <w:lang w:val="es-419"/>
        </w:rPr>
      </w:pPr>
    </w:p>
    <w:p w14:paraId="1AAFCC51" w14:textId="77777777" w:rsidR="00C3740A" w:rsidRPr="00522157" w:rsidRDefault="00C3740A" w:rsidP="00C3740A">
      <w:pPr>
        <w:rPr>
          <w:szCs w:val="22"/>
          <w:lang w:val="es-419"/>
        </w:rPr>
      </w:pPr>
      <w:r w:rsidRPr="00522157">
        <w:rPr>
          <w:lang w:val="es-419"/>
        </w:rPr>
        <w:t xml:space="preserve">Por orden cronológico: </w:t>
      </w:r>
    </w:p>
    <w:p w14:paraId="653E0808" w14:textId="77777777" w:rsidR="00C3740A" w:rsidRPr="00522157" w:rsidRDefault="00C3740A" w:rsidP="00C3740A">
      <w:pPr>
        <w:rPr>
          <w:szCs w:val="22"/>
          <w:lang w:val="es-419"/>
        </w:rPr>
      </w:pPr>
    </w:p>
    <w:p w14:paraId="17C6F51F" w14:textId="77777777" w:rsidR="00C3740A" w:rsidRPr="00522157" w:rsidRDefault="00C3740A" w:rsidP="00C3740A">
      <w:pPr>
        <w:numPr>
          <w:ilvl w:val="2"/>
          <w:numId w:val="10"/>
        </w:numPr>
        <w:tabs>
          <w:tab w:val="num" w:pos="1260"/>
        </w:tabs>
        <w:ind w:left="1170" w:hanging="450"/>
        <w:rPr>
          <w:szCs w:val="22"/>
          <w:lang w:val="es-419"/>
        </w:rPr>
      </w:pPr>
      <w:r w:rsidRPr="00522157">
        <w:rPr>
          <w:lang w:val="es-419"/>
        </w:rPr>
        <w:t>el Programa Internacional Sueco para la Biodiversidad (SwedBio/CBM) (un monto equivalente a 86 092,60 francos suizos);</w:t>
      </w:r>
    </w:p>
    <w:p w14:paraId="46B67469"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Francia (un monto equivalente a 31 684 francos suizos);</w:t>
      </w:r>
    </w:p>
    <w:p w14:paraId="609CCB4A"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la fundación Christensen Fund (un monto equivalente a 29 992,50 francos suizos);</w:t>
      </w:r>
    </w:p>
    <w:p w14:paraId="7A2FCC57" w14:textId="77777777" w:rsidR="00C3740A" w:rsidRPr="00522157" w:rsidRDefault="00C3740A" w:rsidP="00C3740A">
      <w:pPr>
        <w:numPr>
          <w:ilvl w:val="2"/>
          <w:numId w:val="10"/>
        </w:numPr>
        <w:tabs>
          <w:tab w:val="num" w:pos="1260"/>
        </w:tabs>
        <w:ind w:left="1170" w:hanging="450"/>
        <w:rPr>
          <w:szCs w:val="22"/>
          <w:lang w:val="es-419"/>
        </w:rPr>
      </w:pPr>
      <w:r w:rsidRPr="00522157">
        <w:rPr>
          <w:lang w:val="es-419"/>
        </w:rPr>
        <w:t>Suiza (el Instituto Federal Suizo de Propiedad Intelectual) (250 000 francos suizos);</w:t>
      </w:r>
    </w:p>
    <w:p w14:paraId="16BF2C7B"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Sudáfrica (un monto equivalente a 18 465,27 francos suizos);</w:t>
      </w:r>
    </w:p>
    <w:p w14:paraId="3F1A1C5D"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 xml:space="preserve">Noruega (un monto equivalente a 98 255,16 francos suizos); </w:t>
      </w:r>
    </w:p>
    <w:p w14:paraId="67BEDFAB"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Donante anónimo (500 francos suizos);</w:t>
      </w:r>
    </w:p>
    <w:p w14:paraId="209792B1"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Australia (un monto equivalente a 89 500 francos suizos);</w:t>
      </w:r>
    </w:p>
    <w:p w14:paraId="71E35588"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Australia (un monto equivalente a 14 217,78 francos suizos);</w:t>
      </w:r>
      <w:r w:rsidRPr="00522157">
        <w:rPr>
          <w:rStyle w:val="FootnoteReference"/>
          <w:szCs w:val="22"/>
          <w:lang w:val="es-419"/>
        </w:rPr>
        <w:footnoteReference w:id="11"/>
      </w:r>
    </w:p>
    <w:p w14:paraId="39553C51"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Nueva Zelandia (un monto equivalente a 4 694 francos suizos);</w:t>
      </w:r>
    </w:p>
    <w:p w14:paraId="15F7B749"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Australia (un monto equivalente a 37 835 francos suizos)</w:t>
      </w:r>
    </w:p>
    <w:p w14:paraId="5B3F2669"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Canadá (un monto equivalente a 18 268,75 francos suizos)</w:t>
      </w:r>
    </w:p>
    <w:p w14:paraId="20B18182"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Finlandia (un monto equivalente a 16 227,93 francos suizos)</w:t>
      </w:r>
    </w:p>
    <w:p w14:paraId="54C21943"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Alemania (un monto equivalente a 16 158,98 francos suizos);</w:t>
      </w:r>
      <w:r w:rsidRPr="00522157">
        <w:rPr>
          <w:rStyle w:val="FootnoteReference"/>
          <w:lang w:val="es-419"/>
        </w:rPr>
        <w:footnoteReference w:id="12"/>
      </w:r>
    </w:p>
    <w:p w14:paraId="355012A8"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lastRenderedPageBreak/>
        <w:t xml:space="preserve">Alemania (un monto equivalente a 14 233,70 francos suizos). </w:t>
      </w:r>
    </w:p>
    <w:p w14:paraId="5BE87F69"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Donantes anónimos (817,10 francos suizos);</w:t>
      </w:r>
    </w:p>
    <w:p w14:paraId="016CCAD2"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Australia (un monto equivalente a 29 795,36 francos suizos);</w:t>
      </w:r>
    </w:p>
    <w:p w14:paraId="45AD8E70"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Donantes anónimos (872,60 francos suizos);</w:t>
      </w:r>
    </w:p>
    <w:p w14:paraId="2E3E48B7" w14:textId="7DE76981"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Instituto Nacional de los Pueblos Indígenas de México (un monto equivalente a</w:t>
      </w:r>
      <w:r w:rsidR="00534C74" w:rsidRPr="00522157">
        <w:rPr>
          <w:lang w:val="es-419"/>
        </w:rPr>
        <w:t> </w:t>
      </w:r>
      <w:r w:rsidRPr="00522157">
        <w:rPr>
          <w:lang w:val="es-419"/>
        </w:rPr>
        <w:t>8 239,99 francos suizos), y;</w:t>
      </w:r>
    </w:p>
    <w:p w14:paraId="2678543F" w14:textId="77777777" w:rsidR="00C3740A" w:rsidRPr="00522157" w:rsidRDefault="00C3740A" w:rsidP="00C3740A">
      <w:pPr>
        <w:numPr>
          <w:ilvl w:val="2"/>
          <w:numId w:val="10"/>
        </w:numPr>
        <w:tabs>
          <w:tab w:val="num" w:pos="440"/>
          <w:tab w:val="num" w:pos="1260"/>
        </w:tabs>
        <w:ind w:left="1170" w:hanging="450"/>
        <w:rPr>
          <w:szCs w:val="22"/>
          <w:lang w:val="es-419"/>
        </w:rPr>
      </w:pPr>
      <w:r w:rsidRPr="00522157">
        <w:rPr>
          <w:lang w:val="es-419"/>
        </w:rPr>
        <w:t>Agencia Española de Cooperación Internacional para el Desarrollo (un monto equivalente a 18 518,24 francos suizos).</w:t>
      </w:r>
    </w:p>
    <w:p w14:paraId="7144BE77" w14:textId="77777777" w:rsidR="00C3740A" w:rsidRPr="00522157" w:rsidRDefault="00C3740A" w:rsidP="00C3740A">
      <w:pPr>
        <w:rPr>
          <w:szCs w:val="22"/>
          <w:lang w:val="es-419"/>
        </w:rPr>
      </w:pPr>
    </w:p>
    <w:p w14:paraId="754BC34E" w14:textId="77777777" w:rsidR="00C3740A" w:rsidRPr="00522157" w:rsidRDefault="00C3740A" w:rsidP="00C3740A">
      <w:pPr>
        <w:rPr>
          <w:szCs w:val="22"/>
          <w:lang w:val="es-419"/>
        </w:rPr>
      </w:pPr>
      <w:r w:rsidRPr="00522157">
        <w:rPr>
          <w:lang w:val="es-419"/>
        </w:rPr>
        <w:t>Todo ello representa un total de 784 369,36 francos suizos al 17 de abril de 2025.</w:t>
      </w:r>
    </w:p>
    <w:p w14:paraId="76906CB6" w14:textId="77777777" w:rsidR="00C3740A" w:rsidRPr="00522157" w:rsidRDefault="00C3740A" w:rsidP="00C3740A">
      <w:pPr>
        <w:rPr>
          <w:szCs w:val="22"/>
          <w:lang w:val="es-419"/>
        </w:rPr>
      </w:pPr>
    </w:p>
    <w:p w14:paraId="1DA7792E" w14:textId="77777777" w:rsidR="00C3740A" w:rsidRPr="00522157" w:rsidRDefault="00C3740A" w:rsidP="00C3740A">
      <w:pPr>
        <w:rPr>
          <w:szCs w:val="22"/>
          <w:lang w:val="es-419"/>
        </w:rPr>
      </w:pPr>
    </w:p>
    <w:p w14:paraId="3CE0A550" w14:textId="77777777" w:rsidR="00C3740A" w:rsidRPr="00522157" w:rsidRDefault="00C3740A" w:rsidP="00C3740A">
      <w:pPr>
        <w:pBdr>
          <w:top w:val="single" w:sz="8" w:space="1" w:color="auto"/>
          <w:left w:val="single" w:sz="8" w:space="4" w:color="auto"/>
          <w:bottom w:val="single" w:sz="8" w:space="1" w:color="auto"/>
          <w:right w:val="single" w:sz="8" w:space="4" w:color="auto"/>
        </w:pBdr>
        <w:rPr>
          <w:b/>
          <w:szCs w:val="22"/>
          <w:lang w:val="es-419"/>
        </w:rPr>
      </w:pPr>
    </w:p>
    <w:p w14:paraId="1132D278" w14:textId="77777777" w:rsidR="00C3740A" w:rsidRPr="00522157" w:rsidRDefault="00C3740A" w:rsidP="00C3740A">
      <w:pPr>
        <w:pBdr>
          <w:top w:val="single" w:sz="8" w:space="1" w:color="auto"/>
          <w:left w:val="single" w:sz="8" w:space="4" w:color="auto"/>
          <w:bottom w:val="single" w:sz="8" w:space="1" w:color="auto"/>
          <w:right w:val="single" w:sz="8" w:space="4" w:color="auto"/>
        </w:pBdr>
        <w:rPr>
          <w:b/>
          <w:szCs w:val="22"/>
          <w:lang w:val="es-419"/>
        </w:rPr>
      </w:pPr>
      <w:r w:rsidRPr="00522157">
        <w:rPr>
          <w:b/>
          <w:lang w:val="es-419"/>
        </w:rPr>
        <w:t>El saldo del Fondo está agotado.</w:t>
      </w:r>
    </w:p>
    <w:p w14:paraId="65C1085A" w14:textId="77777777" w:rsidR="00C3740A" w:rsidRPr="00522157" w:rsidRDefault="00C3740A" w:rsidP="00C3740A">
      <w:pPr>
        <w:pBdr>
          <w:top w:val="single" w:sz="8" w:space="1" w:color="auto"/>
          <w:left w:val="single" w:sz="8" w:space="4" w:color="auto"/>
          <w:bottom w:val="single" w:sz="8" w:space="1" w:color="auto"/>
          <w:right w:val="single" w:sz="8" w:space="4" w:color="auto"/>
        </w:pBdr>
        <w:rPr>
          <w:b/>
          <w:szCs w:val="22"/>
          <w:lang w:val="es-419"/>
        </w:rPr>
      </w:pPr>
    </w:p>
    <w:p w14:paraId="396A5ED4" w14:textId="2E9185DC" w:rsidR="00C3740A" w:rsidRPr="00522157" w:rsidRDefault="00C3740A" w:rsidP="00C3740A">
      <w:pPr>
        <w:pBdr>
          <w:top w:val="single" w:sz="8" w:space="1" w:color="auto"/>
          <w:left w:val="single" w:sz="8" w:space="4" w:color="auto"/>
          <w:bottom w:val="single" w:sz="8" w:space="1" w:color="auto"/>
          <w:right w:val="single" w:sz="8" w:space="4" w:color="auto"/>
        </w:pBdr>
        <w:rPr>
          <w:b/>
          <w:szCs w:val="22"/>
          <w:lang w:val="es-419"/>
        </w:rPr>
      </w:pPr>
      <w:r w:rsidRPr="00522157">
        <w:rPr>
          <w:lang w:val="es-419"/>
        </w:rPr>
        <w:t>La capacidad del Fondo depende de su reposición mediante contribuciones voluntarias</w:t>
      </w:r>
      <w:r w:rsidR="00DF4CC6" w:rsidRPr="00522157">
        <w:rPr>
          <w:lang w:val="es-419"/>
        </w:rPr>
        <w:t xml:space="preserve">. </w:t>
      </w:r>
      <w:r w:rsidRPr="00522157">
        <w:rPr>
          <w:lang w:val="es-419"/>
        </w:rPr>
        <w:t xml:space="preserve">Se invita encarecidamente a los Estados miembros y a los posibles donantes a contribuir. </w:t>
      </w:r>
    </w:p>
    <w:p w14:paraId="40C4C7B4" w14:textId="77777777" w:rsidR="00C3740A" w:rsidRPr="00522157" w:rsidRDefault="00C3740A" w:rsidP="00C3740A">
      <w:pPr>
        <w:pBdr>
          <w:top w:val="single" w:sz="8" w:space="1" w:color="auto"/>
          <w:left w:val="single" w:sz="8" w:space="4" w:color="auto"/>
          <w:bottom w:val="single" w:sz="8" w:space="1" w:color="auto"/>
          <w:right w:val="single" w:sz="8" w:space="4" w:color="auto"/>
        </w:pBdr>
        <w:rPr>
          <w:b/>
          <w:szCs w:val="22"/>
          <w:lang w:val="es-419"/>
        </w:rPr>
      </w:pPr>
    </w:p>
    <w:p w14:paraId="582E1251" w14:textId="77777777" w:rsidR="00C3740A" w:rsidRPr="00522157" w:rsidRDefault="00C3740A" w:rsidP="00C3740A">
      <w:pPr>
        <w:rPr>
          <w:rFonts w:eastAsia="Times New Roman" w:cs="Times New Roman"/>
          <w:i/>
          <w:iCs/>
          <w:szCs w:val="22"/>
          <w:lang w:val="es-419" w:eastAsia="en-US"/>
        </w:rPr>
      </w:pPr>
    </w:p>
    <w:p w14:paraId="7A8183AA" w14:textId="77777777" w:rsidR="00C3740A" w:rsidRPr="00522157" w:rsidRDefault="00C3740A" w:rsidP="00C3740A">
      <w:pPr>
        <w:rPr>
          <w:rFonts w:eastAsia="Times New Roman" w:cs="Times New Roman"/>
          <w:i/>
          <w:iCs/>
          <w:szCs w:val="22"/>
          <w:lang w:val="es-419" w:eastAsia="en-US"/>
        </w:rPr>
      </w:pPr>
    </w:p>
    <w:p w14:paraId="55A51395" w14:textId="77777777" w:rsidR="00C3740A" w:rsidRPr="00522157" w:rsidRDefault="00C3740A" w:rsidP="00C3740A">
      <w:pPr>
        <w:rPr>
          <w:rFonts w:eastAsia="Times New Roman" w:cs="Times New Roman"/>
          <w:i/>
          <w:iCs/>
          <w:szCs w:val="22"/>
          <w:lang w:val="es-419"/>
        </w:rPr>
      </w:pPr>
      <w:r w:rsidRPr="00522157">
        <w:rPr>
          <w:i/>
          <w:lang w:val="es-419"/>
        </w:rPr>
        <w:t>Para más información</w:t>
      </w:r>
    </w:p>
    <w:p w14:paraId="38ED1AAA" w14:textId="77777777" w:rsidR="00C3740A" w:rsidRPr="00522157" w:rsidRDefault="00C3740A" w:rsidP="00C3740A">
      <w:pPr>
        <w:contextualSpacing/>
        <w:rPr>
          <w:rFonts w:eastAsia="Times New Roman" w:cs="Times New Roman"/>
          <w:i/>
          <w:iCs/>
          <w:szCs w:val="22"/>
          <w:lang w:val="es-419" w:eastAsia="en-US"/>
        </w:rPr>
      </w:pPr>
    </w:p>
    <w:p w14:paraId="7B24B5EF" w14:textId="77777777" w:rsidR="00C3740A" w:rsidRPr="00522157" w:rsidRDefault="00C3740A" w:rsidP="00C3740A">
      <w:pPr>
        <w:contextualSpacing/>
        <w:rPr>
          <w:rFonts w:eastAsia="Times New Roman" w:cs="Times New Roman"/>
          <w:i/>
          <w:iCs/>
          <w:szCs w:val="22"/>
          <w:lang w:val="es-419"/>
        </w:rPr>
      </w:pPr>
      <w:r w:rsidRPr="00522157">
        <w:rPr>
          <w:u w:val="single"/>
          <w:lang w:val="es-419"/>
        </w:rPr>
        <w:t>Normas relativas al objetivo y al funcionamiento del Fondo de Contribuciones Voluntarias</w:t>
      </w:r>
    </w:p>
    <w:p w14:paraId="4A648B48" w14:textId="77777777" w:rsidR="00C3740A" w:rsidRPr="00522157" w:rsidRDefault="00C3740A" w:rsidP="00C3740A">
      <w:pPr>
        <w:contextualSpacing/>
        <w:rPr>
          <w:rFonts w:eastAsia="Times New Roman" w:cs="Times New Roman"/>
          <w:iCs/>
          <w:szCs w:val="22"/>
          <w:lang w:val="es-419" w:eastAsia="en-US"/>
        </w:rPr>
      </w:pPr>
    </w:p>
    <w:p w14:paraId="0E4033EF" w14:textId="520458BD" w:rsidR="00C3740A" w:rsidRPr="00522157" w:rsidRDefault="00C3740A" w:rsidP="00C3740A">
      <w:pPr>
        <w:contextualSpacing/>
        <w:rPr>
          <w:lang w:val="es-419"/>
        </w:rPr>
      </w:pPr>
      <w:hyperlink r:id="rId13" w:history="1">
        <w:r w:rsidRPr="00522157">
          <w:rPr>
            <w:rStyle w:val="Hyperlink"/>
            <w:lang w:val="es-419"/>
          </w:rPr>
          <w:t>https://www.wipo.int/export/sites/www/tk/es/igc/docs/vf_rules.pdf</w:t>
        </w:r>
      </w:hyperlink>
    </w:p>
    <w:p w14:paraId="50150515" w14:textId="77777777" w:rsidR="00C3740A" w:rsidRPr="00522157" w:rsidRDefault="00C3740A" w:rsidP="00C3740A">
      <w:pPr>
        <w:contextualSpacing/>
        <w:rPr>
          <w:rFonts w:eastAsia="Times New Roman" w:cs="Times New Roman"/>
          <w:i/>
          <w:iCs/>
          <w:szCs w:val="22"/>
          <w:lang w:val="es-419" w:eastAsia="en-US"/>
        </w:rPr>
      </w:pPr>
    </w:p>
    <w:p w14:paraId="5170C561" w14:textId="77777777" w:rsidR="00C3740A" w:rsidRPr="00522157" w:rsidRDefault="00C3740A" w:rsidP="00C3740A">
      <w:pPr>
        <w:contextualSpacing/>
        <w:rPr>
          <w:rFonts w:eastAsia="Times New Roman" w:cs="Times New Roman"/>
          <w:szCs w:val="22"/>
          <w:u w:val="single"/>
          <w:lang w:val="es-419"/>
        </w:rPr>
      </w:pPr>
      <w:r w:rsidRPr="00522157">
        <w:rPr>
          <w:u w:val="single"/>
          <w:lang w:val="es-419"/>
        </w:rPr>
        <w:t>Información disponible en Internet sobre el Fondo de Contribuciones Voluntarias</w:t>
      </w:r>
    </w:p>
    <w:p w14:paraId="6E50F067" w14:textId="77777777" w:rsidR="00C3740A" w:rsidRPr="00522157" w:rsidRDefault="00C3740A" w:rsidP="00C3740A">
      <w:pPr>
        <w:contextualSpacing/>
        <w:rPr>
          <w:rFonts w:eastAsia="Times New Roman" w:cs="Times New Roman"/>
          <w:i/>
          <w:iCs/>
          <w:szCs w:val="22"/>
          <w:u w:val="single"/>
          <w:lang w:val="es-419" w:eastAsia="en-US"/>
        </w:rPr>
      </w:pPr>
    </w:p>
    <w:p w14:paraId="32239B47" w14:textId="5A4E3988" w:rsidR="00C3740A" w:rsidRPr="00522157" w:rsidRDefault="00C3740A" w:rsidP="00C3740A">
      <w:pPr>
        <w:contextualSpacing/>
        <w:rPr>
          <w:rFonts w:eastAsia="Times New Roman"/>
          <w:iCs/>
          <w:szCs w:val="22"/>
          <w:lang w:val="es-419"/>
        </w:rPr>
      </w:pPr>
      <w:hyperlink r:id="rId14" w:history="1">
        <w:r w:rsidRPr="00522157">
          <w:rPr>
            <w:rStyle w:val="Hyperlink"/>
            <w:lang w:val="es-419"/>
          </w:rPr>
          <w:t>https://www.wipo.int/tk/es/igc/participation.html</w:t>
        </w:r>
      </w:hyperlink>
      <w:r w:rsidRPr="00522157">
        <w:rPr>
          <w:lang w:val="es-419"/>
        </w:rPr>
        <w:t xml:space="preserve">  </w:t>
      </w:r>
    </w:p>
    <w:p w14:paraId="1B08B003" w14:textId="77777777" w:rsidR="00C3740A" w:rsidRPr="00522157" w:rsidRDefault="00C3740A" w:rsidP="00C3740A">
      <w:pPr>
        <w:contextualSpacing/>
        <w:rPr>
          <w:rFonts w:eastAsia="Times New Roman" w:cs="Times New Roman"/>
          <w:szCs w:val="22"/>
          <w:u w:val="single"/>
          <w:lang w:val="es-419" w:eastAsia="en-US"/>
        </w:rPr>
      </w:pPr>
    </w:p>
    <w:p w14:paraId="375525ED" w14:textId="77777777" w:rsidR="00C3740A" w:rsidRPr="00522157" w:rsidRDefault="00C3740A" w:rsidP="00C3740A">
      <w:pPr>
        <w:rPr>
          <w:szCs w:val="22"/>
          <w:lang w:val="es-419"/>
        </w:rPr>
      </w:pPr>
    </w:p>
    <w:p w14:paraId="589CCFD6" w14:textId="77777777" w:rsidR="00C3740A" w:rsidRPr="00522157" w:rsidRDefault="00C3740A" w:rsidP="00721251">
      <w:pPr>
        <w:rPr>
          <w:rFonts w:eastAsia="Times New Roman" w:cs="Times New Roman"/>
          <w:szCs w:val="22"/>
          <w:lang w:val="es-419" w:eastAsia="en-US"/>
        </w:rPr>
      </w:pPr>
    </w:p>
    <w:p w14:paraId="4CC114C9" w14:textId="211A5126" w:rsidR="00152CEA" w:rsidRPr="00522157" w:rsidRDefault="00C3740A" w:rsidP="00721251">
      <w:pPr>
        <w:ind w:left="4950"/>
        <w:contextualSpacing/>
        <w:rPr>
          <w:lang w:val="es-419"/>
        </w:rPr>
      </w:pPr>
      <w:r w:rsidRPr="00522157">
        <w:rPr>
          <w:lang w:val="es-419"/>
        </w:rPr>
        <w:t>[Fin de los Anexos y del documento]</w:t>
      </w:r>
    </w:p>
    <w:sectPr w:rsidR="00152CEA" w:rsidRPr="00522157" w:rsidSect="00721251">
      <w:headerReference w:type="default" r:id="rId15"/>
      <w:footerReference w:type="even" r:id="rId16"/>
      <w:footerReference w:type="default" r:id="rId17"/>
      <w:headerReference w:type="first" r:id="rId18"/>
      <w:footerReference w:type="first" r:id="rId19"/>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25B03" w14:textId="77777777" w:rsidR="00004A3A" w:rsidRDefault="00004A3A">
      <w:r>
        <w:separator/>
      </w:r>
    </w:p>
  </w:endnote>
  <w:endnote w:type="continuationSeparator" w:id="0">
    <w:p w14:paraId="0EE887DD" w14:textId="77777777" w:rsidR="00004A3A" w:rsidRPr="009D30E6" w:rsidRDefault="00004A3A" w:rsidP="007E663E">
      <w:pPr>
        <w:rPr>
          <w:sz w:val="17"/>
          <w:szCs w:val="17"/>
        </w:rPr>
      </w:pPr>
      <w:r w:rsidRPr="009D30E6">
        <w:rPr>
          <w:sz w:val="17"/>
          <w:szCs w:val="17"/>
        </w:rPr>
        <w:separator/>
      </w:r>
    </w:p>
    <w:p w14:paraId="09B0DD24" w14:textId="77777777" w:rsidR="00004A3A" w:rsidRPr="007E663E" w:rsidRDefault="00004A3A" w:rsidP="007E663E">
      <w:pPr>
        <w:spacing w:after="60"/>
        <w:rPr>
          <w:sz w:val="17"/>
          <w:szCs w:val="17"/>
        </w:rPr>
      </w:pPr>
      <w:r>
        <w:rPr>
          <w:sz w:val="17"/>
        </w:rPr>
        <w:t>[Continuación de la nota de la página anterior]</w:t>
      </w:r>
    </w:p>
  </w:endnote>
  <w:endnote w:type="continuationNotice" w:id="1">
    <w:p w14:paraId="308AEA6F" w14:textId="77777777" w:rsidR="00004A3A" w:rsidRPr="007E663E" w:rsidRDefault="00004A3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F07B7" w14:textId="5F341802" w:rsidR="00377600" w:rsidRDefault="00377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6E01D" w14:textId="7EECD854" w:rsidR="00377600" w:rsidRDefault="003776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42177" w14:textId="7BFB9E17" w:rsidR="00377600" w:rsidRDefault="003776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7D10C" w14:textId="77777777" w:rsidR="00004A3A" w:rsidRDefault="00004A3A">
      <w:r>
        <w:separator/>
      </w:r>
    </w:p>
  </w:footnote>
  <w:footnote w:type="continuationSeparator" w:id="0">
    <w:p w14:paraId="4FEE9ADF" w14:textId="77777777" w:rsidR="00004A3A" w:rsidRPr="009D30E6" w:rsidRDefault="00004A3A" w:rsidP="007E663E">
      <w:pPr>
        <w:rPr>
          <w:sz w:val="17"/>
          <w:szCs w:val="17"/>
        </w:rPr>
      </w:pPr>
      <w:r w:rsidRPr="009D30E6">
        <w:rPr>
          <w:sz w:val="17"/>
          <w:szCs w:val="17"/>
        </w:rPr>
        <w:separator/>
      </w:r>
    </w:p>
    <w:p w14:paraId="0FB838F4" w14:textId="77777777" w:rsidR="00004A3A" w:rsidRPr="007E663E" w:rsidRDefault="00004A3A" w:rsidP="007E663E">
      <w:pPr>
        <w:spacing w:after="60"/>
        <w:rPr>
          <w:sz w:val="17"/>
          <w:szCs w:val="17"/>
        </w:rPr>
      </w:pPr>
      <w:r>
        <w:rPr>
          <w:sz w:val="17"/>
        </w:rPr>
        <w:t>[Continuación de la nota de la página anterior]</w:t>
      </w:r>
    </w:p>
  </w:footnote>
  <w:footnote w:type="continuationNotice" w:id="1">
    <w:p w14:paraId="6C5024F9" w14:textId="77777777" w:rsidR="00004A3A" w:rsidRPr="007E663E" w:rsidRDefault="00004A3A" w:rsidP="007E663E">
      <w:pPr>
        <w:spacing w:before="60"/>
        <w:jc w:val="right"/>
        <w:rPr>
          <w:sz w:val="17"/>
          <w:szCs w:val="17"/>
        </w:rPr>
      </w:pPr>
      <w:r w:rsidRPr="007E663E">
        <w:rPr>
          <w:sz w:val="17"/>
          <w:szCs w:val="17"/>
        </w:rPr>
        <w:t>[Sigue la nota en la página siguiente]</w:t>
      </w:r>
    </w:p>
  </w:footnote>
  <w:footnote w:id="2">
    <w:p w14:paraId="6E172DFF" w14:textId="77777777" w:rsidR="00C3740A" w:rsidRDefault="00C3740A" w:rsidP="00C3740A">
      <w:pPr>
        <w:pStyle w:val="FootnoteText"/>
      </w:pPr>
      <w:r>
        <w:rPr>
          <w:rStyle w:val="FootnoteReference"/>
        </w:rPr>
        <w:footnoteRef/>
      </w:r>
      <w:r>
        <w:t xml:space="preserve"> En la página </w:t>
      </w:r>
      <w:hyperlink r:id="rId1" w:history="1">
        <w:r>
          <w:rPr>
            <w:rStyle w:val="Hyperlink"/>
          </w:rPr>
          <w:t>https://www.wipo.int/tk/es/igc/participation.html</w:t>
        </w:r>
      </w:hyperlink>
      <w:r>
        <w:t xml:space="preserve"> se ofrece información detallada de tipo práctico sobre el Fondo, su funcionamiento y el procedimiento de solicitud, así como sus normas. </w:t>
      </w:r>
    </w:p>
  </w:footnote>
  <w:footnote w:id="3">
    <w:p w14:paraId="0A4C88B9" w14:textId="77777777" w:rsidR="00C3740A" w:rsidRPr="00D47B9D" w:rsidRDefault="00C3740A" w:rsidP="00C3740A">
      <w:pPr>
        <w:pStyle w:val="FootnoteText"/>
      </w:pPr>
      <w:r>
        <w:rPr>
          <w:rStyle w:val="FootnoteReference"/>
        </w:rPr>
        <w:footnoteRef/>
      </w:r>
      <w:r>
        <w:t xml:space="preserve"> Véase el documento A/64/13, párrafo 29.v) Las Asambleas de los Estados miembros de la OMPI celebradas en 2023 tuvieron lugar del 6 al 14 de julio de 2023.</w:t>
      </w:r>
    </w:p>
  </w:footnote>
  <w:footnote w:id="4">
    <w:p w14:paraId="3525E910" w14:textId="16C9D422" w:rsidR="00C3740A" w:rsidRPr="00563123" w:rsidRDefault="00C3740A" w:rsidP="00C3740A">
      <w:pPr>
        <w:pStyle w:val="FootnoteText"/>
        <w:rPr>
          <w:szCs w:val="18"/>
        </w:rPr>
      </w:pPr>
      <w:r>
        <w:rPr>
          <w:rStyle w:val="FootnoteReference"/>
          <w:szCs w:val="18"/>
        </w:rPr>
        <w:footnoteRef/>
      </w:r>
      <w:r>
        <w:t xml:space="preserve"> Nota de la Secretaría</w:t>
      </w:r>
      <w:r w:rsidR="00DF4CC6">
        <w:t xml:space="preserve">: </w:t>
      </w:r>
      <w:r>
        <w:t>la Asamblea General ha adoptado dicha decisión</w:t>
      </w:r>
      <w:r w:rsidR="00DF4CC6">
        <w:t xml:space="preserve">. </w:t>
      </w:r>
      <w:r>
        <w:t>Véase el párrafo 202 del</w:t>
      </w:r>
      <w:r w:rsidR="00033559">
        <w:t xml:space="preserve"> </w:t>
      </w:r>
      <w:r>
        <w:t>informe de su trigésimo segundo período de sesiones (documento WO/GA/32/13).</w:t>
      </w:r>
    </w:p>
  </w:footnote>
  <w:footnote w:id="5">
    <w:p w14:paraId="0A6AEC13" w14:textId="27CC1DA9" w:rsidR="00C3740A" w:rsidRPr="00027E43" w:rsidRDefault="00C3740A" w:rsidP="00C3740A">
      <w:pPr>
        <w:pStyle w:val="FootnoteText"/>
      </w:pPr>
      <w:r>
        <w:rPr>
          <w:rStyle w:val="FootnoteReference"/>
          <w:szCs w:val="18"/>
        </w:rPr>
        <w:footnoteRef/>
      </w:r>
      <w:r>
        <w:t xml:space="preserve"> Nota de la Secretaría</w:t>
      </w:r>
      <w:r w:rsidR="00DF4CC6">
        <w:t xml:space="preserve">: </w:t>
      </w:r>
      <w:r>
        <w:t>la Asamblea General ha adoptado dicha decisión</w:t>
      </w:r>
      <w:r w:rsidR="00DF4CC6">
        <w:t xml:space="preserve">. </w:t>
      </w:r>
      <w:r>
        <w:t>Véase el párrafo 168 del</w:t>
      </w:r>
      <w:r w:rsidR="00033559">
        <w:t xml:space="preserve"> </w:t>
      </w:r>
      <w:r>
        <w:t>informe de su trigésimo segundo período de sesiones (documento WO/GA/32/13).</w:t>
      </w:r>
    </w:p>
  </w:footnote>
  <w:footnote w:id="6">
    <w:p w14:paraId="42EF3F89" w14:textId="40D1835E" w:rsidR="00C3740A" w:rsidRPr="0096086F" w:rsidRDefault="00C3740A" w:rsidP="00C3740A">
      <w:pPr>
        <w:pStyle w:val="FootnoteText"/>
        <w:tabs>
          <w:tab w:val="left" w:pos="1620"/>
        </w:tabs>
        <w:rPr>
          <w:szCs w:val="18"/>
        </w:rPr>
      </w:pPr>
      <w:r>
        <w:rPr>
          <w:rStyle w:val="FootnoteReference"/>
          <w:szCs w:val="18"/>
        </w:rPr>
        <w:footnoteRef/>
      </w:r>
      <w:r>
        <w:t xml:space="preserve"> Véase el anexo del documento WO/GA/32/6 que la Asamblea General de la OMPI aprobó (en su 32.º período de sesiones) y posteriormente modificó (39.º período de sesiones)</w:t>
      </w:r>
      <w:r w:rsidR="00DF4CC6">
        <w:t xml:space="preserve">. </w:t>
      </w:r>
      <w:r>
        <w:t xml:space="preserve">El reglamento del Fondo puede consultarse en: </w:t>
      </w:r>
      <w:hyperlink r:id="rId2" w:history="1">
        <w:r>
          <w:rPr>
            <w:rStyle w:val="Hyperlink"/>
            <w:color w:val="000000" w:themeColor="text1"/>
          </w:rPr>
          <w:t>https://www.wipo.int/export/sites/www/tk/es/igc/pdf/vf_rules.pdf</w:t>
        </w:r>
      </w:hyperlink>
      <w:r w:rsidR="00DF4CC6">
        <w:t xml:space="preserve">. </w:t>
      </w:r>
    </w:p>
  </w:footnote>
  <w:footnote w:id="7">
    <w:p w14:paraId="6F65522B" w14:textId="77777777" w:rsidR="00C3740A" w:rsidRPr="006A1FBF" w:rsidRDefault="00C3740A" w:rsidP="00C3740A">
      <w:pPr>
        <w:pStyle w:val="FootnoteText"/>
        <w:rPr>
          <w:szCs w:val="18"/>
        </w:rPr>
      </w:pPr>
      <w:r>
        <w:rPr>
          <w:rStyle w:val="FootnoteReference"/>
          <w:szCs w:val="18"/>
        </w:rPr>
        <w:footnoteRef/>
      </w:r>
      <w:r>
        <w:t xml:space="preserve"> Véase, por ejemplo, la nota informativa de la OMPI WIPO/GRTKF/IC/50/INF/4, de fecha 22 de enero de 2025, que puede consultarse en </w:t>
      </w:r>
      <w:hyperlink r:id="rId3" w:history="1">
        <w:r>
          <w:rPr>
            <w:rStyle w:val="Hyperlink"/>
          </w:rPr>
          <w:t>https://www.wipo.int/edocs/mdocs/tk/es/wipo_grtkf_ic_44/wipo_grtkf_ic_44_inf_4.pdf.</w:t>
        </w:r>
      </w:hyperlink>
    </w:p>
  </w:footnote>
  <w:footnote w:id="8">
    <w:p w14:paraId="1D0E2EF0" w14:textId="77777777" w:rsidR="00C3740A" w:rsidRPr="00C5738B" w:rsidRDefault="00C3740A" w:rsidP="00C3740A">
      <w:pPr>
        <w:pStyle w:val="FootnoteText"/>
        <w:rPr>
          <w:szCs w:val="18"/>
        </w:rPr>
      </w:pPr>
      <w:r>
        <w:rPr>
          <w:rStyle w:val="FootnoteReference"/>
          <w:szCs w:val="18"/>
        </w:rPr>
        <w:footnoteRef/>
      </w:r>
      <w:r>
        <w:t xml:space="preserve"> Véase, por ejemplo, la nota informativa de la OMPI WIPO/GRTKF/IC/50/INF/6, de fecha 6 de marzo de 2025, que puede consultarse en</w:t>
      </w:r>
    </w:p>
    <w:p w14:paraId="442B75A5" w14:textId="77777777" w:rsidR="00C3740A" w:rsidRPr="002957DF" w:rsidRDefault="00C3740A" w:rsidP="00C3740A">
      <w:pPr>
        <w:pStyle w:val="FootnoteText"/>
        <w:rPr>
          <w:szCs w:val="18"/>
        </w:rPr>
      </w:pPr>
      <w:hyperlink r:id="rId4" w:history="1">
        <w:r>
          <w:rPr>
            <w:rStyle w:val="Hyperlink"/>
          </w:rPr>
          <w:t>https://www.wipo.int/edocs/mdocs/tk/en/wipo_grtkf_ic_50/wipo_grtkf_ic_50_inf_6.pdf</w:t>
        </w:r>
      </w:hyperlink>
      <w:r>
        <w:t xml:space="preserve">. </w:t>
      </w:r>
    </w:p>
  </w:footnote>
  <w:footnote w:id="9">
    <w:p w14:paraId="524D0738" w14:textId="77777777" w:rsidR="00C3740A" w:rsidRDefault="00C3740A" w:rsidP="00C3740A">
      <w:pPr>
        <w:pStyle w:val="FootnoteText"/>
        <w:rPr>
          <w:szCs w:val="18"/>
        </w:rPr>
      </w:pPr>
      <w:r>
        <w:rPr>
          <w:rStyle w:val="FootnoteReference"/>
          <w:szCs w:val="18"/>
        </w:rPr>
        <w:footnoteRef/>
      </w:r>
      <w:r>
        <w:t xml:space="preserve"> A los efectos del presente documento explicativo, toda solicitud que se haya sometido nuevamente a la Junta Asesora como resultado de un anterior aplazamiento de su examen por la Junta se considera una solicitud diferente de la solicitud que haya sido pospuesta. </w:t>
      </w:r>
    </w:p>
  </w:footnote>
  <w:footnote w:id="10">
    <w:p w14:paraId="701AC5BC" w14:textId="18AE9699" w:rsidR="00C3740A" w:rsidRPr="0030167C" w:rsidRDefault="00C3740A" w:rsidP="00C3740A">
      <w:pPr>
        <w:pStyle w:val="FootnoteText"/>
      </w:pPr>
      <w:r>
        <w:rPr>
          <w:rStyle w:val="FootnoteReference"/>
        </w:rPr>
        <w:footnoteRef/>
      </w:r>
      <w:r>
        <w:t xml:space="preserve"> Durante ese período fueron retiradas 25 solicitudes por los correspondientes solicitantes</w:t>
      </w:r>
      <w:r w:rsidR="00DF4CC6">
        <w:t xml:space="preserve">. </w:t>
      </w:r>
      <w:bookmarkStart w:id="5" w:name="_Hlk527730897"/>
      <w:r>
        <w:t>No pudieron financiarse 46 solicitudes recomendadas para su financiación por la Junta Asesora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novena sesión (dos solicitantes), la cuadragésima sesión (dos solicitantes), la cuadragésima sexta sesión (un solicitante), la cuadragésima séptima sesión (dos solicitantes), las sesiones consecutivas cuadragésimo octava y cuadragésimo novena (4 solicitantes), quincuagésima sesión (cinco solicitantes)</w:t>
      </w:r>
      <w:bookmarkEnd w:id="5"/>
      <w:r w:rsidR="00DF4CC6">
        <w:t xml:space="preserve">. </w:t>
      </w:r>
      <w:r>
        <w:t>Un solicitante recomendado para recibir financiación de cara a la trigésima octava sesión del Comité, a quien se ofreció, por ser la primera persona en el orden de prioridad, la posibilidad de recibir una ayuda parcial del Fondo, no aceptó la oferta</w:t>
      </w:r>
      <w:r w:rsidR="00DF4CC6">
        <w:t xml:space="preserve">. </w:t>
      </w:r>
      <w:r>
        <w:t>La persona recomendada que era la segunda en el orden de prioridad aceptó esta oferta y recibió una ayuda parcial de cara a la trigésima octava sesión del Comité</w:t>
      </w:r>
      <w:r w:rsidR="00DF4CC6">
        <w:t xml:space="preserve">. </w:t>
      </w:r>
      <w:r>
        <w:t>Un solicitante recomendado falleció antes de beneficiarse del apoyo del Fondo. No se pudo financiar a ninguno de los dos solicitantes recomendados de cara a la cuadragésima primera sesión y a la cuadragésima segunda sesión, debido a las restricciones y las políticas establecidas en ese momento en relación con la situación de la pandemia de COVID-19. Se financió a esos dos solicitantes recomendados de cara a la cuadragésima tercera sesión.</w:t>
      </w:r>
    </w:p>
  </w:footnote>
  <w:footnote w:id="11">
    <w:p w14:paraId="4E20A7B2" w14:textId="77777777" w:rsidR="00C3740A" w:rsidRDefault="00C3740A" w:rsidP="00C3740A">
      <w:pPr>
        <w:pStyle w:val="FootnoteText"/>
      </w:pPr>
      <w:r>
        <w:rPr>
          <w:rStyle w:val="FootnoteReference"/>
        </w:rPr>
        <w:footnoteRef/>
      </w:r>
      <w:r>
        <w:t xml:space="preserve"> Se reembolsaron 782,22 francos suizos el 2 de septiembre de 2013 al Gobierno de Australia, de conformidad con las condiciones convenidas para el uso de la contribución efectuada por dicho Gobierno.</w:t>
      </w:r>
    </w:p>
  </w:footnote>
  <w:footnote w:id="12">
    <w:p w14:paraId="55CE2ECE" w14:textId="77777777" w:rsidR="00C3740A" w:rsidRDefault="00C3740A" w:rsidP="00C3740A">
      <w:pPr>
        <w:pStyle w:val="FootnoteText"/>
      </w:pPr>
      <w:r>
        <w:rPr>
          <w:rStyle w:val="FootnoteReference"/>
        </w:rPr>
        <w:footnoteRef/>
      </w:r>
      <w:r>
        <w:t xml:space="preserve"> Se reembolsaron 16 158,98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396B2" w14:textId="77777777" w:rsidR="00C3740A" w:rsidRDefault="00C3740A"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38D08" w14:textId="1F8AC922" w:rsidR="00C3740A" w:rsidRPr="00D35847" w:rsidRDefault="00C3740A" w:rsidP="00586337">
    <w:pPr>
      <w:jc w:val="right"/>
      <w:rPr>
        <w:lang w:val="pt-BR"/>
      </w:rPr>
    </w:pPr>
    <w:r w:rsidRPr="00D35847">
      <w:rPr>
        <w:lang w:val="pt-BR"/>
      </w:rPr>
      <w:t>WIPO/GRTKF/IC/</w:t>
    </w:r>
    <w:r w:rsidR="00721251">
      <w:rPr>
        <w:lang w:val="pt-BR"/>
      </w:rPr>
      <w:t>51</w:t>
    </w:r>
    <w:r w:rsidRPr="00D35847">
      <w:rPr>
        <w:lang w:val="pt-BR"/>
      </w:rPr>
      <w:t>/3</w:t>
    </w:r>
  </w:p>
  <w:p w14:paraId="5C862CCB" w14:textId="54A1BDF4" w:rsidR="00C3740A" w:rsidRPr="00D35847" w:rsidRDefault="00C3740A" w:rsidP="00586337">
    <w:pPr>
      <w:jc w:val="right"/>
      <w:rPr>
        <w:lang w:val="pt-BR"/>
      </w:rPr>
    </w:pPr>
    <w:r w:rsidRPr="00D35847">
      <w:rPr>
        <w:lang w:val="pt-BR"/>
      </w:rPr>
      <w:t xml:space="preserve">página </w:t>
    </w:r>
    <w:r w:rsidR="00721251" w:rsidRPr="00721251">
      <w:rPr>
        <w:lang w:val="pt-BR"/>
      </w:rPr>
      <w:fldChar w:fldCharType="begin"/>
    </w:r>
    <w:r w:rsidR="00721251" w:rsidRPr="00721251">
      <w:rPr>
        <w:lang w:val="pt-BR"/>
      </w:rPr>
      <w:instrText xml:space="preserve"> PAGE   \* MERGEFORMAT </w:instrText>
    </w:r>
    <w:r w:rsidR="00721251" w:rsidRPr="00721251">
      <w:rPr>
        <w:lang w:val="pt-BR"/>
      </w:rPr>
      <w:fldChar w:fldCharType="separate"/>
    </w:r>
    <w:r w:rsidR="00721251" w:rsidRPr="00721251">
      <w:rPr>
        <w:noProof/>
        <w:lang w:val="pt-BR"/>
      </w:rPr>
      <w:t>1</w:t>
    </w:r>
    <w:r w:rsidR="00721251" w:rsidRPr="00721251">
      <w:rPr>
        <w:noProof/>
        <w:lang w:val="pt-BR"/>
      </w:rPr>
      <w:fldChar w:fldCharType="end"/>
    </w:r>
  </w:p>
  <w:p w14:paraId="22714D20" w14:textId="77777777" w:rsidR="00C3740A" w:rsidRPr="00D35847" w:rsidRDefault="00C3740A" w:rsidP="00586337">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8D3E" w14:textId="77777777" w:rsidR="00721251" w:rsidRPr="00D35847" w:rsidRDefault="00721251" w:rsidP="00586337">
    <w:pPr>
      <w:jc w:val="right"/>
      <w:rPr>
        <w:lang w:val="pt-BR"/>
      </w:rPr>
    </w:pPr>
    <w:r w:rsidRPr="00D35847">
      <w:rPr>
        <w:lang w:val="pt-BR"/>
      </w:rPr>
      <w:t>WIPO/GRTKF/IC/</w:t>
    </w:r>
    <w:r>
      <w:rPr>
        <w:lang w:val="pt-BR"/>
      </w:rPr>
      <w:t>51</w:t>
    </w:r>
    <w:r w:rsidRPr="00D35847">
      <w:rPr>
        <w:lang w:val="pt-BR"/>
      </w:rPr>
      <w:t>/3</w:t>
    </w:r>
  </w:p>
  <w:p w14:paraId="044B447E" w14:textId="735A3CD5" w:rsidR="00721251" w:rsidRPr="00D35847" w:rsidRDefault="00721251" w:rsidP="00586337">
    <w:pPr>
      <w:jc w:val="right"/>
      <w:rPr>
        <w:lang w:val="pt-BR"/>
      </w:rPr>
    </w:pPr>
    <w:r>
      <w:rPr>
        <w:lang w:val="pt-BR"/>
      </w:rPr>
      <w:t xml:space="preserve">Anexo I, </w:t>
    </w:r>
    <w:r w:rsidRPr="00D35847">
      <w:rPr>
        <w:lang w:val="pt-BR"/>
      </w:rPr>
      <w:t xml:space="preserve">página </w:t>
    </w:r>
    <w:r w:rsidRPr="00721251">
      <w:rPr>
        <w:lang w:val="pt-BR"/>
      </w:rPr>
      <w:fldChar w:fldCharType="begin"/>
    </w:r>
    <w:r w:rsidRPr="00721251">
      <w:rPr>
        <w:lang w:val="pt-BR"/>
      </w:rPr>
      <w:instrText xml:space="preserve"> PAGE   \* MERGEFORMAT </w:instrText>
    </w:r>
    <w:r w:rsidRPr="00721251">
      <w:rPr>
        <w:lang w:val="pt-BR"/>
      </w:rPr>
      <w:fldChar w:fldCharType="separate"/>
    </w:r>
    <w:r w:rsidRPr="00721251">
      <w:rPr>
        <w:noProof/>
        <w:lang w:val="pt-BR"/>
      </w:rPr>
      <w:t>1</w:t>
    </w:r>
    <w:r w:rsidRPr="00721251">
      <w:rPr>
        <w:noProof/>
        <w:lang w:val="pt-BR"/>
      </w:rPr>
      <w:fldChar w:fldCharType="end"/>
    </w:r>
  </w:p>
  <w:p w14:paraId="568F3564" w14:textId="77777777" w:rsidR="00721251" w:rsidRPr="00D35847" w:rsidRDefault="00721251" w:rsidP="00586337">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6DFA8" w14:textId="77777777" w:rsidR="00721251" w:rsidRPr="00D35847" w:rsidRDefault="00721251" w:rsidP="00721251">
    <w:pPr>
      <w:jc w:val="right"/>
      <w:rPr>
        <w:lang w:val="pt-BR"/>
      </w:rPr>
    </w:pPr>
    <w:r w:rsidRPr="00D35847">
      <w:rPr>
        <w:lang w:val="pt-BR"/>
      </w:rPr>
      <w:t>WIPO/GRTKF/IC/</w:t>
    </w:r>
    <w:r>
      <w:rPr>
        <w:lang w:val="pt-BR"/>
      </w:rPr>
      <w:t>51</w:t>
    </w:r>
    <w:r w:rsidRPr="00D35847">
      <w:rPr>
        <w:lang w:val="pt-BR"/>
      </w:rPr>
      <w:t>/3</w:t>
    </w:r>
  </w:p>
  <w:p w14:paraId="40309ED4" w14:textId="702485A0" w:rsidR="00721251" w:rsidRDefault="00721251" w:rsidP="00721251">
    <w:pPr>
      <w:pStyle w:val="Header"/>
      <w:jc w:val="right"/>
    </w:pPr>
    <w:r>
      <w:t>ANEXO I</w:t>
    </w:r>
  </w:p>
  <w:p w14:paraId="2DD8BCDC" w14:textId="77777777" w:rsidR="00721251" w:rsidRDefault="00721251" w:rsidP="00721251">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BC3AE" w14:textId="66358835" w:rsidR="00AE7F20" w:rsidRPr="00721251" w:rsidRDefault="00C3740A" w:rsidP="00477D6B">
    <w:pPr>
      <w:jc w:val="right"/>
      <w:rPr>
        <w:caps/>
        <w:lang w:val="pt-BR"/>
      </w:rPr>
    </w:pPr>
    <w:bookmarkStart w:id="6" w:name="Code2"/>
    <w:bookmarkEnd w:id="6"/>
    <w:r w:rsidRPr="00721251">
      <w:rPr>
        <w:caps/>
        <w:lang w:val="pt-BR"/>
      </w:rPr>
      <w:t>WIPO/GRTKF/IC/51/3</w:t>
    </w:r>
  </w:p>
  <w:p w14:paraId="5DEEE46B" w14:textId="2C96B190" w:rsidR="00AE7F20" w:rsidRPr="00721251" w:rsidRDefault="00721251" w:rsidP="00477D6B">
    <w:pPr>
      <w:jc w:val="right"/>
      <w:rPr>
        <w:lang w:val="pt-BR"/>
      </w:rPr>
    </w:pPr>
    <w:r w:rsidRPr="00721251">
      <w:rPr>
        <w:lang w:val="pt-BR"/>
      </w:rPr>
      <w:t xml:space="preserve">Anexo II, </w:t>
    </w:r>
    <w:r w:rsidR="00AE7F20" w:rsidRPr="00721251">
      <w:rPr>
        <w:lang w:val="pt-BR"/>
      </w:rPr>
      <w:t xml:space="preserve">página </w:t>
    </w:r>
    <w:r w:rsidR="00AE7F20">
      <w:fldChar w:fldCharType="begin"/>
    </w:r>
    <w:r w:rsidR="00AE7F20" w:rsidRPr="00721251">
      <w:rPr>
        <w:lang w:val="pt-BR"/>
      </w:rPr>
      <w:instrText xml:space="preserve"> PAGE  \* MERGEFORMAT </w:instrText>
    </w:r>
    <w:r w:rsidR="00AE7F20">
      <w:fldChar w:fldCharType="separate"/>
    </w:r>
    <w:r w:rsidR="00EB0D93" w:rsidRPr="00721251">
      <w:rPr>
        <w:noProof/>
        <w:lang w:val="pt-BR"/>
      </w:rPr>
      <w:t>2</w:t>
    </w:r>
    <w:r w:rsidR="00AE7F20">
      <w:fldChar w:fldCharType="end"/>
    </w:r>
  </w:p>
  <w:p w14:paraId="30BDC087" w14:textId="77777777" w:rsidR="00AE7F20" w:rsidRPr="00721251" w:rsidRDefault="00AE7F20" w:rsidP="00477D6B">
    <w:pPr>
      <w:jc w:val="right"/>
      <w:rPr>
        <w:lang w:val="pt-BR"/>
      </w:rPr>
    </w:pPr>
  </w:p>
  <w:p w14:paraId="7A8FC4D8" w14:textId="77777777" w:rsidR="00EC1AA7" w:rsidRPr="00721251" w:rsidRDefault="00EC1AA7"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CC6EC" w14:textId="77777777" w:rsidR="00721251" w:rsidRPr="00D35847" w:rsidRDefault="00721251" w:rsidP="00721251">
    <w:pPr>
      <w:jc w:val="right"/>
      <w:rPr>
        <w:lang w:val="pt-BR"/>
      </w:rPr>
    </w:pPr>
    <w:r w:rsidRPr="00D35847">
      <w:rPr>
        <w:lang w:val="pt-BR"/>
      </w:rPr>
      <w:t>WIPO/GRTKF/IC/</w:t>
    </w:r>
    <w:r>
      <w:rPr>
        <w:lang w:val="pt-BR"/>
      </w:rPr>
      <w:t>51</w:t>
    </w:r>
    <w:r w:rsidRPr="00D35847">
      <w:rPr>
        <w:lang w:val="pt-BR"/>
      </w:rPr>
      <w:t>/3</w:t>
    </w:r>
  </w:p>
  <w:p w14:paraId="77483B60" w14:textId="02F4B24C" w:rsidR="00721251" w:rsidRDefault="00721251" w:rsidP="00721251">
    <w:pPr>
      <w:pStyle w:val="Header"/>
      <w:jc w:val="right"/>
    </w:pPr>
    <w:r>
      <w:t>ANEXO II</w:t>
    </w:r>
  </w:p>
  <w:p w14:paraId="291AC498" w14:textId="77777777" w:rsidR="00721251" w:rsidRDefault="00721251" w:rsidP="0072125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6E4CC402"/>
    <w:lvl w:ilvl="0" w:tplc="E2C09BEE">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A2CE4D90"/>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ind w:left="2061" w:hanging="360"/>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92AC39DE"/>
    <w:lvl w:ilvl="0" w:tplc="DFE02E54">
      <w:start w:val="6"/>
      <w:numFmt w:val="lowerLetter"/>
      <w:lvlText w:val="(%1)"/>
      <w:lvlJc w:val="left"/>
      <w:pPr>
        <w:tabs>
          <w:tab w:val="num" w:pos="1494"/>
        </w:tabs>
        <w:ind w:left="1494" w:hanging="360"/>
      </w:pPr>
      <w:rPr>
        <w:rFonts w:cs="Times New Roman" w:hint="default"/>
      </w:rPr>
    </w:lvl>
    <w:lvl w:ilvl="1" w:tplc="E2C09BEE">
      <w:start w:val="1"/>
      <w:numFmt w:val="lowerRoman"/>
      <w:lvlText w:val="%2)"/>
      <w:lvlJc w:val="left"/>
      <w:pPr>
        <w:ind w:left="2061" w:hanging="360"/>
      </w:pPr>
      <w:rPr>
        <w:rFonts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E2C09BEE"/>
    <w:lvl w:ilvl="0">
      <w:start w:val="1"/>
      <w:numFmt w:val="lowerRoman"/>
      <w:lvlText w:val="%1)"/>
      <w:lvlJc w:val="left"/>
      <w:pPr>
        <w:ind w:left="644" w:hanging="360"/>
      </w:pPr>
      <w:rPr>
        <w:rFonts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082866648">
    <w:abstractNumId w:val="4"/>
  </w:num>
  <w:num w:numId="2" w16cid:durableId="2043094832">
    <w:abstractNumId w:val="11"/>
  </w:num>
  <w:num w:numId="3" w16cid:durableId="875390565">
    <w:abstractNumId w:val="0"/>
  </w:num>
  <w:num w:numId="4" w16cid:durableId="565652951">
    <w:abstractNumId w:val="12"/>
  </w:num>
  <w:num w:numId="5" w16cid:durableId="759570050">
    <w:abstractNumId w:val="1"/>
  </w:num>
  <w:num w:numId="6" w16cid:durableId="1047948084">
    <w:abstractNumId w:val="5"/>
  </w:num>
  <w:num w:numId="7" w16cid:durableId="1373724736">
    <w:abstractNumId w:val="15"/>
  </w:num>
  <w:num w:numId="8" w16cid:durableId="1387533296">
    <w:abstractNumId w:val="21"/>
  </w:num>
  <w:num w:numId="9" w16cid:durableId="191767084">
    <w:abstractNumId w:val="17"/>
  </w:num>
  <w:num w:numId="10" w16cid:durableId="537357373">
    <w:abstractNumId w:val="6"/>
  </w:num>
  <w:num w:numId="11" w16cid:durableId="757674821">
    <w:abstractNumId w:val="20"/>
  </w:num>
  <w:num w:numId="12" w16cid:durableId="1568373996">
    <w:abstractNumId w:val="2"/>
  </w:num>
  <w:num w:numId="13" w16cid:durableId="657536713">
    <w:abstractNumId w:val="7"/>
  </w:num>
  <w:num w:numId="14" w16cid:durableId="1212957881">
    <w:abstractNumId w:val="14"/>
  </w:num>
  <w:num w:numId="15" w16cid:durableId="168983450">
    <w:abstractNumId w:val="9"/>
  </w:num>
  <w:num w:numId="16" w16cid:durableId="513809473">
    <w:abstractNumId w:val="16"/>
  </w:num>
  <w:num w:numId="17" w16cid:durableId="947006557">
    <w:abstractNumId w:val="8"/>
  </w:num>
  <w:num w:numId="18" w16cid:durableId="1355578144">
    <w:abstractNumId w:val="10"/>
  </w:num>
  <w:num w:numId="19" w16cid:durableId="2019231296">
    <w:abstractNumId w:val="3"/>
  </w:num>
  <w:num w:numId="20" w16cid:durableId="1595430615">
    <w:abstractNumId w:val="19"/>
  </w:num>
  <w:num w:numId="21" w16cid:durableId="1695231077">
    <w:abstractNumId w:val="18"/>
  </w:num>
  <w:num w:numId="22" w16cid:durableId="6677562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40A"/>
    <w:rsid w:val="00004A3A"/>
    <w:rsid w:val="00010686"/>
    <w:rsid w:val="00033559"/>
    <w:rsid w:val="00052915"/>
    <w:rsid w:val="000E3BB3"/>
    <w:rsid w:val="000F5E56"/>
    <w:rsid w:val="001301DD"/>
    <w:rsid w:val="001362EE"/>
    <w:rsid w:val="00152CEA"/>
    <w:rsid w:val="001832A6"/>
    <w:rsid w:val="002634C4"/>
    <w:rsid w:val="002C2E2F"/>
    <w:rsid w:val="002D23B5"/>
    <w:rsid w:val="002E0F47"/>
    <w:rsid w:val="002F4E68"/>
    <w:rsid w:val="00310826"/>
    <w:rsid w:val="00354647"/>
    <w:rsid w:val="00377273"/>
    <w:rsid w:val="00377600"/>
    <w:rsid w:val="003845C1"/>
    <w:rsid w:val="00387287"/>
    <w:rsid w:val="003E48F1"/>
    <w:rsid w:val="003F347A"/>
    <w:rsid w:val="00423E3E"/>
    <w:rsid w:val="00427AF4"/>
    <w:rsid w:val="0045231F"/>
    <w:rsid w:val="004647DA"/>
    <w:rsid w:val="0046793F"/>
    <w:rsid w:val="00472A6E"/>
    <w:rsid w:val="00477808"/>
    <w:rsid w:val="00477D6B"/>
    <w:rsid w:val="004A1A5A"/>
    <w:rsid w:val="004A3A6C"/>
    <w:rsid w:val="004A6C37"/>
    <w:rsid w:val="004E297D"/>
    <w:rsid w:val="00522157"/>
    <w:rsid w:val="00531B02"/>
    <w:rsid w:val="005332F0"/>
    <w:rsid w:val="00534C74"/>
    <w:rsid w:val="0055013B"/>
    <w:rsid w:val="00571B99"/>
    <w:rsid w:val="005B2EAE"/>
    <w:rsid w:val="00605827"/>
    <w:rsid w:val="00616BF3"/>
    <w:rsid w:val="00621983"/>
    <w:rsid w:val="00675021"/>
    <w:rsid w:val="006A06C6"/>
    <w:rsid w:val="00721251"/>
    <w:rsid w:val="007224C8"/>
    <w:rsid w:val="00794BE2"/>
    <w:rsid w:val="007A5581"/>
    <w:rsid w:val="007B71FE"/>
    <w:rsid w:val="007D781E"/>
    <w:rsid w:val="007E663E"/>
    <w:rsid w:val="00815082"/>
    <w:rsid w:val="0088395E"/>
    <w:rsid w:val="008B2CC1"/>
    <w:rsid w:val="008E6BD6"/>
    <w:rsid w:val="0090731E"/>
    <w:rsid w:val="00907C8F"/>
    <w:rsid w:val="00966A22"/>
    <w:rsid w:val="00972F03"/>
    <w:rsid w:val="0098367F"/>
    <w:rsid w:val="009A0C8B"/>
    <w:rsid w:val="009A20CD"/>
    <w:rsid w:val="009A5386"/>
    <w:rsid w:val="009B6241"/>
    <w:rsid w:val="00A16FC0"/>
    <w:rsid w:val="00A32C9E"/>
    <w:rsid w:val="00AB613D"/>
    <w:rsid w:val="00AE7F20"/>
    <w:rsid w:val="00B534D5"/>
    <w:rsid w:val="00B65A0A"/>
    <w:rsid w:val="00B67CDC"/>
    <w:rsid w:val="00B72D36"/>
    <w:rsid w:val="00BC4164"/>
    <w:rsid w:val="00BD2DCC"/>
    <w:rsid w:val="00BE6848"/>
    <w:rsid w:val="00BF5A8E"/>
    <w:rsid w:val="00C3740A"/>
    <w:rsid w:val="00C90559"/>
    <w:rsid w:val="00CA0500"/>
    <w:rsid w:val="00CA2251"/>
    <w:rsid w:val="00D56C7C"/>
    <w:rsid w:val="00D71B4D"/>
    <w:rsid w:val="00D90289"/>
    <w:rsid w:val="00D93D55"/>
    <w:rsid w:val="00DC4C60"/>
    <w:rsid w:val="00DD6CF4"/>
    <w:rsid w:val="00DF4CC6"/>
    <w:rsid w:val="00E0079A"/>
    <w:rsid w:val="00E444DA"/>
    <w:rsid w:val="00E45C84"/>
    <w:rsid w:val="00E504E5"/>
    <w:rsid w:val="00EB0D93"/>
    <w:rsid w:val="00EB7A3E"/>
    <w:rsid w:val="00EC0ADF"/>
    <w:rsid w:val="00EC1AA7"/>
    <w:rsid w:val="00EC2838"/>
    <w:rsid w:val="00EC401A"/>
    <w:rsid w:val="00EF530A"/>
    <w:rsid w:val="00EF6622"/>
    <w:rsid w:val="00EF78A9"/>
    <w:rsid w:val="00F03BDD"/>
    <w:rsid w:val="00F5503C"/>
    <w:rsid w:val="00F55408"/>
    <w:rsid w:val="00F66152"/>
    <w:rsid w:val="00F7400F"/>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0DBCC8"/>
  <w15:docId w15:val="{F5FD264B-9158-4BAF-ABE2-26C4F7B5D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rsid w:val="00C3740A"/>
    <w:rPr>
      <w:rFonts w:cs="Times New Roman"/>
      <w:vertAlign w:val="superscript"/>
    </w:rPr>
  </w:style>
  <w:style w:type="character" w:styleId="PageNumber">
    <w:name w:val="page number"/>
    <w:basedOn w:val="DefaultParagraphFont"/>
    <w:rsid w:val="00C3740A"/>
    <w:rPr>
      <w:rFonts w:cs="Times New Roman"/>
    </w:rPr>
  </w:style>
  <w:style w:type="character" w:styleId="Hyperlink">
    <w:name w:val="Hyperlink"/>
    <w:basedOn w:val="DefaultParagraphFont"/>
    <w:rsid w:val="00C3740A"/>
    <w:rPr>
      <w:rFonts w:cs="Times New Roman"/>
      <w:color w:val="0000FF"/>
      <w:u w:val="single"/>
    </w:rPr>
  </w:style>
  <w:style w:type="paragraph" w:styleId="ListParagraph">
    <w:name w:val="List Paragraph"/>
    <w:basedOn w:val="Normal"/>
    <w:uiPriority w:val="34"/>
    <w:qFormat/>
    <w:rsid w:val="00C3740A"/>
    <w:pPr>
      <w:ind w:left="720"/>
      <w:contextualSpacing/>
    </w:pPr>
  </w:style>
  <w:style w:type="character" w:customStyle="1" w:styleId="FootnoteTextChar">
    <w:name w:val="Footnote Text Char"/>
    <w:basedOn w:val="DefaultParagraphFont"/>
    <w:link w:val="FootnoteText"/>
    <w:semiHidden/>
    <w:rsid w:val="00C3740A"/>
    <w:rPr>
      <w:rFonts w:ascii="Arial" w:eastAsia="SimSun" w:hAnsi="Arial" w:cs="Arial"/>
      <w:sz w:val="18"/>
      <w:lang w:val="es-ES" w:eastAsia="zh-CN"/>
    </w:rPr>
  </w:style>
  <w:style w:type="character" w:customStyle="1" w:styleId="size">
    <w:name w:val="size"/>
    <w:rsid w:val="00C3740A"/>
  </w:style>
  <w:style w:type="character" w:customStyle="1" w:styleId="HeaderChar">
    <w:name w:val="Header Char"/>
    <w:basedOn w:val="DefaultParagraphFont"/>
    <w:link w:val="Header"/>
    <w:uiPriority w:val="99"/>
    <w:rsid w:val="00C3740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s/igc/docs/vf_rules.pdf"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s/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50/wipo_grtkf_ic_50_inf_4.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 Id="rId4" Type="http://schemas.openxmlformats.org/officeDocument/2006/relationships/hyperlink" Target="https://www.wipo.int/edocs/mdocs/tk/en/wipo_grtkf_ic_50/wipo_grtkf_ic_50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51(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C7D96-760B-4AE6-9290-97808C3C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WIPO_GRTKF_IC_51(S)</Template>
  <TotalTime>19</TotalTime>
  <Pages>16</Pages>
  <Words>6225</Words>
  <Characters>35485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GRTKF_IC_51(S)</vt:lpstr>
    </vt:vector>
  </TitlesOfParts>
  <Company>WIPO</Company>
  <LinksUpToDate>false</LinksUpToDate>
  <CharactersWithSpaces>41627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dc:title>
  <dc:creator>CEVALLOS DUQUE Nilo</dc:creator>
  <cp:keywords>FOR OFFICIAL USE ONLY</cp:keywords>
  <cp:lastModifiedBy>MORENO PALESTINI Maria del Pilar</cp:lastModifiedBy>
  <cp:revision>13</cp:revision>
  <dcterms:created xsi:type="dcterms:W3CDTF">2025-05-09T09:03:00Z</dcterms:created>
  <dcterms:modified xsi:type="dcterms:W3CDTF">2025-05-14T14:26:00Z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2025-05-09T09:04:09Z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efe54467-1a68-4f54-a305-30738970b1f5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