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00689" w14:textId="77777777" w:rsidR="008B2CC1" w:rsidRPr="009D4B4A" w:rsidRDefault="00472A6E" w:rsidP="00753307">
      <w:pPr>
        <w:pBdr>
          <w:bottom w:val="single" w:sz="4" w:space="10" w:color="auto"/>
        </w:pBdr>
        <w:spacing w:after="120"/>
        <w:ind w:right="-57"/>
        <w:jc w:val="right"/>
        <w:rPr>
          <w:lang w:val="es-419"/>
        </w:rPr>
      </w:pPr>
      <w:r w:rsidRPr="009D4B4A">
        <w:rPr>
          <w:noProof/>
          <w:lang w:val="es-419" w:eastAsia="en-US"/>
        </w:rPr>
        <w:drawing>
          <wp:inline distT="0" distB="0" distL="0" distR="0" wp14:anchorId="2034EE0A" wp14:editId="299CAA02">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787BA2B" w14:textId="32ACD78E" w:rsidR="00472A6E" w:rsidRPr="009D4B4A" w:rsidRDefault="00753307" w:rsidP="00472A6E">
      <w:pPr>
        <w:jc w:val="right"/>
        <w:rPr>
          <w:rFonts w:ascii="Arial Black" w:hAnsi="Arial Black"/>
          <w:caps/>
          <w:sz w:val="15"/>
          <w:lang w:val="es-419"/>
        </w:rPr>
      </w:pPr>
      <w:r w:rsidRPr="009D4B4A">
        <w:rPr>
          <w:rFonts w:ascii="Arial Black" w:hAnsi="Arial Black"/>
          <w:caps/>
          <w:sz w:val="15"/>
          <w:lang w:val="es-419"/>
        </w:rPr>
        <w:t>WIPO/GRTKF/IC/</w:t>
      </w:r>
      <w:r w:rsidR="00505D4A" w:rsidRPr="009D4B4A">
        <w:rPr>
          <w:rFonts w:ascii="Arial Black" w:hAnsi="Arial Black"/>
          <w:caps/>
          <w:sz w:val="15"/>
          <w:lang w:val="es-419"/>
        </w:rPr>
        <w:t>50</w:t>
      </w:r>
      <w:r w:rsidRPr="009D4B4A">
        <w:rPr>
          <w:rFonts w:ascii="Arial Black" w:hAnsi="Arial Black"/>
          <w:caps/>
          <w:sz w:val="15"/>
          <w:lang w:val="es-419"/>
        </w:rPr>
        <w:t>/</w:t>
      </w:r>
      <w:bookmarkStart w:id="0" w:name="Code"/>
      <w:bookmarkEnd w:id="0"/>
      <w:r w:rsidR="001C029F" w:rsidRPr="009D4B4A">
        <w:rPr>
          <w:rFonts w:ascii="Arial Black" w:hAnsi="Arial Black"/>
          <w:caps/>
          <w:sz w:val="15"/>
          <w:lang w:val="es-419"/>
        </w:rPr>
        <w:t>INF/3</w:t>
      </w:r>
    </w:p>
    <w:p w14:paraId="0CFDDBF7" w14:textId="2BD62DBE" w:rsidR="008B2CC1" w:rsidRPr="009D4B4A" w:rsidRDefault="00472A6E" w:rsidP="00472A6E">
      <w:pPr>
        <w:jc w:val="right"/>
        <w:rPr>
          <w:lang w:val="es-419"/>
        </w:rPr>
      </w:pPr>
      <w:r w:rsidRPr="009D4B4A">
        <w:rPr>
          <w:rFonts w:ascii="Arial Black" w:hAnsi="Arial Black"/>
          <w:caps/>
          <w:sz w:val="15"/>
          <w:lang w:val="es-419"/>
        </w:rPr>
        <w:t xml:space="preserve">ORIGINAL: </w:t>
      </w:r>
      <w:bookmarkStart w:id="1" w:name="Original"/>
      <w:r w:rsidR="001C029F" w:rsidRPr="009D4B4A">
        <w:rPr>
          <w:rFonts w:ascii="Arial Black" w:hAnsi="Arial Black"/>
          <w:caps/>
          <w:sz w:val="15"/>
          <w:lang w:val="es-419"/>
        </w:rPr>
        <w:t>INGLÉS</w:t>
      </w:r>
    </w:p>
    <w:bookmarkEnd w:id="1"/>
    <w:p w14:paraId="01EC4C21" w14:textId="52A58C9E" w:rsidR="008B2CC1" w:rsidRPr="009D4B4A" w:rsidRDefault="00472A6E" w:rsidP="00472A6E">
      <w:pPr>
        <w:spacing w:after="1200"/>
        <w:jc w:val="right"/>
        <w:rPr>
          <w:lang w:val="es-419"/>
        </w:rPr>
      </w:pPr>
      <w:r w:rsidRPr="009D4B4A">
        <w:rPr>
          <w:rFonts w:ascii="Arial Black" w:hAnsi="Arial Black"/>
          <w:caps/>
          <w:sz w:val="15"/>
          <w:lang w:val="es-419"/>
        </w:rPr>
        <w:t xml:space="preserve">fecha: </w:t>
      </w:r>
      <w:bookmarkStart w:id="2" w:name="Date"/>
      <w:r w:rsidR="001C029F" w:rsidRPr="009D4B4A">
        <w:rPr>
          <w:rFonts w:ascii="Arial Black" w:hAnsi="Arial Black"/>
          <w:caps/>
          <w:sz w:val="15"/>
          <w:lang w:val="es-419"/>
        </w:rPr>
        <w:t>27 DE ENERO DE 2027</w:t>
      </w:r>
    </w:p>
    <w:bookmarkEnd w:id="2"/>
    <w:p w14:paraId="613146B5" w14:textId="77777777" w:rsidR="00753307" w:rsidRPr="009D4B4A" w:rsidRDefault="00753307" w:rsidP="005B2ABD">
      <w:pPr>
        <w:spacing w:after="480"/>
        <w:outlineLvl w:val="1"/>
        <w:rPr>
          <w:b/>
          <w:sz w:val="24"/>
          <w:szCs w:val="24"/>
          <w:lang w:val="es-419"/>
        </w:rPr>
      </w:pPr>
      <w:r w:rsidRPr="009D4B4A">
        <w:rPr>
          <w:b/>
          <w:sz w:val="28"/>
          <w:szCs w:val="28"/>
          <w:lang w:val="es-419"/>
        </w:rPr>
        <w:t>Comité Intergubernamental sobre Propiedad Intelectual y Recursos Genéticos, Conocimientos Tradicionales y Folclore</w:t>
      </w:r>
    </w:p>
    <w:p w14:paraId="3A727ADA" w14:textId="77777777" w:rsidR="005B2EAE" w:rsidRPr="009D4B4A" w:rsidRDefault="00505D4A" w:rsidP="005B2EAE">
      <w:pPr>
        <w:outlineLvl w:val="1"/>
        <w:rPr>
          <w:b/>
          <w:sz w:val="24"/>
          <w:szCs w:val="24"/>
          <w:lang w:val="es-419"/>
        </w:rPr>
      </w:pPr>
      <w:r w:rsidRPr="009D4B4A">
        <w:rPr>
          <w:b/>
          <w:sz w:val="24"/>
          <w:szCs w:val="24"/>
          <w:lang w:val="es-419"/>
        </w:rPr>
        <w:t>Quincua</w:t>
      </w:r>
      <w:r w:rsidR="00753307" w:rsidRPr="009D4B4A">
        <w:rPr>
          <w:b/>
          <w:sz w:val="24"/>
          <w:szCs w:val="24"/>
          <w:lang w:val="es-419"/>
        </w:rPr>
        <w:t>gésima sesión</w:t>
      </w:r>
    </w:p>
    <w:p w14:paraId="54DFD9A8" w14:textId="77777777" w:rsidR="00B67CDC" w:rsidRPr="009D4B4A" w:rsidRDefault="00753307" w:rsidP="00472A6E">
      <w:pPr>
        <w:spacing w:after="720"/>
        <w:outlineLvl w:val="1"/>
        <w:rPr>
          <w:b/>
          <w:sz w:val="24"/>
          <w:szCs w:val="24"/>
          <w:lang w:val="es-419"/>
        </w:rPr>
      </w:pPr>
      <w:r w:rsidRPr="009D4B4A">
        <w:rPr>
          <w:b/>
          <w:sz w:val="24"/>
          <w:szCs w:val="24"/>
          <w:lang w:val="es-419"/>
        </w:rPr>
        <w:t>Ginebra</w:t>
      </w:r>
      <w:r w:rsidR="00091029" w:rsidRPr="009D4B4A">
        <w:rPr>
          <w:b/>
          <w:sz w:val="24"/>
          <w:szCs w:val="24"/>
          <w:lang w:val="es-419"/>
        </w:rPr>
        <w:t xml:space="preserve">, </w:t>
      </w:r>
      <w:r w:rsidR="00505D4A" w:rsidRPr="009D4B4A">
        <w:rPr>
          <w:b/>
          <w:sz w:val="24"/>
          <w:szCs w:val="24"/>
          <w:lang w:val="es-419"/>
        </w:rPr>
        <w:t>3</w:t>
      </w:r>
      <w:r w:rsidR="00091029" w:rsidRPr="009D4B4A">
        <w:rPr>
          <w:b/>
          <w:sz w:val="24"/>
          <w:szCs w:val="24"/>
          <w:lang w:val="es-419"/>
        </w:rPr>
        <w:t xml:space="preserve"> a </w:t>
      </w:r>
      <w:r w:rsidR="00505D4A" w:rsidRPr="009D4B4A">
        <w:rPr>
          <w:b/>
          <w:sz w:val="24"/>
          <w:szCs w:val="24"/>
          <w:lang w:val="es-419"/>
        </w:rPr>
        <w:t>7</w:t>
      </w:r>
      <w:r w:rsidR="00091029" w:rsidRPr="009D4B4A">
        <w:rPr>
          <w:b/>
          <w:sz w:val="24"/>
          <w:szCs w:val="24"/>
          <w:lang w:val="es-419"/>
        </w:rPr>
        <w:t xml:space="preserve"> de </w:t>
      </w:r>
      <w:r w:rsidR="00505D4A" w:rsidRPr="009D4B4A">
        <w:rPr>
          <w:b/>
          <w:sz w:val="24"/>
          <w:szCs w:val="24"/>
          <w:lang w:val="es-419"/>
        </w:rPr>
        <w:t xml:space="preserve">marzo </w:t>
      </w:r>
      <w:r w:rsidR="00091029" w:rsidRPr="009D4B4A">
        <w:rPr>
          <w:b/>
          <w:sz w:val="24"/>
          <w:szCs w:val="24"/>
          <w:lang w:val="es-419"/>
        </w:rPr>
        <w:t>de 202</w:t>
      </w:r>
      <w:r w:rsidR="00505D4A" w:rsidRPr="009D4B4A">
        <w:rPr>
          <w:b/>
          <w:sz w:val="24"/>
          <w:szCs w:val="24"/>
          <w:lang w:val="es-419"/>
        </w:rPr>
        <w:t>5</w:t>
      </w:r>
    </w:p>
    <w:p w14:paraId="2AADE16B" w14:textId="32BEA361" w:rsidR="008B2CC1" w:rsidRPr="009D4B4A" w:rsidRDefault="001C029F" w:rsidP="00472A6E">
      <w:pPr>
        <w:spacing w:after="360"/>
        <w:rPr>
          <w:caps/>
          <w:sz w:val="24"/>
          <w:lang w:val="es-419"/>
        </w:rPr>
      </w:pPr>
      <w:bookmarkStart w:id="3" w:name="TitleOfDoc"/>
      <w:r w:rsidRPr="009D4B4A">
        <w:rPr>
          <w:caps/>
          <w:sz w:val="24"/>
          <w:lang w:val="es-419"/>
        </w:rPr>
        <w:t>Proyecto de programa de la quincuagésima sesión</w:t>
      </w:r>
    </w:p>
    <w:p w14:paraId="6BAD821C" w14:textId="3FC07F2C" w:rsidR="008B2CC1" w:rsidRPr="009D4B4A" w:rsidRDefault="001C029F" w:rsidP="00472A6E">
      <w:pPr>
        <w:spacing w:after="1040"/>
        <w:rPr>
          <w:i/>
          <w:lang w:val="es-419"/>
        </w:rPr>
      </w:pPr>
      <w:bookmarkStart w:id="4" w:name="Prepared"/>
      <w:bookmarkEnd w:id="3"/>
      <w:bookmarkEnd w:id="4"/>
      <w:r w:rsidRPr="009D4B4A">
        <w:rPr>
          <w:i/>
          <w:lang w:val="es-419"/>
        </w:rPr>
        <w:t>Documento preparado por la Secretaría</w:t>
      </w:r>
    </w:p>
    <w:p w14:paraId="1E0044FC" w14:textId="77777777" w:rsidR="001C029F" w:rsidRPr="009D4B4A" w:rsidRDefault="001C029F" w:rsidP="001C029F">
      <w:pPr>
        <w:pStyle w:val="ListParagraph"/>
        <w:numPr>
          <w:ilvl w:val="0"/>
          <w:numId w:val="7"/>
        </w:numPr>
        <w:ind w:left="0" w:firstLine="0"/>
        <w:rPr>
          <w:lang w:val="es-419"/>
        </w:rPr>
      </w:pPr>
      <w:r w:rsidRPr="009D4B4A">
        <w:rPr>
          <w:lang w:val="es-419"/>
        </w:rPr>
        <w:t>Conforme a la obligación del Comité Intergubernamental sobre Propiedad Intelectual y Recursos Genéticos, Conocimientos Tradicionales y Folclore de distribuir una propuesta de programa de trabajo, en el presente documento consta el programa propuesto para la quincuagésima sesión del Comité.  La presente propuesta es de carácter indicativo únicamente, y corresponderá a la presidencia del Comité y a sus miembros determinar cuál será la organización real de la labor, con arreglo a su reglamento interno.</w:t>
      </w:r>
    </w:p>
    <w:p w14:paraId="0B6342B4" w14:textId="77777777" w:rsidR="001C029F" w:rsidRPr="009D4B4A" w:rsidRDefault="001C029F" w:rsidP="001C029F">
      <w:pPr>
        <w:rPr>
          <w:lang w:val="es-419"/>
        </w:rPr>
      </w:pPr>
    </w:p>
    <w:p w14:paraId="7A02ADFB" w14:textId="77777777" w:rsidR="001C029F" w:rsidRPr="009D4B4A" w:rsidRDefault="001C029F" w:rsidP="001C029F">
      <w:pPr>
        <w:rPr>
          <w:lang w:val="es-419"/>
        </w:rPr>
      </w:pPr>
    </w:p>
    <w:tbl>
      <w:tblPr>
        <w:tblW w:w="0" w:type="auto"/>
        <w:tblLook w:val="01E0" w:firstRow="1" w:lastRow="1" w:firstColumn="1" w:lastColumn="1" w:noHBand="0" w:noVBand="0"/>
      </w:tblPr>
      <w:tblGrid>
        <w:gridCol w:w="3510"/>
        <w:gridCol w:w="17"/>
        <w:gridCol w:w="23"/>
        <w:gridCol w:w="5805"/>
      </w:tblGrid>
      <w:tr w:rsidR="001C029F" w:rsidRPr="009D4B4A" w14:paraId="2DBC8231" w14:textId="77777777" w:rsidTr="00ED4F18">
        <w:tc>
          <w:tcPr>
            <w:tcW w:w="3550" w:type="dxa"/>
            <w:gridSpan w:val="3"/>
            <w:shd w:val="clear" w:color="auto" w:fill="auto"/>
          </w:tcPr>
          <w:p w14:paraId="53D97809" w14:textId="77777777" w:rsidR="001C029F" w:rsidRPr="009D4B4A" w:rsidRDefault="001C029F" w:rsidP="00ED4F18">
            <w:pPr>
              <w:spacing w:before="100" w:beforeAutospacing="1" w:after="100" w:afterAutospacing="1"/>
              <w:rPr>
                <w:u w:val="single"/>
                <w:lang w:val="es-419"/>
              </w:rPr>
            </w:pPr>
            <w:r w:rsidRPr="009D4B4A">
              <w:rPr>
                <w:u w:val="single"/>
                <w:lang w:val="es-419"/>
              </w:rPr>
              <w:t>Domingo, 2 de marzo de 2025</w:t>
            </w:r>
          </w:p>
          <w:p w14:paraId="58DEC2DE" w14:textId="77777777" w:rsidR="001C029F" w:rsidRPr="009D4B4A" w:rsidRDefault="001C029F" w:rsidP="00ED4F18">
            <w:pPr>
              <w:spacing w:before="100" w:beforeAutospacing="1" w:after="100" w:afterAutospacing="1"/>
              <w:rPr>
                <w:lang w:val="es-419"/>
              </w:rPr>
            </w:pPr>
            <w:r w:rsidRPr="009D4B4A">
              <w:rPr>
                <w:lang w:val="es-419"/>
              </w:rPr>
              <w:t>A partir de las 10:00</w:t>
            </w:r>
          </w:p>
          <w:p w14:paraId="74E69111" w14:textId="77777777" w:rsidR="001C029F" w:rsidRPr="009D4B4A" w:rsidRDefault="001C029F" w:rsidP="00ED4F18">
            <w:pPr>
              <w:spacing w:before="100" w:beforeAutospacing="1" w:after="100" w:afterAutospacing="1"/>
              <w:rPr>
                <w:lang w:val="es-419"/>
              </w:rPr>
            </w:pPr>
          </w:p>
          <w:p w14:paraId="4C5831E3" w14:textId="77777777" w:rsidR="001C029F" w:rsidRPr="009D4B4A" w:rsidRDefault="001C029F" w:rsidP="00ED4F18">
            <w:pPr>
              <w:spacing w:before="100" w:beforeAutospacing="1" w:after="100" w:afterAutospacing="1"/>
              <w:rPr>
                <w:lang w:val="es-419"/>
              </w:rPr>
            </w:pPr>
          </w:p>
          <w:p w14:paraId="6E7E9CEA" w14:textId="77777777" w:rsidR="001C029F" w:rsidRPr="009D4B4A" w:rsidRDefault="001C029F" w:rsidP="00ED4F18">
            <w:pPr>
              <w:spacing w:before="100" w:beforeAutospacing="1" w:after="100" w:afterAutospacing="1"/>
              <w:rPr>
                <w:lang w:val="es-419"/>
              </w:rPr>
            </w:pPr>
          </w:p>
          <w:p w14:paraId="0A56B9D8" w14:textId="77777777" w:rsidR="001C029F" w:rsidRPr="009D4B4A" w:rsidRDefault="001C029F" w:rsidP="00ED4F18">
            <w:pPr>
              <w:spacing w:before="100" w:beforeAutospacing="1" w:after="100" w:afterAutospacing="1"/>
              <w:rPr>
                <w:lang w:val="es-419"/>
              </w:rPr>
            </w:pPr>
          </w:p>
          <w:p w14:paraId="3C243842" w14:textId="77777777" w:rsidR="001C029F" w:rsidRPr="009D4B4A" w:rsidRDefault="001C029F" w:rsidP="00ED4F18">
            <w:pPr>
              <w:spacing w:before="100" w:beforeAutospacing="1" w:after="100" w:afterAutospacing="1"/>
              <w:rPr>
                <w:lang w:val="es-419"/>
              </w:rPr>
            </w:pPr>
          </w:p>
          <w:p w14:paraId="548F1CEF" w14:textId="77777777" w:rsidR="001C029F" w:rsidRPr="009D4B4A" w:rsidRDefault="001C029F" w:rsidP="00ED4F18">
            <w:pPr>
              <w:rPr>
                <w:lang w:val="es-419"/>
              </w:rPr>
            </w:pPr>
          </w:p>
        </w:tc>
        <w:tc>
          <w:tcPr>
            <w:tcW w:w="5805" w:type="dxa"/>
            <w:shd w:val="clear" w:color="auto" w:fill="auto"/>
          </w:tcPr>
          <w:p w14:paraId="1155D851" w14:textId="77777777" w:rsidR="001C029F" w:rsidRPr="009D4B4A" w:rsidRDefault="001C029F" w:rsidP="00ED4F18">
            <w:pPr>
              <w:spacing w:before="100" w:beforeAutospacing="1" w:after="100" w:afterAutospacing="1"/>
              <w:rPr>
                <w:lang w:val="es-419"/>
              </w:rPr>
            </w:pPr>
          </w:p>
          <w:p w14:paraId="25584696" w14:textId="77777777" w:rsidR="001C029F" w:rsidRPr="009D4B4A" w:rsidRDefault="001C029F" w:rsidP="00ED4F18">
            <w:pPr>
              <w:spacing w:before="100" w:beforeAutospacing="1" w:after="100" w:afterAutospacing="1"/>
              <w:rPr>
                <w:lang w:val="es-419"/>
              </w:rPr>
            </w:pPr>
            <w:r w:rsidRPr="009D4B4A">
              <w:rPr>
                <w:lang w:val="es-419"/>
              </w:rPr>
              <w:t>Foro de consulta con las comunidades indígenas</w:t>
            </w:r>
          </w:p>
          <w:p w14:paraId="4698B3F2" w14:textId="77777777" w:rsidR="001C029F" w:rsidRPr="009D4B4A" w:rsidRDefault="001C029F" w:rsidP="00ED4F18">
            <w:pPr>
              <w:spacing w:before="100" w:beforeAutospacing="1" w:after="100" w:afterAutospacing="1"/>
              <w:rPr>
                <w:lang w:val="es-419"/>
              </w:rPr>
            </w:pPr>
            <w:r w:rsidRPr="009D4B4A">
              <w:rPr>
                <w:i/>
                <w:lang w:val="es-419"/>
              </w:rPr>
              <w:t>Constituido por representantes de organizaciones en representación de los Pueblos Indígenas y las comunidades locales.  No se trata de una sesión formal del Comité ni de una reunión oficial de la OMPI, pero cuenta con el apoyo del Comité y la asistencia de la Secretaría.</w:t>
            </w:r>
          </w:p>
          <w:p w14:paraId="6B3C2161" w14:textId="77777777" w:rsidR="001C029F" w:rsidRPr="009D4B4A" w:rsidRDefault="001C029F" w:rsidP="00ED4F18">
            <w:pPr>
              <w:spacing w:before="100" w:beforeAutospacing="1" w:after="100" w:afterAutospacing="1"/>
              <w:rPr>
                <w:lang w:val="es-419"/>
              </w:rPr>
            </w:pPr>
          </w:p>
          <w:p w14:paraId="7CD9779A" w14:textId="77777777" w:rsidR="001C029F" w:rsidRPr="009D4B4A" w:rsidRDefault="001C029F" w:rsidP="00ED4F18">
            <w:pPr>
              <w:spacing w:before="100" w:beforeAutospacing="1" w:after="100" w:afterAutospacing="1"/>
              <w:rPr>
                <w:i/>
                <w:lang w:val="es-419"/>
              </w:rPr>
            </w:pPr>
          </w:p>
          <w:p w14:paraId="3DCE4868" w14:textId="77777777" w:rsidR="001C029F" w:rsidRPr="009D4B4A" w:rsidRDefault="001C029F" w:rsidP="00ED4F18">
            <w:pPr>
              <w:spacing w:before="100" w:beforeAutospacing="1" w:after="100" w:afterAutospacing="1"/>
              <w:rPr>
                <w:i/>
                <w:lang w:val="es-419"/>
              </w:rPr>
            </w:pPr>
          </w:p>
        </w:tc>
      </w:tr>
      <w:tr w:rsidR="001C029F" w:rsidRPr="009D4B4A" w14:paraId="44613A10" w14:textId="77777777" w:rsidTr="00ED4F18">
        <w:tc>
          <w:tcPr>
            <w:tcW w:w="3510" w:type="dxa"/>
            <w:shd w:val="clear" w:color="auto" w:fill="auto"/>
          </w:tcPr>
          <w:p w14:paraId="33DB656C" w14:textId="77777777" w:rsidR="001C029F" w:rsidRPr="009D4B4A" w:rsidRDefault="001C029F" w:rsidP="00ED4F18">
            <w:pPr>
              <w:rPr>
                <w:u w:val="single"/>
                <w:lang w:val="es-419"/>
              </w:rPr>
            </w:pPr>
            <w:r w:rsidRPr="009D4B4A">
              <w:rPr>
                <w:u w:val="single"/>
                <w:lang w:val="es-419"/>
              </w:rPr>
              <w:lastRenderedPageBreak/>
              <w:t>Lunes, 3 de marzo de 2025</w:t>
            </w:r>
          </w:p>
          <w:p w14:paraId="02CEAEFD" w14:textId="77777777" w:rsidR="001C029F" w:rsidRPr="009D4B4A" w:rsidRDefault="001C029F" w:rsidP="00ED4F18">
            <w:pPr>
              <w:rPr>
                <w:lang w:val="es-419"/>
              </w:rPr>
            </w:pPr>
          </w:p>
          <w:p w14:paraId="4E1BCFB7" w14:textId="77777777" w:rsidR="001C029F" w:rsidRPr="009D4B4A" w:rsidRDefault="001C029F" w:rsidP="00ED4F18">
            <w:pPr>
              <w:rPr>
                <w:lang w:val="es-419"/>
              </w:rPr>
            </w:pPr>
            <w:r w:rsidRPr="009D4B4A">
              <w:rPr>
                <w:lang w:val="es-419"/>
              </w:rPr>
              <w:t>10.00 – 13.00</w:t>
            </w:r>
          </w:p>
        </w:tc>
        <w:tc>
          <w:tcPr>
            <w:tcW w:w="5845" w:type="dxa"/>
            <w:gridSpan w:val="3"/>
            <w:shd w:val="clear" w:color="auto" w:fill="auto"/>
          </w:tcPr>
          <w:p w14:paraId="1BFC74FB" w14:textId="77777777" w:rsidR="001C029F" w:rsidRPr="009D4B4A" w:rsidRDefault="001C029F" w:rsidP="00ED4F18">
            <w:pPr>
              <w:ind w:left="1052" w:hanging="1080"/>
              <w:rPr>
                <w:lang w:val="es-419"/>
              </w:rPr>
            </w:pPr>
          </w:p>
          <w:p w14:paraId="3F206EF7" w14:textId="77777777" w:rsidR="001C029F" w:rsidRPr="009D4B4A" w:rsidRDefault="001C029F" w:rsidP="00ED4F18">
            <w:pPr>
              <w:ind w:left="1052" w:hanging="1080"/>
              <w:rPr>
                <w:lang w:val="es-419"/>
              </w:rPr>
            </w:pPr>
          </w:p>
          <w:p w14:paraId="5A4DD2E5" w14:textId="3FE78730" w:rsidR="001C029F" w:rsidRPr="009D4B4A" w:rsidRDefault="001C029F" w:rsidP="009D4B4A">
            <w:pPr>
              <w:tabs>
                <w:tab w:val="left" w:pos="1222"/>
              </w:tabs>
              <w:ind w:left="1052" w:hanging="1080"/>
              <w:rPr>
                <w:lang w:val="es-419"/>
              </w:rPr>
            </w:pPr>
            <w:r w:rsidRPr="009D4B4A">
              <w:rPr>
                <w:b/>
                <w:lang w:val="es-419"/>
              </w:rPr>
              <w:t>Punto 1</w:t>
            </w:r>
            <w:r w:rsidR="009D4B4A" w:rsidRPr="009D4B4A">
              <w:rPr>
                <w:b/>
                <w:lang w:val="es-419"/>
              </w:rPr>
              <w:t xml:space="preserve">: </w:t>
            </w:r>
            <w:r w:rsidR="009D4B4A">
              <w:rPr>
                <w:b/>
                <w:lang w:val="es-419"/>
              </w:rPr>
              <w:tab/>
            </w:r>
            <w:r w:rsidRPr="009D4B4A">
              <w:rPr>
                <w:lang w:val="es-419"/>
              </w:rPr>
              <w:t>Apertura de la sesión</w:t>
            </w:r>
          </w:p>
          <w:p w14:paraId="76A07ADF" w14:textId="77777777" w:rsidR="001C029F" w:rsidRPr="009D4B4A" w:rsidRDefault="001C029F" w:rsidP="00ED4F18">
            <w:pPr>
              <w:tabs>
                <w:tab w:val="left" w:pos="1102"/>
              </w:tabs>
              <w:ind w:left="1052" w:hanging="1080"/>
              <w:rPr>
                <w:b/>
                <w:lang w:val="es-419"/>
              </w:rPr>
            </w:pPr>
          </w:p>
          <w:p w14:paraId="0596BB7F" w14:textId="6C6B2C10" w:rsidR="001C029F" w:rsidRPr="009D4B4A" w:rsidRDefault="001C029F" w:rsidP="009D4B4A">
            <w:pPr>
              <w:tabs>
                <w:tab w:val="left" w:pos="1222"/>
              </w:tabs>
              <w:ind w:left="1052" w:hanging="1080"/>
              <w:rPr>
                <w:lang w:val="es-419"/>
              </w:rPr>
            </w:pPr>
            <w:r w:rsidRPr="009D4B4A">
              <w:rPr>
                <w:b/>
                <w:lang w:val="es-419"/>
              </w:rPr>
              <w:t>Punto 2</w:t>
            </w:r>
            <w:r w:rsidR="009D4B4A" w:rsidRPr="009D4B4A">
              <w:rPr>
                <w:b/>
                <w:lang w:val="es-419"/>
              </w:rPr>
              <w:t xml:space="preserve">: </w:t>
            </w:r>
            <w:r w:rsidR="009D4B4A">
              <w:rPr>
                <w:b/>
                <w:lang w:val="es-419"/>
              </w:rPr>
              <w:tab/>
            </w:r>
            <w:r w:rsidRPr="009D4B4A">
              <w:rPr>
                <w:lang w:val="es-419"/>
              </w:rPr>
              <w:t>Aprobación del orden del día</w:t>
            </w:r>
          </w:p>
          <w:p w14:paraId="02A39BA2" w14:textId="77777777" w:rsidR="001C029F" w:rsidRPr="009D4B4A" w:rsidRDefault="001C029F" w:rsidP="00ED4F18">
            <w:pPr>
              <w:spacing w:line="260" w:lineRule="atLeast"/>
              <w:ind w:left="1052"/>
              <w:rPr>
                <w:lang w:val="es-419"/>
              </w:rPr>
            </w:pPr>
            <w:r w:rsidRPr="009D4B4A">
              <w:rPr>
                <w:lang w:val="es-419"/>
              </w:rPr>
              <w:t>WIPO/GRTKF/IC/50/1 Prov.</w:t>
            </w:r>
          </w:p>
          <w:p w14:paraId="59963492" w14:textId="77777777" w:rsidR="001C029F" w:rsidRPr="009D4B4A" w:rsidRDefault="001C029F" w:rsidP="00ED4F18">
            <w:pPr>
              <w:spacing w:line="260" w:lineRule="atLeast"/>
              <w:ind w:left="1052"/>
              <w:rPr>
                <w:lang w:val="es-419"/>
              </w:rPr>
            </w:pPr>
            <w:r w:rsidRPr="009D4B4A">
              <w:rPr>
                <w:lang w:val="es-419"/>
              </w:rPr>
              <w:t xml:space="preserve">WIPO/GRTKF/IC/50/INF/2 </w:t>
            </w:r>
          </w:p>
          <w:p w14:paraId="726BB103" w14:textId="77777777" w:rsidR="001C029F" w:rsidRPr="009D4B4A" w:rsidRDefault="001C029F" w:rsidP="00ED4F18">
            <w:pPr>
              <w:spacing w:line="260" w:lineRule="atLeast"/>
              <w:ind w:left="1052"/>
              <w:rPr>
                <w:lang w:val="es-419"/>
              </w:rPr>
            </w:pPr>
            <w:r w:rsidRPr="009D4B4A">
              <w:rPr>
                <w:lang w:val="es-419"/>
              </w:rPr>
              <w:t xml:space="preserve">WIPO/GRTKF/IC/50/INF/3 </w:t>
            </w:r>
          </w:p>
          <w:p w14:paraId="2872A71E" w14:textId="77777777" w:rsidR="001C029F" w:rsidRPr="009D4B4A" w:rsidRDefault="001C029F" w:rsidP="00ED4F18">
            <w:pPr>
              <w:ind w:left="1052" w:hanging="1080"/>
              <w:rPr>
                <w:b/>
                <w:lang w:val="es-419"/>
              </w:rPr>
            </w:pPr>
          </w:p>
          <w:p w14:paraId="5181FA72" w14:textId="66864DEF" w:rsidR="001C029F" w:rsidRPr="009D4B4A" w:rsidRDefault="001C029F" w:rsidP="009D4B4A">
            <w:pPr>
              <w:tabs>
                <w:tab w:val="left" w:pos="1222"/>
              </w:tabs>
              <w:ind w:left="1052" w:hanging="1080"/>
              <w:rPr>
                <w:lang w:val="es-419"/>
              </w:rPr>
            </w:pPr>
            <w:r w:rsidRPr="009D4B4A">
              <w:rPr>
                <w:b/>
                <w:lang w:val="es-419"/>
              </w:rPr>
              <w:t>Punto 3</w:t>
            </w:r>
            <w:r w:rsidR="009D4B4A" w:rsidRPr="009D4B4A">
              <w:rPr>
                <w:b/>
                <w:lang w:val="es-419"/>
              </w:rPr>
              <w:t xml:space="preserve">: </w:t>
            </w:r>
            <w:r w:rsidR="009D4B4A">
              <w:rPr>
                <w:b/>
                <w:lang w:val="es-419"/>
              </w:rPr>
              <w:tab/>
            </w:r>
            <w:r w:rsidRPr="009D4B4A">
              <w:rPr>
                <w:bCs/>
                <w:lang w:val="es-419"/>
              </w:rPr>
              <w:t>Acreditación</w:t>
            </w:r>
            <w:r w:rsidRPr="009D4B4A">
              <w:rPr>
                <w:lang w:val="es-419"/>
              </w:rPr>
              <w:t xml:space="preserve"> de determinadas organizaciones</w:t>
            </w:r>
          </w:p>
          <w:p w14:paraId="0271CB5F" w14:textId="77777777" w:rsidR="001C029F" w:rsidRPr="009D4B4A" w:rsidRDefault="001C029F" w:rsidP="00ED4F18">
            <w:pPr>
              <w:spacing w:line="260" w:lineRule="atLeast"/>
              <w:ind w:left="1052"/>
              <w:rPr>
                <w:lang w:val="es-419"/>
              </w:rPr>
            </w:pPr>
            <w:r w:rsidRPr="009D4B4A">
              <w:rPr>
                <w:lang w:val="es-419"/>
              </w:rPr>
              <w:t>WIPO/GRTKF/IC/50/2</w:t>
            </w:r>
          </w:p>
          <w:p w14:paraId="6293BAD3" w14:textId="77777777" w:rsidR="001C029F" w:rsidRPr="009D4B4A" w:rsidRDefault="001C029F" w:rsidP="00ED4F18">
            <w:pPr>
              <w:spacing w:line="260" w:lineRule="atLeast"/>
              <w:ind w:left="1052"/>
              <w:rPr>
                <w:lang w:val="es-419"/>
              </w:rPr>
            </w:pPr>
            <w:r w:rsidRPr="009D4B4A">
              <w:rPr>
                <w:lang w:val="es-419"/>
              </w:rPr>
              <w:t>WIPO/GRTKF/IC/49/8</w:t>
            </w:r>
          </w:p>
          <w:p w14:paraId="58731D26" w14:textId="77777777" w:rsidR="001C029F" w:rsidRPr="009D4B4A" w:rsidRDefault="001C029F" w:rsidP="00ED4F18">
            <w:pPr>
              <w:ind w:left="1052" w:hanging="1080"/>
              <w:rPr>
                <w:b/>
                <w:lang w:val="es-419"/>
              </w:rPr>
            </w:pPr>
          </w:p>
          <w:p w14:paraId="53322C3F" w14:textId="4968A7DC" w:rsidR="001C029F" w:rsidRPr="009D4B4A" w:rsidRDefault="001C029F" w:rsidP="009D4B4A">
            <w:pPr>
              <w:tabs>
                <w:tab w:val="left" w:pos="1222"/>
              </w:tabs>
              <w:ind w:left="1052" w:hanging="1080"/>
              <w:rPr>
                <w:lang w:val="es-419"/>
              </w:rPr>
            </w:pPr>
            <w:r w:rsidRPr="009D4B4A">
              <w:rPr>
                <w:b/>
                <w:lang w:val="es-419"/>
              </w:rPr>
              <w:t>Punto 4</w:t>
            </w:r>
            <w:r w:rsidR="009D4B4A" w:rsidRPr="009D4B4A">
              <w:rPr>
                <w:b/>
                <w:lang w:val="es-419"/>
              </w:rPr>
              <w:t xml:space="preserve">: </w:t>
            </w:r>
            <w:r w:rsidR="009D4B4A">
              <w:rPr>
                <w:b/>
                <w:lang w:val="es-419"/>
              </w:rPr>
              <w:tab/>
            </w:r>
            <w:r w:rsidRPr="009D4B4A">
              <w:rPr>
                <w:bCs/>
                <w:lang w:val="es-419"/>
              </w:rPr>
              <w:t>Participación</w:t>
            </w:r>
            <w:r w:rsidRPr="009D4B4A">
              <w:rPr>
                <w:lang w:val="es-419"/>
              </w:rPr>
              <w:t xml:space="preserve"> de las comunidades indígenas y locales</w:t>
            </w:r>
          </w:p>
          <w:p w14:paraId="46D846E0" w14:textId="77777777" w:rsidR="001C029F" w:rsidRPr="009D4B4A" w:rsidRDefault="001C029F" w:rsidP="00ED4F18">
            <w:pPr>
              <w:spacing w:line="260" w:lineRule="atLeast"/>
              <w:ind w:left="1052"/>
              <w:rPr>
                <w:lang w:val="es-419"/>
              </w:rPr>
            </w:pPr>
          </w:p>
          <w:p w14:paraId="7223DEFB" w14:textId="77777777" w:rsidR="001C029F" w:rsidRPr="009D4B4A" w:rsidRDefault="001C029F" w:rsidP="00ED4F18">
            <w:pPr>
              <w:spacing w:line="260" w:lineRule="atLeast"/>
              <w:ind w:left="1052"/>
              <w:rPr>
                <w:lang w:val="es-419"/>
              </w:rPr>
            </w:pPr>
            <w:r w:rsidRPr="009D4B4A">
              <w:rPr>
                <w:lang w:val="es-419"/>
              </w:rPr>
              <w:t>Fondo de contribuciones voluntarias</w:t>
            </w:r>
          </w:p>
          <w:p w14:paraId="652E3AB1" w14:textId="77777777" w:rsidR="001C029F" w:rsidRPr="009D4B4A" w:rsidRDefault="001C029F" w:rsidP="00ED4F18">
            <w:pPr>
              <w:ind w:left="1052"/>
              <w:rPr>
                <w:lang w:val="es-419"/>
              </w:rPr>
            </w:pPr>
            <w:r w:rsidRPr="009D4B4A">
              <w:rPr>
                <w:lang w:val="es-419"/>
              </w:rPr>
              <w:t>WIPO/GRTKF/IC/50/3</w:t>
            </w:r>
          </w:p>
          <w:p w14:paraId="398E8DB7" w14:textId="77777777" w:rsidR="001C029F" w:rsidRPr="009D4B4A" w:rsidRDefault="001C029F" w:rsidP="00ED4F18">
            <w:pPr>
              <w:ind w:left="1052"/>
              <w:rPr>
                <w:lang w:val="es-419"/>
              </w:rPr>
            </w:pPr>
            <w:r w:rsidRPr="009D4B4A">
              <w:rPr>
                <w:lang w:val="es-419"/>
              </w:rPr>
              <w:t>WIPO/GRTKF/IC/50/INF/4</w:t>
            </w:r>
          </w:p>
          <w:p w14:paraId="2CDF7129" w14:textId="77777777" w:rsidR="001C029F" w:rsidRPr="009D4B4A" w:rsidRDefault="001C029F" w:rsidP="00ED4F18">
            <w:pPr>
              <w:ind w:left="1052"/>
              <w:rPr>
                <w:lang w:val="es-419"/>
              </w:rPr>
            </w:pPr>
            <w:r w:rsidRPr="009D4B4A">
              <w:rPr>
                <w:lang w:val="es-419"/>
              </w:rPr>
              <w:t>WIPO/GRTKF/IC/50/INF/6</w:t>
            </w:r>
          </w:p>
          <w:p w14:paraId="1304F6E8" w14:textId="77777777" w:rsidR="001C029F" w:rsidRPr="009D4B4A" w:rsidRDefault="001C029F" w:rsidP="00ED4F18">
            <w:pPr>
              <w:ind w:left="1052"/>
              <w:rPr>
                <w:lang w:val="es-419"/>
              </w:rPr>
            </w:pPr>
          </w:p>
          <w:p w14:paraId="4080E0EC" w14:textId="77777777" w:rsidR="001C029F" w:rsidRPr="009D4B4A" w:rsidRDefault="001C029F" w:rsidP="00ED4F18">
            <w:pPr>
              <w:ind w:left="1052"/>
              <w:rPr>
                <w:lang w:val="es-419"/>
              </w:rPr>
            </w:pPr>
            <w:r w:rsidRPr="009D4B4A">
              <w:rPr>
                <w:lang w:val="es-419"/>
              </w:rPr>
              <w:t>Panel de comunidades indígenas y locales</w:t>
            </w:r>
          </w:p>
          <w:p w14:paraId="2B4191E1" w14:textId="77777777" w:rsidR="001C029F" w:rsidRPr="009D4B4A" w:rsidRDefault="001C029F" w:rsidP="00ED4F18">
            <w:pPr>
              <w:spacing w:line="260" w:lineRule="atLeast"/>
              <w:ind w:left="1052"/>
              <w:rPr>
                <w:i/>
                <w:lang w:val="es-419"/>
              </w:rPr>
            </w:pPr>
            <w:r w:rsidRPr="009D4B4A">
              <w:rPr>
                <w:i/>
                <w:lang w:val="es-419"/>
              </w:rPr>
              <w:t>No es una parte formal de la sesión del Comité</w:t>
            </w:r>
          </w:p>
          <w:p w14:paraId="0D863DE8" w14:textId="77777777" w:rsidR="001C029F" w:rsidRPr="009D4B4A" w:rsidRDefault="001C029F" w:rsidP="00ED4F18">
            <w:pPr>
              <w:spacing w:line="260" w:lineRule="atLeast"/>
              <w:ind w:left="1052"/>
              <w:rPr>
                <w:lang w:val="es-419"/>
              </w:rPr>
            </w:pPr>
            <w:r w:rsidRPr="009D4B4A">
              <w:rPr>
                <w:lang w:val="es-419"/>
              </w:rPr>
              <w:t>WIPO/GRTKF/IC/50/INF/5</w:t>
            </w:r>
          </w:p>
          <w:p w14:paraId="7201A699" w14:textId="77777777" w:rsidR="001C029F" w:rsidRPr="009D4B4A" w:rsidRDefault="001C029F" w:rsidP="00ED4F18">
            <w:pPr>
              <w:ind w:left="1052"/>
              <w:rPr>
                <w:lang w:val="es-419"/>
              </w:rPr>
            </w:pPr>
          </w:p>
        </w:tc>
      </w:tr>
      <w:tr w:rsidR="001C029F" w:rsidRPr="009D4B4A" w14:paraId="26C3D12D" w14:textId="77777777" w:rsidTr="00ED4F18">
        <w:tc>
          <w:tcPr>
            <w:tcW w:w="3510" w:type="dxa"/>
            <w:shd w:val="clear" w:color="auto" w:fill="auto"/>
          </w:tcPr>
          <w:p w14:paraId="60FD42AA" w14:textId="77777777" w:rsidR="001C029F" w:rsidRPr="009D4B4A" w:rsidRDefault="001C029F" w:rsidP="00ED4F18">
            <w:pPr>
              <w:spacing w:line="260" w:lineRule="atLeast"/>
              <w:rPr>
                <w:lang w:val="es-419"/>
              </w:rPr>
            </w:pPr>
          </w:p>
          <w:p w14:paraId="6EF35F34" w14:textId="77777777" w:rsidR="001C029F" w:rsidRPr="009D4B4A" w:rsidRDefault="001C029F" w:rsidP="00ED4F18">
            <w:pPr>
              <w:spacing w:line="260" w:lineRule="atLeast"/>
              <w:rPr>
                <w:lang w:val="es-419"/>
              </w:rPr>
            </w:pPr>
            <w:r w:rsidRPr="009D4B4A">
              <w:rPr>
                <w:lang w:val="es-419"/>
              </w:rPr>
              <w:t>15.00 – 18.00</w:t>
            </w:r>
          </w:p>
        </w:tc>
        <w:tc>
          <w:tcPr>
            <w:tcW w:w="5845" w:type="dxa"/>
            <w:gridSpan w:val="3"/>
            <w:shd w:val="clear" w:color="auto" w:fill="auto"/>
          </w:tcPr>
          <w:p w14:paraId="099839DE" w14:textId="77777777" w:rsidR="001C029F" w:rsidRPr="009D4B4A" w:rsidRDefault="001C029F" w:rsidP="00ED4F18">
            <w:pPr>
              <w:ind w:left="1052" w:hanging="1080"/>
              <w:rPr>
                <w:szCs w:val="22"/>
                <w:lang w:val="es-419"/>
              </w:rPr>
            </w:pPr>
          </w:p>
          <w:p w14:paraId="2FF0A363" w14:textId="4EFC7B30" w:rsidR="001C029F" w:rsidRPr="009D4B4A" w:rsidRDefault="001C029F" w:rsidP="009D4B4A">
            <w:pPr>
              <w:tabs>
                <w:tab w:val="left" w:pos="1222"/>
              </w:tabs>
              <w:ind w:left="1052" w:hanging="1080"/>
              <w:rPr>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p>
          <w:p w14:paraId="3DB8C71C" w14:textId="77777777" w:rsidR="001C029F" w:rsidRPr="009D4B4A" w:rsidRDefault="001C029F" w:rsidP="00ED4F18">
            <w:pPr>
              <w:ind w:left="1052"/>
              <w:rPr>
                <w:lang w:val="es-419"/>
              </w:rPr>
            </w:pPr>
            <w:r w:rsidRPr="009D4B4A">
              <w:rPr>
                <w:lang w:val="es-419"/>
              </w:rPr>
              <w:t>WIPO/GRTKF/IC/49/4</w:t>
            </w:r>
          </w:p>
          <w:p w14:paraId="74BB5536" w14:textId="77777777" w:rsidR="001C029F" w:rsidRPr="009D4B4A" w:rsidRDefault="001C029F" w:rsidP="00ED4F18">
            <w:pPr>
              <w:ind w:left="1052"/>
              <w:rPr>
                <w:lang w:val="es-419"/>
              </w:rPr>
            </w:pPr>
            <w:r w:rsidRPr="009D4B4A">
              <w:rPr>
                <w:lang w:val="es-419"/>
              </w:rPr>
              <w:t>WIPO/GRTKF/IC/49/5</w:t>
            </w:r>
          </w:p>
          <w:p w14:paraId="51C0E2DD" w14:textId="77777777" w:rsidR="001C029F" w:rsidRPr="009D4B4A" w:rsidRDefault="001C029F" w:rsidP="00ED4F18">
            <w:pPr>
              <w:ind w:left="1052"/>
              <w:rPr>
                <w:lang w:val="es-419"/>
              </w:rPr>
            </w:pPr>
            <w:r w:rsidRPr="009D4B4A">
              <w:rPr>
                <w:lang w:val="es-419"/>
              </w:rPr>
              <w:t>WIPO/GRTKF/IC/50/INF/7</w:t>
            </w:r>
          </w:p>
          <w:p w14:paraId="6FCC2800" w14:textId="77777777" w:rsidR="001C029F" w:rsidRPr="009D4B4A" w:rsidRDefault="001C029F" w:rsidP="00ED4F18">
            <w:pPr>
              <w:ind w:left="1052" w:firstLine="8"/>
              <w:rPr>
                <w:lang w:val="es-419"/>
              </w:rPr>
            </w:pPr>
            <w:r w:rsidRPr="009D4B4A">
              <w:rPr>
                <w:lang w:val="es-419"/>
              </w:rPr>
              <w:t>WIPO/GRTKF/IC/50/INF/8</w:t>
            </w:r>
          </w:p>
          <w:p w14:paraId="0627818A" w14:textId="77777777" w:rsidR="001C029F" w:rsidRPr="009D4B4A" w:rsidRDefault="001C029F" w:rsidP="00ED4F18">
            <w:pPr>
              <w:ind w:left="1052" w:firstLine="8"/>
              <w:rPr>
                <w:lang w:val="es-419"/>
              </w:rPr>
            </w:pPr>
          </w:p>
          <w:p w14:paraId="34A13039" w14:textId="77777777" w:rsidR="001C029F" w:rsidRPr="009D4B4A" w:rsidRDefault="001C029F" w:rsidP="00ED4F18">
            <w:pPr>
              <w:ind w:left="1052" w:hanging="1080"/>
              <w:rPr>
                <w:lang w:val="es-419"/>
              </w:rPr>
            </w:pPr>
          </w:p>
        </w:tc>
      </w:tr>
      <w:tr w:rsidR="001C029F" w:rsidRPr="009D4B4A" w14:paraId="50441A0F" w14:textId="77777777" w:rsidTr="00ED4F18">
        <w:tc>
          <w:tcPr>
            <w:tcW w:w="3510" w:type="dxa"/>
            <w:shd w:val="clear" w:color="auto" w:fill="auto"/>
          </w:tcPr>
          <w:p w14:paraId="413C765A" w14:textId="77777777" w:rsidR="001C029F" w:rsidRPr="009D4B4A" w:rsidRDefault="001C029F" w:rsidP="00ED4F18">
            <w:pPr>
              <w:rPr>
                <w:u w:val="single"/>
                <w:lang w:val="es-419"/>
              </w:rPr>
            </w:pPr>
            <w:r w:rsidRPr="009D4B4A">
              <w:rPr>
                <w:u w:val="single"/>
                <w:lang w:val="es-419"/>
              </w:rPr>
              <w:t>Martes, 4 de marzo de 2025</w:t>
            </w:r>
          </w:p>
          <w:p w14:paraId="47952DB7" w14:textId="77777777" w:rsidR="001C029F" w:rsidRPr="009D4B4A" w:rsidRDefault="001C029F" w:rsidP="00ED4F18">
            <w:pPr>
              <w:rPr>
                <w:lang w:val="es-419"/>
              </w:rPr>
            </w:pPr>
          </w:p>
          <w:p w14:paraId="4107A936" w14:textId="77777777" w:rsidR="001C029F" w:rsidRPr="009D4B4A" w:rsidRDefault="001C029F" w:rsidP="00ED4F18">
            <w:pPr>
              <w:rPr>
                <w:lang w:val="es-419"/>
              </w:rPr>
            </w:pPr>
            <w:r w:rsidRPr="009D4B4A">
              <w:rPr>
                <w:lang w:val="es-419"/>
              </w:rPr>
              <w:t>10.00 – 13.00</w:t>
            </w:r>
          </w:p>
          <w:p w14:paraId="5DF34D63" w14:textId="77777777" w:rsidR="001C029F" w:rsidRPr="009D4B4A" w:rsidRDefault="001C029F" w:rsidP="00ED4F18">
            <w:pPr>
              <w:rPr>
                <w:lang w:val="es-419"/>
              </w:rPr>
            </w:pPr>
          </w:p>
          <w:p w14:paraId="59ECC7D3" w14:textId="77777777" w:rsidR="001C029F" w:rsidRPr="009D4B4A" w:rsidRDefault="001C029F" w:rsidP="00ED4F18">
            <w:pPr>
              <w:rPr>
                <w:lang w:val="es-419"/>
              </w:rPr>
            </w:pPr>
          </w:p>
          <w:p w14:paraId="6BBAC2F7" w14:textId="77777777" w:rsidR="001C029F" w:rsidRPr="009D4B4A" w:rsidRDefault="001C029F" w:rsidP="00ED4F18">
            <w:pPr>
              <w:rPr>
                <w:lang w:val="es-419"/>
              </w:rPr>
            </w:pPr>
            <w:r w:rsidRPr="009D4B4A">
              <w:rPr>
                <w:lang w:val="es-419"/>
              </w:rPr>
              <w:t>15.00 – 18.00</w:t>
            </w:r>
          </w:p>
          <w:p w14:paraId="76D66B59" w14:textId="77777777" w:rsidR="001C029F" w:rsidRPr="009D4B4A" w:rsidRDefault="001C029F" w:rsidP="00ED4F18">
            <w:pPr>
              <w:rPr>
                <w:lang w:val="es-419"/>
              </w:rPr>
            </w:pPr>
          </w:p>
          <w:p w14:paraId="1AE12BA5" w14:textId="77777777" w:rsidR="001C029F" w:rsidRPr="009D4B4A" w:rsidRDefault="001C029F" w:rsidP="00ED4F18">
            <w:pPr>
              <w:rPr>
                <w:lang w:val="es-419"/>
              </w:rPr>
            </w:pPr>
          </w:p>
          <w:p w14:paraId="4B542B96" w14:textId="77777777" w:rsidR="001C029F" w:rsidRPr="009D4B4A" w:rsidRDefault="001C029F" w:rsidP="00ED4F18">
            <w:pPr>
              <w:rPr>
                <w:lang w:val="es-419"/>
              </w:rPr>
            </w:pPr>
          </w:p>
        </w:tc>
        <w:tc>
          <w:tcPr>
            <w:tcW w:w="5845" w:type="dxa"/>
            <w:gridSpan w:val="3"/>
            <w:shd w:val="clear" w:color="auto" w:fill="auto"/>
          </w:tcPr>
          <w:p w14:paraId="771900BE" w14:textId="77777777" w:rsidR="001C029F" w:rsidRPr="009D4B4A" w:rsidRDefault="001C029F" w:rsidP="00ED4F18">
            <w:pPr>
              <w:ind w:left="-28"/>
              <w:rPr>
                <w:b/>
                <w:lang w:val="es-419"/>
              </w:rPr>
            </w:pPr>
          </w:p>
          <w:p w14:paraId="153E5E68" w14:textId="77777777" w:rsidR="001C029F" w:rsidRPr="009D4B4A" w:rsidRDefault="001C029F" w:rsidP="00ED4F18">
            <w:pPr>
              <w:ind w:left="-28"/>
              <w:rPr>
                <w:b/>
                <w:lang w:val="es-419"/>
              </w:rPr>
            </w:pPr>
          </w:p>
          <w:p w14:paraId="14B8661E" w14:textId="470EB93A" w:rsidR="001C029F" w:rsidRPr="009D4B4A" w:rsidRDefault="001C029F" w:rsidP="009D4B4A">
            <w:pPr>
              <w:tabs>
                <w:tab w:val="left" w:pos="1222"/>
              </w:tabs>
              <w:ind w:left="1052" w:hanging="1080"/>
              <w:rPr>
                <w:i/>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0132586E" w14:textId="77777777" w:rsidR="001C029F" w:rsidRPr="009D4B4A" w:rsidRDefault="001C029F" w:rsidP="00ED4F18">
            <w:pPr>
              <w:ind w:left="-28"/>
              <w:rPr>
                <w:lang w:val="es-419"/>
              </w:rPr>
            </w:pPr>
          </w:p>
          <w:p w14:paraId="03772B0A" w14:textId="1AE4C947" w:rsidR="001C029F" w:rsidRPr="009D4B4A" w:rsidRDefault="001C029F" w:rsidP="009D4B4A">
            <w:pPr>
              <w:tabs>
                <w:tab w:val="left" w:pos="1222"/>
              </w:tabs>
              <w:ind w:left="1052" w:hanging="1080"/>
              <w:rPr>
                <w:i/>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0DBABF28" w14:textId="77777777" w:rsidR="001C029F" w:rsidRPr="009D4B4A" w:rsidRDefault="001C029F" w:rsidP="00ED4F18">
            <w:pPr>
              <w:spacing w:line="260" w:lineRule="atLeast"/>
              <w:ind w:left="1052" w:hanging="1080"/>
              <w:rPr>
                <w:lang w:val="es-419"/>
              </w:rPr>
            </w:pPr>
          </w:p>
        </w:tc>
      </w:tr>
      <w:tr w:rsidR="001C029F" w:rsidRPr="009D4B4A" w14:paraId="00A83F49" w14:textId="77777777" w:rsidTr="00ED4F18">
        <w:tc>
          <w:tcPr>
            <w:tcW w:w="3527" w:type="dxa"/>
            <w:gridSpan w:val="2"/>
            <w:shd w:val="clear" w:color="auto" w:fill="auto"/>
          </w:tcPr>
          <w:p w14:paraId="5FA898AE" w14:textId="77777777" w:rsidR="001C029F" w:rsidRPr="009D4B4A" w:rsidRDefault="001C029F" w:rsidP="00ED4F18">
            <w:pPr>
              <w:rPr>
                <w:u w:val="single"/>
                <w:lang w:val="es-419"/>
              </w:rPr>
            </w:pPr>
          </w:p>
          <w:p w14:paraId="61F63874" w14:textId="77777777" w:rsidR="001C029F" w:rsidRPr="009D4B4A" w:rsidRDefault="001C029F" w:rsidP="00ED4F18">
            <w:pPr>
              <w:rPr>
                <w:u w:val="single"/>
                <w:lang w:val="es-419"/>
              </w:rPr>
            </w:pPr>
            <w:r w:rsidRPr="009D4B4A">
              <w:rPr>
                <w:u w:val="single"/>
                <w:lang w:val="es-419"/>
              </w:rPr>
              <w:t>Miércoles, 5 de marzo de 2025</w:t>
            </w:r>
          </w:p>
          <w:p w14:paraId="3DE0B3E6" w14:textId="77777777" w:rsidR="001C029F" w:rsidRPr="009D4B4A" w:rsidRDefault="001C029F" w:rsidP="00ED4F18">
            <w:pPr>
              <w:rPr>
                <w:lang w:val="es-419"/>
              </w:rPr>
            </w:pPr>
          </w:p>
          <w:p w14:paraId="70625EC3" w14:textId="77777777" w:rsidR="001C029F" w:rsidRPr="009D4B4A" w:rsidRDefault="001C029F" w:rsidP="00ED4F18">
            <w:pPr>
              <w:rPr>
                <w:lang w:val="es-419"/>
              </w:rPr>
            </w:pPr>
            <w:r w:rsidRPr="009D4B4A">
              <w:rPr>
                <w:lang w:val="es-419"/>
              </w:rPr>
              <w:t>10.00 – 13.00</w:t>
            </w:r>
          </w:p>
          <w:p w14:paraId="08DA4160" w14:textId="77777777" w:rsidR="001C029F" w:rsidRPr="009D4B4A" w:rsidRDefault="001C029F" w:rsidP="00ED4F18">
            <w:pPr>
              <w:rPr>
                <w:lang w:val="es-419"/>
              </w:rPr>
            </w:pPr>
          </w:p>
          <w:p w14:paraId="380AADF5" w14:textId="77777777" w:rsidR="001C029F" w:rsidRPr="009D4B4A" w:rsidRDefault="001C029F" w:rsidP="00ED4F18">
            <w:pPr>
              <w:rPr>
                <w:lang w:val="es-419"/>
              </w:rPr>
            </w:pPr>
          </w:p>
          <w:p w14:paraId="0CC05EAF" w14:textId="77777777" w:rsidR="001C029F" w:rsidRPr="009D4B4A" w:rsidRDefault="001C029F" w:rsidP="00ED4F18">
            <w:pPr>
              <w:rPr>
                <w:lang w:val="es-419"/>
              </w:rPr>
            </w:pPr>
            <w:r w:rsidRPr="009D4B4A">
              <w:rPr>
                <w:lang w:val="es-419"/>
              </w:rPr>
              <w:t>15.00 – 18.00</w:t>
            </w:r>
          </w:p>
        </w:tc>
        <w:tc>
          <w:tcPr>
            <w:tcW w:w="5828" w:type="dxa"/>
            <w:gridSpan w:val="2"/>
            <w:shd w:val="clear" w:color="auto" w:fill="auto"/>
          </w:tcPr>
          <w:p w14:paraId="4AFD0869" w14:textId="77777777" w:rsidR="001C029F" w:rsidRPr="009D4B4A" w:rsidRDefault="001C029F" w:rsidP="00ED4F18">
            <w:pPr>
              <w:rPr>
                <w:b/>
                <w:lang w:val="es-419"/>
              </w:rPr>
            </w:pPr>
          </w:p>
          <w:p w14:paraId="68387DC2" w14:textId="77777777" w:rsidR="001C029F" w:rsidRPr="009D4B4A" w:rsidRDefault="001C029F" w:rsidP="00ED4F18">
            <w:pPr>
              <w:rPr>
                <w:b/>
                <w:lang w:val="es-419"/>
              </w:rPr>
            </w:pPr>
          </w:p>
          <w:p w14:paraId="5A3D5E9B" w14:textId="77777777" w:rsidR="001C029F" w:rsidRPr="009D4B4A" w:rsidRDefault="001C029F" w:rsidP="00ED4F18">
            <w:pPr>
              <w:rPr>
                <w:b/>
                <w:lang w:val="es-419"/>
              </w:rPr>
            </w:pPr>
          </w:p>
          <w:p w14:paraId="7F63460F" w14:textId="560A6F26" w:rsidR="001C029F" w:rsidRPr="009D4B4A" w:rsidRDefault="001C029F" w:rsidP="009D4B4A">
            <w:pPr>
              <w:tabs>
                <w:tab w:val="left" w:pos="1222"/>
              </w:tabs>
              <w:ind w:left="1052" w:hanging="1080"/>
              <w:rPr>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1E83A0EB" w14:textId="77777777" w:rsidR="001C029F" w:rsidRPr="009D4B4A" w:rsidRDefault="001C029F" w:rsidP="00ED4F18">
            <w:pPr>
              <w:rPr>
                <w:b/>
                <w:lang w:val="es-419"/>
              </w:rPr>
            </w:pPr>
          </w:p>
          <w:p w14:paraId="3AC10767" w14:textId="6956F425" w:rsidR="001C029F" w:rsidRPr="009D4B4A" w:rsidRDefault="001C029F" w:rsidP="009D4B4A">
            <w:pPr>
              <w:tabs>
                <w:tab w:val="left" w:pos="1222"/>
              </w:tabs>
              <w:ind w:left="1052" w:hanging="1080"/>
              <w:rPr>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1A45BE75" w14:textId="77777777" w:rsidR="001C029F" w:rsidRPr="009D4B4A" w:rsidRDefault="001C029F" w:rsidP="00ED4F18">
            <w:pPr>
              <w:ind w:left="1038" w:hanging="1038"/>
              <w:rPr>
                <w:lang w:val="es-419"/>
              </w:rPr>
            </w:pPr>
          </w:p>
        </w:tc>
      </w:tr>
      <w:tr w:rsidR="001C029F" w:rsidRPr="009D4B4A" w14:paraId="63FB3B1E" w14:textId="77777777" w:rsidTr="00ED4F18">
        <w:tc>
          <w:tcPr>
            <w:tcW w:w="3527" w:type="dxa"/>
            <w:gridSpan w:val="2"/>
            <w:shd w:val="clear" w:color="auto" w:fill="auto"/>
          </w:tcPr>
          <w:p w14:paraId="51909083" w14:textId="77777777" w:rsidR="001C029F" w:rsidRPr="009D4B4A" w:rsidRDefault="001C029F" w:rsidP="004444D4">
            <w:pPr>
              <w:keepNext/>
              <w:rPr>
                <w:u w:val="single"/>
                <w:lang w:val="es-419"/>
              </w:rPr>
            </w:pPr>
            <w:r w:rsidRPr="009D4B4A">
              <w:rPr>
                <w:u w:val="single"/>
                <w:lang w:val="es-419"/>
              </w:rPr>
              <w:lastRenderedPageBreak/>
              <w:t>Jueves, 6 de marzo de 2025</w:t>
            </w:r>
          </w:p>
          <w:p w14:paraId="3204C5E3" w14:textId="77777777" w:rsidR="001C029F" w:rsidRPr="009D4B4A" w:rsidRDefault="001C029F" w:rsidP="004444D4">
            <w:pPr>
              <w:keepNext/>
              <w:rPr>
                <w:lang w:val="es-419"/>
              </w:rPr>
            </w:pPr>
          </w:p>
          <w:p w14:paraId="7C2861AA" w14:textId="77777777" w:rsidR="001C029F" w:rsidRPr="009D4B4A" w:rsidRDefault="001C029F" w:rsidP="004444D4">
            <w:pPr>
              <w:keepNext/>
              <w:rPr>
                <w:lang w:val="es-419"/>
              </w:rPr>
            </w:pPr>
            <w:r w:rsidRPr="009D4B4A">
              <w:rPr>
                <w:lang w:val="es-419"/>
              </w:rPr>
              <w:t>10.00 – 13.00</w:t>
            </w:r>
          </w:p>
          <w:p w14:paraId="3437AC8C" w14:textId="77777777" w:rsidR="001C029F" w:rsidRPr="009D4B4A" w:rsidRDefault="001C029F" w:rsidP="004444D4">
            <w:pPr>
              <w:keepNext/>
              <w:rPr>
                <w:lang w:val="es-419"/>
              </w:rPr>
            </w:pPr>
          </w:p>
          <w:p w14:paraId="56E33F04" w14:textId="77777777" w:rsidR="001C029F" w:rsidRPr="009D4B4A" w:rsidRDefault="001C029F" w:rsidP="004444D4">
            <w:pPr>
              <w:keepNext/>
              <w:rPr>
                <w:lang w:val="es-419"/>
              </w:rPr>
            </w:pPr>
          </w:p>
          <w:p w14:paraId="66F55338" w14:textId="77777777" w:rsidR="001C029F" w:rsidRPr="009D4B4A" w:rsidRDefault="001C029F" w:rsidP="004444D4">
            <w:pPr>
              <w:keepNext/>
              <w:rPr>
                <w:lang w:val="es-419"/>
              </w:rPr>
            </w:pPr>
            <w:r w:rsidRPr="009D4B4A">
              <w:rPr>
                <w:lang w:val="es-419"/>
              </w:rPr>
              <w:t>15.00 – 18.00</w:t>
            </w:r>
          </w:p>
        </w:tc>
        <w:tc>
          <w:tcPr>
            <w:tcW w:w="5828" w:type="dxa"/>
            <w:gridSpan w:val="2"/>
            <w:shd w:val="clear" w:color="auto" w:fill="auto"/>
          </w:tcPr>
          <w:p w14:paraId="6C867238" w14:textId="77777777" w:rsidR="001C029F" w:rsidRPr="009D4B4A" w:rsidRDefault="001C029F" w:rsidP="004444D4">
            <w:pPr>
              <w:keepNext/>
              <w:rPr>
                <w:b/>
                <w:lang w:val="es-419"/>
              </w:rPr>
            </w:pPr>
          </w:p>
          <w:p w14:paraId="7CD8B73D" w14:textId="77777777" w:rsidR="001C029F" w:rsidRPr="009D4B4A" w:rsidRDefault="001C029F" w:rsidP="004444D4">
            <w:pPr>
              <w:keepNext/>
              <w:rPr>
                <w:b/>
                <w:lang w:val="es-419"/>
              </w:rPr>
            </w:pPr>
          </w:p>
          <w:p w14:paraId="20FAAAC1" w14:textId="47E12C7F" w:rsidR="001C029F" w:rsidRPr="009D4B4A" w:rsidRDefault="001C029F" w:rsidP="004444D4">
            <w:pPr>
              <w:keepNext/>
              <w:tabs>
                <w:tab w:val="left" w:pos="1222"/>
              </w:tabs>
              <w:ind w:left="1052" w:hanging="1080"/>
              <w:rPr>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4B7570E0" w14:textId="77777777" w:rsidR="001C029F" w:rsidRPr="009D4B4A" w:rsidRDefault="001C029F" w:rsidP="004444D4">
            <w:pPr>
              <w:keepNext/>
              <w:rPr>
                <w:b/>
                <w:lang w:val="es-419"/>
              </w:rPr>
            </w:pPr>
          </w:p>
          <w:p w14:paraId="73781524" w14:textId="2474E40C" w:rsidR="001C029F" w:rsidRPr="009D4B4A" w:rsidRDefault="001C029F" w:rsidP="004444D4">
            <w:pPr>
              <w:keepNext/>
              <w:tabs>
                <w:tab w:val="left" w:pos="1222"/>
              </w:tabs>
              <w:ind w:left="1052" w:hanging="1080"/>
              <w:rPr>
                <w:i/>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60D00920" w14:textId="77777777" w:rsidR="001C029F" w:rsidRPr="009D4B4A" w:rsidRDefault="001C029F" w:rsidP="004444D4">
            <w:pPr>
              <w:keepNext/>
              <w:ind w:left="1038" w:hanging="1038"/>
              <w:rPr>
                <w:lang w:val="es-419"/>
              </w:rPr>
            </w:pPr>
          </w:p>
          <w:p w14:paraId="27FB04FE" w14:textId="77777777" w:rsidR="001C029F" w:rsidRPr="009D4B4A" w:rsidRDefault="001C029F" w:rsidP="004444D4">
            <w:pPr>
              <w:keepNext/>
              <w:ind w:left="1052" w:hanging="1052"/>
              <w:rPr>
                <w:lang w:val="es-419"/>
              </w:rPr>
            </w:pPr>
          </w:p>
        </w:tc>
      </w:tr>
      <w:tr w:rsidR="001C029F" w:rsidRPr="009D4B4A" w14:paraId="62E03BE4" w14:textId="77777777" w:rsidTr="00ED4F18">
        <w:trPr>
          <w:trHeight w:val="349"/>
        </w:trPr>
        <w:tc>
          <w:tcPr>
            <w:tcW w:w="3527" w:type="dxa"/>
            <w:gridSpan w:val="2"/>
            <w:shd w:val="clear" w:color="auto" w:fill="auto"/>
          </w:tcPr>
          <w:p w14:paraId="3817EC9A" w14:textId="77777777" w:rsidR="001C029F" w:rsidRPr="009D4B4A" w:rsidRDefault="001C029F" w:rsidP="00ED4F18">
            <w:pPr>
              <w:rPr>
                <w:u w:val="single"/>
                <w:lang w:val="es-419"/>
              </w:rPr>
            </w:pPr>
            <w:r w:rsidRPr="009D4B4A">
              <w:rPr>
                <w:u w:val="single"/>
                <w:lang w:val="es-419"/>
              </w:rPr>
              <w:t>Viernes, 7 de marzo de 2025</w:t>
            </w:r>
          </w:p>
          <w:p w14:paraId="08DCAFB5" w14:textId="77777777" w:rsidR="001C029F" w:rsidRPr="009D4B4A" w:rsidRDefault="001C029F" w:rsidP="00ED4F18">
            <w:pPr>
              <w:rPr>
                <w:lang w:val="es-419"/>
              </w:rPr>
            </w:pPr>
          </w:p>
          <w:p w14:paraId="154D6B7A" w14:textId="77777777" w:rsidR="001C029F" w:rsidRPr="009D4B4A" w:rsidRDefault="001C029F" w:rsidP="00ED4F18">
            <w:pPr>
              <w:rPr>
                <w:lang w:val="es-419"/>
              </w:rPr>
            </w:pPr>
            <w:r w:rsidRPr="009D4B4A">
              <w:rPr>
                <w:lang w:val="es-419"/>
              </w:rPr>
              <w:t>10.00 – 13.00</w:t>
            </w:r>
          </w:p>
          <w:p w14:paraId="5620EE0D" w14:textId="77777777" w:rsidR="001C029F" w:rsidRPr="009D4B4A" w:rsidRDefault="001C029F" w:rsidP="00ED4F18">
            <w:pPr>
              <w:rPr>
                <w:lang w:val="es-419"/>
              </w:rPr>
            </w:pPr>
          </w:p>
          <w:p w14:paraId="4859548B" w14:textId="77777777" w:rsidR="001C029F" w:rsidRPr="009D4B4A" w:rsidRDefault="001C029F" w:rsidP="00ED4F18">
            <w:pPr>
              <w:rPr>
                <w:lang w:val="es-419"/>
              </w:rPr>
            </w:pPr>
          </w:p>
          <w:p w14:paraId="260D40F3" w14:textId="77777777" w:rsidR="001C029F" w:rsidRPr="009D4B4A" w:rsidRDefault="001C029F" w:rsidP="00ED4F18">
            <w:pPr>
              <w:rPr>
                <w:u w:val="single"/>
                <w:lang w:val="es-419"/>
              </w:rPr>
            </w:pPr>
            <w:r w:rsidRPr="009D4B4A">
              <w:rPr>
                <w:lang w:val="es-419"/>
              </w:rPr>
              <w:t>15.00 – 18.00</w:t>
            </w:r>
          </w:p>
        </w:tc>
        <w:tc>
          <w:tcPr>
            <w:tcW w:w="5828" w:type="dxa"/>
            <w:gridSpan w:val="2"/>
            <w:shd w:val="clear" w:color="auto" w:fill="auto"/>
          </w:tcPr>
          <w:p w14:paraId="658165B2" w14:textId="77777777" w:rsidR="001C029F" w:rsidRPr="009D4B4A" w:rsidRDefault="001C029F" w:rsidP="00ED4F18">
            <w:pPr>
              <w:rPr>
                <w:lang w:val="es-419"/>
              </w:rPr>
            </w:pPr>
          </w:p>
          <w:p w14:paraId="30273914" w14:textId="77777777" w:rsidR="001C029F" w:rsidRPr="009D4B4A" w:rsidRDefault="001C029F" w:rsidP="00ED4F18">
            <w:pPr>
              <w:rPr>
                <w:b/>
                <w:lang w:val="es-419"/>
              </w:rPr>
            </w:pPr>
          </w:p>
          <w:p w14:paraId="6BC57ED1" w14:textId="335D6705" w:rsidR="001C029F" w:rsidRPr="009D4B4A" w:rsidRDefault="001C029F" w:rsidP="009D4B4A">
            <w:pPr>
              <w:tabs>
                <w:tab w:val="left" w:pos="1222"/>
              </w:tabs>
              <w:ind w:left="1052" w:hanging="1080"/>
              <w:rPr>
                <w:i/>
                <w:lang w:val="es-419"/>
              </w:rPr>
            </w:pPr>
            <w:r w:rsidRPr="009D4B4A">
              <w:rPr>
                <w:b/>
                <w:lang w:val="es-419"/>
              </w:rPr>
              <w:t>Punto 5</w:t>
            </w:r>
            <w:r w:rsidR="009D4B4A" w:rsidRPr="009D4B4A">
              <w:rPr>
                <w:b/>
                <w:lang w:val="es-419"/>
              </w:rPr>
              <w:t xml:space="preserve">: </w:t>
            </w:r>
            <w:r w:rsidR="009D4B4A">
              <w:rPr>
                <w:b/>
                <w:lang w:val="es-419"/>
              </w:rPr>
              <w:tab/>
            </w:r>
            <w:r w:rsidRPr="009D4B4A">
              <w:rPr>
                <w:bCs/>
                <w:lang w:val="es-419"/>
              </w:rPr>
              <w:t>Conocimientos</w:t>
            </w:r>
            <w:r w:rsidRPr="009D4B4A">
              <w:rPr>
                <w:lang w:val="es-419"/>
              </w:rPr>
              <w:t xml:space="preserve"> tradicionales/expresiones culturales tradicionales</w:t>
            </w:r>
            <w:r w:rsidRPr="009D4B4A">
              <w:rPr>
                <w:i/>
                <w:lang w:val="es-419"/>
              </w:rPr>
              <w:t xml:space="preserve"> (continuación)</w:t>
            </w:r>
          </w:p>
          <w:p w14:paraId="129F0DDE" w14:textId="77777777" w:rsidR="001C029F" w:rsidRPr="009D4B4A" w:rsidRDefault="001C029F" w:rsidP="00ED4F18">
            <w:pPr>
              <w:ind w:left="1052" w:hanging="1052"/>
              <w:rPr>
                <w:i/>
                <w:lang w:val="es-419"/>
              </w:rPr>
            </w:pPr>
          </w:p>
          <w:p w14:paraId="7AE3AD86" w14:textId="2145E94F" w:rsidR="001C029F" w:rsidRPr="009D4B4A" w:rsidRDefault="001C029F" w:rsidP="009D4B4A">
            <w:pPr>
              <w:tabs>
                <w:tab w:val="left" w:pos="1222"/>
              </w:tabs>
              <w:ind w:left="1052" w:hanging="1080"/>
              <w:rPr>
                <w:lang w:val="es-419"/>
              </w:rPr>
            </w:pPr>
            <w:r w:rsidRPr="009D4B4A">
              <w:rPr>
                <w:b/>
                <w:lang w:val="es-419"/>
              </w:rPr>
              <w:t>Punto 6</w:t>
            </w:r>
            <w:r w:rsidR="009D4B4A" w:rsidRPr="009D4B4A">
              <w:rPr>
                <w:b/>
                <w:lang w:val="es-419"/>
              </w:rPr>
              <w:t xml:space="preserve">: </w:t>
            </w:r>
            <w:r w:rsidR="009D4B4A">
              <w:rPr>
                <w:b/>
                <w:lang w:val="es-419"/>
              </w:rPr>
              <w:tab/>
            </w:r>
            <w:r w:rsidRPr="009D4B4A">
              <w:rPr>
                <w:bCs/>
                <w:lang w:val="es-419"/>
              </w:rPr>
              <w:t>Otras</w:t>
            </w:r>
            <w:r w:rsidRPr="009D4B4A">
              <w:rPr>
                <w:lang w:val="es-419"/>
              </w:rPr>
              <w:t xml:space="preserve"> cuestiones</w:t>
            </w:r>
          </w:p>
          <w:p w14:paraId="0B84F082" w14:textId="77777777" w:rsidR="001C029F" w:rsidRPr="009D4B4A" w:rsidRDefault="001C029F" w:rsidP="00ED4F18">
            <w:pPr>
              <w:pStyle w:val="Footer"/>
              <w:tabs>
                <w:tab w:val="clear" w:pos="4320"/>
                <w:tab w:val="clear" w:pos="8640"/>
              </w:tabs>
              <w:ind w:left="807" w:hanging="807"/>
              <w:contextualSpacing/>
              <w:outlineLvl w:val="0"/>
              <w:rPr>
                <w:b/>
                <w:lang w:val="es-419"/>
              </w:rPr>
            </w:pPr>
          </w:p>
          <w:p w14:paraId="060B6467" w14:textId="121441E9" w:rsidR="001C029F" w:rsidRPr="009D4B4A" w:rsidRDefault="001C029F" w:rsidP="009D4B4A">
            <w:pPr>
              <w:tabs>
                <w:tab w:val="left" w:pos="1222"/>
              </w:tabs>
              <w:ind w:left="1052" w:hanging="1080"/>
              <w:rPr>
                <w:lang w:val="es-419"/>
              </w:rPr>
            </w:pPr>
            <w:r w:rsidRPr="009D4B4A">
              <w:rPr>
                <w:b/>
                <w:lang w:val="es-419"/>
              </w:rPr>
              <w:t>Punto 7</w:t>
            </w:r>
            <w:r w:rsidR="009D4B4A" w:rsidRPr="009D4B4A">
              <w:rPr>
                <w:b/>
                <w:lang w:val="es-419"/>
              </w:rPr>
              <w:t xml:space="preserve">: </w:t>
            </w:r>
            <w:r w:rsidR="009D4B4A">
              <w:rPr>
                <w:b/>
                <w:lang w:val="es-419"/>
              </w:rPr>
              <w:tab/>
            </w:r>
            <w:r w:rsidRPr="009D4B4A">
              <w:rPr>
                <w:bCs/>
                <w:lang w:val="es-419"/>
              </w:rPr>
              <w:t>Clausura</w:t>
            </w:r>
            <w:r w:rsidRPr="009D4B4A">
              <w:rPr>
                <w:lang w:val="es-419"/>
              </w:rPr>
              <w:t xml:space="preserve"> de la sesión</w:t>
            </w:r>
          </w:p>
          <w:p w14:paraId="7E17673B" w14:textId="77777777" w:rsidR="001C029F" w:rsidRPr="009D4B4A" w:rsidRDefault="001C029F" w:rsidP="00ED4F18">
            <w:pPr>
              <w:ind w:left="1232" w:hanging="1232"/>
              <w:rPr>
                <w:lang w:val="es-419"/>
              </w:rPr>
            </w:pPr>
          </w:p>
        </w:tc>
      </w:tr>
    </w:tbl>
    <w:p w14:paraId="7A656DDF" w14:textId="7C625C2D" w:rsidR="00152CEA" w:rsidRPr="009D4B4A" w:rsidRDefault="001C029F" w:rsidP="009D4B4A">
      <w:pPr>
        <w:pStyle w:val="Endofdocument-Annex"/>
        <w:spacing w:before="720"/>
        <w:rPr>
          <w:lang w:val="es-419"/>
        </w:rPr>
      </w:pPr>
      <w:r w:rsidRPr="009D4B4A">
        <w:rPr>
          <w:lang w:val="es-419"/>
        </w:rPr>
        <w:t>[Fin del documento]</w:t>
      </w:r>
    </w:p>
    <w:sectPr w:rsidR="00152CEA" w:rsidRPr="009D4B4A" w:rsidSect="001C029F">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EBD15" w14:textId="77777777" w:rsidR="001C029F" w:rsidRDefault="001C029F">
      <w:r>
        <w:separator/>
      </w:r>
    </w:p>
  </w:endnote>
  <w:endnote w:type="continuationSeparator" w:id="0">
    <w:p w14:paraId="0C9E9E36" w14:textId="77777777" w:rsidR="001C029F" w:rsidRPr="009D30E6" w:rsidRDefault="001C029F" w:rsidP="007E663E">
      <w:pPr>
        <w:rPr>
          <w:sz w:val="17"/>
          <w:szCs w:val="17"/>
        </w:rPr>
      </w:pPr>
      <w:r w:rsidRPr="009D30E6">
        <w:rPr>
          <w:sz w:val="17"/>
          <w:szCs w:val="17"/>
        </w:rPr>
        <w:separator/>
      </w:r>
    </w:p>
    <w:p w14:paraId="3C2837C3" w14:textId="77777777" w:rsidR="001C029F" w:rsidRPr="007E663E" w:rsidRDefault="001C029F" w:rsidP="007E663E">
      <w:pPr>
        <w:spacing w:after="60"/>
        <w:rPr>
          <w:sz w:val="17"/>
          <w:szCs w:val="17"/>
        </w:rPr>
      </w:pPr>
      <w:r>
        <w:rPr>
          <w:sz w:val="17"/>
        </w:rPr>
        <w:t>[Continuación de la nota de la página anterior]</w:t>
      </w:r>
    </w:p>
  </w:endnote>
  <w:endnote w:type="continuationNotice" w:id="1">
    <w:p w14:paraId="2D04A0FD" w14:textId="77777777" w:rsidR="001C029F" w:rsidRPr="007E663E" w:rsidRDefault="001C02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E84A7" w14:textId="3CC8F546"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F773C" w14:textId="4BF623D1"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05AF0" w14:textId="2D2DAA97"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FF68D" w14:textId="77777777" w:rsidR="001C029F" w:rsidRDefault="001C029F">
      <w:r>
        <w:separator/>
      </w:r>
    </w:p>
  </w:footnote>
  <w:footnote w:type="continuationSeparator" w:id="0">
    <w:p w14:paraId="42519ADB" w14:textId="77777777" w:rsidR="001C029F" w:rsidRPr="009D30E6" w:rsidRDefault="001C029F" w:rsidP="007E663E">
      <w:pPr>
        <w:rPr>
          <w:sz w:val="17"/>
          <w:szCs w:val="17"/>
        </w:rPr>
      </w:pPr>
      <w:r w:rsidRPr="009D30E6">
        <w:rPr>
          <w:sz w:val="17"/>
          <w:szCs w:val="17"/>
        </w:rPr>
        <w:separator/>
      </w:r>
    </w:p>
    <w:p w14:paraId="4FAEA0B2" w14:textId="77777777" w:rsidR="001C029F" w:rsidRPr="007E663E" w:rsidRDefault="001C029F" w:rsidP="007E663E">
      <w:pPr>
        <w:spacing w:after="60"/>
        <w:rPr>
          <w:sz w:val="17"/>
          <w:szCs w:val="17"/>
        </w:rPr>
      </w:pPr>
      <w:r>
        <w:rPr>
          <w:sz w:val="17"/>
        </w:rPr>
        <w:t>[Continuación de la nota de la página anterior]</w:t>
      </w:r>
    </w:p>
  </w:footnote>
  <w:footnote w:type="continuationNotice" w:id="1">
    <w:p w14:paraId="3156A326" w14:textId="77777777" w:rsidR="001C029F" w:rsidRPr="007E663E" w:rsidRDefault="001C029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AC1BE" w14:textId="0998407E" w:rsidR="00AE7F20" w:rsidRPr="00EB0D93" w:rsidRDefault="001C029F" w:rsidP="00477D6B">
    <w:pPr>
      <w:jc w:val="right"/>
      <w:rPr>
        <w:caps/>
      </w:rPr>
    </w:pPr>
    <w:bookmarkStart w:id="5" w:name="Code2"/>
    <w:bookmarkEnd w:id="5"/>
    <w:r>
      <w:rPr>
        <w:caps/>
      </w:rPr>
      <w:t>WIPO/GRTKF/IC/50/INF/3</w:t>
    </w:r>
  </w:p>
  <w:p w14:paraId="3A176945"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2F2E4E57" w14:textId="77777777" w:rsidR="00AE7F20" w:rsidRDefault="00AE7F20" w:rsidP="00477D6B">
    <w:pPr>
      <w:jc w:val="right"/>
    </w:pPr>
  </w:p>
  <w:p w14:paraId="1E802404"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0583226">
    <w:abstractNumId w:val="2"/>
  </w:num>
  <w:num w:numId="2" w16cid:durableId="1821312304">
    <w:abstractNumId w:val="4"/>
  </w:num>
  <w:num w:numId="3" w16cid:durableId="337391865">
    <w:abstractNumId w:val="0"/>
  </w:num>
  <w:num w:numId="4" w16cid:durableId="460195966">
    <w:abstractNumId w:val="5"/>
  </w:num>
  <w:num w:numId="5" w16cid:durableId="1350906303">
    <w:abstractNumId w:val="1"/>
  </w:num>
  <w:num w:numId="6" w16cid:durableId="592860106">
    <w:abstractNumId w:val="3"/>
  </w:num>
  <w:num w:numId="7" w16cid:durableId="602882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9F"/>
    <w:rsid w:val="00010686"/>
    <w:rsid w:val="00034F39"/>
    <w:rsid w:val="00052915"/>
    <w:rsid w:val="00091029"/>
    <w:rsid w:val="000E3BB3"/>
    <w:rsid w:val="000F4461"/>
    <w:rsid w:val="000F5E56"/>
    <w:rsid w:val="001362EE"/>
    <w:rsid w:val="00152CEA"/>
    <w:rsid w:val="001832A6"/>
    <w:rsid w:val="001C029F"/>
    <w:rsid w:val="001C6317"/>
    <w:rsid w:val="00253E57"/>
    <w:rsid w:val="002634C4"/>
    <w:rsid w:val="002C2E2F"/>
    <w:rsid w:val="002D23B5"/>
    <w:rsid w:val="002E0F47"/>
    <w:rsid w:val="002F4E68"/>
    <w:rsid w:val="00310826"/>
    <w:rsid w:val="0034591A"/>
    <w:rsid w:val="00354647"/>
    <w:rsid w:val="00377273"/>
    <w:rsid w:val="003845C1"/>
    <w:rsid w:val="00387287"/>
    <w:rsid w:val="003E48F1"/>
    <w:rsid w:val="003F347A"/>
    <w:rsid w:val="00423E3E"/>
    <w:rsid w:val="00427AF4"/>
    <w:rsid w:val="004444D4"/>
    <w:rsid w:val="0045231F"/>
    <w:rsid w:val="004647DA"/>
    <w:rsid w:val="0046793F"/>
    <w:rsid w:val="00472A6E"/>
    <w:rsid w:val="00477808"/>
    <w:rsid w:val="00477D6B"/>
    <w:rsid w:val="004A6C37"/>
    <w:rsid w:val="004E297D"/>
    <w:rsid w:val="00505D4A"/>
    <w:rsid w:val="00531B02"/>
    <w:rsid w:val="005332F0"/>
    <w:rsid w:val="0054155D"/>
    <w:rsid w:val="0055013B"/>
    <w:rsid w:val="00571B99"/>
    <w:rsid w:val="00584E20"/>
    <w:rsid w:val="005B2ABD"/>
    <w:rsid w:val="005B2EAE"/>
    <w:rsid w:val="00605827"/>
    <w:rsid w:val="00636DDF"/>
    <w:rsid w:val="00675021"/>
    <w:rsid w:val="006A06C6"/>
    <w:rsid w:val="007224C8"/>
    <w:rsid w:val="00753307"/>
    <w:rsid w:val="00794BE2"/>
    <w:rsid w:val="007A3E49"/>
    <w:rsid w:val="007A5581"/>
    <w:rsid w:val="007B71FE"/>
    <w:rsid w:val="007D781E"/>
    <w:rsid w:val="007E663E"/>
    <w:rsid w:val="007F7DED"/>
    <w:rsid w:val="00815082"/>
    <w:rsid w:val="0088395E"/>
    <w:rsid w:val="008B2CC1"/>
    <w:rsid w:val="008E6BD6"/>
    <w:rsid w:val="0090731E"/>
    <w:rsid w:val="00966A22"/>
    <w:rsid w:val="00972F03"/>
    <w:rsid w:val="0098367F"/>
    <w:rsid w:val="009A0C8B"/>
    <w:rsid w:val="009A20CD"/>
    <w:rsid w:val="009B6241"/>
    <w:rsid w:val="009D02D8"/>
    <w:rsid w:val="009D4B4A"/>
    <w:rsid w:val="00A124C8"/>
    <w:rsid w:val="00A16FC0"/>
    <w:rsid w:val="00A32C9E"/>
    <w:rsid w:val="00A57762"/>
    <w:rsid w:val="00AB613D"/>
    <w:rsid w:val="00AE7F20"/>
    <w:rsid w:val="00B534D5"/>
    <w:rsid w:val="00B65A0A"/>
    <w:rsid w:val="00B67CDC"/>
    <w:rsid w:val="00B72D36"/>
    <w:rsid w:val="00BC4164"/>
    <w:rsid w:val="00BD2DCC"/>
    <w:rsid w:val="00BF3F56"/>
    <w:rsid w:val="00BF5A8E"/>
    <w:rsid w:val="00C11BA3"/>
    <w:rsid w:val="00C90559"/>
    <w:rsid w:val="00CA0500"/>
    <w:rsid w:val="00CA2251"/>
    <w:rsid w:val="00D56C7C"/>
    <w:rsid w:val="00D71B4D"/>
    <w:rsid w:val="00D90289"/>
    <w:rsid w:val="00D93D55"/>
    <w:rsid w:val="00DC4C60"/>
    <w:rsid w:val="00DD6CF4"/>
    <w:rsid w:val="00E0079A"/>
    <w:rsid w:val="00E444DA"/>
    <w:rsid w:val="00E45C84"/>
    <w:rsid w:val="00E504E5"/>
    <w:rsid w:val="00E96A2E"/>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4AEAAC"/>
  <w15:docId w15:val="{B5181E9D-CB7C-4C23-9D44-80E446DE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Revision">
    <w:name w:val="Revision"/>
    <w:hidden/>
    <w:uiPriority w:val="99"/>
    <w:semiHidden/>
    <w:rsid w:val="007A3E49"/>
    <w:rPr>
      <w:rFonts w:ascii="Arial" w:eastAsia="SimSun" w:hAnsi="Arial" w:cs="Arial"/>
      <w:sz w:val="22"/>
      <w:lang w:val="es-ES" w:eastAsia="zh-CN"/>
    </w:rPr>
  </w:style>
  <w:style w:type="character" w:customStyle="1" w:styleId="FooterChar">
    <w:name w:val="Footer Char"/>
    <w:basedOn w:val="DefaultParagraphFont"/>
    <w:link w:val="Footer"/>
    <w:semiHidden/>
    <w:rsid w:val="001C029F"/>
    <w:rPr>
      <w:rFonts w:ascii="Arial" w:eastAsia="SimSun" w:hAnsi="Arial" w:cs="Arial"/>
      <w:sz w:val="22"/>
      <w:lang w:val="es-ES" w:eastAsia="zh-CN"/>
    </w:rPr>
  </w:style>
  <w:style w:type="paragraph" w:styleId="ListParagraph">
    <w:name w:val="List Paragraph"/>
    <w:basedOn w:val="Normal"/>
    <w:uiPriority w:val="34"/>
    <w:qFormat/>
    <w:rsid w:val="001C029F"/>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(S).dotm</Template>
  <TotalTime>6</TotalTime>
  <Pages>3</Pages>
  <Words>360</Words>
  <Characters>2561</Characters>
  <Application>Microsoft Office Word</Application>
  <DocSecurity>0</DocSecurity>
  <Lines>150</Lines>
  <Paragraphs>97</Paragraphs>
  <ScaleCrop>false</ScaleCrop>
  <HeadingPairs>
    <vt:vector size="2" baseType="variant">
      <vt:variant>
        <vt:lpstr>Title</vt:lpstr>
      </vt:variant>
      <vt:variant>
        <vt:i4>1</vt:i4>
      </vt:variant>
    </vt:vector>
  </HeadingPairs>
  <TitlesOfParts>
    <vt:vector size="1" baseType="lpstr">
      <vt:lpstr>WIPO/GRTKF/IC/50/INF/3</vt:lpstr>
    </vt:vector>
  </TitlesOfParts>
  <Company>WIPO</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WIPO/GRTKF/IC/50/INF/3</dc:title>
  <dc:creator>CEVALLOS DUQUE Nilo</dc:creator>
  <cp:keywords>FOR OFFICIAL USE ONLY</cp:keywords>
  <cp:lastModifiedBy>CEVALLOS DUQUE Nilo</cp:lastModifiedBy>
  <cp:revision>4</cp:revision>
  <dcterms:created xsi:type="dcterms:W3CDTF">2025-02-03T14:57:00Z</dcterms:created>
  <dcterms:modified xsi:type="dcterms:W3CDTF">2025-02-03T15:04:00Z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2025-02-03T15:04:15Z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794467ab-32fe-40de-aa24-e4da2336e2e6</vt:lpwstr>
  </property>
  <property fmtid="{D5CDD505-2E9C-101B-9397-08002B2CF9AE}" pid="14" name="MSIP_Label_20773ee6-353b-4fb9-a59d-0b94c8c67bea_ContentBits">
    <vt:lpwstr>0</vt:lpwstr>
  </property>
</Properties>
</file>