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0ECFC" w14:textId="77777777" w:rsidR="008B2CC1" w:rsidRPr="000D72F9" w:rsidRDefault="00472A6E" w:rsidP="00753307">
      <w:pPr>
        <w:pBdr>
          <w:bottom w:val="single" w:sz="4" w:space="10" w:color="auto"/>
        </w:pBdr>
        <w:spacing w:after="120"/>
        <w:ind w:right="-57"/>
        <w:jc w:val="right"/>
        <w:rPr>
          <w:lang w:val="es-ES_tradnl"/>
        </w:rPr>
      </w:pPr>
      <w:r w:rsidRPr="000D72F9">
        <w:rPr>
          <w:noProof/>
          <w:lang w:val="es-ES_tradnl" w:eastAsia="en-US"/>
        </w:rPr>
        <w:drawing>
          <wp:inline distT="0" distB="0" distL="0" distR="0" wp14:anchorId="15AD0DE3" wp14:editId="2AFA80FA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053B2" w14:textId="77777777" w:rsidR="00472A6E" w:rsidRPr="000D72F9" w:rsidRDefault="0075330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0D72F9">
        <w:rPr>
          <w:rFonts w:ascii="Arial Black" w:hAnsi="Arial Black"/>
          <w:caps/>
          <w:sz w:val="15"/>
          <w:lang w:val="es-ES_tradnl"/>
        </w:rPr>
        <w:t>WIPO/GRTKF/IC/4</w:t>
      </w:r>
      <w:r w:rsidR="00091029" w:rsidRPr="000D72F9">
        <w:rPr>
          <w:rFonts w:ascii="Arial Black" w:hAnsi="Arial Black"/>
          <w:caps/>
          <w:sz w:val="15"/>
          <w:lang w:val="es-ES_tradnl"/>
        </w:rPr>
        <w:t>9</w:t>
      </w:r>
      <w:r w:rsidRPr="000D72F9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0D72F9" w:rsidRPr="000D72F9">
        <w:rPr>
          <w:rFonts w:ascii="Arial Black" w:hAnsi="Arial Black"/>
          <w:caps/>
          <w:sz w:val="15"/>
          <w:lang w:val="es-ES_tradnl"/>
        </w:rPr>
        <w:t>INF/3</w:t>
      </w:r>
    </w:p>
    <w:p w14:paraId="68A78677" w14:textId="77777777" w:rsidR="008B2CC1" w:rsidRPr="000D72F9" w:rsidRDefault="00472A6E" w:rsidP="00472A6E">
      <w:pPr>
        <w:jc w:val="right"/>
        <w:rPr>
          <w:lang w:val="es-ES_tradnl"/>
        </w:rPr>
      </w:pPr>
      <w:r w:rsidRPr="000D72F9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0D72F9" w:rsidRPr="000D72F9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7DDE62E9" w14:textId="77777777" w:rsidR="008B2CC1" w:rsidRPr="000D72F9" w:rsidRDefault="00472A6E" w:rsidP="00472A6E">
      <w:pPr>
        <w:spacing w:after="1200"/>
        <w:jc w:val="right"/>
        <w:rPr>
          <w:lang w:val="es-ES_tradnl"/>
        </w:rPr>
      </w:pPr>
      <w:r w:rsidRPr="000D72F9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0D72F9" w:rsidRPr="000D72F9">
        <w:rPr>
          <w:rFonts w:ascii="Arial Black" w:hAnsi="Arial Black"/>
          <w:caps/>
          <w:sz w:val="15"/>
          <w:lang w:val="es-ES_tradnl"/>
        </w:rPr>
        <w:t>14 DE NOVIEMBRE DE 2024</w:t>
      </w:r>
    </w:p>
    <w:bookmarkEnd w:id="2"/>
    <w:p w14:paraId="5785831F" w14:textId="77777777" w:rsidR="00753307" w:rsidRPr="000D72F9" w:rsidRDefault="00753307" w:rsidP="005B2ABD">
      <w:pPr>
        <w:spacing w:after="480"/>
        <w:outlineLvl w:val="1"/>
        <w:rPr>
          <w:b/>
          <w:sz w:val="24"/>
          <w:szCs w:val="24"/>
          <w:lang w:val="es-ES_tradnl"/>
        </w:rPr>
      </w:pPr>
      <w:r w:rsidRPr="000D72F9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14:paraId="38042D7B" w14:textId="77777777" w:rsidR="005B2EAE" w:rsidRPr="000D72F9" w:rsidRDefault="00753307" w:rsidP="005B2EAE">
      <w:pPr>
        <w:outlineLvl w:val="1"/>
        <w:rPr>
          <w:b/>
          <w:sz w:val="24"/>
          <w:szCs w:val="24"/>
          <w:lang w:val="es-ES_tradnl"/>
        </w:rPr>
      </w:pPr>
      <w:r w:rsidRPr="000D72F9">
        <w:rPr>
          <w:b/>
          <w:sz w:val="24"/>
          <w:szCs w:val="24"/>
          <w:lang w:val="es-ES_tradnl"/>
        </w:rPr>
        <w:t xml:space="preserve">Cuadragésima </w:t>
      </w:r>
      <w:r w:rsidR="00091029" w:rsidRPr="000D72F9">
        <w:rPr>
          <w:b/>
          <w:sz w:val="24"/>
          <w:szCs w:val="24"/>
          <w:lang w:val="es-ES_tradnl"/>
        </w:rPr>
        <w:t xml:space="preserve">novena </w:t>
      </w:r>
      <w:r w:rsidRPr="000D72F9">
        <w:rPr>
          <w:b/>
          <w:sz w:val="24"/>
          <w:szCs w:val="24"/>
          <w:lang w:val="es-ES_tradnl"/>
        </w:rPr>
        <w:t>sesión</w:t>
      </w:r>
    </w:p>
    <w:p w14:paraId="13518CC5" w14:textId="77777777" w:rsidR="00B67CDC" w:rsidRPr="000D72F9" w:rsidRDefault="0075330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0D72F9">
        <w:rPr>
          <w:b/>
          <w:sz w:val="24"/>
          <w:szCs w:val="24"/>
          <w:lang w:val="es-ES_tradnl"/>
        </w:rPr>
        <w:t>Ginebra</w:t>
      </w:r>
      <w:r w:rsidR="00091029" w:rsidRPr="000D72F9">
        <w:rPr>
          <w:b/>
          <w:sz w:val="24"/>
          <w:szCs w:val="24"/>
          <w:lang w:val="es-ES_tradnl"/>
        </w:rPr>
        <w:t>, 2 a 6 de diciembre de 2024</w:t>
      </w:r>
    </w:p>
    <w:p w14:paraId="3A92272D" w14:textId="4E3DD889" w:rsidR="008B2CC1" w:rsidRPr="000D72F9" w:rsidRDefault="000D72F9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0D72F9">
        <w:rPr>
          <w:caps/>
          <w:sz w:val="24"/>
          <w:lang w:val="es-ES_tradnl"/>
        </w:rPr>
        <w:t>Proyecto de programa para la cuadragésima novena sesión</w:t>
      </w:r>
    </w:p>
    <w:p w14:paraId="13F5B960" w14:textId="4FEA17E1" w:rsidR="008B2CC1" w:rsidRPr="000D72F9" w:rsidRDefault="000D72F9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 w:rsidRPr="000D72F9">
        <w:rPr>
          <w:i/>
          <w:lang w:val="es-ES_tradnl"/>
        </w:rPr>
        <w:t>preparado por la Secretaría</w:t>
      </w:r>
    </w:p>
    <w:p w14:paraId="0115EF10" w14:textId="4698D67C" w:rsidR="000D72F9" w:rsidRPr="000D72F9" w:rsidRDefault="000D72F9" w:rsidP="000D72F9">
      <w:pPr>
        <w:pStyle w:val="ListParagraph"/>
        <w:numPr>
          <w:ilvl w:val="0"/>
          <w:numId w:val="7"/>
        </w:numPr>
        <w:spacing w:after="480"/>
        <w:ind w:left="0" w:firstLine="0"/>
        <w:contextualSpacing w:val="0"/>
        <w:rPr>
          <w:lang w:val="es-ES_tradnl"/>
        </w:rPr>
      </w:pPr>
      <w:r w:rsidRPr="000D72F9">
        <w:rPr>
          <w:lang w:val="es-ES_tradnl"/>
        </w:rPr>
        <w:t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novena sesión del Comité.</w:t>
      </w:r>
      <w:r w:rsidRPr="000D72F9">
        <w:rPr>
          <w:lang w:val="es-ES_tradnl"/>
        </w:rPr>
        <w:t xml:space="preserve"> </w:t>
      </w:r>
      <w:r w:rsidRPr="000D72F9">
        <w:rPr>
          <w:lang w:val="es-ES_tradnl"/>
        </w:rPr>
        <w:t>La presente propuesta es de carácter indicativo únicamente, y corresponderá a la presidencia del Comité y a sus miembros determinar cuál será la organización real de la labor, con arreglo a su reglamento interno.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50"/>
        <w:gridCol w:w="5805"/>
      </w:tblGrid>
      <w:tr w:rsidR="000D72F9" w:rsidRPr="000D72F9" w14:paraId="1439C3A5" w14:textId="77777777" w:rsidTr="00A564DE">
        <w:tc>
          <w:tcPr>
            <w:tcW w:w="3550" w:type="dxa"/>
            <w:shd w:val="clear" w:color="auto" w:fill="auto"/>
          </w:tcPr>
          <w:p w14:paraId="6359F606" w14:textId="77777777" w:rsidR="000D72F9" w:rsidRPr="000D72F9" w:rsidRDefault="000D72F9" w:rsidP="00A564DE">
            <w:pPr>
              <w:spacing w:before="100" w:beforeAutospacing="1" w:after="100" w:afterAutospacing="1"/>
              <w:rPr>
                <w:u w:val="single"/>
                <w:lang w:val="es-ES_tradnl"/>
              </w:rPr>
            </w:pPr>
            <w:r w:rsidRPr="000D72F9">
              <w:rPr>
                <w:u w:val="single"/>
                <w:lang w:val="es-ES_tradnl"/>
              </w:rPr>
              <w:t>Domingo, 1 de diciembre de 2024</w:t>
            </w:r>
          </w:p>
          <w:p w14:paraId="27CD7281" w14:textId="435243B7" w:rsidR="000D72F9" w:rsidRPr="000D72F9" w:rsidRDefault="000D72F9" w:rsidP="000D72F9">
            <w:pPr>
              <w:spacing w:before="100" w:beforeAutospacing="1" w:after="100" w:afterAutospacing="1"/>
              <w:rPr>
                <w:lang w:val="es-ES_tradnl"/>
              </w:rPr>
            </w:pPr>
            <w:r w:rsidRPr="000D72F9">
              <w:rPr>
                <w:lang w:val="es-ES_tradnl"/>
              </w:rPr>
              <w:t>A partir de las 10.00</w:t>
            </w:r>
          </w:p>
        </w:tc>
        <w:tc>
          <w:tcPr>
            <w:tcW w:w="5805" w:type="dxa"/>
            <w:shd w:val="clear" w:color="auto" w:fill="auto"/>
          </w:tcPr>
          <w:p w14:paraId="0FAE824D" w14:textId="77777777" w:rsidR="000D72F9" w:rsidRPr="000D72F9" w:rsidRDefault="000D72F9" w:rsidP="00A564DE">
            <w:pPr>
              <w:spacing w:before="100" w:beforeAutospacing="1" w:after="100" w:afterAutospacing="1"/>
              <w:rPr>
                <w:lang w:val="es-ES_tradnl"/>
              </w:rPr>
            </w:pPr>
          </w:p>
          <w:p w14:paraId="34C989BB" w14:textId="77777777" w:rsidR="000D72F9" w:rsidRPr="000D72F9" w:rsidRDefault="000D72F9" w:rsidP="00A564DE">
            <w:pPr>
              <w:spacing w:before="100" w:beforeAutospacing="1" w:after="100" w:afterAutospacing="1"/>
              <w:rPr>
                <w:lang w:val="es-ES_tradnl"/>
              </w:rPr>
            </w:pPr>
            <w:r w:rsidRPr="000D72F9">
              <w:rPr>
                <w:lang w:val="es-ES_tradnl"/>
              </w:rPr>
              <w:t>Foro de consulta con las comunidades indígenas</w:t>
            </w:r>
          </w:p>
          <w:p w14:paraId="090B5EA0" w14:textId="45FCA4F6" w:rsidR="000D72F9" w:rsidRPr="000D72F9" w:rsidRDefault="000D72F9" w:rsidP="00A564DE">
            <w:pPr>
              <w:spacing w:before="100" w:beforeAutospacing="1" w:after="100" w:afterAutospacing="1"/>
              <w:rPr>
                <w:lang w:val="es-ES_tradnl"/>
              </w:rPr>
            </w:pPr>
            <w:r w:rsidRPr="000D72F9">
              <w:rPr>
                <w:i/>
                <w:lang w:val="es-ES_tradnl"/>
              </w:rPr>
              <w:t>Constituido por representantes de organizaciones en representación de los pueblos indígenas y las comunidades locales.</w:t>
            </w:r>
            <w:r w:rsidRPr="000D72F9">
              <w:rPr>
                <w:i/>
                <w:lang w:val="es-ES_tradnl"/>
              </w:rPr>
              <w:t xml:space="preserve"> </w:t>
            </w:r>
            <w:r w:rsidRPr="000D72F9">
              <w:rPr>
                <w:i/>
                <w:lang w:val="es-ES_tradnl"/>
              </w:rPr>
              <w:t>No se trata de una sesión formal del Comité ni de una reunión oficial de la OMPI, pero cuenta con el apoyo del Comité y la asistencia práctica de la Secretaría.</w:t>
            </w:r>
          </w:p>
        </w:tc>
      </w:tr>
    </w:tbl>
    <w:p w14:paraId="6E59FEFE" w14:textId="77777777" w:rsidR="000D72F9" w:rsidRPr="000D72F9" w:rsidRDefault="000D72F9">
      <w:pPr>
        <w:rPr>
          <w:lang w:val="es-ES_tradnl"/>
        </w:rPr>
      </w:pPr>
      <w:r w:rsidRPr="000D72F9">
        <w:rPr>
          <w:lang w:val="es-ES_tradnl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7"/>
        <w:gridCol w:w="5828"/>
      </w:tblGrid>
      <w:tr w:rsidR="000D72F9" w:rsidRPr="000D72F9" w14:paraId="214F5E51" w14:textId="77777777" w:rsidTr="00A564DE">
        <w:tc>
          <w:tcPr>
            <w:tcW w:w="3510" w:type="dxa"/>
            <w:shd w:val="clear" w:color="auto" w:fill="auto"/>
          </w:tcPr>
          <w:p w14:paraId="0713482B" w14:textId="7FFB7F92" w:rsidR="000D72F9" w:rsidRPr="000D72F9" w:rsidRDefault="000D72F9" w:rsidP="000D72F9">
            <w:pPr>
              <w:spacing w:before="480"/>
              <w:rPr>
                <w:u w:val="single"/>
                <w:lang w:val="es-ES_tradnl"/>
              </w:rPr>
            </w:pPr>
            <w:r w:rsidRPr="000D72F9">
              <w:rPr>
                <w:u w:val="single"/>
                <w:lang w:val="es-ES_tradnl"/>
              </w:rPr>
              <w:lastRenderedPageBreak/>
              <w:t>Lunes, 2 de diciembre de 2024</w:t>
            </w:r>
          </w:p>
          <w:p w14:paraId="09C44815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4A0DF26B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1419D3D5" w14:textId="77777777" w:rsidR="000D72F9" w:rsidRPr="000D72F9" w:rsidRDefault="000D72F9" w:rsidP="00A564DE">
            <w:pPr>
              <w:ind w:left="1052" w:hanging="1080"/>
              <w:rPr>
                <w:lang w:val="es-ES_tradnl"/>
              </w:rPr>
            </w:pPr>
          </w:p>
          <w:p w14:paraId="3DE04781" w14:textId="77777777" w:rsidR="000D72F9" w:rsidRPr="000D72F9" w:rsidRDefault="000D72F9" w:rsidP="00A564DE">
            <w:pPr>
              <w:ind w:left="1052" w:hanging="1080"/>
              <w:rPr>
                <w:lang w:val="es-ES_tradnl"/>
              </w:rPr>
            </w:pPr>
          </w:p>
          <w:p w14:paraId="6023F162" w14:textId="5F5946D5" w:rsidR="000D72F9" w:rsidRPr="000D72F9" w:rsidRDefault="000D72F9" w:rsidP="00A564DE">
            <w:pPr>
              <w:ind w:left="1052" w:hanging="1080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1: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Apertura de la sesión</w:t>
            </w:r>
          </w:p>
          <w:p w14:paraId="5DF02E6B" w14:textId="77777777" w:rsidR="000D72F9" w:rsidRPr="000D72F9" w:rsidRDefault="000D72F9" w:rsidP="00A564DE">
            <w:pPr>
              <w:tabs>
                <w:tab w:val="left" w:pos="1102"/>
              </w:tabs>
              <w:ind w:left="1052" w:hanging="1080"/>
              <w:rPr>
                <w:b/>
                <w:lang w:val="es-ES_tradnl"/>
              </w:rPr>
            </w:pPr>
          </w:p>
          <w:p w14:paraId="62319556" w14:textId="20AD0DE3" w:rsidR="000D72F9" w:rsidRPr="000D72F9" w:rsidRDefault="000D72F9" w:rsidP="00A564DE">
            <w:pPr>
              <w:spacing w:line="260" w:lineRule="atLeast"/>
              <w:ind w:left="1052" w:hanging="1080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2: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Aprobación del orden del día</w:t>
            </w:r>
          </w:p>
          <w:p w14:paraId="233AF59C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WIPO/GRTKF/IC/49/1 Prov. 2</w:t>
            </w:r>
          </w:p>
          <w:p w14:paraId="27ED34B2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 xml:space="preserve">WIPO/GRTKF/IC/49/INF/2 </w:t>
            </w:r>
          </w:p>
          <w:p w14:paraId="520B4E08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 xml:space="preserve">WIPO/GRTKF/IC/49/INF/3 </w:t>
            </w:r>
          </w:p>
          <w:p w14:paraId="16BD59AF" w14:textId="77777777" w:rsidR="000D72F9" w:rsidRPr="000D72F9" w:rsidRDefault="000D72F9" w:rsidP="00A564DE">
            <w:pPr>
              <w:ind w:left="1052" w:hanging="1080"/>
              <w:rPr>
                <w:b/>
                <w:lang w:val="es-ES_tradnl"/>
              </w:rPr>
            </w:pPr>
          </w:p>
          <w:p w14:paraId="79263AB4" w14:textId="0A38834B" w:rsidR="000D72F9" w:rsidRPr="000D72F9" w:rsidRDefault="000D72F9" w:rsidP="00A564DE">
            <w:pPr>
              <w:ind w:left="1052" w:hanging="1080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3: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Acreditación de determinadas organizaciones</w:t>
            </w:r>
          </w:p>
          <w:p w14:paraId="4AA70B11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WIPO/GRTKF/IC/49/2</w:t>
            </w:r>
          </w:p>
          <w:p w14:paraId="056078CD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WIPO/GRTKF/IC/49/8</w:t>
            </w:r>
          </w:p>
          <w:p w14:paraId="6106F9FB" w14:textId="77777777" w:rsidR="000D72F9" w:rsidRPr="000D72F9" w:rsidRDefault="000D72F9" w:rsidP="00A564DE">
            <w:pPr>
              <w:ind w:left="1052" w:hanging="1080"/>
              <w:rPr>
                <w:b/>
                <w:lang w:val="es-ES_tradnl"/>
              </w:rPr>
            </w:pPr>
          </w:p>
          <w:p w14:paraId="63B10426" w14:textId="7B54641A" w:rsidR="000D72F9" w:rsidRPr="000D72F9" w:rsidRDefault="000D72F9" w:rsidP="000D72F9">
            <w:pPr>
              <w:ind w:left="917" w:hanging="945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4: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Participación de las comunidades indígenas y locales</w:t>
            </w:r>
          </w:p>
          <w:p w14:paraId="18F90A36" w14:textId="77777777" w:rsidR="000D72F9" w:rsidRPr="000D72F9" w:rsidRDefault="000D72F9" w:rsidP="000D72F9">
            <w:pPr>
              <w:spacing w:line="260" w:lineRule="atLeast"/>
              <w:rPr>
                <w:lang w:val="es-ES_tradnl"/>
              </w:rPr>
            </w:pPr>
          </w:p>
          <w:p w14:paraId="25097C61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Fondo de Contribuciones Voluntarias</w:t>
            </w:r>
          </w:p>
          <w:p w14:paraId="77F56901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WIPO/GRTKF/IC/49/3</w:t>
            </w:r>
          </w:p>
          <w:p w14:paraId="1CCA4E6A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WIPO/GRTKF/IC/49/INF/4</w:t>
            </w:r>
          </w:p>
          <w:p w14:paraId="182F0683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WIPO/GRTKF/IC/49/INF/6</w:t>
            </w:r>
          </w:p>
          <w:p w14:paraId="5F198670" w14:textId="77777777" w:rsidR="000D72F9" w:rsidRPr="000D72F9" w:rsidRDefault="000D72F9" w:rsidP="000D72F9">
            <w:pPr>
              <w:rPr>
                <w:lang w:val="es-ES_tradnl"/>
              </w:rPr>
            </w:pPr>
          </w:p>
          <w:p w14:paraId="71474F06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Mesa redonda de las comunidades indígenas y locales</w:t>
            </w:r>
          </w:p>
          <w:p w14:paraId="57AF9F4D" w14:textId="77777777" w:rsidR="000D72F9" w:rsidRPr="000D72F9" w:rsidRDefault="000D72F9" w:rsidP="000D72F9">
            <w:pPr>
              <w:spacing w:line="260" w:lineRule="atLeast"/>
              <w:ind w:left="917"/>
              <w:rPr>
                <w:i/>
                <w:lang w:val="es-ES_tradnl"/>
              </w:rPr>
            </w:pPr>
            <w:r w:rsidRPr="000D72F9">
              <w:rPr>
                <w:i/>
                <w:lang w:val="es-ES_tradnl"/>
              </w:rPr>
              <w:t>No constituye formalmente una parte de la sesión del Comité</w:t>
            </w:r>
          </w:p>
          <w:p w14:paraId="077F2C36" w14:textId="77777777" w:rsidR="000D72F9" w:rsidRPr="000D72F9" w:rsidRDefault="000D72F9" w:rsidP="000D72F9">
            <w:pPr>
              <w:spacing w:line="260" w:lineRule="atLeast"/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WIPO/GRTKF/IC/49/INF/5</w:t>
            </w:r>
          </w:p>
          <w:p w14:paraId="34CFC1ED" w14:textId="77777777" w:rsidR="000D72F9" w:rsidRPr="000D72F9" w:rsidRDefault="000D72F9" w:rsidP="00A564DE">
            <w:pPr>
              <w:ind w:left="1052"/>
              <w:rPr>
                <w:lang w:val="es-ES_tradnl"/>
              </w:rPr>
            </w:pPr>
          </w:p>
        </w:tc>
      </w:tr>
      <w:tr w:rsidR="000D72F9" w:rsidRPr="000D72F9" w14:paraId="37CE0FB8" w14:textId="77777777" w:rsidTr="00A564DE">
        <w:tc>
          <w:tcPr>
            <w:tcW w:w="3510" w:type="dxa"/>
            <w:shd w:val="clear" w:color="auto" w:fill="auto"/>
          </w:tcPr>
          <w:p w14:paraId="7CE20C42" w14:textId="77777777" w:rsidR="000D72F9" w:rsidRPr="000D72F9" w:rsidRDefault="000D72F9" w:rsidP="00A564DE">
            <w:pPr>
              <w:spacing w:line="260" w:lineRule="atLeast"/>
              <w:rPr>
                <w:lang w:val="es-ES_tradnl"/>
              </w:rPr>
            </w:pPr>
          </w:p>
          <w:p w14:paraId="06FD4115" w14:textId="77777777" w:rsidR="000D72F9" w:rsidRPr="000D72F9" w:rsidRDefault="000D72F9" w:rsidP="00A564DE">
            <w:pPr>
              <w:spacing w:line="260" w:lineRule="atLeast"/>
              <w:rPr>
                <w:lang w:val="es-ES_tradnl"/>
              </w:rPr>
            </w:pPr>
            <w:r w:rsidRPr="000D72F9">
              <w:rPr>
                <w:lang w:val="es-ES_tradnl"/>
              </w:rPr>
              <w:t>15.00 – 18.00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3CB674E8" w14:textId="77777777" w:rsidR="000D72F9" w:rsidRPr="000D72F9" w:rsidRDefault="000D72F9" w:rsidP="00A564DE">
            <w:pPr>
              <w:ind w:left="1052" w:hanging="1080"/>
              <w:rPr>
                <w:szCs w:val="22"/>
                <w:lang w:val="es-ES_tradnl"/>
              </w:rPr>
            </w:pPr>
          </w:p>
          <w:p w14:paraId="3EAFBD8D" w14:textId="303DF3FC" w:rsidR="000D72F9" w:rsidRPr="000D72F9" w:rsidRDefault="000D72F9" w:rsidP="000D72F9">
            <w:pPr>
              <w:ind w:left="917" w:hanging="945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</w:t>
            </w:r>
          </w:p>
          <w:p w14:paraId="770798D2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WIPO/GRTKF/IC/49/4</w:t>
            </w:r>
          </w:p>
          <w:p w14:paraId="797E9EE1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WIPO/GRTKF/IC/49/5</w:t>
            </w:r>
          </w:p>
          <w:p w14:paraId="09A221D7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WIPO/GRTKF/IC/49/6</w:t>
            </w:r>
          </w:p>
          <w:p w14:paraId="2BF8F193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WIPO/GRTKF/IC/49/7</w:t>
            </w:r>
          </w:p>
          <w:p w14:paraId="08585E49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WIPO/GRTKF/IC/49/INF/7</w:t>
            </w:r>
          </w:p>
          <w:p w14:paraId="4125CDBE" w14:textId="77777777" w:rsidR="000D72F9" w:rsidRPr="000D72F9" w:rsidRDefault="000D72F9" w:rsidP="000D72F9">
            <w:pPr>
              <w:ind w:left="917"/>
              <w:rPr>
                <w:lang w:val="es-ES_tradnl"/>
              </w:rPr>
            </w:pPr>
            <w:r w:rsidRPr="000D72F9">
              <w:rPr>
                <w:lang w:val="es-ES_tradnl"/>
              </w:rPr>
              <w:t>WIPO/GRTKF/IC/49/INF/8</w:t>
            </w:r>
          </w:p>
          <w:p w14:paraId="6252C6D7" w14:textId="77777777" w:rsidR="000D72F9" w:rsidRPr="000D72F9" w:rsidRDefault="000D72F9" w:rsidP="000D72F9">
            <w:pPr>
              <w:rPr>
                <w:lang w:val="es-ES_tradnl"/>
              </w:rPr>
            </w:pPr>
          </w:p>
          <w:p w14:paraId="1CA317A0" w14:textId="77777777" w:rsidR="000D72F9" w:rsidRPr="000D72F9" w:rsidRDefault="000D72F9" w:rsidP="00A564DE">
            <w:pPr>
              <w:ind w:left="1052" w:hanging="1080"/>
              <w:rPr>
                <w:lang w:val="es-ES_tradnl"/>
              </w:rPr>
            </w:pPr>
          </w:p>
        </w:tc>
      </w:tr>
      <w:tr w:rsidR="000D72F9" w:rsidRPr="000D72F9" w14:paraId="302B3447" w14:textId="77777777" w:rsidTr="00A564DE">
        <w:tc>
          <w:tcPr>
            <w:tcW w:w="3510" w:type="dxa"/>
            <w:shd w:val="clear" w:color="auto" w:fill="auto"/>
          </w:tcPr>
          <w:p w14:paraId="773DE154" w14:textId="77777777" w:rsidR="000D72F9" w:rsidRPr="000D72F9" w:rsidRDefault="000D72F9" w:rsidP="000D72F9">
            <w:pPr>
              <w:spacing w:before="480"/>
              <w:rPr>
                <w:u w:val="single"/>
                <w:lang w:val="es-ES_tradnl"/>
              </w:rPr>
            </w:pPr>
            <w:r w:rsidRPr="000D72F9">
              <w:rPr>
                <w:u w:val="single"/>
                <w:lang w:val="es-ES_tradnl"/>
              </w:rPr>
              <w:t>Martes, 3 de diciembre de 2024</w:t>
            </w:r>
          </w:p>
          <w:p w14:paraId="1BFA4B67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6C2B79DE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10.00 – 13.00</w:t>
            </w:r>
          </w:p>
          <w:p w14:paraId="5AEF367A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2609D7D7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62AA0DB3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15.00 – 18.00</w:t>
            </w:r>
          </w:p>
          <w:p w14:paraId="30DC6784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127C047A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3AC487C6" w14:textId="77777777" w:rsidR="000D72F9" w:rsidRPr="000D72F9" w:rsidRDefault="000D72F9" w:rsidP="00A564DE">
            <w:pPr>
              <w:rPr>
                <w:lang w:val="es-ES_tradnl"/>
              </w:rPr>
            </w:pPr>
          </w:p>
        </w:tc>
        <w:tc>
          <w:tcPr>
            <w:tcW w:w="5845" w:type="dxa"/>
            <w:gridSpan w:val="2"/>
            <w:shd w:val="clear" w:color="auto" w:fill="auto"/>
          </w:tcPr>
          <w:p w14:paraId="20998D66" w14:textId="77777777" w:rsidR="000D72F9" w:rsidRPr="000D72F9" w:rsidRDefault="000D72F9" w:rsidP="00A564DE">
            <w:pPr>
              <w:ind w:left="-28"/>
              <w:rPr>
                <w:b/>
                <w:lang w:val="es-ES_tradnl"/>
              </w:rPr>
            </w:pPr>
          </w:p>
          <w:p w14:paraId="3DD24D0F" w14:textId="77777777" w:rsidR="000D72F9" w:rsidRPr="000D72F9" w:rsidRDefault="000D72F9" w:rsidP="00A564DE">
            <w:pPr>
              <w:ind w:left="-28"/>
              <w:rPr>
                <w:b/>
                <w:lang w:val="es-ES_tradnl"/>
              </w:rPr>
            </w:pPr>
          </w:p>
          <w:p w14:paraId="47E30B78" w14:textId="69590153" w:rsidR="000D72F9" w:rsidRPr="000D72F9" w:rsidRDefault="000D72F9" w:rsidP="000D72F9">
            <w:pPr>
              <w:ind w:left="917" w:hanging="945"/>
              <w:rPr>
                <w:i/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6C3BDE52" w14:textId="77777777" w:rsidR="000D72F9" w:rsidRPr="000D72F9" w:rsidRDefault="000D72F9" w:rsidP="00A564DE">
            <w:pPr>
              <w:ind w:left="-28"/>
              <w:rPr>
                <w:lang w:val="es-ES_tradnl"/>
              </w:rPr>
            </w:pPr>
          </w:p>
          <w:p w14:paraId="4FCCE6ED" w14:textId="63F3409C" w:rsidR="000D72F9" w:rsidRPr="000D72F9" w:rsidRDefault="000D72F9" w:rsidP="000D72F9">
            <w:pPr>
              <w:spacing w:line="260" w:lineRule="atLeast"/>
              <w:ind w:left="917" w:hanging="945"/>
              <w:rPr>
                <w:i/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02C3E4BF" w14:textId="77777777" w:rsidR="000D72F9" w:rsidRPr="000D72F9" w:rsidRDefault="000D72F9" w:rsidP="00A564DE">
            <w:pPr>
              <w:spacing w:line="260" w:lineRule="atLeast"/>
              <w:ind w:left="1052" w:hanging="1080"/>
              <w:rPr>
                <w:lang w:val="es-ES_tradnl"/>
              </w:rPr>
            </w:pPr>
          </w:p>
        </w:tc>
      </w:tr>
      <w:tr w:rsidR="000D72F9" w:rsidRPr="000D72F9" w14:paraId="4E22F3DA" w14:textId="77777777" w:rsidTr="00A564DE">
        <w:tc>
          <w:tcPr>
            <w:tcW w:w="3527" w:type="dxa"/>
            <w:gridSpan w:val="2"/>
            <w:shd w:val="clear" w:color="auto" w:fill="auto"/>
          </w:tcPr>
          <w:p w14:paraId="048146D0" w14:textId="77777777" w:rsidR="000D72F9" w:rsidRPr="000D72F9" w:rsidRDefault="000D72F9" w:rsidP="00A564DE">
            <w:pPr>
              <w:rPr>
                <w:u w:val="single"/>
                <w:lang w:val="es-ES_tradnl"/>
              </w:rPr>
            </w:pPr>
          </w:p>
          <w:p w14:paraId="6E865AD3" w14:textId="2F3FB002" w:rsidR="000D72F9" w:rsidRPr="000D72F9" w:rsidRDefault="000D72F9" w:rsidP="00A564DE">
            <w:pPr>
              <w:rPr>
                <w:u w:val="single"/>
                <w:lang w:val="es-ES_tradnl"/>
              </w:rPr>
            </w:pPr>
            <w:r w:rsidRPr="000D72F9">
              <w:rPr>
                <w:u w:val="single"/>
                <w:lang w:val="es-ES_tradnl"/>
              </w:rPr>
              <w:t>Miércoles, 4 de diciembre de</w:t>
            </w:r>
            <w:r w:rsidRPr="000D72F9">
              <w:rPr>
                <w:u w:val="single"/>
                <w:lang w:val="es-ES_tradnl"/>
              </w:rPr>
              <w:t> </w:t>
            </w:r>
            <w:r w:rsidRPr="000D72F9">
              <w:rPr>
                <w:u w:val="single"/>
                <w:lang w:val="es-ES_tradnl"/>
              </w:rPr>
              <w:t>2024</w:t>
            </w:r>
          </w:p>
          <w:p w14:paraId="33573283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333987C2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10.00 – 13.00</w:t>
            </w:r>
          </w:p>
          <w:p w14:paraId="3CC303E3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47295674" w14:textId="205A217A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15.00 – 18.00</w:t>
            </w:r>
          </w:p>
        </w:tc>
        <w:tc>
          <w:tcPr>
            <w:tcW w:w="5828" w:type="dxa"/>
            <w:shd w:val="clear" w:color="auto" w:fill="auto"/>
          </w:tcPr>
          <w:p w14:paraId="17E67962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7FCB64E3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38EA52D3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107833F5" w14:textId="2BFF98C6" w:rsidR="000D72F9" w:rsidRPr="000D72F9" w:rsidRDefault="000D72F9" w:rsidP="000D72F9">
            <w:pPr>
              <w:ind w:left="917" w:hanging="945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5981B8DD" w14:textId="77777777" w:rsidR="000D72F9" w:rsidRPr="000D72F9" w:rsidRDefault="000D72F9" w:rsidP="00A564DE">
            <w:pPr>
              <w:ind w:left="1038" w:hanging="1038"/>
              <w:rPr>
                <w:b/>
                <w:lang w:val="es-ES_tradnl"/>
              </w:rPr>
            </w:pPr>
          </w:p>
          <w:p w14:paraId="0DFD8905" w14:textId="2078E8A5" w:rsidR="000D72F9" w:rsidRPr="000D72F9" w:rsidRDefault="000D72F9" w:rsidP="000D72F9">
            <w:pPr>
              <w:ind w:left="917" w:hanging="945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527E30CC" w14:textId="77777777" w:rsidR="000D72F9" w:rsidRPr="000D72F9" w:rsidRDefault="000D72F9" w:rsidP="00A564DE">
            <w:pPr>
              <w:ind w:left="1038" w:hanging="1038"/>
              <w:rPr>
                <w:lang w:val="es-ES_tradnl"/>
              </w:rPr>
            </w:pPr>
          </w:p>
        </w:tc>
      </w:tr>
      <w:tr w:rsidR="000D72F9" w:rsidRPr="000D72F9" w14:paraId="4C75C3D6" w14:textId="77777777" w:rsidTr="00A564DE">
        <w:tc>
          <w:tcPr>
            <w:tcW w:w="3527" w:type="dxa"/>
            <w:gridSpan w:val="2"/>
            <w:shd w:val="clear" w:color="auto" w:fill="auto"/>
          </w:tcPr>
          <w:p w14:paraId="2DF1C1B2" w14:textId="77777777" w:rsidR="000D72F9" w:rsidRPr="000D72F9" w:rsidRDefault="000D72F9" w:rsidP="00A564DE">
            <w:pPr>
              <w:rPr>
                <w:u w:val="single"/>
                <w:lang w:val="es-ES_tradnl"/>
              </w:rPr>
            </w:pPr>
            <w:r w:rsidRPr="000D72F9">
              <w:rPr>
                <w:u w:val="single"/>
                <w:lang w:val="es-ES_tradnl"/>
              </w:rPr>
              <w:lastRenderedPageBreak/>
              <w:t>Jueves, 5 de diciembre de 2024</w:t>
            </w:r>
          </w:p>
          <w:p w14:paraId="2EA098CA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62125007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10.00 – 13.00</w:t>
            </w:r>
          </w:p>
          <w:p w14:paraId="739503CB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36BF6820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680A6452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15.00 – 18.00</w:t>
            </w:r>
          </w:p>
        </w:tc>
        <w:tc>
          <w:tcPr>
            <w:tcW w:w="5828" w:type="dxa"/>
            <w:shd w:val="clear" w:color="auto" w:fill="auto"/>
          </w:tcPr>
          <w:p w14:paraId="71B78FAD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2A0FE3A6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3E9D1E43" w14:textId="11137C2D" w:rsidR="000D72F9" w:rsidRPr="000D72F9" w:rsidRDefault="000D72F9" w:rsidP="000D72F9">
            <w:pPr>
              <w:ind w:left="917" w:hanging="945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2C9ECAB4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62D3377A" w14:textId="23C96E98" w:rsidR="000D72F9" w:rsidRPr="000D72F9" w:rsidRDefault="000D72F9" w:rsidP="000D72F9">
            <w:pPr>
              <w:ind w:left="917" w:hanging="945"/>
              <w:rPr>
                <w:i/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5C042639" w14:textId="77777777" w:rsidR="000D72F9" w:rsidRPr="000D72F9" w:rsidRDefault="000D72F9" w:rsidP="00A564DE">
            <w:pPr>
              <w:ind w:left="1038" w:hanging="1038"/>
              <w:rPr>
                <w:lang w:val="es-ES_tradnl"/>
              </w:rPr>
            </w:pPr>
          </w:p>
          <w:p w14:paraId="263B4FEB" w14:textId="77777777" w:rsidR="000D72F9" w:rsidRPr="000D72F9" w:rsidRDefault="000D72F9" w:rsidP="00A564DE">
            <w:pPr>
              <w:ind w:left="1052" w:hanging="1052"/>
              <w:rPr>
                <w:lang w:val="es-ES_tradnl"/>
              </w:rPr>
            </w:pPr>
          </w:p>
        </w:tc>
      </w:tr>
      <w:tr w:rsidR="000D72F9" w:rsidRPr="000D72F9" w14:paraId="0D6E9E35" w14:textId="77777777" w:rsidTr="00A564DE">
        <w:trPr>
          <w:trHeight w:val="349"/>
        </w:trPr>
        <w:tc>
          <w:tcPr>
            <w:tcW w:w="3527" w:type="dxa"/>
            <w:gridSpan w:val="2"/>
            <w:shd w:val="clear" w:color="auto" w:fill="auto"/>
          </w:tcPr>
          <w:p w14:paraId="5CE6BDEF" w14:textId="77777777" w:rsidR="000D72F9" w:rsidRPr="000D72F9" w:rsidRDefault="000D72F9" w:rsidP="00A564DE">
            <w:pPr>
              <w:rPr>
                <w:u w:val="single"/>
                <w:lang w:val="es-ES_tradnl"/>
              </w:rPr>
            </w:pPr>
            <w:r w:rsidRPr="000D72F9">
              <w:rPr>
                <w:u w:val="single"/>
                <w:lang w:val="es-ES_tradnl"/>
              </w:rPr>
              <w:t>Viernes, 6 de diciembre de 2024</w:t>
            </w:r>
          </w:p>
          <w:p w14:paraId="1B1167D2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05C8AFA5" w14:textId="77777777" w:rsidR="000D72F9" w:rsidRPr="000D72F9" w:rsidRDefault="000D72F9" w:rsidP="00A564DE">
            <w:pPr>
              <w:rPr>
                <w:lang w:val="es-ES_tradnl"/>
              </w:rPr>
            </w:pPr>
            <w:r w:rsidRPr="000D72F9">
              <w:rPr>
                <w:lang w:val="es-ES_tradnl"/>
              </w:rPr>
              <w:t>10.00 – 13.00</w:t>
            </w:r>
          </w:p>
          <w:p w14:paraId="7F0703EF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4B2EF477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636550D2" w14:textId="77777777" w:rsidR="000D72F9" w:rsidRPr="000D72F9" w:rsidRDefault="000D72F9" w:rsidP="00A564DE">
            <w:pPr>
              <w:rPr>
                <w:u w:val="single"/>
                <w:lang w:val="es-ES_tradnl"/>
              </w:rPr>
            </w:pPr>
            <w:r w:rsidRPr="000D72F9">
              <w:rPr>
                <w:lang w:val="es-ES_tradnl"/>
              </w:rPr>
              <w:t>15.00 – 18.00</w:t>
            </w:r>
          </w:p>
        </w:tc>
        <w:tc>
          <w:tcPr>
            <w:tcW w:w="5828" w:type="dxa"/>
            <w:shd w:val="clear" w:color="auto" w:fill="auto"/>
          </w:tcPr>
          <w:p w14:paraId="40DA6F17" w14:textId="77777777" w:rsidR="000D72F9" w:rsidRPr="000D72F9" w:rsidRDefault="000D72F9" w:rsidP="00A564DE">
            <w:pPr>
              <w:rPr>
                <w:lang w:val="es-ES_tradnl"/>
              </w:rPr>
            </w:pPr>
          </w:p>
          <w:p w14:paraId="16E4A74A" w14:textId="77777777" w:rsidR="000D72F9" w:rsidRPr="000D72F9" w:rsidRDefault="000D72F9" w:rsidP="00A564DE">
            <w:pPr>
              <w:rPr>
                <w:b/>
                <w:lang w:val="es-ES_tradnl"/>
              </w:rPr>
            </w:pPr>
          </w:p>
          <w:p w14:paraId="5CF284DE" w14:textId="1CEE898E" w:rsidR="000D72F9" w:rsidRPr="000D72F9" w:rsidRDefault="000D72F9" w:rsidP="000D72F9">
            <w:pPr>
              <w:ind w:left="917" w:hanging="945"/>
              <w:rPr>
                <w:i/>
                <w:lang w:val="es-ES_tradnl"/>
              </w:rPr>
            </w:pPr>
            <w:r w:rsidRPr="000D72F9">
              <w:rPr>
                <w:b/>
                <w:lang w:val="es-ES_tradnl"/>
              </w:rPr>
              <w:t>Punto 5: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Conocimientos tradicionales/Expresiones culturales tradicionales (</w:t>
            </w:r>
            <w:r w:rsidRPr="000D72F9">
              <w:rPr>
                <w:i/>
                <w:lang w:val="es-ES_tradnl"/>
              </w:rPr>
              <w:t>continuación)</w:t>
            </w:r>
          </w:p>
          <w:p w14:paraId="5EE02152" w14:textId="77777777" w:rsidR="000D72F9" w:rsidRPr="000D72F9" w:rsidRDefault="000D72F9" w:rsidP="00A564DE">
            <w:pPr>
              <w:ind w:left="1052" w:hanging="1052"/>
              <w:rPr>
                <w:i/>
                <w:lang w:val="es-ES_tradnl"/>
              </w:rPr>
            </w:pPr>
          </w:p>
          <w:p w14:paraId="576B3D79" w14:textId="0B2C2216" w:rsidR="000D72F9" w:rsidRPr="000D72F9" w:rsidRDefault="000D72F9" w:rsidP="00A564D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6:</w:t>
            </w:r>
            <w:r w:rsidRPr="000D72F9">
              <w:rPr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Otras cuestiones</w:t>
            </w:r>
          </w:p>
          <w:p w14:paraId="4822405F" w14:textId="77777777" w:rsidR="000D72F9" w:rsidRPr="000D72F9" w:rsidRDefault="000D72F9" w:rsidP="00A564D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es-ES_tradnl"/>
              </w:rPr>
            </w:pPr>
          </w:p>
          <w:p w14:paraId="650C4830" w14:textId="06572B8D" w:rsidR="000D72F9" w:rsidRPr="000D72F9" w:rsidRDefault="000D72F9" w:rsidP="00A564D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es-ES_tradnl"/>
              </w:rPr>
            </w:pPr>
            <w:r w:rsidRPr="000D72F9">
              <w:rPr>
                <w:b/>
                <w:lang w:val="es-ES_tradnl"/>
              </w:rPr>
              <w:t>Punto 7:</w:t>
            </w:r>
            <w:r w:rsidRPr="000D72F9">
              <w:rPr>
                <w:b/>
                <w:lang w:val="es-ES_tradnl"/>
              </w:rPr>
              <w:t xml:space="preserve"> </w:t>
            </w:r>
            <w:r w:rsidRPr="000D72F9">
              <w:rPr>
                <w:lang w:val="es-ES_tradnl"/>
              </w:rPr>
              <w:t>Clausura de la sesión</w:t>
            </w:r>
          </w:p>
          <w:p w14:paraId="233A44D0" w14:textId="77777777" w:rsidR="000D72F9" w:rsidRPr="000D72F9" w:rsidRDefault="000D72F9" w:rsidP="00A564DE">
            <w:pPr>
              <w:ind w:left="1232" w:hanging="1232"/>
              <w:rPr>
                <w:lang w:val="es-ES_tradnl"/>
              </w:rPr>
            </w:pPr>
          </w:p>
        </w:tc>
      </w:tr>
    </w:tbl>
    <w:p w14:paraId="19A60370" w14:textId="77777777" w:rsidR="000D72F9" w:rsidRPr="000D72F9" w:rsidRDefault="000D72F9" w:rsidP="000D72F9">
      <w:pPr>
        <w:pStyle w:val="Endofdocument-Annex"/>
        <w:ind w:left="0"/>
        <w:rPr>
          <w:lang w:val="es-ES_tradnl"/>
        </w:rPr>
      </w:pPr>
    </w:p>
    <w:p w14:paraId="54D54B0D" w14:textId="2CC4CB83" w:rsidR="00152CEA" w:rsidRPr="000D72F9" w:rsidRDefault="000D72F9" w:rsidP="000D72F9">
      <w:pPr>
        <w:pStyle w:val="Endofdocument-Annex"/>
        <w:spacing w:before="600"/>
        <w:rPr>
          <w:lang w:val="es-ES_tradnl"/>
        </w:rPr>
      </w:pPr>
      <w:r w:rsidRPr="000D72F9">
        <w:rPr>
          <w:lang w:val="es-ES_tradnl"/>
        </w:rPr>
        <w:t>[Fin del documento]</w:t>
      </w:r>
    </w:p>
    <w:sectPr w:rsidR="00152CEA" w:rsidRPr="000D72F9" w:rsidSect="000D72F9"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92341" w14:textId="77777777" w:rsidR="000D72F9" w:rsidRDefault="000D72F9">
      <w:r>
        <w:separator/>
      </w:r>
    </w:p>
  </w:endnote>
  <w:endnote w:type="continuationSeparator" w:id="0">
    <w:p w14:paraId="0FE5FED7" w14:textId="77777777" w:rsidR="000D72F9" w:rsidRPr="009D30E6" w:rsidRDefault="000D72F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56E32C9" w14:textId="77777777" w:rsidR="000D72F9" w:rsidRPr="007E663E" w:rsidRDefault="000D72F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F861A1D" w14:textId="77777777" w:rsidR="000D72F9" w:rsidRPr="007E663E" w:rsidRDefault="000D72F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6A0F" w14:textId="73EDAC64" w:rsidR="005B2ABD" w:rsidRDefault="005B2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90809" w14:textId="7CD43477" w:rsidR="005B2ABD" w:rsidRDefault="005B2A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6C88F" w14:textId="76B79B78" w:rsidR="005B2ABD" w:rsidRDefault="005B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1248C" w14:textId="77777777" w:rsidR="000D72F9" w:rsidRDefault="000D72F9">
      <w:r>
        <w:separator/>
      </w:r>
    </w:p>
  </w:footnote>
  <w:footnote w:type="continuationSeparator" w:id="0">
    <w:p w14:paraId="13F8917D" w14:textId="77777777" w:rsidR="000D72F9" w:rsidRPr="009D30E6" w:rsidRDefault="000D72F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1F21A8A" w14:textId="77777777" w:rsidR="000D72F9" w:rsidRPr="007E663E" w:rsidRDefault="000D72F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7EC9712" w14:textId="77777777" w:rsidR="000D72F9" w:rsidRPr="007E663E" w:rsidRDefault="000D72F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121E" w14:textId="77777777" w:rsidR="00AE7F20" w:rsidRPr="00EB0D93" w:rsidRDefault="000D72F9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WIPO/GRTKF/IC/49/INF/3</w:t>
    </w:r>
  </w:p>
  <w:p w14:paraId="4DB9E057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6EE04278" w14:textId="77777777" w:rsidR="00AE7F20" w:rsidRDefault="00AE7F20" w:rsidP="00477D6B">
    <w:pPr>
      <w:jc w:val="right"/>
    </w:pPr>
  </w:p>
  <w:p w14:paraId="2C62DFC5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3226">
    <w:abstractNumId w:val="2"/>
  </w:num>
  <w:num w:numId="2" w16cid:durableId="1821312304">
    <w:abstractNumId w:val="4"/>
  </w:num>
  <w:num w:numId="3" w16cid:durableId="337391865">
    <w:abstractNumId w:val="0"/>
  </w:num>
  <w:num w:numId="4" w16cid:durableId="460195966">
    <w:abstractNumId w:val="5"/>
  </w:num>
  <w:num w:numId="5" w16cid:durableId="1350906303">
    <w:abstractNumId w:val="1"/>
  </w:num>
  <w:num w:numId="6" w16cid:durableId="592860106">
    <w:abstractNumId w:val="3"/>
  </w:num>
  <w:num w:numId="7" w16cid:durableId="60288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2F9"/>
    <w:rsid w:val="00010686"/>
    <w:rsid w:val="00034F39"/>
    <w:rsid w:val="00052915"/>
    <w:rsid w:val="00091029"/>
    <w:rsid w:val="000D72F9"/>
    <w:rsid w:val="000E3BB3"/>
    <w:rsid w:val="000F4461"/>
    <w:rsid w:val="000F5C47"/>
    <w:rsid w:val="000F5E56"/>
    <w:rsid w:val="001362EE"/>
    <w:rsid w:val="00152CEA"/>
    <w:rsid w:val="001832A6"/>
    <w:rsid w:val="001C6317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ABD"/>
    <w:rsid w:val="005B2EAE"/>
    <w:rsid w:val="005D1ECF"/>
    <w:rsid w:val="00605827"/>
    <w:rsid w:val="00675021"/>
    <w:rsid w:val="006A06C6"/>
    <w:rsid w:val="007224C8"/>
    <w:rsid w:val="00753307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24C8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6A2E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252FBE"/>
  <w15:docId w15:val="{8531479A-C68D-4C64-A317-3CD38C64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0D72F9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0D72F9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(S).dotm</Template>
  <TotalTime>7</TotalTime>
  <Pages>3</Pages>
  <Words>370</Words>
  <Characters>2655</Characters>
  <Application>Microsoft Office Word</Application>
  <DocSecurity>0</DocSecurity>
  <Lines>147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</vt:lpstr>
    </vt:vector>
  </TitlesOfParts>
  <Company>WIPO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WIPO/GRTKF/IC/49/INF/3</dc:title>
  <dc:creator>BOU LLORET Amparo</dc:creator>
  <cp:keywords>FOR OFFICIAL USE ONLY</cp:keywords>
  <cp:lastModifiedBy>BOU LLORET Amparo</cp:lastModifiedBy>
  <cp:revision>1</cp:revision>
  <dcterms:created xsi:type="dcterms:W3CDTF">2024-11-21T11:02:00Z</dcterms:created>
  <dcterms:modified xsi:type="dcterms:W3CDTF">2024-11-21T11:10:00Z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2024-11-21T11:06:08Z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39944798-816a-451a-8ab1-0e02ca35c915</vt:lpwstr>
  </property>
  <property fmtid="{D5CDD505-2E9C-101B-9397-08002B2CF9AE}" pid="14" name="MSIP_Label_20773ee6-353b-4fb9-a59d-0b94c8c67bea_ContentBits">
    <vt:lpwstr>0</vt:lpwstr>
  </property>
</Properties>
</file>