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6A5810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6A5810">
              <w:t>3</w:t>
            </w:r>
            <w:r w:rsidR="0015593C">
              <w:t>/</w:t>
            </w:r>
            <w:r w:rsidR="001D29C0">
              <w:t>INF/3</w:t>
            </w:r>
            <w:r w:rsidR="00EC3B5F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D29C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1D29C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C3B5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C3B5F">
              <w:rPr>
                <w:rFonts w:hint="cs"/>
                <w:rtl/>
              </w:rPr>
              <w:t>21</w:t>
            </w:r>
            <w:r w:rsidRPr="00B6101C">
              <w:rPr>
                <w:rFonts w:hint="cs"/>
                <w:rtl/>
              </w:rPr>
              <w:t xml:space="preserve"> </w:t>
            </w:r>
            <w:r w:rsidR="00EC3B5F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F55FB5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F55FB5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F55FB5">
        <w:rPr>
          <w:rFonts w:ascii="Cambria Math" w:hAnsi="Cambria Math" w:hint="cs"/>
          <w:rtl/>
        </w:rPr>
        <w:t>الثالثة</w:t>
      </w:r>
      <w:r w:rsidRPr="00783D11">
        <w:rPr>
          <w:rFonts w:ascii="Cambria Math" w:hAnsi="Cambria Math"/>
          <w:rtl/>
        </w:rPr>
        <w:t xml:space="preserve"> </w:t>
      </w:r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F55FB5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F55FB5">
        <w:rPr>
          <w:rFonts w:hint="cs"/>
          <w:rtl/>
        </w:rPr>
        <w:t>27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فبراير </w:t>
      </w:r>
      <w:r w:rsidRPr="0015593C">
        <w:rPr>
          <w:rtl/>
        </w:rPr>
        <w:t xml:space="preserve">إلى </w:t>
      </w:r>
      <w:r w:rsidR="00F55FB5">
        <w:rPr>
          <w:rFonts w:hint="cs"/>
          <w:rtl/>
        </w:rPr>
        <w:t>3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مارس </w:t>
      </w:r>
      <w:r w:rsidRPr="0015593C">
        <w:rPr>
          <w:rtl/>
        </w:rPr>
        <w:t>201</w:t>
      </w:r>
      <w:r w:rsidR="00F55FB5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D29C0" w:rsidP="001D29C0">
      <w:pPr>
        <w:pStyle w:val="DocumentTitleAR"/>
        <w:bidi/>
        <w:rPr>
          <w:rtl/>
        </w:rPr>
      </w:pPr>
      <w:r w:rsidRPr="001D29C0">
        <w:rPr>
          <w:rtl/>
        </w:rPr>
        <w:t xml:space="preserve">مشروع برنامج الدورة </w:t>
      </w:r>
      <w:r>
        <w:rPr>
          <w:rFonts w:hint="cs"/>
          <w:rtl/>
        </w:rPr>
        <w:t>الثالثة</w:t>
      </w:r>
      <w:r w:rsidRPr="001D29C0">
        <w:rPr>
          <w:rtl/>
        </w:rPr>
        <w:t xml:space="preserve"> والثلاثين</w:t>
      </w:r>
    </w:p>
    <w:p w:rsidR="00D61541" w:rsidRPr="00D61541" w:rsidRDefault="001D29C0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1D29C0" w:rsidRDefault="001D29C0" w:rsidP="001D29C0">
      <w:pPr>
        <w:pStyle w:val="NumberedParaAR"/>
      </w:pPr>
      <w:r w:rsidRPr="00EF2C6F">
        <w:rPr>
          <w:rtl/>
        </w:rPr>
        <w:t xml:space="preserve">استجابة لطلب </w:t>
      </w:r>
      <w:r w:rsidRPr="00743943">
        <w:rPr>
          <w:rFonts w:hint="cs"/>
          <w:rtl/>
        </w:rPr>
        <w:t xml:space="preserve">اللجنة الحكومية الدولية المعنية بالملكية الفكرية والموارد الوراثية والمعارف التقليدية والفولكلور ("اللجنة") بتعميم مشروع لبرنامج العمل المقترح، تحتوي هذه الوثيقة على مشروع برنامج العمل المقترح للدورة </w:t>
      </w:r>
      <w:r>
        <w:rPr>
          <w:rFonts w:hint="cs"/>
          <w:rtl/>
        </w:rPr>
        <w:t>الثالثة والثلاثين</w:t>
      </w:r>
      <w:r w:rsidRPr="00743943">
        <w:rPr>
          <w:rFonts w:hint="cs"/>
          <w:rtl/>
        </w:rPr>
        <w:t xml:space="preserve"> للجنة. </w:t>
      </w:r>
      <w:r w:rsidRPr="003C28D6">
        <w:rPr>
          <w:rtl/>
        </w:rPr>
        <w:t>ويكتسي مشروع البرنامج طابعا إرشاديا فقط، ذلك أن التنظيم الفعلي لعمل اللجنة يبقى في عهدة الرئيس وأعضاء اللجنة وفقا للنظام الداخلي.</w:t>
      </w:r>
    </w:p>
    <w:p w:rsidR="001D29C0" w:rsidRPr="00743943" w:rsidRDefault="001D29C0" w:rsidP="001D29C0">
      <w:pPr>
        <w:pStyle w:val="NormalParaAR"/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1D29C0" w:rsidRPr="00743943" w:rsidTr="001D29C0">
        <w:trPr>
          <w:cantSplit/>
          <w:trHeight w:val="2280"/>
        </w:trPr>
        <w:tc>
          <w:tcPr>
            <w:tcW w:w="3303" w:type="dxa"/>
            <w:shd w:val="clear" w:color="auto" w:fill="auto"/>
          </w:tcPr>
          <w:p w:rsidR="001D29C0" w:rsidRPr="00743943" w:rsidRDefault="001D29C0" w:rsidP="001D29C0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الأحد </w:t>
            </w:r>
            <w:r>
              <w:rPr>
                <w:rFonts w:hint="cs"/>
                <w:u w:val="single"/>
                <w:rtl/>
              </w:rPr>
              <w:t>26 فبراير 2017</w:t>
            </w:r>
          </w:p>
          <w:p w:rsidR="001D29C0" w:rsidRPr="00743943" w:rsidRDefault="001D29C0" w:rsidP="00546CD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>ابتداء من الساعة 1</w:t>
            </w:r>
            <w:r>
              <w:rPr>
                <w:rFonts w:hint="cs"/>
                <w:rtl/>
              </w:rPr>
              <w:t>4</w:t>
            </w:r>
            <w:r w:rsidRPr="00743943">
              <w:rPr>
                <w:rFonts w:hint="cs"/>
                <w:rtl/>
              </w:rPr>
              <w:t>:00</w:t>
            </w:r>
          </w:p>
        </w:tc>
        <w:tc>
          <w:tcPr>
            <w:tcW w:w="6268" w:type="dxa"/>
            <w:shd w:val="clear" w:color="auto" w:fill="auto"/>
          </w:tcPr>
          <w:p w:rsidR="001D29C0" w:rsidRPr="00743943" w:rsidRDefault="001D29C0" w:rsidP="00546CD1">
            <w:pPr>
              <w:pStyle w:val="NormalParaAR"/>
              <w:rPr>
                <w:rtl/>
              </w:rPr>
            </w:pPr>
          </w:p>
          <w:p w:rsidR="001D29C0" w:rsidRPr="00743943" w:rsidRDefault="001D29C0" w:rsidP="00546CD1">
            <w:pPr>
              <w:pStyle w:val="NormalParaAR"/>
              <w:spacing w:after="120"/>
              <w:rPr>
                <w:rtl/>
              </w:rPr>
            </w:pPr>
            <w:r w:rsidRPr="00743943">
              <w:rPr>
                <w:rtl/>
              </w:rPr>
              <w:t>منتدى السكان الأصليين الاستشاري</w:t>
            </w:r>
          </w:p>
          <w:p w:rsidR="001D29C0" w:rsidRPr="00C213AD" w:rsidRDefault="001D29C0" w:rsidP="00546CD1">
            <w:pPr>
              <w:pStyle w:val="NormalParaAR"/>
              <w:rPr>
                <w:rtl/>
              </w:rPr>
            </w:pPr>
            <w:r w:rsidRPr="00C213AD">
              <w:rPr>
                <w:rFonts w:hint="cs"/>
                <w:rtl/>
              </w:rPr>
              <w:t>يحضره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1D29C0" w:rsidRPr="00743943" w:rsidTr="001D29C0">
        <w:trPr>
          <w:cantSplit/>
          <w:trHeight w:val="144"/>
        </w:trPr>
        <w:tc>
          <w:tcPr>
            <w:tcW w:w="3303" w:type="dxa"/>
            <w:shd w:val="clear" w:color="auto" w:fill="auto"/>
          </w:tcPr>
          <w:p w:rsidR="001D29C0" w:rsidRPr="007F091B" w:rsidRDefault="001D29C0" w:rsidP="001D29C0">
            <w:pPr>
              <w:pStyle w:val="NormalParaAR"/>
              <w:rPr>
                <w:u w:val="single"/>
                <w:rtl/>
                <w:lang w:val="fr-CH"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>
              <w:rPr>
                <w:rFonts w:hint="cs"/>
                <w:u w:val="single"/>
                <w:rtl/>
              </w:rPr>
              <w:t>27 فبراير 2017</w:t>
            </w:r>
          </w:p>
          <w:p w:rsidR="001D29C0" w:rsidRPr="00AE4996" w:rsidRDefault="001D29C0" w:rsidP="00546CD1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1D29C0" w:rsidRPr="001D29C0" w:rsidRDefault="001D29C0" w:rsidP="001D29C0">
            <w:pPr>
              <w:pStyle w:val="NormalParaAR"/>
              <w:rPr>
                <w:b/>
                <w:bCs/>
                <w:rtl/>
              </w:rPr>
            </w:pPr>
          </w:p>
          <w:p w:rsidR="001D29C0" w:rsidRPr="00743943" w:rsidRDefault="001D29C0" w:rsidP="00546CD1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1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743943">
              <w:rPr>
                <w:rFonts w:hint="cs"/>
                <w:rtl/>
              </w:rPr>
              <w:t>افتتاح الدورة</w:t>
            </w:r>
          </w:p>
          <w:p w:rsidR="001D29C0" w:rsidRDefault="001D29C0" w:rsidP="00546CD1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2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جدول الأعمال</w:t>
            </w:r>
          </w:p>
          <w:p w:rsidR="001D29C0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Pr="0073507F">
              <w:t>WIPO/GRTKF/</w:t>
            </w:r>
            <w:r>
              <w:t>IC/33</w:t>
            </w:r>
            <w:r w:rsidRPr="0073507F">
              <w:t>/1 Pro</w:t>
            </w:r>
            <w:r>
              <w:t>v.</w:t>
            </w:r>
            <w:r w:rsidR="00EC3B5F">
              <w:t> 2</w:t>
            </w:r>
          </w:p>
          <w:p w:rsidR="001D29C0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WIPO/GRTKF/IC/33/INF/2</w:t>
            </w:r>
            <w:r w:rsidR="00EC3B5F">
              <w:t> Rev.</w:t>
            </w:r>
          </w:p>
          <w:p w:rsidR="001D29C0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WIPO/GRTKF/IC/33/INF/3</w:t>
            </w:r>
            <w:r w:rsidR="00EC3B5F">
              <w:t> Rev.</w:t>
            </w:r>
          </w:p>
          <w:p w:rsidR="001D29C0" w:rsidRPr="00743943" w:rsidRDefault="001D29C0" w:rsidP="001D29C0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3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326790">
              <w:rPr>
                <w:rtl/>
              </w:rPr>
              <w:t xml:space="preserve">اعتماد تقرير الدورة </w:t>
            </w:r>
            <w:r>
              <w:rPr>
                <w:rFonts w:hint="cs"/>
                <w:rtl/>
              </w:rPr>
              <w:t>الثانية والثلاثين</w:t>
            </w:r>
          </w:p>
          <w:p w:rsidR="001D29C0" w:rsidRPr="00743943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r>
              <w:rPr>
                <w:rtl/>
              </w:rPr>
              <w:t xml:space="preserve">الوثيقة </w:t>
            </w:r>
            <w:r>
              <w:t>WIPO/GRTKF/IC/33/11 Prov. 2</w:t>
            </w:r>
          </w:p>
          <w:p w:rsidR="001D29C0" w:rsidRPr="00743943" w:rsidRDefault="001D29C0" w:rsidP="00546CD1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4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بعض المنظمات</w:t>
            </w:r>
          </w:p>
          <w:p w:rsidR="001D29C0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r>
              <w:rPr>
                <w:rFonts w:hint="cs"/>
                <w:rtl/>
              </w:rPr>
              <w:t xml:space="preserve">الوثيقة </w:t>
            </w:r>
            <w:r w:rsidRPr="004957F0">
              <w:t>WIPO/GRTKF/</w:t>
            </w:r>
            <w:r>
              <w:t>IC/33/</w:t>
            </w:r>
            <w:r w:rsidRPr="004957F0">
              <w:t>2</w:t>
            </w:r>
          </w:p>
          <w:p w:rsidR="001D29C0" w:rsidRPr="00743943" w:rsidRDefault="001D29C0" w:rsidP="001D29C0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مشاركة الجماعات الأصلية والمحلية</w:t>
            </w:r>
          </w:p>
          <w:p w:rsidR="001D29C0" w:rsidRPr="00743943" w:rsidRDefault="001D29C0" w:rsidP="00546CD1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صندوق التبرعات</w:t>
            </w:r>
          </w:p>
          <w:p w:rsidR="001D29C0" w:rsidRPr="00743943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</w:t>
            </w:r>
            <w:r>
              <w:t>IC/33/</w:t>
            </w:r>
            <w:r w:rsidRPr="00743943">
              <w:t>3</w:t>
            </w:r>
          </w:p>
          <w:p w:rsidR="001D29C0" w:rsidRPr="00743943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</w:t>
            </w:r>
            <w:r>
              <w:t>IC/33/</w:t>
            </w:r>
            <w:r w:rsidRPr="00743943">
              <w:t>INF/4</w:t>
            </w:r>
          </w:p>
          <w:p w:rsidR="001D29C0" w:rsidRPr="00743943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</w:t>
            </w:r>
            <w:r>
              <w:t>IC/33/</w:t>
            </w:r>
            <w:r w:rsidRPr="00743943">
              <w:t>INF/6</w:t>
            </w:r>
          </w:p>
          <w:p w:rsidR="001D29C0" w:rsidRPr="00743943" w:rsidRDefault="001D29C0" w:rsidP="00546CD1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منبر الجماعات الأصلية والمحلية</w:t>
            </w:r>
          </w:p>
          <w:p w:rsidR="001D29C0" w:rsidRPr="006B7243" w:rsidRDefault="001D29C0" w:rsidP="00546CD1">
            <w:pPr>
              <w:pStyle w:val="NormalParaAR"/>
              <w:keepNext/>
              <w:spacing w:after="0"/>
              <w:ind w:left="1134"/>
              <w:rPr>
                <w:i/>
                <w:iCs/>
                <w:rtl/>
              </w:rPr>
            </w:pPr>
            <w:r w:rsidRPr="006B7243">
              <w:rPr>
                <w:i/>
                <w:iCs/>
                <w:rtl/>
              </w:rPr>
              <w:t>ليس جزءا رسميا من دورة اللجنة، لكنه سيُذكر في تقريرها</w:t>
            </w:r>
          </w:p>
          <w:p w:rsidR="001D29C0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IC/33/</w:t>
            </w:r>
            <w:r w:rsidRPr="00743943">
              <w:t>INF/5</w:t>
            </w:r>
          </w:p>
          <w:p w:rsidR="001D29C0" w:rsidRDefault="001D29C0" w:rsidP="001D29C0">
            <w:pPr>
              <w:pStyle w:val="NormalParaAR"/>
              <w:keepNext/>
              <w:spacing w:after="0"/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أشكال التعبير الثقافي التقليدي</w:t>
            </w:r>
          </w:p>
          <w:p w:rsidR="001D29C0" w:rsidRPr="00743943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IC/33/</w:t>
            </w:r>
            <w:r w:rsidRPr="00743943">
              <w:t>4</w:t>
            </w:r>
          </w:p>
          <w:p w:rsidR="00EC3B5F" w:rsidRDefault="00EC3B5F" w:rsidP="00EC3B5F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IC/33/5</w:t>
            </w:r>
          </w:p>
          <w:p w:rsidR="00EC3B5F" w:rsidRDefault="00EC3B5F" w:rsidP="00EC3B5F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IC/33/6</w:t>
            </w:r>
          </w:p>
          <w:p w:rsidR="001D29C0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IC/33/</w:t>
            </w:r>
            <w:r w:rsidRPr="00743943">
              <w:t>INF/</w:t>
            </w:r>
            <w:r>
              <w:t>7</w:t>
            </w:r>
          </w:p>
          <w:p w:rsidR="001D29C0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IC/33/</w:t>
            </w:r>
            <w:r w:rsidRPr="00743943">
              <w:t>INF/</w:t>
            </w:r>
            <w:r>
              <w:t>8</w:t>
            </w:r>
          </w:p>
          <w:p w:rsidR="001D29C0" w:rsidRPr="00743943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IC/33/</w:t>
            </w:r>
            <w:r w:rsidRPr="00743943">
              <w:t>INF/</w:t>
            </w:r>
            <w:r>
              <w:t>9</w:t>
            </w:r>
          </w:p>
        </w:tc>
      </w:tr>
      <w:tr w:rsidR="001D29C0" w:rsidRPr="00743943" w:rsidTr="001D29C0">
        <w:trPr>
          <w:cantSplit/>
          <w:trHeight w:val="428"/>
        </w:trPr>
        <w:tc>
          <w:tcPr>
            <w:tcW w:w="3303" w:type="dxa"/>
            <w:shd w:val="clear" w:color="auto" w:fill="auto"/>
          </w:tcPr>
          <w:p w:rsidR="001D29C0" w:rsidRPr="001D29C0" w:rsidRDefault="001D29C0" w:rsidP="001D29C0">
            <w:pPr>
              <w:pStyle w:val="NormalParaAR"/>
              <w:rPr>
                <w:rtl/>
              </w:rPr>
            </w:pPr>
            <w:r w:rsidRPr="006B7243">
              <w:rPr>
                <w:rtl/>
              </w:rPr>
              <w:t>15:00 – 18:00</w:t>
            </w:r>
          </w:p>
        </w:tc>
        <w:tc>
          <w:tcPr>
            <w:tcW w:w="6268" w:type="dxa"/>
            <w:shd w:val="clear" w:color="auto" w:fill="auto"/>
          </w:tcPr>
          <w:p w:rsidR="001D29C0" w:rsidRDefault="001D29C0" w:rsidP="001D29C0">
            <w:pPr>
              <w:pStyle w:val="NormalParaAR"/>
              <w:spacing w:after="0"/>
              <w:rPr>
                <w:b/>
                <w:b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أشكال التعبير الثقافي التقليدي </w:t>
            </w:r>
            <w:r w:rsidRPr="001D29C0">
              <w:rPr>
                <w:rFonts w:hint="cs"/>
                <w:i/>
                <w:iCs/>
                <w:rtl/>
              </w:rPr>
              <w:t>(تابع)</w:t>
            </w:r>
          </w:p>
        </w:tc>
      </w:tr>
      <w:tr w:rsidR="001D29C0" w:rsidRPr="00743943" w:rsidTr="001D29C0">
        <w:trPr>
          <w:cantSplit/>
          <w:trHeight w:val="1800"/>
        </w:trPr>
        <w:tc>
          <w:tcPr>
            <w:tcW w:w="3303" w:type="dxa"/>
            <w:shd w:val="clear" w:color="auto" w:fill="auto"/>
          </w:tcPr>
          <w:p w:rsidR="001D29C0" w:rsidRPr="00743943" w:rsidRDefault="001D29C0" w:rsidP="001D29C0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الثلاثاء </w:t>
            </w:r>
            <w:r>
              <w:rPr>
                <w:rFonts w:hint="cs"/>
                <w:u w:val="single"/>
                <w:rtl/>
              </w:rPr>
              <w:t>28 فبراير 2017</w:t>
            </w:r>
          </w:p>
          <w:p w:rsidR="001D29C0" w:rsidRPr="00743943" w:rsidRDefault="001D29C0" w:rsidP="00546CD1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1D29C0" w:rsidRPr="00743943" w:rsidRDefault="001D29C0" w:rsidP="00546CD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D29C0" w:rsidRDefault="001D29C0" w:rsidP="00546CD1">
            <w:pPr>
              <w:pStyle w:val="NormalParaAR"/>
              <w:rPr>
                <w:b/>
                <w:bCs/>
                <w:rtl/>
              </w:rPr>
            </w:pPr>
          </w:p>
          <w:p w:rsidR="001D29C0" w:rsidRPr="00743943" w:rsidRDefault="001D29C0" w:rsidP="001D29C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(تابع)</w:t>
            </w:r>
          </w:p>
          <w:p w:rsidR="001D29C0" w:rsidRPr="00743943" w:rsidRDefault="001D29C0" w:rsidP="001D29C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(تابع)</w:t>
            </w:r>
          </w:p>
        </w:tc>
      </w:tr>
      <w:tr w:rsidR="001D29C0" w:rsidRPr="00743943" w:rsidTr="001D29C0">
        <w:trPr>
          <w:cantSplit/>
          <w:trHeight w:val="1800"/>
        </w:trPr>
        <w:tc>
          <w:tcPr>
            <w:tcW w:w="3303" w:type="dxa"/>
            <w:shd w:val="clear" w:color="auto" w:fill="auto"/>
          </w:tcPr>
          <w:p w:rsidR="001D29C0" w:rsidRPr="00743943" w:rsidRDefault="001D29C0" w:rsidP="001D29C0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الأربعاء </w:t>
            </w:r>
            <w:r>
              <w:rPr>
                <w:rFonts w:hint="cs"/>
                <w:u w:val="single"/>
                <w:rtl/>
              </w:rPr>
              <w:t>1 مارس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2017</w:t>
            </w:r>
          </w:p>
          <w:p w:rsidR="001D29C0" w:rsidRPr="00743943" w:rsidRDefault="001D29C0" w:rsidP="00546CD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1D29C0" w:rsidRPr="00743943" w:rsidRDefault="001D29C0" w:rsidP="00546CD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D29C0" w:rsidRPr="00743943" w:rsidRDefault="001D29C0" w:rsidP="00546CD1">
            <w:pPr>
              <w:pStyle w:val="NormalParaAR"/>
              <w:rPr>
                <w:rtl/>
              </w:rPr>
            </w:pPr>
          </w:p>
          <w:p w:rsidR="001D29C0" w:rsidRPr="00743943" w:rsidRDefault="001D29C0" w:rsidP="001D29C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(تابع)</w:t>
            </w:r>
          </w:p>
          <w:p w:rsidR="001D29C0" w:rsidRPr="00743943" w:rsidRDefault="001D29C0" w:rsidP="001D29C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(تابع)</w:t>
            </w:r>
          </w:p>
        </w:tc>
      </w:tr>
      <w:tr w:rsidR="001D29C0" w:rsidRPr="00743943" w:rsidTr="001D29C0">
        <w:trPr>
          <w:cantSplit/>
          <w:trHeight w:val="1800"/>
        </w:trPr>
        <w:tc>
          <w:tcPr>
            <w:tcW w:w="3303" w:type="dxa"/>
            <w:shd w:val="clear" w:color="auto" w:fill="auto"/>
          </w:tcPr>
          <w:p w:rsidR="001D29C0" w:rsidRPr="00743943" w:rsidRDefault="001D29C0" w:rsidP="001D29C0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الخميس </w:t>
            </w:r>
            <w:r>
              <w:rPr>
                <w:rFonts w:hint="cs"/>
                <w:u w:val="single"/>
                <w:rtl/>
              </w:rPr>
              <w:t>2 مارس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2017</w:t>
            </w:r>
          </w:p>
          <w:p w:rsidR="001D29C0" w:rsidRPr="00743943" w:rsidRDefault="001D29C0" w:rsidP="00546CD1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1D29C0" w:rsidRPr="00743943" w:rsidRDefault="001D29C0" w:rsidP="00546CD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D29C0" w:rsidRPr="00743943" w:rsidRDefault="001D29C0" w:rsidP="00546CD1">
            <w:pPr>
              <w:pStyle w:val="NormalParaAR"/>
              <w:rPr>
                <w:rtl/>
              </w:rPr>
            </w:pPr>
          </w:p>
          <w:p w:rsidR="001D29C0" w:rsidRPr="00743943" w:rsidRDefault="001D29C0" w:rsidP="001D29C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(تابع)</w:t>
            </w:r>
          </w:p>
          <w:p w:rsidR="001D29C0" w:rsidRPr="00743943" w:rsidRDefault="001D29C0" w:rsidP="001D29C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(تابع)</w:t>
            </w:r>
          </w:p>
        </w:tc>
      </w:tr>
      <w:tr w:rsidR="001D29C0" w:rsidRPr="00743943" w:rsidTr="001D29C0">
        <w:trPr>
          <w:cantSplit/>
          <w:trHeight w:val="2545"/>
        </w:trPr>
        <w:tc>
          <w:tcPr>
            <w:tcW w:w="3303" w:type="dxa"/>
            <w:shd w:val="clear" w:color="auto" w:fill="auto"/>
          </w:tcPr>
          <w:p w:rsidR="001D29C0" w:rsidRPr="00743943" w:rsidRDefault="001D29C0" w:rsidP="001D29C0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الجمعة </w:t>
            </w:r>
            <w:r>
              <w:rPr>
                <w:rFonts w:hint="cs"/>
                <w:u w:val="single"/>
                <w:rtl/>
              </w:rPr>
              <w:t>3 مارس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2017</w:t>
            </w:r>
          </w:p>
          <w:p w:rsidR="001D29C0" w:rsidRPr="00743943" w:rsidRDefault="001D29C0" w:rsidP="00546CD1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1D29C0" w:rsidRPr="00743943" w:rsidRDefault="001D29C0" w:rsidP="00546CD1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D29C0" w:rsidRPr="00743943" w:rsidRDefault="001D29C0" w:rsidP="00546CD1">
            <w:pPr>
              <w:pStyle w:val="NormalParaAR"/>
              <w:rPr>
                <w:rtl/>
              </w:rPr>
            </w:pPr>
          </w:p>
          <w:p w:rsidR="001D29C0" w:rsidRPr="00743943" w:rsidRDefault="001D29C0" w:rsidP="001D29C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(تابع)</w:t>
            </w:r>
          </w:p>
          <w:p w:rsidR="001D29C0" w:rsidRPr="00743943" w:rsidRDefault="001D29C0" w:rsidP="001D29C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أية مسائل أخرى</w:t>
            </w:r>
          </w:p>
          <w:p w:rsidR="001D29C0" w:rsidRPr="00743943" w:rsidRDefault="001D29C0" w:rsidP="001D29C0">
            <w:pPr>
              <w:pStyle w:val="NormalParaAR"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8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اختتام الدورة</w:t>
            </w:r>
          </w:p>
        </w:tc>
      </w:tr>
    </w:tbl>
    <w:p w:rsidR="001D29C0" w:rsidRDefault="001D29C0" w:rsidP="001D29C0">
      <w:pPr>
        <w:pStyle w:val="EndofDocumentAR"/>
        <w:spacing w:before="480"/>
      </w:pPr>
      <w:r w:rsidRPr="00743943">
        <w:rPr>
          <w:rFonts w:hint="cs"/>
          <w:rtl/>
        </w:rPr>
        <w:t>[نهاية الوثيقة]</w:t>
      </w:r>
    </w:p>
    <w:sectPr w:rsidR="001D29C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491" w:rsidRDefault="00A65491">
      <w:r>
        <w:separator/>
      </w:r>
    </w:p>
  </w:endnote>
  <w:endnote w:type="continuationSeparator" w:id="0">
    <w:p w:rsidR="00A65491" w:rsidRDefault="00A6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491" w:rsidRDefault="00A6549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65491" w:rsidRDefault="00A6549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F55FB5">
    <w:r w:rsidRPr="0015593C">
      <w:t>WIPO/GRTKF/IC/</w:t>
    </w:r>
    <w:r w:rsidR="003E5324">
      <w:t>3</w:t>
    </w:r>
    <w:r w:rsidR="00F55FB5">
      <w:t>3</w:t>
    </w:r>
    <w:r w:rsidR="001D29C0">
      <w:t>/INF/3</w:t>
    </w:r>
    <w:r w:rsidR="00EC3B5F">
      <w:t xml:space="preserve"> Rev.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CB7A38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9C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004"/>
    <w:rsid w:val="001D0474"/>
    <w:rsid w:val="001D141D"/>
    <w:rsid w:val="001D1EBD"/>
    <w:rsid w:val="001D2184"/>
    <w:rsid w:val="001D24F3"/>
    <w:rsid w:val="001D2678"/>
    <w:rsid w:val="001D29C0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97F62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396A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491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A38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5F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1D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29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1D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29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0E26-E9F2-42B1-BC79-AF0AB7D0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GRTKF_IC_33_AR.dotx</Template>
  <TotalTime>12</TotalTime>
  <Pages>3</Pages>
  <Words>323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WIPO/GRTKF/IC/33/INF/3 (Arabic)</vt:lpstr>
    </vt:vector>
  </TitlesOfParts>
  <Company>World Intellectual Property Organization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WIPO/GRTKF/IC/33/INF/3 (Arabic)</dc:title>
  <dc:creator>Ahmed Hassan</dc:creator>
  <cp:lastModifiedBy>AHMIDOUCH Noureddine</cp:lastModifiedBy>
  <cp:revision>5</cp:revision>
  <cp:lastPrinted>2017-02-22T14:03:00Z</cp:lastPrinted>
  <dcterms:created xsi:type="dcterms:W3CDTF">2017-01-30T15:31:00Z</dcterms:created>
  <dcterms:modified xsi:type="dcterms:W3CDTF">2017-02-22T14:03:00Z</dcterms:modified>
</cp:coreProperties>
</file>