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B52364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605D93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B42A9E">
              <w:t>2</w:t>
            </w:r>
            <w:r w:rsidR="00605D93">
              <w:t>7</w:t>
            </w:r>
            <w:r w:rsidR="00743943">
              <w:t>/INF/3</w:t>
            </w:r>
            <w:r w:rsidR="005C0080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394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743943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5C008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5C0080">
              <w:t>21</w:t>
            </w:r>
            <w:r w:rsidR="00605D93">
              <w:rPr>
                <w:rFonts w:hint="cs"/>
                <w:rtl/>
              </w:rPr>
              <w:t xml:space="preserve"> مارس </w:t>
            </w:r>
            <w:r w:rsidR="00743943">
              <w:rPr>
                <w:rFonts w:hint="cs"/>
                <w:rtl/>
              </w:rPr>
              <w:t>201</w:t>
            </w:r>
            <w:r w:rsidR="00605D93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605D93" w:rsidRDefault="00605D93" w:rsidP="00605D93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>
        <w:rPr>
          <w:rFonts w:ascii="Cambria Math" w:hAnsi="Cambria Math" w:hint="cs"/>
          <w:rtl/>
        </w:rPr>
        <w:t>السا</w:t>
      </w:r>
      <w:r>
        <w:rPr>
          <w:rFonts w:ascii="Cambria Math" w:hAnsi="Cambria Math" w:hint="cs"/>
          <w:rtl/>
          <w:lang w:val="fr-CH"/>
        </w:rPr>
        <w:t>بع</w:t>
      </w:r>
      <w:r>
        <w:rPr>
          <w:rFonts w:ascii="Cambria Math" w:hAnsi="Cambria Math" w:hint="cs"/>
          <w:rtl/>
        </w:rPr>
        <w:t xml:space="preserve">ة </w:t>
      </w:r>
      <w:proofErr w:type="gramStart"/>
      <w:r>
        <w:rPr>
          <w:rFonts w:ascii="Cambria Math" w:hAnsi="Cambria Math" w:hint="cs"/>
          <w:rtl/>
        </w:rPr>
        <w:t>والعشرون</w:t>
      </w:r>
      <w:proofErr w:type="gramEnd"/>
    </w:p>
    <w:p w:rsidR="00605D93" w:rsidRDefault="00605D93" w:rsidP="00605D93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>
        <w:rPr>
          <w:rFonts w:hint="cs"/>
          <w:rtl/>
        </w:rPr>
        <w:t>24 مارس إلى 4 أبريل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43943" w:rsidP="00605D93">
      <w:pPr>
        <w:pStyle w:val="DocumentTitleAR"/>
        <w:bidi/>
        <w:rPr>
          <w:rtl/>
        </w:rPr>
      </w:pPr>
      <w:r w:rsidRPr="00743943">
        <w:rPr>
          <w:rtl/>
        </w:rPr>
        <w:t xml:space="preserve">مشروع برنامج الدورة </w:t>
      </w:r>
      <w:r w:rsidR="00605D93">
        <w:rPr>
          <w:rFonts w:hint="cs"/>
          <w:rtl/>
        </w:rPr>
        <w:t>السابعة</w:t>
      </w:r>
      <w:r w:rsidRPr="00743943">
        <w:rPr>
          <w:rtl/>
        </w:rPr>
        <w:t xml:space="preserve"> </w:t>
      </w:r>
      <w:proofErr w:type="gramStart"/>
      <w:r w:rsidRPr="00743943">
        <w:rPr>
          <w:rtl/>
        </w:rPr>
        <w:t>والعشرين</w:t>
      </w:r>
      <w:proofErr w:type="gramEnd"/>
    </w:p>
    <w:p w:rsidR="00D61541" w:rsidRPr="00D61541" w:rsidRDefault="0073507F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 w:rsidR="00743943">
        <w:rPr>
          <w:rFonts w:hint="cs"/>
          <w:rtl/>
        </w:rPr>
        <w:t xml:space="preserve"> الأمانة</w:t>
      </w:r>
    </w:p>
    <w:p w:rsidR="00743943" w:rsidRDefault="00422765" w:rsidP="00422765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تنفيذا ل</w:t>
      </w:r>
      <w:r w:rsidR="00605D93">
        <w:rPr>
          <w:rFonts w:hint="cs"/>
          <w:rtl/>
        </w:rPr>
        <w:t xml:space="preserve">مقتضيات </w:t>
      </w:r>
      <w:r w:rsidR="00743943"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برنامج عمل مقترح، تحتوي هذه الوثيقة على مشروع برنامج العمل المقترح للدورة </w:t>
      </w:r>
      <w:r w:rsidR="00605D93">
        <w:rPr>
          <w:rFonts w:hint="cs"/>
          <w:rtl/>
        </w:rPr>
        <w:t xml:space="preserve">السابعة </w:t>
      </w:r>
      <w:r w:rsidR="00743943" w:rsidRPr="00743943">
        <w:rPr>
          <w:rFonts w:hint="cs"/>
          <w:rtl/>
        </w:rPr>
        <w:t xml:space="preserve">والعشرين للجنة. </w:t>
      </w:r>
      <w:proofErr w:type="gramStart"/>
      <w:r w:rsidR="00743943" w:rsidRPr="00743943">
        <w:rPr>
          <w:rFonts w:hint="cs"/>
          <w:rtl/>
        </w:rPr>
        <w:t>ولا</w:t>
      </w:r>
      <w:proofErr w:type="gramEnd"/>
      <w:r w:rsidR="00743943" w:rsidRPr="00743943">
        <w:rPr>
          <w:rFonts w:hint="cs"/>
          <w:rtl/>
        </w:rPr>
        <w:t xml:space="preserve"> يعدو مشروع هذا البرنامج كونه إرشاديا، على أن يحدد رئيس الدورة وأعضاؤها التنظيم الفعلي لعمل اللجنة وفقا للنظام الداخلي للجنة.</w:t>
      </w:r>
    </w:p>
    <w:p w:rsidR="00FA6D46" w:rsidRPr="00743943" w:rsidRDefault="00FA6D46" w:rsidP="00FA6D46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743943" w:rsidRPr="00743943" w:rsidTr="00371E45">
        <w:trPr>
          <w:trHeight w:val="2280"/>
        </w:trPr>
        <w:tc>
          <w:tcPr>
            <w:tcW w:w="3303" w:type="dxa"/>
            <w:shd w:val="clear" w:color="auto" w:fill="auto"/>
          </w:tcPr>
          <w:p w:rsidR="00743943" w:rsidRPr="00323EAC" w:rsidRDefault="00743943" w:rsidP="00605D93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الأحد </w:t>
            </w:r>
            <w:r w:rsidR="00605D93" w:rsidRPr="00323EAC">
              <w:rPr>
                <w:rFonts w:hint="cs"/>
                <w:u w:val="single"/>
                <w:rtl/>
              </w:rPr>
              <w:t>23 مارس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326790" w:rsidRPr="00323EAC">
              <w:rPr>
                <w:rFonts w:hint="cs"/>
                <w:u w:val="single"/>
                <w:rtl/>
              </w:rPr>
              <w:t>2014</w:t>
            </w:r>
          </w:p>
          <w:p w:rsidR="00743943" w:rsidRPr="00323EAC" w:rsidRDefault="00743943" w:rsidP="00605D93">
            <w:pPr>
              <w:pStyle w:val="NormalParaAR"/>
              <w:rPr>
                <w:u w:val="single"/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ابتداء</w:t>
            </w:r>
            <w:proofErr w:type="gramEnd"/>
            <w:r w:rsidRPr="00323EAC">
              <w:rPr>
                <w:rFonts w:hint="cs"/>
                <w:rtl/>
              </w:rPr>
              <w:t xml:space="preserve"> من الساعة 1</w:t>
            </w:r>
            <w:r w:rsidR="00605D93" w:rsidRPr="00323EAC">
              <w:rPr>
                <w:rFonts w:hint="cs"/>
                <w:rtl/>
              </w:rPr>
              <w:t>4</w:t>
            </w:r>
            <w:r w:rsidRPr="00323EAC">
              <w:rPr>
                <w:rFonts w:hint="cs"/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743943" w:rsidRPr="00323EAC" w:rsidRDefault="00743943" w:rsidP="00743943">
            <w:pPr>
              <w:pStyle w:val="NormalParaAR"/>
              <w:rPr>
                <w:rtl/>
              </w:rPr>
            </w:pPr>
          </w:p>
          <w:p w:rsidR="00743943" w:rsidRPr="00323EAC" w:rsidRDefault="00743943" w:rsidP="00743943">
            <w:pPr>
              <w:pStyle w:val="NormalParaAR"/>
              <w:rPr>
                <w:rtl/>
              </w:rPr>
            </w:pPr>
            <w:r w:rsidRPr="00323EAC">
              <w:rPr>
                <w:rtl/>
              </w:rPr>
              <w:t xml:space="preserve">منتدى السكان </w:t>
            </w:r>
            <w:proofErr w:type="gramStart"/>
            <w:r w:rsidRPr="00323EAC">
              <w:rPr>
                <w:rtl/>
              </w:rPr>
              <w:t>الأصليين</w:t>
            </w:r>
            <w:proofErr w:type="gramEnd"/>
            <w:r w:rsidRPr="00323EAC">
              <w:rPr>
                <w:rtl/>
              </w:rPr>
              <w:t xml:space="preserve"> الاستشاري</w:t>
            </w:r>
          </w:p>
          <w:p w:rsidR="00743943" w:rsidRPr="00323EAC" w:rsidRDefault="00743943" w:rsidP="00743943">
            <w:pPr>
              <w:pStyle w:val="NormalParaAR"/>
              <w:rPr>
                <w:i/>
                <w:iCs/>
                <w:rtl/>
              </w:rPr>
            </w:pPr>
            <w:proofErr w:type="gramStart"/>
            <w:r w:rsidRPr="00323EAC">
              <w:rPr>
                <w:rFonts w:hint="cs"/>
                <w:i/>
                <w:iCs/>
                <w:rtl/>
              </w:rPr>
              <w:t>يحضره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 xml:space="preserve">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743943" w:rsidRPr="00743943" w:rsidTr="00371E45">
        <w:trPr>
          <w:trHeight w:val="2969"/>
        </w:trPr>
        <w:tc>
          <w:tcPr>
            <w:tcW w:w="3303" w:type="dxa"/>
            <w:shd w:val="clear" w:color="auto" w:fill="auto"/>
          </w:tcPr>
          <w:p w:rsidR="00743943" w:rsidRPr="00323EAC" w:rsidRDefault="00743943" w:rsidP="00605D93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605D93" w:rsidRPr="00323EAC">
              <w:rPr>
                <w:rFonts w:hint="cs"/>
                <w:u w:val="single"/>
                <w:rtl/>
              </w:rPr>
              <w:t xml:space="preserve">24 مارس </w:t>
            </w:r>
            <w:r w:rsidR="00326790" w:rsidRPr="00323EAC">
              <w:rPr>
                <w:rFonts w:hint="cs"/>
                <w:u w:val="single"/>
                <w:rtl/>
              </w:rPr>
              <w:t>2014</w:t>
            </w:r>
          </w:p>
          <w:p w:rsidR="006B7243" w:rsidRPr="00323EAC" w:rsidRDefault="00743943" w:rsidP="00E07130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743943" w:rsidRPr="00323EAC" w:rsidRDefault="00743943" w:rsidP="00743943">
            <w:pPr>
              <w:pStyle w:val="NormalParaAR"/>
              <w:rPr>
                <w:rtl/>
              </w:rPr>
            </w:pPr>
          </w:p>
          <w:p w:rsidR="00743943" w:rsidRPr="00323EAC" w:rsidRDefault="00743943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1:</w:t>
            </w:r>
            <w:r w:rsidRPr="00323EAC">
              <w:rPr>
                <w:rtl/>
              </w:rPr>
              <w:tab/>
            </w:r>
            <w:proofErr w:type="gramStart"/>
            <w:r w:rsidRPr="00323EAC">
              <w:rPr>
                <w:rFonts w:hint="cs"/>
                <w:rtl/>
              </w:rPr>
              <w:t>افتتاح</w:t>
            </w:r>
            <w:proofErr w:type="gramEnd"/>
            <w:r w:rsidRPr="00323EAC">
              <w:rPr>
                <w:rFonts w:hint="cs"/>
                <w:rtl/>
              </w:rPr>
              <w:t xml:space="preserve"> الدورة</w:t>
            </w:r>
          </w:p>
          <w:p w:rsidR="00326790" w:rsidRPr="00323EAC" w:rsidRDefault="00743943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05D93" w:rsidRPr="00422765">
              <w:rPr>
                <w:rFonts w:hint="cs"/>
                <w:b/>
                <w:bCs/>
                <w:rtl/>
              </w:rPr>
              <w:t>2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proofErr w:type="gramStart"/>
            <w:r w:rsidR="00326790" w:rsidRPr="00323EAC">
              <w:rPr>
                <w:rFonts w:hint="cs"/>
                <w:rtl/>
              </w:rPr>
              <w:t>اعتماد</w:t>
            </w:r>
            <w:proofErr w:type="gramEnd"/>
            <w:r w:rsidR="00326790" w:rsidRPr="00323EAC">
              <w:rPr>
                <w:rFonts w:hint="cs"/>
                <w:rtl/>
              </w:rPr>
              <w:t xml:space="preserve"> جدول الأعمال</w:t>
            </w:r>
          </w:p>
          <w:p w:rsidR="0073507F" w:rsidRPr="00323EAC" w:rsidRDefault="0073507F" w:rsidP="005C0080">
            <w:pPr>
              <w:pStyle w:val="NormalParaAR"/>
              <w:ind w:left="807"/>
              <w:rPr>
                <w:rtl/>
              </w:rPr>
            </w:pPr>
            <w:r w:rsidRPr="00323EAC">
              <w:rPr>
                <w:rFonts w:hint="cs"/>
                <w:rtl/>
              </w:rPr>
              <w:t>الوثيقة </w:t>
            </w:r>
            <w:r w:rsidRPr="00323EAC">
              <w:t>WIPO/GRTKF/IC/2</w:t>
            </w:r>
            <w:r w:rsidR="00605D93" w:rsidRPr="00323EAC">
              <w:t>7</w:t>
            </w:r>
            <w:r w:rsidRPr="00323EAC">
              <w:t>/1 Prov.</w:t>
            </w:r>
            <w:r w:rsidR="005C0080">
              <w:t>3</w:t>
            </w:r>
          </w:p>
          <w:p w:rsidR="00326790" w:rsidRPr="00323EAC" w:rsidRDefault="003D5508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</w:t>
            </w:r>
            <w:r w:rsidR="00326790" w:rsidRPr="00323EAC">
              <w:rPr>
                <w:rFonts w:hint="cs"/>
                <w:rtl/>
              </w:rPr>
              <w:t>الوثيقة</w:t>
            </w:r>
            <w:proofErr w:type="gramEnd"/>
            <w:r w:rsidR="005C0080">
              <w:t xml:space="preserve">2 </w:t>
            </w:r>
            <w:r w:rsidR="00326790" w:rsidRPr="00323EAC">
              <w:rPr>
                <w:rFonts w:hint="cs"/>
                <w:rtl/>
              </w:rPr>
              <w:t> </w:t>
            </w:r>
            <w:r w:rsidR="00326790" w:rsidRPr="00323EAC">
              <w:t>WIPO/GRTKF/IC/2</w:t>
            </w:r>
            <w:r w:rsidR="00605D93" w:rsidRPr="00323EAC">
              <w:t>7</w:t>
            </w:r>
            <w:r w:rsidR="00326790" w:rsidRPr="00323EAC">
              <w:t>/INF/2</w:t>
            </w:r>
            <w:r w:rsidR="00605D93" w:rsidRPr="00323EAC">
              <w:t> Rev.</w:t>
            </w:r>
          </w:p>
          <w:p w:rsidR="00326790" w:rsidRDefault="00326790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proofErr w:type="gramEnd"/>
            <w:r w:rsidR="005C0080">
              <w:t xml:space="preserve">Rev. </w:t>
            </w:r>
            <w:r w:rsidRPr="00323EAC">
              <w:rPr>
                <w:rFonts w:hint="cs"/>
                <w:rtl/>
              </w:rPr>
              <w:t> </w:t>
            </w:r>
            <w:r w:rsidRPr="00323EAC">
              <w:t>WIPO/GRTKF/IC/2</w:t>
            </w:r>
            <w:r w:rsidR="00605D93" w:rsidRPr="00323EAC">
              <w:t>7</w:t>
            </w:r>
            <w:r w:rsidRPr="00323EAC">
              <w:t>/INF/3</w:t>
            </w:r>
          </w:p>
          <w:p w:rsidR="00FA6D46" w:rsidRPr="00323EAC" w:rsidRDefault="00FA6D46" w:rsidP="00422765">
            <w:pPr>
              <w:pStyle w:val="NormalParaAR"/>
              <w:ind w:left="807"/>
              <w:rPr>
                <w:rtl/>
              </w:rPr>
            </w:pPr>
          </w:p>
          <w:p w:rsidR="00743943" w:rsidRPr="00323EAC" w:rsidRDefault="00743943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05D93" w:rsidRPr="00422765">
              <w:rPr>
                <w:rFonts w:hint="cs"/>
                <w:b/>
                <w:bCs/>
                <w:rtl/>
              </w:rPr>
              <w:t>3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326790" w:rsidRPr="00323EAC">
              <w:rPr>
                <w:rtl/>
              </w:rPr>
              <w:t xml:space="preserve">اعتماد تقرير الدورة </w:t>
            </w:r>
            <w:r w:rsidR="00605D93" w:rsidRPr="00323EAC">
              <w:rPr>
                <w:rFonts w:hint="cs"/>
                <w:rtl/>
              </w:rPr>
              <w:t>السادسة</w:t>
            </w:r>
            <w:r w:rsidR="00326790" w:rsidRPr="00323EAC">
              <w:rPr>
                <w:rtl/>
              </w:rPr>
              <w:t xml:space="preserve"> </w:t>
            </w:r>
            <w:proofErr w:type="gramStart"/>
            <w:r w:rsidR="00326790" w:rsidRPr="00323EAC">
              <w:rPr>
                <w:rtl/>
              </w:rPr>
              <w:t>والعشرين</w:t>
            </w:r>
            <w:proofErr w:type="gramEnd"/>
          </w:p>
          <w:p w:rsidR="00743943" w:rsidRDefault="00326790" w:rsidP="00422765">
            <w:pPr>
              <w:pStyle w:val="NormalParaAR"/>
              <w:ind w:left="807"/>
              <w:rPr>
                <w:rtl/>
              </w:rPr>
            </w:pPr>
            <w:r w:rsidRPr="00323EAC">
              <w:rPr>
                <w:rtl/>
              </w:rPr>
              <w:t xml:space="preserve">الوثيقة </w:t>
            </w:r>
            <w:r w:rsidRPr="00323EAC">
              <w:t>WIPO/GRTKF/IC/2</w:t>
            </w:r>
            <w:r w:rsidR="00605D93" w:rsidRPr="00323EAC">
              <w:t>6</w:t>
            </w:r>
            <w:r w:rsidRPr="00323EAC">
              <w:t>/8 Prov. 2</w:t>
            </w:r>
            <w:r w:rsidRPr="00323EAC">
              <w:rPr>
                <w:rtl/>
              </w:rPr>
              <w:t>.</w:t>
            </w:r>
          </w:p>
          <w:p w:rsidR="00FA6D46" w:rsidRPr="00323EAC" w:rsidRDefault="00FA6D46" w:rsidP="00422765">
            <w:pPr>
              <w:pStyle w:val="NormalParaAR"/>
              <w:ind w:left="807"/>
              <w:rPr>
                <w:rtl/>
              </w:rPr>
            </w:pPr>
          </w:p>
          <w:p w:rsidR="00743943" w:rsidRPr="00323EAC" w:rsidRDefault="00743943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605D93" w:rsidRPr="00422765">
              <w:rPr>
                <w:rFonts w:hint="cs"/>
                <w:b/>
                <w:bCs/>
                <w:rtl/>
              </w:rPr>
              <w:t>4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proofErr w:type="gramStart"/>
            <w:r w:rsidR="00326790" w:rsidRPr="00323EAC">
              <w:rPr>
                <w:rFonts w:hint="cs"/>
                <w:rtl/>
              </w:rPr>
              <w:t>اعتماد</w:t>
            </w:r>
            <w:proofErr w:type="gramEnd"/>
            <w:r w:rsidR="00326790" w:rsidRPr="00323EAC">
              <w:rPr>
                <w:rFonts w:hint="cs"/>
                <w:rtl/>
              </w:rPr>
              <w:t xml:space="preserve"> بعض المنظمات</w:t>
            </w:r>
          </w:p>
          <w:p w:rsidR="00667665" w:rsidRPr="00323EAC" w:rsidRDefault="00667665" w:rsidP="00422765">
            <w:pPr>
              <w:pStyle w:val="NormalParaAR"/>
              <w:ind w:left="807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WIPO/GRTKF/IC/2</w:t>
            </w:r>
            <w:r w:rsidR="00605D93" w:rsidRPr="00323EAC">
              <w:t>7</w:t>
            </w:r>
            <w:r w:rsidRPr="00323EAC">
              <w:t>/2</w:t>
            </w:r>
            <w:r w:rsidRPr="00323EAC">
              <w:rPr>
                <w:rFonts w:hint="cs"/>
                <w:rtl/>
              </w:rPr>
              <w:t>.</w:t>
            </w:r>
          </w:p>
          <w:p w:rsidR="0073507F" w:rsidRPr="00323EAC" w:rsidRDefault="0073507F" w:rsidP="00667665">
            <w:pPr>
              <w:pStyle w:val="NormalParaAR"/>
              <w:rPr>
                <w:rtl/>
              </w:rPr>
            </w:pPr>
          </w:p>
          <w:p w:rsidR="006B7243" w:rsidRDefault="006B7243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422765" w:rsidRPr="00422765">
              <w:rPr>
                <w:rFonts w:hint="cs"/>
                <w:b/>
                <w:bCs/>
                <w:rtl/>
              </w:rPr>
              <w:t>5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  <w:t xml:space="preserve">مشاركة الجماعات الأصلية </w:t>
            </w:r>
            <w:proofErr w:type="gramStart"/>
            <w:r w:rsidRPr="00323EAC">
              <w:rPr>
                <w:rtl/>
              </w:rPr>
              <w:t>والمحلية</w:t>
            </w:r>
            <w:proofErr w:type="gramEnd"/>
          </w:p>
          <w:p w:rsidR="00FA6D46" w:rsidRPr="00323EAC" w:rsidRDefault="00FA6D46" w:rsidP="00422765">
            <w:pPr>
              <w:pStyle w:val="NormalParaAR"/>
              <w:ind w:left="807" w:hanging="807"/>
              <w:rPr>
                <w:rtl/>
              </w:rPr>
            </w:pPr>
          </w:p>
          <w:p w:rsidR="00743943" w:rsidRPr="00323EAC" w:rsidRDefault="00743943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صندوق</w:t>
            </w:r>
            <w:proofErr w:type="gramEnd"/>
            <w:r w:rsidRPr="00323EAC">
              <w:rPr>
                <w:rFonts w:hint="cs"/>
                <w:rtl/>
              </w:rPr>
              <w:t xml:space="preserve"> التبرعات</w:t>
            </w:r>
          </w:p>
          <w:p w:rsidR="00743943" w:rsidRPr="00323EAC" w:rsidRDefault="00743943" w:rsidP="00422765">
            <w:pPr>
              <w:pStyle w:val="NormalParaAR"/>
              <w:ind w:left="807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الوثيقة </w:t>
            </w:r>
            <w:r w:rsidRPr="00323EAC">
              <w:t>WIPO/GRTKF/IC/</w:t>
            </w:r>
            <w:r w:rsidR="006B7243" w:rsidRPr="00323EAC">
              <w:t>2</w:t>
            </w:r>
            <w:r w:rsidR="00605D93" w:rsidRPr="00323EAC">
              <w:t>7</w:t>
            </w:r>
            <w:r w:rsidRPr="00323EAC">
              <w:t>/3</w:t>
            </w:r>
          </w:p>
          <w:p w:rsidR="00743943" w:rsidRPr="00323EAC" w:rsidRDefault="00743943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proofErr w:type="gramEnd"/>
            <w:r w:rsidRPr="00323EAC">
              <w:rPr>
                <w:rFonts w:hint="cs"/>
                <w:rtl/>
              </w:rPr>
              <w:t xml:space="preserve"> </w:t>
            </w:r>
            <w:r w:rsidRPr="00323EAC">
              <w:t>WIPO/GRTKF/IC/</w:t>
            </w:r>
            <w:r w:rsidR="006B7243" w:rsidRPr="00323EAC">
              <w:t>2</w:t>
            </w:r>
            <w:r w:rsidR="00605D93" w:rsidRPr="00323EAC">
              <w:t>7</w:t>
            </w:r>
            <w:r w:rsidRPr="00323EAC">
              <w:t>/INF/4</w:t>
            </w:r>
          </w:p>
          <w:p w:rsidR="00743943" w:rsidRPr="00323EAC" w:rsidRDefault="00743943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323EAC">
              <w:rPr>
                <w:rFonts w:hint="cs"/>
                <w:rtl/>
              </w:rPr>
              <w:t>والوثيقة</w:t>
            </w:r>
            <w:proofErr w:type="gramEnd"/>
            <w:r w:rsidRPr="00323EAC">
              <w:rPr>
                <w:rFonts w:hint="cs"/>
                <w:rtl/>
              </w:rPr>
              <w:t xml:space="preserve"> </w:t>
            </w:r>
            <w:r w:rsidRPr="00323EAC">
              <w:t>WIPO/GRTKF/IC/</w:t>
            </w:r>
            <w:r w:rsidR="006B7243" w:rsidRPr="00323EAC">
              <w:t>2</w:t>
            </w:r>
            <w:r w:rsidR="00605D93" w:rsidRPr="00323EAC">
              <w:t>7</w:t>
            </w:r>
            <w:r w:rsidRPr="00323EAC">
              <w:t>/INF/6</w:t>
            </w:r>
          </w:p>
          <w:p w:rsidR="00743943" w:rsidRPr="00323EAC" w:rsidRDefault="00743943" w:rsidP="00422765">
            <w:pPr>
              <w:pStyle w:val="NormalParaAR"/>
              <w:ind w:left="807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منبر الجماعات الأصلية </w:t>
            </w:r>
            <w:proofErr w:type="gramStart"/>
            <w:r w:rsidRPr="00323EAC">
              <w:rPr>
                <w:rFonts w:hint="cs"/>
                <w:rtl/>
              </w:rPr>
              <w:t>والمحلية</w:t>
            </w:r>
            <w:proofErr w:type="gramEnd"/>
          </w:p>
          <w:p w:rsidR="00743943" w:rsidRPr="00323EAC" w:rsidRDefault="00743943" w:rsidP="00422765">
            <w:pPr>
              <w:pStyle w:val="NormalParaAR"/>
              <w:ind w:left="807"/>
              <w:rPr>
                <w:i/>
                <w:iCs/>
                <w:rtl/>
              </w:rPr>
            </w:pPr>
            <w:r w:rsidRPr="00323EAC">
              <w:rPr>
                <w:i/>
                <w:iCs/>
                <w:rtl/>
              </w:rPr>
              <w:t xml:space="preserve">ليس </w:t>
            </w:r>
            <w:proofErr w:type="gramStart"/>
            <w:r w:rsidRPr="00323EAC">
              <w:rPr>
                <w:i/>
                <w:iCs/>
                <w:rtl/>
              </w:rPr>
              <w:t>جزءا</w:t>
            </w:r>
            <w:proofErr w:type="gramEnd"/>
            <w:r w:rsidRPr="00323EAC">
              <w:rPr>
                <w:i/>
                <w:iCs/>
                <w:rtl/>
              </w:rPr>
              <w:t xml:space="preserve"> رسميا من دورة اللجنة، لكنه سيُذكر في تقريرها</w:t>
            </w:r>
          </w:p>
          <w:p w:rsidR="00743943" w:rsidRPr="00323EAC" w:rsidRDefault="00743943" w:rsidP="00422765">
            <w:pPr>
              <w:pStyle w:val="NormalParaAR"/>
              <w:ind w:left="807"/>
              <w:rPr>
                <w:rtl/>
              </w:rPr>
            </w:pPr>
            <w:r w:rsidRPr="00323EAC">
              <w:rPr>
                <w:rFonts w:hint="cs"/>
                <w:rtl/>
              </w:rPr>
              <w:t>الوثيقة</w:t>
            </w:r>
            <w:r w:rsidRPr="00323EAC">
              <w:rPr>
                <w:rFonts w:hint="eastAsia"/>
                <w:rtl/>
              </w:rPr>
              <w:t> </w:t>
            </w:r>
            <w:r w:rsidRPr="00323EAC">
              <w:t>WIPO/GRTKF/IC/</w:t>
            </w:r>
            <w:r w:rsidR="006B7243" w:rsidRPr="00323EAC">
              <w:t>2</w:t>
            </w:r>
            <w:r w:rsidR="00605D93" w:rsidRPr="00323EAC">
              <w:t>7</w:t>
            </w:r>
            <w:r w:rsidRPr="00323EAC">
              <w:t>/INF/5</w:t>
            </w:r>
          </w:p>
          <w:p w:rsidR="00815D49" w:rsidRPr="00323EAC" w:rsidRDefault="00815D49" w:rsidP="00815D49">
            <w:pPr>
              <w:pStyle w:val="NormalParaAR"/>
              <w:rPr>
                <w:rtl/>
              </w:rPr>
            </w:pPr>
          </w:p>
        </w:tc>
      </w:tr>
      <w:tr w:rsidR="00E07130" w:rsidRPr="00323EAC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E07130" w:rsidRPr="00323EAC" w:rsidRDefault="00E07130" w:rsidP="00815D49">
            <w:pPr>
              <w:pStyle w:val="NormalParaAR"/>
            </w:pPr>
          </w:p>
          <w:p w:rsidR="00E07130" w:rsidRPr="00323EAC" w:rsidRDefault="00E07130" w:rsidP="00815D49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tl/>
              </w:rPr>
              <w:t>15:00 – 18:00</w:t>
            </w:r>
          </w:p>
        </w:tc>
        <w:tc>
          <w:tcPr>
            <w:tcW w:w="6268" w:type="dxa"/>
            <w:shd w:val="clear" w:color="auto" w:fill="auto"/>
          </w:tcPr>
          <w:p w:rsidR="00E07130" w:rsidRPr="00323EAC" w:rsidRDefault="00E07130" w:rsidP="00743943">
            <w:pPr>
              <w:pStyle w:val="NormalParaAR"/>
            </w:pPr>
          </w:p>
          <w:p w:rsidR="00323EAC" w:rsidRPr="00323EAC" w:rsidRDefault="00323EAC" w:rsidP="00323EAC">
            <w:pPr>
              <w:pStyle w:val="NormalParaAR"/>
              <w:rPr>
                <w:rtl/>
                <w:lang w:val="fr-CH"/>
              </w:rPr>
            </w:pPr>
            <w:r w:rsidRPr="00323EAC">
              <w:rPr>
                <w:rFonts w:hint="cs"/>
                <w:rtl/>
                <w:lang w:val="fr-CH"/>
              </w:rPr>
              <w:t>النظر في القضايا المتداخلة للمعارف التقليدية/أشكال التعبير الثقافي التقليدي</w:t>
            </w:r>
          </w:p>
          <w:p w:rsidR="00E07130" w:rsidRPr="00323EAC" w:rsidRDefault="00E07130" w:rsidP="00743943">
            <w:pPr>
              <w:pStyle w:val="NormalParaAR"/>
              <w:rPr>
                <w:rtl/>
              </w:rPr>
            </w:pPr>
          </w:p>
        </w:tc>
      </w:tr>
      <w:tr w:rsidR="00743943" w:rsidRPr="00743943" w:rsidTr="00FA6D46">
        <w:trPr>
          <w:trHeight w:val="1318"/>
        </w:trPr>
        <w:tc>
          <w:tcPr>
            <w:tcW w:w="3303" w:type="dxa"/>
            <w:shd w:val="clear" w:color="auto" w:fill="auto"/>
          </w:tcPr>
          <w:p w:rsidR="00743943" w:rsidRPr="00323EAC" w:rsidRDefault="00743943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الثلاثاء </w:t>
            </w:r>
            <w:r w:rsidR="00323EAC" w:rsidRPr="00323EAC">
              <w:rPr>
                <w:rFonts w:hint="cs"/>
                <w:u w:val="single"/>
                <w:rtl/>
              </w:rPr>
              <w:t xml:space="preserve">25 مارس </w:t>
            </w:r>
            <w:r w:rsidR="00326790" w:rsidRPr="00323EAC">
              <w:rPr>
                <w:rFonts w:hint="cs"/>
                <w:u w:val="single"/>
                <w:rtl/>
              </w:rPr>
              <w:t>2014</w:t>
            </w:r>
          </w:p>
          <w:p w:rsidR="00743943" w:rsidRPr="00323EAC" w:rsidRDefault="00743943" w:rsidP="00323EAC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815D49" w:rsidRPr="00323EAC" w:rsidRDefault="00815D49" w:rsidP="00743943">
            <w:pPr>
              <w:pStyle w:val="NormalParaAR"/>
              <w:rPr>
                <w:rtl/>
              </w:rPr>
            </w:pPr>
          </w:p>
          <w:p w:rsidR="00743943" w:rsidRPr="00323EAC" w:rsidRDefault="00323EAC" w:rsidP="00FA6D46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  <w:lang w:val="fr-CH"/>
              </w:rPr>
              <w:t>النظر في القضايا المتداخلة للمعارف التقليدية/أشكال التعبير الثقافي التقليدي</w:t>
            </w:r>
          </w:p>
        </w:tc>
      </w:tr>
      <w:tr w:rsidR="00323EAC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323EAC" w:rsidRPr="00323EAC" w:rsidRDefault="00323EAC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323EAC" w:rsidRDefault="00323EAC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6: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المعارف التقليدية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/4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proofErr w:type="gramStart"/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</w:t>
            </w:r>
            <w:r>
              <w:t>6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proofErr w:type="gramStart"/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</w:t>
            </w:r>
            <w:r>
              <w:t>7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proofErr w:type="gramStart"/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</w:t>
            </w:r>
            <w:r>
              <w:t>8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/INF/7</w:t>
            </w:r>
          </w:p>
          <w:p w:rsidR="00323EAC" w:rsidRDefault="00323EAC" w:rsidP="00422765">
            <w:pPr>
              <w:pStyle w:val="NormalParaAR"/>
              <w:keepNext/>
              <w:ind w:left="807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/INF/8</w:t>
            </w:r>
          </w:p>
          <w:p w:rsidR="00323EAC" w:rsidRDefault="00323EAC" w:rsidP="00422765">
            <w:pPr>
              <w:pStyle w:val="NormalParaAR"/>
              <w:ind w:left="807"/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/INF/</w:t>
            </w:r>
            <w:r>
              <w:t>9</w:t>
            </w:r>
          </w:p>
          <w:p w:rsidR="0019451A" w:rsidRDefault="0019451A" w:rsidP="0019451A">
            <w:pPr>
              <w:pStyle w:val="NormalParaAR"/>
              <w:ind w:left="807"/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والوثيقة</w:t>
            </w:r>
            <w:proofErr w:type="gramEnd"/>
            <w:r>
              <w:rPr>
                <w:rFonts w:hint="eastAsia"/>
                <w:rtl/>
              </w:rPr>
              <w:t> </w:t>
            </w:r>
            <w:r w:rsidRPr="0019451A">
              <w:t>WIPO/GRTKF/IC/27/INF/</w:t>
            </w:r>
            <w:r>
              <w:t>10</w:t>
            </w:r>
          </w:p>
          <w:p w:rsidR="00FA6D46" w:rsidRPr="00323EAC" w:rsidRDefault="00FA6D46" w:rsidP="00422765">
            <w:pPr>
              <w:pStyle w:val="NormalParaAR"/>
              <w:ind w:left="807"/>
              <w:rPr>
                <w:rtl/>
              </w:rPr>
            </w:pPr>
          </w:p>
        </w:tc>
      </w:tr>
      <w:tr w:rsidR="00743943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43943" w:rsidRPr="00323EAC" w:rsidRDefault="00743943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الأربعاء </w:t>
            </w:r>
            <w:r w:rsidR="00323EAC">
              <w:rPr>
                <w:rFonts w:hint="cs"/>
                <w:u w:val="single"/>
                <w:rtl/>
              </w:rPr>
              <w:t xml:space="preserve">26 مارس </w:t>
            </w:r>
            <w:r w:rsidR="00326790" w:rsidRPr="00323EAC">
              <w:rPr>
                <w:rFonts w:hint="cs"/>
                <w:u w:val="single"/>
                <w:rtl/>
              </w:rPr>
              <w:t>2014</w:t>
            </w:r>
          </w:p>
          <w:p w:rsidR="00743943" w:rsidRPr="00323EAC" w:rsidRDefault="00743943" w:rsidP="00743943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743943" w:rsidRPr="00323EAC" w:rsidRDefault="00743943" w:rsidP="00743943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43943" w:rsidRPr="00323EAC" w:rsidRDefault="00743943" w:rsidP="00743943">
            <w:pPr>
              <w:pStyle w:val="NormalParaAR"/>
              <w:rPr>
                <w:rtl/>
              </w:rPr>
            </w:pPr>
          </w:p>
          <w:p w:rsidR="00FA6D46" w:rsidRPr="00FA6D46" w:rsidRDefault="003D5508" w:rsidP="00FA6D46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323EAC" w:rsidRPr="00422765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323EAC">
              <w:rPr>
                <w:rFonts w:hint="cs"/>
                <w:rtl/>
              </w:rPr>
              <w:t>المعارف التقليدية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743943" w:rsidRPr="00323EAC" w:rsidRDefault="003D5508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="00323EAC" w:rsidRPr="00422765">
              <w:rPr>
                <w:rFonts w:hint="cs"/>
                <w:b/>
                <w:bCs/>
                <w:rtl/>
              </w:rPr>
              <w:t>6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 w:rsidR="00323EAC">
              <w:rPr>
                <w:rFonts w:hint="cs"/>
                <w:rtl/>
              </w:rPr>
              <w:t>المعارف التقليدية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</w:tc>
      </w:tr>
      <w:tr w:rsidR="00743943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43943" w:rsidRPr="00323EAC" w:rsidRDefault="00743943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الخميس </w:t>
            </w:r>
            <w:r w:rsidR="00323EAC">
              <w:rPr>
                <w:rFonts w:hint="cs"/>
                <w:u w:val="single"/>
                <w:rtl/>
              </w:rPr>
              <w:t xml:space="preserve">27 مارس </w:t>
            </w:r>
            <w:r w:rsidR="00326790" w:rsidRPr="00323EAC">
              <w:rPr>
                <w:rFonts w:hint="cs"/>
                <w:u w:val="single"/>
                <w:rtl/>
              </w:rPr>
              <w:t>2014</w:t>
            </w:r>
          </w:p>
          <w:p w:rsidR="00743943" w:rsidRPr="00323EAC" w:rsidRDefault="00743943" w:rsidP="00743943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743943" w:rsidRPr="00323EAC" w:rsidRDefault="00743943" w:rsidP="00743943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323EAC" w:rsidRPr="00323EAC" w:rsidRDefault="00323EAC" w:rsidP="00323EAC">
            <w:pPr>
              <w:pStyle w:val="NormalParaAR"/>
              <w:rPr>
                <w:rtl/>
              </w:rPr>
            </w:pPr>
          </w:p>
          <w:p w:rsidR="00323EAC" w:rsidRPr="00323EAC" w:rsidRDefault="00323EAC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6: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>المعارف التقليدية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743943" w:rsidRPr="00323EAC" w:rsidRDefault="00323EAC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6: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>المعارف التقليدية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</w:tc>
      </w:tr>
      <w:tr w:rsidR="00323EAC" w:rsidRPr="00743943" w:rsidTr="00FA6D46">
        <w:trPr>
          <w:trHeight w:val="583"/>
        </w:trPr>
        <w:tc>
          <w:tcPr>
            <w:tcW w:w="3303" w:type="dxa"/>
            <w:shd w:val="clear" w:color="auto" w:fill="auto"/>
          </w:tcPr>
          <w:p w:rsidR="00323EAC" w:rsidRPr="00323EAC" w:rsidRDefault="00323EAC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u w:val="single"/>
                <w:rtl/>
              </w:rPr>
              <w:t xml:space="preserve">الجمعة </w:t>
            </w:r>
            <w:r>
              <w:rPr>
                <w:rFonts w:hint="cs"/>
                <w:u w:val="single"/>
                <w:rtl/>
              </w:rPr>
              <w:t xml:space="preserve">28 </w:t>
            </w:r>
            <w:proofErr w:type="gramStart"/>
            <w:r>
              <w:rPr>
                <w:rFonts w:hint="cs"/>
                <w:u w:val="single"/>
                <w:rtl/>
              </w:rPr>
              <w:t>مارس</w:t>
            </w:r>
            <w:proofErr w:type="gramEnd"/>
            <w:r>
              <w:rPr>
                <w:rFonts w:hint="cs"/>
                <w:u w:val="single"/>
                <w:rtl/>
              </w:rPr>
              <w:t xml:space="preserve"> </w:t>
            </w:r>
            <w:r w:rsidRPr="00323EAC">
              <w:rPr>
                <w:rFonts w:hint="cs"/>
                <w:u w:val="single"/>
                <w:rtl/>
              </w:rPr>
              <w:t>2014</w:t>
            </w:r>
          </w:p>
          <w:p w:rsidR="00323EAC" w:rsidRPr="00323EAC" w:rsidRDefault="00323EAC" w:rsidP="00323EAC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323EAC" w:rsidRPr="00323EAC" w:rsidRDefault="00323EAC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lastRenderedPageBreak/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323EAC" w:rsidRPr="00323EAC" w:rsidRDefault="00323EAC" w:rsidP="00323EAC">
            <w:pPr>
              <w:pStyle w:val="NormalParaAR"/>
              <w:rPr>
                <w:rtl/>
              </w:rPr>
            </w:pPr>
          </w:p>
          <w:p w:rsidR="00323EAC" w:rsidRPr="00323EAC" w:rsidRDefault="00323EAC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6: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>المعارف التقليدية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FA6D46" w:rsidRPr="00323EAC" w:rsidRDefault="00323EAC" w:rsidP="0072726A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lastRenderedPageBreak/>
              <w:t>البند 6: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>المعارف التقليدية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</w:tc>
      </w:tr>
      <w:tr w:rsidR="00323EAC" w:rsidRPr="00743943" w:rsidTr="004A23D6">
        <w:trPr>
          <w:trHeight w:val="1800"/>
        </w:trPr>
        <w:tc>
          <w:tcPr>
            <w:tcW w:w="3303" w:type="dxa"/>
            <w:shd w:val="clear" w:color="auto" w:fill="auto"/>
          </w:tcPr>
          <w:p w:rsidR="00323EAC" w:rsidRPr="00323EAC" w:rsidRDefault="00323EAC" w:rsidP="00323EAC">
            <w:pPr>
              <w:pStyle w:val="NormalParaAR"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lastRenderedPageBreak/>
              <w:t>الاثنين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31</w:t>
            </w:r>
            <w:r w:rsidRPr="00323EAC">
              <w:rPr>
                <w:rFonts w:hint="cs"/>
                <w:u w:val="single"/>
                <w:rtl/>
              </w:rPr>
              <w:t xml:space="preserve"> مارس 2014</w:t>
            </w:r>
          </w:p>
          <w:p w:rsidR="00323EAC" w:rsidRPr="00323EAC" w:rsidRDefault="00323EAC" w:rsidP="00323EAC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323EAC" w:rsidRPr="00323EAC" w:rsidRDefault="00323EAC" w:rsidP="00323EAC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323EAC" w:rsidRPr="00323EAC" w:rsidRDefault="00323EAC" w:rsidP="004A23D6">
            <w:pPr>
              <w:pStyle w:val="NormalParaAR"/>
              <w:rPr>
                <w:rtl/>
              </w:rPr>
            </w:pPr>
          </w:p>
          <w:p w:rsidR="00323EAC" w:rsidRPr="00323EAC" w:rsidRDefault="00323EAC" w:rsidP="004A23D6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  <w:lang w:val="fr-CH"/>
              </w:rPr>
              <w:t>النظر في القضايا المتداخلة للمعارف التقليدية/أشكال التعبير الثقافي التقليدي</w:t>
            </w:r>
          </w:p>
          <w:p w:rsidR="00323EAC" w:rsidRPr="00323EAC" w:rsidRDefault="00323EAC" w:rsidP="00323EAC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  <w:lang w:val="fr-CH"/>
              </w:rPr>
              <w:t>النظر في القضايا المتداخلة للمعارف التقليدية/أشكال التعبير الثقافي التقليدي</w:t>
            </w:r>
          </w:p>
          <w:p w:rsidR="00323EAC" w:rsidRDefault="00323EAC" w:rsidP="004A23D6">
            <w:pPr>
              <w:pStyle w:val="NormalParaAR"/>
              <w:rPr>
                <w:rtl/>
              </w:rPr>
            </w:pPr>
          </w:p>
          <w:p w:rsidR="0072726A" w:rsidRPr="00323EAC" w:rsidRDefault="0072726A" w:rsidP="004A23D6">
            <w:pPr>
              <w:pStyle w:val="NormalParaAR"/>
              <w:rPr>
                <w:rtl/>
              </w:rPr>
            </w:pPr>
          </w:p>
        </w:tc>
      </w:tr>
      <w:tr w:rsidR="00323EAC" w:rsidRPr="00743943" w:rsidTr="00371E45">
        <w:trPr>
          <w:trHeight w:val="2545"/>
        </w:trPr>
        <w:tc>
          <w:tcPr>
            <w:tcW w:w="3303" w:type="dxa"/>
            <w:shd w:val="clear" w:color="auto" w:fill="auto"/>
          </w:tcPr>
          <w:p w:rsidR="00323EAC" w:rsidRPr="00323EAC" w:rsidRDefault="00323EAC" w:rsidP="00323EAC">
            <w:pPr>
              <w:pStyle w:val="NormalParaAR"/>
              <w:rPr>
                <w:u w:val="single"/>
                <w:rtl/>
              </w:rPr>
            </w:pPr>
            <w:proofErr w:type="gramStart"/>
            <w:r w:rsidRPr="00323EAC">
              <w:rPr>
                <w:rFonts w:hint="cs"/>
                <w:u w:val="single"/>
                <w:rtl/>
              </w:rPr>
              <w:t>الثلاثاء</w:t>
            </w:r>
            <w:proofErr w:type="gramEnd"/>
            <w:r w:rsidRPr="00323EAC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 xml:space="preserve">1 أبريل </w:t>
            </w:r>
            <w:r w:rsidRPr="00323EAC">
              <w:rPr>
                <w:rFonts w:hint="cs"/>
                <w:u w:val="single"/>
                <w:rtl/>
              </w:rPr>
              <w:t>2014</w:t>
            </w:r>
          </w:p>
          <w:p w:rsidR="00323EAC" w:rsidRPr="00323EAC" w:rsidRDefault="00323EAC" w:rsidP="00323EAC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323EAC" w:rsidRDefault="00323EAC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7: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المعارف التقليدية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</w:t>
            </w:r>
            <w:r>
              <w:t>5</w:t>
            </w:r>
          </w:p>
          <w:p w:rsidR="00323EAC" w:rsidRPr="00743943" w:rsidRDefault="00323EAC" w:rsidP="00422765">
            <w:pPr>
              <w:pStyle w:val="NormalParaAR"/>
              <w:ind w:left="807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/INF/7</w:t>
            </w:r>
          </w:p>
          <w:p w:rsidR="00323EAC" w:rsidRDefault="00323EAC" w:rsidP="00422765">
            <w:pPr>
              <w:pStyle w:val="NormalParaAR"/>
              <w:keepNext/>
              <w:ind w:left="807"/>
              <w:rPr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/INF/8</w:t>
            </w:r>
          </w:p>
          <w:p w:rsidR="00323EAC" w:rsidRDefault="00323EAC" w:rsidP="00422765">
            <w:pPr>
              <w:pStyle w:val="NormalParaAR"/>
              <w:ind w:left="807"/>
              <w:rPr>
                <w:rFonts w:hint="cs"/>
                <w:rtl/>
              </w:rPr>
            </w:pPr>
            <w:proofErr w:type="gramStart"/>
            <w:r w:rsidRPr="00743943">
              <w:rPr>
                <w:rFonts w:hint="cs"/>
                <w:rtl/>
              </w:rPr>
              <w:t>والوثيقة</w:t>
            </w:r>
            <w:proofErr w:type="gramEnd"/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27</w:t>
            </w:r>
            <w:r w:rsidRPr="00743943">
              <w:t>/INF/</w:t>
            </w:r>
            <w:r>
              <w:t>9</w:t>
            </w:r>
          </w:p>
          <w:p w:rsidR="008A21D2" w:rsidRPr="008A21D2" w:rsidRDefault="008A21D2" w:rsidP="008A21D2">
            <w:pPr>
              <w:pStyle w:val="NormalParaAR"/>
              <w:ind w:left="807"/>
              <w:rPr>
                <w:rtl/>
              </w:rPr>
            </w:pPr>
            <w:proofErr w:type="gramStart"/>
            <w:r w:rsidRPr="008A21D2">
              <w:rPr>
                <w:rFonts w:hint="cs"/>
                <w:rtl/>
              </w:rPr>
              <w:t>والوثيقة</w:t>
            </w:r>
            <w:proofErr w:type="gramEnd"/>
            <w:r w:rsidRPr="008A21D2">
              <w:rPr>
                <w:rFonts w:hint="eastAsia"/>
                <w:rtl/>
              </w:rPr>
              <w:t> </w:t>
            </w:r>
            <w:r w:rsidRPr="008A21D2">
              <w:t>WIPO/GRTKF/IC/27/INF/10</w:t>
            </w:r>
          </w:p>
          <w:p w:rsidR="0072726A" w:rsidRPr="00323EAC" w:rsidRDefault="0072726A" w:rsidP="00422765">
            <w:pPr>
              <w:pStyle w:val="NormalParaAR"/>
              <w:ind w:left="807"/>
              <w:rPr>
                <w:rtl/>
              </w:rPr>
            </w:pPr>
            <w:bookmarkStart w:id="2" w:name="_GoBack"/>
            <w:bookmarkEnd w:id="2"/>
          </w:p>
        </w:tc>
      </w:tr>
      <w:tr w:rsidR="00422765" w:rsidRPr="00743943" w:rsidTr="0072726A">
        <w:trPr>
          <w:trHeight w:val="209"/>
        </w:trPr>
        <w:tc>
          <w:tcPr>
            <w:tcW w:w="3303" w:type="dxa"/>
            <w:shd w:val="clear" w:color="auto" w:fill="auto"/>
          </w:tcPr>
          <w:p w:rsidR="00422765" w:rsidRPr="00323EAC" w:rsidRDefault="00422765" w:rsidP="00815D49">
            <w:pPr>
              <w:pStyle w:val="NormalParaAR"/>
              <w:rPr>
                <w:u w:val="single"/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422765" w:rsidRDefault="00422765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أشكال 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72726A" w:rsidRPr="00323EAC" w:rsidRDefault="0072726A" w:rsidP="00422765">
            <w:pPr>
              <w:pStyle w:val="NormalParaAR"/>
              <w:ind w:left="807" w:hanging="807"/>
              <w:rPr>
                <w:rtl/>
              </w:rPr>
            </w:pPr>
          </w:p>
        </w:tc>
      </w:tr>
      <w:tr w:rsidR="00422765" w:rsidRPr="00743943" w:rsidTr="004A23D6">
        <w:trPr>
          <w:trHeight w:val="2126"/>
        </w:trPr>
        <w:tc>
          <w:tcPr>
            <w:tcW w:w="3303" w:type="dxa"/>
            <w:shd w:val="clear" w:color="auto" w:fill="auto"/>
          </w:tcPr>
          <w:p w:rsidR="00422765" w:rsidRPr="00323EAC" w:rsidRDefault="00422765" w:rsidP="004A23D6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الأربعاء</w:t>
            </w:r>
            <w:proofErr w:type="gramEnd"/>
            <w:r>
              <w:rPr>
                <w:rFonts w:hint="cs"/>
                <w:u w:val="single"/>
                <w:rtl/>
              </w:rPr>
              <w:t xml:space="preserve"> 2 أبريل </w:t>
            </w:r>
            <w:r w:rsidRPr="00323EAC">
              <w:rPr>
                <w:rFonts w:hint="cs"/>
                <w:u w:val="single"/>
                <w:rtl/>
              </w:rPr>
              <w:t>2014</w:t>
            </w:r>
          </w:p>
          <w:p w:rsidR="00422765" w:rsidRPr="00323EAC" w:rsidRDefault="00422765" w:rsidP="004A23D6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422765" w:rsidRPr="00323EAC" w:rsidRDefault="00422765" w:rsidP="004A23D6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422765" w:rsidRDefault="00422765" w:rsidP="004A23D6">
            <w:pPr>
              <w:pStyle w:val="NormalParaAR"/>
              <w:rPr>
                <w:rtl/>
              </w:rPr>
            </w:pPr>
          </w:p>
          <w:p w:rsidR="00422765" w:rsidRDefault="00422765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أشكال 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422765" w:rsidRDefault="00422765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أشكال 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72726A" w:rsidRPr="00422765" w:rsidRDefault="0072726A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</w:p>
        </w:tc>
      </w:tr>
      <w:tr w:rsidR="00422765" w:rsidRPr="00743943" w:rsidTr="00422765">
        <w:trPr>
          <w:trHeight w:val="2126"/>
        </w:trPr>
        <w:tc>
          <w:tcPr>
            <w:tcW w:w="3303" w:type="dxa"/>
            <w:shd w:val="clear" w:color="auto" w:fill="auto"/>
          </w:tcPr>
          <w:p w:rsidR="00422765" w:rsidRPr="00323EAC" w:rsidRDefault="00422765" w:rsidP="00422765">
            <w:pPr>
              <w:pStyle w:val="NormalParaAR"/>
              <w:rPr>
                <w:u w:val="single"/>
                <w:rtl/>
              </w:rPr>
            </w:pPr>
            <w:proofErr w:type="gramStart"/>
            <w:r>
              <w:rPr>
                <w:rFonts w:hint="cs"/>
                <w:u w:val="single"/>
                <w:rtl/>
              </w:rPr>
              <w:t>الخميس</w:t>
            </w:r>
            <w:proofErr w:type="gramEnd"/>
            <w:r>
              <w:rPr>
                <w:rFonts w:hint="cs"/>
                <w:u w:val="single"/>
                <w:rtl/>
              </w:rPr>
              <w:t xml:space="preserve"> 3 أبريل </w:t>
            </w:r>
            <w:r w:rsidRPr="00323EAC">
              <w:rPr>
                <w:rFonts w:hint="cs"/>
                <w:u w:val="single"/>
                <w:rtl/>
              </w:rPr>
              <w:t>2014</w:t>
            </w:r>
          </w:p>
          <w:p w:rsidR="00422765" w:rsidRPr="00323EAC" w:rsidRDefault="00422765" w:rsidP="004A23D6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422765" w:rsidRPr="00323EAC" w:rsidRDefault="00422765" w:rsidP="004A23D6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422765" w:rsidRDefault="00422765" w:rsidP="004A23D6">
            <w:pPr>
              <w:pStyle w:val="NormalParaAR"/>
              <w:rPr>
                <w:rtl/>
              </w:rPr>
            </w:pPr>
          </w:p>
          <w:p w:rsidR="00422765" w:rsidRDefault="00422765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أشكال 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422765" w:rsidRDefault="00422765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 xml:space="preserve">البند </w:t>
            </w:r>
            <w:r w:rsidRPr="00422765">
              <w:rPr>
                <w:b/>
                <w:bCs/>
              </w:rPr>
              <w:t>7</w:t>
            </w:r>
            <w:r w:rsidRPr="00422765">
              <w:rPr>
                <w:rFonts w:hint="cs"/>
                <w:b/>
                <w:bCs/>
                <w:rtl/>
              </w:rPr>
              <w:t>:</w:t>
            </w:r>
            <w:r w:rsidRPr="00323EAC"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أشكال التعبير الثقافي التقليدي </w:t>
            </w:r>
            <w:r w:rsidRPr="00323EAC">
              <w:rPr>
                <w:rFonts w:hint="cs"/>
                <w:i/>
                <w:iCs/>
                <w:rtl/>
              </w:rPr>
              <w:t>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72726A" w:rsidRPr="00422765" w:rsidRDefault="0072726A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</w:p>
        </w:tc>
      </w:tr>
      <w:tr w:rsidR="00743943" w:rsidRPr="00743943" w:rsidTr="00371E45">
        <w:trPr>
          <w:trHeight w:val="2545"/>
        </w:trPr>
        <w:tc>
          <w:tcPr>
            <w:tcW w:w="3303" w:type="dxa"/>
            <w:shd w:val="clear" w:color="auto" w:fill="auto"/>
          </w:tcPr>
          <w:p w:rsidR="00743943" w:rsidRPr="00323EAC" w:rsidRDefault="00743943" w:rsidP="00422765">
            <w:pPr>
              <w:pStyle w:val="NormalParaAR"/>
              <w:rPr>
                <w:u w:val="single"/>
                <w:rtl/>
              </w:rPr>
            </w:pPr>
            <w:proofErr w:type="gramStart"/>
            <w:r w:rsidRPr="00323EAC">
              <w:rPr>
                <w:rFonts w:hint="cs"/>
                <w:u w:val="single"/>
                <w:rtl/>
              </w:rPr>
              <w:lastRenderedPageBreak/>
              <w:t>الجمعة</w:t>
            </w:r>
            <w:proofErr w:type="gramEnd"/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422765">
              <w:rPr>
                <w:rFonts w:hint="cs"/>
                <w:u w:val="single"/>
                <w:rtl/>
              </w:rPr>
              <w:t>4 أبريل</w:t>
            </w:r>
            <w:r w:rsidRPr="00323EAC">
              <w:rPr>
                <w:rFonts w:hint="cs"/>
                <w:u w:val="single"/>
                <w:rtl/>
              </w:rPr>
              <w:t xml:space="preserve"> </w:t>
            </w:r>
            <w:r w:rsidR="00326790" w:rsidRPr="00323EAC">
              <w:rPr>
                <w:rFonts w:hint="cs"/>
                <w:u w:val="single"/>
                <w:rtl/>
              </w:rPr>
              <w:t>2014</w:t>
            </w:r>
          </w:p>
          <w:p w:rsidR="00743943" w:rsidRPr="00323EAC" w:rsidRDefault="00743943" w:rsidP="00743943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10:00 </w:t>
            </w:r>
            <w:r w:rsidRPr="00323EAC">
              <w:rPr>
                <w:rtl/>
              </w:rPr>
              <w:t>–</w:t>
            </w:r>
            <w:r w:rsidRPr="00323EAC">
              <w:rPr>
                <w:rFonts w:hint="cs"/>
                <w:rtl/>
              </w:rPr>
              <w:t xml:space="preserve"> 13:00</w:t>
            </w:r>
          </w:p>
          <w:p w:rsidR="00743943" w:rsidRPr="00323EAC" w:rsidRDefault="00743943" w:rsidP="00815D49">
            <w:pPr>
              <w:pStyle w:val="NormalParaAR"/>
              <w:rPr>
                <w:rtl/>
              </w:rPr>
            </w:pPr>
            <w:r w:rsidRPr="00323EAC">
              <w:rPr>
                <w:rFonts w:hint="cs"/>
                <w:rtl/>
              </w:rPr>
              <w:t xml:space="preserve">15:00 </w:t>
            </w:r>
            <w:r w:rsidRPr="00323EAC">
              <w:rPr>
                <w:rtl/>
              </w:rPr>
              <w:t>–</w:t>
            </w:r>
            <w:r w:rsidR="00815D49" w:rsidRPr="00323EAC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43943" w:rsidRPr="00323EAC" w:rsidRDefault="00743943" w:rsidP="00743943">
            <w:pPr>
              <w:pStyle w:val="NormalParaAR"/>
              <w:rPr>
                <w:rtl/>
              </w:rPr>
            </w:pPr>
          </w:p>
          <w:p w:rsidR="00815D49" w:rsidRPr="00323EAC" w:rsidRDefault="00815D49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7:</w:t>
            </w:r>
            <w:r w:rsidRPr="00323EAC">
              <w:rPr>
                <w:rtl/>
              </w:rPr>
              <w:tab/>
            </w:r>
            <w:r w:rsidR="00422765">
              <w:rPr>
                <w:rFonts w:hint="cs"/>
                <w:rtl/>
              </w:rPr>
              <w:t>أشكال التعبير الثقافي التقليدي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743943" w:rsidRPr="00323EAC" w:rsidRDefault="00815D49" w:rsidP="00422765">
            <w:pPr>
              <w:pStyle w:val="NormalParaAR"/>
              <w:ind w:left="807" w:hanging="807"/>
              <w:rPr>
                <w:i/>
                <w:iCs/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7:</w:t>
            </w:r>
            <w:r w:rsidRPr="00323EAC">
              <w:rPr>
                <w:rtl/>
              </w:rPr>
              <w:tab/>
            </w:r>
            <w:r w:rsidR="00422765">
              <w:rPr>
                <w:rFonts w:hint="cs"/>
                <w:rtl/>
              </w:rPr>
              <w:t>أشكال التعبير الثقافي التقليدي</w:t>
            </w:r>
            <w:r w:rsidRPr="00323EAC">
              <w:rPr>
                <w:rFonts w:hint="cs"/>
                <w:i/>
                <w:iCs/>
                <w:rtl/>
              </w:rPr>
              <w:t xml:space="preserve"> (</w:t>
            </w:r>
            <w:proofErr w:type="gramStart"/>
            <w:r w:rsidRPr="00323EAC">
              <w:rPr>
                <w:rFonts w:hint="cs"/>
                <w:i/>
                <w:iCs/>
                <w:rtl/>
              </w:rPr>
              <w:t>تابع</w:t>
            </w:r>
            <w:proofErr w:type="gramEnd"/>
            <w:r w:rsidRPr="00323EAC">
              <w:rPr>
                <w:rFonts w:hint="cs"/>
                <w:i/>
                <w:iCs/>
                <w:rtl/>
              </w:rPr>
              <w:t>)</w:t>
            </w:r>
          </w:p>
          <w:p w:rsidR="00815D49" w:rsidRPr="00323EAC" w:rsidRDefault="00815D49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8:</w:t>
            </w:r>
            <w:r w:rsidRPr="00323EAC">
              <w:rPr>
                <w:rtl/>
              </w:rPr>
              <w:tab/>
            </w:r>
            <w:r w:rsidRPr="00323EAC">
              <w:rPr>
                <w:rFonts w:hint="cs"/>
                <w:rtl/>
              </w:rPr>
              <w:t>أية مسائل أخرى</w:t>
            </w:r>
          </w:p>
          <w:p w:rsidR="00815D49" w:rsidRPr="00323EAC" w:rsidRDefault="00815D49" w:rsidP="00422765">
            <w:pPr>
              <w:pStyle w:val="NormalParaAR"/>
              <w:ind w:left="807" w:hanging="807"/>
              <w:rPr>
                <w:rtl/>
              </w:rPr>
            </w:pPr>
            <w:r w:rsidRPr="00422765">
              <w:rPr>
                <w:rFonts w:hint="cs"/>
                <w:b/>
                <w:bCs/>
                <w:rtl/>
              </w:rPr>
              <w:t>البند 9:</w:t>
            </w:r>
            <w:r w:rsidRPr="00323EAC">
              <w:rPr>
                <w:rtl/>
              </w:rPr>
              <w:tab/>
            </w:r>
            <w:proofErr w:type="gramStart"/>
            <w:r w:rsidRPr="00323EAC">
              <w:rPr>
                <w:rFonts w:hint="cs"/>
                <w:rtl/>
              </w:rPr>
              <w:t>اختتام</w:t>
            </w:r>
            <w:proofErr w:type="gramEnd"/>
            <w:r w:rsidRPr="00323EAC">
              <w:rPr>
                <w:rFonts w:hint="cs"/>
                <w:rtl/>
              </w:rPr>
              <w:t xml:space="preserve"> الدورة</w:t>
            </w:r>
          </w:p>
        </w:tc>
      </w:tr>
    </w:tbl>
    <w:p w:rsidR="00743943" w:rsidRPr="00743943" w:rsidRDefault="00743943" w:rsidP="00743943">
      <w:pPr>
        <w:pStyle w:val="NormalParaAR"/>
        <w:rPr>
          <w:rtl/>
        </w:rPr>
      </w:pPr>
    </w:p>
    <w:p w:rsidR="00743943" w:rsidRPr="00743943" w:rsidRDefault="00743943" w:rsidP="00815D49">
      <w:pPr>
        <w:pStyle w:val="EndofDocumentAR"/>
        <w:rPr>
          <w:rtl/>
        </w:rPr>
      </w:pPr>
      <w:r w:rsidRPr="00743943">
        <w:rPr>
          <w:rFonts w:hint="cs"/>
          <w:rtl/>
        </w:rPr>
        <w:t>[</w:t>
      </w:r>
      <w:proofErr w:type="gramStart"/>
      <w:r w:rsidRPr="00743943">
        <w:rPr>
          <w:rFonts w:hint="cs"/>
          <w:rtl/>
        </w:rPr>
        <w:t>نهاية</w:t>
      </w:r>
      <w:proofErr w:type="gramEnd"/>
      <w:r w:rsidRPr="00743943">
        <w:rPr>
          <w:rFonts w:hint="cs"/>
          <w:rtl/>
        </w:rPr>
        <w:t xml:space="preserve"> الوثيقة]</w:t>
      </w:r>
    </w:p>
    <w:sectPr w:rsidR="00743943" w:rsidRPr="00743943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7F" w:rsidRDefault="0073507F">
      <w:r>
        <w:separator/>
      </w:r>
    </w:p>
  </w:endnote>
  <w:endnote w:type="continuationSeparator" w:id="0">
    <w:p w:rsidR="0073507F" w:rsidRDefault="0073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7F" w:rsidRDefault="0073507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3507F" w:rsidRDefault="0073507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07F" w:rsidRDefault="0073507F" w:rsidP="00605D93">
    <w:r>
      <w:t>WIPO/GRTKF/IC/</w:t>
    </w:r>
    <w:r w:rsidR="00605D93">
      <w:t>27</w:t>
    </w:r>
    <w:r>
      <w:t>/</w:t>
    </w:r>
    <w:r w:rsidR="00D74819">
      <w:t>INF/3</w:t>
    </w:r>
    <w:r w:rsidR="005C0080">
      <w:t xml:space="preserve"> Rev.</w:t>
    </w:r>
  </w:p>
  <w:p w:rsidR="0073507F" w:rsidRDefault="0073507F" w:rsidP="00D61541">
    <w:r>
      <w:fldChar w:fldCharType="begin"/>
    </w:r>
    <w:r>
      <w:instrText xml:space="preserve"> PAGE  \* MERGEFORMAT </w:instrText>
    </w:r>
    <w:r>
      <w:fldChar w:fldCharType="separate"/>
    </w:r>
    <w:r w:rsidR="005C49D9">
      <w:rPr>
        <w:noProof/>
      </w:rPr>
      <w:t>5</w:t>
    </w:r>
    <w:r>
      <w:fldChar w:fldCharType="end"/>
    </w:r>
  </w:p>
  <w:p w:rsidR="0073507F" w:rsidRDefault="0073507F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A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1A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97E54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3EAC"/>
    <w:rsid w:val="00324729"/>
    <w:rsid w:val="00325C8B"/>
    <w:rsid w:val="00326790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1E45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2A5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508"/>
    <w:rsid w:val="003D56B5"/>
    <w:rsid w:val="003D5DCC"/>
    <w:rsid w:val="003D6B84"/>
    <w:rsid w:val="003E1A49"/>
    <w:rsid w:val="003E2D01"/>
    <w:rsid w:val="003E330E"/>
    <w:rsid w:val="003E3AE3"/>
    <w:rsid w:val="003E5733"/>
    <w:rsid w:val="003E5D52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765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0080"/>
    <w:rsid w:val="005C1D45"/>
    <w:rsid w:val="005C3C9B"/>
    <w:rsid w:val="005C42AB"/>
    <w:rsid w:val="005C45C0"/>
    <w:rsid w:val="005C49D9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5D93"/>
    <w:rsid w:val="006065BF"/>
    <w:rsid w:val="00607C00"/>
    <w:rsid w:val="00610430"/>
    <w:rsid w:val="00611047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665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4A2E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114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243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726A"/>
    <w:rsid w:val="0073076E"/>
    <w:rsid w:val="00733416"/>
    <w:rsid w:val="0073377E"/>
    <w:rsid w:val="00733E05"/>
    <w:rsid w:val="0073507F"/>
    <w:rsid w:val="00735C8A"/>
    <w:rsid w:val="00735FE2"/>
    <w:rsid w:val="0073719A"/>
    <w:rsid w:val="00737C62"/>
    <w:rsid w:val="00737C91"/>
    <w:rsid w:val="0074130E"/>
    <w:rsid w:val="00743937"/>
    <w:rsid w:val="00743943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5D49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1D2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52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28B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364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61DD"/>
    <w:rsid w:val="00C57ED3"/>
    <w:rsid w:val="00C61640"/>
    <w:rsid w:val="00C61AA7"/>
    <w:rsid w:val="00C61B8E"/>
    <w:rsid w:val="00C668DE"/>
    <w:rsid w:val="00C67B60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4819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2EA2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5B5F"/>
    <w:rsid w:val="00DF71D8"/>
    <w:rsid w:val="00E00CCA"/>
    <w:rsid w:val="00E01623"/>
    <w:rsid w:val="00E03FE3"/>
    <w:rsid w:val="00E06951"/>
    <w:rsid w:val="00E07130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421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D46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59C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25FA3-BCE0-4F7F-A206-5C21DF3B2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GRTKF_IC_26_AR.dotx</Template>
  <TotalTime>3</TotalTime>
  <Pages>5</Pages>
  <Words>436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WIPO/GRTKF/IC/27/INF/3 (Arabic)</vt:lpstr>
    </vt:vector>
  </TitlesOfParts>
  <Company>World Intellectual Property Organization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WIPO/GRTKF/IC/27/INF/3 (Arabic)</dc:title>
  <dc:subject>مشروع برنامج الدورة السابعة والعشرين</dc:subject>
  <dc:creator>من إعداد الأمانة</dc:creator>
  <cp:lastModifiedBy>YOUSSEF Randa</cp:lastModifiedBy>
  <cp:revision>7</cp:revision>
  <cp:lastPrinted>2014-03-20T17:04:00Z</cp:lastPrinted>
  <dcterms:created xsi:type="dcterms:W3CDTF">2014-03-20T17:00:00Z</dcterms:created>
  <dcterms:modified xsi:type="dcterms:W3CDTF">2014-03-20T17:04:00Z</dcterms:modified>
</cp:coreProperties>
</file>