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96CB5" w14:textId="77777777" w:rsidR="008B2CC1" w:rsidRPr="008B2CC1" w:rsidRDefault="008B14EA" w:rsidP="008B14E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A92B896" wp14:editId="09C01243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2889378F" wp14:editId="33252AAA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454DEA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5BC4EEA" w14:textId="39C4E54E" w:rsidR="008B2CC1" w:rsidRPr="008B14EA" w:rsidRDefault="00A8121F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</w:t>
      </w:r>
      <w:r w:rsidR="005A7311">
        <w:rPr>
          <w:rFonts w:ascii="Arial Black" w:hAnsi="Arial Black"/>
          <w:caps/>
          <w:sz w:val="15"/>
        </w:rPr>
        <w:t>6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56477D">
        <w:rPr>
          <w:rFonts w:ascii="Arial Black" w:hAnsi="Arial Black"/>
          <w:caps/>
          <w:sz w:val="15"/>
        </w:rPr>
        <w:t>1 PROV.1</w:t>
      </w:r>
    </w:p>
    <w:bookmarkEnd w:id="0"/>
    <w:p w14:paraId="542C6E2D" w14:textId="2B795017"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56477D">
        <w:rPr>
          <w:rFonts w:ascii="Arial Black" w:hAnsi="Arial Black"/>
          <w:caps/>
          <w:sz w:val="15"/>
        </w:rPr>
        <w:t>INGLÉS</w:t>
      </w:r>
    </w:p>
    <w:bookmarkEnd w:id="1"/>
    <w:p w14:paraId="478BA843" w14:textId="68023AB3" w:rsidR="008B2CC1" w:rsidRPr="008B14EA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56477D">
        <w:rPr>
          <w:rFonts w:ascii="Arial Black" w:hAnsi="Arial Black"/>
          <w:caps/>
          <w:sz w:val="15"/>
        </w:rPr>
        <w:t>13 DE DICIEMBRE DE 2024</w:t>
      </w:r>
    </w:p>
    <w:bookmarkEnd w:id="2"/>
    <w:p w14:paraId="53C2EC1A" w14:textId="77777777" w:rsidR="008B2CC1" w:rsidRPr="003845C1" w:rsidRDefault="00A8121F" w:rsidP="008B14EA">
      <w:pPr>
        <w:spacing w:after="600"/>
        <w:rPr>
          <w:b/>
          <w:sz w:val="28"/>
          <w:szCs w:val="28"/>
        </w:rPr>
      </w:pPr>
      <w:r w:rsidRPr="00A8121F">
        <w:rPr>
          <w:b/>
          <w:sz w:val="28"/>
          <w:szCs w:val="28"/>
        </w:rPr>
        <w:t>Asambleas de los Estados miembros de la OMPI</w:t>
      </w:r>
    </w:p>
    <w:p w14:paraId="77E89282" w14:textId="77777777" w:rsidR="00511D0C" w:rsidRDefault="00A8121F" w:rsidP="00511D0C">
      <w:pPr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Sexagésima </w:t>
      </w:r>
      <w:r w:rsidR="005A7311" w:rsidRPr="005A7311">
        <w:rPr>
          <w:b/>
          <w:sz w:val="24"/>
          <w:szCs w:val="24"/>
        </w:rPr>
        <w:t xml:space="preserve">sexta </w:t>
      </w:r>
      <w:r w:rsidRPr="00A8121F">
        <w:rPr>
          <w:b/>
          <w:sz w:val="24"/>
          <w:szCs w:val="24"/>
        </w:rPr>
        <w:t>serie de reuniones</w:t>
      </w:r>
    </w:p>
    <w:p w14:paraId="3049891A" w14:textId="77777777" w:rsidR="008B2CC1" w:rsidRPr="003845C1" w:rsidRDefault="00A8121F" w:rsidP="008B14EA">
      <w:pPr>
        <w:spacing w:after="720"/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Ginebra, </w:t>
      </w:r>
      <w:r w:rsidR="005A7311">
        <w:rPr>
          <w:b/>
          <w:sz w:val="24"/>
          <w:szCs w:val="24"/>
        </w:rPr>
        <w:t>8</w:t>
      </w:r>
      <w:r w:rsidR="004A7B16" w:rsidRPr="00A8121F">
        <w:rPr>
          <w:b/>
          <w:sz w:val="24"/>
          <w:szCs w:val="24"/>
        </w:rPr>
        <w:t xml:space="preserve"> a 1</w:t>
      </w:r>
      <w:r w:rsidR="004A7B16">
        <w:rPr>
          <w:b/>
          <w:sz w:val="24"/>
          <w:szCs w:val="24"/>
        </w:rPr>
        <w:t>7</w:t>
      </w:r>
      <w:r w:rsidR="004A7B16" w:rsidRPr="00A8121F">
        <w:rPr>
          <w:b/>
          <w:sz w:val="24"/>
          <w:szCs w:val="24"/>
        </w:rPr>
        <w:t xml:space="preserve"> de julio de 202</w:t>
      </w:r>
      <w:r w:rsidR="005A7311">
        <w:rPr>
          <w:b/>
          <w:sz w:val="24"/>
          <w:szCs w:val="24"/>
        </w:rPr>
        <w:t>5</w:t>
      </w:r>
    </w:p>
    <w:p w14:paraId="101D784D" w14:textId="3892D5A5" w:rsidR="008B2CC1" w:rsidRPr="00D36B79" w:rsidRDefault="0056477D" w:rsidP="008B14E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DE ORDEN DEL DÍA CONSOLIDADO</w:t>
      </w:r>
    </w:p>
    <w:p w14:paraId="559CCAE2" w14:textId="2CF77DA4" w:rsidR="008B2CC1" w:rsidRPr="00843582" w:rsidRDefault="0056477D" w:rsidP="008B14EA">
      <w:pPr>
        <w:spacing w:after="960"/>
        <w:rPr>
          <w:i/>
        </w:rPr>
      </w:pPr>
      <w:bookmarkStart w:id="4" w:name="Prepared"/>
      <w:bookmarkEnd w:id="3"/>
      <w:r w:rsidRPr="00B05DFA">
        <w:rPr>
          <w:i/>
          <w:color w:val="000000" w:themeColor="text1"/>
          <w:lang w:val="es-ES_tradnl"/>
        </w:rPr>
        <w:t>preparado por el director general</w:t>
      </w:r>
    </w:p>
    <w:bookmarkEnd w:id="4"/>
    <w:p w14:paraId="195455AD" w14:textId="77777777" w:rsidR="0056477D" w:rsidRPr="00B05DFA" w:rsidRDefault="0056477D" w:rsidP="0056477D">
      <w:pPr>
        <w:rPr>
          <w:b/>
          <w:bCs/>
          <w:iCs/>
          <w:caps/>
          <w:color w:val="000000" w:themeColor="text1"/>
          <w:szCs w:val="28"/>
          <w:lang w:val="es-ES_tradnl"/>
        </w:rPr>
      </w:pPr>
      <w:r w:rsidRPr="00B05DFA">
        <w:rPr>
          <w:lang w:val="es-ES_tradnl"/>
        </w:rPr>
        <w:br w:type="page"/>
      </w:r>
    </w:p>
    <w:p w14:paraId="53678093" w14:textId="77777777" w:rsidR="0056477D" w:rsidRPr="008A60EB" w:rsidRDefault="0056477D" w:rsidP="0056477D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>
        <w:rPr>
          <w:b/>
          <w:caps/>
          <w:color w:val="000000" w:themeColor="text1"/>
        </w:rPr>
        <w:lastRenderedPageBreak/>
        <w:t>LISTA DE PUNTOS DEL ORDEN DEL DÍA</w:t>
      </w:r>
      <w:r w:rsidRPr="008A60EB">
        <w:rPr>
          <w:b/>
          <w:bCs/>
          <w:iCs/>
          <w:caps/>
          <w:color w:val="000000" w:themeColor="text1"/>
          <w:szCs w:val="28"/>
          <w:vertAlign w:val="superscript"/>
        </w:rPr>
        <w:footnoteReference w:id="2"/>
      </w:r>
    </w:p>
    <w:p w14:paraId="44BC601E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bookmarkStart w:id="5" w:name="_Hlk184299873"/>
      <w:r>
        <w:rPr>
          <w:caps/>
          <w:color w:val="000000" w:themeColor="text1"/>
        </w:rPr>
        <w:t>APERTURA DE LA SERIE DE REUNIONES</w:t>
      </w:r>
    </w:p>
    <w:p w14:paraId="09C03B24" w14:textId="77777777" w:rsidR="0056477D" w:rsidRPr="008A60EB" w:rsidRDefault="0056477D" w:rsidP="0056477D">
      <w:pPr>
        <w:numPr>
          <w:ilvl w:val="0"/>
          <w:numId w:val="7"/>
        </w:numPr>
        <w:tabs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>Apertura de la serie de reuniones</w:t>
      </w:r>
    </w:p>
    <w:p w14:paraId="2EA97832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>
        <w:rPr>
          <w:color w:val="000000" w:themeColor="text1"/>
        </w:rPr>
        <w:t xml:space="preserve">Aprobación del orden del día </w:t>
      </w:r>
    </w:p>
    <w:p w14:paraId="3674DEC5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>
        <w:rPr>
          <w:color w:val="000000" w:themeColor="text1"/>
        </w:rPr>
        <w:t xml:space="preserve">Informe del director general a las Asambleas de la OMPI </w:t>
      </w:r>
    </w:p>
    <w:p w14:paraId="3C9305C8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>
        <w:rPr>
          <w:color w:val="000000" w:themeColor="text1"/>
        </w:rPr>
        <w:t xml:space="preserve">Declaraciones generales </w:t>
      </w:r>
    </w:p>
    <w:p w14:paraId="6F5197CE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  <w:rPr>
          <w:color w:val="000000" w:themeColor="text1"/>
        </w:rPr>
      </w:pPr>
      <w:r>
        <w:rPr>
          <w:color w:val="000000" w:themeColor="text1"/>
        </w:rPr>
        <w:t>Elección de las Mesas</w:t>
      </w:r>
    </w:p>
    <w:p w14:paraId="2839A4FC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ÓRGANOS RECTORES Y CUESTIONES INSTITUCIONALES</w:t>
      </w:r>
    </w:p>
    <w:p w14:paraId="467B27CC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color w:val="000000" w:themeColor="text1"/>
        </w:rPr>
      </w:pPr>
      <w:r>
        <w:rPr>
          <w:color w:val="000000" w:themeColor="text1"/>
        </w:rPr>
        <w:t>Admisión de observadores</w:t>
      </w:r>
    </w:p>
    <w:p w14:paraId="7DB28530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2" w:hanging="562"/>
        <w:rPr>
          <w:color w:val="000000" w:themeColor="text1"/>
        </w:rPr>
      </w:pPr>
      <w:r>
        <w:rPr>
          <w:color w:val="000000" w:themeColor="text1"/>
        </w:rPr>
        <w:t>Designación del director general en 2026</w:t>
      </w:r>
    </w:p>
    <w:p w14:paraId="44AC7899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2" w:hanging="562"/>
        <w:rPr>
          <w:color w:val="000000" w:themeColor="text1"/>
        </w:rPr>
      </w:pPr>
      <w:r>
        <w:rPr>
          <w:color w:val="000000" w:themeColor="text1"/>
        </w:rPr>
        <w:t>Composición del Comité de Coordinación de la OMPI y de los Comités Ejecutivos de la unión de París y la Unión de Berna</w:t>
      </w:r>
    </w:p>
    <w:p w14:paraId="279B70A8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2" w:hanging="562"/>
        <w:rPr>
          <w:color w:val="000000" w:themeColor="text1"/>
        </w:rPr>
      </w:pPr>
      <w:r>
        <w:rPr>
          <w:color w:val="000000" w:themeColor="text1"/>
        </w:rPr>
        <w:t>Composición del Comité del Programa y Presupuesto</w:t>
      </w:r>
    </w:p>
    <w:p w14:paraId="113DA62A" w14:textId="77777777" w:rsidR="0056477D" w:rsidRPr="008A60EB" w:rsidRDefault="0056477D" w:rsidP="0056477D">
      <w:pPr>
        <w:keepNext/>
        <w:tabs>
          <w:tab w:val="left" w:pos="7790"/>
        </w:tabs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Asuntos relativos al programa, el presupuesto y la supervisión</w:t>
      </w:r>
    </w:p>
    <w:p w14:paraId="051C5787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>Informes de auditoría y supervisión</w:t>
      </w:r>
    </w:p>
    <w:p w14:paraId="2B568759" w14:textId="77777777" w:rsidR="0056477D" w:rsidRPr="008A60EB" w:rsidRDefault="0056477D" w:rsidP="0056477D">
      <w:pPr>
        <w:tabs>
          <w:tab w:val="left" w:pos="1080"/>
        </w:tabs>
        <w:spacing w:after="220"/>
        <w:ind w:left="540"/>
        <w:rPr>
          <w:color w:val="000000" w:themeColor="text1"/>
        </w:rPr>
      </w:pPr>
      <w:r>
        <w:rPr>
          <w:color w:val="000000" w:themeColor="text1"/>
        </w:rPr>
        <w:t>i)</w:t>
      </w:r>
      <w:r>
        <w:rPr>
          <w:color w:val="000000" w:themeColor="text1"/>
        </w:rPr>
        <w:tab/>
        <w:t>Informe de la Comisión Consultiva Independiente de Supervisión (CCIS)</w:t>
      </w:r>
    </w:p>
    <w:p w14:paraId="319328BD" w14:textId="77777777" w:rsidR="0056477D" w:rsidRPr="008A60EB" w:rsidRDefault="0056477D" w:rsidP="0056477D">
      <w:pPr>
        <w:tabs>
          <w:tab w:val="left" w:pos="1080"/>
        </w:tabs>
        <w:spacing w:after="22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Informe del auditor externo</w:t>
      </w:r>
    </w:p>
    <w:p w14:paraId="758EB878" w14:textId="77777777" w:rsidR="0056477D" w:rsidRPr="008A60EB" w:rsidRDefault="0056477D" w:rsidP="0056477D">
      <w:pPr>
        <w:tabs>
          <w:tab w:val="left" w:pos="1080"/>
        </w:tabs>
        <w:spacing w:after="22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iii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Informe de la directora de la División de Supervisión Interna (DSI)</w:t>
      </w:r>
    </w:p>
    <w:p w14:paraId="7F47BD50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rPr>
          <w:color w:val="000000" w:themeColor="text1"/>
        </w:rPr>
      </w:pPr>
      <w:r>
        <w:rPr>
          <w:color w:val="000000" w:themeColor="text1"/>
        </w:rPr>
        <w:t>Informe del Comité del Programa y Presupuesto (PBC)</w:t>
      </w:r>
    </w:p>
    <w:p w14:paraId="7E36B1A7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COMITÉS DE LA OMPI Y MARCO NORMATIVO INTERNACIONAL</w:t>
      </w:r>
    </w:p>
    <w:p w14:paraId="134A3CCC" w14:textId="77777777" w:rsidR="0056477D" w:rsidRPr="008A60EB" w:rsidRDefault="0056477D" w:rsidP="0056477D">
      <w:pPr>
        <w:numPr>
          <w:ilvl w:val="0"/>
          <w:numId w:val="5"/>
        </w:numPr>
        <w:spacing w:after="220"/>
        <w:rPr>
          <w:color w:val="000000" w:themeColor="text1"/>
        </w:rPr>
      </w:pPr>
      <w:r>
        <w:rPr>
          <w:color w:val="000000" w:themeColor="text1"/>
        </w:rPr>
        <w:t>Informes de los comités de la OMPI:</w:t>
      </w:r>
    </w:p>
    <w:p w14:paraId="220B0B98" w14:textId="77777777" w:rsidR="0056477D" w:rsidRPr="008A60EB" w:rsidRDefault="0056477D" w:rsidP="0056477D">
      <w:pPr>
        <w:spacing w:after="220"/>
        <w:ind w:left="540"/>
        <w:rPr>
          <w:color w:val="000000" w:themeColor="text1"/>
        </w:rPr>
      </w:pPr>
      <w:r>
        <w:rPr>
          <w:color w:val="000000" w:themeColor="text1"/>
        </w:rPr>
        <w:t>i)</w:t>
      </w:r>
      <w:r>
        <w:rPr>
          <w:color w:val="000000" w:themeColor="text1"/>
        </w:rPr>
        <w:tab/>
        <w:t>Comité Permanente de Derecho de Autor y Derechos Conexos (SCCR)</w:t>
      </w:r>
    </w:p>
    <w:p w14:paraId="1CC88383" w14:textId="77777777" w:rsidR="0056477D" w:rsidRPr="008A60EB" w:rsidRDefault="0056477D" w:rsidP="0056477D">
      <w:pPr>
        <w:spacing w:after="22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Comité Permanente sobre el Derecho de Patentes (SCP)</w:t>
      </w:r>
    </w:p>
    <w:p w14:paraId="536A0265" w14:textId="77777777" w:rsidR="0056477D" w:rsidRPr="008A60EB" w:rsidRDefault="0056477D" w:rsidP="0056477D">
      <w:pPr>
        <w:spacing w:after="22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iii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Comité Permanente sobre el Derecho de Marcas, Diseños Industriales e Indicaciones Geográficas (SCT)</w:t>
      </w:r>
    </w:p>
    <w:p w14:paraId="24EAB34F" w14:textId="77777777" w:rsidR="0056477D" w:rsidRPr="008A60EB" w:rsidRDefault="0056477D" w:rsidP="0056477D">
      <w:pPr>
        <w:spacing w:after="22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iv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Comité de Desarrollo y Propiedad Intelectual (CDIP) y reseña sobre la aplicación de las recomendaciones de la Agenda para el Desarrollo</w:t>
      </w:r>
    </w:p>
    <w:p w14:paraId="5AEDB6A3" w14:textId="77777777" w:rsidR="0056477D" w:rsidRPr="008A60EB" w:rsidRDefault="0056477D" w:rsidP="0056477D">
      <w:pPr>
        <w:spacing w:after="220"/>
        <w:ind w:left="539"/>
        <w:rPr>
          <w:color w:val="000000" w:themeColor="text1"/>
        </w:rPr>
      </w:pPr>
      <w:r>
        <w:rPr>
          <w:color w:val="000000" w:themeColor="text1"/>
        </w:rPr>
        <w:lastRenderedPageBreak/>
        <w:t>v)</w:t>
      </w:r>
      <w:r>
        <w:rPr>
          <w:color w:val="000000" w:themeColor="text1"/>
        </w:rPr>
        <w:tab/>
        <w:t>Comité Intergubernamental de la OMPI sobre Propiedad Intelectual y Recursos Genéticos, Conocimientos Tradicionales y Folclore (CIG)</w:t>
      </w:r>
    </w:p>
    <w:p w14:paraId="6C847C5B" w14:textId="77777777" w:rsidR="0056477D" w:rsidRPr="008A60EB" w:rsidRDefault="0056477D" w:rsidP="0056477D">
      <w:pPr>
        <w:spacing w:after="220"/>
        <w:ind w:left="539"/>
        <w:rPr>
          <w:color w:val="000000" w:themeColor="text1"/>
        </w:rPr>
      </w:pPr>
      <w:r>
        <w:rPr>
          <w:color w:val="000000" w:themeColor="text1"/>
        </w:rPr>
        <w:t>vi)</w:t>
      </w:r>
      <w:r>
        <w:rPr>
          <w:color w:val="000000" w:themeColor="text1"/>
        </w:rPr>
        <w:tab/>
        <w:t>Comité de Normas Técnicas de la OMPI (CWS)</w:t>
      </w:r>
    </w:p>
    <w:p w14:paraId="31A3938A" w14:textId="77777777" w:rsidR="0056477D" w:rsidRPr="008A60EB" w:rsidRDefault="0056477D" w:rsidP="0056477D">
      <w:pPr>
        <w:spacing w:after="400"/>
        <w:ind w:left="540"/>
        <w:rPr>
          <w:color w:val="000000" w:themeColor="text1"/>
        </w:rPr>
      </w:pPr>
      <w:proofErr w:type="spellStart"/>
      <w:r>
        <w:rPr>
          <w:color w:val="000000" w:themeColor="text1"/>
        </w:rPr>
        <w:t>vii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Comité Asesor sobre Observancia (ACE)</w:t>
      </w:r>
    </w:p>
    <w:p w14:paraId="6B5FDEEF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SERVICIOS DE PROPIEDAD INTELECTUAL DE ALCANCE MUNDIAL</w:t>
      </w:r>
    </w:p>
    <w:p w14:paraId="57F873CE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 xml:space="preserve">Sistema del PCT </w:t>
      </w:r>
    </w:p>
    <w:p w14:paraId="717F7EC6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 xml:space="preserve">Sistema de Madrid </w:t>
      </w:r>
    </w:p>
    <w:p w14:paraId="432F6312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>Sistema de La Haya</w:t>
      </w:r>
    </w:p>
    <w:p w14:paraId="0BF88E2C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>Sistema de Lisboa</w:t>
      </w:r>
    </w:p>
    <w:p w14:paraId="5972DF49" w14:textId="77777777" w:rsidR="0056477D" w:rsidRPr="008A60EB" w:rsidRDefault="0056477D" w:rsidP="0056477D">
      <w:pPr>
        <w:numPr>
          <w:ilvl w:val="0"/>
          <w:numId w:val="5"/>
        </w:numPr>
        <w:spacing w:after="400"/>
        <w:rPr>
          <w:color w:val="000000" w:themeColor="text1"/>
        </w:rPr>
      </w:pPr>
      <w:r>
        <w:rPr>
          <w:color w:val="000000" w:themeColor="text1"/>
        </w:rPr>
        <w:t>Centro de Arbitraje y Mediación de la OMPI, y nombres de dominio</w:t>
      </w:r>
    </w:p>
    <w:p w14:paraId="26ECE14B" w14:textId="77777777" w:rsidR="0056477D" w:rsidRPr="008A60EB" w:rsidRDefault="0056477D" w:rsidP="0056477D">
      <w:pPr>
        <w:pStyle w:val="Heading3"/>
        <w:spacing w:after="220"/>
        <w:rPr>
          <w:color w:val="000000" w:themeColor="text1"/>
          <w:u w:val="none"/>
        </w:rPr>
      </w:pPr>
      <w:r>
        <w:rPr>
          <w:color w:val="000000" w:themeColor="text1"/>
          <w:u w:val="none"/>
        </w:rPr>
        <w:t>OTRAS ASAMBLEAS Y TRATADOS</w:t>
      </w:r>
    </w:p>
    <w:p w14:paraId="688BB1B1" w14:textId="77777777" w:rsidR="0056477D" w:rsidRPr="008A60EB" w:rsidRDefault="0056477D" w:rsidP="0056477D">
      <w:pPr>
        <w:numPr>
          <w:ilvl w:val="0"/>
          <w:numId w:val="5"/>
        </w:numPr>
        <w:spacing w:after="220"/>
        <w:rPr>
          <w:color w:val="000000" w:themeColor="text1"/>
        </w:rPr>
      </w:pPr>
      <w:r>
        <w:rPr>
          <w:color w:val="000000" w:themeColor="text1"/>
        </w:rPr>
        <w:t>Tratado sobre el Derecho de Patentes (PLT)</w:t>
      </w:r>
    </w:p>
    <w:p w14:paraId="522CBD06" w14:textId="77777777" w:rsidR="0056477D" w:rsidRPr="008A60EB" w:rsidRDefault="0056477D" w:rsidP="0056477D">
      <w:pPr>
        <w:numPr>
          <w:ilvl w:val="0"/>
          <w:numId w:val="5"/>
        </w:numPr>
        <w:spacing w:after="400"/>
        <w:ind w:left="567" w:hanging="567"/>
        <w:rPr>
          <w:color w:val="000000" w:themeColor="text1"/>
        </w:rPr>
      </w:pPr>
      <w:bookmarkStart w:id="6" w:name="_Hlk180057804"/>
      <w:r>
        <w:rPr>
          <w:color w:val="000000" w:themeColor="text1"/>
        </w:rPr>
        <w:t xml:space="preserve">Tratado de Singapur sobre el Derecho de Marcas (STLT) </w:t>
      </w:r>
      <w:bookmarkEnd w:id="6"/>
    </w:p>
    <w:p w14:paraId="195C7456" w14:textId="77777777" w:rsidR="0056477D" w:rsidRPr="008A60EB" w:rsidRDefault="0056477D" w:rsidP="0056477D">
      <w:pPr>
        <w:pStyle w:val="Heading3"/>
        <w:spacing w:after="220"/>
        <w:rPr>
          <w:color w:val="000000" w:themeColor="text1"/>
          <w:u w:val="none"/>
        </w:rPr>
      </w:pPr>
      <w:r>
        <w:rPr>
          <w:color w:val="000000" w:themeColor="text1"/>
          <w:u w:val="none"/>
        </w:rPr>
        <w:t>OTROS ASUNTOS</w:t>
      </w:r>
    </w:p>
    <w:p w14:paraId="0AE7C2F7" w14:textId="77777777" w:rsidR="0056477D" w:rsidRPr="008A60EB" w:rsidRDefault="0056477D" w:rsidP="0056477D">
      <w:pPr>
        <w:numPr>
          <w:ilvl w:val="0"/>
          <w:numId w:val="5"/>
        </w:numPr>
        <w:spacing w:after="220"/>
        <w:ind w:left="567" w:hanging="567"/>
        <w:rPr>
          <w:color w:val="000000" w:themeColor="text1"/>
        </w:rPr>
      </w:pPr>
      <w:r>
        <w:rPr>
          <w:color w:val="000000" w:themeColor="text1"/>
        </w:rPr>
        <w:t>Informe sobre el resultado de la de la Conferencia Diplomática para la Celebración y Adopción de un Tratado sobre el Derecho de los Diseños (DLT)</w:t>
      </w:r>
    </w:p>
    <w:p w14:paraId="782F2849" w14:textId="77777777" w:rsidR="0056477D" w:rsidRPr="008A60EB" w:rsidRDefault="0056477D" w:rsidP="0056477D">
      <w:pPr>
        <w:numPr>
          <w:ilvl w:val="0"/>
          <w:numId w:val="5"/>
        </w:numPr>
        <w:spacing w:after="400"/>
        <w:ind w:left="567" w:hanging="567"/>
        <w:rPr>
          <w:color w:val="000000" w:themeColor="text1"/>
        </w:rPr>
      </w:pPr>
      <w:r>
        <w:rPr>
          <w:color w:val="000000" w:themeColor="text1"/>
        </w:rPr>
        <w:t>Asistencia y apoyo al sector de innovación y creatividad y al sistema de propiedad intelectual de Ucrania</w:t>
      </w:r>
    </w:p>
    <w:p w14:paraId="44297F51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ASUNTOS RELATIVOS AL PERSONAL</w:t>
      </w:r>
    </w:p>
    <w:p w14:paraId="07061794" w14:textId="77777777" w:rsidR="0056477D" w:rsidRPr="008A60EB" w:rsidRDefault="0056477D" w:rsidP="0056477D">
      <w:pPr>
        <w:numPr>
          <w:ilvl w:val="0"/>
          <w:numId w:val="5"/>
        </w:numPr>
        <w:spacing w:after="220"/>
        <w:rPr>
          <w:color w:val="000000" w:themeColor="text1"/>
        </w:rPr>
      </w:pPr>
      <w:r>
        <w:rPr>
          <w:color w:val="000000" w:themeColor="text1"/>
        </w:rPr>
        <w:t>Informes sobre asuntos relativos al personal</w:t>
      </w:r>
    </w:p>
    <w:p w14:paraId="0FC33161" w14:textId="77777777" w:rsidR="0056477D" w:rsidRPr="008A60EB" w:rsidRDefault="0056477D" w:rsidP="0056477D">
      <w:pPr>
        <w:tabs>
          <w:tab w:val="left" w:pos="1080"/>
        </w:tabs>
        <w:spacing w:after="220"/>
        <w:ind w:left="547"/>
        <w:rPr>
          <w:color w:val="000000" w:themeColor="text1"/>
        </w:rPr>
      </w:pPr>
      <w:r>
        <w:rPr>
          <w:color w:val="000000" w:themeColor="text1"/>
        </w:rPr>
        <w:t>i)</w:t>
      </w:r>
      <w:r>
        <w:rPr>
          <w:color w:val="000000" w:themeColor="text1"/>
        </w:rPr>
        <w:tab/>
        <w:t>Informe sobre recursos humanos</w:t>
      </w:r>
    </w:p>
    <w:p w14:paraId="4E4A1AF2" w14:textId="77777777" w:rsidR="0056477D" w:rsidRPr="008A60EB" w:rsidRDefault="0056477D" w:rsidP="0056477D">
      <w:pPr>
        <w:tabs>
          <w:tab w:val="left" w:pos="1080"/>
        </w:tabs>
        <w:spacing w:after="220"/>
        <w:ind w:left="547"/>
        <w:rPr>
          <w:color w:val="000000" w:themeColor="text1"/>
        </w:rPr>
      </w:pPr>
      <w:proofErr w:type="spellStart"/>
      <w:r>
        <w:rPr>
          <w:color w:val="000000" w:themeColor="text1"/>
        </w:rPr>
        <w:t>ii</w:t>
      </w:r>
      <w:proofErr w:type="spellEnd"/>
      <w:r>
        <w:rPr>
          <w:color w:val="000000" w:themeColor="text1"/>
        </w:rPr>
        <w:t>)</w:t>
      </w:r>
      <w:r>
        <w:rPr>
          <w:color w:val="000000" w:themeColor="text1"/>
        </w:rPr>
        <w:tab/>
        <w:t>Informe de la Oficina de Ética Profesional</w:t>
      </w:r>
    </w:p>
    <w:p w14:paraId="0BF8A569" w14:textId="77777777" w:rsidR="0056477D" w:rsidRPr="008A60EB" w:rsidRDefault="0056477D" w:rsidP="0056477D">
      <w:pPr>
        <w:pStyle w:val="ONUME"/>
        <w:spacing w:after="400"/>
        <w:rPr>
          <w:color w:val="000000" w:themeColor="text1"/>
        </w:rPr>
      </w:pPr>
      <w:r>
        <w:rPr>
          <w:color w:val="000000" w:themeColor="text1"/>
        </w:rPr>
        <w:t>Enmiendas al Estatuto y Reglamento del Personal</w:t>
      </w:r>
    </w:p>
    <w:p w14:paraId="5CEE6B69" w14:textId="77777777" w:rsidR="0056477D" w:rsidRPr="008A60EB" w:rsidRDefault="0056477D" w:rsidP="0056477D">
      <w:pPr>
        <w:keepNext/>
        <w:spacing w:before="240" w:after="220"/>
        <w:outlineLvl w:val="2"/>
        <w:rPr>
          <w:bCs/>
          <w:caps/>
          <w:color w:val="000000" w:themeColor="text1"/>
          <w:szCs w:val="26"/>
        </w:rPr>
      </w:pPr>
      <w:r>
        <w:rPr>
          <w:caps/>
          <w:color w:val="000000" w:themeColor="text1"/>
        </w:rPr>
        <w:t>CLAUSURA DE LA SERIE DE REUNIONES</w:t>
      </w:r>
    </w:p>
    <w:p w14:paraId="419B72D0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color w:val="000000" w:themeColor="text1"/>
        </w:rPr>
      </w:pPr>
      <w:r>
        <w:rPr>
          <w:color w:val="000000" w:themeColor="text1"/>
        </w:rPr>
        <w:t>Aprobación de los informes</w:t>
      </w:r>
    </w:p>
    <w:p w14:paraId="03905CF9" w14:textId="77777777" w:rsidR="0056477D" w:rsidRPr="008A60EB" w:rsidRDefault="0056477D" w:rsidP="0056477D">
      <w:pPr>
        <w:numPr>
          <w:ilvl w:val="0"/>
          <w:numId w:val="5"/>
        </w:numPr>
        <w:tabs>
          <w:tab w:val="clear" w:pos="567"/>
          <w:tab w:val="num" w:pos="540"/>
        </w:tabs>
        <w:spacing w:after="720"/>
        <w:rPr>
          <w:color w:val="000000" w:themeColor="text1"/>
        </w:rPr>
      </w:pPr>
      <w:r>
        <w:rPr>
          <w:color w:val="000000" w:themeColor="text1"/>
        </w:rPr>
        <w:t>Clausura de la serie de reuniones</w:t>
      </w:r>
    </w:p>
    <w:bookmarkEnd w:id="5"/>
    <w:p w14:paraId="544B73E7" w14:textId="77777777" w:rsidR="0056477D" w:rsidRPr="008A60EB" w:rsidRDefault="0056477D" w:rsidP="0056477D">
      <w:pPr>
        <w:rPr>
          <w:color w:val="000000" w:themeColor="text1"/>
        </w:rPr>
      </w:pPr>
      <w:r>
        <w:br w:type="page"/>
      </w:r>
    </w:p>
    <w:p w14:paraId="6DAA4EA4" w14:textId="77777777" w:rsidR="0056477D" w:rsidRPr="008A60EB" w:rsidRDefault="0056477D" w:rsidP="0056477D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>
        <w:rPr>
          <w:b/>
          <w:caps/>
          <w:color w:val="000000" w:themeColor="text1"/>
        </w:rPr>
        <w:lastRenderedPageBreak/>
        <w:t>PROGRAMA DE TRABAJO INDICATIVO</w:t>
      </w:r>
    </w:p>
    <w:p w14:paraId="3997CEBB" w14:textId="77777777" w:rsidR="0056477D" w:rsidRPr="008A60EB" w:rsidRDefault="0056477D" w:rsidP="0056477D">
      <w:pPr>
        <w:spacing w:after="220"/>
        <w:rPr>
          <w:color w:val="000000" w:themeColor="text1"/>
        </w:rPr>
      </w:pPr>
      <w:r>
        <w:rPr>
          <w:color w:val="000000" w:themeColor="text1"/>
        </w:rPr>
        <w:t>Se propone que los siguientes puntos del orden del día sean examinados en las fechas que figuran a continuación:</w:t>
      </w:r>
    </w:p>
    <w:p w14:paraId="0FE2BE2B" w14:textId="77777777" w:rsidR="0056477D" w:rsidRPr="00A7063C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Martes, 8 de julio</w:t>
      </w:r>
      <w:r>
        <w:rPr>
          <w:color w:val="000000" w:themeColor="text1"/>
        </w:rPr>
        <w:tab/>
        <w:t>puntos 1 a 4 del orden del día</w:t>
      </w:r>
    </w:p>
    <w:p w14:paraId="08A6301F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Miércoles, 9 de julio</w:t>
      </w:r>
      <w:r>
        <w:rPr>
          <w:color w:val="000000" w:themeColor="text1"/>
        </w:rPr>
        <w:tab/>
        <w:t>puntos 4 (continuación), 5 y 9 del orden del día</w:t>
      </w:r>
    </w:p>
    <w:p w14:paraId="6A90C716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Jueves, 10 de julio</w:t>
      </w:r>
      <w:r>
        <w:rPr>
          <w:color w:val="000000" w:themeColor="text1"/>
        </w:rPr>
        <w:tab/>
        <w:t>puntos 10, 11 y 12 del orden del día</w:t>
      </w:r>
    </w:p>
    <w:p w14:paraId="4F328F2D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Viernes, 11 de julio</w:t>
      </w:r>
      <w:r>
        <w:rPr>
          <w:color w:val="000000" w:themeColor="text1"/>
        </w:rPr>
        <w:tab/>
        <w:t>puntos 12 (continuación), 17 y 18 del orden del día</w:t>
      </w:r>
    </w:p>
    <w:p w14:paraId="61AB98AC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bookmarkStart w:id="7" w:name="_Hlk151624646"/>
      <w:r>
        <w:t xml:space="preserve">Lunes, </w:t>
      </w:r>
      <w:bookmarkEnd w:id="7"/>
      <w:r>
        <w:t xml:space="preserve">14 de julio </w:t>
      </w:r>
      <w:r>
        <w:tab/>
        <w:t>puntos 13 a 16 del orden del día</w:t>
      </w:r>
    </w:p>
    <w:p w14:paraId="0F0CEAD6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Martes, 15 de julio</w:t>
      </w:r>
      <w:r>
        <w:rPr>
          <w:color w:val="000000" w:themeColor="text1"/>
        </w:rPr>
        <w:tab/>
        <w:t>puntos 19 a 23 del orden del día</w:t>
      </w:r>
    </w:p>
    <w:p w14:paraId="7D99B9E1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Miércoles, 16 de julio</w:t>
      </w:r>
      <w:r>
        <w:rPr>
          <w:color w:val="000000" w:themeColor="text1"/>
        </w:rPr>
        <w:tab/>
        <w:t>Reservado, en caso de que algún punto del orden del día no haya quedado finalizado el 15 de julio, y para que la Secretaría pueda preparar los proyectos de informe</w:t>
      </w:r>
    </w:p>
    <w:p w14:paraId="0D7CD80A" w14:textId="77777777" w:rsidR="0056477D" w:rsidRPr="008A60EB" w:rsidRDefault="0056477D" w:rsidP="0056477D">
      <w:pPr>
        <w:spacing w:after="220"/>
        <w:ind w:left="4050" w:hanging="3510"/>
        <w:rPr>
          <w:color w:val="000000" w:themeColor="text1"/>
        </w:rPr>
      </w:pPr>
      <w:r>
        <w:rPr>
          <w:color w:val="000000" w:themeColor="text1"/>
        </w:rPr>
        <w:t>Jueves, 17 de julio</w:t>
      </w:r>
      <w:r>
        <w:rPr>
          <w:color w:val="000000" w:themeColor="text1"/>
        </w:rPr>
        <w:tab/>
        <w:t>puntos 24 y 25 del orden del día</w:t>
      </w:r>
    </w:p>
    <w:p w14:paraId="0978AF4F" w14:textId="77777777" w:rsidR="0056477D" w:rsidRPr="008A60EB" w:rsidRDefault="0056477D" w:rsidP="0056477D">
      <w:pPr>
        <w:spacing w:after="220"/>
        <w:rPr>
          <w:color w:val="000000" w:themeColor="text1"/>
        </w:rPr>
      </w:pPr>
      <w:r>
        <w:rPr>
          <w:color w:val="000000" w:themeColor="text1"/>
        </w:rPr>
        <w:t>El programa de trabajo que figura más arriba es meramente indicativo y cualquiera de los puntos del orden del día podrá ser objeto de debate en cualquiera de los días comprendidos entre el 8 y el 17 de julio de 2025, previa decisión de la presidencia, conforme a lo dispuesto en el Reglamento General de la OMPI.</w:t>
      </w:r>
    </w:p>
    <w:p w14:paraId="75EA1B99" w14:textId="77777777" w:rsidR="0056477D" w:rsidRPr="008A60EB" w:rsidRDefault="0056477D" w:rsidP="0056477D">
      <w:pPr>
        <w:spacing w:after="360"/>
        <w:rPr>
          <w:color w:val="000000" w:themeColor="text1"/>
        </w:rPr>
      </w:pPr>
      <w:r>
        <w:rPr>
          <w:color w:val="000000" w:themeColor="text1"/>
        </w:rPr>
        <w:t>Las sesiones de la mañana se celebrarán de las 10.00 a las 13.00, y las de la tarde, de las 15.00 a las 18.00.</w:t>
      </w:r>
    </w:p>
    <w:p w14:paraId="3131BBBD" w14:textId="77777777" w:rsidR="0056477D" w:rsidRPr="008A60EB" w:rsidRDefault="0056477D" w:rsidP="0056477D">
      <w:pPr>
        <w:keepNext/>
        <w:spacing w:before="240" w:after="280"/>
        <w:outlineLvl w:val="1"/>
        <w:rPr>
          <w:b/>
          <w:bCs/>
          <w:iCs/>
          <w:caps/>
          <w:color w:val="000000" w:themeColor="text1"/>
          <w:szCs w:val="28"/>
        </w:rPr>
      </w:pPr>
      <w:r>
        <w:rPr>
          <w:b/>
          <w:caps/>
          <w:color w:val="000000" w:themeColor="text1"/>
        </w:rPr>
        <w:t>ÓRGANOS INTERESADOS</w:t>
      </w:r>
    </w:p>
    <w:p w14:paraId="5BFBFE93" w14:textId="77777777" w:rsidR="0056477D" w:rsidRPr="008A60EB" w:rsidRDefault="0056477D" w:rsidP="0056477D">
      <w:pPr>
        <w:spacing w:after="220"/>
        <w:rPr>
          <w:color w:val="000000" w:themeColor="text1"/>
        </w:rPr>
      </w:pPr>
      <w:r>
        <w:rPr>
          <w:color w:val="000000" w:themeColor="text1"/>
        </w:rPr>
        <w:t>Conforme a la práctica habitual, en el proyecto de orden del día figuran las cuestiones que conciernen a los órganos convocados en el marco de las Asambleas (cuya lista figura en el documento A/66/INF/1) de forma consolidada, en el sentido de que cuando una cuestión concierne a más de un órgano, dicha cuestión figura como un único punto del orden del día:</w:t>
      </w:r>
    </w:p>
    <w:p w14:paraId="6D624117" w14:textId="77777777" w:rsidR="0056477D" w:rsidRPr="008A60EB" w:rsidRDefault="0056477D" w:rsidP="0056477D">
      <w:pPr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Órganos interesados: todos los que han sido convocados (22), según la enumeración que consta en el documento A/66/INF/1</w:t>
      </w:r>
    </w:p>
    <w:p w14:paraId="6D67FA93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General de la OMPI</w:t>
      </w:r>
    </w:p>
    <w:p w14:paraId="4904D6E8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Puntos del orden del día: 1 a 7, 10.ii), 11, 21, 24 y 25</w:t>
      </w:r>
    </w:p>
    <w:p w14:paraId="59B565B6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Órganos interesados: Asamblea General de la OMPI</w:t>
      </w:r>
    </w:p>
    <w:p w14:paraId="1F0BD262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General de la OMPI</w:t>
      </w:r>
    </w:p>
    <w:p w14:paraId="2392B638" w14:textId="77777777" w:rsidR="0056477D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Puntos del orden del día: 9, 10.i), 10.iii), 12, 17, 18 y 20</w:t>
      </w:r>
    </w:p>
    <w:p w14:paraId="4E655A29" w14:textId="77777777" w:rsidR="0056477D" w:rsidRPr="00BA1F61" w:rsidRDefault="0056477D" w:rsidP="0056477D">
      <w:pPr>
        <w:numPr>
          <w:ilvl w:val="0"/>
          <w:numId w:val="8"/>
        </w:numPr>
      </w:pPr>
      <w:r>
        <w:t>Órganos interesados: Conferencia de la OMPI, Asambleas de la Unión de París y de la Unión de Berna.</w:t>
      </w:r>
    </w:p>
    <w:p w14:paraId="2140AC3D" w14:textId="77777777" w:rsidR="0056477D" w:rsidRPr="00BA1F61" w:rsidRDefault="0056477D" w:rsidP="0056477D">
      <w:pPr>
        <w:ind w:left="709"/>
      </w:pPr>
      <w:r>
        <w:t>Presidente: presidente de la Conferencia de la OMPI</w:t>
      </w:r>
    </w:p>
    <w:p w14:paraId="491C75BA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t>Punto del orden del día: 8</w:t>
      </w:r>
    </w:p>
    <w:p w14:paraId="63DD4B0B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Órganos interesados: Comité de Coordinación de la OMPI</w:t>
      </w:r>
    </w:p>
    <w:p w14:paraId="3B94C31B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del Comité de Coordinación de la OMPI</w:t>
      </w:r>
    </w:p>
    <w:p w14:paraId="550DC20B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lastRenderedPageBreak/>
        <w:t>Puntos del orden del día: 22 y 23</w:t>
      </w:r>
    </w:p>
    <w:p w14:paraId="0BD9F4AB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 interesado: Asamblea de la Unión de PCT</w:t>
      </w:r>
    </w:p>
    <w:p w14:paraId="438C0156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de la Unión del PCT</w:t>
      </w:r>
    </w:p>
    <w:p w14:paraId="6D1C2970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 del orden del día: 13</w:t>
      </w:r>
    </w:p>
    <w:p w14:paraId="6C6EAEC9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 interesado: Asamblea de la Unión de Madrid</w:t>
      </w:r>
    </w:p>
    <w:p w14:paraId="6D345405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de la Unión de Madrid</w:t>
      </w:r>
    </w:p>
    <w:p w14:paraId="0B883F87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 del orden del día: 14</w:t>
      </w:r>
    </w:p>
    <w:p w14:paraId="04F9CD54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 interesado: Asamblea de la Unión de La Haya</w:t>
      </w:r>
    </w:p>
    <w:p w14:paraId="7E46B43A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de la Unión de La Haya</w:t>
      </w:r>
    </w:p>
    <w:p w14:paraId="797D156B" w14:textId="77777777" w:rsidR="0056477D" w:rsidRPr="008A60EB" w:rsidRDefault="0056477D" w:rsidP="0056477D">
      <w:pPr>
        <w:spacing w:after="220"/>
        <w:ind w:left="720"/>
        <w:rPr>
          <w:color w:val="000000" w:themeColor="text1"/>
        </w:rPr>
      </w:pPr>
      <w:r>
        <w:rPr>
          <w:color w:val="000000" w:themeColor="text1"/>
        </w:rPr>
        <w:t>Punto del orden del día: 15</w:t>
      </w:r>
    </w:p>
    <w:p w14:paraId="4EABAFEB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 interesado: Asamblea de la Unión de Lisboa</w:t>
      </w:r>
    </w:p>
    <w:p w14:paraId="2B88A290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de la Unión de Lisboa</w:t>
      </w:r>
    </w:p>
    <w:p w14:paraId="33D14023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 del orden del día: 16</w:t>
      </w:r>
    </w:p>
    <w:p w14:paraId="7D963FAD" w14:textId="77777777" w:rsidR="0056477D" w:rsidRPr="008A60EB" w:rsidRDefault="0056477D" w:rsidP="0056477D">
      <w:pPr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Órgano interesado: Asamblea del Tratado de Singapur</w:t>
      </w:r>
    </w:p>
    <w:p w14:paraId="0815BC33" w14:textId="77777777" w:rsidR="0056477D" w:rsidRPr="008A60EB" w:rsidRDefault="0056477D" w:rsidP="0056477D">
      <w:pPr>
        <w:ind w:left="709"/>
        <w:rPr>
          <w:color w:val="000000" w:themeColor="text1"/>
        </w:rPr>
      </w:pPr>
      <w:r>
        <w:rPr>
          <w:color w:val="000000" w:themeColor="text1"/>
        </w:rPr>
        <w:t>Presidente: presidente de la Asamblea del Tratado de Singapur</w:t>
      </w:r>
    </w:p>
    <w:p w14:paraId="44E196D1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  <w:r>
        <w:rPr>
          <w:color w:val="000000" w:themeColor="text1"/>
        </w:rPr>
        <w:t>Punto del orden del día: 19</w:t>
      </w:r>
    </w:p>
    <w:p w14:paraId="1D63A2CD" w14:textId="77777777" w:rsidR="0056477D" w:rsidRPr="008A60EB" w:rsidRDefault="0056477D" w:rsidP="0056477D">
      <w:pPr>
        <w:spacing w:after="220"/>
        <w:ind w:left="709"/>
        <w:rPr>
          <w:color w:val="000000" w:themeColor="text1"/>
        </w:rPr>
      </w:pPr>
    </w:p>
    <w:p w14:paraId="126941E8" w14:textId="77777777" w:rsidR="0056477D" w:rsidRPr="00B05DFA" w:rsidRDefault="0056477D" w:rsidP="0056477D">
      <w:pPr>
        <w:ind w:left="5533"/>
        <w:rPr>
          <w:lang w:val="es-ES_tradnl"/>
        </w:rPr>
      </w:pPr>
      <w:r>
        <w:rPr>
          <w:color w:val="000000" w:themeColor="text1"/>
        </w:rPr>
        <w:t>[Fin del documento]</w:t>
      </w:r>
    </w:p>
    <w:p w14:paraId="7B2020AE" w14:textId="77777777" w:rsidR="00152CEA" w:rsidRPr="00D36B79" w:rsidRDefault="00152CEA" w:rsidP="00BA063E">
      <w:pPr>
        <w:spacing w:after="220"/>
      </w:pPr>
    </w:p>
    <w:sectPr w:rsidR="00152CEA" w:rsidRPr="00D36B79" w:rsidSect="00564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EB03B" w14:textId="77777777" w:rsidR="0056477D" w:rsidRDefault="0056477D">
      <w:r>
        <w:separator/>
      </w:r>
    </w:p>
  </w:endnote>
  <w:endnote w:type="continuationSeparator" w:id="0">
    <w:p w14:paraId="71691062" w14:textId="77777777" w:rsidR="0056477D" w:rsidRPr="009D30E6" w:rsidRDefault="0056477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6A674B6" w14:textId="77777777" w:rsidR="0056477D" w:rsidRPr="007E663E" w:rsidRDefault="0056477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AE9A3AA" w14:textId="77777777" w:rsidR="0056477D" w:rsidRPr="007E663E" w:rsidRDefault="0056477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6B25F" w14:textId="77777777" w:rsidR="00FF72EB" w:rsidRDefault="00FF72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22C90" w14:textId="77777777" w:rsidR="00FF72EB" w:rsidRDefault="00FF72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6712E" w14:textId="77777777" w:rsidR="00FF72EB" w:rsidRDefault="00FF7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9EEAF" w14:textId="77777777" w:rsidR="0056477D" w:rsidRDefault="0056477D">
      <w:r>
        <w:separator/>
      </w:r>
    </w:p>
  </w:footnote>
  <w:footnote w:type="continuationSeparator" w:id="0">
    <w:p w14:paraId="379036CC" w14:textId="77777777" w:rsidR="0056477D" w:rsidRPr="009D30E6" w:rsidRDefault="0056477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292FA24" w14:textId="77777777" w:rsidR="0056477D" w:rsidRPr="007E663E" w:rsidRDefault="0056477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60E37CBC" w14:textId="77777777" w:rsidR="0056477D" w:rsidRPr="007E663E" w:rsidRDefault="0056477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6B1213EE" w14:textId="77777777" w:rsidR="0056477D" w:rsidRDefault="0056477D" w:rsidP="0056477D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Para ver qué documentos guardan relación con cada punto del orden del día, consúltese la “Lista de documentos” (A/66/2).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43AA0" w14:textId="77777777" w:rsidR="00FF72EB" w:rsidRDefault="00FF7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3592C" w14:textId="59F0DC68" w:rsidR="00F84474" w:rsidRDefault="0056477D" w:rsidP="00477D6B">
    <w:pPr>
      <w:jc w:val="right"/>
    </w:pPr>
    <w:bookmarkStart w:id="8" w:name="Code2"/>
    <w:bookmarkEnd w:id="8"/>
    <w:r>
      <w:t xml:space="preserve">A/66/1 </w:t>
    </w:r>
    <w:r w:rsidR="00AD3158">
      <w:t>Prov</w:t>
    </w:r>
    <w:r>
      <w:t>.1</w:t>
    </w:r>
  </w:p>
  <w:p w14:paraId="13A0BCF0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187D0667" w14:textId="77777777" w:rsidR="00F84474" w:rsidRDefault="00F84474" w:rsidP="00477D6B">
    <w:pPr>
      <w:jc w:val="right"/>
    </w:pPr>
  </w:p>
  <w:p w14:paraId="0F6B4E46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ECC5F" w14:textId="77777777" w:rsidR="00FF72EB" w:rsidRDefault="00FF72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541363">
    <w:abstractNumId w:val="2"/>
  </w:num>
  <w:num w:numId="2" w16cid:durableId="366106094">
    <w:abstractNumId w:val="4"/>
  </w:num>
  <w:num w:numId="3" w16cid:durableId="527137612">
    <w:abstractNumId w:val="0"/>
  </w:num>
  <w:num w:numId="4" w16cid:durableId="357853381">
    <w:abstractNumId w:val="5"/>
  </w:num>
  <w:num w:numId="5" w16cid:durableId="196164486">
    <w:abstractNumId w:val="1"/>
  </w:num>
  <w:num w:numId="6" w16cid:durableId="1241792273">
    <w:abstractNumId w:val="3"/>
  </w:num>
  <w:num w:numId="7" w16cid:durableId="1647467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0930436">
    <w:abstractNumId w:val="6"/>
  </w:num>
  <w:num w:numId="9" w16cid:durableId="863591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7D"/>
    <w:rsid w:val="00074D00"/>
    <w:rsid w:val="00084193"/>
    <w:rsid w:val="00085D24"/>
    <w:rsid w:val="000E3BB3"/>
    <w:rsid w:val="000F5E56"/>
    <w:rsid w:val="001362EE"/>
    <w:rsid w:val="00152CEA"/>
    <w:rsid w:val="001832A6"/>
    <w:rsid w:val="001C4DD3"/>
    <w:rsid w:val="001D50D1"/>
    <w:rsid w:val="002334B1"/>
    <w:rsid w:val="002427DF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800D6"/>
    <w:rsid w:val="004A6C37"/>
    <w:rsid w:val="004A7B16"/>
    <w:rsid w:val="004F6488"/>
    <w:rsid w:val="004F7418"/>
    <w:rsid w:val="00511D0C"/>
    <w:rsid w:val="0055013B"/>
    <w:rsid w:val="0056224D"/>
    <w:rsid w:val="0056477D"/>
    <w:rsid w:val="00571B99"/>
    <w:rsid w:val="005A7311"/>
    <w:rsid w:val="005D64EC"/>
    <w:rsid w:val="005F2477"/>
    <w:rsid w:val="00605827"/>
    <w:rsid w:val="00675021"/>
    <w:rsid w:val="0069159F"/>
    <w:rsid w:val="006A06C6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9C706E"/>
    <w:rsid w:val="00A16FC0"/>
    <w:rsid w:val="00A32C9E"/>
    <w:rsid w:val="00A7453D"/>
    <w:rsid w:val="00A8121F"/>
    <w:rsid w:val="00AB613D"/>
    <w:rsid w:val="00AD3158"/>
    <w:rsid w:val="00B41D38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2402A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EA36A4"/>
  <w15:docId w15:val="{8ABA9563-4755-423F-A902-0D0954E63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56477D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56477D"/>
    <w:rPr>
      <w:rFonts w:ascii="Arial" w:eastAsia="SimSun" w:hAnsi="Arial" w:cs="Arial"/>
      <w:bCs/>
      <w:sz w:val="22"/>
      <w:szCs w:val="26"/>
      <w:u w:val="single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66 (S).dotm</Template>
  <TotalTime>4</TotalTime>
  <Pages>5</Pages>
  <Words>995</Words>
  <Characters>4656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</vt:lpstr>
    </vt:vector>
  </TitlesOfParts>
  <Company>WIPO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A/66/1 Prov.1</dc:title>
  <dc:creator>CEVALLOS DUQUE Nilo</dc:creator>
  <cp:keywords>FOR OFFICIAL USE ONLY</cp:keywords>
  <cp:lastModifiedBy>HÄFLIGER Patience</cp:lastModifiedBy>
  <cp:revision>3</cp:revision>
  <dcterms:created xsi:type="dcterms:W3CDTF">2024-12-10T09:15:00Z</dcterms:created>
  <dcterms:modified xsi:type="dcterms:W3CDTF">2024-12-11T14:31:00Z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2023-11-21T14:56:02Z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04651a4f-cab9-4ad3-aa54-3fc6766d826d</vt:lpwstr>
  </property>
  <property fmtid="{D5CDD505-2E9C-101B-9397-08002B2CF9AE}" pid="14" name="MSIP_Label_20773ee6-353b-4fb9-a59d-0b94c8c67bea_ContentBits">
    <vt:lpwstr>0</vt:lpwstr>
  </property>
</Properties>
</file>