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5725F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5179AE" w:rsidP="00916EE2">
            <w:pPr>
              <w:jc w:val="right"/>
              <w:rPr>
                <w:rFonts w:ascii="Arial Black" w:hAnsi="Arial Black"/>
                <w:caps/>
                <w:sz w:val="15"/>
              </w:rPr>
            </w:pPr>
            <w:r>
              <w:rPr>
                <w:rFonts w:ascii="Arial Black" w:hAnsi="Arial Black"/>
                <w:caps/>
                <w:sz w:val="15"/>
              </w:rPr>
              <w:t>wo/</w:t>
            </w:r>
            <w:r w:rsidR="00A77461">
              <w:rPr>
                <w:rFonts w:ascii="Arial Black" w:hAnsi="Arial Black"/>
                <w:caps/>
                <w:sz w:val="15"/>
              </w:rPr>
              <w:t>pbc/24/</w:t>
            </w:r>
            <w:bookmarkStart w:id="1" w:name="Code"/>
            <w:bookmarkEnd w:id="1"/>
            <w:r w:rsidR="00AA7B8D" w:rsidRPr="000B6B03">
              <w:rPr>
                <w:rFonts w:ascii="Arial Black" w:hAnsi="Arial Black"/>
                <w:caps/>
                <w:sz w:val="15"/>
              </w:rPr>
              <w:t>13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720C75">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821AD3">
              <w:rPr>
                <w:rFonts w:ascii="Arial Black" w:hAnsi="Arial Black"/>
                <w:caps/>
                <w:sz w:val="15"/>
              </w:rPr>
              <w:t xml:space="preserve">  </w:t>
            </w:r>
            <w:r w:rsidR="00821AD3" w:rsidRPr="00563BD2">
              <w:rPr>
                <w:rFonts w:ascii="Arial Black" w:hAnsi="Arial Black"/>
                <w:caps/>
                <w:sz w:val="15"/>
              </w:rPr>
              <w:t>september</w:t>
            </w:r>
            <w:r w:rsidR="00720C75" w:rsidRPr="00563BD2">
              <w:rPr>
                <w:rFonts w:ascii="Arial Black" w:hAnsi="Arial Black"/>
                <w:caps/>
                <w:sz w:val="15"/>
              </w:rPr>
              <w:t xml:space="preserve"> </w:t>
            </w:r>
            <w:r w:rsidR="00563BD2">
              <w:rPr>
                <w:rFonts w:ascii="Arial Black" w:hAnsi="Arial Black"/>
                <w:caps/>
                <w:sz w:val="15"/>
              </w:rPr>
              <w:t>15</w:t>
            </w:r>
            <w:r w:rsidR="00720C75">
              <w:rPr>
                <w:rFonts w:ascii="Arial Black" w:hAnsi="Arial Black"/>
                <w:caps/>
                <w:sz w:val="15"/>
              </w:rPr>
              <w:t>, 2015</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A77461" w:rsidP="008B2CC1">
      <w:pPr>
        <w:rPr>
          <w:b/>
          <w:sz w:val="28"/>
          <w:szCs w:val="28"/>
        </w:rPr>
      </w:pPr>
      <w:r w:rsidRPr="00A77461">
        <w:rPr>
          <w:b/>
          <w:sz w:val="28"/>
          <w:szCs w:val="28"/>
        </w:rPr>
        <w:t>Program and Budget Committee</w:t>
      </w:r>
    </w:p>
    <w:p w:rsidR="003845C1" w:rsidRDefault="003845C1" w:rsidP="003845C1"/>
    <w:p w:rsidR="003845C1" w:rsidRDefault="003845C1" w:rsidP="003845C1"/>
    <w:p w:rsidR="00A77461" w:rsidRPr="00A77461" w:rsidRDefault="00A77461" w:rsidP="00A77461">
      <w:pPr>
        <w:rPr>
          <w:b/>
          <w:sz w:val="24"/>
          <w:szCs w:val="24"/>
        </w:rPr>
      </w:pPr>
      <w:r w:rsidRPr="00A77461">
        <w:rPr>
          <w:b/>
          <w:sz w:val="24"/>
          <w:szCs w:val="24"/>
        </w:rPr>
        <w:t xml:space="preserve">Twenty-Fourth </w:t>
      </w:r>
      <w:proofErr w:type="gramStart"/>
      <w:r w:rsidRPr="00A77461">
        <w:rPr>
          <w:b/>
          <w:sz w:val="24"/>
          <w:szCs w:val="24"/>
        </w:rPr>
        <w:t>Session</w:t>
      </w:r>
      <w:proofErr w:type="gramEnd"/>
    </w:p>
    <w:p w:rsidR="008B2CC1" w:rsidRPr="008B2CC1" w:rsidRDefault="00A77461" w:rsidP="00A77461">
      <w:r w:rsidRPr="00A77461">
        <w:rPr>
          <w:b/>
          <w:sz w:val="24"/>
          <w:szCs w:val="24"/>
        </w:rPr>
        <w:t>Geneva, September 14 to 18, 2015</w:t>
      </w:r>
    </w:p>
    <w:p w:rsidR="008B2CC1" w:rsidRPr="008B2CC1" w:rsidRDefault="008B2CC1" w:rsidP="008B2CC1"/>
    <w:p w:rsidR="008B2CC1" w:rsidRPr="008B2CC1" w:rsidRDefault="008B2CC1" w:rsidP="008B2CC1"/>
    <w:p w:rsidR="008B2CC1" w:rsidRPr="003845C1" w:rsidRDefault="00720C75" w:rsidP="008B2CC1">
      <w:pPr>
        <w:rPr>
          <w:caps/>
          <w:sz w:val="24"/>
        </w:rPr>
      </w:pPr>
      <w:bookmarkStart w:id="4" w:name="TitleOfDoc"/>
      <w:bookmarkEnd w:id="4"/>
      <w:r>
        <w:rPr>
          <w:caps/>
          <w:sz w:val="24"/>
        </w:rPr>
        <w:t>progress report on the new construction project and the new conference hall project</w:t>
      </w:r>
    </w:p>
    <w:p w:rsidR="008B2CC1" w:rsidRPr="008B2CC1" w:rsidRDefault="008B2CC1" w:rsidP="008B2CC1"/>
    <w:p w:rsidR="008B2CC1" w:rsidRPr="008B2CC1" w:rsidRDefault="00720C75" w:rsidP="008B2CC1">
      <w:pPr>
        <w:rPr>
          <w:i/>
        </w:rPr>
      </w:pPr>
      <w:bookmarkStart w:id="5" w:name="Prepared"/>
      <w:bookmarkEnd w:id="5"/>
      <w:r>
        <w:rPr>
          <w:i/>
        </w:rPr>
        <w:t>Prepared by the Secretariat</w:t>
      </w:r>
    </w:p>
    <w:p w:rsidR="00AC205C" w:rsidRDefault="00AC205C"/>
    <w:p w:rsidR="000F5E56" w:rsidRDefault="000F5E56"/>
    <w:p w:rsidR="002928D3" w:rsidRDefault="002928D3"/>
    <w:p w:rsidR="00DB56AA" w:rsidRDefault="00DB56AA"/>
    <w:p w:rsidR="002928D3" w:rsidRDefault="002928D3" w:rsidP="0053057A"/>
    <w:p w:rsidR="00720C75" w:rsidRPr="00A71142" w:rsidRDefault="00720C75" w:rsidP="00720C75">
      <w:pPr>
        <w:rPr>
          <w:b/>
        </w:rPr>
      </w:pPr>
      <w:r w:rsidRPr="00A71142">
        <w:rPr>
          <w:b/>
        </w:rPr>
        <w:t>INTRODUCTION</w:t>
      </w:r>
    </w:p>
    <w:p w:rsidR="00720C75" w:rsidRDefault="00720C75" w:rsidP="00720C75"/>
    <w:p w:rsidR="00720C75" w:rsidRDefault="00720C75" w:rsidP="00720C75">
      <w:pPr>
        <w:numPr>
          <w:ilvl w:val="0"/>
          <w:numId w:val="7"/>
        </w:numPr>
      </w:pPr>
      <w:r w:rsidRPr="002372A6">
        <w:t xml:space="preserve">The purpose of this document is </w:t>
      </w:r>
      <w:r>
        <w:t xml:space="preserve">to </w:t>
      </w:r>
      <w:r w:rsidRPr="002372A6">
        <w:t>present to</w:t>
      </w:r>
      <w:r>
        <w:t xml:space="preserve"> the </w:t>
      </w:r>
      <w:r w:rsidRPr="002372A6">
        <w:t>Program a</w:t>
      </w:r>
      <w:r>
        <w:t xml:space="preserve">nd Budget Committee (“the PBC”) </w:t>
      </w:r>
      <w:r w:rsidRPr="002372A6">
        <w:t xml:space="preserve">an updated progress report on </w:t>
      </w:r>
      <w:r>
        <w:t xml:space="preserve">the </w:t>
      </w:r>
      <w:r w:rsidRPr="002372A6">
        <w:t xml:space="preserve">New Construction Project </w:t>
      </w:r>
      <w:r>
        <w:t xml:space="preserve">and the New Conference Hall </w:t>
      </w:r>
      <w:r w:rsidR="00605CE6">
        <w:t xml:space="preserve">(NCH) </w:t>
      </w:r>
      <w:r>
        <w:t xml:space="preserve">Project </w:t>
      </w:r>
      <w:r w:rsidRPr="002372A6">
        <w:t xml:space="preserve">covering the period since </w:t>
      </w:r>
      <w:r>
        <w:t>September 2014</w:t>
      </w:r>
      <w:r w:rsidRPr="002372A6">
        <w:t xml:space="preserve">, date </w:t>
      </w:r>
      <w:r>
        <w:t xml:space="preserve">on which the last </w:t>
      </w:r>
      <w:r w:rsidRPr="002372A6">
        <w:t xml:space="preserve">progress report for </w:t>
      </w:r>
      <w:r>
        <w:t>t</w:t>
      </w:r>
      <w:r w:rsidRPr="002372A6">
        <w:t>he</w:t>
      </w:r>
      <w:r>
        <w:t xml:space="preserve"> P</w:t>
      </w:r>
      <w:r w:rsidRPr="002372A6">
        <w:t>roje</w:t>
      </w:r>
      <w:r>
        <w:t>cts was presented to the PBC (document WO/PBC/22/14</w:t>
      </w:r>
      <w:r w:rsidRPr="002372A6">
        <w:t>)</w:t>
      </w:r>
      <w:r w:rsidR="00475EFB">
        <w:t>.</w:t>
      </w:r>
    </w:p>
    <w:p w:rsidR="00DB56AA" w:rsidRDefault="00DB56AA" w:rsidP="00720C75"/>
    <w:p w:rsidR="00477283" w:rsidRDefault="00477283" w:rsidP="00720C75"/>
    <w:p w:rsidR="00720C75" w:rsidRPr="00051A1F" w:rsidRDefault="00EC5D71" w:rsidP="00720C75">
      <w:pPr>
        <w:keepNext/>
        <w:keepLines/>
        <w:rPr>
          <w:b/>
        </w:rPr>
      </w:pPr>
      <w:r>
        <w:rPr>
          <w:b/>
        </w:rPr>
        <w:t xml:space="preserve">OPERATIONAL </w:t>
      </w:r>
      <w:r w:rsidR="00720C75" w:rsidRPr="00051A1F">
        <w:rPr>
          <w:b/>
        </w:rPr>
        <w:t xml:space="preserve">PROGRESS REPORT ON THE </w:t>
      </w:r>
      <w:r w:rsidR="00720C75">
        <w:rPr>
          <w:b/>
        </w:rPr>
        <w:t>PROJECT</w:t>
      </w:r>
      <w:r>
        <w:rPr>
          <w:b/>
        </w:rPr>
        <w:t>S</w:t>
      </w:r>
    </w:p>
    <w:p w:rsidR="00720C75" w:rsidRPr="00EC5D71" w:rsidRDefault="00720C75" w:rsidP="00720C75"/>
    <w:p w:rsidR="00720C75" w:rsidRDefault="00720C75" w:rsidP="00720C75">
      <w:pPr>
        <w:pStyle w:val="ListParagraph"/>
        <w:numPr>
          <w:ilvl w:val="0"/>
          <w:numId w:val="7"/>
        </w:numPr>
      </w:pPr>
      <w:r w:rsidRPr="00FF1F25">
        <w:t>In respect of the</w:t>
      </w:r>
      <w:r>
        <w:rPr>
          <w:b/>
          <w:i/>
        </w:rPr>
        <w:t xml:space="preserve"> </w:t>
      </w:r>
      <w:r w:rsidRPr="009251DF">
        <w:rPr>
          <w:u w:val="single"/>
        </w:rPr>
        <w:t>New Construction Project</w:t>
      </w:r>
      <w:r>
        <w:t>, and as at the date of this document</w:t>
      </w:r>
      <w:r w:rsidR="00821AD3">
        <w:t xml:space="preserve">, the status of the items </w:t>
      </w:r>
      <w:r w:rsidR="001D3D51">
        <w:t xml:space="preserve">in and around the New Building </w:t>
      </w:r>
      <w:r w:rsidR="00821AD3">
        <w:t>which had not been completed before September 2014 is as follows</w:t>
      </w:r>
      <w:r w:rsidRPr="00231539">
        <w:t>:</w:t>
      </w:r>
    </w:p>
    <w:p w:rsidR="00720C75" w:rsidRDefault="00720C75" w:rsidP="00720C75">
      <w:pPr>
        <w:pStyle w:val="ListParagraph"/>
        <w:ind w:left="0"/>
      </w:pPr>
    </w:p>
    <w:p w:rsidR="00352B38" w:rsidRDefault="00821AD3" w:rsidP="00821AD3">
      <w:pPr>
        <w:pStyle w:val="ListParagraph"/>
        <w:numPr>
          <w:ilvl w:val="1"/>
          <w:numId w:val="7"/>
        </w:numPr>
        <w:ind w:left="1134" w:hanging="567"/>
      </w:pPr>
      <w:r w:rsidRPr="00894F64">
        <w:rPr>
          <w:i/>
        </w:rPr>
        <w:t>Completed after the 2014 session of the PBC and before the end of 2014:</w:t>
      </w:r>
      <w:r>
        <w:t xml:space="preserve"> </w:t>
      </w:r>
      <w:r w:rsidR="00720C75">
        <w:t>exterior landsca</w:t>
      </w:r>
      <w:r w:rsidR="001B7A68">
        <w:t>ping in front of the New</w:t>
      </w:r>
      <w:r>
        <w:t xml:space="preserve"> Building, </w:t>
      </w:r>
      <w:r w:rsidR="00AA7B8D">
        <w:t xml:space="preserve">replacement of and repair works on </w:t>
      </w:r>
      <w:r w:rsidR="00AA7B8D" w:rsidRPr="00E82C02">
        <w:t>windows in the staircases</w:t>
      </w:r>
      <w:r>
        <w:t xml:space="preserve"> in the New Building;</w:t>
      </w:r>
      <w:r w:rsidR="00E736A0">
        <w:t xml:space="preserve">  </w:t>
      </w:r>
    </w:p>
    <w:p w:rsidR="00352B38" w:rsidRDefault="00352B38" w:rsidP="00352B38">
      <w:pPr>
        <w:pStyle w:val="ListParagraph"/>
        <w:ind w:left="1134"/>
      </w:pPr>
    </w:p>
    <w:p w:rsidR="00821AD3" w:rsidRDefault="00352B38" w:rsidP="00821AD3">
      <w:pPr>
        <w:pStyle w:val="ListParagraph"/>
        <w:numPr>
          <w:ilvl w:val="1"/>
          <w:numId w:val="7"/>
        </w:numPr>
        <w:ind w:left="1134" w:hanging="567"/>
      </w:pPr>
      <w:r w:rsidRPr="00352B38">
        <w:rPr>
          <w:i/>
        </w:rPr>
        <w:t>Completed in the first semester of 2015</w:t>
      </w:r>
      <w:r>
        <w:t xml:space="preserve">:  a variety of small outstanding items;  </w:t>
      </w:r>
      <w:r w:rsidR="00E736A0">
        <w:t>and</w:t>
      </w:r>
    </w:p>
    <w:p w:rsidR="00C15F29" w:rsidRDefault="00C15F29" w:rsidP="00C15F29">
      <w:pPr>
        <w:ind w:left="567"/>
      </w:pPr>
    </w:p>
    <w:p w:rsidR="001031C5" w:rsidRDefault="00821AD3" w:rsidP="00E736A0">
      <w:pPr>
        <w:pStyle w:val="ListParagraph"/>
        <w:numPr>
          <w:ilvl w:val="1"/>
          <w:numId w:val="7"/>
        </w:numPr>
        <w:tabs>
          <w:tab w:val="clear" w:pos="1440"/>
          <w:tab w:val="num" w:pos="1134"/>
        </w:tabs>
        <w:ind w:left="1134" w:hanging="567"/>
      </w:pPr>
      <w:r w:rsidRPr="00894F64">
        <w:rPr>
          <w:i/>
        </w:rPr>
        <w:t xml:space="preserve">Expected to be completed by the end of 2015: </w:t>
      </w:r>
      <w:r w:rsidR="00352B38">
        <w:rPr>
          <w:i/>
        </w:rPr>
        <w:t xml:space="preserve"> </w:t>
      </w:r>
      <w:r w:rsidR="00720C75">
        <w:t xml:space="preserve">replacement and repair works of </w:t>
      </w:r>
      <w:r w:rsidR="00720C75" w:rsidRPr="00E82C02">
        <w:t xml:space="preserve">windows on the ground floor </w:t>
      </w:r>
      <w:r>
        <w:t xml:space="preserve">(which </w:t>
      </w:r>
      <w:r w:rsidR="00AA7B8D">
        <w:t xml:space="preserve">started </w:t>
      </w:r>
      <w:r w:rsidR="00720C75">
        <w:t xml:space="preserve">in </w:t>
      </w:r>
      <w:r>
        <w:t xml:space="preserve">June 2015 and which will be interrupted </w:t>
      </w:r>
      <w:r w:rsidR="00AA7B8D">
        <w:t>during the 2015 Assemblies</w:t>
      </w:r>
      <w:r>
        <w:t>)</w:t>
      </w:r>
      <w:r w:rsidR="00E736A0">
        <w:t>.</w:t>
      </w:r>
    </w:p>
    <w:p w:rsidR="00720C75" w:rsidRDefault="00720C75" w:rsidP="00720C75">
      <w:pPr>
        <w:pStyle w:val="ListParagraph"/>
        <w:ind w:left="0"/>
      </w:pPr>
    </w:p>
    <w:p w:rsidR="00720C75" w:rsidRPr="002D2AF7" w:rsidRDefault="00720C75" w:rsidP="00720C75">
      <w:pPr>
        <w:pStyle w:val="ListParagraph"/>
        <w:numPr>
          <w:ilvl w:val="0"/>
          <w:numId w:val="7"/>
        </w:numPr>
      </w:pPr>
      <w:r>
        <w:lastRenderedPageBreak/>
        <w:t xml:space="preserve">In respect of the </w:t>
      </w:r>
      <w:r w:rsidRPr="009251DF">
        <w:rPr>
          <w:u w:val="single"/>
        </w:rPr>
        <w:t>New Conference Hall Project</w:t>
      </w:r>
      <w:r>
        <w:t>, and as</w:t>
      </w:r>
      <w:r w:rsidRPr="002D2AF7">
        <w:t xml:space="preserve"> at the date of this document</w:t>
      </w:r>
      <w:r w:rsidR="00C15F29">
        <w:t>, the status of the items which had not been completed before September 2014 is as follows</w:t>
      </w:r>
      <w:r>
        <w:t xml:space="preserve">:  </w:t>
      </w:r>
    </w:p>
    <w:p w:rsidR="00720C75" w:rsidRDefault="00720C75" w:rsidP="00720C75">
      <w:pPr>
        <w:pStyle w:val="ListParagraph"/>
        <w:ind w:left="0"/>
      </w:pPr>
    </w:p>
    <w:p w:rsidR="00352B38" w:rsidRDefault="00C15F29" w:rsidP="00ED6ADE">
      <w:pPr>
        <w:pStyle w:val="ListParagraph"/>
        <w:numPr>
          <w:ilvl w:val="1"/>
          <w:numId w:val="7"/>
        </w:numPr>
        <w:ind w:left="1134" w:hanging="567"/>
      </w:pPr>
      <w:r w:rsidRPr="00894F64">
        <w:rPr>
          <w:i/>
        </w:rPr>
        <w:t>Completed after the 2014 session of the PBC and before the end of 2014:</w:t>
      </w:r>
      <w:r>
        <w:t xml:space="preserve"> </w:t>
      </w:r>
      <w:r w:rsidR="00EF5016">
        <w:t xml:space="preserve"> </w:t>
      </w:r>
      <w:r w:rsidR="00720C75">
        <w:t>the Ne</w:t>
      </w:r>
      <w:r w:rsidR="00EC5D71">
        <w:t>w Access Center exterior facade and</w:t>
      </w:r>
      <w:r w:rsidR="00894F64">
        <w:t xml:space="preserve"> </w:t>
      </w:r>
      <w:r w:rsidR="00352B38">
        <w:t>various outstanding items in and around the New Hall</w:t>
      </w:r>
      <w:r w:rsidR="00EC5D71">
        <w:t>;</w:t>
      </w:r>
      <w:r w:rsidR="00EF5016">
        <w:t xml:space="preserve">  and</w:t>
      </w:r>
    </w:p>
    <w:p w:rsidR="001031C5" w:rsidRDefault="001031C5" w:rsidP="001031C5">
      <w:pPr>
        <w:pStyle w:val="ListParagraph"/>
        <w:ind w:left="1134"/>
      </w:pPr>
    </w:p>
    <w:p w:rsidR="00EC5D71" w:rsidRDefault="00EC5D71" w:rsidP="00ED6ADE">
      <w:pPr>
        <w:pStyle w:val="ListParagraph"/>
        <w:numPr>
          <w:ilvl w:val="1"/>
          <w:numId w:val="7"/>
        </w:numPr>
        <w:ind w:left="1134" w:hanging="567"/>
      </w:pPr>
      <w:r w:rsidRPr="00EC5D71">
        <w:rPr>
          <w:i/>
        </w:rPr>
        <w:t xml:space="preserve">Completed in the first semester of 2015:  </w:t>
      </w:r>
      <w:r w:rsidR="00EF5016">
        <w:t>t</w:t>
      </w:r>
      <w:r w:rsidR="00EF5016" w:rsidRPr="00352B38">
        <w:t xml:space="preserve">he remaining outstanding </w:t>
      </w:r>
      <w:r w:rsidR="00EF5016">
        <w:t xml:space="preserve">items in and around the New Hall, as well as the </w:t>
      </w:r>
      <w:r w:rsidR="00AD6644">
        <w:t xml:space="preserve">exterior landscaping and plantations </w:t>
      </w:r>
      <w:r>
        <w:t>at the foot of</w:t>
      </w:r>
      <w:r w:rsidR="00AD6644">
        <w:t xml:space="preserve"> the New Hall.</w:t>
      </w:r>
    </w:p>
    <w:p w:rsidR="00720C75" w:rsidRDefault="00720C75" w:rsidP="00720C75"/>
    <w:p w:rsidR="00DB56AA" w:rsidRPr="00FF1F25" w:rsidRDefault="00DB56AA" w:rsidP="00720C75"/>
    <w:p w:rsidR="00720C75" w:rsidRPr="00EC5D71" w:rsidRDefault="00EC5D71" w:rsidP="00720C75">
      <w:pPr>
        <w:keepNext/>
        <w:keepLines/>
        <w:rPr>
          <w:b/>
        </w:rPr>
      </w:pPr>
      <w:r w:rsidRPr="00EC5D71">
        <w:rPr>
          <w:b/>
        </w:rPr>
        <w:t>OVERSIGHT AND AUDIT</w:t>
      </w:r>
    </w:p>
    <w:p w:rsidR="00720C75" w:rsidRDefault="00720C75" w:rsidP="00720C75">
      <w:pPr>
        <w:keepNext/>
        <w:keepLines/>
      </w:pPr>
    </w:p>
    <w:p w:rsidR="00720C75" w:rsidRDefault="00974EAF" w:rsidP="00720C75">
      <w:pPr>
        <w:numPr>
          <w:ilvl w:val="0"/>
          <w:numId w:val="7"/>
        </w:numPr>
      </w:pPr>
      <w:r>
        <w:t>The</w:t>
      </w:r>
      <w:r w:rsidR="00720C75" w:rsidRPr="001546E0">
        <w:t xml:space="preserve"> Secretariat has </w:t>
      </w:r>
      <w:r>
        <w:t>continued to present</w:t>
      </w:r>
      <w:r w:rsidR="00720C75" w:rsidRPr="001546E0">
        <w:t xml:space="preserve"> progress reports </w:t>
      </w:r>
      <w:r w:rsidR="00720C75">
        <w:t xml:space="preserve">on both Projects </w:t>
      </w:r>
      <w:r w:rsidR="00720C75" w:rsidRPr="001546E0">
        <w:t xml:space="preserve">to the Independent Advisory and Oversight Committee (IAOC).  </w:t>
      </w:r>
    </w:p>
    <w:p w:rsidR="00720C75" w:rsidRDefault="00720C75" w:rsidP="00720C75"/>
    <w:p w:rsidR="00720C75" w:rsidRDefault="00974EAF" w:rsidP="00720C75">
      <w:pPr>
        <w:numPr>
          <w:ilvl w:val="0"/>
          <w:numId w:val="7"/>
        </w:numPr>
      </w:pPr>
      <w:r>
        <w:t xml:space="preserve">All six recommendations contained in the </w:t>
      </w:r>
      <w:r w:rsidR="00720C75">
        <w:t xml:space="preserve">audit </w:t>
      </w:r>
      <w:r>
        <w:t xml:space="preserve">report issued by </w:t>
      </w:r>
      <w:r w:rsidR="00720C75">
        <w:t xml:space="preserve">the Internal </w:t>
      </w:r>
      <w:r w:rsidR="00EC5D71">
        <w:t>Oversight Division (I</w:t>
      </w:r>
      <w:r w:rsidR="00720C75">
        <w:t>OD)</w:t>
      </w:r>
      <w:r>
        <w:t xml:space="preserve"> in June 2013</w:t>
      </w:r>
      <w:r w:rsidR="00720C75">
        <w:t xml:space="preserve"> </w:t>
      </w:r>
      <w:r>
        <w:t>have been implemented</w:t>
      </w:r>
      <w:r w:rsidR="00D60EF1">
        <w:t xml:space="preserve"> and there are no outstanding recommendations in respect of the Projects</w:t>
      </w:r>
      <w:r w:rsidR="00720C75">
        <w:t>.</w:t>
      </w:r>
    </w:p>
    <w:p w:rsidR="00720C75" w:rsidRDefault="00720C75" w:rsidP="00720C75"/>
    <w:p w:rsidR="00720C75" w:rsidRDefault="00425F84" w:rsidP="00720C75">
      <w:pPr>
        <w:numPr>
          <w:ilvl w:val="0"/>
          <w:numId w:val="7"/>
        </w:numPr>
      </w:pPr>
      <w:r>
        <w:t xml:space="preserve">Out of the ten </w:t>
      </w:r>
      <w:r w:rsidR="00766BEF">
        <w:t xml:space="preserve">recommendations contained in the audit report issued by the External Auditors in August 2014 </w:t>
      </w:r>
      <w:r>
        <w:t>and relating to the New Conference Hall Project</w:t>
      </w:r>
      <w:r>
        <w:t xml:space="preserve"> (</w:t>
      </w:r>
      <w:r w:rsidR="00766BEF">
        <w:t>document WO/PBC/22/3</w:t>
      </w:r>
      <w:r>
        <w:t xml:space="preserve">), </w:t>
      </w:r>
      <w:r>
        <w:t xml:space="preserve">eight have since been closed by the Auditors, leaving only two </w:t>
      </w:r>
      <w:r w:rsidR="005D3C39">
        <w:t>in the process of being</w:t>
      </w:r>
      <w:r>
        <w:t xml:space="preserve"> addressed</w:t>
      </w:r>
      <w:r w:rsidR="00766BEF">
        <w:t>.</w:t>
      </w:r>
    </w:p>
    <w:p w:rsidR="00720C75" w:rsidRDefault="00425F84" w:rsidP="00720C75">
      <w:r>
        <w:t>(</w:t>
      </w:r>
      <w:proofErr w:type="gramStart"/>
      <w:r>
        <w:t>document</w:t>
      </w:r>
      <w:proofErr w:type="gramEnd"/>
      <w:r>
        <w:t xml:space="preserve"> WO/PBC/22/3).</w:t>
      </w:r>
    </w:p>
    <w:p w:rsidR="00DB56AA" w:rsidRDefault="00DB56AA" w:rsidP="00720C75"/>
    <w:p w:rsidR="00720C75" w:rsidRPr="00C45A9D" w:rsidRDefault="00720C75" w:rsidP="00720C75">
      <w:pPr>
        <w:keepNext/>
        <w:keepLines/>
        <w:rPr>
          <w:b/>
        </w:rPr>
      </w:pPr>
      <w:r w:rsidRPr="00C45A9D">
        <w:rPr>
          <w:b/>
        </w:rPr>
        <w:t>BUDGET AND FINANCIAL SITUATION FOR THE PROJECT</w:t>
      </w:r>
      <w:r w:rsidR="004D0850">
        <w:rPr>
          <w:b/>
        </w:rPr>
        <w:t>S</w:t>
      </w:r>
    </w:p>
    <w:p w:rsidR="00720C75" w:rsidRDefault="00720C75" w:rsidP="00720C75">
      <w:pPr>
        <w:keepNext/>
        <w:keepLines/>
      </w:pPr>
    </w:p>
    <w:p w:rsidR="00720C75" w:rsidRDefault="00720C75" w:rsidP="00720C75">
      <w:pPr>
        <w:keepNext/>
        <w:keepLines/>
        <w:rPr>
          <w:i/>
        </w:rPr>
      </w:pPr>
      <w:r w:rsidRPr="00C45A9D">
        <w:rPr>
          <w:i/>
        </w:rPr>
        <w:t>New Construction Project</w:t>
      </w:r>
    </w:p>
    <w:p w:rsidR="00720C75" w:rsidRDefault="00720C75" w:rsidP="00720C75"/>
    <w:p w:rsidR="00A57EFA" w:rsidRDefault="00ED6ADE" w:rsidP="00A57EFA">
      <w:pPr>
        <w:numPr>
          <w:ilvl w:val="0"/>
          <w:numId w:val="7"/>
        </w:numPr>
      </w:pPr>
      <w:r>
        <w:t xml:space="preserve">All the repair and replacement works carried out in the New Building </w:t>
      </w:r>
      <w:r w:rsidR="00EF5016">
        <w:t xml:space="preserve">(sub-paragraphs 2(a) and 2(c), above) </w:t>
      </w:r>
      <w:r>
        <w:t xml:space="preserve">have been financed </w:t>
      </w:r>
      <w:r w:rsidR="00AA10F7">
        <w:t xml:space="preserve">and fully covered </w:t>
      </w:r>
      <w:r>
        <w:t>from funds retained from the former General Contractor, as indicated in the previous Progress Report to</w:t>
      </w:r>
      <w:r w:rsidR="0007429E">
        <w:t xml:space="preserve"> the PBC</w:t>
      </w:r>
      <w:r>
        <w:t>.</w:t>
      </w:r>
      <w:r w:rsidR="001B7A68">
        <w:t xml:space="preserve">  The </w:t>
      </w:r>
      <w:r w:rsidR="00C837E1">
        <w:t xml:space="preserve">outstanding </w:t>
      </w:r>
      <w:r w:rsidR="00AD6644">
        <w:t>it</w:t>
      </w:r>
      <w:r w:rsidR="00FE4A91">
        <w:t>ems referred to in paragraph 2(b</w:t>
      </w:r>
      <w:r w:rsidR="00AD6644">
        <w:t>)</w:t>
      </w:r>
      <w:r w:rsidR="0007429E">
        <w:t>,</w:t>
      </w:r>
      <w:r w:rsidR="00AD6644">
        <w:t xml:space="preserve"> above</w:t>
      </w:r>
      <w:r w:rsidR="0007429E">
        <w:t>,</w:t>
      </w:r>
      <w:r w:rsidR="00EF5016">
        <w:t xml:space="preserve"> have been</w:t>
      </w:r>
      <w:r w:rsidR="00C837E1">
        <w:t xml:space="preserve"> financed from the amount</w:t>
      </w:r>
      <w:r w:rsidR="00AD6644">
        <w:t xml:space="preserve"> of 400,000 Swiss francs which had been approved by the Assemblies of Member States at their 2014 session</w:t>
      </w:r>
      <w:r w:rsidR="00C837E1">
        <w:t>.</w:t>
      </w:r>
    </w:p>
    <w:p w:rsidR="00720C75" w:rsidRDefault="00720C75" w:rsidP="00720C75"/>
    <w:p w:rsidR="00A57EFA" w:rsidRPr="00C45A9D" w:rsidRDefault="00A57EFA" w:rsidP="00A57EFA">
      <w:pPr>
        <w:keepNext/>
        <w:keepLines/>
        <w:rPr>
          <w:i/>
        </w:rPr>
      </w:pPr>
      <w:r w:rsidRPr="00C45A9D">
        <w:rPr>
          <w:i/>
        </w:rPr>
        <w:t xml:space="preserve">New </w:t>
      </w:r>
      <w:r>
        <w:rPr>
          <w:i/>
        </w:rPr>
        <w:t>Conference Hall</w:t>
      </w:r>
      <w:r w:rsidRPr="00C45A9D">
        <w:rPr>
          <w:i/>
        </w:rPr>
        <w:t xml:space="preserve"> Project</w:t>
      </w:r>
    </w:p>
    <w:p w:rsidR="00A57EFA" w:rsidRDefault="00A57EFA" w:rsidP="00A57EFA">
      <w:pPr>
        <w:keepNext/>
        <w:keepLines/>
      </w:pPr>
    </w:p>
    <w:p w:rsidR="00A57EFA" w:rsidRDefault="00ED6ADE" w:rsidP="00297F80">
      <w:pPr>
        <w:numPr>
          <w:ilvl w:val="0"/>
          <w:numId w:val="7"/>
        </w:numPr>
      </w:pPr>
      <w:r>
        <w:t xml:space="preserve">It is recalled that </w:t>
      </w:r>
      <w:r w:rsidR="00A57EFA" w:rsidRPr="00CD237F">
        <w:t xml:space="preserve">the </w:t>
      </w:r>
      <w:r w:rsidR="00A57EFA">
        <w:t xml:space="preserve">total </w:t>
      </w:r>
      <w:r w:rsidR="00A57EFA" w:rsidRPr="00CD237F">
        <w:t xml:space="preserve">budget envelope approved by the Assemblies </w:t>
      </w:r>
      <w:r w:rsidR="00E6795B">
        <w:t xml:space="preserve">up to 2014 </w:t>
      </w:r>
      <w:r>
        <w:t xml:space="preserve">amounted to </w:t>
      </w:r>
      <w:r w:rsidRPr="00CD237F">
        <w:t>7</w:t>
      </w:r>
      <w:r>
        <w:t>5,2</w:t>
      </w:r>
      <w:r w:rsidRPr="00CD237F">
        <w:t>00,000 Swiss francs</w:t>
      </w:r>
      <w:r>
        <w:t xml:space="preserve"> (composed as follows: </w:t>
      </w:r>
      <w:r w:rsidR="00A57EFA" w:rsidRPr="00CD237F">
        <w:t>4.2</w:t>
      </w:r>
      <w:r w:rsidR="00A57EFA">
        <w:t> </w:t>
      </w:r>
      <w:r>
        <w:t xml:space="preserve">million Swiss francs </w:t>
      </w:r>
      <w:r w:rsidRPr="00CD237F">
        <w:t>in 2008</w:t>
      </w:r>
      <w:r w:rsidR="00A57EFA" w:rsidRPr="00CD237F">
        <w:t>, 64</w:t>
      </w:r>
      <w:r w:rsidR="00A57EFA">
        <w:t> </w:t>
      </w:r>
      <w:r>
        <w:t xml:space="preserve">million Swiss francs in 2009, 4.5 million Swiss francs in 2011 and 2.5 million Swiss francs in </w:t>
      </w:r>
      <w:r w:rsidR="00D60EF1">
        <w:t>2014</w:t>
      </w:r>
      <w:r w:rsidR="00A65D91">
        <w:t>)</w:t>
      </w:r>
      <w:r w:rsidR="00A57EFA" w:rsidRPr="00CD237F">
        <w:t>.</w:t>
      </w:r>
      <w:r w:rsidR="00297F80">
        <w:t xml:space="preserve"> T</w:t>
      </w:r>
      <w:r w:rsidR="00C75158">
        <w:t xml:space="preserve">he total project budget covers both </w:t>
      </w:r>
      <w:r w:rsidR="00297F80" w:rsidRPr="00297F80">
        <w:t xml:space="preserve">construction works and </w:t>
      </w:r>
      <w:r w:rsidR="00041409">
        <w:t>professional honoraria</w:t>
      </w:r>
      <w:r w:rsidR="00C75158">
        <w:t>.</w:t>
      </w:r>
    </w:p>
    <w:p w:rsidR="00A57EFA" w:rsidRDefault="00A57EFA" w:rsidP="00A57EFA"/>
    <w:p w:rsidR="00D60EF1" w:rsidRDefault="00D60EF1" w:rsidP="00A57EFA">
      <w:pPr>
        <w:numPr>
          <w:ilvl w:val="0"/>
          <w:numId w:val="7"/>
        </w:numPr>
      </w:pPr>
      <w:r>
        <w:t>The</w:t>
      </w:r>
      <w:r w:rsidR="00A57EFA">
        <w:t xml:space="preserve"> </w:t>
      </w:r>
      <w:r>
        <w:t xml:space="preserve">situation concerning the </w:t>
      </w:r>
      <w:r w:rsidRPr="00AA10F7">
        <w:rPr>
          <w:u w:val="single"/>
        </w:rPr>
        <w:t xml:space="preserve">construction </w:t>
      </w:r>
      <w:r w:rsidR="00C75158" w:rsidRPr="00AA10F7">
        <w:rPr>
          <w:u w:val="single"/>
        </w:rPr>
        <w:t>works</w:t>
      </w:r>
      <w:r>
        <w:t xml:space="preserve"> is</w:t>
      </w:r>
      <w:r w:rsidR="00E6795B">
        <w:t xml:space="preserve"> as follows.  There were 82 construction companies and suppliers involved in the Project.  T</w:t>
      </w:r>
      <w:r>
        <w:t xml:space="preserve">he accounts of 78 out of </w:t>
      </w:r>
      <w:r w:rsidR="00E6795B">
        <w:t>the</w:t>
      </w:r>
      <w:r>
        <w:t xml:space="preserve"> total of 82 companies and suppliers have been fully validated </w:t>
      </w:r>
      <w:r w:rsidR="00C75158">
        <w:t xml:space="preserve">and agreed by all parties.  From these 78 accounts, 72 correspond to the </w:t>
      </w:r>
      <w:r w:rsidR="00AA10F7">
        <w:t xml:space="preserve">projected </w:t>
      </w:r>
      <w:r w:rsidR="00C75158">
        <w:t xml:space="preserve">estimates </w:t>
      </w:r>
      <w:r w:rsidR="00AA10F7">
        <w:t>and which served as the</w:t>
      </w:r>
      <w:r w:rsidR="00C75158">
        <w:t xml:space="preserve"> basis for the document presented to the PBC (WO/PBC/22/14)</w:t>
      </w:r>
      <w:r w:rsidR="0007429E">
        <w:t xml:space="preserve"> by the Secretariat</w:t>
      </w:r>
      <w:r w:rsidR="00AA10F7">
        <w:t xml:space="preserve">.  The projected </w:t>
      </w:r>
      <w:proofErr w:type="gramStart"/>
      <w:r w:rsidR="00AA10F7">
        <w:t xml:space="preserve">estimates </w:t>
      </w:r>
      <w:r w:rsidR="0007429E">
        <w:t xml:space="preserve"> </w:t>
      </w:r>
      <w:r w:rsidR="00AA10F7">
        <w:t>were</w:t>
      </w:r>
      <w:proofErr w:type="gramEnd"/>
      <w:r w:rsidR="00AA10F7">
        <w:t xml:space="preserve"> established </w:t>
      </w:r>
      <w:r w:rsidR="0007429E">
        <w:t xml:space="preserve">in good faith on the basis of </w:t>
      </w:r>
      <w:r w:rsidR="00943C77">
        <w:t xml:space="preserve">the </w:t>
      </w:r>
      <w:r w:rsidR="0007429E">
        <w:t>information available at the time</w:t>
      </w:r>
      <w:r w:rsidR="00C75158">
        <w:t>.</w:t>
      </w:r>
      <w:r w:rsidR="00A57EFA">
        <w:t xml:space="preserve">  </w:t>
      </w:r>
      <w:r w:rsidR="00C75158">
        <w:t xml:space="preserve">The remaining ten accounts (of which four are still in the process of being concluded) show increases higher than the estimates </w:t>
      </w:r>
      <w:r w:rsidR="00AA10F7">
        <w:t>as projected</w:t>
      </w:r>
      <w:r w:rsidR="00C75158">
        <w:t xml:space="preserve">. </w:t>
      </w:r>
    </w:p>
    <w:p w:rsidR="005D02FE" w:rsidRDefault="005D02FE">
      <w:r>
        <w:br w:type="page"/>
      </w:r>
    </w:p>
    <w:p w:rsidR="00C75158" w:rsidRDefault="00C75158" w:rsidP="00E736A0"/>
    <w:p w:rsidR="00C75158" w:rsidRDefault="00C75158" w:rsidP="00A57EFA">
      <w:pPr>
        <w:numPr>
          <w:ilvl w:val="0"/>
          <w:numId w:val="7"/>
        </w:numPr>
      </w:pPr>
      <w:r>
        <w:lastRenderedPageBreak/>
        <w:t xml:space="preserve">The situation concerning </w:t>
      </w:r>
      <w:r w:rsidR="00041409" w:rsidRPr="00AA10F7">
        <w:rPr>
          <w:u w:val="single"/>
        </w:rPr>
        <w:t>professional</w:t>
      </w:r>
      <w:r w:rsidRPr="00AA10F7">
        <w:rPr>
          <w:u w:val="single"/>
        </w:rPr>
        <w:t xml:space="preserve"> honoraria</w:t>
      </w:r>
      <w:r>
        <w:t xml:space="preserve"> is as follows</w:t>
      </w:r>
      <w:r w:rsidR="00E6795B">
        <w:t xml:space="preserve">.  There were </w:t>
      </w:r>
      <w:r w:rsidR="00043D90" w:rsidRPr="00AA10F7">
        <w:t>26</w:t>
      </w:r>
      <w:r w:rsidR="00E6795B">
        <w:t xml:space="preserve"> firms of professional specialists </w:t>
      </w:r>
      <w:r w:rsidR="00041409">
        <w:t>(</w:t>
      </w:r>
      <w:r w:rsidR="00AA10F7">
        <w:t>engineers</w:t>
      </w:r>
      <w:r w:rsidR="00041409">
        <w:t xml:space="preserve">, pilot, </w:t>
      </w:r>
      <w:r w:rsidR="00AA10F7">
        <w:t>architect</w:t>
      </w:r>
      <w:r w:rsidR="00943C77">
        <w:t>s</w:t>
      </w:r>
      <w:r w:rsidR="00AA10F7">
        <w:t xml:space="preserve">, </w:t>
      </w:r>
      <w:proofErr w:type="gramStart"/>
      <w:r w:rsidR="00041409">
        <w:t>experts</w:t>
      </w:r>
      <w:proofErr w:type="gramEnd"/>
      <w:r w:rsidR="00041409">
        <w:t xml:space="preserve"> in a variety of fields).  T</w:t>
      </w:r>
      <w:r>
        <w:t xml:space="preserve">he accounts of </w:t>
      </w:r>
      <w:r w:rsidR="00043D90" w:rsidRPr="00AA10F7">
        <w:t>20</w:t>
      </w:r>
      <w:r>
        <w:t xml:space="preserve"> out of </w:t>
      </w:r>
      <w:r w:rsidR="00041409">
        <w:t>the</w:t>
      </w:r>
      <w:r>
        <w:t xml:space="preserve"> total of </w:t>
      </w:r>
      <w:r w:rsidR="00043D90" w:rsidRPr="00AA10F7">
        <w:t>26</w:t>
      </w:r>
      <w:r>
        <w:t xml:space="preserve"> </w:t>
      </w:r>
      <w:r w:rsidR="00041409">
        <w:t>firms</w:t>
      </w:r>
      <w:r>
        <w:t xml:space="preserve"> have been fully validated and agreed by all parties and they correspond to the estimates </w:t>
      </w:r>
      <w:r w:rsidR="00AA10F7">
        <w:t>projected</w:t>
      </w:r>
      <w:r>
        <w:t xml:space="preserve"> in 2014</w:t>
      </w:r>
      <w:r w:rsidR="0007429E">
        <w:t xml:space="preserve"> and which served as a basis for the document presented to the PBC (WO/PBC/22/14) by the Secretariat</w:t>
      </w:r>
      <w:r w:rsidR="00943C77">
        <w:t xml:space="preserve">.  </w:t>
      </w:r>
      <w:r w:rsidR="00AA10F7">
        <w:t>The projected estimates</w:t>
      </w:r>
      <w:r w:rsidR="0007429E">
        <w:t xml:space="preserve"> </w:t>
      </w:r>
      <w:r w:rsidR="00AA10F7">
        <w:t xml:space="preserve">were established </w:t>
      </w:r>
      <w:r w:rsidR="0007429E">
        <w:t xml:space="preserve">in good faith on the basis of </w:t>
      </w:r>
      <w:r w:rsidR="00943C77">
        <w:t xml:space="preserve">the </w:t>
      </w:r>
      <w:r w:rsidR="0007429E">
        <w:t>information available at the time</w:t>
      </w:r>
      <w:r>
        <w:t xml:space="preserve">.  </w:t>
      </w:r>
      <w:r w:rsidR="00043D90">
        <w:t>Out of t</w:t>
      </w:r>
      <w:r>
        <w:t xml:space="preserve">he remaining </w:t>
      </w:r>
      <w:r w:rsidR="00043D90" w:rsidRPr="00AA10F7">
        <w:t>six</w:t>
      </w:r>
      <w:r>
        <w:t xml:space="preserve"> accounts</w:t>
      </w:r>
      <w:r w:rsidR="001D3D51">
        <w:t xml:space="preserve"> which are in the process of being verified and discussed</w:t>
      </w:r>
      <w:r w:rsidR="00CE351A">
        <w:t xml:space="preserve">, </w:t>
      </w:r>
      <w:r w:rsidR="00CE351A" w:rsidRPr="00AA10F7">
        <w:t>three</w:t>
      </w:r>
      <w:r>
        <w:t xml:space="preserve"> show some increases higher than the estimates </w:t>
      </w:r>
      <w:r w:rsidR="00AA10F7">
        <w:t>as projected</w:t>
      </w:r>
      <w:r w:rsidR="00FB65AC">
        <w:t>.</w:t>
      </w:r>
    </w:p>
    <w:p w:rsidR="00FB65AC" w:rsidRDefault="00FB65AC" w:rsidP="00FB65AC">
      <w:pPr>
        <w:pStyle w:val="ListParagraph"/>
      </w:pPr>
    </w:p>
    <w:p w:rsidR="00A57EFA" w:rsidRDefault="00C75BC5" w:rsidP="001D3D51">
      <w:pPr>
        <w:numPr>
          <w:ilvl w:val="0"/>
          <w:numId w:val="7"/>
        </w:numPr>
      </w:pPr>
      <w:r>
        <w:t>As at t</w:t>
      </w:r>
      <w:r w:rsidR="001B7A68">
        <w:t>he date of this</w:t>
      </w:r>
      <w:r>
        <w:t xml:space="preserve"> document, t</w:t>
      </w:r>
      <w:r w:rsidR="00427D77">
        <w:t xml:space="preserve">he Secretariat is </w:t>
      </w:r>
      <w:r>
        <w:t>still</w:t>
      </w:r>
      <w:r w:rsidR="00427D77">
        <w:t xml:space="preserve"> in the process of discussing with </w:t>
      </w:r>
      <w:r w:rsidR="00AA10F7">
        <w:t>four</w:t>
      </w:r>
      <w:r>
        <w:t xml:space="preserve"> companies and </w:t>
      </w:r>
      <w:r w:rsidR="00AA10F7">
        <w:t xml:space="preserve">six </w:t>
      </w:r>
      <w:r w:rsidR="00427D77">
        <w:t>firms of specialists the</w:t>
      </w:r>
      <w:r w:rsidR="001D3D51">
        <w:t>ir final accounts as well as, in several cases, their</w:t>
      </w:r>
      <w:r w:rsidR="00427D77">
        <w:t xml:space="preserve"> respective shares of responsibility in the causes of the construction cost increase beyond the estimates </w:t>
      </w:r>
      <w:r w:rsidR="0062636B">
        <w:t xml:space="preserve">projected </w:t>
      </w:r>
      <w:r w:rsidR="00427D77">
        <w:t>by the Secretariat</w:t>
      </w:r>
      <w:r w:rsidR="0062636B">
        <w:t xml:space="preserve"> in 2014</w:t>
      </w:r>
      <w:r w:rsidR="00427D77">
        <w:t xml:space="preserve">.  </w:t>
      </w:r>
      <w:r>
        <w:t xml:space="preserve">As had been previously reported to the PBC, </w:t>
      </w:r>
      <w:r w:rsidR="00D60EF1">
        <w:t>t</w:t>
      </w:r>
      <w:r w:rsidR="00A57EFA">
        <w:t>he main reasons for this situation are as follows:</w:t>
      </w:r>
      <w:r w:rsidR="001D3D51">
        <w:t xml:space="preserve"> </w:t>
      </w:r>
      <w:r w:rsidR="001313BB">
        <w:t xml:space="preserve"> </w:t>
      </w:r>
      <w:r w:rsidR="001D3D51">
        <w:t>(</w:t>
      </w:r>
      <w:proofErr w:type="spellStart"/>
      <w:r w:rsidR="001D3D51">
        <w:t>i</w:t>
      </w:r>
      <w:proofErr w:type="spellEnd"/>
      <w:r w:rsidR="001D3D51">
        <w:t>) </w:t>
      </w:r>
      <w:r w:rsidR="00E736A0">
        <w:t xml:space="preserve">the </w:t>
      </w:r>
      <w:r w:rsidR="001D3D51">
        <w:t xml:space="preserve">actual final quantities used </w:t>
      </w:r>
      <w:r w:rsidR="00E736A0">
        <w:t>(</w:t>
      </w:r>
      <w:r w:rsidR="001D3D51">
        <w:t>under a number of contracts based on quantity survey</w:t>
      </w:r>
      <w:r w:rsidR="00E736A0">
        <w:t>)</w:t>
      </w:r>
      <w:r w:rsidR="001D3D51">
        <w:t xml:space="preserve"> were significantly higher than initially calculated by the specialists for the </w:t>
      </w:r>
      <w:r w:rsidR="001313BB">
        <w:t xml:space="preserve">purposes of the initial tenders; </w:t>
      </w:r>
      <w:r w:rsidR="001D3D51">
        <w:t xml:space="preserve"> (ii) </w:t>
      </w:r>
      <w:r w:rsidR="00A57EFA">
        <w:t xml:space="preserve">the additional delays in the construction phase caused by </w:t>
      </w:r>
      <w:r w:rsidR="001D3D51">
        <w:t xml:space="preserve">various reasons, in particular </w:t>
      </w:r>
      <w:r w:rsidR="00A57EFA">
        <w:t>the</w:t>
      </w:r>
      <w:r w:rsidR="00A57EFA" w:rsidRPr="0051272A">
        <w:t xml:space="preserve"> insufficient interdisciplinary coordination by the </w:t>
      </w:r>
      <w:r w:rsidR="001D3D51">
        <w:t>professional specialists</w:t>
      </w:r>
      <w:r w:rsidR="00A57EFA">
        <w:t xml:space="preserve"> </w:t>
      </w:r>
      <w:r w:rsidR="001D3D51">
        <w:t>and insufficient resp</w:t>
      </w:r>
      <w:r w:rsidR="001313BB">
        <w:t xml:space="preserve">onsiveness by certain companies; </w:t>
      </w:r>
      <w:r w:rsidR="001D3D51">
        <w:t xml:space="preserve"> </w:t>
      </w:r>
      <w:r w:rsidR="00A57EFA">
        <w:t>and</w:t>
      </w:r>
      <w:r w:rsidR="001D3D51">
        <w:t xml:space="preserve"> (iii) </w:t>
      </w:r>
      <w:r w:rsidR="00A57EFA">
        <w:t xml:space="preserve">the fact that most of the construction companies and suppliers had not anticipated having to remain on the worksite beyond the Spring 2014, while they had taken other work commitments, and experienced difficulties in responding </w:t>
      </w:r>
      <w:r w:rsidR="00E736A0">
        <w:t xml:space="preserve">afterwards </w:t>
      </w:r>
      <w:r w:rsidR="00A57EFA">
        <w:t>in a flexible, coordinated and timely manner to the demands placed on them, thereby causing additional work schedule delays.</w:t>
      </w:r>
    </w:p>
    <w:p w:rsidR="001D3D51" w:rsidRDefault="001D3D51" w:rsidP="001D3D51"/>
    <w:p w:rsidR="001313BB" w:rsidRDefault="004A62F7" w:rsidP="00AA10F7">
      <w:pPr>
        <w:numPr>
          <w:ilvl w:val="0"/>
          <w:numId w:val="7"/>
        </w:numPr>
      </w:pPr>
      <w:r>
        <w:t>A</w:t>
      </w:r>
      <w:r w:rsidR="001B7A68">
        <w:t>s at the date of this</w:t>
      </w:r>
      <w:r w:rsidR="0062636B">
        <w:t xml:space="preserve"> document, </w:t>
      </w:r>
      <w:r>
        <w:t xml:space="preserve">the final </w:t>
      </w:r>
      <w:r w:rsidR="00E736A0">
        <w:t>definite</w:t>
      </w:r>
      <w:r>
        <w:t xml:space="preserve"> figure for the </w:t>
      </w:r>
      <w:r w:rsidR="0062636B">
        <w:t xml:space="preserve">overall </w:t>
      </w:r>
      <w:r>
        <w:t xml:space="preserve">cost of the Project </w:t>
      </w:r>
      <w:r w:rsidR="00AA10F7">
        <w:t>cannot be accurately ascertained</w:t>
      </w:r>
      <w:r w:rsidR="0062636B">
        <w:t xml:space="preserve"> for the reasons outlined above</w:t>
      </w:r>
      <w:r w:rsidR="00AA10F7">
        <w:t xml:space="preserve">. </w:t>
      </w:r>
      <w:r w:rsidR="001313BB">
        <w:t xml:space="preserve"> T</w:t>
      </w:r>
      <w:r w:rsidR="00AA10F7">
        <w:t>he Secretariat will do its utmost to preserve the best interests of the Organization</w:t>
      </w:r>
      <w:r w:rsidR="00255668">
        <w:t xml:space="preserve"> and to be in a position to honor the payments due to the remaining companies and firms.  </w:t>
      </w:r>
      <w:r w:rsidR="001313BB">
        <w:t xml:space="preserve">In this regard, the Secretariat </w:t>
      </w:r>
      <w:r w:rsidR="00255668">
        <w:t xml:space="preserve">will be mindful of not jeopardizing the ongoing discussions with several parties on their final accounts and their respective shares of responsibility and not </w:t>
      </w:r>
      <w:r w:rsidR="001313BB">
        <w:t>miss</w:t>
      </w:r>
      <w:r w:rsidR="00255668">
        <w:t>ing</w:t>
      </w:r>
      <w:r w:rsidR="001313BB">
        <w:t xml:space="preserve"> reasonable and amicable closure opportunities with the parties concerned</w:t>
      </w:r>
      <w:r w:rsidR="00255668">
        <w:t xml:space="preserve">, while </w:t>
      </w:r>
      <w:r w:rsidR="001313BB">
        <w:t>avoiding the need to revert to arbitration in order to resolve the remaining issues.</w:t>
      </w:r>
    </w:p>
    <w:p w:rsidR="001313BB" w:rsidRDefault="001313BB" w:rsidP="00EF7C44"/>
    <w:p w:rsidR="00EF7C44" w:rsidRDefault="00EF7C44">
      <w:r>
        <w:br w:type="page"/>
      </w:r>
    </w:p>
    <w:p w:rsidR="00EF7C44" w:rsidRDefault="00EF7C44" w:rsidP="00EF7C44"/>
    <w:p w:rsidR="001313BB" w:rsidRDefault="00255668" w:rsidP="00EF7C44">
      <w:pPr>
        <w:numPr>
          <w:ilvl w:val="0"/>
          <w:numId w:val="7"/>
        </w:numPr>
      </w:pPr>
      <w:r>
        <w:t>As a consequence, the Secretariat aims at articulating a final definite figure on time for the 2015 Assemblies.</w:t>
      </w:r>
    </w:p>
    <w:p w:rsidR="004A62F7" w:rsidRDefault="004A62F7" w:rsidP="004A62F7"/>
    <w:p w:rsidR="00A57EFA" w:rsidRPr="00AB00AD" w:rsidRDefault="00A57EFA" w:rsidP="00A57EFA">
      <w:pPr>
        <w:keepNext/>
        <w:keepLines/>
        <w:rPr>
          <w:b/>
        </w:rPr>
      </w:pPr>
      <w:r w:rsidRPr="00AB00AD">
        <w:rPr>
          <w:b/>
        </w:rPr>
        <w:t>CONCLUSION</w:t>
      </w:r>
    </w:p>
    <w:p w:rsidR="00A57EFA" w:rsidRDefault="00A57EFA" w:rsidP="00A57EFA">
      <w:pPr>
        <w:keepNext/>
        <w:keepLines/>
      </w:pPr>
    </w:p>
    <w:p w:rsidR="00A57EFA" w:rsidRDefault="00A57EFA" w:rsidP="00A57EFA">
      <w:pPr>
        <w:numPr>
          <w:ilvl w:val="0"/>
          <w:numId w:val="7"/>
        </w:numPr>
      </w:pPr>
      <w:r>
        <w:t>The following decision paragraph is proposed.</w:t>
      </w:r>
    </w:p>
    <w:p w:rsidR="00A57EFA" w:rsidRDefault="00A57EFA" w:rsidP="00A57EFA"/>
    <w:p w:rsidR="00EF7C44" w:rsidRPr="008166CB" w:rsidRDefault="00EF7C44" w:rsidP="00195961">
      <w:pPr>
        <w:pStyle w:val="ListParagraph"/>
        <w:numPr>
          <w:ilvl w:val="0"/>
          <w:numId w:val="7"/>
        </w:numPr>
        <w:ind w:left="5529"/>
      </w:pPr>
      <w:r w:rsidRPr="00EF7C44">
        <w:rPr>
          <w:i/>
        </w:rPr>
        <w:t xml:space="preserve">The Program and Budget Committee: </w:t>
      </w:r>
    </w:p>
    <w:p w:rsidR="00EF7C44" w:rsidRDefault="00EF7C44" w:rsidP="00195961">
      <w:pPr>
        <w:pStyle w:val="ListParagraph"/>
        <w:ind w:left="5529"/>
        <w:rPr>
          <w:i/>
        </w:rPr>
      </w:pPr>
    </w:p>
    <w:p w:rsidR="00EF7C44" w:rsidRPr="008166CB" w:rsidRDefault="00EF7C44" w:rsidP="009D22C9">
      <w:pPr>
        <w:numPr>
          <w:ilvl w:val="1"/>
          <w:numId w:val="7"/>
        </w:numPr>
        <w:ind w:left="5954" w:hanging="425"/>
      </w:pPr>
      <w:r w:rsidRPr="00005F00">
        <w:rPr>
          <w:i/>
        </w:rPr>
        <w:t>t</w:t>
      </w:r>
      <w:r>
        <w:rPr>
          <w:i/>
        </w:rPr>
        <w:t>ook</w:t>
      </w:r>
      <w:r w:rsidRPr="00005F00">
        <w:rPr>
          <w:i/>
        </w:rPr>
        <w:t xml:space="preserve"> note of the contents of the Progress Report on the New Construction Project and New Conference Hall Project (document WO/PBC/24/13)</w:t>
      </w:r>
      <w:r>
        <w:rPr>
          <w:i/>
        </w:rPr>
        <w:t xml:space="preserve">, including the </w:t>
      </w:r>
      <w:r w:rsidR="00373371">
        <w:rPr>
          <w:i/>
        </w:rPr>
        <w:t xml:space="preserve">fact that </w:t>
      </w:r>
      <w:r w:rsidR="008D38ED">
        <w:rPr>
          <w:i/>
        </w:rPr>
        <w:t xml:space="preserve"> </w:t>
      </w:r>
      <w:r>
        <w:rPr>
          <w:i/>
        </w:rPr>
        <w:t xml:space="preserve">discussions </w:t>
      </w:r>
      <w:r w:rsidR="00373371">
        <w:rPr>
          <w:i/>
        </w:rPr>
        <w:t xml:space="preserve">were ongoing </w:t>
      </w:r>
      <w:r>
        <w:rPr>
          <w:i/>
        </w:rPr>
        <w:t xml:space="preserve">with the remaining four companies and six firms of specialists on their final accounts; </w:t>
      </w:r>
    </w:p>
    <w:p w:rsidR="00EF7C44" w:rsidRPr="008166CB" w:rsidRDefault="00EF7C44" w:rsidP="009D22C9">
      <w:pPr>
        <w:ind w:left="5954" w:hanging="425"/>
      </w:pPr>
    </w:p>
    <w:p w:rsidR="00EF7C44" w:rsidRPr="008166CB" w:rsidRDefault="00EF7C44" w:rsidP="009D22C9">
      <w:pPr>
        <w:numPr>
          <w:ilvl w:val="1"/>
          <w:numId w:val="7"/>
        </w:numPr>
        <w:ind w:left="5954" w:hanging="425"/>
      </w:pPr>
      <w:r>
        <w:rPr>
          <w:i/>
        </w:rPr>
        <w:t xml:space="preserve">requested the Secretariat: </w:t>
      </w:r>
    </w:p>
    <w:p w:rsidR="00EF7C44" w:rsidRDefault="00EF7C44" w:rsidP="009D22C9">
      <w:pPr>
        <w:pStyle w:val="ListParagraph"/>
        <w:ind w:left="5954" w:hanging="425"/>
        <w:rPr>
          <w:i/>
        </w:rPr>
      </w:pPr>
    </w:p>
    <w:p w:rsidR="00EF7C44" w:rsidRPr="008166CB" w:rsidRDefault="00EF7C44" w:rsidP="009D22C9">
      <w:pPr>
        <w:numPr>
          <w:ilvl w:val="2"/>
          <w:numId w:val="7"/>
        </w:numPr>
        <w:ind w:left="6379" w:hanging="425"/>
      </w:pPr>
      <w:r>
        <w:rPr>
          <w:i/>
        </w:rPr>
        <w:t xml:space="preserve">to minimize, to the extent possible, the potential additional funding requirement for the completion and closure of all accounts related to the NCH; </w:t>
      </w:r>
    </w:p>
    <w:p w:rsidR="00EF7C44" w:rsidRPr="008166CB" w:rsidRDefault="00EF7C44" w:rsidP="008D38ED">
      <w:pPr>
        <w:ind w:left="6379" w:hanging="425"/>
      </w:pPr>
    </w:p>
    <w:p w:rsidR="00EF7C44" w:rsidRPr="008166CB" w:rsidRDefault="00EF7C44" w:rsidP="009D22C9">
      <w:pPr>
        <w:numPr>
          <w:ilvl w:val="2"/>
          <w:numId w:val="7"/>
        </w:numPr>
        <w:ind w:left="6379" w:hanging="425"/>
        <w:rPr>
          <w:i/>
        </w:rPr>
      </w:pPr>
      <w:r w:rsidRPr="008166CB">
        <w:rPr>
          <w:i/>
        </w:rPr>
        <w:t xml:space="preserve">to undertake every possible effort to </w:t>
      </w:r>
      <w:r>
        <w:rPr>
          <w:i/>
        </w:rPr>
        <w:t xml:space="preserve">close all accounts related to the NCH </w:t>
      </w:r>
      <w:r w:rsidRPr="008166CB">
        <w:rPr>
          <w:i/>
        </w:rPr>
        <w:t xml:space="preserve">before the </w:t>
      </w:r>
      <w:r>
        <w:rPr>
          <w:i/>
        </w:rPr>
        <w:t xml:space="preserve">2015 </w:t>
      </w:r>
      <w:r w:rsidRPr="008166CB">
        <w:rPr>
          <w:i/>
        </w:rPr>
        <w:t xml:space="preserve">Assemblies; </w:t>
      </w:r>
    </w:p>
    <w:p w:rsidR="00EF7C44" w:rsidRPr="008166CB" w:rsidRDefault="00EF7C44" w:rsidP="009D22C9">
      <w:pPr>
        <w:pStyle w:val="ListParagraph"/>
        <w:ind w:left="5954" w:hanging="425"/>
        <w:rPr>
          <w:i/>
        </w:rPr>
      </w:pPr>
    </w:p>
    <w:p w:rsidR="00EF7C44" w:rsidRPr="00005F00" w:rsidRDefault="00EF7C44" w:rsidP="009D22C9">
      <w:pPr>
        <w:numPr>
          <w:ilvl w:val="1"/>
          <w:numId w:val="7"/>
        </w:numPr>
        <w:ind w:left="5954" w:hanging="425"/>
      </w:pPr>
      <w:r>
        <w:rPr>
          <w:i/>
        </w:rPr>
        <w:t>recognizing the confidentiality requirement of the o</w:t>
      </w:r>
      <w:r w:rsidR="008D38ED">
        <w:rPr>
          <w:i/>
        </w:rPr>
        <w:t>ngoing discussions regarding the</w:t>
      </w:r>
      <w:r>
        <w:rPr>
          <w:i/>
        </w:rPr>
        <w:t xml:space="preserve"> final accounts</w:t>
      </w:r>
      <w:r w:rsidR="00F667E7">
        <w:rPr>
          <w:i/>
        </w:rPr>
        <w:t xml:space="preserve"> under (a), above</w:t>
      </w:r>
      <w:r>
        <w:rPr>
          <w:i/>
        </w:rPr>
        <w:t xml:space="preserve">, </w:t>
      </w:r>
      <w:r w:rsidRPr="0062636B">
        <w:rPr>
          <w:i/>
        </w:rPr>
        <w:t>recommended to the Assemblies of the Member States of WIPO and of the Unions, each as far as it is concerned</w:t>
      </w:r>
      <w:r>
        <w:rPr>
          <w:i/>
        </w:rPr>
        <w:t>, to exceptionally approve that any potential additional expenses related to the completion and closure of the NCH, in excess of the 75.2 million Swiss franc</w:t>
      </w:r>
      <w:r w:rsidR="00195961">
        <w:rPr>
          <w:i/>
        </w:rPr>
        <w:t>s</w:t>
      </w:r>
      <w:r>
        <w:rPr>
          <w:i/>
        </w:rPr>
        <w:t xml:space="preserve"> approved budget for the NCH, be absorbed from the overall budgetary envelope contained in the approved 2014/15 Program and Budget. </w:t>
      </w:r>
    </w:p>
    <w:p w:rsidR="00EF7C44" w:rsidRPr="00EF7C44" w:rsidRDefault="00EF7C44" w:rsidP="00EF7C44">
      <w:pPr>
        <w:pStyle w:val="ListParagraph"/>
      </w:pPr>
    </w:p>
    <w:p w:rsidR="00EF7C44" w:rsidRDefault="00EF7C44" w:rsidP="00EF7C44">
      <w:pPr>
        <w:tabs>
          <w:tab w:val="left" w:pos="5529"/>
        </w:tabs>
      </w:pPr>
      <w:r>
        <w:tab/>
        <w:t>[End of document]</w:t>
      </w:r>
    </w:p>
    <w:sectPr w:rsidR="00EF7C44" w:rsidSect="00720C7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C75" w:rsidRDefault="00720C75">
      <w:r>
        <w:separator/>
      </w:r>
    </w:p>
  </w:endnote>
  <w:endnote w:type="continuationSeparator" w:id="0">
    <w:p w:rsidR="00720C75" w:rsidRDefault="00720C75" w:rsidP="003B38C1">
      <w:r>
        <w:separator/>
      </w:r>
    </w:p>
    <w:p w:rsidR="00720C75" w:rsidRPr="003B38C1" w:rsidRDefault="00720C75" w:rsidP="003B38C1">
      <w:pPr>
        <w:spacing w:after="60"/>
        <w:rPr>
          <w:sz w:val="17"/>
        </w:rPr>
      </w:pPr>
      <w:r>
        <w:rPr>
          <w:sz w:val="17"/>
        </w:rPr>
        <w:t>[Endnote continued from previous page]</w:t>
      </w:r>
    </w:p>
  </w:endnote>
  <w:endnote w:type="continuationNotice" w:id="1">
    <w:p w:rsidR="00720C75" w:rsidRPr="003B38C1" w:rsidRDefault="00720C7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C75" w:rsidRDefault="00720C75">
      <w:r>
        <w:separator/>
      </w:r>
    </w:p>
  </w:footnote>
  <w:footnote w:type="continuationSeparator" w:id="0">
    <w:p w:rsidR="00720C75" w:rsidRDefault="00720C75" w:rsidP="008B60B2">
      <w:r>
        <w:separator/>
      </w:r>
    </w:p>
    <w:p w:rsidR="00720C75" w:rsidRPr="00ED77FB" w:rsidRDefault="00720C75" w:rsidP="008B60B2">
      <w:pPr>
        <w:spacing w:after="60"/>
        <w:rPr>
          <w:sz w:val="17"/>
          <w:szCs w:val="17"/>
        </w:rPr>
      </w:pPr>
      <w:r w:rsidRPr="00ED77FB">
        <w:rPr>
          <w:sz w:val="17"/>
          <w:szCs w:val="17"/>
        </w:rPr>
        <w:t>[Footnote continued from previous page]</w:t>
      </w:r>
    </w:p>
  </w:footnote>
  <w:footnote w:type="continuationNotice" w:id="1">
    <w:p w:rsidR="00720C75" w:rsidRPr="00ED77FB" w:rsidRDefault="00720C7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20C75" w:rsidP="00477D6B">
    <w:pPr>
      <w:jc w:val="right"/>
    </w:pPr>
    <w:bookmarkStart w:id="6" w:name="Code2"/>
    <w:bookmarkEnd w:id="6"/>
    <w:r>
      <w:t>WO/PBC/24/</w:t>
    </w:r>
    <w:r w:rsidR="000B6B03">
      <w:t>13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27FA5">
      <w:rPr>
        <w:noProof/>
      </w:rPr>
      <w:t>1</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6D03EA"/>
    <w:multiLevelType w:val="hybridMultilevel"/>
    <w:tmpl w:val="0790704C"/>
    <w:lvl w:ilvl="0" w:tplc="0409000F">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A06F64"/>
    <w:multiLevelType w:val="hybridMultilevel"/>
    <w:tmpl w:val="368054FC"/>
    <w:lvl w:ilvl="0" w:tplc="C6822422">
      <w:start w:val="1"/>
      <w:numFmt w:val="lowerRoman"/>
      <w:lvlText w:val="(%1)"/>
      <w:lvlJc w:val="left"/>
      <w:pPr>
        <w:tabs>
          <w:tab w:val="num" w:pos="1440"/>
        </w:tabs>
        <w:ind w:left="1440" w:hanging="360"/>
      </w:pPr>
      <w:rPr>
        <w:rFonts w:ascii="Arial" w:eastAsia="SimSu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A0F0B4D"/>
    <w:multiLevelType w:val="hybridMultilevel"/>
    <w:tmpl w:val="0790704C"/>
    <w:lvl w:ilvl="0" w:tplc="0409000F">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8"/>
  </w:num>
  <w:num w:numId="5">
    <w:abstractNumId w:val="1"/>
  </w:num>
  <w:num w:numId="6">
    <w:abstractNumId w:val="5"/>
  </w:num>
  <w:num w:numId="7">
    <w:abstractNumId w:val="2"/>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C75"/>
    <w:rsid w:val="00002FF8"/>
    <w:rsid w:val="00041409"/>
    <w:rsid w:val="00043CAA"/>
    <w:rsid w:val="00043D90"/>
    <w:rsid w:val="0007429E"/>
    <w:rsid w:val="00075432"/>
    <w:rsid w:val="0008046B"/>
    <w:rsid w:val="000968ED"/>
    <w:rsid w:val="000B6B03"/>
    <w:rsid w:val="000C7C5A"/>
    <w:rsid w:val="000F5E56"/>
    <w:rsid w:val="001031C5"/>
    <w:rsid w:val="001313BB"/>
    <w:rsid w:val="001362EE"/>
    <w:rsid w:val="001510C7"/>
    <w:rsid w:val="001832A6"/>
    <w:rsid w:val="00195961"/>
    <w:rsid w:val="001A7224"/>
    <w:rsid w:val="001B7A68"/>
    <w:rsid w:val="001D3D51"/>
    <w:rsid w:val="00202525"/>
    <w:rsid w:val="00255668"/>
    <w:rsid w:val="002634C4"/>
    <w:rsid w:val="00267346"/>
    <w:rsid w:val="002928D3"/>
    <w:rsid w:val="00297F80"/>
    <w:rsid w:val="002A1EBD"/>
    <w:rsid w:val="002F1FE6"/>
    <w:rsid w:val="002F4E68"/>
    <w:rsid w:val="00312F7F"/>
    <w:rsid w:val="00334BDC"/>
    <w:rsid w:val="00352B38"/>
    <w:rsid w:val="00361450"/>
    <w:rsid w:val="003673CF"/>
    <w:rsid w:val="00373371"/>
    <w:rsid w:val="003845C1"/>
    <w:rsid w:val="0038780A"/>
    <w:rsid w:val="003A6F89"/>
    <w:rsid w:val="003B38C1"/>
    <w:rsid w:val="003E1303"/>
    <w:rsid w:val="00423E3E"/>
    <w:rsid w:val="00425F84"/>
    <w:rsid w:val="00427AF4"/>
    <w:rsid w:val="00427D77"/>
    <w:rsid w:val="00427FA5"/>
    <w:rsid w:val="004647DA"/>
    <w:rsid w:val="00474062"/>
    <w:rsid w:val="00475EFB"/>
    <w:rsid w:val="00477283"/>
    <w:rsid w:val="00477D6B"/>
    <w:rsid w:val="004952DE"/>
    <w:rsid w:val="00497910"/>
    <w:rsid w:val="004A62F7"/>
    <w:rsid w:val="004C240A"/>
    <w:rsid w:val="004D0850"/>
    <w:rsid w:val="005019FF"/>
    <w:rsid w:val="005179AE"/>
    <w:rsid w:val="0053057A"/>
    <w:rsid w:val="00560A29"/>
    <w:rsid w:val="00563BD2"/>
    <w:rsid w:val="00567B7C"/>
    <w:rsid w:val="005725F2"/>
    <w:rsid w:val="005B05E3"/>
    <w:rsid w:val="005C6649"/>
    <w:rsid w:val="005D02FE"/>
    <w:rsid w:val="005D3C39"/>
    <w:rsid w:val="00605827"/>
    <w:rsid w:val="00605CE6"/>
    <w:rsid w:val="0062636B"/>
    <w:rsid w:val="00646050"/>
    <w:rsid w:val="006713CA"/>
    <w:rsid w:val="00676C5C"/>
    <w:rsid w:val="006B6C76"/>
    <w:rsid w:val="006C7E0A"/>
    <w:rsid w:val="006D6283"/>
    <w:rsid w:val="00720C75"/>
    <w:rsid w:val="00766BEF"/>
    <w:rsid w:val="007D1613"/>
    <w:rsid w:val="00821AD3"/>
    <w:rsid w:val="00882386"/>
    <w:rsid w:val="00894F64"/>
    <w:rsid w:val="008B2CC1"/>
    <w:rsid w:val="008B31E4"/>
    <w:rsid w:val="008B60B2"/>
    <w:rsid w:val="008C4015"/>
    <w:rsid w:val="008D38ED"/>
    <w:rsid w:val="0090731E"/>
    <w:rsid w:val="00916EE2"/>
    <w:rsid w:val="009251DF"/>
    <w:rsid w:val="00943C77"/>
    <w:rsid w:val="0096545B"/>
    <w:rsid w:val="00966A22"/>
    <w:rsid w:val="0096722F"/>
    <w:rsid w:val="00974EAF"/>
    <w:rsid w:val="00980843"/>
    <w:rsid w:val="009973E9"/>
    <w:rsid w:val="009A0BC9"/>
    <w:rsid w:val="009D22C9"/>
    <w:rsid w:val="009E2791"/>
    <w:rsid w:val="009E3F6F"/>
    <w:rsid w:val="009E7ADE"/>
    <w:rsid w:val="009F499F"/>
    <w:rsid w:val="00A04603"/>
    <w:rsid w:val="00A42DAF"/>
    <w:rsid w:val="00A45BD8"/>
    <w:rsid w:val="00A57EFA"/>
    <w:rsid w:val="00A65D91"/>
    <w:rsid w:val="00A77461"/>
    <w:rsid w:val="00A869B7"/>
    <w:rsid w:val="00AA0013"/>
    <w:rsid w:val="00AA10F7"/>
    <w:rsid w:val="00AA7B8D"/>
    <w:rsid w:val="00AC205C"/>
    <w:rsid w:val="00AD6644"/>
    <w:rsid w:val="00AD7281"/>
    <w:rsid w:val="00AF0A6B"/>
    <w:rsid w:val="00B05A69"/>
    <w:rsid w:val="00B63595"/>
    <w:rsid w:val="00B9734B"/>
    <w:rsid w:val="00C11BFE"/>
    <w:rsid w:val="00C15F29"/>
    <w:rsid w:val="00C35AC7"/>
    <w:rsid w:val="00C75158"/>
    <w:rsid w:val="00C75BC5"/>
    <w:rsid w:val="00C837E1"/>
    <w:rsid w:val="00CE351A"/>
    <w:rsid w:val="00D45252"/>
    <w:rsid w:val="00D60EF1"/>
    <w:rsid w:val="00D71B4D"/>
    <w:rsid w:val="00D93D55"/>
    <w:rsid w:val="00DB56AA"/>
    <w:rsid w:val="00E2489E"/>
    <w:rsid w:val="00E31A2B"/>
    <w:rsid w:val="00E335FE"/>
    <w:rsid w:val="00E6795B"/>
    <w:rsid w:val="00E70F27"/>
    <w:rsid w:val="00E736A0"/>
    <w:rsid w:val="00EC0CBB"/>
    <w:rsid w:val="00EC4E49"/>
    <w:rsid w:val="00EC5D71"/>
    <w:rsid w:val="00ED6ADE"/>
    <w:rsid w:val="00ED77FB"/>
    <w:rsid w:val="00EE45FA"/>
    <w:rsid w:val="00EE68C1"/>
    <w:rsid w:val="00EF03FB"/>
    <w:rsid w:val="00EF5016"/>
    <w:rsid w:val="00EF7C44"/>
    <w:rsid w:val="00F24933"/>
    <w:rsid w:val="00F66152"/>
    <w:rsid w:val="00F667E7"/>
    <w:rsid w:val="00FB65AC"/>
    <w:rsid w:val="00FE4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paragraph" w:styleId="ListParagraph">
    <w:name w:val="List Paragraph"/>
    <w:basedOn w:val="Normal"/>
    <w:uiPriority w:val="34"/>
    <w:qFormat/>
    <w:rsid w:val="00720C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paragraph" w:styleId="ListParagraph">
    <w:name w:val="List Paragraph"/>
    <w:basedOn w:val="Normal"/>
    <w:uiPriority w:val="34"/>
    <w:qFormat/>
    <w:rsid w:val="00720C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PBC%2024(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PBC 24(E)</Template>
  <TotalTime>1030</TotalTime>
  <Pages>4</Pages>
  <Words>1310</Words>
  <Characters>6856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WO/PBC/24/</vt:lpstr>
    </vt:vector>
  </TitlesOfParts>
  <Company>WIPO</Company>
  <LinksUpToDate>false</LinksUpToDate>
  <CharactersWithSpaces>8150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WO/PBC/24/</dc:title>
  <dc:creator>BOUTILLON Isabelle</dc:creator>
  <cp:lastModifiedBy>BOUTILLON Isabelle</cp:lastModifiedBy>
  <cp:revision>63</cp:revision>
  <cp:lastPrinted>2015-09-15T15:45:00Z</cp:lastPrinted>
  <dcterms:created xsi:type="dcterms:W3CDTF">2015-08-08T16:17:00Z</dcterms:created>
  <dcterms:modified xsi:type="dcterms:W3CDTF">2015-09-15T15:54:00Z</dcterms:modified>
</cp:coreProperties>
</file>