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B61109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B61109">
        <w:rPr>
          <w:rFonts w:ascii="Arial Black" w:hAnsi="Arial Black"/>
          <w:b/>
          <w:caps/>
          <w:sz w:val="15"/>
        </w:rPr>
        <w:t>WO/GA/51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0" w:name="Code"/>
      <w:bookmarkEnd w:id="0"/>
      <w:r w:rsidR="00744FC3">
        <w:rPr>
          <w:rFonts w:ascii="Arial Black" w:hAnsi="Arial Black"/>
          <w:b/>
          <w:caps/>
          <w:sz w:val="15"/>
        </w:rPr>
        <w:t>8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ORIGINAL:</w:t>
      </w:r>
      <w:r w:rsidR="00F967F0">
        <w:rPr>
          <w:rFonts w:ascii="Arial Black" w:hAnsi="Arial Black"/>
          <w:b/>
          <w:caps/>
          <w:sz w:val="15"/>
        </w:rPr>
        <w:t xml:space="preserve"> 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bookmarkStart w:id="1" w:name="Original"/>
      <w:bookmarkEnd w:id="1"/>
      <w:r w:rsidR="00744FC3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DATE:</w:t>
      </w:r>
      <w:r w:rsidR="00F967F0">
        <w:rPr>
          <w:rFonts w:ascii="Arial Black" w:hAnsi="Arial Black"/>
          <w:b/>
          <w:caps/>
          <w:sz w:val="15"/>
        </w:rPr>
        <w:t xml:space="preserve"> </w:t>
      </w:r>
      <w:r w:rsidR="0031550C">
        <w:rPr>
          <w:rFonts w:ascii="Arial Black" w:hAnsi="Arial Black"/>
          <w:b/>
          <w:caps/>
          <w:sz w:val="15"/>
        </w:rPr>
        <w:t>JUNE 28, 2019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bookmarkStart w:id="2" w:name="Date"/>
      <w:bookmarkEnd w:id="2"/>
    </w:p>
    <w:p w:rsidR="008B2CC1" w:rsidRPr="003D57B0" w:rsidRDefault="00B61109" w:rsidP="000C117A">
      <w:pPr>
        <w:pStyle w:val="Heading1"/>
      </w:pPr>
      <w:r w:rsidRPr="00B61109">
        <w:t>WIPO General Assembly</w:t>
      </w:r>
    </w:p>
    <w:p w:rsidR="008B2CC1" w:rsidRPr="009C127D" w:rsidRDefault="00B61109" w:rsidP="003D2030">
      <w:pPr>
        <w:spacing w:after="720"/>
        <w:rPr>
          <w:b/>
          <w:sz w:val="24"/>
        </w:rPr>
      </w:pPr>
      <w:r w:rsidRPr="00B61109">
        <w:rPr>
          <w:b/>
          <w:sz w:val="24"/>
        </w:rPr>
        <w:t>Fifty-First (24</w:t>
      </w:r>
      <w:r w:rsidRPr="00231BB0">
        <w:rPr>
          <w:b/>
          <w:sz w:val="24"/>
          <w:vertAlign w:val="superscript"/>
        </w:rPr>
        <w:t>th</w:t>
      </w:r>
      <w:r w:rsidRPr="00B61109">
        <w:rPr>
          <w:b/>
          <w:sz w:val="24"/>
        </w:rPr>
        <w:t xml:space="preserve"> Ordinary) Session</w:t>
      </w:r>
      <w:r w:rsidR="003D57B0" w:rsidRPr="009C127D">
        <w:rPr>
          <w:b/>
          <w:sz w:val="24"/>
        </w:rPr>
        <w:br/>
      </w:r>
      <w:r w:rsidRPr="00B61109">
        <w:rPr>
          <w:b/>
          <w:sz w:val="24"/>
        </w:rPr>
        <w:t>Geneva, September 30 to October 9, 2019</w:t>
      </w:r>
    </w:p>
    <w:p w:rsidR="00744FC3" w:rsidRDefault="0007351C" w:rsidP="0007351C">
      <w:pPr>
        <w:spacing w:after="360"/>
      </w:pPr>
      <w:bookmarkStart w:id="3" w:name="TitleOfDoc"/>
      <w:bookmarkStart w:id="4" w:name="Prepared"/>
      <w:bookmarkEnd w:id="3"/>
      <w:bookmarkEnd w:id="4"/>
      <w:r w:rsidRPr="0007351C">
        <w:rPr>
          <w:caps/>
          <w:sz w:val="24"/>
        </w:rPr>
        <w:t>Matters Concerning the Convening of a Diplomatic Conference for the Adoption of a Design Law Treaty (DLT)</w:t>
      </w:r>
    </w:p>
    <w:p w:rsidR="00744FC3" w:rsidRPr="008B2CC1" w:rsidRDefault="00744FC3" w:rsidP="00814242">
      <w:pPr>
        <w:spacing w:after="960"/>
        <w:rPr>
          <w:i/>
        </w:rPr>
      </w:pPr>
      <w:r>
        <w:rPr>
          <w:i/>
        </w:rPr>
        <w:t xml:space="preserve">Document prepared </w:t>
      </w:r>
      <w:bookmarkStart w:id="5" w:name="_GoBack"/>
      <w:bookmarkEnd w:id="5"/>
      <w:r>
        <w:rPr>
          <w:i/>
        </w:rPr>
        <w:t>by the Secretariat</w:t>
      </w:r>
    </w:p>
    <w:p w:rsidR="00744FC3" w:rsidRPr="00541ADB" w:rsidRDefault="00744FC3" w:rsidP="00A622E1">
      <w:pPr>
        <w:spacing w:after="220"/>
      </w:pPr>
      <w:r w:rsidRPr="00F32125">
        <w:fldChar w:fldCharType="begin"/>
      </w:r>
      <w:r w:rsidRPr="00541ADB">
        <w:instrText xml:space="preserve"> AUTONUM  </w:instrText>
      </w:r>
      <w:r w:rsidRPr="00F32125">
        <w:fldChar w:fldCharType="end"/>
      </w:r>
      <w:r w:rsidRPr="00541ADB">
        <w:tab/>
        <w:t>At its forty</w:t>
      </w:r>
      <w:r w:rsidRPr="00541ADB">
        <w:noBreakHyphen/>
        <w:t>seventh (22</w:t>
      </w:r>
      <w:r w:rsidRPr="00541ADB">
        <w:rPr>
          <w:vertAlign w:val="superscript"/>
        </w:rPr>
        <w:t xml:space="preserve">nd </w:t>
      </w:r>
      <w:r w:rsidRPr="00541ADB">
        <w:t>ordinary) session, held in Geneva from October 5 to 14, 2015, the World Intellectual Property Organization (WIPO) General Assembly agreed the following (see document WO/GA/47/19, paragraph 123)</w:t>
      </w:r>
      <w:r w:rsidRPr="00541ADB">
        <w:rPr>
          <w:rStyle w:val="FootnoteReference"/>
        </w:rPr>
        <w:footnoteReference w:customMarkFollows="1" w:id="2"/>
        <w:t>*</w:t>
      </w:r>
      <w:r w:rsidRPr="00541ADB">
        <w:t>:</w:t>
      </w:r>
    </w:p>
    <w:p w:rsidR="00744FC3" w:rsidRPr="00541ADB" w:rsidRDefault="00744FC3" w:rsidP="00A622E1">
      <w:pPr>
        <w:spacing w:after="220"/>
        <w:ind w:left="567"/>
      </w:pPr>
      <w:r w:rsidRPr="00541ADB">
        <w:t>“That the text of the basic proposal for the Design Law Treaty should be finalized by the SCT at its thirty-fourth and thirty-fifth sessions;</w:t>
      </w:r>
    </w:p>
    <w:p w:rsidR="00744FC3" w:rsidRPr="00541ADB" w:rsidRDefault="00744FC3" w:rsidP="00A622E1">
      <w:pPr>
        <w:spacing w:after="220"/>
        <w:ind w:left="567"/>
      </w:pPr>
      <w:r w:rsidRPr="00541ADB">
        <w:t>“(</w:t>
      </w:r>
      <w:proofErr w:type="spellStart"/>
      <w:r w:rsidRPr="00541ADB">
        <w:t>i</w:t>
      </w:r>
      <w:proofErr w:type="spellEnd"/>
      <w:r w:rsidRPr="00541ADB">
        <w:t>)</w:t>
      </w:r>
      <w:r w:rsidRPr="00541ADB">
        <w:tab/>
        <w:t>to convene a diplomatic conference for the adoption of a Design Law Treaty at the end of the first half of 2017, only if the discussions on technical assistance and disclosure have been completed during the thirty-fourth and thirty-fifth sessions of the SCT;</w:t>
      </w:r>
    </w:p>
    <w:p w:rsidR="00744FC3" w:rsidRPr="00541ADB" w:rsidRDefault="00744FC3" w:rsidP="00A622E1">
      <w:pPr>
        <w:spacing w:after="220"/>
        <w:ind w:left="567"/>
      </w:pPr>
      <w:r w:rsidRPr="00541ADB">
        <w:t>“(ii)</w:t>
      </w:r>
      <w:r w:rsidRPr="00541ADB">
        <w:tab/>
      </w:r>
      <w:proofErr w:type="gramStart"/>
      <w:r w:rsidRPr="00541ADB">
        <w:t>that</w:t>
      </w:r>
      <w:proofErr w:type="gramEnd"/>
      <w:r w:rsidRPr="00541ADB">
        <w:t xml:space="preserve"> the text of the basic proposal for the Design Law Treaty should be finalized by the SCT at its thirty-fourth and thirty-fifth sessions;</w:t>
      </w:r>
    </w:p>
    <w:p w:rsidR="00744FC3" w:rsidRPr="00541ADB" w:rsidRDefault="00744FC3" w:rsidP="00744FC3">
      <w:pPr>
        <w:ind w:left="567"/>
      </w:pPr>
      <w:r w:rsidRPr="00541ADB">
        <w:t>“(iii)</w:t>
      </w:r>
      <w:r w:rsidRPr="00541ADB">
        <w:tab/>
        <w:t>that, if a diplomatic conference is convened at the end of the first half of 2017, the date and venue of the diplomatic conference would be decided in a preparatory committee, to be held back-to-back with the thirty</w:t>
      </w:r>
      <w:r w:rsidRPr="00541ADB">
        <w:noBreakHyphen/>
        <w:t>fifth session of the SCT.”</w:t>
      </w:r>
    </w:p>
    <w:p w:rsidR="0031550C" w:rsidRDefault="0031550C">
      <w:r>
        <w:br w:type="page"/>
      </w:r>
    </w:p>
    <w:p w:rsidR="00744FC3" w:rsidRPr="00541ADB" w:rsidRDefault="00744FC3" w:rsidP="00A622E1">
      <w:pPr>
        <w:spacing w:after="220"/>
      </w:pPr>
      <w:r w:rsidRPr="004D4A9A">
        <w:lastRenderedPageBreak/>
        <w:fldChar w:fldCharType="begin"/>
      </w:r>
      <w:r w:rsidRPr="00541ADB">
        <w:instrText xml:space="preserve"> AUTONUM  </w:instrText>
      </w:r>
      <w:r w:rsidRPr="004D4A9A">
        <w:fldChar w:fldCharType="end"/>
      </w:r>
      <w:r w:rsidRPr="00541ADB">
        <w:tab/>
        <w:t>The Standing Committee on the Law of Trademarks, Industrial Designs and Geographical Indications (SCT), at its thirty</w:t>
      </w:r>
      <w:r w:rsidRPr="00541ADB">
        <w:noBreakHyphen/>
        <w:t>fourth session (November 16 to 18, 2015) and thirty-fifth session (April 25 to 27, 2016), continued discussions on the text of a basic proposal for the Design Law Treaty (DLT), with a view to finalizing the text, as mandated by the WIPO General Assembly.</w:t>
      </w:r>
    </w:p>
    <w:p w:rsidR="00744FC3" w:rsidRPr="00541ADB" w:rsidRDefault="00744FC3" w:rsidP="00A622E1">
      <w:pPr>
        <w:spacing w:after="220"/>
      </w:pPr>
      <w:r w:rsidRPr="004D4A9A">
        <w:fldChar w:fldCharType="begin"/>
      </w:r>
      <w:r w:rsidRPr="00541ADB">
        <w:instrText xml:space="preserve"> AUTONUM  </w:instrText>
      </w:r>
      <w:r w:rsidRPr="004D4A9A">
        <w:fldChar w:fldCharType="end"/>
      </w:r>
      <w:r w:rsidRPr="00541ADB">
        <w:tab/>
        <w:t>At the end of the thirty-fifth session of the SCT, the Chair concluded that a number of delegations were of the opinion that the work of the SCT was sufficient to consider that the basic proposal (contained in documents SCT/35/2 and 3) was finalized.  Other delegations considered that the work of the SCT constituted a sufficient ground for finalizing the basic proposal and that a few elements needed further work.  Other delegations considered that the work of the SCT was not sufficient to finalize the basic proposal (see document SCT/35/7, paragraph 7).</w:t>
      </w:r>
    </w:p>
    <w:p w:rsidR="00744FC3" w:rsidRPr="00541ADB" w:rsidRDefault="00744FC3" w:rsidP="00A622E1">
      <w:pPr>
        <w:spacing w:after="220"/>
      </w:pPr>
      <w:r w:rsidRPr="004D4A9A">
        <w:fldChar w:fldCharType="begin"/>
      </w:r>
      <w:r w:rsidRPr="00541ADB">
        <w:instrText xml:space="preserve"> AUTONUM  </w:instrText>
      </w:r>
      <w:r w:rsidRPr="004D4A9A">
        <w:fldChar w:fldCharType="end"/>
      </w:r>
      <w:r w:rsidRPr="00541ADB">
        <w:tab/>
        <w:t>At its forty-eighth (26</w:t>
      </w:r>
      <w:r w:rsidRPr="00541ADB">
        <w:rPr>
          <w:vertAlign w:val="superscript"/>
        </w:rPr>
        <w:t>th</w:t>
      </w:r>
      <w:r w:rsidRPr="00541ADB">
        <w:t xml:space="preserve"> extraordinary) session, held in Geneva from October 3 to 11, 2016, the WIPO General Assembly: </w:t>
      </w:r>
    </w:p>
    <w:p w:rsidR="00744FC3" w:rsidRPr="00541ADB" w:rsidRDefault="00744FC3" w:rsidP="00A622E1">
      <w:pPr>
        <w:spacing w:after="220"/>
        <w:ind w:left="567"/>
      </w:pPr>
      <w:r w:rsidRPr="00541ADB">
        <w:t>“decided that, at its next session in October 2017, it will continue considering the convening of a diplomatic conference on the Design Law Treaty, to take place at the end of the first half of 2018” (see docume</w:t>
      </w:r>
      <w:r>
        <w:t>nt WO/GA/48/17, paragraph 146).</w:t>
      </w:r>
    </w:p>
    <w:p w:rsidR="00744FC3" w:rsidRDefault="00744FC3" w:rsidP="00A622E1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At its forty-ninth (23</w:t>
      </w:r>
      <w:r w:rsidRPr="00541ADB">
        <w:rPr>
          <w:vertAlign w:val="superscript"/>
        </w:rPr>
        <w:t>rd</w:t>
      </w:r>
      <w:r>
        <w:t xml:space="preserve"> ordinary) session, held in Geneva from October 2 to </w:t>
      </w:r>
      <w:r w:rsidR="00F56970">
        <w:t>11</w:t>
      </w:r>
      <w:r>
        <w:t>, 2017, the WIPO General Assembly:</w:t>
      </w:r>
    </w:p>
    <w:p w:rsidR="00744FC3" w:rsidRDefault="00744FC3" w:rsidP="00A622E1">
      <w:pPr>
        <w:spacing w:after="220"/>
        <w:ind w:left="630"/>
      </w:pPr>
      <w:r w:rsidRPr="00541ADB">
        <w:t xml:space="preserve">“decided that, at its next session in 2018, </w:t>
      </w:r>
      <w:r w:rsidRPr="00541ADB">
        <w:rPr>
          <w:szCs w:val="22"/>
        </w:rPr>
        <w:t xml:space="preserve">it will continue considering the convening of </w:t>
      </w:r>
      <w:r w:rsidRPr="00541ADB">
        <w:t xml:space="preserve">a diplomatic conference on the Design Law Treaty, to take place at the end of the first half of </w:t>
      </w:r>
      <w:r>
        <w:t>2019</w:t>
      </w:r>
      <w:r w:rsidRPr="00541ADB">
        <w:t>”</w:t>
      </w:r>
      <w:r>
        <w:t xml:space="preserve"> (see document WO/GA/49/21, paragraph 149).</w:t>
      </w:r>
    </w:p>
    <w:p w:rsidR="00744FC3" w:rsidRDefault="00744FC3" w:rsidP="00A622E1">
      <w:pPr>
        <w:spacing w:after="220"/>
      </w:pPr>
      <w:r w:rsidRPr="004D4A9A">
        <w:fldChar w:fldCharType="begin"/>
      </w:r>
      <w:r w:rsidRPr="00541ADB">
        <w:instrText xml:space="preserve"> AUTONUM  </w:instrText>
      </w:r>
      <w:r w:rsidRPr="004D4A9A">
        <w:fldChar w:fldCharType="end"/>
      </w:r>
      <w:r w:rsidRPr="00541ADB">
        <w:tab/>
      </w:r>
      <w:r>
        <w:t>At its fiftieth (27</w:t>
      </w:r>
      <w:r w:rsidRPr="00744FC3">
        <w:rPr>
          <w:vertAlign w:val="superscript"/>
        </w:rPr>
        <w:t>th</w:t>
      </w:r>
      <w:r>
        <w:t xml:space="preserve"> </w:t>
      </w:r>
      <w:r w:rsidR="00FB6A37">
        <w:t>e</w:t>
      </w:r>
      <w:r>
        <w:t xml:space="preserve">xtraordinary) session, held in Geneva from </w:t>
      </w:r>
      <w:r w:rsidRPr="006753CE">
        <w:t xml:space="preserve">September 24 </w:t>
      </w:r>
      <w:r>
        <w:t xml:space="preserve">to </w:t>
      </w:r>
      <w:r w:rsidRPr="006753CE">
        <w:t>October</w:t>
      </w:r>
      <w:r>
        <w:t> </w:t>
      </w:r>
      <w:r w:rsidRPr="006753CE">
        <w:t>2,</w:t>
      </w:r>
      <w:r>
        <w:t> </w:t>
      </w:r>
      <w:r w:rsidRPr="006753CE">
        <w:t>2018</w:t>
      </w:r>
      <w:r>
        <w:t>, t</w:t>
      </w:r>
      <w:r w:rsidRPr="003C2B81">
        <w:t>he WIPO General Assembly</w:t>
      </w:r>
      <w:r>
        <w:t xml:space="preserve"> continued considering the convening of a diplomatic conference on the DLT.  At the end of that session, the WIPO General Assembly:</w:t>
      </w:r>
    </w:p>
    <w:p w:rsidR="00744FC3" w:rsidRDefault="00744FC3" w:rsidP="00A622E1">
      <w:pPr>
        <w:spacing w:after="220"/>
        <w:ind w:left="630"/>
        <w:rPr>
          <w:lang w:eastAsia="en-US"/>
        </w:rPr>
      </w:pPr>
      <w:r>
        <w:t>“</w:t>
      </w:r>
      <w:r w:rsidRPr="003C2B81">
        <w:t>decided that</w:t>
      </w:r>
      <w:r w:rsidRPr="003C2B81">
        <w:rPr>
          <w:lang w:eastAsia="en-US"/>
        </w:rPr>
        <w:t>, at its next session in 2019, it will continue considering the convening of a diplomatic conference on the Design Law Treaty, to take place at the end of the first half of 2020</w:t>
      </w:r>
      <w:r>
        <w:rPr>
          <w:lang w:eastAsia="en-US"/>
        </w:rPr>
        <w:t>” (see document WO/GA/50/15, paragraph 166).</w:t>
      </w:r>
    </w:p>
    <w:p w:rsidR="00744FC3" w:rsidRPr="00541ADB" w:rsidRDefault="00744FC3" w:rsidP="00A622E1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541ADB">
        <w:t xml:space="preserve">Following this decision, the SCT held two sessions, namely the </w:t>
      </w:r>
      <w:r w:rsidR="00922028">
        <w:t>fortieth</w:t>
      </w:r>
      <w:r w:rsidRPr="00541ADB">
        <w:t xml:space="preserve"> session (</w:t>
      </w:r>
      <w:r>
        <w:t xml:space="preserve">November </w:t>
      </w:r>
      <w:r w:rsidR="00922028">
        <w:t>1</w:t>
      </w:r>
      <w:r>
        <w:t>2</w:t>
      </w:r>
      <w:r w:rsidR="00922028">
        <w:t xml:space="preserve"> to 16</w:t>
      </w:r>
      <w:r w:rsidRPr="00541ADB">
        <w:t>, 201</w:t>
      </w:r>
      <w:r w:rsidR="00922028">
        <w:t>8</w:t>
      </w:r>
      <w:r w:rsidRPr="00541ADB">
        <w:t xml:space="preserve">) and the </w:t>
      </w:r>
      <w:r w:rsidR="00922028">
        <w:t xml:space="preserve">forty-first </w:t>
      </w:r>
      <w:r w:rsidRPr="00541ADB">
        <w:t>session (</w:t>
      </w:r>
      <w:r>
        <w:t>April</w:t>
      </w:r>
      <w:r w:rsidRPr="00541ADB">
        <w:t> </w:t>
      </w:r>
      <w:r w:rsidR="00922028">
        <w:t>8 to 11</w:t>
      </w:r>
      <w:r w:rsidRPr="00541ADB">
        <w:t>, 201</w:t>
      </w:r>
      <w:r w:rsidR="00922028">
        <w:t>9</w:t>
      </w:r>
      <w:r w:rsidRPr="00541ADB">
        <w:t>).</w:t>
      </w:r>
    </w:p>
    <w:p w:rsidR="00744FC3" w:rsidRPr="00541ADB" w:rsidRDefault="00744FC3" w:rsidP="00744FC3">
      <w:r>
        <w:fldChar w:fldCharType="begin"/>
      </w:r>
      <w:r w:rsidRPr="00541ADB">
        <w:instrText xml:space="preserve"> AUTONUM  </w:instrText>
      </w:r>
      <w:r>
        <w:fldChar w:fldCharType="end"/>
      </w:r>
      <w:r w:rsidRPr="00541ADB">
        <w:tab/>
        <w:t>At</w:t>
      </w:r>
      <w:r w:rsidR="00922028">
        <w:t xml:space="preserve"> both sessions of the SCT</w:t>
      </w:r>
      <w:r w:rsidRPr="00541ADB">
        <w:t>, the Chair concluded that</w:t>
      </w:r>
      <w:r w:rsidR="00922028">
        <w:t xml:space="preserve"> the SCT noted </w:t>
      </w:r>
      <w:r w:rsidR="004765ED">
        <w:t>“</w:t>
      </w:r>
      <w:r w:rsidR="00922028">
        <w:t>the decision of the [WIPO] General Assembly to continue considering this matter at its next session in 2019</w:t>
      </w:r>
      <w:r w:rsidRPr="00541ADB">
        <w:t>” (see document</w:t>
      </w:r>
      <w:r w:rsidR="00922028">
        <w:t>s</w:t>
      </w:r>
      <w:r w:rsidRPr="00541ADB">
        <w:t xml:space="preserve"> SCT/</w:t>
      </w:r>
      <w:r w:rsidR="00922028">
        <w:t>40</w:t>
      </w:r>
      <w:r w:rsidRPr="00541ADB">
        <w:t>/</w:t>
      </w:r>
      <w:r w:rsidR="00922028">
        <w:t>9</w:t>
      </w:r>
      <w:r w:rsidRPr="00541ADB">
        <w:t>, paragraph</w:t>
      </w:r>
      <w:r>
        <w:t>s</w:t>
      </w:r>
      <w:r w:rsidRPr="00541ADB">
        <w:t> </w:t>
      </w:r>
      <w:proofErr w:type="gramStart"/>
      <w:r w:rsidR="00922028">
        <w:t>8</w:t>
      </w:r>
      <w:proofErr w:type="gramEnd"/>
      <w:r w:rsidR="00922028">
        <w:t xml:space="preserve"> and 9, and </w:t>
      </w:r>
      <w:r w:rsidR="004765ED">
        <w:t>SCT/41/10, paragraphs 6 and 7)</w:t>
      </w:r>
      <w:r w:rsidRPr="00541ADB">
        <w:t>.</w:t>
      </w:r>
    </w:p>
    <w:p w:rsidR="00FB6A37" w:rsidRDefault="00FB6A37">
      <w:r>
        <w:br w:type="page"/>
      </w:r>
    </w:p>
    <w:p w:rsidR="00744FC3" w:rsidRPr="00541ADB" w:rsidRDefault="00744FC3" w:rsidP="00A622E1">
      <w:pPr>
        <w:tabs>
          <w:tab w:val="left" w:pos="6096"/>
        </w:tabs>
        <w:spacing w:after="220"/>
        <w:ind w:left="5533"/>
        <w:rPr>
          <w:i/>
        </w:rPr>
      </w:pPr>
      <w:r w:rsidRPr="00CB7885">
        <w:rPr>
          <w:i/>
        </w:rPr>
        <w:lastRenderedPageBreak/>
        <w:fldChar w:fldCharType="begin"/>
      </w:r>
      <w:r w:rsidRPr="00541ADB">
        <w:rPr>
          <w:i/>
        </w:rPr>
        <w:instrText xml:space="preserve"> AUTONUM  </w:instrText>
      </w:r>
      <w:r w:rsidRPr="00CB7885">
        <w:rPr>
          <w:i/>
        </w:rPr>
        <w:fldChar w:fldCharType="end"/>
      </w:r>
      <w:r w:rsidRPr="00541ADB">
        <w:rPr>
          <w:i/>
        </w:rPr>
        <w:tab/>
        <w:t xml:space="preserve">The WIPO General Assembly is invited: </w:t>
      </w:r>
    </w:p>
    <w:p w:rsidR="003819D0" w:rsidRPr="007D261A" w:rsidRDefault="00744FC3" w:rsidP="008E6B2F">
      <w:pPr>
        <w:numPr>
          <w:ilvl w:val="0"/>
          <w:numId w:val="7"/>
        </w:numPr>
        <w:tabs>
          <w:tab w:val="left" w:pos="6096"/>
        </w:tabs>
        <w:ind w:left="6096" w:hanging="1"/>
        <w:rPr>
          <w:i/>
        </w:rPr>
      </w:pPr>
      <w:r w:rsidRPr="007D261A">
        <w:rPr>
          <w:i/>
        </w:rPr>
        <w:t>to consider the contents of the present document;  and</w:t>
      </w:r>
    </w:p>
    <w:p w:rsidR="00744FC3" w:rsidRPr="00541ADB" w:rsidRDefault="00744FC3" w:rsidP="00744FC3">
      <w:pPr>
        <w:ind w:left="6804" w:hanging="709"/>
        <w:rPr>
          <w:i/>
        </w:rPr>
      </w:pPr>
    </w:p>
    <w:p w:rsidR="007652EE" w:rsidRPr="007652EE" w:rsidRDefault="00744FC3" w:rsidP="007652EE">
      <w:pPr>
        <w:numPr>
          <w:ilvl w:val="0"/>
          <w:numId w:val="7"/>
        </w:numPr>
        <w:tabs>
          <w:tab w:val="left" w:pos="6096"/>
        </w:tabs>
        <w:spacing w:after="720"/>
        <w:ind w:left="6091" w:firstLine="0"/>
      </w:pPr>
      <w:proofErr w:type="gramStart"/>
      <w:r w:rsidRPr="00BC38BF">
        <w:rPr>
          <w:i/>
        </w:rPr>
        <w:t>to</w:t>
      </w:r>
      <w:proofErr w:type="gramEnd"/>
      <w:r w:rsidRPr="00BC38BF">
        <w:rPr>
          <w:i/>
        </w:rPr>
        <w:t xml:space="preserve"> decide whether to convene a diplomatic conference for the adoption of a D</w:t>
      </w:r>
      <w:r w:rsidR="00FB6A37">
        <w:rPr>
          <w:i/>
        </w:rPr>
        <w:t xml:space="preserve">esign </w:t>
      </w:r>
      <w:r w:rsidRPr="00BC38BF">
        <w:rPr>
          <w:i/>
        </w:rPr>
        <w:t>L</w:t>
      </w:r>
      <w:r w:rsidR="00FB6A37">
        <w:rPr>
          <w:i/>
        </w:rPr>
        <w:t xml:space="preserve">aw </w:t>
      </w:r>
      <w:r w:rsidR="0031550C">
        <w:rPr>
          <w:i/>
        </w:rPr>
        <w:t>T</w:t>
      </w:r>
      <w:r w:rsidR="00FB6A37">
        <w:rPr>
          <w:i/>
        </w:rPr>
        <w:t>reaty</w:t>
      </w:r>
      <w:r w:rsidRPr="00BC38BF">
        <w:rPr>
          <w:i/>
        </w:rPr>
        <w:t xml:space="preserve"> at t</w:t>
      </w:r>
      <w:r>
        <w:rPr>
          <w:i/>
        </w:rPr>
        <w:t>he end of the first half of 20</w:t>
      </w:r>
      <w:r w:rsidR="004765ED">
        <w:rPr>
          <w:i/>
        </w:rPr>
        <w:t>20</w:t>
      </w:r>
      <w:r w:rsidRPr="00BC38BF">
        <w:rPr>
          <w:i/>
        </w:rPr>
        <w:t>, at a date and venue to be decided by a preparatory committee.</w:t>
      </w:r>
    </w:p>
    <w:p w:rsidR="00744FC3" w:rsidRPr="00723EC3" w:rsidRDefault="00744FC3" w:rsidP="007652EE">
      <w:pPr>
        <w:spacing w:after="720"/>
        <w:ind w:left="5580"/>
      </w:pPr>
      <w:r w:rsidRPr="00723EC3">
        <w:t>[End of document]</w:t>
      </w:r>
    </w:p>
    <w:sectPr w:rsidR="00744FC3" w:rsidRPr="00723EC3" w:rsidSect="00744FC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FC3" w:rsidRDefault="00744FC3">
      <w:r>
        <w:separator/>
      </w:r>
    </w:p>
  </w:endnote>
  <w:endnote w:type="continuationSeparator" w:id="0">
    <w:p w:rsidR="00744FC3" w:rsidRDefault="00744FC3" w:rsidP="003B38C1">
      <w:r>
        <w:separator/>
      </w:r>
    </w:p>
    <w:p w:rsidR="00744FC3" w:rsidRPr="003B38C1" w:rsidRDefault="00744F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44FC3" w:rsidRPr="003B38C1" w:rsidRDefault="00744F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FC3" w:rsidRDefault="00744FC3">
      <w:r>
        <w:separator/>
      </w:r>
    </w:p>
  </w:footnote>
  <w:footnote w:type="continuationSeparator" w:id="0">
    <w:p w:rsidR="00744FC3" w:rsidRDefault="00744FC3" w:rsidP="008B60B2">
      <w:r>
        <w:separator/>
      </w:r>
    </w:p>
    <w:p w:rsidR="00744FC3" w:rsidRPr="00ED77FB" w:rsidRDefault="00744F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44FC3" w:rsidRPr="00ED77FB" w:rsidRDefault="00744F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44FC3" w:rsidRPr="00541ADB" w:rsidRDefault="00744FC3" w:rsidP="00744FC3">
      <w:pPr>
        <w:pStyle w:val="FootnoteText"/>
      </w:pPr>
      <w:r w:rsidRPr="00541ADB">
        <w:rPr>
          <w:rStyle w:val="FootnoteReference"/>
        </w:rPr>
        <w:t>*</w:t>
      </w:r>
      <w:r w:rsidRPr="00541ADB">
        <w:tab/>
        <w:t>For a detailed narrative of WIPO General Assembly sessions dealing with the convening of a diplomatic conference for the adoption of a Design Law Treaty, see document WO/GA/47/8.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744FC3" w:rsidP="00477D6B">
    <w:pPr>
      <w:jc w:val="right"/>
    </w:pPr>
    <w:bookmarkStart w:id="6" w:name="Code2"/>
    <w:bookmarkEnd w:id="6"/>
    <w:r>
      <w:t>WO/GA/51/8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14242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ED170A"/>
    <w:multiLevelType w:val="hybridMultilevel"/>
    <w:tmpl w:val="E3223B8E"/>
    <w:lvl w:ilvl="0" w:tplc="471EDCA4">
      <w:start w:val="1"/>
      <w:numFmt w:val="lowerRoman"/>
      <w:lvlText w:val="(%1)"/>
      <w:lvlJc w:val="left"/>
      <w:pPr>
        <w:ind w:left="10076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436" w:hanging="360"/>
      </w:pPr>
    </w:lvl>
    <w:lvl w:ilvl="2" w:tplc="0409001B" w:tentative="1">
      <w:start w:val="1"/>
      <w:numFmt w:val="lowerRoman"/>
      <w:lvlText w:val="%3."/>
      <w:lvlJc w:val="right"/>
      <w:pPr>
        <w:ind w:left="11156" w:hanging="180"/>
      </w:pPr>
    </w:lvl>
    <w:lvl w:ilvl="3" w:tplc="0409000F" w:tentative="1">
      <w:start w:val="1"/>
      <w:numFmt w:val="decimal"/>
      <w:lvlText w:val="%4."/>
      <w:lvlJc w:val="left"/>
      <w:pPr>
        <w:ind w:left="11876" w:hanging="360"/>
      </w:pPr>
    </w:lvl>
    <w:lvl w:ilvl="4" w:tplc="04090019" w:tentative="1">
      <w:start w:val="1"/>
      <w:numFmt w:val="lowerLetter"/>
      <w:lvlText w:val="%5."/>
      <w:lvlJc w:val="left"/>
      <w:pPr>
        <w:ind w:left="12596" w:hanging="360"/>
      </w:pPr>
    </w:lvl>
    <w:lvl w:ilvl="5" w:tplc="0409001B" w:tentative="1">
      <w:start w:val="1"/>
      <w:numFmt w:val="lowerRoman"/>
      <w:lvlText w:val="%6."/>
      <w:lvlJc w:val="right"/>
      <w:pPr>
        <w:ind w:left="13316" w:hanging="180"/>
      </w:pPr>
    </w:lvl>
    <w:lvl w:ilvl="6" w:tplc="0409000F" w:tentative="1">
      <w:start w:val="1"/>
      <w:numFmt w:val="decimal"/>
      <w:lvlText w:val="%7."/>
      <w:lvlJc w:val="left"/>
      <w:pPr>
        <w:ind w:left="14036" w:hanging="360"/>
      </w:pPr>
    </w:lvl>
    <w:lvl w:ilvl="7" w:tplc="04090019" w:tentative="1">
      <w:start w:val="1"/>
      <w:numFmt w:val="lowerLetter"/>
      <w:lvlText w:val="%8."/>
      <w:lvlJc w:val="left"/>
      <w:pPr>
        <w:ind w:left="14756" w:hanging="360"/>
      </w:pPr>
    </w:lvl>
    <w:lvl w:ilvl="8" w:tplc="040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C3"/>
    <w:rsid w:val="00043CAA"/>
    <w:rsid w:val="0007351C"/>
    <w:rsid w:val="00075432"/>
    <w:rsid w:val="000765C4"/>
    <w:rsid w:val="000968ED"/>
    <w:rsid w:val="000C117A"/>
    <w:rsid w:val="000E6FDE"/>
    <w:rsid w:val="000F5E56"/>
    <w:rsid w:val="0010331B"/>
    <w:rsid w:val="001362EE"/>
    <w:rsid w:val="00146C30"/>
    <w:rsid w:val="00156693"/>
    <w:rsid w:val="001647D5"/>
    <w:rsid w:val="001832A6"/>
    <w:rsid w:val="001E4E00"/>
    <w:rsid w:val="00204D6F"/>
    <w:rsid w:val="0021217E"/>
    <w:rsid w:val="00231BB0"/>
    <w:rsid w:val="002634C4"/>
    <w:rsid w:val="002928D3"/>
    <w:rsid w:val="002D41D4"/>
    <w:rsid w:val="002F1FE6"/>
    <w:rsid w:val="002F4E68"/>
    <w:rsid w:val="00312F7F"/>
    <w:rsid w:val="0031550C"/>
    <w:rsid w:val="003178BA"/>
    <w:rsid w:val="00350AE2"/>
    <w:rsid w:val="00361450"/>
    <w:rsid w:val="003673CF"/>
    <w:rsid w:val="003819D0"/>
    <w:rsid w:val="003845C1"/>
    <w:rsid w:val="003A6F89"/>
    <w:rsid w:val="003B38C1"/>
    <w:rsid w:val="003D2030"/>
    <w:rsid w:val="003D57B0"/>
    <w:rsid w:val="00423E3E"/>
    <w:rsid w:val="00427AF4"/>
    <w:rsid w:val="004647DA"/>
    <w:rsid w:val="00474062"/>
    <w:rsid w:val="004765ED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E4F5F"/>
    <w:rsid w:val="00744FC3"/>
    <w:rsid w:val="007652EE"/>
    <w:rsid w:val="00797555"/>
    <w:rsid w:val="007D1613"/>
    <w:rsid w:val="007D261A"/>
    <w:rsid w:val="007E4C0E"/>
    <w:rsid w:val="00814242"/>
    <w:rsid w:val="00860537"/>
    <w:rsid w:val="00877718"/>
    <w:rsid w:val="008A134B"/>
    <w:rsid w:val="008B2CC1"/>
    <w:rsid w:val="008B60B2"/>
    <w:rsid w:val="00906E5F"/>
    <w:rsid w:val="0090731E"/>
    <w:rsid w:val="00916EE2"/>
    <w:rsid w:val="00922028"/>
    <w:rsid w:val="00966A22"/>
    <w:rsid w:val="0096722F"/>
    <w:rsid w:val="00980843"/>
    <w:rsid w:val="009B6777"/>
    <w:rsid w:val="009C127D"/>
    <w:rsid w:val="009E2791"/>
    <w:rsid w:val="009E3F6F"/>
    <w:rsid w:val="009F499F"/>
    <w:rsid w:val="009F7DB0"/>
    <w:rsid w:val="00A37342"/>
    <w:rsid w:val="00A42DAF"/>
    <w:rsid w:val="00A45BD8"/>
    <w:rsid w:val="00A622E1"/>
    <w:rsid w:val="00A869B7"/>
    <w:rsid w:val="00AA2DD4"/>
    <w:rsid w:val="00AC205C"/>
    <w:rsid w:val="00AE5A8D"/>
    <w:rsid w:val="00AF0A6B"/>
    <w:rsid w:val="00B05A69"/>
    <w:rsid w:val="00B61109"/>
    <w:rsid w:val="00B9734B"/>
    <w:rsid w:val="00BA30E2"/>
    <w:rsid w:val="00BF7283"/>
    <w:rsid w:val="00C11BFE"/>
    <w:rsid w:val="00C5068F"/>
    <w:rsid w:val="00C86D74"/>
    <w:rsid w:val="00CC26F9"/>
    <w:rsid w:val="00CD04F1"/>
    <w:rsid w:val="00CD7F59"/>
    <w:rsid w:val="00D44A0B"/>
    <w:rsid w:val="00D45252"/>
    <w:rsid w:val="00D66E37"/>
    <w:rsid w:val="00D71B4D"/>
    <w:rsid w:val="00D93D55"/>
    <w:rsid w:val="00DC0E7C"/>
    <w:rsid w:val="00DF023A"/>
    <w:rsid w:val="00DF383E"/>
    <w:rsid w:val="00E15015"/>
    <w:rsid w:val="00E335FE"/>
    <w:rsid w:val="00E5566B"/>
    <w:rsid w:val="00E85557"/>
    <w:rsid w:val="00EA7D6E"/>
    <w:rsid w:val="00EB2210"/>
    <w:rsid w:val="00EC4E49"/>
    <w:rsid w:val="00ED77FB"/>
    <w:rsid w:val="00EE45FA"/>
    <w:rsid w:val="00F56970"/>
    <w:rsid w:val="00F66152"/>
    <w:rsid w:val="00F967F0"/>
    <w:rsid w:val="00FA41DE"/>
    <w:rsid w:val="00FB6A37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9491C576-D1CA-421C-9564-A39FE819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44FC3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744F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3EB41-AEA5-42FC-B3D0-9F067DBC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51 (E)</Template>
  <TotalTime>26</TotalTime>
  <Pages>3</Pages>
  <Words>640</Words>
  <Characters>3662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WO/GA/51/</vt:lpstr>
    </vt:vector>
  </TitlesOfParts>
  <Company>WIPO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WO/GA/51/</dc:title>
  <dc:subject>Fifty-Eighth Series of Meetings</dc:subject>
  <dc:creator>RIZO Marie Paule</dc:creator>
  <cp:keywords>FOR OFFICIAL USE ONLY</cp:keywords>
  <cp:lastModifiedBy>HÄFLIGER Patience</cp:lastModifiedBy>
  <cp:revision>12</cp:revision>
  <cp:lastPrinted>2019-05-29T10:26:00Z</cp:lastPrinted>
  <dcterms:created xsi:type="dcterms:W3CDTF">2019-05-28T15:13:00Z</dcterms:created>
  <dcterms:modified xsi:type="dcterms:W3CDTF">2019-06-03T12:44:00Z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