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464BBA">
        <w:rPr>
          <w:rFonts w:ascii="Arial Black" w:hAnsi="Arial Black"/>
          <w:b/>
          <w:caps/>
          <w:sz w:val="15"/>
        </w:rPr>
        <w:t>12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464BB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2B522D">
        <w:rPr>
          <w:rFonts w:ascii="Arial Black" w:hAnsi="Arial Black"/>
          <w:b/>
          <w:caps/>
          <w:sz w:val="15"/>
        </w:rPr>
        <w:t>JU</w:t>
      </w:r>
      <w:r w:rsidR="006A7EB7">
        <w:rPr>
          <w:rFonts w:ascii="Arial Black" w:hAnsi="Arial Black"/>
          <w:b/>
          <w:caps/>
          <w:sz w:val="15"/>
        </w:rPr>
        <w:t>lY</w:t>
      </w:r>
      <w:r w:rsidR="002B522D">
        <w:rPr>
          <w:rFonts w:ascii="Arial Black" w:hAnsi="Arial Black"/>
          <w:b/>
          <w:caps/>
          <w:sz w:val="15"/>
        </w:rPr>
        <w:t xml:space="preserve"> </w:t>
      </w:r>
      <w:r w:rsidR="006A7EB7">
        <w:rPr>
          <w:rFonts w:ascii="Arial Black" w:hAnsi="Arial Black"/>
          <w:b/>
          <w:caps/>
          <w:sz w:val="15"/>
        </w:rPr>
        <w:t>30</w:t>
      </w:r>
      <w:r w:rsidR="00464BBA">
        <w:rPr>
          <w:rFonts w:ascii="Arial Black" w:hAnsi="Arial Black"/>
          <w:b/>
          <w:caps/>
          <w:sz w:val="15"/>
        </w:rPr>
        <w:t>, 2019</w:t>
      </w:r>
    </w:p>
    <w:p w:rsidR="008B2CC1" w:rsidRPr="003D57B0" w:rsidRDefault="00B61109" w:rsidP="000C117A">
      <w:pPr>
        <w:pStyle w:val="Heading1"/>
      </w:pPr>
      <w:r w:rsidRPr="00B61109">
        <w:t>WIPO General Assembly</w:t>
      </w:r>
    </w:p>
    <w:p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464BBA" w:rsidRPr="009C127D" w:rsidRDefault="00464BBA" w:rsidP="00464BBA">
      <w:pPr>
        <w:spacing w:after="360"/>
        <w:rPr>
          <w:caps/>
          <w:sz w:val="24"/>
        </w:rPr>
      </w:pPr>
      <w:bookmarkStart w:id="3" w:name="TitleOfDoc"/>
      <w:bookmarkStart w:id="4" w:name="Prepared"/>
      <w:bookmarkEnd w:id="3"/>
      <w:bookmarkEnd w:id="4"/>
      <w:r w:rsidRPr="004C2A63">
        <w:rPr>
          <w:caps/>
          <w:sz w:val="24"/>
        </w:rPr>
        <w:t>REPORT ON THE INTERGOVERNMENTAL COMMITTEE ON INTELLECTUAL PROPERTY AND GENETIC RESOURCES, TRADITIONAL KNOWLEDGE AND FOLKLORE (IGC)</w:t>
      </w:r>
    </w:p>
    <w:p w:rsidR="008B2CC1" w:rsidRPr="009C127D" w:rsidRDefault="00464BBA" w:rsidP="009C127D">
      <w:pPr>
        <w:spacing w:after="960"/>
        <w:rPr>
          <w:i/>
        </w:rPr>
      </w:pPr>
      <w:r>
        <w:rPr>
          <w:i/>
        </w:rPr>
        <w:t>prepared by the Secretariat</w:t>
      </w:r>
    </w:p>
    <w:p w:rsidR="003E5DEC" w:rsidRPr="007F0EB7" w:rsidRDefault="003E5DEC" w:rsidP="00251367">
      <w:pPr>
        <w:pStyle w:val="Heading2"/>
      </w:pPr>
      <w:r w:rsidRPr="007F0EB7">
        <w:t>INTRODUCTION</w:t>
      </w:r>
    </w:p>
    <w:p w:rsidR="003E5DEC" w:rsidRPr="003804D9" w:rsidRDefault="003E5DEC" w:rsidP="003E5DEC">
      <w:pPr>
        <w:spacing w:before="240" w:after="240"/>
      </w:pPr>
      <w:r w:rsidRPr="003804D9">
        <w:fldChar w:fldCharType="begin"/>
      </w:r>
      <w:r w:rsidRPr="003804D9">
        <w:instrText xml:space="preserve"> AUTONUM  </w:instrText>
      </w:r>
      <w:r w:rsidRPr="003804D9">
        <w:fldChar w:fldCharType="end"/>
      </w:r>
      <w:r w:rsidRPr="003804D9">
        <w:tab/>
        <w:t>The WIPO General Assembly, at its Forty-</w:t>
      </w:r>
      <w:r>
        <w:t>Ninth (23</w:t>
      </w:r>
      <w:r>
        <w:rPr>
          <w:vertAlign w:val="superscript"/>
        </w:rPr>
        <w:t>rd</w:t>
      </w:r>
      <w:r w:rsidRPr="003804D9">
        <w:t xml:space="preserve"> O</w:t>
      </w:r>
      <w:r>
        <w:t>rdinary) Session in October 2017</w:t>
      </w:r>
      <w:r w:rsidRPr="003804D9">
        <w:t>, agreed on the mandate for the Intergovernmental Committee on Intellectual Property and Genetic Resources, Traditional Knowledge</w:t>
      </w:r>
      <w:r>
        <w:t xml:space="preserve"> and Folklore (IGC) for the 2018/2019</w:t>
      </w:r>
      <w:r w:rsidR="00C934C3">
        <w:t> biennium.</w:t>
      </w:r>
    </w:p>
    <w:p w:rsidR="003E5DEC" w:rsidRPr="003804D9" w:rsidRDefault="003E5DEC" w:rsidP="003E5DEC">
      <w:pPr>
        <w:spacing w:before="240" w:after="240"/>
      </w:pPr>
      <w:r w:rsidRPr="003804D9">
        <w:fldChar w:fldCharType="begin"/>
      </w:r>
      <w:r w:rsidRPr="003804D9">
        <w:instrText xml:space="preserve"> AUTONUM  </w:instrText>
      </w:r>
      <w:r w:rsidRPr="003804D9">
        <w:fldChar w:fldCharType="end"/>
      </w:r>
      <w:r>
        <w:tab/>
        <w:t>The IGC’s mandate for the 2018/2019</w:t>
      </w:r>
      <w:r w:rsidRPr="003804D9">
        <w:t xml:space="preserve"> biennium, which w</w:t>
      </w:r>
      <w:r>
        <w:t xml:space="preserve">as set out in </w:t>
      </w:r>
      <w:r>
        <w:br/>
        <w:t>document WO/GA/49/21</w:t>
      </w:r>
      <w:r w:rsidRPr="003804D9">
        <w:t>, provides as follows:</w:t>
      </w:r>
    </w:p>
    <w:p w:rsidR="003E5DEC" w:rsidRDefault="003E5DEC" w:rsidP="003E5DEC">
      <w:pPr>
        <w:spacing w:before="240" w:after="240"/>
        <w:ind w:left="567"/>
      </w:pPr>
      <w:r>
        <w:t>“</w:t>
      </w:r>
      <w:r w:rsidRPr="00355718">
        <w:t>Bearing in mind the Development Agenda recommendations, 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w:t>
      </w:r>
    </w:p>
    <w:p w:rsidR="003E5DEC" w:rsidRPr="00355718" w:rsidRDefault="003E5DEC" w:rsidP="003E5DEC">
      <w:pPr>
        <w:spacing w:before="240" w:after="240"/>
        <w:ind w:left="1287"/>
      </w:pPr>
      <w:r>
        <w:t xml:space="preserve">“(a)  </w:t>
      </w:r>
      <w:r w:rsidRPr="00355718">
        <w:t xml:space="preserve">The Committee will, during the next budgetary biennium 2018/2019, continue to expedite its work, with the objective of reaching an agreement on an international legal instrument(s), without prejudging the nature of outcome(s), relating to intellectual property which will ensure the balanced and effective </w:t>
      </w:r>
      <w:r w:rsidRPr="00355718">
        <w:lastRenderedPageBreak/>
        <w:t>protection of genetic resources (GRs), traditional knowledge (TK) and traditional cultural expressions (TCEs).</w:t>
      </w:r>
    </w:p>
    <w:p w:rsidR="003E5DEC" w:rsidRPr="00355718" w:rsidRDefault="003E5DEC" w:rsidP="003E5DEC">
      <w:pPr>
        <w:spacing w:before="240" w:after="240"/>
        <w:ind w:left="1287"/>
      </w:pPr>
      <w:r>
        <w:t xml:space="preserve">“(b)  </w:t>
      </w:r>
      <w:r w:rsidRPr="00355718">
        <w:t>The Committee’s work in the 2018/2019 biennium will build on the existing work carried out by the Committee, including text-based negotiations, with a primary focus on narrowing existing gaps and reaching a common understanding on core issues, including definitions, beneficiaries, subject matter, objectives, scope of protection, and what TK/TCEs subject matter is entitled to protection at an international level, including consideration of exceptions and limitations and the relationship with the public domain.</w:t>
      </w:r>
    </w:p>
    <w:p w:rsidR="003E5DEC" w:rsidRPr="00355718" w:rsidRDefault="003E5DEC" w:rsidP="003E5DEC">
      <w:pPr>
        <w:spacing w:before="240" w:after="240"/>
        <w:ind w:left="1287"/>
      </w:pPr>
      <w:r>
        <w:t xml:space="preserve">“(c)  </w:t>
      </w:r>
      <w:r w:rsidRPr="00355718">
        <w:t xml:space="preserve">The Committee will follow, as set out in the table below, a work program based on sound working methods for the 2018/2019 biennium, including an evidence-based approach as set out in paragraph (d). </w:t>
      </w:r>
      <w:r>
        <w:t xml:space="preserve"> </w:t>
      </w:r>
      <w:r w:rsidRPr="00355718">
        <w:t xml:space="preserve">This work program will make provision for 6 sessions of the Committee in 2018/2019, including thematic, cross-cutting and stocktaking sessions. </w:t>
      </w:r>
      <w:r>
        <w:t xml:space="preserve"> </w:t>
      </w:r>
      <w:r w:rsidRPr="00355718">
        <w:t xml:space="preserve">The Committee may establish </w:t>
      </w:r>
      <w:r w:rsidRPr="001464E5">
        <w:t>ad hoc</w:t>
      </w:r>
      <w:r w:rsidRPr="00355718">
        <w:t xml:space="preserve"> expert group(s) to address a specific legal, policy or technical issue</w:t>
      </w:r>
      <w:r w:rsidRPr="003B3DE6">
        <w:rPr>
          <w:sz w:val="18"/>
          <w:szCs w:val="18"/>
          <w:vertAlign w:val="superscript"/>
        </w:rPr>
        <w:footnoteReference w:id="2"/>
      </w:r>
      <w:r w:rsidRPr="00355718">
        <w:t xml:space="preserve">. </w:t>
      </w:r>
      <w:r>
        <w:t xml:space="preserve"> </w:t>
      </w:r>
      <w:r w:rsidRPr="00355718">
        <w:t>The results of the work of such group(s) will be submitted to the Committee for consideration.</w:t>
      </w:r>
    </w:p>
    <w:p w:rsidR="003E5DEC" w:rsidRPr="00355718" w:rsidRDefault="003E5DEC" w:rsidP="003E5DEC">
      <w:pPr>
        <w:spacing w:before="240" w:after="240"/>
        <w:ind w:left="1287"/>
      </w:pPr>
      <w:r>
        <w:t xml:space="preserve">“(d)  </w:t>
      </w:r>
      <w:r w:rsidRPr="00355718">
        <w:t xml:space="preserve">The Committee will use all WIPO working documents, including WIPO/GRTKF/IC/34/4, WIPO/GRTKF/IC/34/5 and WIPO/GRTKF/IC/34/8, as well as any other contributions of member states, such as conducting/updating studies covering, </w:t>
      </w:r>
      <w:r w:rsidRPr="001464E5">
        <w:t>inter alia</w:t>
      </w:r>
      <w:r w:rsidRPr="00355718">
        <w:t xml:space="preserve">, examples of national experiences, including domestic legislation, impact assessments, databases, and examples of protectable subject matter and subject matter that is not intended to be protected; </w:t>
      </w:r>
      <w:r>
        <w:t xml:space="preserve"> </w:t>
      </w:r>
      <w:r w:rsidRPr="00355718">
        <w:t xml:space="preserve">and outputs of any expert group(s) established by the Committee and related activities conducted under Program 4. </w:t>
      </w:r>
      <w:r>
        <w:t xml:space="preserve"> </w:t>
      </w:r>
      <w:r w:rsidRPr="00355718">
        <w:t xml:space="preserve">The Secretariat is requested to update the 2008 gap analyses on the existing protection regimes related to TK and TCEs. </w:t>
      </w:r>
      <w:r>
        <w:t xml:space="preserve"> </w:t>
      </w:r>
      <w:r w:rsidRPr="00355718">
        <w:t xml:space="preserve">The Secretariat is also requested to produce a report(s) compiling and updating studies, proposals and other materials relating to tools and activities on databases and on existing disclosure regimes relating to GR and associated TK, with a view to identify any gaps. </w:t>
      </w:r>
      <w:r>
        <w:t xml:space="preserve"> </w:t>
      </w:r>
      <w:r w:rsidRPr="00355718">
        <w:t>However, studies or additional activities are not to delay progress or establish any preconditions for the negotiations.</w:t>
      </w:r>
    </w:p>
    <w:p w:rsidR="003E5DEC" w:rsidRPr="00355718" w:rsidRDefault="003E5DEC" w:rsidP="003E5DEC">
      <w:pPr>
        <w:spacing w:before="240" w:after="240"/>
        <w:ind w:left="1287"/>
      </w:pPr>
      <w:r>
        <w:t xml:space="preserve">“(e)  </w:t>
      </w:r>
      <w:r w:rsidRPr="00355718">
        <w:t>In 2018, the Committee is requested to provide to the General Assembly a factual report along with the most recent texts available</w:t>
      </w:r>
      <w:r w:rsidRPr="001464E5">
        <w:t xml:space="preserve"> </w:t>
      </w:r>
      <w:r w:rsidRPr="00355718">
        <w:t xml:space="preserve">of its work up to that time with recommendations, and in 2019, submit to the General Assembly the results of its work in accordance with the objective reflected in paragraph (a). </w:t>
      </w:r>
      <w:r>
        <w:t xml:space="preserve"> </w:t>
      </w:r>
      <w:r w:rsidRPr="00355718">
        <w:t>The General Assembly in 2019 will take stock of progress made, and based on the maturity of the texts, including levels of agreement on objectives, scope and nature of the instrument(s), decide on whether to convene a diplomatic conference and/or continue negotiations.</w:t>
      </w:r>
    </w:p>
    <w:p w:rsidR="003E5DEC" w:rsidRPr="00355718" w:rsidRDefault="003E5DEC" w:rsidP="003E5DEC">
      <w:pPr>
        <w:spacing w:before="240" w:after="240"/>
        <w:ind w:left="1287"/>
      </w:pPr>
      <w:r>
        <w:t xml:space="preserve">“(f)  </w:t>
      </w:r>
      <w:r w:rsidRPr="00355718">
        <w:t>The General Assembly requests the International Bureau to continue to assist the Committee by providing Member States with necessary expertise and funding, in the most efficient manner, of the participation of experts from developing countries and LDCs, taking into account the usual formula for the IGC.</w:t>
      </w:r>
    </w:p>
    <w:p w:rsidR="003E5DEC" w:rsidRDefault="003E5DEC" w:rsidP="003E5DEC">
      <w:r>
        <w:br w:type="page"/>
      </w:r>
    </w:p>
    <w:p w:rsidR="003E5DEC" w:rsidRPr="00355718" w:rsidRDefault="003E5DEC" w:rsidP="003E5DEC">
      <w:pPr>
        <w:spacing w:after="240"/>
        <w:ind w:left="567"/>
        <w:rPr>
          <w:u w:val="single"/>
        </w:rPr>
      </w:pPr>
      <w:r w:rsidRPr="00355718">
        <w:rPr>
          <w:u w:val="single"/>
        </w:rPr>
        <w:lastRenderedPageBreak/>
        <w:t>Work Program – 6 Sessions</w:t>
      </w:r>
    </w:p>
    <w:tbl>
      <w:tblPr>
        <w:tblStyle w:val="TableGrid"/>
        <w:tblW w:w="8910" w:type="dxa"/>
        <w:tblInd w:w="648" w:type="dxa"/>
        <w:tblLook w:val="04A0" w:firstRow="1" w:lastRow="0" w:firstColumn="1" w:lastColumn="0" w:noHBand="0" w:noVBand="1"/>
        <w:tblCaption w:val="IGC Work Program 6 sessions for 2018-2019"/>
      </w:tblPr>
      <w:tblGrid>
        <w:gridCol w:w="2307"/>
        <w:gridCol w:w="6603"/>
      </w:tblGrid>
      <w:tr w:rsidR="003E5DEC" w:rsidRPr="00355718" w:rsidTr="00CB53B0">
        <w:trPr>
          <w:trHeight w:val="380"/>
          <w:tblHeader/>
        </w:trPr>
        <w:tc>
          <w:tcPr>
            <w:tcW w:w="2307" w:type="dxa"/>
          </w:tcPr>
          <w:p w:rsidR="003E5DEC" w:rsidRPr="00355718" w:rsidRDefault="003E5DEC" w:rsidP="00CB53B0">
            <w:pPr>
              <w:rPr>
                <w:b/>
              </w:rPr>
            </w:pPr>
            <w:r w:rsidRPr="00355718">
              <w:rPr>
                <w:b/>
              </w:rPr>
              <w:t>Indicative Dates</w:t>
            </w:r>
          </w:p>
        </w:tc>
        <w:tc>
          <w:tcPr>
            <w:tcW w:w="6603" w:type="dxa"/>
          </w:tcPr>
          <w:p w:rsidR="003E5DEC" w:rsidRPr="00355718" w:rsidRDefault="003E5DEC" w:rsidP="00CB53B0">
            <w:pPr>
              <w:rPr>
                <w:b/>
              </w:rPr>
            </w:pPr>
            <w:r w:rsidRPr="00355718">
              <w:rPr>
                <w:b/>
              </w:rPr>
              <w:t>Activity</w:t>
            </w:r>
          </w:p>
        </w:tc>
      </w:tr>
      <w:tr w:rsidR="003E5DEC" w:rsidRPr="00355718" w:rsidTr="00CB53B0">
        <w:tc>
          <w:tcPr>
            <w:tcW w:w="2307" w:type="dxa"/>
          </w:tcPr>
          <w:p w:rsidR="003E5DEC" w:rsidRPr="00355718" w:rsidRDefault="003E5DEC" w:rsidP="00CB53B0">
            <w:r w:rsidRPr="00355718">
              <w:t>February/March 2018</w:t>
            </w:r>
          </w:p>
        </w:tc>
        <w:tc>
          <w:tcPr>
            <w:tcW w:w="6603" w:type="dxa"/>
          </w:tcPr>
          <w:p w:rsidR="003E5DEC" w:rsidRPr="00355718" w:rsidRDefault="003E5DEC" w:rsidP="00CB53B0">
            <w:r w:rsidRPr="00355718">
              <w:t>(IGC 35)</w:t>
            </w:r>
          </w:p>
          <w:p w:rsidR="003E5DEC" w:rsidRPr="00355718" w:rsidRDefault="003E5DEC" w:rsidP="00CB53B0">
            <w:r w:rsidRPr="00355718">
              <w:t>Undertake negotiations on GRs with a focus on addressing unresolved issues and considering options for a draft legal instrument</w:t>
            </w:r>
          </w:p>
          <w:p w:rsidR="003E5DEC" w:rsidRPr="00355718" w:rsidRDefault="003E5DEC" w:rsidP="00CB53B0">
            <w:r w:rsidRPr="00355718">
              <w:t>Duration 5 days.</w:t>
            </w:r>
          </w:p>
        </w:tc>
      </w:tr>
      <w:tr w:rsidR="003E5DEC" w:rsidRPr="00355718" w:rsidTr="00CB53B0">
        <w:tc>
          <w:tcPr>
            <w:tcW w:w="2307" w:type="dxa"/>
          </w:tcPr>
          <w:p w:rsidR="003E5DEC" w:rsidRPr="00355718" w:rsidRDefault="003E5DEC" w:rsidP="00CB53B0">
            <w:r w:rsidRPr="00355718">
              <w:t>May/June 2018</w:t>
            </w:r>
          </w:p>
        </w:tc>
        <w:tc>
          <w:tcPr>
            <w:tcW w:w="6603" w:type="dxa"/>
          </w:tcPr>
          <w:p w:rsidR="003E5DEC" w:rsidRPr="00355718" w:rsidRDefault="003E5DEC" w:rsidP="00CB53B0">
            <w:r w:rsidRPr="00355718">
              <w:t>(IGC 36)</w:t>
            </w:r>
          </w:p>
          <w:p w:rsidR="003E5DEC" w:rsidRPr="00355718" w:rsidRDefault="003E5DEC" w:rsidP="00CB53B0">
            <w:r w:rsidRPr="00355718">
              <w:t>Undertake negotiations on GRs with a focus on addressing unresolved issues and considering options for a draft legal instrument</w:t>
            </w:r>
          </w:p>
          <w:p w:rsidR="003E5DEC" w:rsidRPr="00355718" w:rsidRDefault="003E5DEC" w:rsidP="00CB53B0">
            <w:r w:rsidRPr="00355718">
              <w:t>Expert group(s)</w:t>
            </w:r>
          </w:p>
          <w:p w:rsidR="003E5DEC" w:rsidRPr="00355718" w:rsidRDefault="003E5DEC" w:rsidP="00CB53B0">
            <w:r w:rsidRPr="00355718">
              <w:t>Duration 5/6 days.</w:t>
            </w:r>
          </w:p>
        </w:tc>
      </w:tr>
      <w:tr w:rsidR="003E5DEC" w:rsidRPr="00355718" w:rsidTr="00CB53B0">
        <w:tc>
          <w:tcPr>
            <w:tcW w:w="2307" w:type="dxa"/>
          </w:tcPr>
          <w:p w:rsidR="003E5DEC" w:rsidRPr="00355718" w:rsidRDefault="003E5DEC" w:rsidP="00CB53B0">
            <w:r w:rsidRPr="00355718">
              <w:t>September 2018</w:t>
            </w:r>
          </w:p>
        </w:tc>
        <w:tc>
          <w:tcPr>
            <w:tcW w:w="6603" w:type="dxa"/>
          </w:tcPr>
          <w:p w:rsidR="003E5DEC" w:rsidRPr="00355718" w:rsidRDefault="003E5DEC" w:rsidP="00CB53B0">
            <w:r w:rsidRPr="00355718">
              <w:t>(IGC 37)</w:t>
            </w:r>
          </w:p>
          <w:p w:rsidR="003E5DEC" w:rsidRPr="00355718" w:rsidRDefault="003E5DEC" w:rsidP="00CB53B0">
            <w:r w:rsidRPr="00355718">
              <w:t>Undertake negotiations on TK/TCEs with a focus on addressing unresolved and cross-cutting issues and considering options for a draft legal instrument(s)</w:t>
            </w:r>
          </w:p>
          <w:p w:rsidR="003E5DEC" w:rsidRPr="00355718" w:rsidRDefault="003E5DEC" w:rsidP="00CB53B0">
            <w:r w:rsidRPr="00355718">
              <w:t>Possible recommendations as mentioned in paragraph (e)</w:t>
            </w:r>
          </w:p>
          <w:p w:rsidR="003E5DEC" w:rsidRPr="00355718" w:rsidRDefault="003E5DEC" w:rsidP="00CB53B0">
            <w:r w:rsidRPr="00355718">
              <w:t>Duration 5 days.</w:t>
            </w:r>
          </w:p>
        </w:tc>
      </w:tr>
      <w:tr w:rsidR="003E5DEC" w:rsidRPr="00355718" w:rsidTr="00CB53B0">
        <w:tc>
          <w:tcPr>
            <w:tcW w:w="2307" w:type="dxa"/>
          </w:tcPr>
          <w:p w:rsidR="003E5DEC" w:rsidRPr="00355718" w:rsidRDefault="003E5DEC" w:rsidP="00CB53B0">
            <w:r w:rsidRPr="00355718">
              <w:t>October 2018</w:t>
            </w:r>
          </w:p>
        </w:tc>
        <w:tc>
          <w:tcPr>
            <w:tcW w:w="6603" w:type="dxa"/>
          </w:tcPr>
          <w:p w:rsidR="003E5DEC" w:rsidRPr="00355718" w:rsidRDefault="003E5DEC" w:rsidP="00CB53B0">
            <w:r w:rsidRPr="00355718">
              <w:t>WIPO General Assembly</w:t>
            </w:r>
          </w:p>
          <w:p w:rsidR="003E5DEC" w:rsidRPr="00355718" w:rsidRDefault="003E5DEC" w:rsidP="00CB53B0">
            <w:r w:rsidRPr="00355718">
              <w:t>Factual report and consider recommendations.</w:t>
            </w:r>
          </w:p>
        </w:tc>
      </w:tr>
      <w:tr w:rsidR="003E5DEC" w:rsidRPr="00355718" w:rsidTr="00CB53B0">
        <w:tc>
          <w:tcPr>
            <w:tcW w:w="2307" w:type="dxa"/>
          </w:tcPr>
          <w:p w:rsidR="003E5DEC" w:rsidRPr="00355718" w:rsidRDefault="003E5DEC" w:rsidP="00CB53B0">
            <w:r w:rsidRPr="00355718">
              <w:t>November/December 2018</w:t>
            </w:r>
          </w:p>
        </w:tc>
        <w:tc>
          <w:tcPr>
            <w:tcW w:w="6603" w:type="dxa"/>
          </w:tcPr>
          <w:p w:rsidR="003E5DEC" w:rsidRPr="00355718" w:rsidRDefault="003E5DEC" w:rsidP="00CB53B0">
            <w:r w:rsidRPr="00355718">
              <w:t>(IGC 38)</w:t>
            </w:r>
          </w:p>
          <w:p w:rsidR="003E5DEC" w:rsidRPr="00355718" w:rsidRDefault="003E5DEC" w:rsidP="00CB53B0">
            <w:r w:rsidRPr="00355718">
              <w:t>Undertake negotiations on TK/TCEs with a focus on addressing unresolved and cross-cutting issues and considering options for a draft legal instrument(s)</w:t>
            </w:r>
          </w:p>
          <w:p w:rsidR="003E5DEC" w:rsidRPr="00355718" w:rsidRDefault="003E5DEC" w:rsidP="00CB53B0">
            <w:r w:rsidRPr="00355718">
              <w:t>Expert group(s)</w:t>
            </w:r>
          </w:p>
          <w:p w:rsidR="003E5DEC" w:rsidRPr="00355718" w:rsidRDefault="003E5DEC" w:rsidP="00CB53B0">
            <w:r w:rsidRPr="00355718">
              <w:t>Duration 5/6 days.</w:t>
            </w:r>
          </w:p>
        </w:tc>
      </w:tr>
      <w:tr w:rsidR="003E5DEC" w:rsidRPr="00355718" w:rsidTr="00CB53B0">
        <w:tc>
          <w:tcPr>
            <w:tcW w:w="2307" w:type="dxa"/>
          </w:tcPr>
          <w:p w:rsidR="003E5DEC" w:rsidRPr="00355718" w:rsidRDefault="003E5DEC" w:rsidP="00CB53B0">
            <w:r w:rsidRPr="00355718">
              <w:t>March/April 2019</w:t>
            </w:r>
          </w:p>
        </w:tc>
        <w:tc>
          <w:tcPr>
            <w:tcW w:w="6603" w:type="dxa"/>
          </w:tcPr>
          <w:p w:rsidR="003E5DEC" w:rsidRPr="00355718" w:rsidRDefault="003E5DEC" w:rsidP="00CB53B0">
            <w:r w:rsidRPr="00355718">
              <w:t>(IGC 39)</w:t>
            </w:r>
          </w:p>
          <w:p w:rsidR="003E5DEC" w:rsidRPr="00355718" w:rsidRDefault="003E5DEC" w:rsidP="00CB53B0">
            <w:r w:rsidRPr="00355718">
              <w:t>Undertake negotiations on TK/TCEs with a focus on addressing unresolved and cross-cutting issues and considering options for a draft legal instrument(s)</w:t>
            </w:r>
          </w:p>
          <w:p w:rsidR="003E5DEC" w:rsidRPr="00355718" w:rsidRDefault="003E5DEC" w:rsidP="00CB53B0">
            <w:r w:rsidRPr="00355718">
              <w:t>Duration 5 days.</w:t>
            </w:r>
          </w:p>
        </w:tc>
      </w:tr>
      <w:tr w:rsidR="003E5DEC" w:rsidRPr="00355718" w:rsidTr="00CB53B0">
        <w:tc>
          <w:tcPr>
            <w:tcW w:w="2307" w:type="dxa"/>
          </w:tcPr>
          <w:p w:rsidR="003E5DEC" w:rsidRPr="00355718" w:rsidRDefault="003E5DEC" w:rsidP="00CB53B0">
            <w:r w:rsidRPr="00355718">
              <w:t>June/July 2019</w:t>
            </w:r>
          </w:p>
        </w:tc>
        <w:tc>
          <w:tcPr>
            <w:tcW w:w="6603" w:type="dxa"/>
          </w:tcPr>
          <w:p w:rsidR="003E5DEC" w:rsidRPr="00355718" w:rsidRDefault="003E5DEC" w:rsidP="00CB53B0">
            <w:r w:rsidRPr="00355718">
              <w:t>(IGC 40)</w:t>
            </w:r>
          </w:p>
          <w:p w:rsidR="003E5DEC" w:rsidRPr="00355718" w:rsidRDefault="003E5DEC" w:rsidP="00CB53B0">
            <w:r w:rsidRPr="00355718">
              <w:t>Undertake negotiations on TK/TCEs with a focus on addressing unresolved and cross-cutting issues and considering options for a draft legal instrument(s)</w:t>
            </w:r>
          </w:p>
          <w:p w:rsidR="003E5DEC" w:rsidRPr="00355718" w:rsidRDefault="003E5DEC" w:rsidP="00CB53B0">
            <w:r w:rsidRPr="00355718">
              <w:t>Expert group(s)</w:t>
            </w:r>
          </w:p>
          <w:p w:rsidR="003E5DEC" w:rsidRPr="00355718" w:rsidRDefault="003E5DEC" w:rsidP="00CB53B0">
            <w:r w:rsidRPr="00355718">
              <w:t>Stocktaking on GRs/TK/TCEs and making a recommendation</w:t>
            </w:r>
          </w:p>
          <w:p w:rsidR="003E5DEC" w:rsidRPr="00355718" w:rsidRDefault="003E5DEC" w:rsidP="00CB53B0">
            <w:r w:rsidRPr="00355718">
              <w:t>Duration 5/6 days.</w:t>
            </w:r>
          </w:p>
        </w:tc>
      </w:tr>
      <w:tr w:rsidR="003E5DEC" w:rsidRPr="00355718" w:rsidTr="00CB53B0">
        <w:tc>
          <w:tcPr>
            <w:tcW w:w="2307" w:type="dxa"/>
          </w:tcPr>
          <w:p w:rsidR="003E5DEC" w:rsidRPr="00355718" w:rsidRDefault="003E5DEC" w:rsidP="00CB53B0">
            <w:r w:rsidRPr="00355718">
              <w:t>October 2019</w:t>
            </w:r>
          </w:p>
        </w:tc>
        <w:tc>
          <w:tcPr>
            <w:tcW w:w="6603" w:type="dxa"/>
          </w:tcPr>
          <w:p w:rsidR="003E5DEC" w:rsidRPr="00355718" w:rsidRDefault="003E5DEC" w:rsidP="00CB53B0">
            <w:r w:rsidRPr="00355718">
              <w:t>WIPO General Assembly will take stock of the progress made, consider the text(s) and make the necessary decision(s).</w:t>
            </w:r>
            <w:r>
              <w:t>”</w:t>
            </w:r>
          </w:p>
        </w:tc>
      </w:tr>
    </w:tbl>
    <w:p w:rsidR="003E5DEC" w:rsidRDefault="003E5DEC" w:rsidP="003E5DEC">
      <w:pPr>
        <w:spacing w:before="240" w:after="240"/>
      </w:pPr>
      <w:r w:rsidRPr="001464E5">
        <w:fldChar w:fldCharType="begin"/>
      </w:r>
      <w:r w:rsidRPr="001464E5">
        <w:instrText xml:space="preserve"> AUTONUM  </w:instrText>
      </w:r>
      <w:r w:rsidRPr="001464E5">
        <w:fldChar w:fldCharType="end"/>
      </w:r>
      <w:r w:rsidRPr="001464E5">
        <w:tab/>
      </w:r>
      <w:r w:rsidR="00D23A11">
        <w:rPr>
          <w:lang w:bidi="he-IL"/>
        </w:rPr>
        <w:t xml:space="preserve">In accordance with the mandate as reproduced above, the IGC provided a factual report </w:t>
      </w:r>
      <w:r w:rsidR="00EE5689">
        <w:rPr>
          <w:lang w:bidi="he-IL"/>
        </w:rPr>
        <w:t xml:space="preserve">with recommendations </w:t>
      </w:r>
      <w:r w:rsidR="00D23A11">
        <w:rPr>
          <w:lang w:bidi="he-IL"/>
        </w:rPr>
        <w:t xml:space="preserve">to the WIPO General Assembly in 2018, in document WO/GA/50/8.  This report covered the period January 2018 to September 2018. </w:t>
      </w:r>
      <w:r w:rsidR="00D50027">
        <w:rPr>
          <w:lang w:bidi="he-IL"/>
        </w:rPr>
        <w:t xml:space="preserve"> The 2018 General Assembly considered the factual report, agreed on the recommendations, and called upon the IGC to expedite its work.</w:t>
      </w:r>
    </w:p>
    <w:p w:rsidR="003E5DEC" w:rsidRPr="001464E5" w:rsidRDefault="003E5DEC" w:rsidP="003E5DEC">
      <w:pPr>
        <w:spacing w:before="240" w:after="240"/>
      </w:pPr>
      <w:r>
        <w:fldChar w:fldCharType="begin"/>
      </w:r>
      <w:r>
        <w:instrText xml:space="preserve"> AUTONUM  </w:instrText>
      </w:r>
      <w:r>
        <w:fldChar w:fldCharType="end"/>
      </w:r>
      <w:r>
        <w:tab/>
      </w:r>
      <w:r w:rsidR="00D23A11" w:rsidRPr="001464E5">
        <w:t xml:space="preserve">Paragraph (e) of the mandate for this biennium (quoted above) requests the IGC, </w:t>
      </w:r>
      <w:r w:rsidR="00D23A11" w:rsidRPr="00355718">
        <w:t xml:space="preserve">in 2019, </w:t>
      </w:r>
      <w:r w:rsidR="00D23A11">
        <w:t>to “</w:t>
      </w:r>
      <w:r w:rsidR="00D23A11" w:rsidRPr="00355718">
        <w:t xml:space="preserve">submit to the General Assembly the results of its work in accordance with the objective reflected in paragraph (a). </w:t>
      </w:r>
      <w:r w:rsidR="00D23A11">
        <w:t xml:space="preserve"> </w:t>
      </w:r>
      <w:r w:rsidR="00D23A11" w:rsidRPr="00355718">
        <w:t xml:space="preserve">The General Assembly in 2019 will take stock of progress made, and based on the maturity of the texts, including levels of agreement on objectives, scope and </w:t>
      </w:r>
      <w:r w:rsidR="00D23A11" w:rsidRPr="00355718">
        <w:lastRenderedPageBreak/>
        <w:t>nature of the instrument(s), decide on whether to convene a diplomatic conference and/or continue negotiations.</w:t>
      </w:r>
      <w:r w:rsidR="00D23A11">
        <w:t xml:space="preserve">”  This document is prepared pursuant to this decision. </w:t>
      </w:r>
    </w:p>
    <w:p w:rsidR="003E5DEC" w:rsidRPr="007F0EB7" w:rsidRDefault="003E5DEC" w:rsidP="00251367">
      <w:pPr>
        <w:pStyle w:val="Heading2"/>
      </w:pPr>
      <w:r>
        <w:t>IGC SESSIONS SINCE THE 2018 GENERAL ASSEMBLY</w:t>
      </w:r>
    </w:p>
    <w:p w:rsidR="003E5DEC" w:rsidRPr="00DA7124" w:rsidRDefault="003E5DEC" w:rsidP="00DA7124">
      <w:r>
        <w:fldChar w:fldCharType="begin"/>
      </w:r>
      <w:r>
        <w:instrText xml:space="preserve"> AUTONUM  </w:instrText>
      </w:r>
      <w:r>
        <w:fldChar w:fldCharType="end"/>
      </w:r>
      <w:r>
        <w:tab/>
      </w:r>
      <w:r w:rsidRPr="00DA7124">
        <w:t>Pursuant to the mandate for the 2018/2019 biennium and the work program for 2018 and 2019, the IGC held three sessions since the WIPO General Assembly in 2018, as follows:</w:t>
      </w:r>
    </w:p>
    <w:p w:rsidR="003E5DEC" w:rsidRPr="003B3DE6" w:rsidRDefault="003E5DEC" w:rsidP="00025C28">
      <w:pPr>
        <w:pStyle w:val="ListParagraph"/>
        <w:numPr>
          <w:ilvl w:val="1"/>
          <w:numId w:val="4"/>
        </w:numPr>
        <w:spacing w:before="240" w:after="240" w:line="260" w:lineRule="atLeast"/>
        <w:ind w:left="1134" w:hanging="567"/>
        <w:rPr>
          <w:rFonts w:ascii="Arial" w:hAnsi="Arial" w:cs="Arial"/>
        </w:rPr>
      </w:pPr>
      <w:r>
        <w:rPr>
          <w:rFonts w:ascii="Arial" w:hAnsi="Arial" w:cs="Arial"/>
        </w:rPr>
        <w:t>IGC 38</w:t>
      </w:r>
      <w:r w:rsidRPr="003B3DE6">
        <w:rPr>
          <w:rFonts w:ascii="Arial" w:hAnsi="Arial" w:cs="Arial"/>
        </w:rPr>
        <w:t xml:space="preserve">, from </w:t>
      </w:r>
      <w:r>
        <w:rPr>
          <w:rFonts w:ascii="Arial" w:hAnsi="Arial" w:cs="Arial"/>
        </w:rPr>
        <w:t>December 10 to 14, 2018, on the subject</w:t>
      </w:r>
      <w:r w:rsidR="00712942">
        <w:rPr>
          <w:rFonts w:ascii="Arial" w:hAnsi="Arial" w:cs="Arial"/>
        </w:rPr>
        <w:t>s</w:t>
      </w:r>
      <w:r>
        <w:rPr>
          <w:rFonts w:ascii="Arial" w:hAnsi="Arial" w:cs="Arial"/>
        </w:rPr>
        <w:t xml:space="preserve"> of TK and TCEs;</w:t>
      </w:r>
    </w:p>
    <w:p w:rsidR="003E5DEC" w:rsidRDefault="003E5DEC" w:rsidP="00025C28">
      <w:pPr>
        <w:pStyle w:val="ListParagraph"/>
        <w:numPr>
          <w:ilvl w:val="1"/>
          <w:numId w:val="4"/>
        </w:numPr>
        <w:spacing w:before="240" w:after="240" w:line="260" w:lineRule="atLeast"/>
        <w:ind w:left="1134" w:hanging="567"/>
        <w:rPr>
          <w:rFonts w:ascii="Arial" w:hAnsi="Arial" w:cs="Arial"/>
        </w:rPr>
      </w:pPr>
      <w:r>
        <w:rPr>
          <w:rFonts w:ascii="Arial" w:hAnsi="Arial" w:cs="Arial"/>
        </w:rPr>
        <w:t>IGC 39</w:t>
      </w:r>
      <w:r w:rsidRPr="003B3DE6">
        <w:rPr>
          <w:rFonts w:ascii="Arial" w:hAnsi="Arial" w:cs="Arial"/>
        </w:rPr>
        <w:t xml:space="preserve">, from </w:t>
      </w:r>
      <w:r>
        <w:rPr>
          <w:rFonts w:ascii="Arial" w:hAnsi="Arial" w:cs="Arial"/>
        </w:rPr>
        <w:t>March 18 to 22, 2019</w:t>
      </w:r>
      <w:r w:rsidRPr="003B3DE6">
        <w:rPr>
          <w:rFonts w:ascii="Arial" w:hAnsi="Arial" w:cs="Arial"/>
        </w:rPr>
        <w:t>, on the subject</w:t>
      </w:r>
      <w:r w:rsidR="00712942">
        <w:rPr>
          <w:rFonts w:ascii="Arial" w:hAnsi="Arial" w:cs="Arial"/>
        </w:rPr>
        <w:t>s</w:t>
      </w:r>
      <w:r w:rsidRPr="003B3DE6">
        <w:rPr>
          <w:rFonts w:ascii="Arial" w:hAnsi="Arial" w:cs="Arial"/>
        </w:rPr>
        <w:t xml:space="preserve"> of </w:t>
      </w:r>
      <w:r>
        <w:rPr>
          <w:rFonts w:ascii="Arial" w:hAnsi="Arial" w:cs="Arial"/>
        </w:rPr>
        <w:t>TK and TCEs;  and</w:t>
      </w:r>
    </w:p>
    <w:p w:rsidR="003E5DEC" w:rsidRPr="00DF1CB4" w:rsidRDefault="003E5DEC" w:rsidP="00025C28">
      <w:pPr>
        <w:pStyle w:val="ListParagraph"/>
        <w:numPr>
          <w:ilvl w:val="1"/>
          <w:numId w:val="4"/>
        </w:numPr>
        <w:spacing w:before="240" w:after="240" w:line="260" w:lineRule="atLeast"/>
        <w:ind w:left="1134" w:hanging="567"/>
        <w:rPr>
          <w:rFonts w:ascii="Arial" w:hAnsi="Arial" w:cs="Arial"/>
        </w:rPr>
      </w:pPr>
      <w:r w:rsidRPr="00DF1CB4">
        <w:rPr>
          <w:rFonts w:ascii="Arial" w:hAnsi="Arial" w:cs="Arial"/>
        </w:rPr>
        <w:t>IGC 40, from June 17 to 21, 2019, on the subjects of TK and TCEs, and taking stock of the progress made and mak</w:t>
      </w:r>
      <w:r>
        <w:rPr>
          <w:rFonts w:ascii="Arial" w:hAnsi="Arial" w:cs="Arial"/>
        </w:rPr>
        <w:t>ing a recommendation to the 2019</w:t>
      </w:r>
      <w:r w:rsidR="00371F13">
        <w:rPr>
          <w:rFonts w:ascii="Arial" w:hAnsi="Arial" w:cs="Arial"/>
        </w:rPr>
        <w:t xml:space="preserve"> WIPO General Assembly.</w:t>
      </w:r>
    </w:p>
    <w:p w:rsidR="003E5DEC" w:rsidRPr="00DA7124" w:rsidRDefault="003E5DEC" w:rsidP="00DA7124">
      <w:pPr>
        <w:spacing w:before="240" w:after="240"/>
      </w:pPr>
      <w:r>
        <w:fldChar w:fldCharType="begin"/>
      </w:r>
      <w:r>
        <w:instrText xml:space="preserve"> AUTONUM  </w:instrText>
      </w:r>
      <w:r>
        <w:fldChar w:fldCharType="end"/>
      </w:r>
      <w:r>
        <w:tab/>
      </w:r>
      <w:r w:rsidRPr="00DA7124">
        <w:t xml:space="preserve">IGCs 38 and 39 addressed certain cross-cutting issues on TK and TCEs, and developed “The Protection of Traditional Knowledge:  Draft Articles Rev. 2” and “The Protection of Traditional Cultural Expressions:  </w:t>
      </w:r>
      <w:r w:rsidR="00371F13" w:rsidRPr="00DA7124">
        <w:t>Draft Articles Rev. 2”.</w:t>
      </w:r>
    </w:p>
    <w:p w:rsidR="003E5DEC" w:rsidRDefault="003E5DEC" w:rsidP="003E5DEC">
      <w:pPr>
        <w:spacing w:before="240" w:after="240"/>
        <w:rPr>
          <w:rFonts w:eastAsia="Times New Roman"/>
          <w:szCs w:val="22"/>
          <w:lang w:eastAsia="en-US"/>
        </w:rPr>
      </w:pPr>
      <w:r>
        <w:fldChar w:fldCharType="begin"/>
      </w:r>
      <w:r>
        <w:instrText xml:space="preserve"> AUTONUM  </w:instrText>
      </w:r>
      <w:r>
        <w:fldChar w:fldCharType="end"/>
      </w:r>
      <w:r>
        <w:tab/>
        <w:t xml:space="preserve">IGC 40 continued to work on these texts, and decided that “The Protection of Traditional Knowledge: </w:t>
      </w:r>
      <w:r w:rsidR="00A37985">
        <w:t xml:space="preserve"> </w:t>
      </w:r>
      <w:r>
        <w:t>Draft Articles – Facilitators’ Rev.” (</w:t>
      </w:r>
      <w:r w:rsidR="006D4AFD">
        <w:t xml:space="preserve">annex to </w:t>
      </w:r>
      <w:r>
        <w:t xml:space="preserve">document WIPO/GRTKF/IC/40/18, </w:t>
      </w:r>
      <w:r w:rsidR="006D4AFD">
        <w:t>enclos</w:t>
      </w:r>
      <w:r>
        <w:t xml:space="preserve">ed </w:t>
      </w:r>
      <w:r w:rsidR="006D4AFD">
        <w:t xml:space="preserve">in </w:t>
      </w:r>
      <w:r>
        <w:t>the present document as “</w:t>
      </w:r>
      <w:r w:rsidR="006D4AFD">
        <w:t xml:space="preserve">Annex </w:t>
      </w:r>
      <w:r>
        <w:t>I”), and “The Protection of Traditional Cultural Expressions:</w:t>
      </w:r>
      <w:r w:rsidR="00A37985">
        <w:t xml:space="preserve"> </w:t>
      </w:r>
      <w:r>
        <w:t xml:space="preserve"> Draft Articles – Facilitators’ Rev.” (</w:t>
      </w:r>
      <w:r w:rsidR="006D4AFD">
        <w:t xml:space="preserve">annex to </w:t>
      </w:r>
      <w:r>
        <w:t xml:space="preserve">document WIPO/GRTKF/IC/40/19, </w:t>
      </w:r>
      <w:r w:rsidR="006D4AFD">
        <w:t>enclosed in</w:t>
      </w:r>
      <w:r>
        <w:t xml:space="preserve"> the present document as “</w:t>
      </w:r>
      <w:r w:rsidR="006D4AFD">
        <w:t xml:space="preserve">Annex </w:t>
      </w:r>
      <w:r>
        <w:t xml:space="preserve">II”), as at the close of June 19, 2019, be transmitted to Agenda Item 7 </w:t>
      </w:r>
      <w:r>
        <w:rPr>
          <w:rFonts w:eastAsia="Times New Roman"/>
          <w:szCs w:val="22"/>
          <w:lang w:eastAsia="en-US"/>
        </w:rPr>
        <w:t>(“Taking Stock of Progress and Making a Recommendation to th</w:t>
      </w:r>
      <w:r w:rsidR="00371F13">
        <w:rPr>
          <w:rFonts w:eastAsia="Times New Roman"/>
          <w:szCs w:val="22"/>
          <w:lang w:eastAsia="en-US"/>
        </w:rPr>
        <w:t>e General Assembly”) of IGC 40.</w:t>
      </w:r>
    </w:p>
    <w:p w:rsidR="003E5DEC" w:rsidRDefault="003E5DEC" w:rsidP="00712942">
      <w:pPr>
        <w:spacing w:before="240" w:after="240"/>
      </w:pPr>
      <w:r>
        <w:fldChar w:fldCharType="begin"/>
      </w:r>
      <w:r>
        <w:instrText xml:space="preserve"> AUTONUM  </w:instrText>
      </w:r>
      <w:r>
        <w:fldChar w:fldCharType="end"/>
      </w:r>
      <w:r>
        <w:tab/>
        <w:t>I</w:t>
      </w:r>
      <w:r w:rsidRPr="001464E5">
        <w:t xml:space="preserve">n accordance with the Committee’s mandate for </w:t>
      </w:r>
      <w:r>
        <w:t xml:space="preserve">the </w:t>
      </w:r>
      <w:r w:rsidRPr="001464E5">
        <w:t>2018/20</w:t>
      </w:r>
      <w:r>
        <w:t>19 biennium and the work program for 2019</w:t>
      </w:r>
      <w:r w:rsidRPr="001464E5">
        <w:t>, as contained in document WO/GA/49/21</w:t>
      </w:r>
      <w:r w:rsidR="008B7E78">
        <w:t>, IGC 40</w:t>
      </w:r>
      <w:r>
        <w:t xml:space="preserve">, under Agenda Item 7, took stock of the progress made </w:t>
      </w:r>
      <w:r w:rsidR="008B7E78">
        <w:t>during</w:t>
      </w:r>
      <w:r>
        <w:t xml:space="preserve"> the 2018/2019 biennium</w:t>
      </w:r>
      <w:r>
        <w:rPr>
          <w:rFonts w:eastAsia="Times New Roman"/>
          <w:bCs/>
          <w:szCs w:val="22"/>
          <w:lang w:eastAsia="en-US"/>
        </w:rPr>
        <w:t>, and confirmed that the texts contained in the annexes to documents WIPO/GRTKF/IC/40</w:t>
      </w:r>
      <w:r w:rsidRPr="00257835">
        <w:rPr>
          <w:rFonts w:eastAsia="Times New Roman"/>
          <w:bCs/>
          <w:szCs w:val="22"/>
          <w:lang w:eastAsia="en-US"/>
        </w:rPr>
        <w:t>/</w:t>
      </w:r>
      <w:r w:rsidR="006A7EB7">
        <w:rPr>
          <w:rFonts w:eastAsia="Times New Roman"/>
          <w:bCs/>
          <w:szCs w:val="22"/>
          <w:lang w:eastAsia="en-US"/>
        </w:rPr>
        <w:t>6 (</w:t>
      </w:r>
      <w:r w:rsidR="00AC28BF">
        <w:rPr>
          <w:rFonts w:eastAsia="Times New Roman"/>
          <w:bCs/>
          <w:szCs w:val="22"/>
          <w:lang w:eastAsia="en-US"/>
        </w:rPr>
        <w:t>enclosed in</w:t>
      </w:r>
      <w:r w:rsidR="006A7EB7">
        <w:rPr>
          <w:rFonts w:eastAsia="Times New Roman"/>
          <w:bCs/>
          <w:szCs w:val="22"/>
          <w:lang w:eastAsia="en-US"/>
        </w:rPr>
        <w:t xml:space="preserve"> the present document as “</w:t>
      </w:r>
      <w:r w:rsidR="00AC28BF">
        <w:rPr>
          <w:rFonts w:eastAsia="Times New Roman"/>
          <w:bCs/>
          <w:szCs w:val="22"/>
          <w:lang w:eastAsia="en-US"/>
        </w:rPr>
        <w:t xml:space="preserve">Annex </w:t>
      </w:r>
      <w:r w:rsidR="006A7EB7">
        <w:rPr>
          <w:rFonts w:eastAsia="Times New Roman"/>
          <w:bCs/>
          <w:szCs w:val="22"/>
          <w:lang w:eastAsia="en-US"/>
        </w:rPr>
        <w:t>III”)</w:t>
      </w:r>
      <w:r>
        <w:rPr>
          <w:rFonts w:eastAsia="Times New Roman"/>
          <w:bCs/>
          <w:szCs w:val="22"/>
          <w:lang w:eastAsia="en-US"/>
        </w:rPr>
        <w:t>, WIPO/GRTKF/IC/40</w:t>
      </w:r>
      <w:r w:rsidRPr="00257835">
        <w:rPr>
          <w:rFonts w:eastAsia="Times New Roman"/>
          <w:bCs/>
          <w:szCs w:val="22"/>
          <w:lang w:eastAsia="en-US"/>
        </w:rPr>
        <w:t>/</w:t>
      </w:r>
      <w:r>
        <w:rPr>
          <w:rFonts w:eastAsia="Times New Roman"/>
          <w:bCs/>
          <w:szCs w:val="22"/>
          <w:lang w:eastAsia="en-US"/>
        </w:rPr>
        <w:t>18 and WIPO/GRTKF/IC/40</w:t>
      </w:r>
      <w:r w:rsidRPr="00257835">
        <w:rPr>
          <w:rFonts w:eastAsia="Times New Roman"/>
          <w:bCs/>
          <w:szCs w:val="22"/>
          <w:lang w:eastAsia="en-US"/>
        </w:rPr>
        <w:t>/</w:t>
      </w:r>
      <w:r>
        <w:rPr>
          <w:rFonts w:eastAsia="Times New Roman"/>
          <w:bCs/>
          <w:szCs w:val="22"/>
          <w:lang w:eastAsia="en-US"/>
        </w:rPr>
        <w:t>19 be transmitted to</w:t>
      </w:r>
      <w:r w:rsidR="00712942">
        <w:rPr>
          <w:rFonts w:eastAsia="Times New Roman"/>
          <w:bCs/>
          <w:szCs w:val="22"/>
          <w:lang w:eastAsia="en-US"/>
        </w:rPr>
        <w:t xml:space="preserve"> the 2019 WIPO General Assembly</w:t>
      </w:r>
      <w:r w:rsidR="00712942">
        <w:t xml:space="preserve">.  </w:t>
      </w:r>
      <w:r w:rsidRPr="002F633B">
        <w:t xml:space="preserve">The Committee decided to </w:t>
      </w:r>
      <w:r w:rsidR="00AC2442">
        <w:t xml:space="preserve">also </w:t>
      </w:r>
      <w:r w:rsidRPr="002F633B">
        <w:t>transmit the Chair’s Text o</w:t>
      </w:r>
      <w:r>
        <w:t xml:space="preserve">f a </w:t>
      </w:r>
      <w:r w:rsidRPr="002F633B">
        <w:rPr>
          <w:i/>
        </w:rPr>
        <w:t xml:space="preserve">Draft International Legal Instrument Relating to Intellectual Property, Genetic Resources and Traditional Knowledge Associated with Genetic Resources </w:t>
      </w:r>
      <w:r w:rsidR="006D4AFD">
        <w:rPr>
          <w:rFonts w:eastAsia="Times New Roman"/>
          <w:bCs/>
          <w:szCs w:val="22"/>
          <w:lang w:eastAsia="en-US"/>
        </w:rPr>
        <w:t>(</w:t>
      </w:r>
      <w:r w:rsidR="00AC28BF">
        <w:rPr>
          <w:rFonts w:eastAsia="Times New Roman"/>
          <w:bCs/>
          <w:szCs w:val="22"/>
          <w:lang w:eastAsia="en-US"/>
        </w:rPr>
        <w:t xml:space="preserve">enclosed in </w:t>
      </w:r>
      <w:r w:rsidR="006D4AFD">
        <w:rPr>
          <w:rFonts w:eastAsia="Times New Roman"/>
          <w:bCs/>
          <w:szCs w:val="22"/>
          <w:lang w:eastAsia="en-US"/>
        </w:rPr>
        <w:t>the present document as “</w:t>
      </w:r>
      <w:r w:rsidR="00AC28BF">
        <w:rPr>
          <w:rFonts w:eastAsia="Times New Roman"/>
          <w:bCs/>
          <w:szCs w:val="22"/>
          <w:lang w:eastAsia="en-US"/>
        </w:rPr>
        <w:t xml:space="preserve">Annex </w:t>
      </w:r>
      <w:r w:rsidR="006D4AFD">
        <w:rPr>
          <w:rFonts w:eastAsia="Times New Roman"/>
          <w:bCs/>
          <w:szCs w:val="22"/>
          <w:lang w:eastAsia="en-US"/>
        </w:rPr>
        <w:t>IV”)</w:t>
      </w:r>
      <w:r>
        <w:rPr>
          <w:rFonts w:eastAsia="Times New Roman"/>
          <w:bCs/>
          <w:szCs w:val="22"/>
          <w:lang w:eastAsia="en-US"/>
        </w:rPr>
        <w:t xml:space="preserve"> </w:t>
      </w:r>
      <w:r w:rsidRPr="002F633B">
        <w:t>to the 2019 WIPO General Assembly, and to include it as a working document of the Committee as a Chair’s Text.</w:t>
      </w:r>
    </w:p>
    <w:p w:rsidR="003E5DEC" w:rsidRDefault="00712942" w:rsidP="00712942">
      <w:pPr>
        <w:spacing w:before="240" w:after="120" w:line="260" w:lineRule="atLeast"/>
        <w:rPr>
          <w:rFonts w:eastAsia="Times New Roman"/>
          <w:bCs/>
          <w:szCs w:val="22"/>
          <w:lang w:eastAsia="en-US"/>
        </w:rPr>
      </w:pPr>
      <w:r>
        <w:fldChar w:fldCharType="begin"/>
      </w:r>
      <w:r>
        <w:instrText xml:space="preserve"> AUTONUM  </w:instrText>
      </w:r>
      <w:r>
        <w:fldChar w:fldCharType="end"/>
      </w:r>
      <w:r>
        <w:tab/>
      </w:r>
      <w:r>
        <w:rPr>
          <w:rFonts w:eastAsia="Times New Roman"/>
          <w:bCs/>
          <w:szCs w:val="22"/>
          <w:lang w:eastAsia="en-US"/>
        </w:rPr>
        <w:t>IGC 40</w:t>
      </w:r>
      <w:r w:rsidR="003E5DEC" w:rsidRPr="009A448B">
        <w:rPr>
          <w:rFonts w:eastAsia="Times New Roman"/>
          <w:bCs/>
          <w:szCs w:val="22"/>
          <w:lang w:eastAsia="en-US"/>
        </w:rPr>
        <w:t xml:space="preserve"> </w:t>
      </w:r>
      <w:r w:rsidR="008B7E78">
        <w:rPr>
          <w:rFonts w:eastAsia="Times New Roman"/>
          <w:bCs/>
          <w:szCs w:val="22"/>
          <w:lang w:eastAsia="en-US"/>
        </w:rPr>
        <w:t xml:space="preserve">also </w:t>
      </w:r>
      <w:r w:rsidR="003E5DEC" w:rsidRPr="009A448B">
        <w:rPr>
          <w:rFonts w:eastAsia="Times New Roman"/>
          <w:bCs/>
          <w:szCs w:val="22"/>
          <w:lang w:eastAsia="en-US"/>
        </w:rPr>
        <w:t xml:space="preserve">agreed </w:t>
      </w:r>
      <w:r w:rsidR="003E5DEC">
        <w:rPr>
          <w:rFonts w:eastAsia="Times New Roman"/>
          <w:bCs/>
          <w:szCs w:val="22"/>
          <w:lang w:eastAsia="en-US"/>
        </w:rPr>
        <w:t xml:space="preserve">to recommend to the 2019 WIPO General Assembly that the mandate of the Committee be renewed for the 2020-2021 biennium.  The Committee further agreed to recommend to the 2019 General Assembly that the terms of the mandate and work program for </w:t>
      </w:r>
      <w:r w:rsidR="00371F13">
        <w:rPr>
          <w:rFonts w:eastAsia="Times New Roman"/>
          <w:bCs/>
          <w:szCs w:val="22"/>
          <w:lang w:eastAsia="en-US"/>
        </w:rPr>
        <w:t>2020-2021 be as follows:</w:t>
      </w:r>
    </w:p>
    <w:p w:rsidR="003E5DEC" w:rsidRPr="00254179" w:rsidRDefault="00712942" w:rsidP="00712942">
      <w:pPr>
        <w:spacing w:before="240" w:after="161"/>
        <w:ind w:left="562"/>
      </w:pPr>
      <w:r>
        <w:rPr>
          <w:rFonts w:eastAsia="Times New Roman"/>
          <w:bCs/>
          <w:szCs w:val="22"/>
          <w:lang w:eastAsia="en-US"/>
        </w:rPr>
        <w:t>“</w:t>
      </w:r>
      <w:r w:rsidR="003E5DEC" w:rsidRPr="00254179">
        <w:t>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w:t>
      </w:r>
      <w:r w:rsidR="00371F13">
        <w:t>sued in other fora, as follows:</w:t>
      </w:r>
    </w:p>
    <w:p w:rsidR="003E5DEC" w:rsidRDefault="006A7EB7" w:rsidP="00712942">
      <w:pPr>
        <w:spacing w:before="240" w:after="240"/>
        <w:ind w:left="1124"/>
      </w:pPr>
      <w:r>
        <w:t>“</w:t>
      </w:r>
      <w:r w:rsidR="003E5DEC">
        <w:t>(a)</w:t>
      </w:r>
      <w:r w:rsidR="00D26DBA">
        <w:t xml:space="preserve">  </w:t>
      </w:r>
      <w:r w:rsidR="003E5DEC" w:rsidRPr="00254179">
        <w:t xml:space="preserve">The Committee will, during the next budgetary biennium 2020/2021, continue to expedite its work, with the objective </w:t>
      </w:r>
      <w:r w:rsidR="003E5DEC" w:rsidRPr="00E56B43">
        <w:t xml:space="preserve">of finalizing an agreement on an international legal instrument(s), without prejudging the nature of outcome(s), relating to intellectual property which will ensure the balanced and effective protection of </w:t>
      </w:r>
      <w:r w:rsidR="003E5DEC" w:rsidRPr="00E56B43">
        <w:lastRenderedPageBreak/>
        <w:t>genetic resources (GRs), traditional knowledge (TK) and tradition</w:t>
      </w:r>
      <w:r w:rsidR="00D26DBA">
        <w:t>al cultural expressions (TCEs).</w:t>
      </w:r>
    </w:p>
    <w:p w:rsidR="003E5DEC" w:rsidRPr="00E56B43" w:rsidRDefault="006A7EB7" w:rsidP="00712942">
      <w:pPr>
        <w:spacing w:before="240" w:after="240"/>
        <w:ind w:left="1124"/>
      </w:pPr>
      <w:r>
        <w:t>“</w:t>
      </w:r>
      <w:r w:rsidR="003E5DEC">
        <w:t>(b)</w:t>
      </w:r>
      <w:r w:rsidR="00D26DBA">
        <w:t xml:space="preserve">  </w:t>
      </w:r>
      <w:r w:rsidR="003E5DEC" w:rsidRPr="00E56B43">
        <w:t>The Committee’s work in the 2020/2021 biennium will build on the existing work carried out by the Committee, including text-based negotiations, with a primary focus on narrowing existing gaps and reaching a common understanding on core issues</w:t>
      </w:r>
      <w:r w:rsidR="003E5DEC" w:rsidRPr="007705D5">
        <w:rPr>
          <w:vertAlign w:val="superscript"/>
        </w:rPr>
        <w:footnoteReference w:id="3"/>
      </w:r>
      <w:r w:rsidR="00D26DBA">
        <w:t>.</w:t>
      </w:r>
    </w:p>
    <w:p w:rsidR="003E5DEC" w:rsidRDefault="006A7EB7" w:rsidP="00712942">
      <w:pPr>
        <w:spacing w:before="240" w:after="240"/>
        <w:ind w:left="1124"/>
      </w:pPr>
      <w:r>
        <w:t>“</w:t>
      </w:r>
      <w:r w:rsidR="003E5DEC">
        <w:t>(c)</w:t>
      </w:r>
      <w:r w:rsidR="00D26DBA">
        <w:t xml:space="preserve">  T</w:t>
      </w:r>
      <w:r w:rsidR="003E5DEC" w:rsidRPr="00E56B43">
        <w:t>he Committee will follow, as set out in the table below</w:t>
      </w:r>
      <w:r w:rsidR="003E5DEC" w:rsidRPr="00254179">
        <w:t xml:space="preserve">, a work program based on open and inclusive working methods for the 2020/2021 biennium, including an evidence-based approach as set out in paragraph (d). </w:t>
      </w:r>
      <w:r w:rsidR="00D26DBA">
        <w:t xml:space="preserve"> </w:t>
      </w:r>
      <w:r w:rsidR="003E5DEC" w:rsidRPr="00254179">
        <w:t>This work program will make provision for 6 sessions of the Committee in 2020/</w:t>
      </w:r>
      <w:r>
        <w:t>2021, including thematic, cross</w:t>
      </w:r>
      <w:r>
        <w:noBreakHyphen/>
      </w:r>
      <w:r w:rsidR="003E5DEC" w:rsidRPr="00254179">
        <w:t xml:space="preserve">cutting and stocktaking sessions. </w:t>
      </w:r>
      <w:r w:rsidR="003E5DEC">
        <w:t xml:space="preserve"> </w:t>
      </w:r>
      <w:r w:rsidR="003E5DEC" w:rsidRPr="00254179">
        <w:t xml:space="preserve">The Committee may establish </w:t>
      </w:r>
      <w:r w:rsidR="003E5DEC" w:rsidRPr="007705D5">
        <w:t>ad hoc</w:t>
      </w:r>
      <w:r w:rsidR="003E5DEC" w:rsidRPr="00254179">
        <w:t xml:space="preserve"> expert group(s) to address a specific legal, policy or technical issue</w:t>
      </w:r>
      <w:r w:rsidR="003E5DEC" w:rsidRPr="007705D5">
        <w:rPr>
          <w:vertAlign w:val="superscript"/>
        </w:rPr>
        <w:footnoteReference w:id="4"/>
      </w:r>
      <w:r w:rsidR="003E5DEC" w:rsidRPr="00254179">
        <w:t>.</w:t>
      </w:r>
      <w:r w:rsidR="00D26DBA">
        <w:t xml:space="preserve"> </w:t>
      </w:r>
      <w:r w:rsidR="003E5DEC" w:rsidRPr="00254179">
        <w:t xml:space="preserve"> The results of the work of such group(s) will be submitted to t</w:t>
      </w:r>
      <w:r w:rsidR="00D26DBA">
        <w:t>he Committee for consideration.</w:t>
      </w:r>
    </w:p>
    <w:p w:rsidR="003E5DEC" w:rsidRDefault="006A7EB7" w:rsidP="00712942">
      <w:pPr>
        <w:spacing w:before="240" w:after="240"/>
        <w:ind w:left="1124"/>
      </w:pPr>
      <w:r>
        <w:t>“</w:t>
      </w:r>
      <w:r w:rsidR="003E5DEC">
        <w:t>(d)</w:t>
      </w:r>
      <w:r w:rsidR="00D26DBA">
        <w:t xml:space="preserve">  </w:t>
      </w:r>
      <w:r w:rsidR="003E5DEC" w:rsidRPr="00254179">
        <w:t xml:space="preserve">The Committee will use all WIPO working documents, including WIPO/GRTKF/IC/40/6, WIPO/GRTKF/IC/40/18 and WIPO/GRTKF/IC/40/19, and the Chair’s Text on the </w:t>
      </w:r>
      <w:r w:rsidR="003E5DEC" w:rsidRPr="007705D5">
        <w:t>Draft International Legal Instrument Relating to Intellectual Property, Genetic Resources and Traditional Knowledge Associated with Genetic Resources</w:t>
      </w:r>
      <w:r w:rsidR="003E5DEC" w:rsidRPr="00254179">
        <w:t xml:space="preserve">, as well as any other contributions of Member </w:t>
      </w:r>
      <w:r w:rsidR="003E5DEC" w:rsidRPr="00C06FB4">
        <w:t>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w:t>
      </w:r>
      <w:r w:rsidR="003E5DEC" w:rsidRPr="00AE4883">
        <w:t xml:space="preserve">tablished by the Committee and related activities conducted under Program 4. </w:t>
      </w:r>
      <w:r w:rsidR="003E5DEC">
        <w:t xml:space="preserve"> </w:t>
      </w:r>
      <w:r w:rsidR="003E5DEC" w:rsidRPr="007705D5">
        <w:t>The Secretariat is requested to continue to update studies and other materials relating to tools and activities on databases and on existing disclosure regimes relating to GRs and associated TK, with a view to identify any gaps, and continue to collect, compile and make available online information on national and regional sui generis regimes for the intellectual property protection of TK and TCEs.  Studies or additional activities are not to delay progress or establish any prec</w:t>
      </w:r>
      <w:r w:rsidR="00D26DBA">
        <w:t>onditions for the negotiations.</w:t>
      </w:r>
    </w:p>
    <w:p w:rsidR="003E5DEC" w:rsidRDefault="006A7EB7" w:rsidP="00712942">
      <w:pPr>
        <w:spacing w:before="240" w:after="240"/>
        <w:ind w:left="1124"/>
      </w:pPr>
      <w:r>
        <w:t>“</w:t>
      </w:r>
      <w:r w:rsidR="003E5DEC">
        <w:t>(e)</w:t>
      </w:r>
      <w:r w:rsidR="00D26DBA">
        <w:t xml:space="preserve">  </w:t>
      </w:r>
      <w:r w:rsidR="003E5DEC" w:rsidRPr="00AE4883">
        <w:t xml:space="preserve">In 2020, the Committee is requested to provide to the General Assembly a factual report along with the most recent texts available of its work up to that time with recommendations, </w:t>
      </w:r>
      <w:r w:rsidR="003E5DEC" w:rsidRPr="00254179">
        <w:t>and in 20</w:t>
      </w:r>
      <w:r w:rsidR="003E5DEC" w:rsidRPr="00AE4883">
        <w:t>21</w:t>
      </w:r>
      <w:r w:rsidR="003E5DEC" w:rsidRPr="00254179">
        <w:t xml:space="preserve">, submit to the General Assembly the results of its work in accordance with the objective reflected in paragraph (a). </w:t>
      </w:r>
      <w:r w:rsidR="00D26DBA">
        <w:t xml:space="preserve"> </w:t>
      </w:r>
      <w:r w:rsidR="003E5DEC" w:rsidRPr="00254179">
        <w:t xml:space="preserve">The General Assembly in </w:t>
      </w:r>
      <w:r w:rsidR="003E5DEC" w:rsidRPr="000A63AD">
        <w:t>2021 will take stock of progress made, and based on the maturity of the texts, including levels of agreement on objectives, scope and nature of the instrument(s), decide on whether to convene a diplomatic conference</w:t>
      </w:r>
      <w:r w:rsidR="00D26DBA">
        <w:t xml:space="preserve"> and/or continue negotiations.</w:t>
      </w:r>
    </w:p>
    <w:p w:rsidR="003E5DEC" w:rsidRPr="00C06FB4" w:rsidRDefault="006A7EB7" w:rsidP="00712942">
      <w:pPr>
        <w:spacing w:before="240" w:after="240"/>
        <w:ind w:left="1124"/>
      </w:pPr>
      <w:r>
        <w:t>“</w:t>
      </w:r>
      <w:r w:rsidR="003E5DEC">
        <w:t>(f)</w:t>
      </w:r>
      <w:r w:rsidR="00D26DBA">
        <w:t xml:space="preserve">  </w:t>
      </w:r>
      <w:r w:rsidR="003E5DEC" w:rsidRPr="00254179">
        <w:t>The General Assembly requests the Secretariat to continue to assist the Committee by providing Member States with necessary expertise and funding, in the most efficient manner, of the participation of experts from developing countries and LDCs, taking into account</w:t>
      </w:r>
      <w:r w:rsidR="0086352F">
        <w:t xml:space="preserve"> the usual formula for the IGC.</w:t>
      </w:r>
    </w:p>
    <w:p w:rsidR="003531AC" w:rsidRDefault="003531AC">
      <w:r>
        <w:br w:type="page"/>
      </w:r>
    </w:p>
    <w:p w:rsidR="003E5DEC" w:rsidRPr="00B04A26" w:rsidRDefault="003E5DEC" w:rsidP="00712942">
      <w:pPr>
        <w:spacing w:before="240" w:after="240"/>
        <w:ind w:left="1124"/>
      </w:pPr>
      <w:r w:rsidRPr="00AE4883">
        <w:lastRenderedPageBreak/>
        <w:t xml:space="preserve">Work </w:t>
      </w:r>
      <w:r w:rsidRPr="004C17EE">
        <w:t>Program</w:t>
      </w:r>
      <w:r w:rsidRPr="00AE4883">
        <w:t xml:space="preserve"> – 6 Sessions </w:t>
      </w:r>
    </w:p>
    <w:tbl>
      <w:tblPr>
        <w:tblStyle w:val="TableGrid0"/>
        <w:tblW w:w="8370" w:type="dxa"/>
        <w:tblInd w:w="1075" w:type="dxa"/>
        <w:tblCellMar>
          <w:top w:w="8" w:type="dxa"/>
          <w:left w:w="108" w:type="dxa"/>
          <w:right w:w="82" w:type="dxa"/>
        </w:tblCellMar>
        <w:tblLook w:val="04A0" w:firstRow="1" w:lastRow="0" w:firstColumn="1" w:lastColumn="0" w:noHBand="0" w:noVBand="1"/>
        <w:tblCaption w:val="IGC Work Program 6 sessions for 2020-2021"/>
      </w:tblPr>
      <w:tblGrid>
        <w:gridCol w:w="2430"/>
        <w:gridCol w:w="5940"/>
      </w:tblGrid>
      <w:tr w:rsidR="003E5DEC" w:rsidRPr="00254179" w:rsidTr="00712942">
        <w:trPr>
          <w:trHeight w:val="391"/>
          <w:tblHeader/>
        </w:trPr>
        <w:tc>
          <w:tcPr>
            <w:tcW w:w="2430" w:type="dxa"/>
            <w:tcBorders>
              <w:top w:val="single" w:sz="4" w:space="0" w:color="000000"/>
              <w:left w:val="single" w:sz="4" w:space="0" w:color="000000"/>
              <w:bottom w:val="single" w:sz="4" w:space="0" w:color="000000"/>
              <w:right w:val="single" w:sz="4" w:space="0" w:color="000000"/>
            </w:tcBorders>
          </w:tcPr>
          <w:p w:rsidR="003E5DEC" w:rsidRPr="00B67BE9" w:rsidRDefault="003E41D0" w:rsidP="00B67BE9">
            <w:pPr>
              <w:rPr>
                <w:b/>
              </w:rPr>
            </w:pPr>
            <w:r w:rsidRPr="00B67BE9">
              <w:rPr>
                <w:b/>
              </w:rPr>
              <w:t>Indicative Dates</w:t>
            </w:r>
          </w:p>
        </w:tc>
        <w:tc>
          <w:tcPr>
            <w:tcW w:w="5940" w:type="dxa"/>
            <w:tcBorders>
              <w:top w:val="single" w:sz="4" w:space="0" w:color="000000"/>
              <w:left w:val="single" w:sz="4" w:space="0" w:color="000000"/>
              <w:bottom w:val="single" w:sz="4" w:space="0" w:color="000000"/>
              <w:right w:val="single" w:sz="4" w:space="0" w:color="000000"/>
            </w:tcBorders>
          </w:tcPr>
          <w:p w:rsidR="003E5DEC" w:rsidRPr="00B67BE9" w:rsidRDefault="003E41D0" w:rsidP="00B67BE9">
            <w:pPr>
              <w:rPr>
                <w:b/>
              </w:rPr>
            </w:pPr>
            <w:r w:rsidRPr="00B67BE9">
              <w:rPr>
                <w:b/>
              </w:rPr>
              <w:t>Activity</w:t>
            </w:r>
          </w:p>
        </w:tc>
      </w:tr>
      <w:tr w:rsidR="003E5DEC" w:rsidRPr="00254179" w:rsidTr="00712942">
        <w:trPr>
          <w:trHeight w:val="1278"/>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pPr>
              <w:jc w:val="both"/>
            </w:pPr>
            <w:r w:rsidRPr="00254179">
              <w:t>February/March 2020</w:t>
            </w:r>
          </w:p>
        </w:tc>
        <w:tc>
          <w:tcPr>
            <w:tcW w:w="594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r w:rsidRPr="00254179">
              <w:t>(</w:t>
            </w:r>
            <w:r w:rsidR="00D26DBA">
              <w:t>IGC 41)</w:t>
            </w:r>
          </w:p>
          <w:p w:rsidR="003E5DEC" w:rsidRDefault="003E5DEC" w:rsidP="0086352F">
            <w:r w:rsidRPr="00254179">
              <w:t>Undertake negotiations on GRs with a focus on addressing unresolved issues and considering optio</w:t>
            </w:r>
            <w:r w:rsidR="0086352F">
              <w:t>ns for a draft legal instrument</w:t>
            </w:r>
          </w:p>
          <w:p w:rsidR="003E5DEC" w:rsidRPr="00254179" w:rsidRDefault="0086352F" w:rsidP="0086352F">
            <w:r>
              <w:t>Duration 5 days.</w:t>
            </w:r>
          </w:p>
        </w:tc>
      </w:tr>
      <w:tr w:rsidR="003E5DEC" w:rsidRPr="00254179" w:rsidTr="00712942">
        <w:trPr>
          <w:trHeight w:val="1796"/>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r w:rsidRPr="00254179">
              <w:t>May/June 2020</w:t>
            </w:r>
          </w:p>
        </w:tc>
        <w:tc>
          <w:tcPr>
            <w:tcW w:w="594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r w:rsidRPr="00254179">
              <w:t>(</w:t>
            </w:r>
            <w:r w:rsidR="0086352F">
              <w:t>IGC 42)</w:t>
            </w:r>
          </w:p>
          <w:p w:rsidR="003E5DEC" w:rsidRDefault="003E5DEC" w:rsidP="0086352F">
            <w:pPr>
              <w:ind w:right="926"/>
            </w:pPr>
            <w:r w:rsidRPr="00254179">
              <w:t>Undertake negotiations on GRs with a focus on addressing unresolved issues and considering option</w:t>
            </w:r>
            <w:r w:rsidR="0086352F">
              <w:t>s for a draft legal instrument</w:t>
            </w:r>
          </w:p>
          <w:p w:rsidR="003E5DEC" w:rsidRPr="00254179" w:rsidRDefault="003E5DEC" w:rsidP="0086352F">
            <w:r w:rsidRPr="00254179">
              <w:t>Duration 5 days, plus</w:t>
            </w:r>
            <w:r>
              <w:t>,</w:t>
            </w:r>
            <w:r w:rsidRPr="00254179">
              <w:t xml:space="preserve"> if so decided</w:t>
            </w:r>
            <w:r>
              <w:t>,</w:t>
            </w:r>
            <w:r w:rsidRPr="00254179">
              <w:t xml:space="preserve"> a one day meeting of </w:t>
            </w:r>
            <w:r w:rsidRPr="004C17EE">
              <w:t>an</w:t>
            </w:r>
            <w:r w:rsidRPr="00254179">
              <w:rPr>
                <w:i/>
              </w:rPr>
              <w:t xml:space="preserve"> </w:t>
            </w:r>
            <w:r w:rsidRPr="004C17EE">
              <w:rPr>
                <w:i/>
              </w:rPr>
              <w:t>ad hoc</w:t>
            </w:r>
            <w:r w:rsidR="0086352F">
              <w:t xml:space="preserve"> expert group.</w:t>
            </w:r>
          </w:p>
        </w:tc>
      </w:tr>
      <w:tr w:rsidR="003E5DEC" w:rsidRPr="00254179" w:rsidTr="00712942">
        <w:trPr>
          <w:trHeight w:val="1798"/>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D26DBA" w:rsidP="0086352F">
            <w:r>
              <w:t>September 2020</w:t>
            </w:r>
          </w:p>
        </w:tc>
        <w:tc>
          <w:tcPr>
            <w:tcW w:w="5940" w:type="dxa"/>
            <w:tcBorders>
              <w:top w:val="single" w:sz="4" w:space="0" w:color="000000"/>
              <w:left w:val="single" w:sz="4" w:space="0" w:color="000000"/>
              <w:bottom w:val="single" w:sz="4" w:space="0" w:color="000000"/>
              <w:right w:val="single" w:sz="4" w:space="0" w:color="000000"/>
            </w:tcBorders>
          </w:tcPr>
          <w:p w:rsidR="003E5DEC" w:rsidRPr="00AE4883" w:rsidRDefault="0086352F" w:rsidP="0086352F">
            <w:pPr>
              <w:spacing w:after="2"/>
            </w:pPr>
            <w:r>
              <w:t>(IGC 43)</w:t>
            </w:r>
          </w:p>
          <w:p w:rsidR="003E5DEC" w:rsidRPr="00B04A26" w:rsidRDefault="003E5DEC" w:rsidP="0086352F">
            <w:r w:rsidRPr="00AE4883">
              <w:t xml:space="preserve">Undertake negotiations on TK and/or TCEs with a focus on addressing unresolved and cross-cutting issues and considering options </w:t>
            </w:r>
            <w:r w:rsidR="0086352F">
              <w:t>for a draft legal instrument(s)</w:t>
            </w:r>
          </w:p>
          <w:p w:rsidR="003E5DEC" w:rsidRDefault="003E5DEC" w:rsidP="0086352F">
            <w:pPr>
              <w:ind w:right="42"/>
            </w:pPr>
            <w:r w:rsidRPr="00B04A26">
              <w:t>Possible recommendation</w:t>
            </w:r>
            <w:r w:rsidR="0086352F">
              <w:t>s as mentioned in paragraph (e)</w:t>
            </w:r>
          </w:p>
          <w:p w:rsidR="003E5DEC" w:rsidRPr="00B04A26" w:rsidRDefault="0086352F" w:rsidP="0086352F">
            <w:pPr>
              <w:ind w:right="42"/>
            </w:pPr>
            <w:r>
              <w:t>Duration 5 days.</w:t>
            </w:r>
          </w:p>
        </w:tc>
      </w:tr>
      <w:tr w:rsidR="003E5DEC" w:rsidRPr="00254179" w:rsidTr="00712942">
        <w:trPr>
          <w:trHeight w:val="562"/>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3E41D0" w:rsidP="0086352F">
            <w:r>
              <w:t>October 2020</w:t>
            </w:r>
          </w:p>
        </w:tc>
        <w:tc>
          <w:tcPr>
            <w:tcW w:w="5940" w:type="dxa"/>
            <w:tcBorders>
              <w:top w:val="single" w:sz="4" w:space="0" w:color="000000"/>
              <w:left w:val="single" w:sz="4" w:space="0" w:color="000000"/>
              <w:bottom w:val="single" w:sz="4" w:space="0" w:color="000000"/>
              <w:right w:val="single" w:sz="4" w:space="0" w:color="000000"/>
            </w:tcBorders>
          </w:tcPr>
          <w:p w:rsidR="003E5DEC" w:rsidRPr="00AE4883" w:rsidRDefault="0086352F" w:rsidP="0086352F">
            <w:r>
              <w:t>WIPO General Assembly</w:t>
            </w:r>
          </w:p>
          <w:p w:rsidR="003E5DEC" w:rsidRPr="00AE4883" w:rsidRDefault="003E5DEC" w:rsidP="0086352F">
            <w:r w:rsidRPr="00AE4883">
              <w:t>Factual repo</w:t>
            </w:r>
            <w:r>
              <w:t>rt and consider recommendations</w:t>
            </w:r>
          </w:p>
        </w:tc>
      </w:tr>
      <w:tr w:rsidR="003E5DEC" w:rsidRPr="00254179" w:rsidTr="00712942">
        <w:trPr>
          <w:trHeight w:val="1798"/>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86352F" w:rsidP="0086352F">
            <w:r>
              <w:t>November/December 2020</w:t>
            </w:r>
          </w:p>
        </w:tc>
        <w:tc>
          <w:tcPr>
            <w:tcW w:w="5940" w:type="dxa"/>
            <w:tcBorders>
              <w:top w:val="single" w:sz="4" w:space="0" w:color="000000"/>
              <w:left w:val="single" w:sz="4" w:space="0" w:color="000000"/>
              <w:bottom w:val="single" w:sz="4" w:space="0" w:color="000000"/>
              <w:right w:val="single" w:sz="4" w:space="0" w:color="000000"/>
            </w:tcBorders>
          </w:tcPr>
          <w:p w:rsidR="003E5DEC" w:rsidRPr="00AE4883" w:rsidRDefault="0086352F" w:rsidP="0086352F">
            <w:r>
              <w:t>(IGC 44)</w:t>
            </w:r>
          </w:p>
          <w:p w:rsidR="003E5DEC" w:rsidRDefault="003E5DEC" w:rsidP="0086352F">
            <w:r w:rsidRPr="00AE4883">
              <w:t>Undertake negotiations on TK and/or TCEs with a focus on addressing unresolved and cross-cutting issues and considering options f</w:t>
            </w:r>
            <w:r w:rsidR="0086352F">
              <w:t>or a draft legal instrument(s)</w:t>
            </w:r>
          </w:p>
          <w:p w:rsidR="003E5DEC" w:rsidRPr="00B04A26" w:rsidRDefault="003E5DEC" w:rsidP="0086352F">
            <w:r w:rsidRPr="00AE4883">
              <w:t>Duration 5 days, plus</w:t>
            </w:r>
            <w:r>
              <w:t>,</w:t>
            </w:r>
            <w:r w:rsidRPr="00AE4883">
              <w:t xml:space="preserve"> if so decided</w:t>
            </w:r>
            <w:r>
              <w:t>,</w:t>
            </w:r>
            <w:r w:rsidRPr="00AE4883">
              <w:t xml:space="preserve"> a one day meeting of </w:t>
            </w:r>
            <w:r w:rsidRPr="004C17EE">
              <w:t xml:space="preserve">an </w:t>
            </w:r>
            <w:r w:rsidRPr="004C17EE">
              <w:rPr>
                <w:i/>
              </w:rPr>
              <w:t>ad hoc</w:t>
            </w:r>
            <w:r w:rsidRPr="00AE4883">
              <w:t xml:space="preserve"> expert group</w:t>
            </w:r>
            <w:r w:rsidR="0086352F">
              <w:t>.</w:t>
            </w:r>
          </w:p>
        </w:tc>
      </w:tr>
      <w:tr w:rsidR="003E5DEC" w:rsidRPr="00254179" w:rsidTr="00712942">
        <w:trPr>
          <w:trHeight w:val="1498"/>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r w:rsidRPr="00254179">
              <w:t>March/Ap</w:t>
            </w:r>
            <w:r w:rsidR="0086352F">
              <w:t>ril 2021</w:t>
            </w:r>
          </w:p>
        </w:tc>
        <w:tc>
          <w:tcPr>
            <w:tcW w:w="5940" w:type="dxa"/>
            <w:tcBorders>
              <w:top w:val="single" w:sz="4" w:space="0" w:color="000000"/>
              <w:left w:val="single" w:sz="4" w:space="0" w:color="000000"/>
              <w:bottom w:val="single" w:sz="4" w:space="0" w:color="000000"/>
              <w:right w:val="single" w:sz="4" w:space="0" w:color="000000"/>
            </w:tcBorders>
          </w:tcPr>
          <w:p w:rsidR="003E5DEC" w:rsidRPr="00AE4883" w:rsidRDefault="0086352F" w:rsidP="0086352F">
            <w:r>
              <w:t>(IGC 45)</w:t>
            </w:r>
          </w:p>
          <w:p w:rsidR="003E5DEC" w:rsidRDefault="003E5DEC" w:rsidP="0086352F">
            <w:pPr>
              <w:ind w:right="214"/>
            </w:pPr>
            <w:r w:rsidRPr="00AE4883">
              <w:t xml:space="preserve">Undertake negotiations on TK and/or TCEs with a focus on addressing unresolved and cross-cutting issues and considering options </w:t>
            </w:r>
            <w:r w:rsidR="0086352F">
              <w:t>for a draft legal instrument(s)</w:t>
            </w:r>
          </w:p>
          <w:p w:rsidR="003E5DEC" w:rsidRPr="00AE4883" w:rsidRDefault="003E5DEC" w:rsidP="0086352F">
            <w:pPr>
              <w:ind w:right="214"/>
            </w:pPr>
            <w:r w:rsidRPr="00AE4883">
              <w:t>Duration 5 days, plus</w:t>
            </w:r>
            <w:r>
              <w:t>,</w:t>
            </w:r>
            <w:r w:rsidRPr="00AE4883">
              <w:t xml:space="preserve"> if so decided</w:t>
            </w:r>
            <w:r>
              <w:t>,</w:t>
            </w:r>
            <w:r w:rsidRPr="00AE4883">
              <w:t xml:space="preserve"> a one day meeting of an </w:t>
            </w:r>
            <w:r w:rsidRPr="00AE4883">
              <w:rPr>
                <w:i/>
              </w:rPr>
              <w:t>ad hoc</w:t>
            </w:r>
            <w:r w:rsidR="0086352F">
              <w:t xml:space="preserve"> expert group.</w:t>
            </w:r>
          </w:p>
        </w:tc>
      </w:tr>
      <w:tr w:rsidR="003E5DEC" w:rsidRPr="00254179" w:rsidTr="00712942">
        <w:trPr>
          <w:trHeight w:val="2095"/>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86352F" w:rsidP="0086352F">
            <w:r>
              <w:t>June/July 2021</w:t>
            </w:r>
          </w:p>
        </w:tc>
        <w:tc>
          <w:tcPr>
            <w:tcW w:w="5940" w:type="dxa"/>
            <w:tcBorders>
              <w:top w:val="single" w:sz="4" w:space="0" w:color="000000"/>
              <w:left w:val="single" w:sz="4" w:space="0" w:color="000000"/>
              <w:bottom w:val="single" w:sz="4" w:space="0" w:color="000000"/>
              <w:right w:val="single" w:sz="4" w:space="0" w:color="000000"/>
            </w:tcBorders>
          </w:tcPr>
          <w:p w:rsidR="003E5DEC" w:rsidRPr="00AE4883" w:rsidRDefault="0086352F" w:rsidP="0086352F">
            <w:r>
              <w:t>(IGC 46)</w:t>
            </w:r>
          </w:p>
          <w:p w:rsidR="003E5DEC" w:rsidRPr="00B04A26" w:rsidRDefault="003E5DEC" w:rsidP="0086352F">
            <w:r w:rsidRPr="00AE4883">
              <w:t xml:space="preserve">Undertake negotiations on TK and/or TCEs with a focus on </w:t>
            </w:r>
            <w:r w:rsidRPr="00B04A26">
              <w:t>addressing unresolved and cross-cutting issues and considering options f</w:t>
            </w:r>
            <w:r w:rsidR="0086352F">
              <w:t>or a draft legal instrument(s)</w:t>
            </w:r>
          </w:p>
          <w:p w:rsidR="003E5DEC" w:rsidRDefault="003E5DEC" w:rsidP="0086352F">
            <w:r w:rsidRPr="00AE4883">
              <w:t>Stocktaking on GRs/TK/TCEs and making a recommendat</w:t>
            </w:r>
            <w:r w:rsidR="0086352F">
              <w:t>ion</w:t>
            </w:r>
          </w:p>
          <w:p w:rsidR="003E5DEC" w:rsidRPr="00AE4883" w:rsidRDefault="0086352F" w:rsidP="0086352F">
            <w:r>
              <w:t>Duration 5 days.</w:t>
            </w:r>
          </w:p>
        </w:tc>
      </w:tr>
      <w:tr w:rsidR="003E5DEC" w:rsidRPr="00254179" w:rsidTr="00712942">
        <w:trPr>
          <w:trHeight w:val="768"/>
        </w:trPr>
        <w:tc>
          <w:tcPr>
            <w:tcW w:w="2430" w:type="dxa"/>
            <w:tcBorders>
              <w:top w:val="single" w:sz="4" w:space="0" w:color="000000"/>
              <w:left w:val="single" w:sz="4" w:space="0" w:color="000000"/>
              <w:bottom w:val="single" w:sz="4" w:space="0" w:color="000000"/>
              <w:right w:val="single" w:sz="4" w:space="0" w:color="000000"/>
            </w:tcBorders>
          </w:tcPr>
          <w:p w:rsidR="003E5DEC" w:rsidRPr="00254179" w:rsidRDefault="0086352F" w:rsidP="0086352F">
            <w:r>
              <w:t>October 2021</w:t>
            </w:r>
          </w:p>
        </w:tc>
        <w:tc>
          <w:tcPr>
            <w:tcW w:w="5940" w:type="dxa"/>
            <w:tcBorders>
              <w:top w:val="single" w:sz="4" w:space="0" w:color="000000"/>
              <w:left w:val="single" w:sz="4" w:space="0" w:color="000000"/>
              <w:bottom w:val="single" w:sz="4" w:space="0" w:color="000000"/>
              <w:right w:val="single" w:sz="4" w:space="0" w:color="000000"/>
            </w:tcBorders>
          </w:tcPr>
          <w:p w:rsidR="003E5DEC" w:rsidRPr="00254179" w:rsidRDefault="003E5DEC" w:rsidP="0086352F">
            <w:r w:rsidRPr="00254179">
              <w:t xml:space="preserve">WIPO General Assembly will take stock of the progress made, consider the text(s) and </w:t>
            </w:r>
            <w:r w:rsidR="00712942">
              <w:t>make the necessary decision(s).”</w:t>
            </w:r>
          </w:p>
        </w:tc>
      </w:tr>
    </w:tbl>
    <w:p w:rsidR="00712942" w:rsidRDefault="00712942" w:rsidP="003E5DEC">
      <w:pPr>
        <w:spacing w:after="120" w:line="260" w:lineRule="atLeast"/>
        <w:ind w:left="567"/>
        <w:rPr>
          <w:rFonts w:eastAsia="Times New Roman"/>
          <w:bCs/>
          <w:szCs w:val="22"/>
          <w:lang w:eastAsia="en-US"/>
        </w:rPr>
      </w:pPr>
    </w:p>
    <w:p w:rsidR="003E5DEC" w:rsidRPr="00712942" w:rsidRDefault="00712942" w:rsidP="00712942">
      <w:pPr>
        <w:spacing w:after="120" w:line="260" w:lineRule="atLeast"/>
      </w:pPr>
      <w:r>
        <w:fldChar w:fldCharType="begin"/>
      </w:r>
      <w:r>
        <w:instrText xml:space="preserve"> AUTONUM  </w:instrText>
      </w:r>
      <w:r>
        <w:fldChar w:fldCharType="end"/>
      </w:r>
      <w:r>
        <w:tab/>
      </w:r>
      <w:r w:rsidR="003E5DEC" w:rsidRPr="00712942">
        <w:t xml:space="preserve">Recalling the decisions of the 2018 WIPO General Assembly, </w:t>
      </w:r>
      <w:r>
        <w:t>IGC 40</w:t>
      </w:r>
      <w:r w:rsidR="003E5DEC" w:rsidRPr="00712942">
        <w:t xml:space="preserve"> recommended that the 2019 WIPO General Assembly recognize the importance of the participation of indigenous peoples and local communities in the work of the Committee, note that the WIPO Voluntary </w:t>
      </w:r>
      <w:r w:rsidR="003E5DEC" w:rsidRPr="00712942">
        <w:lastRenderedPageBreak/>
        <w:t>Fund for Accredited Indigenous and Local Communities is depleted, encourage Member States to consider contributing to the Fund, and invite Member States to consider other alternate funding arrangements.</w:t>
      </w:r>
    </w:p>
    <w:p w:rsidR="003E5DEC" w:rsidRPr="007F0EB7" w:rsidRDefault="003E5DEC" w:rsidP="00251367">
      <w:pPr>
        <w:pStyle w:val="Heading2"/>
        <w:ind w:hanging="270"/>
        <w:rPr>
          <w:lang w:eastAsia="pt-BR"/>
        </w:rPr>
      </w:pPr>
      <w:r w:rsidRPr="00EA138A">
        <w:rPr>
          <w:i/>
          <w:lang w:eastAsia="pt-BR"/>
        </w:rPr>
        <w:t>AD HOC</w:t>
      </w:r>
      <w:r w:rsidRPr="007F0EB7">
        <w:rPr>
          <w:lang w:eastAsia="pt-BR"/>
        </w:rPr>
        <w:t xml:space="preserve"> EXPERT GROUP</w:t>
      </w:r>
      <w:r>
        <w:rPr>
          <w:lang w:eastAsia="pt-BR"/>
        </w:rPr>
        <w:t>S</w:t>
      </w:r>
      <w:r w:rsidRPr="007F0EB7">
        <w:rPr>
          <w:lang w:eastAsia="pt-BR"/>
        </w:rPr>
        <w:t xml:space="preserve"> ON </w:t>
      </w:r>
      <w:r>
        <w:rPr>
          <w:lang w:eastAsia="pt-BR"/>
        </w:rPr>
        <w:t>TRADITIONAL KNOWLEDGE AND TRADITIONAL CULTURAL EXPRESSIONS</w:t>
      </w:r>
    </w:p>
    <w:p w:rsidR="003E5DEC" w:rsidRPr="001464E5" w:rsidRDefault="003E5DEC" w:rsidP="003E5DEC">
      <w:pPr>
        <w:spacing w:before="240" w:after="240"/>
      </w:pPr>
      <w:r>
        <w:fldChar w:fldCharType="begin"/>
      </w:r>
      <w:r>
        <w:instrText xml:space="preserve"> AUTONUM  </w:instrText>
      </w:r>
      <w:r>
        <w:fldChar w:fldCharType="end"/>
      </w:r>
      <w:r>
        <w:tab/>
        <w:t>Paragraph (c) of the mandate provides that the IGC</w:t>
      </w:r>
      <w:r w:rsidRPr="003F6605">
        <w:t xml:space="preserve"> </w:t>
      </w:r>
      <w:r>
        <w:t>“</w:t>
      </w:r>
      <w:r w:rsidRPr="003F6605">
        <w:t xml:space="preserve">may establish </w:t>
      </w:r>
      <w:r w:rsidRPr="00EA138A">
        <w:rPr>
          <w:i/>
        </w:rPr>
        <w:t>ad hoc</w:t>
      </w:r>
      <w:r w:rsidRPr="003F6605">
        <w:t xml:space="preserve"> expert group(s) to address a specific legal, policy or technical issue</w:t>
      </w:r>
      <w:r>
        <w:t>”</w:t>
      </w:r>
      <w:r w:rsidRPr="001464E5">
        <w:t>.</w:t>
      </w:r>
    </w:p>
    <w:p w:rsidR="003E5DEC" w:rsidRDefault="003E5DEC" w:rsidP="003E5DEC">
      <w:pPr>
        <w:spacing w:before="240" w:after="240"/>
        <w:rPr>
          <w:lang w:eastAsia="pt-BR"/>
        </w:rPr>
      </w:pPr>
      <w:r>
        <w:fldChar w:fldCharType="begin"/>
      </w:r>
      <w:r>
        <w:instrText xml:space="preserve"> AUTONUM  </w:instrText>
      </w:r>
      <w:r>
        <w:fldChar w:fldCharType="end"/>
      </w:r>
      <w:r>
        <w:tab/>
        <w:t xml:space="preserve">Pursuant to this decision and the decisions of IGC 37, an </w:t>
      </w:r>
      <w:r w:rsidRPr="00EA138A">
        <w:rPr>
          <w:i/>
        </w:rPr>
        <w:t>ad hoc</w:t>
      </w:r>
      <w:r>
        <w:t xml:space="preserve"> </w:t>
      </w:r>
      <w:r w:rsidRPr="0042633E">
        <w:t xml:space="preserve">expert group on </w:t>
      </w:r>
      <w:r>
        <w:t xml:space="preserve">TK and TCEs met on December 9, 2018, prior to IGC 38.  The documents prepared are available </w:t>
      </w:r>
      <w:hyperlink r:id="rId9" w:history="1">
        <w:r w:rsidRPr="001464E5">
          <w:rPr>
            <w:rStyle w:val="Hyperlink"/>
          </w:rPr>
          <w:t>online</w:t>
        </w:r>
      </w:hyperlink>
      <w:r w:rsidRPr="00964314">
        <w:rPr>
          <w:rStyle w:val="FootnoteReference"/>
          <w:color w:val="0000FF" w:themeColor="hyperlink"/>
        </w:rPr>
        <w:footnoteReference w:id="5"/>
      </w:r>
      <w:r w:rsidR="00165440">
        <w:rPr>
          <w:lang w:eastAsia="pt-BR"/>
        </w:rPr>
        <w:t>.</w:t>
      </w:r>
    </w:p>
    <w:p w:rsidR="003E5DEC" w:rsidRDefault="003E5DEC" w:rsidP="003E5DEC">
      <w:pPr>
        <w:spacing w:before="240" w:after="240"/>
        <w:rPr>
          <w:lang w:eastAsia="pt-BR"/>
        </w:rPr>
      </w:pPr>
      <w:r>
        <w:rPr>
          <w:lang w:eastAsia="pt-BR"/>
        </w:rPr>
        <w:fldChar w:fldCharType="begin"/>
      </w:r>
      <w:r>
        <w:rPr>
          <w:lang w:eastAsia="pt-BR"/>
        </w:rPr>
        <w:instrText xml:space="preserve"> AUTONUM  </w:instrText>
      </w:r>
      <w:r>
        <w:rPr>
          <w:lang w:eastAsia="pt-BR"/>
        </w:rPr>
        <w:fldChar w:fldCharType="end"/>
      </w:r>
      <w:r>
        <w:rPr>
          <w:lang w:eastAsia="pt-BR"/>
        </w:rPr>
        <w:tab/>
        <w:t xml:space="preserve">IGC 38 decided to establish an </w:t>
      </w:r>
      <w:r w:rsidRPr="00F5225A">
        <w:rPr>
          <w:i/>
          <w:lang w:eastAsia="pt-BR"/>
        </w:rPr>
        <w:t>ad hoc</w:t>
      </w:r>
      <w:r>
        <w:rPr>
          <w:lang w:eastAsia="pt-BR"/>
        </w:rPr>
        <w:t xml:space="preserve"> expert group on </w:t>
      </w:r>
      <w:r w:rsidR="003531AC">
        <w:rPr>
          <w:lang w:eastAsia="pt-BR"/>
        </w:rPr>
        <w:t>TK</w:t>
      </w:r>
      <w:r>
        <w:rPr>
          <w:lang w:eastAsia="pt-BR"/>
        </w:rPr>
        <w:t xml:space="preserve"> and </w:t>
      </w:r>
      <w:r w:rsidR="003531AC">
        <w:rPr>
          <w:lang w:eastAsia="pt-BR"/>
        </w:rPr>
        <w:t>TCEs</w:t>
      </w:r>
      <w:r>
        <w:rPr>
          <w:lang w:eastAsia="pt-BR"/>
        </w:rPr>
        <w:t xml:space="preserve"> prior to IGC 39 instead of prior to IGC 40.  Such an </w:t>
      </w:r>
      <w:r w:rsidRPr="00EA138A">
        <w:rPr>
          <w:i/>
          <w:lang w:eastAsia="pt-BR"/>
        </w:rPr>
        <w:t>ad hoc</w:t>
      </w:r>
      <w:r>
        <w:rPr>
          <w:lang w:eastAsia="pt-BR"/>
        </w:rPr>
        <w:t xml:space="preserve"> expert group met on March 17, 2019.  </w:t>
      </w:r>
      <w:r>
        <w:t xml:space="preserve">The documents prepared are available </w:t>
      </w:r>
      <w:hyperlink r:id="rId10" w:history="1">
        <w:r w:rsidRPr="001464E5">
          <w:rPr>
            <w:rStyle w:val="Hyperlink"/>
          </w:rPr>
          <w:t>online</w:t>
        </w:r>
      </w:hyperlink>
      <w:r w:rsidRPr="00964314">
        <w:rPr>
          <w:rStyle w:val="FootnoteReference"/>
          <w:color w:val="0000FF" w:themeColor="hyperlink"/>
        </w:rPr>
        <w:footnoteReference w:id="6"/>
      </w:r>
      <w:r w:rsidRPr="007A0FAB">
        <w:rPr>
          <w:lang w:eastAsia="pt-BR"/>
        </w:rPr>
        <w:t>.</w:t>
      </w:r>
    </w:p>
    <w:p w:rsidR="003E5DEC" w:rsidRPr="002279D6" w:rsidRDefault="003E5DEC" w:rsidP="00251367">
      <w:pPr>
        <w:pStyle w:val="Heading2"/>
        <w:rPr>
          <w:lang w:eastAsia="pt-BR"/>
        </w:rPr>
      </w:pPr>
      <w:r w:rsidRPr="002279D6">
        <w:rPr>
          <w:lang w:eastAsia="pt-BR"/>
        </w:rPr>
        <w:t xml:space="preserve">CONTRIBUTION TO THE IMPLEMENTATION OF THE DEVELOPMENT AGENDA RECOMMENDATIONS </w:t>
      </w:r>
    </w:p>
    <w:p w:rsidR="003E5DEC" w:rsidRPr="002279D6" w:rsidRDefault="003E5DEC" w:rsidP="003E5DEC">
      <w:pPr>
        <w:spacing w:before="240" w:after="240"/>
        <w:rPr>
          <w:lang w:eastAsia="pt-BR"/>
        </w:rPr>
      </w:pPr>
      <w:r>
        <w:rPr>
          <w:lang w:eastAsia="pt-BR"/>
        </w:rPr>
        <w:fldChar w:fldCharType="begin"/>
      </w:r>
      <w:r>
        <w:rPr>
          <w:lang w:eastAsia="pt-BR"/>
        </w:rPr>
        <w:instrText xml:space="preserve"> AUTONUM  </w:instrText>
      </w:r>
      <w:r>
        <w:rPr>
          <w:lang w:eastAsia="pt-BR"/>
        </w:rPr>
        <w:fldChar w:fldCharType="end"/>
      </w:r>
      <w:r>
        <w:rPr>
          <w:lang w:eastAsia="pt-BR"/>
        </w:rPr>
        <w:tab/>
      </w:r>
      <w:r w:rsidRPr="002279D6">
        <w:rPr>
          <w:lang w:eastAsia="pt-BR"/>
        </w:rPr>
        <w:t>Further to the 2010 WIPO General Assembly dec</w:t>
      </w:r>
      <w:r>
        <w:rPr>
          <w:lang w:eastAsia="pt-BR"/>
        </w:rPr>
        <w:t xml:space="preserve">ision “to instruct the relevant </w:t>
      </w:r>
      <w:r w:rsidRPr="002279D6">
        <w:rPr>
          <w:lang w:eastAsia="pt-BR"/>
        </w:rPr>
        <w:t>WIPO Bodies to include in their annual report to the Assemblies, a description of their contribution to the implementation of the respective Development</w:t>
      </w:r>
      <w:r>
        <w:rPr>
          <w:lang w:eastAsia="pt-BR"/>
        </w:rPr>
        <w:t xml:space="preserve"> Agenda Recommendations”, IGC 40</w:t>
      </w:r>
      <w:r w:rsidRPr="002279D6">
        <w:rPr>
          <w:lang w:eastAsia="pt-BR"/>
        </w:rPr>
        <w:t xml:space="preserve"> also discussed the contribution of the IGC to the implementation of the Development Agenda (DA) Recommendatio</w:t>
      </w:r>
      <w:r w:rsidR="00165440">
        <w:rPr>
          <w:lang w:eastAsia="pt-BR"/>
        </w:rPr>
        <w:t>ns.</w:t>
      </w:r>
    </w:p>
    <w:p w:rsidR="003E5DEC" w:rsidRDefault="003E5DEC" w:rsidP="003E5DEC">
      <w:pPr>
        <w:spacing w:before="240" w:after="240"/>
        <w:rPr>
          <w:lang w:eastAsia="pt-BR"/>
        </w:rPr>
      </w:pPr>
      <w:r>
        <w:rPr>
          <w:lang w:eastAsia="pt-BR"/>
        </w:rPr>
        <w:fldChar w:fldCharType="begin"/>
      </w:r>
      <w:r>
        <w:rPr>
          <w:lang w:eastAsia="pt-BR"/>
        </w:rPr>
        <w:instrText xml:space="preserve"> AUTONUM  </w:instrText>
      </w:r>
      <w:r>
        <w:rPr>
          <w:lang w:eastAsia="pt-BR"/>
        </w:rPr>
        <w:fldChar w:fldCharType="end"/>
      </w:r>
      <w:r>
        <w:rPr>
          <w:lang w:eastAsia="pt-BR"/>
        </w:rPr>
        <w:tab/>
      </w:r>
      <w:r w:rsidRPr="002279D6">
        <w:rPr>
          <w:lang w:eastAsia="pt-BR"/>
        </w:rPr>
        <w:t>In this regard, the followin</w:t>
      </w:r>
      <w:r>
        <w:rPr>
          <w:lang w:eastAsia="pt-BR"/>
        </w:rPr>
        <w:t>g statements were made at IGC 40</w:t>
      </w:r>
      <w:r w:rsidRPr="002279D6">
        <w:rPr>
          <w:lang w:eastAsia="pt-BR"/>
        </w:rPr>
        <w:t xml:space="preserve">. </w:t>
      </w:r>
      <w:r>
        <w:rPr>
          <w:lang w:eastAsia="pt-BR"/>
        </w:rPr>
        <w:t xml:space="preserve"> </w:t>
      </w:r>
      <w:r w:rsidRPr="002279D6">
        <w:rPr>
          <w:lang w:eastAsia="pt-BR"/>
        </w:rPr>
        <w:t>These will also appear in th</w:t>
      </w:r>
      <w:r>
        <w:rPr>
          <w:lang w:eastAsia="pt-BR"/>
        </w:rPr>
        <w:t>e initial draft report of IGC 40 (WIPO/GRTKF/IC/40/20</w:t>
      </w:r>
      <w:r w:rsidRPr="002279D6">
        <w:rPr>
          <w:lang w:eastAsia="pt-BR"/>
        </w:rPr>
        <w:t xml:space="preserve"> Prov.), which will be made available, as requested by the IGC, by </w:t>
      </w:r>
      <w:r>
        <w:rPr>
          <w:lang w:eastAsia="pt-BR"/>
        </w:rPr>
        <w:t>September 9, 2019</w:t>
      </w:r>
      <w:r w:rsidR="00165440">
        <w:rPr>
          <w:lang w:eastAsia="pt-BR"/>
        </w:rPr>
        <w:t>:</w:t>
      </w:r>
    </w:p>
    <w:p w:rsidR="003E5DEC" w:rsidRDefault="003E5DEC" w:rsidP="003E5DEC">
      <w:pPr>
        <w:spacing w:before="240" w:after="240"/>
        <w:ind w:left="567"/>
        <w:rPr>
          <w:lang w:eastAsia="pt-BR"/>
        </w:rPr>
      </w:pPr>
      <w:r>
        <w:rPr>
          <w:lang w:eastAsia="pt-BR"/>
        </w:rPr>
        <w:t>“The Delegation of the Islamic Republic of Iran said that DA Recommendation 18 was dedicated to the IGC’s work.  It proved that the work and the negotiations in the IGC to protect TK, TCEs and GRs could contribute very positi</w:t>
      </w:r>
      <w:r w:rsidR="00EA138A">
        <w:rPr>
          <w:lang w:eastAsia="pt-BR"/>
        </w:rPr>
        <w:t>vely to the development</w:t>
      </w:r>
      <w:r>
        <w:rPr>
          <w:lang w:eastAsia="pt-BR"/>
        </w:rPr>
        <w:t xml:space="preserve"> of IP.  It encouraged all Member States to engage more positively in the discussion and expedite the work to finalize and conclude the main issues on the IGC agenda.  Furthermore, the technical assistanc</w:t>
      </w:r>
      <w:r w:rsidR="00EA138A">
        <w:rPr>
          <w:lang w:eastAsia="pt-BR"/>
        </w:rPr>
        <w:t>e to Member States and capacity</w:t>
      </w:r>
      <w:r w:rsidR="00EA138A">
        <w:rPr>
          <w:lang w:eastAsia="pt-BR"/>
        </w:rPr>
        <w:noBreakHyphen/>
      </w:r>
      <w:r>
        <w:rPr>
          <w:lang w:eastAsia="pt-BR"/>
        </w:rPr>
        <w:t>building projects by the TK Division was another aspect that had a very positive impact on the DA recommendation</w:t>
      </w:r>
      <w:r w:rsidR="00EA138A">
        <w:rPr>
          <w:lang w:eastAsia="pt-BR"/>
        </w:rPr>
        <w:t>s</w:t>
      </w:r>
      <w:r>
        <w:rPr>
          <w:lang w:eastAsia="pt-BR"/>
        </w:rPr>
        <w:t>.  It encouraged and invited the TK Division to continue their support in delivering technica</w:t>
      </w:r>
      <w:r w:rsidR="00165440">
        <w:rPr>
          <w:lang w:eastAsia="pt-BR"/>
        </w:rPr>
        <w:t>l assistance to Member States.</w:t>
      </w:r>
    </w:p>
    <w:p w:rsidR="003E5DEC" w:rsidRDefault="00433ADB" w:rsidP="003E5DEC">
      <w:pPr>
        <w:spacing w:before="240" w:after="240"/>
        <w:ind w:left="567"/>
        <w:rPr>
          <w:lang w:eastAsia="pt-BR"/>
        </w:rPr>
      </w:pPr>
      <w:r>
        <w:rPr>
          <w:lang w:eastAsia="pt-BR"/>
        </w:rPr>
        <w:t>“</w:t>
      </w:r>
      <w:r w:rsidR="003E5DEC">
        <w:rPr>
          <w:lang w:eastAsia="pt-BR"/>
        </w:rPr>
        <w:t xml:space="preserve">The Delegation of Brazil said the DA was a major landmark in the history of WIPO.  It recalled Recommendation 18, which explicitly concerned the IGC.  Regarding the renewal of the </w:t>
      </w:r>
      <w:r w:rsidR="00EA138A">
        <w:rPr>
          <w:lang w:eastAsia="pt-BR"/>
        </w:rPr>
        <w:t xml:space="preserve">IGC </w:t>
      </w:r>
      <w:r w:rsidR="003E5DEC">
        <w:rPr>
          <w:lang w:eastAsia="pt-BR"/>
        </w:rPr>
        <w:t>mandate, Recommendation 18 assisted the IGC in its reflection on how to accelerate the process and deliver concrete outcomes.  Concerning Cluster A, the Secretariat had a very important role to play in providing assistance to Member States, including legi</w:t>
      </w:r>
      <w:r w:rsidR="00EA138A">
        <w:rPr>
          <w:lang w:eastAsia="pt-BR"/>
        </w:rPr>
        <w:t>slative assistance and capacity</w:t>
      </w:r>
      <w:r w:rsidR="00EA138A">
        <w:rPr>
          <w:lang w:eastAsia="pt-BR"/>
        </w:rPr>
        <w:noBreakHyphen/>
      </w:r>
      <w:r w:rsidR="003E5DEC">
        <w:rPr>
          <w:lang w:eastAsia="pt-BR"/>
        </w:rPr>
        <w:t xml:space="preserve">building, enabling </w:t>
      </w:r>
      <w:r w:rsidR="00EA138A">
        <w:rPr>
          <w:lang w:eastAsia="pt-BR"/>
        </w:rPr>
        <w:t>indigenous peoples and local communities (</w:t>
      </w:r>
      <w:r w:rsidR="003E5DEC">
        <w:rPr>
          <w:lang w:eastAsia="pt-BR"/>
        </w:rPr>
        <w:t>IPLCs</w:t>
      </w:r>
      <w:r w:rsidR="00EA138A">
        <w:rPr>
          <w:lang w:eastAsia="pt-BR"/>
        </w:rPr>
        <w:t>)</w:t>
      </w:r>
      <w:r w:rsidR="003E5DEC">
        <w:rPr>
          <w:lang w:eastAsia="pt-BR"/>
        </w:rPr>
        <w:t xml:space="preserve"> to enjoy the fruits of the IP system.  It urged all to show a constructive spirit in contributing to the discussions in light of Reco</w:t>
      </w:r>
      <w:r w:rsidR="00EA138A">
        <w:rPr>
          <w:lang w:eastAsia="pt-BR"/>
        </w:rPr>
        <w:t>mmendation 18</w:t>
      </w:r>
      <w:r w:rsidR="00165440">
        <w:rPr>
          <w:lang w:eastAsia="pt-BR"/>
        </w:rPr>
        <w:t>.</w:t>
      </w:r>
    </w:p>
    <w:p w:rsidR="003E5DEC" w:rsidRDefault="00433ADB" w:rsidP="003E5DEC">
      <w:pPr>
        <w:spacing w:before="240" w:after="240"/>
        <w:ind w:left="567"/>
        <w:rPr>
          <w:lang w:eastAsia="pt-BR"/>
        </w:rPr>
      </w:pPr>
      <w:r>
        <w:rPr>
          <w:lang w:eastAsia="pt-BR"/>
        </w:rPr>
        <w:t>“</w:t>
      </w:r>
      <w:r w:rsidR="003E5DEC">
        <w:rPr>
          <w:lang w:eastAsia="pt-BR"/>
        </w:rPr>
        <w:t xml:space="preserve">The Delegation of Uganda, speaking on behalf of the African Group, underscored the principle underpinning the DA recommendations, i.e. to change the character of WIPO </w:t>
      </w:r>
      <w:r w:rsidR="003E5DEC">
        <w:rPr>
          <w:lang w:eastAsia="pt-BR"/>
        </w:rPr>
        <w:lastRenderedPageBreak/>
        <w:t>from its primary focus on protection of IP to introduce development dimensions of the programs and activities in line with the wider aspirations of the UN system.  That principle reflected the strong ambition of WIPO to ensure that developing countries effectively used IP as a tool for encouraging and promoting creativity and innovation for sustainable development.  As a mechanism for measuring progress made in the implementation of the DA recommendations, the WIPO GA in 2010</w:t>
      </w:r>
      <w:r w:rsidR="00EA138A">
        <w:rPr>
          <w:lang w:eastAsia="pt-BR"/>
        </w:rPr>
        <w:t xml:space="preserve"> had</w:t>
      </w:r>
      <w:r w:rsidR="003E5DEC">
        <w:rPr>
          <w:lang w:eastAsia="pt-BR"/>
        </w:rPr>
        <w:t xml:space="preserve"> directed all of the WIPO bodies, including the IGC, to include in their annual report to the GA, a description of their contribution to the implementation of the DA recommendations.  The </w:t>
      </w:r>
      <w:r w:rsidR="00C065AB">
        <w:rPr>
          <w:lang w:eastAsia="pt-BR"/>
        </w:rPr>
        <w:t>African Group</w:t>
      </w:r>
      <w:r w:rsidR="003E5DEC">
        <w:rPr>
          <w:lang w:eastAsia="pt-BR"/>
        </w:rPr>
        <w:t xml:space="preserve"> commended the Secretariat for inviting Member States to provide their own assessment of the IGC’s contribution.  There were tangible traces of progress made thus far by the IGC in the implementation of the DA recommendations through the mainstreaming of development in its program and activities.  The IGC negotiations were the subject of DA Recommendation 18.  The IGC’s mandate in the 2018</w:t>
      </w:r>
      <w:r w:rsidR="003E5DEC">
        <w:rPr>
          <w:rFonts w:ascii="Cambria Math" w:hAnsi="Cambria Math" w:cs="Cambria Math"/>
          <w:lang w:eastAsia="pt-BR"/>
        </w:rPr>
        <w:t>‑</w:t>
      </w:r>
      <w:r w:rsidR="003E5DEC">
        <w:rPr>
          <w:lang w:eastAsia="pt-BR"/>
        </w:rPr>
        <w:t>2019 biennium reflected the strong ambition of the IGC to continue to expedite its work with the objective of reaching an agreement on an international legal instrument(s) relating to IP, which would ensure the balanced and effective protection of GRs, TK and TCEs.  However, after almost two decades of negotiations and 12 years since the DA recommendation had come into play, the IGC was yet to finalize its wor</w:t>
      </w:r>
      <w:r w:rsidR="00C065AB">
        <w:rPr>
          <w:lang w:eastAsia="pt-BR"/>
        </w:rPr>
        <w:t>k.  One wondered if the phrase ‘</w:t>
      </w:r>
      <w:r w:rsidR="003E5DEC">
        <w:rPr>
          <w:lang w:eastAsia="pt-BR"/>
        </w:rPr>
        <w:t>e</w:t>
      </w:r>
      <w:r w:rsidR="00C065AB">
        <w:rPr>
          <w:lang w:eastAsia="pt-BR"/>
        </w:rPr>
        <w:t xml:space="preserve">xpedite its work’, </w:t>
      </w:r>
      <w:r w:rsidR="003E5DEC">
        <w:rPr>
          <w:lang w:eastAsia="pt-BR"/>
        </w:rPr>
        <w:t>whic</w:t>
      </w:r>
      <w:r w:rsidR="00C065AB">
        <w:rPr>
          <w:lang w:eastAsia="pt-BR"/>
        </w:rPr>
        <w:t>h was always put in the mandate,</w:t>
      </w:r>
      <w:r w:rsidR="003E5DEC">
        <w:rPr>
          <w:lang w:eastAsia="pt-BR"/>
        </w:rPr>
        <w:t xml:space="preserve"> had real meaning, if year after year there was no conclusion of the IGC’s work.  The IGC continued to be guided in its work by DA Recommendati</w:t>
      </w:r>
      <w:r w:rsidR="00C065AB">
        <w:rPr>
          <w:lang w:eastAsia="pt-BR"/>
        </w:rPr>
        <w:t>ons 15, 40, and 42 respectively</w:t>
      </w:r>
      <w:r w:rsidR="003E5DEC">
        <w:rPr>
          <w:lang w:eastAsia="pt-BR"/>
        </w:rPr>
        <w:t>.  With regard to the preservation of the public domain within WIPO normative</w:t>
      </w:r>
      <w:r w:rsidR="00C065AB">
        <w:rPr>
          <w:lang w:eastAsia="pt-BR"/>
        </w:rPr>
        <w:t xml:space="preserve"> processes and its implications</w:t>
      </w:r>
      <w:r w:rsidR="003E5DEC">
        <w:rPr>
          <w:lang w:eastAsia="pt-BR"/>
        </w:rPr>
        <w:t xml:space="preserve"> (DA Recommendation 16), there was a significant conceptual misunderstanding of the public domain and its relationship and limits when linked with TK/TCEs.  The concept of the public domain was inherent to the IP system and often reflected in the careful balancing of the interests of rights holders and users.  In the IGC, there was the contention by a few Member States that large facets of TK/TCEs were in the public domain.  That was a conceptual misunderstanding of the public domain.  Furthermore, the DA enjoined WIPO and its bodies to take into account flexibilities in international IP agreements in l</w:t>
      </w:r>
      <w:r w:rsidR="00C065AB">
        <w:rPr>
          <w:lang w:eastAsia="pt-BR"/>
        </w:rPr>
        <w:t>ine with Recommendations 12, 14 and</w:t>
      </w:r>
      <w:r w:rsidR="003E5DEC">
        <w:rPr>
          <w:lang w:eastAsia="pt-BR"/>
        </w:rPr>
        <w:t xml:space="preserve"> 17, as well as the UN Sustainable Development Goals, in line with Recommendation 22.  One of the relevant goals of the IGC related to the conservation of biological diversity and the work of the IGC on</w:t>
      </w:r>
      <w:r w:rsidR="003531AC">
        <w:rPr>
          <w:lang w:eastAsia="pt-BR"/>
        </w:rPr>
        <w:t xml:space="preserve"> the</w:t>
      </w:r>
      <w:r w:rsidR="003E5DEC">
        <w:rPr>
          <w:lang w:eastAsia="pt-BR"/>
        </w:rPr>
        <w:t xml:space="preserve"> international protection of GRs and TK contributed to that goal.</w:t>
      </w:r>
    </w:p>
    <w:p w:rsidR="003E5DEC" w:rsidRDefault="00433ADB" w:rsidP="003E5DEC">
      <w:pPr>
        <w:spacing w:before="240" w:after="240"/>
        <w:ind w:left="567"/>
        <w:rPr>
          <w:lang w:eastAsia="pt-BR"/>
        </w:rPr>
      </w:pPr>
      <w:r>
        <w:rPr>
          <w:lang w:eastAsia="pt-BR"/>
        </w:rPr>
        <w:t>“</w:t>
      </w:r>
      <w:r w:rsidR="003E5DEC">
        <w:rPr>
          <w:lang w:eastAsia="pt-BR"/>
        </w:rPr>
        <w:t>The Delegation of India said that the DA ensured that development considerations formed an integral part of WIPO’s work.  India, along with hundreds of other countries, was affected by misappropriation and biopiracy.  Accordingly, an early finalization of an international legal instrument(s) on all three issues was highly solicited.  The absence of any such legally-binding instrument would continuously allow the misappropriation and biopiracy of GRs and TK, thereby resulting in an imbalance of the global IP system.  It looked forward to an early finalization of a balanced legal framework</w:t>
      </w:r>
      <w:r w:rsidR="00C065AB">
        <w:rPr>
          <w:lang w:eastAsia="pt-BR"/>
        </w:rPr>
        <w:t>(s)</w:t>
      </w:r>
      <w:r w:rsidR="003E5DEC">
        <w:rPr>
          <w:lang w:eastAsia="pt-BR"/>
        </w:rPr>
        <w:t xml:space="preserve"> on GRs, TK and TCEs through the IGC.</w:t>
      </w:r>
    </w:p>
    <w:p w:rsidR="003E5DEC" w:rsidRDefault="00433ADB" w:rsidP="003E5DEC">
      <w:pPr>
        <w:spacing w:before="240" w:after="240"/>
        <w:ind w:left="567"/>
        <w:rPr>
          <w:lang w:eastAsia="pt-BR"/>
        </w:rPr>
      </w:pPr>
      <w:r>
        <w:rPr>
          <w:lang w:eastAsia="pt-BR"/>
        </w:rPr>
        <w:t>“</w:t>
      </w:r>
      <w:r w:rsidR="003E5DEC">
        <w:rPr>
          <w:lang w:eastAsia="pt-BR"/>
        </w:rPr>
        <w:t>The Delegation of Nigeria aligned itself with the statement made by the Delegation of Uganda</w:t>
      </w:r>
      <w:r w:rsidR="00C065AB" w:rsidRPr="00790AE6">
        <w:rPr>
          <w:lang w:eastAsia="pt-BR"/>
        </w:rPr>
        <w:t>,</w:t>
      </w:r>
      <w:r w:rsidR="003E5DEC" w:rsidRPr="00790AE6">
        <w:rPr>
          <w:lang w:eastAsia="pt-BR"/>
        </w:rPr>
        <w:t xml:space="preserve"> on behalf of the African Group.  It took notice of the statement made by the Delegation of Brazil, with reference to DA Recommendation 18.  The IGC had to accelerate its process.  It was holding down the advancement of the DA at the IGC.  That was contrary to what it was</w:t>
      </w:r>
      <w:r w:rsidR="003E5DEC">
        <w:rPr>
          <w:lang w:eastAsia="pt-BR"/>
        </w:rPr>
        <w:t xml:space="preserve"> expected to be doing.  Negotiating ad infinitum was undermining the DA and therefore running contrary to the mandate.  It called attention to the bias of impact studies and assessments in the context of the litany of one</w:t>
      </w:r>
      <w:r w:rsidR="003E5DEC">
        <w:rPr>
          <w:rFonts w:ascii="Cambria Math" w:hAnsi="Cambria Math" w:cs="Cambria Math"/>
          <w:lang w:eastAsia="pt-BR"/>
        </w:rPr>
        <w:t>‑</w:t>
      </w:r>
      <w:r w:rsidR="003E5DEC">
        <w:rPr>
          <w:lang w:eastAsia="pt-BR"/>
        </w:rPr>
        <w:t xml:space="preserve">sided industry biased and sponsored studies that had bombarded the IGC for quite a while.  If </w:t>
      </w:r>
      <w:r w:rsidR="00790AE6">
        <w:rPr>
          <w:lang w:eastAsia="pt-BR"/>
        </w:rPr>
        <w:t>Member States</w:t>
      </w:r>
      <w:r w:rsidR="003E5DEC">
        <w:rPr>
          <w:lang w:eastAsia="pt-BR"/>
        </w:rPr>
        <w:t xml:space="preserve"> wanted to be very serious and sensitive to the dictates of the DA, </w:t>
      </w:r>
      <w:r w:rsidR="00790AE6">
        <w:rPr>
          <w:lang w:eastAsia="pt-BR"/>
        </w:rPr>
        <w:t>they</w:t>
      </w:r>
      <w:r w:rsidR="003E5DEC">
        <w:rPr>
          <w:lang w:eastAsia="pt-BR"/>
        </w:rPr>
        <w:t xml:space="preserve"> should be inclined toward impact studies that created balance as to the impact of lack of protection of TK, TCEs and GRs that hurt IPLCs.  In order to be faithful to the DA, </w:t>
      </w:r>
      <w:r w:rsidR="00790AE6">
        <w:rPr>
          <w:lang w:eastAsia="pt-BR"/>
        </w:rPr>
        <w:t>Member States</w:t>
      </w:r>
      <w:r w:rsidR="003E5DEC">
        <w:rPr>
          <w:lang w:eastAsia="pt-BR"/>
        </w:rPr>
        <w:t xml:space="preserve"> needed to be serious with the kind of studies the IGC accepted in it</w:t>
      </w:r>
      <w:r w:rsidR="00790AE6">
        <w:rPr>
          <w:lang w:eastAsia="pt-BR"/>
        </w:rPr>
        <w:t xml:space="preserve">s </w:t>
      </w:r>
      <w:r w:rsidR="00790AE6">
        <w:rPr>
          <w:lang w:eastAsia="pt-BR"/>
        </w:rPr>
        <w:lastRenderedPageBreak/>
        <w:t>deliberations and whether those studies</w:t>
      </w:r>
      <w:r w:rsidR="003E5DEC">
        <w:rPr>
          <w:lang w:eastAsia="pt-BR"/>
        </w:rPr>
        <w:t xml:space="preserve"> actually created the balance required to advanc</w:t>
      </w:r>
      <w:r w:rsidR="004E7EAE">
        <w:rPr>
          <w:lang w:eastAsia="pt-BR"/>
        </w:rPr>
        <w:t>e the DA.</w:t>
      </w:r>
    </w:p>
    <w:p w:rsidR="003E5DEC" w:rsidRDefault="00433ADB" w:rsidP="00251367">
      <w:pPr>
        <w:spacing w:before="240" w:after="220"/>
        <w:ind w:left="567"/>
        <w:rPr>
          <w:lang w:eastAsia="pt-BR"/>
        </w:rPr>
      </w:pPr>
      <w:r>
        <w:rPr>
          <w:lang w:eastAsia="pt-BR"/>
        </w:rPr>
        <w:t>“</w:t>
      </w:r>
      <w:r w:rsidR="003E5DEC">
        <w:rPr>
          <w:lang w:eastAsia="pt-BR"/>
        </w:rPr>
        <w:t>The Delegation of Egypt agreed with all the statements</w:t>
      </w:r>
      <w:r w:rsidR="00A01DC2">
        <w:rPr>
          <w:lang w:eastAsia="pt-BR"/>
        </w:rPr>
        <w:t xml:space="preserve"> that had</w:t>
      </w:r>
      <w:r w:rsidR="003E5DEC">
        <w:rPr>
          <w:lang w:eastAsia="pt-BR"/>
        </w:rPr>
        <w:t xml:space="preserve"> been made with regard to the DA, particularly Recommendation 18.  It wondered why, after 20 years of work and negotiation, the IGC had not fulfilled its mandate under Recommendation 18.  In the upcoming two years, the IGC should significantly accelerate its work and put aside all attempts to waste time on secondary issues that were not directly linked to the essential ones.  It hoped to really commit to the DA on the ability for countries to control GRs, TK and TCEs to allow for sustainable development in those countries.  That ownership had to be managed by those countries in order to accelerate the IGC’s work and arrive at a binding instrument</w:t>
      </w:r>
      <w:r w:rsidR="00790AE6">
        <w:rPr>
          <w:lang w:eastAsia="pt-BR"/>
        </w:rPr>
        <w:t>(s)</w:t>
      </w:r>
      <w:r w:rsidR="003E5DEC">
        <w:rPr>
          <w:lang w:eastAsia="pt-BR"/>
        </w:rPr>
        <w:t>.”</w:t>
      </w:r>
    </w:p>
    <w:p w:rsidR="00D17B04" w:rsidRDefault="003E5DEC" w:rsidP="00ED04DD">
      <w:pPr>
        <w:spacing w:after="240"/>
        <w:ind w:left="5530"/>
        <w:rPr>
          <w:i/>
          <w:lang w:eastAsia="pt-BR"/>
        </w:rPr>
      </w:pPr>
      <w:r>
        <w:rPr>
          <w:i/>
          <w:lang w:eastAsia="pt-BR"/>
        </w:rPr>
        <w:fldChar w:fldCharType="begin"/>
      </w:r>
      <w:r>
        <w:rPr>
          <w:i/>
          <w:lang w:eastAsia="pt-BR"/>
        </w:rPr>
        <w:instrText xml:space="preserve"> AUTONUM  </w:instrText>
      </w:r>
      <w:r>
        <w:rPr>
          <w:i/>
          <w:lang w:eastAsia="pt-BR"/>
        </w:rPr>
        <w:fldChar w:fldCharType="end"/>
      </w:r>
      <w:r>
        <w:rPr>
          <w:i/>
          <w:lang w:eastAsia="pt-BR"/>
        </w:rPr>
        <w:tab/>
      </w:r>
      <w:r w:rsidRPr="00C8601B">
        <w:rPr>
          <w:i/>
          <w:lang w:eastAsia="pt-BR"/>
        </w:rPr>
        <w:t xml:space="preserve">The WIPO General Assembly is invited </w:t>
      </w:r>
      <w:r w:rsidRPr="008A159F">
        <w:rPr>
          <w:i/>
          <w:lang w:eastAsia="pt-BR"/>
        </w:rPr>
        <w:t>to</w:t>
      </w:r>
      <w:r w:rsidR="00D17B04">
        <w:rPr>
          <w:i/>
          <w:lang w:eastAsia="pt-BR"/>
        </w:rPr>
        <w:t>:</w:t>
      </w:r>
    </w:p>
    <w:p w:rsidR="00D17B04" w:rsidRPr="003D015B" w:rsidRDefault="008A159F" w:rsidP="00AA3A0F">
      <w:pPr>
        <w:pStyle w:val="ListParagraph"/>
        <w:numPr>
          <w:ilvl w:val="0"/>
          <w:numId w:val="38"/>
        </w:numPr>
        <w:tabs>
          <w:tab w:val="left" w:pos="6750"/>
        </w:tabs>
        <w:spacing w:after="240" w:line="240" w:lineRule="auto"/>
        <w:ind w:left="6250" w:hanging="40"/>
        <w:rPr>
          <w:rFonts w:ascii="Arial" w:hAnsi="Arial" w:cs="Arial"/>
          <w:bCs/>
          <w:i/>
          <w:lang w:eastAsia="pt-BR"/>
        </w:rPr>
      </w:pPr>
      <w:r w:rsidRPr="003D015B">
        <w:rPr>
          <w:rFonts w:ascii="Arial" w:hAnsi="Arial" w:cs="Arial"/>
          <w:bCs/>
          <w:i/>
          <w:lang w:eastAsia="pt-BR"/>
        </w:rPr>
        <w:t>take note of the information contained in this document</w:t>
      </w:r>
      <w:r w:rsidR="00D17B04" w:rsidRPr="003D015B">
        <w:rPr>
          <w:rFonts w:ascii="Arial" w:hAnsi="Arial" w:cs="Arial"/>
          <w:bCs/>
          <w:i/>
          <w:lang w:eastAsia="pt-BR"/>
        </w:rPr>
        <w:t>;</w:t>
      </w:r>
      <w:r w:rsidR="00484F3F" w:rsidRPr="003D015B">
        <w:rPr>
          <w:rFonts w:ascii="Arial" w:hAnsi="Arial" w:cs="Arial"/>
          <w:bCs/>
          <w:i/>
          <w:lang w:eastAsia="pt-BR"/>
        </w:rPr>
        <w:t xml:space="preserve"> </w:t>
      </w:r>
    </w:p>
    <w:p w:rsidR="00433ADB" w:rsidRPr="003D015B" w:rsidRDefault="003E5DEC" w:rsidP="00AA3A0F">
      <w:pPr>
        <w:pStyle w:val="ListParagraph"/>
        <w:numPr>
          <w:ilvl w:val="0"/>
          <w:numId w:val="38"/>
        </w:numPr>
        <w:tabs>
          <w:tab w:val="left" w:pos="6750"/>
        </w:tabs>
        <w:spacing w:after="240" w:line="240" w:lineRule="auto"/>
        <w:ind w:left="6210" w:firstLine="0"/>
        <w:rPr>
          <w:rFonts w:ascii="Arial" w:hAnsi="Arial" w:cs="Arial"/>
          <w:i/>
          <w:lang w:eastAsia="pt-BR"/>
        </w:rPr>
      </w:pPr>
      <w:r w:rsidRPr="003D015B">
        <w:rPr>
          <w:rFonts w:ascii="Arial" w:hAnsi="Arial" w:cs="Arial"/>
          <w:bCs/>
          <w:i/>
          <w:lang w:eastAsia="pt-BR"/>
        </w:rPr>
        <w:t>renew</w:t>
      </w:r>
      <w:r w:rsidRPr="003D015B">
        <w:rPr>
          <w:rFonts w:ascii="Arial" w:hAnsi="Arial" w:cs="Arial"/>
          <w:i/>
          <w:lang w:eastAsia="pt-BR"/>
        </w:rPr>
        <w:t xml:space="preserve"> the mandate of the IGC for the biennium</w:t>
      </w:r>
      <w:r w:rsidR="00C74DAF" w:rsidRPr="003D015B">
        <w:rPr>
          <w:rFonts w:ascii="Arial" w:hAnsi="Arial" w:cs="Arial"/>
          <w:i/>
          <w:lang w:eastAsia="pt-BR"/>
        </w:rPr>
        <w:t xml:space="preserve"> 2020/</w:t>
      </w:r>
      <w:r w:rsidRPr="003D015B">
        <w:rPr>
          <w:rFonts w:ascii="Arial" w:hAnsi="Arial" w:cs="Arial"/>
          <w:i/>
          <w:lang w:eastAsia="pt-BR"/>
        </w:rPr>
        <w:t xml:space="preserve">2021 </w:t>
      </w:r>
      <w:r w:rsidR="008A159F" w:rsidRPr="003D015B">
        <w:rPr>
          <w:rFonts w:ascii="Arial" w:hAnsi="Arial" w:cs="Arial"/>
          <w:i/>
          <w:lang w:eastAsia="pt-BR"/>
        </w:rPr>
        <w:t xml:space="preserve">on the terms and </w:t>
      </w:r>
      <w:r w:rsidR="00B128B5" w:rsidRPr="003D015B">
        <w:rPr>
          <w:rFonts w:ascii="Arial" w:hAnsi="Arial" w:cs="Arial"/>
          <w:i/>
          <w:lang w:eastAsia="pt-BR"/>
        </w:rPr>
        <w:t xml:space="preserve">according to the </w:t>
      </w:r>
      <w:r w:rsidR="008A159F" w:rsidRPr="003D015B">
        <w:rPr>
          <w:rFonts w:ascii="Arial" w:hAnsi="Arial" w:cs="Arial"/>
          <w:i/>
          <w:lang w:eastAsia="pt-BR"/>
        </w:rPr>
        <w:t>program</w:t>
      </w:r>
      <w:r w:rsidR="00A01DC2" w:rsidRPr="003D015B">
        <w:rPr>
          <w:rFonts w:ascii="Arial" w:hAnsi="Arial" w:cs="Arial"/>
          <w:i/>
          <w:lang w:eastAsia="pt-BR"/>
        </w:rPr>
        <w:t xml:space="preserve"> set out in paragraph 9</w:t>
      </w:r>
      <w:r w:rsidRPr="003D015B">
        <w:rPr>
          <w:rFonts w:ascii="Arial" w:hAnsi="Arial" w:cs="Arial"/>
          <w:i/>
          <w:lang w:eastAsia="pt-BR"/>
        </w:rPr>
        <w:t xml:space="preserve"> above</w:t>
      </w:r>
      <w:r w:rsidR="00D17B04" w:rsidRPr="003D015B">
        <w:rPr>
          <w:rFonts w:ascii="Arial" w:hAnsi="Arial" w:cs="Arial"/>
          <w:i/>
          <w:lang w:eastAsia="pt-BR"/>
        </w:rPr>
        <w:t>;  and</w:t>
      </w:r>
    </w:p>
    <w:p w:rsidR="003E5DEC" w:rsidRPr="003D015B" w:rsidRDefault="00D17B04" w:rsidP="00AA3A0F">
      <w:pPr>
        <w:pStyle w:val="ListParagraph"/>
        <w:numPr>
          <w:ilvl w:val="0"/>
          <w:numId w:val="38"/>
        </w:numPr>
        <w:tabs>
          <w:tab w:val="left" w:pos="6750"/>
        </w:tabs>
        <w:spacing w:after="720" w:line="240" w:lineRule="auto"/>
        <w:ind w:left="6210" w:firstLine="0"/>
        <w:rPr>
          <w:rFonts w:ascii="Arial" w:hAnsi="Arial" w:cs="Arial"/>
          <w:i/>
          <w:lang w:eastAsia="pt-BR"/>
        </w:rPr>
      </w:pPr>
      <w:r w:rsidRPr="003D015B">
        <w:rPr>
          <w:rFonts w:ascii="Arial" w:hAnsi="Arial" w:cs="Arial"/>
          <w:i/>
          <w:lang w:eastAsia="pt-BR"/>
        </w:rPr>
        <w:t>recognize the importance of the participation of indigenou</w:t>
      </w:r>
      <w:bookmarkStart w:id="5" w:name="_GoBack"/>
      <w:bookmarkEnd w:id="5"/>
      <w:r w:rsidRPr="003D015B">
        <w:rPr>
          <w:rFonts w:ascii="Arial" w:hAnsi="Arial" w:cs="Arial"/>
          <w:i/>
          <w:lang w:eastAsia="pt-BR"/>
        </w:rPr>
        <w:t>s peoples and local communities in the work of the Committee, note that the WIPO Voluntary Fund for Accredited Indigenous and Local Communities is depleted, encourage Member States to consider contributing to the Fund, and invite Member States to consider other alternate funding arrangements</w:t>
      </w:r>
      <w:r w:rsidR="003E5DEC" w:rsidRPr="003D015B">
        <w:rPr>
          <w:rFonts w:ascii="Arial" w:hAnsi="Arial" w:cs="Arial"/>
          <w:i/>
          <w:lang w:eastAsia="pt-BR"/>
        </w:rPr>
        <w:t>.</w:t>
      </w:r>
    </w:p>
    <w:p w:rsidR="00ED04DD" w:rsidRDefault="00ED04DD" w:rsidP="00ED04DD">
      <w:pPr>
        <w:spacing w:after="240"/>
        <w:ind w:left="5530"/>
        <w:rPr>
          <w:lang w:eastAsia="pt-BR"/>
        </w:rPr>
        <w:sectPr w:rsidR="00ED04DD" w:rsidSect="00464BB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sidRPr="00ED04DD">
        <w:rPr>
          <w:lang w:eastAsia="pt-BR"/>
        </w:rPr>
        <w:t>[Annex</w:t>
      </w:r>
      <w:r w:rsidR="00E55AB5">
        <w:rPr>
          <w:lang w:eastAsia="pt-BR"/>
        </w:rPr>
        <w:t>es</w:t>
      </w:r>
      <w:r w:rsidR="00AC2442">
        <w:rPr>
          <w:lang w:eastAsia="pt-BR"/>
        </w:rPr>
        <w:t xml:space="preserve">, </w:t>
      </w:r>
      <w:r w:rsidR="00AC28BF">
        <w:rPr>
          <w:lang w:eastAsia="pt-BR"/>
        </w:rPr>
        <w:t>referred in paragraphs 7 and 8</w:t>
      </w:r>
      <w:r w:rsidR="00AC2442">
        <w:rPr>
          <w:lang w:eastAsia="pt-BR"/>
        </w:rPr>
        <w:t>,</w:t>
      </w:r>
      <w:r w:rsidR="00AC28BF">
        <w:rPr>
          <w:lang w:eastAsia="pt-BR"/>
        </w:rPr>
        <w:t xml:space="preserve"> </w:t>
      </w:r>
      <w:r w:rsidRPr="00ED04DD">
        <w:rPr>
          <w:lang w:eastAsia="pt-BR"/>
        </w:rPr>
        <w:t>follow]</w:t>
      </w:r>
    </w:p>
    <w:p w:rsidR="00025C28" w:rsidRPr="00025C28" w:rsidRDefault="00025C28" w:rsidP="00CB53B0">
      <w:pPr>
        <w:pStyle w:val="Heading1"/>
      </w:pPr>
      <w:r w:rsidRPr="00025C28">
        <w:lastRenderedPageBreak/>
        <w:t>The Protection of Traditional Knowledge:</w:t>
      </w:r>
      <w:r w:rsidR="00CB53B0">
        <w:t xml:space="preserve">  Draft Articles</w:t>
      </w:r>
    </w:p>
    <w:p w:rsidR="00025C28" w:rsidRPr="00CB53B0" w:rsidRDefault="00025C28" w:rsidP="00CB53B0">
      <w:pPr>
        <w:rPr>
          <w:b/>
          <w:sz w:val="28"/>
          <w:szCs w:val="28"/>
        </w:rPr>
      </w:pPr>
      <w:r w:rsidRPr="00CB53B0">
        <w:rPr>
          <w:b/>
          <w:sz w:val="28"/>
          <w:szCs w:val="28"/>
        </w:rPr>
        <w:t>Fac</w:t>
      </w:r>
      <w:r w:rsidR="00255D13">
        <w:rPr>
          <w:b/>
          <w:sz w:val="28"/>
          <w:szCs w:val="28"/>
        </w:rPr>
        <w:t>ilitators’ Rev. (June 19, 2019)</w:t>
      </w:r>
    </w:p>
    <w:p w:rsidR="00025C28" w:rsidRPr="00025C28" w:rsidRDefault="00025C28" w:rsidP="00025C28">
      <w:pPr>
        <w:sectPr w:rsidR="00025C28" w:rsidRPr="00025C28" w:rsidSect="00CB53B0">
          <w:headerReference w:type="first" r:id="rId17"/>
          <w:endnotePr>
            <w:numFmt w:val="decimal"/>
          </w:endnotePr>
          <w:pgSz w:w="11907" w:h="16840" w:code="9"/>
          <w:pgMar w:top="567" w:right="1134" w:bottom="1418" w:left="1418" w:header="510" w:footer="1021" w:gutter="0"/>
          <w:cols w:space="720"/>
          <w:titlePg/>
          <w:docGrid w:linePitch="299"/>
        </w:sectPr>
      </w:pPr>
    </w:p>
    <w:p w:rsidR="00025C28" w:rsidRPr="00025C28" w:rsidRDefault="00025C28" w:rsidP="00025C28">
      <w:pPr>
        <w:tabs>
          <w:tab w:val="num" w:pos="993"/>
        </w:tabs>
        <w:autoSpaceDE w:val="0"/>
        <w:autoSpaceDN w:val="0"/>
        <w:adjustRightInd w:val="0"/>
        <w:rPr>
          <w:bCs/>
          <w:lang w:val="en-GB"/>
        </w:rPr>
      </w:pPr>
      <w:r w:rsidRPr="00025C28">
        <w:rPr>
          <w:bCs/>
          <w:lang w:val="en-GB"/>
        </w:rPr>
        <w:lastRenderedPageBreak/>
        <w:t>PREAMBLE/INTRODUCTION</w:t>
      </w:r>
    </w:p>
    <w:p w:rsidR="00025C28" w:rsidRPr="00025C28" w:rsidRDefault="00025C28" w:rsidP="00025C28">
      <w:pPr>
        <w:tabs>
          <w:tab w:val="num" w:pos="993"/>
        </w:tabs>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 xml:space="preserve">ACKNOWLEDGING the </w:t>
      </w:r>
      <w:r w:rsidRPr="00025C28">
        <w:rPr>
          <w:b/>
          <w:bCs/>
          <w:lang w:val="en-GB"/>
        </w:rPr>
        <w:t>UN Declaration on the Rights of Indigenous Peoples,</w:t>
      </w:r>
      <w:r w:rsidRPr="00025C28">
        <w:rPr>
          <w:bCs/>
          <w:lang w:val="en-GB"/>
        </w:rPr>
        <w:t xml:space="preserve"> and the aspirations of indigenous [peoples] a</w:t>
      </w:r>
      <w:r w:rsidR="00255D13">
        <w:rPr>
          <w:bCs/>
          <w:lang w:val="en-GB"/>
        </w:rPr>
        <w:t>nd local communities [therein];</w:t>
      </w:r>
    </w:p>
    <w:p w:rsidR="00025C28" w:rsidRPr="00025C28" w:rsidRDefault="00025C28" w:rsidP="00255D13">
      <w:pPr>
        <w:tabs>
          <w:tab w:val="num" w:pos="993"/>
        </w:tabs>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025C28" w:rsidRPr="00025C28" w:rsidRDefault="00025C28" w:rsidP="00255D13">
      <w:pPr>
        <w:tabs>
          <w:tab w:val="num" w:pos="993"/>
        </w:tabs>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025C28" w:rsidRPr="00025C28" w:rsidRDefault="00025C28" w:rsidP="00255D13">
      <w:pPr>
        <w:tabs>
          <w:tab w:val="num" w:pos="993"/>
        </w:tabs>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that the traditional knowledge of indigenous [peoples] and local communities have [intrinsic] value, including social, cultural, spiritual, economic, scientific, intellectual, commercial and educational values;</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Acknowledging that traditional knowledge systems are frameworks of ongoing innovation and distinctive intellectual and creative life that are [intrinsically] important for indigenous [peoples] and local communities;</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Respecting the continuing customary use, development, exchange and transmission of traditional knowledge by, within and between communities;</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Promoting respect for traditional knowledge systems, for the dignity, cultural integrity and spiritual values of the traditional knowledge holders who conserve and maintain those systems.</w:t>
      </w:r>
    </w:p>
    <w:p w:rsidR="00025C28" w:rsidRPr="00025C28" w:rsidRDefault="00025C28" w:rsidP="00255D13">
      <w:pPr>
        <w:tabs>
          <w:tab w:val="num" w:pos="993"/>
        </w:tabs>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[Ensuring mutual supportiveness with international agreements relating to the protection and safeguarding of traditional knowledge, and those relating to IP;]</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the value of a vibrant public domain and the body of knowledge that is available for all to use, [and] which is essential for creativity and innovation [and the need to protect and preserve the public domain];</w:t>
      </w:r>
    </w:p>
    <w:p w:rsidR="00025C28" w:rsidRPr="00025C28" w:rsidRDefault="00025C28" w:rsidP="00255D13">
      <w:pPr>
        <w:autoSpaceDE w:val="0"/>
        <w:autoSpaceDN w:val="0"/>
        <w:adjustRightInd w:val="0"/>
        <w:rPr>
          <w:bCs/>
          <w:lang w:val="en-GB"/>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025C28" w:rsidRPr="00025C28" w:rsidRDefault="00025C28" w:rsidP="00255D13"/>
    <w:p w:rsidR="00025C28" w:rsidRPr="00025C28" w:rsidRDefault="00025C28" w:rsidP="00255D13">
      <w:pPr>
        <w:rPr>
          <w:i/>
        </w:rPr>
      </w:pPr>
    </w:p>
    <w:p w:rsidR="00025C28" w:rsidRPr="00025C28" w:rsidRDefault="00025C28" w:rsidP="00255D13">
      <w:pPr>
        <w:numPr>
          <w:ilvl w:val="0"/>
          <w:numId w:val="15"/>
        </w:numPr>
        <w:autoSpaceDE w:val="0"/>
        <w:autoSpaceDN w:val="0"/>
        <w:adjustRightInd w:val="0"/>
        <w:ind w:left="0" w:firstLine="0"/>
        <w:contextualSpacing/>
        <w:rPr>
          <w:bCs/>
          <w:lang w:val="en-GB"/>
        </w:rPr>
      </w:pPr>
      <w:r w:rsidRPr="00025C28">
        <w:rPr>
          <w:bCs/>
          <w:lang w:val="en-GB"/>
        </w:rPr>
        <w:lastRenderedPageBreak/>
        <w:t>[Nothing in this instrument may be construed as diminishing or extinguishing the rights that indigenous [peoples] or local communities have now or may acquire in the future.]</w:t>
      </w:r>
    </w:p>
    <w:p w:rsidR="00025C28" w:rsidRPr="00025C28" w:rsidRDefault="00025C28" w:rsidP="00025C28">
      <w:r w:rsidRPr="00025C28">
        <w:br w:type="page"/>
      </w:r>
    </w:p>
    <w:p w:rsidR="00025C28" w:rsidRPr="00025C28" w:rsidRDefault="00025C28" w:rsidP="00025C28">
      <w:pPr>
        <w:tabs>
          <w:tab w:val="left" w:pos="550"/>
          <w:tab w:val="num" w:pos="993"/>
        </w:tabs>
        <w:autoSpaceDE w:val="0"/>
        <w:autoSpaceDN w:val="0"/>
        <w:adjustRightInd w:val="0"/>
        <w:jc w:val="center"/>
      </w:pPr>
      <w:r w:rsidRPr="00025C28">
        <w:lastRenderedPageBreak/>
        <w:t>[ARTICLE 1</w:t>
      </w:r>
    </w:p>
    <w:p w:rsidR="00025C28" w:rsidRPr="00025C28" w:rsidRDefault="00025C28" w:rsidP="00025C28">
      <w:pPr>
        <w:tabs>
          <w:tab w:val="left" w:pos="550"/>
          <w:tab w:val="num" w:pos="993"/>
        </w:tabs>
        <w:autoSpaceDE w:val="0"/>
        <w:autoSpaceDN w:val="0"/>
        <w:adjustRightInd w:val="0"/>
        <w:jc w:val="center"/>
      </w:pPr>
    </w:p>
    <w:p w:rsidR="00025C28" w:rsidRPr="00025C28" w:rsidRDefault="00025C28" w:rsidP="00025C28">
      <w:pPr>
        <w:tabs>
          <w:tab w:val="left" w:pos="550"/>
          <w:tab w:val="num" w:pos="993"/>
        </w:tabs>
        <w:autoSpaceDE w:val="0"/>
        <w:autoSpaceDN w:val="0"/>
        <w:adjustRightInd w:val="0"/>
        <w:jc w:val="center"/>
      </w:pPr>
      <w:r w:rsidRPr="00025C28">
        <w:t>USE OF TERMS</w:t>
      </w:r>
    </w:p>
    <w:p w:rsidR="00025C28" w:rsidRPr="00025C28" w:rsidRDefault="00025C28" w:rsidP="00025C28">
      <w:pPr>
        <w:tabs>
          <w:tab w:val="left" w:pos="550"/>
          <w:tab w:val="num" w:pos="993"/>
        </w:tabs>
        <w:autoSpaceDE w:val="0"/>
        <w:autoSpaceDN w:val="0"/>
        <w:adjustRightInd w:val="0"/>
        <w:jc w:val="center"/>
      </w:pPr>
    </w:p>
    <w:p w:rsidR="00025C28" w:rsidRPr="00025C28" w:rsidRDefault="00025C28" w:rsidP="00025C28">
      <w:pPr>
        <w:tabs>
          <w:tab w:val="left" w:pos="550"/>
          <w:tab w:val="num" w:pos="993"/>
        </w:tabs>
        <w:autoSpaceDE w:val="0"/>
        <w:autoSpaceDN w:val="0"/>
        <w:adjustRightInd w:val="0"/>
      </w:pPr>
      <w:r w:rsidRPr="00025C28">
        <w:t>For the purposes of this instrument:</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rPr>
          <w:b/>
        </w:rPr>
        <w:t xml:space="preserve">[Misappropriation </w:t>
      </w:r>
      <w:r w:rsidRPr="00025C28">
        <w:t xml:space="preserve">means </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[Alt 1</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Any access or use of the [subject matter]/[traditional knowledge] without free, prior and informed consent or approval and involvement and, where applicable, without mutual agreed terms, for whatever purpose (commercial, research, academic and technology transfer).]</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[Alt 2</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[Alt 3</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Any access to or use of traditional knowledge of the beneficiaries in violation of customary law and established practices governing the access or use of such traditional knowledge.]</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[Alt 4</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rPr>
          <w:b/>
        </w:rPr>
        <w:t xml:space="preserve">[Misuse </w:t>
      </w:r>
      <w:r w:rsidRPr="00025C28">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rPr>
          <w:b/>
        </w:rPr>
        <w:t>[Protected traditional knowledge</w:t>
      </w:r>
      <w:r w:rsidRPr="00025C28">
        <w:t xml:space="preserve"> is substantive traditional knowledge that satisfies the criteria for eligibility under [Article] 3 and the scope and conditions for protection under [Article] 5.]</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rPr>
          <w:szCs w:val="22"/>
        </w:rPr>
      </w:pPr>
      <w:r w:rsidRPr="00025C28">
        <w:rPr>
          <w:szCs w:val="22"/>
        </w:rPr>
        <w:t>Alt</w:t>
      </w:r>
    </w:p>
    <w:p w:rsidR="00025C28" w:rsidRPr="00025C28" w:rsidRDefault="00025C28" w:rsidP="00025C28">
      <w:pPr>
        <w:tabs>
          <w:tab w:val="left" w:pos="550"/>
          <w:tab w:val="num" w:pos="993"/>
        </w:tabs>
        <w:autoSpaceDE w:val="0"/>
        <w:autoSpaceDN w:val="0"/>
        <w:adjustRightInd w:val="0"/>
        <w:rPr>
          <w:szCs w:val="22"/>
        </w:rPr>
      </w:pPr>
    </w:p>
    <w:p w:rsidR="00025C28" w:rsidRPr="00025C28" w:rsidRDefault="00025C28" w:rsidP="00025C28">
      <w:pPr>
        <w:tabs>
          <w:tab w:val="left" w:pos="550"/>
          <w:tab w:val="num" w:pos="993"/>
        </w:tabs>
        <w:autoSpaceDE w:val="0"/>
        <w:autoSpaceDN w:val="0"/>
        <w:adjustRightInd w:val="0"/>
        <w:rPr>
          <w:szCs w:val="22"/>
        </w:rPr>
      </w:pPr>
      <w:r w:rsidRPr="00025C28">
        <w:rPr>
          <w:szCs w:val="22"/>
        </w:rPr>
        <w:t>[</w:t>
      </w:r>
      <w:r w:rsidRPr="00025C28">
        <w:rPr>
          <w:b/>
          <w:szCs w:val="22"/>
        </w:rPr>
        <w:t>Protected traditional knowledge</w:t>
      </w:r>
      <w:r w:rsidRPr="00025C28">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determined by each Member State, but for not less than 50 years or a period of five generations, and satisfies the scope and conditions for protection under Article 5.]</w:t>
      </w:r>
    </w:p>
    <w:p w:rsidR="00025C28" w:rsidRPr="00025C28" w:rsidRDefault="00025C28" w:rsidP="00025C28">
      <w:pPr>
        <w:tabs>
          <w:tab w:val="left" w:pos="550"/>
          <w:tab w:val="num" w:pos="993"/>
        </w:tabs>
        <w:autoSpaceDE w:val="0"/>
        <w:autoSpaceDN w:val="0"/>
        <w:adjustRightInd w:val="0"/>
        <w:rPr>
          <w:b/>
        </w:rPr>
      </w:pPr>
    </w:p>
    <w:p w:rsidR="00025C28" w:rsidRPr="00025C28" w:rsidRDefault="00025C28" w:rsidP="00025C28">
      <w:pPr>
        <w:tabs>
          <w:tab w:val="left" w:pos="550"/>
          <w:tab w:val="num" w:pos="993"/>
        </w:tabs>
        <w:autoSpaceDE w:val="0"/>
        <w:autoSpaceDN w:val="0"/>
        <w:adjustRightInd w:val="0"/>
      </w:pPr>
      <w:r w:rsidRPr="00025C28">
        <w:rPr>
          <w:b/>
        </w:rPr>
        <w:t xml:space="preserve">[Public domain </w:t>
      </w:r>
      <w:r w:rsidRPr="00025C28">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rPr>
          <w:b/>
        </w:rPr>
        <w:t xml:space="preserve">[Publicly available </w:t>
      </w:r>
      <w:r w:rsidRPr="00025C28">
        <w:t>means [subject matter]/[traditional knowledge] that [has lost its distinctive association with any indigenous community and that as such] has become generic or stock knowledge, notwithstanding that its historic origin may be known to the public.]</w:t>
      </w:r>
    </w:p>
    <w:p w:rsidR="00025C28" w:rsidRPr="00025C28" w:rsidRDefault="00025C28" w:rsidP="00025C28">
      <w:pPr>
        <w:tabs>
          <w:tab w:val="num" w:pos="993"/>
        </w:tabs>
        <w:autoSpaceDE w:val="0"/>
        <w:autoSpaceDN w:val="0"/>
        <w:adjustRightInd w:val="0"/>
        <w:rPr>
          <w:b/>
        </w:rPr>
      </w:pPr>
    </w:p>
    <w:p w:rsidR="00025C28" w:rsidRPr="00025C28" w:rsidRDefault="00025C28" w:rsidP="00025C28">
      <w:pPr>
        <w:tabs>
          <w:tab w:val="num" w:pos="993"/>
        </w:tabs>
        <w:autoSpaceDE w:val="0"/>
        <w:autoSpaceDN w:val="0"/>
        <w:adjustRightInd w:val="0"/>
      </w:pPr>
      <w:r w:rsidRPr="00025C28">
        <w:rPr>
          <w:b/>
        </w:rPr>
        <w:t>Traditional Knowledge</w:t>
      </w:r>
      <w:r w:rsidRPr="00025C28">
        <w:t xml:space="preserv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rsidR="00025C28" w:rsidRPr="00025C28" w:rsidRDefault="00025C28" w:rsidP="00025C28">
      <w:pPr>
        <w:autoSpaceDE w:val="0"/>
        <w:autoSpaceDN w:val="0"/>
        <w:adjustRightInd w:val="0"/>
      </w:pPr>
    </w:p>
    <w:p w:rsidR="00025C28" w:rsidRPr="00025C28" w:rsidRDefault="00025C28" w:rsidP="00025C28">
      <w:pPr>
        <w:tabs>
          <w:tab w:val="num" w:pos="993"/>
        </w:tabs>
        <w:autoSpaceDE w:val="0"/>
        <w:autoSpaceDN w:val="0"/>
        <w:adjustRightInd w:val="0"/>
        <w:rPr>
          <w:szCs w:val="22"/>
        </w:rPr>
      </w:pPr>
      <w:r w:rsidRPr="00025C28">
        <w:rPr>
          <w:szCs w:val="22"/>
        </w:rPr>
        <w:t>[Alt 1</w:t>
      </w:r>
    </w:p>
    <w:p w:rsidR="00025C28" w:rsidRPr="00025C28" w:rsidRDefault="00025C28" w:rsidP="00025C28">
      <w:pPr>
        <w:tabs>
          <w:tab w:val="num" w:pos="993"/>
        </w:tabs>
        <w:autoSpaceDE w:val="0"/>
        <w:autoSpaceDN w:val="0"/>
        <w:adjustRightInd w:val="0"/>
        <w:rPr>
          <w:b/>
          <w:szCs w:val="22"/>
        </w:rPr>
      </w:pPr>
    </w:p>
    <w:p w:rsidR="00025C28" w:rsidRPr="00025C28" w:rsidRDefault="00025C28" w:rsidP="00025C28">
      <w:pPr>
        <w:tabs>
          <w:tab w:val="num" w:pos="993"/>
        </w:tabs>
        <w:autoSpaceDE w:val="0"/>
        <w:autoSpaceDN w:val="0"/>
        <w:adjustRightInd w:val="0"/>
        <w:rPr>
          <w:szCs w:val="22"/>
        </w:rPr>
      </w:pPr>
      <w:r w:rsidRPr="00025C28">
        <w:rPr>
          <w:b/>
          <w:szCs w:val="22"/>
        </w:rPr>
        <w:t>Secret traditional knowledge</w:t>
      </w:r>
      <w:r w:rsidRPr="00025C28">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[Alt 2</w:t>
      </w:r>
    </w:p>
    <w:p w:rsidR="00025C28" w:rsidRPr="00025C28" w:rsidRDefault="00025C28" w:rsidP="00025C28">
      <w:pPr>
        <w:autoSpaceDE w:val="0"/>
        <w:autoSpaceDN w:val="0"/>
        <w:adjustRightInd w:val="0"/>
        <w:rPr>
          <w:szCs w:val="22"/>
        </w:rPr>
      </w:pPr>
    </w:p>
    <w:p w:rsidR="00025C28" w:rsidRPr="00025C28" w:rsidRDefault="00025C28" w:rsidP="00025C28">
      <w:pPr>
        <w:tabs>
          <w:tab w:val="num" w:pos="993"/>
        </w:tabs>
        <w:autoSpaceDE w:val="0"/>
        <w:autoSpaceDN w:val="0"/>
        <w:adjustRightInd w:val="0"/>
        <w:rPr>
          <w:szCs w:val="22"/>
        </w:rPr>
      </w:pPr>
      <w:r w:rsidRPr="00025C28">
        <w:rPr>
          <w:b/>
          <w:szCs w:val="22"/>
        </w:rPr>
        <w:t>Secret traditional knowledge</w:t>
      </w:r>
      <w:r w:rsidRPr="00025C28">
        <w:rPr>
          <w:szCs w:val="22"/>
        </w:rPr>
        <w:t xml:space="preserve"> is traditional knowledge that is not generally known or readily accessible to the public; has commercial value because it is secret; and has been subject to measures to maintain secrecy of the knowledge.]</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pPr>
      <w:r w:rsidRPr="00025C28">
        <w:rPr>
          <w:b/>
        </w:rPr>
        <w:t>[Sacred traditional knowledge</w:t>
      </w:r>
      <w:r w:rsidRPr="00025C28">
        <w:t xml:space="preserve"> is traditional knowledge that in spite of being secret, narrowly diffused, or widely diffused, constitutes part of the spiritual identity of the beneficiaries.]</w:t>
      </w:r>
    </w:p>
    <w:p w:rsidR="00025C28" w:rsidRPr="00025C28" w:rsidRDefault="00025C28" w:rsidP="00025C28">
      <w:pPr>
        <w:autoSpaceDE w:val="0"/>
        <w:autoSpaceDN w:val="0"/>
        <w:adjustRightInd w:val="0"/>
        <w:rPr>
          <w:b/>
        </w:rPr>
      </w:pPr>
    </w:p>
    <w:p w:rsidR="00025C28" w:rsidRPr="00025C28" w:rsidRDefault="00025C28" w:rsidP="00025C28">
      <w:pPr>
        <w:autoSpaceDE w:val="0"/>
        <w:autoSpaceDN w:val="0"/>
        <w:adjustRightInd w:val="0"/>
      </w:pPr>
      <w:r w:rsidRPr="00025C28">
        <w:rPr>
          <w:b/>
        </w:rPr>
        <w:t xml:space="preserve">[Narrowly diffused traditional knowledge </w:t>
      </w:r>
      <w:r w:rsidRPr="00025C28">
        <w:t>is [non-secret] traditional knowledge that is shared by beneficiaries amongst whom measures to keep it secret are not taken, but is not easily accessible to non-group members.]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rPr>
          <w:b/>
        </w:rPr>
        <w:t>[Widely diffused traditional knowledge</w:t>
      </w:r>
      <w:r w:rsidRPr="00025C28">
        <w:t xml:space="preserve"> is [non-secret] traditional knowledge which is easily accessible by the public [but is still culturally connected to its beneficiaries’ social identity].]</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rPr>
          <w:b/>
        </w:rPr>
        <w:t>[Unlawful appropriation</w:t>
      </w:r>
      <w:r w:rsidRPr="00025C28">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rsidRPr="00025C28">
        <w:br/>
      </w:r>
    </w:p>
    <w:p w:rsidR="00025C28" w:rsidRPr="00025C28" w:rsidRDefault="00025C28" w:rsidP="00025C28">
      <w:pPr>
        <w:tabs>
          <w:tab w:val="left" w:pos="550"/>
          <w:tab w:val="num" w:pos="993"/>
        </w:tabs>
        <w:autoSpaceDE w:val="0"/>
        <w:autoSpaceDN w:val="0"/>
        <w:adjustRightInd w:val="0"/>
      </w:pPr>
      <w:r w:rsidRPr="00025C28">
        <w:rPr>
          <w:b/>
        </w:rPr>
        <w:t xml:space="preserve">[Unauthorized use </w:t>
      </w:r>
      <w:r w:rsidRPr="00025C28">
        <w:t>is use of [protected] traditional knowledge without the permission of the right holder.]</w:t>
      </w:r>
    </w:p>
    <w:p w:rsidR="00025C28" w:rsidRDefault="00025C28" w:rsidP="00025C28">
      <w:pPr>
        <w:autoSpaceDE w:val="0"/>
        <w:autoSpaceDN w:val="0"/>
        <w:adjustRightInd w:val="0"/>
        <w:rPr>
          <w:b/>
          <w:szCs w:val="22"/>
        </w:rPr>
      </w:pPr>
    </w:p>
    <w:p w:rsidR="00255D13" w:rsidRDefault="00255D13" w:rsidP="00025C28">
      <w:pPr>
        <w:autoSpaceDE w:val="0"/>
        <w:autoSpaceDN w:val="0"/>
        <w:adjustRightInd w:val="0"/>
        <w:rPr>
          <w:b/>
          <w:szCs w:val="22"/>
        </w:rPr>
      </w:pPr>
    </w:p>
    <w:p w:rsidR="00895A77" w:rsidRDefault="00895A77" w:rsidP="00025C28">
      <w:pPr>
        <w:autoSpaceDE w:val="0"/>
        <w:autoSpaceDN w:val="0"/>
        <w:adjustRightInd w:val="0"/>
        <w:rPr>
          <w:b/>
          <w:szCs w:val="22"/>
        </w:rPr>
      </w:pPr>
    </w:p>
    <w:p w:rsidR="00895A77" w:rsidRPr="00025C28" w:rsidRDefault="00895A77" w:rsidP="00025C28">
      <w:pPr>
        <w:autoSpaceDE w:val="0"/>
        <w:autoSpaceDN w:val="0"/>
        <w:adjustRightInd w:val="0"/>
        <w:rPr>
          <w:b/>
          <w:szCs w:val="22"/>
        </w:rPr>
      </w:pPr>
    </w:p>
    <w:p w:rsidR="00025C28" w:rsidRPr="00025C28" w:rsidRDefault="00025C28" w:rsidP="00025C28">
      <w:pPr>
        <w:autoSpaceDE w:val="0"/>
        <w:autoSpaceDN w:val="0"/>
        <w:adjustRightInd w:val="0"/>
      </w:pPr>
      <w:r w:rsidRPr="00025C28">
        <w:rPr>
          <w:b/>
        </w:rPr>
        <w:lastRenderedPageBreak/>
        <w:t>[[“Use”]/[“utilization”]</w:t>
      </w:r>
      <w:r w:rsidRPr="00025C28">
        <w:t xml:space="preserve"> means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left" w:pos="1100"/>
        </w:tabs>
        <w:autoSpaceDE w:val="0"/>
        <w:autoSpaceDN w:val="0"/>
        <w:adjustRightInd w:val="0"/>
        <w:ind w:left="550"/>
      </w:pPr>
      <w:r w:rsidRPr="00025C28">
        <w:t>(a)</w:t>
      </w:r>
      <w:r w:rsidRPr="00025C28">
        <w:tab/>
        <w:t>where the [protected] traditional knowledge is included in a product [or] where a product has been developed or obtained on the basis of [protected] traditional knowledge:</w:t>
      </w:r>
    </w:p>
    <w:p w:rsidR="00025C28" w:rsidRPr="00025C28" w:rsidRDefault="00025C28" w:rsidP="00025C28">
      <w:pPr>
        <w:tabs>
          <w:tab w:val="num" w:pos="993"/>
        </w:tabs>
        <w:autoSpaceDE w:val="0"/>
        <w:autoSpaceDN w:val="0"/>
        <w:adjustRightInd w:val="0"/>
        <w:ind w:left="550"/>
      </w:pPr>
    </w:p>
    <w:p w:rsidR="00025C28" w:rsidRPr="00025C28" w:rsidRDefault="00025C28" w:rsidP="00025C28">
      <w:pPr>
        <w:tabs>
          <w:tab w:val="num" w:pos="993"/>
        </w:tabs>
        <w:autoSpaceDE w:val="0"/>
        <w:autoSpaceDN w:val="0"/>
        <w:adjustRightInd w:val="0"/>
        <w:ind w:left="1100"/>
      </w:pPr>
      <w:r w:rsidRPr="00025C28">
        <w:t>(i)</w:t>
      </w:r>
      <w:r w:rsidRPr="00025C28">
        <w:tab/>
        <w:t>the manufacturing, importing, offering for sale, selling, stocking or using the product beyond the traditional context; or</w:t>
      </w:r>
    </w:p>
    <w:p w:rsidR="00025C28" w:rsidRPr="00025C28" w:rsidRDefault="00025C28" w:rsidP="00025C28">
      <w:pPr>
        <w:tabs>
          <w:tab w:val="num" w:pos="993"/>
        </w:tabs>
        <w:autoSpaceDE w:val="0"/>
        <w:autoSpaceDN w:val="0"/>
        <w:adjustRightInd w:val="0"/>
        <w:ind w:left="1100"/>
      </w:pPr>
    </w:p>
    <w:p w:rsidR="00025C28" w:rsidRPr="00025C28" w:rsidRDefault="00025C28" w:rsidP="00025C28">
      <w:pPr>
        <w:tabs>
          <w:tab w:val="num" w:pos="993"/>
        </w:tabs>
        <w:autoSpaceDE w:val="0"/>
        <w:autoSpaceDN w:val="0"/>
        <w:adjustRightInd w:val="0"/>
        <w:ind w:left="1100"/>
      </w:pPr>
      <w:r w:rsidRPr="00025C28">
        <w:t>(ii)</w:t>
      </w:r>
      <w:r w:rsidRPr="00025C28">
        <w:tab/>
        <w:t>being in possession of the product for the purposes of offering it for sale, selling it or using it beyond the traditional context.</w:t>
      </w:r>
    </w:p>
    <w:p w:rsidR="00025C28" w:rsidRPr="00025C28" w:rsidRDefault="00025C28" w:rsidP="00025C28">
      <w:pPr>
        <w:tabs>
          <w:tab w:val="num" w:pos="993"/>
        </w:tabs>
        <w:autoSpaceDE w:val="0"/>
        <w:autoSpaceDN w:val="0"/>
        <w:adjustRightInd w:val="0"/>
        <w:ind w:left="550"/>
      </w:pPr>
    </w:p>
    <w:p w:rsidR="00025C28" w:rsidRPr="00025C28" w:rsidRDefault="00025C28" w:rsidP="00025C28">
      <w:pPr>
        <w:autoSpaceDE w:val="0"/>
        <w:autoSpaceDN w:val="0"/>
        <w:adjustRightInd w:val="0"/>
        <w:ind w:left="550"/>
      </w:pPr>
      <w:r w:rsidRPr="00025C28">
        <w:t>(b)</w:t>
      </w:r>
      <w:r w:rsidRPr="00025C28">
        <w:tab/>
        <w:t>where the [protected] traditional knowledge is included in a process [or] where a process has been developed or obtained on the basis of [protected] traditional knowledge:</w:t>
      </w:r>
    </w:p>
    <w:p w:rsidR="00025C28" w:rsidRPr="00025C28" w:rsidRDefault="00025C28" w:rsidP="00025C28">
      <w:pPr>
        <w:tabs>
          <w:tab w:val="num" w:pos="993"/>
        </w:tabs>
        <w:autoSpaceDE w:val="0"/>
        <w:autoSpaceDN w:val="0"/>
        <w:adjustRightInd w:val="0"/>
        <w:ind w:left="550"/>
      </w:pPr>
    </w:p>
    <w:p w:rsidR="00025C28" w:rsidRPr="00025C28" w:rsidRDefault="00025C28" w:rsidP="00025C28">
      <w:pPr>
        <w:tabs>
          <w:tab w:val="num" w:pos="993"/>
        </w:tabs>
        <w:autoSpaceDE w:val="0"/>
        <w:autoSpaceDN w:val="0"/>
        <w:adjustRightInd w:val="0"/>
        <w:ind w:left="1100"/>
      </w:pPr>
      <w:r w:rsidRPr="00025C28">
        <w:t>(i)</w:t>
      </w:r>
      <w:r w:rsidRPr="00025C28">
        <w:tab/>
        <w:t>making use of the process beyond the traditional context; or</w:t>
      </w:r>
    </w:p>
    <w:p w:rsidR="00025C28" w:rsidRPr="00025C28" w:rsidRDefault="00025C28" w:rsidP="00025C28">
      <w:pPr>
        <w:tabs>
          <w:tab w:val="num" w:pos="993"/>
        </w:tabs>
        <w:autoSpaceDE w:val="0"/>
        <w:autoSpaceDN w:val="0"/>
        <w:adjustRightInd w:val="0"/>
        <w:ind w:left="1100"/>
      </w:pPr>
    </w:p>
    <w:p w:rsidR="00025C28" w:rsidRPr="00025C28" w:rsidRDefault="00025C28" w:rsidP="00025C28">
      <w:pPr>
        <w:tabs>
          <w:tab w:val="num" w:pos="993"/>
        </w:tabs>
        <w:autoSpaceDE w:val="0"/>
        <w:autoSpaceDN w:val="0"/>
        <w:adjustRightInd w:val="0"/>
        <w:ind w:left="1100"/>
      </w:pPr>
      <w:r w:rsidRPr="00025C28">
        <w:t>(ii)</w:t>
      </w:r>
      <w:r w:rsidRPr="00025C28">
        <w:tab/>
        <w:t>carrying out the acts referred to under sub-clause (a) with respect to a product that is a direct result of the use of the process;</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num" w:pos="993"/>
        </w:tabs>
        <w:autoSpaceDE w:val="0"/>
        <w:autoSpaceDN w:val="0"/>
        <w:adjustRightInd w:val="0"/>
        <w:ind w:left="550"/>
        <w:rPr>
          <w:szCs w:val="22"/>
        </w:rPr>
      </w:pPr>
      <w:r w:rsidRPr="00025C28">
        <w:t>(c)</w:t>
      </w:r>
      <w:r w:rsidRPr="00025C28">
        <w:tab/>
        <w:t>the use of [protected] traditional knowledge in non-commercial research and development; or</w:t>
      </w:r>
    </w:p>
    <w:p w:rsidR="00025C28" w:rsidRPr="00025C28" w:rsidRDefault="00025C28" w:rsidP="00025C28">
      <w:pPr>
        <w:tabs>
          <w:tab w:val="num" w:pos="993"/>
        </w:tabs>
        <w:autoSpaceDE w:val="0"/>
        <w:autoSpaceDN w:val="0"/>
        <w:adjustRightInd w:val="0"/>
        <w:ind w:left="550"/>
      </w:pPr>
    </w:p>
    <w:p w:rsidR="00025C28" w:rsidRPr="00025C28" w:rsidRDefault="00025C28" w:rsidP="00025C28">
      <w:pPr>
        <w:tabs>
          <w:tab w:val="num" w:pos="993"/>
        </w:tabs>
        <w:autoSpaceDE w:val="0"/>
        <w:autoSpaceDN w:val="0"/>
        <w:adjustRightInd w:val="0"/>
        <w:ind w:left="550"/>
      </w:pPr>
      <w:r w:rsidRPr="00025C28">
        <w:t>(d)</w:t>
      </w:r>
      <w:r w:rsidRPr="00025C28">
        <w:tab/>
        <w:t>the use of [protected] traditional knowledge in commercial research and development.]]</w:t>
      </w:r>
    </w:p>
    <w:p w:rsidR="00025C28" w:rsidRPr="00025C28" w:rsidRDefault="00025C28" w:rsidP="00025C28">
      <w:pPr>
        <w:tabs>
          <w:tab w:val="left" w:pos="550"/>
          <w:tab w:val="num" w:pos="993"/>
        </w:tabs>
        <w:autoSpaceDE w:val="0"/>
        <w:autoSpaceDN w:val="0"/>
        <w:adjustRightInd w:val="0"/>
        <w:rPr>
          <w:i/>
        </w:rPr>
      </w:pPr>
      <w:r w:rsidRPr="00025C28">
        <w:rPr>
          <w:i/>
        </w:rPr>
        <w:br w:type="page"/>
      </w:r>
    </w:p>
    <w:p w:rsidR="00025C28" w:rsidRPr="00025C28" w:rsidRDefault="00025C28" w:rsidP="00025C28">
      <w:pPr>
        <w:spacing w:line="336" w:lineRule="exact"/>
        <w:jc w:val="center"/>
      </w:pPr>
      <w:r w:rsidRPr="00025C28">
        <w:lastRenderedPageBreak/>
        <w:t>[ARTICLE 2</w:t>
      </w:r>
    </w:p>
    <w:p w:rsidR="00025C28" w:rsidRPr="00025C28" w:rsidRDefault="00025C28" w:rsidP="00025C28">
      <w:pPr>
        <w:spacing w:line="336" w:lineRule="exact"/>
        <w:jc w:val="center"/>
      </w:pPr>
      <w:r w:rsidRPr="00025C28">
        <w:t>OBJECTIVES</w:t>
      </w:r>
    </w:p>
    <w:p w:rsidR="00C934C3" w:rsidRPr="00025C28" w:rsidRDefault="00C934C3"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1</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The objective of this instrument is to provide effective, balanced and adequate protection relating to intellectual property against:</w:t>
      </w:r>
    </w:p>
    <w:p w:rsidR="00025C28" w:rsidRPr="00025C28" w:rsidRDefault="00025C28" w:rsidP="00025C28">
      <w:pPr>
        <w:tabs>
          <w:tab w:val="num" w:pos="993"/>
        </w:tabs>
        <w:autoSpaceDE w:val="0"/>
        <w:autoSpaceDN w:val="0"/>
        <w:adjustRightInd w:val="0"/>
      </w:pPr>
    </w:p>
    <w:p w:rsidR="00025C28" w:rsidRPr="00025C28" w:rsidRDefault="00025C28" w:rsidP="00025C28">
      <w:pPr>
        <w:numPr>
          <w:ilvl w:val="0"/>
          <w:numId w:val="13"/>
        </w:numPr>
        <w:autoSpaceDE w:val="0"/>
        <w:autoSpaceDN w:val="0"/>
        <w:adjustRightInd w:val="0"/>
        <w:ind w:left="540" w:firstLine="27"/>
        <w:contextualSpacing/>
      </w:pPr>
      <w:r w:rsidRPr="00025C28">
        <w:t>unauthorized</w:t>
      </w:r>
      <w:r w:rsidRPr="00025C28">
        <w:rPr>
          <w:vertAlign w:val="superscript"/>
        </w:rPr>
        <w:footnoteReference w:id="7"/>
      </w:r>
      <w:r w:rsidRPr="00025C28">
        <w:t xml:space="preserve"> and/or uncompensated</w:t>
      </w:r>
      <w:r w:rsidRPr="00025C28">
        <w:rPr>
          <w:vertAlign w:val="superscript"/>
        </w:rPr>
        <w:footnoteReference w:id="8"/>
      </w:r>
      <w:r w:rsidRPr="00025C28">
        <w:t xml:space="preserve"> uses of traditional knowledge;  and</w:t>
      </w:r>
    </w:p>
    <w:p w:rsidR="00025C28" w:rsidRPr="00025C28" w:rsidRDefault="00025C28" w:rsidP="00025C28">
      <w:pPr>
        <w:autoSpaceDE w:val="0"/>
        <w:autoSpaceDN w:val="0"/>
        <w:adjustRightInd w:val="0"/>
        <w:ind w:left="540" w:firstLine="27"/>
        <w:contextualSpacing/>
      </w:pPr>
    </w:p>
    <w:p w:rsidR="00025C28" w:rsidRPr="00025C28" w:rsidRDefault="00025C28" w:rsidP="00025C28">
      <w:pPr>
        <w:numPr>
          <w:ilvl w:val="0"/>
          <w:numId w:val="13"/>
        </w:numPr>
        <w:autoSpaceDE w:val="0"/>
        <w:autoSpaceDN w:val="0"/>
        <w:adjustRightInd w:val="0"/>
        <w:ind w:left="540" w:firstLine="27"/>
        <w:contextualSpacing/>
      </w:pPr>
      <w:r w:rsidRPr="00025C28">
        <w:t xml:space="preserve">the erroneous grant of intellectual property rights over traditional knowledge, </w:t>
      </w:r>
    </w:p>
    <w:p w:rsidR="00025C28" w:rsidRPr="00025C28" w:rsidRDefault="00025C28" w:rsidP="00025C28">
      <w:pPr>
        <w:ind w:left="720"/>
        <w:contextualSpacing/>
      </w:pPr>
    </w:p>
    <w:p w:rsidR="00025C28" w:rsidRPr="00025C28" w:rsidRDefault="00025C28" w:rsidP="00025C28">
      <w:pPr>
        <w:tabs>
          <w:tab w:val="num" w:pos="993"/>
        </w:tabs>
        <w:autoSpaceDE w:val="0"/>
        <w:autoSpaceDN w:val="0"/>
        <w:adjustRightInd w:val="0"/>
        <w:rPr>
          <w:szCs w:val="22"/>
        </w:rPr>
      </w:pPr>
      <w:r w:rsidRPr="00025C28">
        <w:t xml:space="preserve">[while supporting the appropriate use of traditional knowledge].]  </w:t>
      </w:r>
    </w:p>
    <w:p w:rsidR="00025C28" w:rsidRPr="00025C28" w:rsidRDefault="00025C28" w:rsidP="00255D13">
      <w:pPr>
        <w:autoSpaceDE w:val="0"/>
        <w:autoSpaceDN w:val="0"/>
        <w:adjustRightInd w:val="0"/>
        <w:contextualSpacing/>
        <w:rPr>
          <w:szCs w:val="22"/>
        </w:rPr>
      </w:pPr>
    </w:p>
    <w:p w:rsidR="00025C28" w:rsidRPr="00025C28" w:rsidRDefault="00025C28" w:rsidP="00025C28"/>
    <w:p w:rsidR="00025C28" w:rsidRPr="00025C28" w:rsidRDefault="00025C28" w:rsidP="00025C28">
      <w:r w:rsidRPr="00025C28">
        <w:t>[Alt 2</w:t>
      </w:r>
    </w:p>
    <w:p w:rsidR="00025C28" w:rsidRPr="00025C28" w:rsidRDefault="00025C28" w:rsidP="00025C28"/>
    <w:p w:rsidR="00025C28" w:rsidRPr="00025C28" w:rsidRDefault="00025C28" w:rsidP="00025C28">
      <w:r w:rsidRPr="00025C28">
        <w:t>The objective of this instrument is to support the appropriate use and effective, balanced and adequate protection of traditional knowledge within the intellectual property system, in accordance with national law, recognizing the rights of [</w:t>
      </w:r>
      <w:r w:rsidRPr="00025C28">
        <w:rPr>
          <w:szCs w:val="22"/>
        </w:rPr>
        <w:t>indigenous [peoples] and local communities] [beneficiaries]</w:t>
      </w:r>
      <w:r w:rsidRPr="00025C28">
        <w:t>.]</w:t>
      </w:r>
    </w:p>
    <w:p w:rsidR="00025C28" w:rsidRPr="00025C28" w:rsidRDefault="00025C28" w:rsidP="00025C28"/>
    <w:p w:rsidR="00025C28" w:rsidRPr="00025C28" w:rsidRDefault="00025C28" w:rsidP="00025C28"/>
    <w:p w:rsidR="00025C28" w:rsidRPr="00025C28" w:rsidRDefault="00025C28" w:rsidP="00025C28">
      <w:r w:rsidRPr="00025C28">
        <w:t>[Alt 3</w:t>
      </w:r>
    </w:p>
    <w:p w:rsidR="00025C28" w:rsidRPr="00025C28" w:rsidRDefault="00025C28" w:rsidP="00025C28"/>
    <w:p w:rsidR="00025C28" w:rsidRPr="00025C28" w:rsidRDefault="00025C28" w:rsidP="00025C28">
      <w:r w:rsidRPr="00025C28">
        <w:t xml:space="preserve">The objective of this instrument is to support the appropriate use of traditional knowledge within the patent system, in accordance with national law, respecting the values of traditional knowledge holders, by: </w:t>
      </w:r>
    </w:p>
    <w:p w:rsidR="00025C28" w:rsidRPr="00025C28" w:rsidRDefault="00025C28" w:rsidP="00025C28"/>
    <w:p w:rsidR="00025C28" w:rsidRPr="00025C28" w:rsidRDefault="00025C28" w:rsidP="00025C28">
      <w:pPr>
        <w:ind w:left="567"/>
      </w:pPr>
      <w:r w:rsidRPr="00025C28">
        <w:t>(a)</w:t>
      </w:r>
      <w:r w:rsidRPr="00025C28">
        <w:tab/>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025C28" w:rsidRPr="00025C28" w:rsidRDefault="00025C28" w:rsidP="00025C28">
      <w:pPr>
        <w:ind w:left="567"/>
      </w:pPr>
    </w:p>
    <w:p w:rsidR="00025C28" w:rsidRPr="00025C28" w:rsidRDefault="00025C28" w:rsidP="00025C28">
      <w:pPr>
        <w:ind w:left="567"/>
      </w:pPr>
      <w:r w:rsidRPr="00025C28">
        <w:t>(b)</w:t>
      </w:r>
      <w:r w:rsidRPr="00025C28">
        <w:tab/>
        <w:t xml:space="preserve">recognizing the value of a vibrant public domain, the body of knowledge that is available for all to use and which is essential for creativity and innovation, and the need to protect, preserve and enhance the public domain;  and  </w:t>
      </w:r>
    </w:p>
    <w:p w:rsidR="00025C28" w:rsidRPr="00025C28" w:rsidRDefault="00025C28" w:rsidP="00025C28">
      <w:pPr>
        <w:ind w:left="567"/>
      </w:pPr>
    </w:p>
    <w:p w:rsidR="00025C28" w:rsidRPr="00025C28" w:rsidRDefault="00025C28" w:rsidP="00255D13">
      <w:pPr>
        <w:ind w:left="567"/>
        <w:rPr>
          <w:szCs w:val="22"/>
        </w:rPr>
      </w:pPr>
      <w:r w:rsidRPr="00025C28">
        <w:t>(c)</w:t>
      </w:r>
      <w:r w:rsidRPr="00025C28">
        <w:tab/>
        <w:t>preventing the erroneous grant of patent rights over non-secret traditional knowledge.]]</w:t>
      </w:r>
    </w:p>
    <w:p w:rsidR="00025C28" w:rsidRPr="00025C28" w:rsidRDefault="00025C28" w:rsidP="00025C28">
      <w:pPr>
        <w:rPr>
          <w:szCs w:val="22"/>
        </w:rPr>
      </w:pPr>
      <w:r w:rsidRPr="00025C28">
        <w:rPr>
          <w:szCs w:val="22"/>
        </w:rPr>
        <w:br w:type="page"/>
      </w:r>
    </w:p>
    <w:p w:rsidR="00025C28" w:rsidRPr="00025C28" w:rsidRDefault="00025C28" w:rsidP="00025C28">
      <w:pPr>
        <w:tabs>
          <w:tab w:val="left" w:pos="550"/>
          <w:tab w:val="num" w:pos="993"/>
        </w:tabs>
        <w:autoSpaceDE w:val="0"/>
        <w:autoSpaceDN w:val="0"/>
        <w:adjustRightInd w:val="0"/>
        <w:jc w:val="center"/>
      </w:pPr>
      <w:r w:rsidRPr="00025C28">
        <w:lastRenderedPageBreak/>
        <w:t>[ARTICLE 3</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 xml:space="preserve">[PROTECTION CRITERIA/ELIGIBILITY CRITERIA] </w:t>
      </w:r>
      <w:r w:rsidRPr="00025C28" w:rsidDel="002162F3">
        <w:t xml:space="preserve"> </w:t>
      </w:r>
    </w:p>
    <w:p w:rsidR="00C934C3" w:rsidRPr="00025C28" w:rsidRDefault="00C934C3" w:rsidP="00025C28">
      <w:pPr>
        <w:tabs>
          <w:tab w:val="left" w:pos="550"/>
        </w:tabs>
        <w:autoSpaceDE w:val="0"/>
        <w:autoSpaceDN w:val="0"/>
        <w:adjustRightInd w:val="0"/>
      </w:pPr>
    </w:p>
    <w:p w:rsidR="00025C28" w:rsidRPr="00025C28" w:rsidRDefault="00025C28" w:rsidP="00025C28">
      <w:r w:rsidRPr="00025C28">
        <w:t>[Alt 1</w:t>
      </w:r>
    </w:p>
    <w:p w:rsidR="00025C28" w:rsidRPr="00025C28" w:rsidRDefault="00025C28" w:rsidP="00025C28"/>
    <w:p w:rsidR="00025C28" w:rsidRPr="00025C28" w:rsidRDefault="00025C28" w:rsidP="00025C28">
      <w:r w:rsidRPr="00025C28">
        <w:t>3.1.</w:t>
      </w:r>
      <w:r w:rsidRPr="00025C28">
        <w:tab/>
        <w:t>Subject to Article 3.2, protection shall be extended under this instrument to traditional knowledge, which is:</w:t>
      </w:r>
    </w:p>
    <w:p w:rsidR="00025C28" w:rsidRPr="00025C28" w:rsidRDefault="00025C28" w:rsidP="00025C28"/>
    <w:p w:rsidR="00025C28" w:rsidRPr="00025C28" w:rsidRDefault="00025C28" w:rsidP="00025C28">
      <w:pPr>
        <w:ind w:left="567" w:firstLine="3"/>
      </w:pPr>
      <w:r w:rsidRPr="00025C28">
        <w:t>(a)</w:t>
      </w:r>
      <w:r w:rsidRPr="00025C28">
        <w:tab/>
        <w:t>created, generated, received, or revealed, by indigenous [peoples], local communities and/or [other beneficiaries] and developed, held, used, and maintained collectively by them [in accordance with their customary laws and protocols];</w:t>
      </w:r>
      <w:r w:rsidRPr="00025C28">
        <w:tab/>
      </w:r>
    </w:p>
    <w:p w:rsidR="00025C28" w:rsidRPr="00025C28" w:rsidRDefault="00025C28" w:rsidP="00025C28"/>
    <w:p w:rsidR="00025C28" w:rsidRPr="00025C28" w:rsidRDefault="00025C28" w:rsidP="00025C28">
      <w:pPr>
        <w:ind w:left="567" w:firstLine="3"/>
      </w:pPr>
      <w:r w:rsidRPr="00025C28">
        <w:t>(b)</w:t>
      </w:r>
      <w:r w:rsidRPr="00025C28">
        <w:tab/>
        <w:t>linked with, and is an integral part of, the cultural and social identity and traditional heritage of indigenous peoples, local communities and/or [other beneficiaries];  and</w:t>
      </w:r>
    </w:p>
    <w:p w:rsidR="00025C28" w:rsidRPr="00025C28" w:rsidRDefault="00025C28" w:rsidP="00025C28"/>
    <w:p w:rsidR="00025C28" w:rsidRPr="00025C28" w:rsidRDefault="00025C28" w:rsidP="00025C28">
      <w:pPr>
        <w:numPr>
          <w:ilvl w:val="0"/>
          <w:numId w:val="13"/>
        </w:numPr>
        <w:ind w:left="540" w:firstLine="0"/>
        <w:contextualSpacing/>
      </w:pPr>
      <w:r w:rsidRPr="00025C28">
        <w:t>transmitted between or from generation to generation, whether consecutively or not.</w:t>
      </w:r>
    </w:p>
    <w:p w:rsidR="00025C28" w:rsidRPr="00025C28" w:rsidRDefault="00025C28" w:rsidP="00025C28"/>
    <w:p w:rsidR="00025C28" w:rsidRPr="00025C28" w:rsidRDefault="00025C28" w:rsidP="00025C28">
      <w:r w:rsidRPr="00025C28">
        <w:t>3.2</w:t>
      </w:r>
      <w:r w:rsidRPr="00025C28">
        <w:tab/>
        <w:t>A Member State/Contracting Party may under its national law, condition protection on the prior existence of the traditional knowledge for a reasonable term as determined by the Member State/Contracting Party.]</w:t>
      </w:r>
    </w:p>
    <w:p w:rsidR="00025C28" w:rsidRPr="00025C28" w:rsidRDefault="00025C28" w:rsidP="00025C28"/>
    <w:p w:rsidR="00025C28" w:rsidRPr="00025C28" w:rsidRDefault="00025C28" w:rsidP="00025C28"/>
    <w:p w:rsidR="00025C28" w:rsidRPr="00025C28" w:rsidRDefault="00025C28" w:rsidP="00025C28">
      <w:r w:rsidRPr="00025C28">
        <w:t>[Alt 2</w:t>
      </w:r>
    </w:p>
    <w:p w:rsidR="00025C28" w:rsidRPr="00025C28" w:rsidRDefault="00025C28" w:rsidP="00025C28"/>
    <w:p w:rsidR="00025C28" w:rsidRPr="00025C28" w:rsidRDefault="00025C28" w:rsidP="00025C28">
      <w:r w:rsidRPr="00025C28">
        <w:t>Protection should be extended under this instrument to traditional knowledge which is:</w:t>
      </w:r>
    </w:p>
    <w:p w:rsidR="00025C28" w:rsidRPr="00025C28" w:rsidRDefault="00025C28" w:rsidP="00025C28"/>
    <w:p w:rsidR="00025C28" w:rsidRPr="00025C28" w:rsidRDefault="00025C28" w:rsidP="00025C28">
      <w:pPr>
        <w:ind w:left="567" w:firstLine="3"/>
      </w:pPr>
      <w:r w:rsidRPr="00025C28">
        <w:t>(a)</w:t>
      </w:r>
      <w:r w:rsidRPr="00025C28">
        <w:tab/>
        <w:t xml:space="preserve">created, generated, received, or revealed, by indigenous [peoples], local communities and/or [other beneficiaries] and developed, held, used, and maintained collectively by them [in accordance with their customary laws and protocols];  </w:t>
      </w:r>
    </w:p>
    <w:p w:rsidR="00025C28" w:rsidRPr="00025C28" w:rsidRDefault="00025C28" w:rsidP="00025C28"/>
    <w:p w:rsidR="00025C28" w:rsidRPr="00025C28" w:rsidRDefault="00025C28" w:rsidP="00025C28">
      <w:pPr>
        <w:ind w:left="567" w:firstLine="3"/>
      </w:pPr>
      <w:r w:rsidRPr="00025C28">
        <w:t>(b)</w:t>
      </w:r>
      <w:r w:rsidRPr="00025C28">
        <w:tab/>
        <w:t>linked with, is an integral part of, and is distinctively associated with, the cultural identity and traditional heritage of indigenous peoples, local communities and/or [other beneficiaries];  and</w:t>
      </w:r>
    </w:p>
    <w:p w:rsidR="00025C28" w:rsidRPr="00025C28" w:rsidRDefault="00025C28" w:rsidP="00025C28"/>
    <w:p w:rsidR="00025C28" w:rsidRPr="00025C28" w:rsidRDefault="00025C28" w:rsidP="00025C28">
      <w:pPr>
        <w:ind w:left="567" w:firstLine="3"/>
      </w:pPr>
      <w:r w:rsidRPr="00025C28">
        <w:t>(c)</w:t>
      </w:r>
      <w:r w:rsidRPr="00025C28">
        <w:tab/>
        <w:t>transmitted between or from generation to generation, whether consecutively or not for a term not less than fifty years or five generations.]]</w:t>
      </w:r>
    </w:p>
    <w:p w:rsidR="00025C28" w:rsidRPr="00025C28" w:rsidRDefault="00025C28" w:rsidP="00025C28"/>
    <w:p w:rsidR="00025C28" w:rsidRPr="00025C28" w:rsidRDefault="00025C28" w:rsidP="00025C28"/>
    <w:p w:rsidR="00025C28" w:rsidRPr="00025C28" w:rsidRDefault="00025C28" w:rsidP="00025C28">
      <w:pPr>
        <w:jc w:val="center"/>
      </w:pPr>
      <w:r w:rsidRPr="00025C28">
        <w:t>[Alternative ARTICLE 3</w:t>
      </w:r>
    </w:p>
    <w:p w:rsidR="00025C28" w:rsidRPr="00025C28" w:rsidRDefault="00025C28" w:rsidP="00025C28">
      <w:pPr>
        <w:tabs>
          <w:tab w:val="left" w:pos="550"/>
        </w:tabs>
        <w:autoSpaceDE w:val="0"/>
        <w:autoSpaceDN w:val="0"/>
        <w:adjustRightInd w:val="0"/>
        <w:jc w:val="center"/>
      </w:pPr>
    </w:p>
    <w:p w:rsidR="00025C28" w:rsidRPr="00025C28" w:rsidRDefault="00025C28" w:rsidP="00025C28">
      <w:pPr>
        <w:tabs>
          <w:tab w:val="left" w:pos="550"/>
        </w:tabs>
        <w:autoSpaceDE w:val="0"/>
        <w:autoSpaceDN w:val="0"/>
        <w:adjustRightInd w:val="0"/>
        <w:jc w:val="center"/>
      </w:pPr>
      <w:r w:rsidRPr="00025C28">
        <w:t>[SUBJECT MATTER OF THE INSTRUMENT]</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szCs w:val="22"/>
        </w:rPr>
      </w:pPr>
      <w:r w:rsidRPr="00025C28">
        <w:t>This instrument applies to patents and traditional knowledge,</w:t>
      </w:r>
      <w:r w:rsidRPr="00025C28">
        <w:rPr>
          <w:szCs w:val="22"/>
        </w:rPr>
        <w:t xml:space="preserve"> that is:</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numPr>
          <w:ilvl w:val="0"/>
          <w:numId w:val="16"/>
        </w:numPr>
        <w:tabs>
          <w:tab w:val="left" w:pos="550"/>
        </w:tabs>
        <w:autoSpaceDE w:val="0"/>
        <w:autoSpaceDN w:val="0"/>
        <w:adjustRightInd w:val="0"/>
        <w:ind w:left="540" w:firstLine="10"/>
        <w:contextualSpacing/>
        <w:rPr>
          <w:szCs w:val="22"/>
        </w:rPr>
      </w:pPr>
      <w:r w:rsidRPr="00025C28">
        <w:rPr>
          <w:szCs w:val="22"/>
        </w:rPr>
        <w:t>distinctively associated with the cultural heritage of beneficiaries as defined in Article 4;  and</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numPr>
          <w:ilvl w:val="0"/>
          <w:numId w:val="16"/>
        </w:numPr>
        <w:autoSpaceDE w:val="0"/>
        <w:autoSpaceDN w:val="0"/>
        <w:adjustRightInd w:val="0"/>
        <w:ind w:left="540" w:firstLine="10"/>
        <w:contextualSpacing/>
        <w:rPr>
          <w:szCs w:val="22"/>
        </w:rPr>
      </w:pPr>
      <w:r w:rsidRPr="00025C28">
        <w:rPr>
          <w:szCs w:val="22"/>
        </w:rPr>
        <w:t>created/generated, developed, maintained and shared collectively, as well as transmitted from generation to generation for a term as has been determined by each Member State, but not less than 50 years or a period of five generations.]</w:t>
      </w:r>
    </w:p>
    <w:p w:rsidR="00025C28" w:rsidRPr="00025C28" w:rsidRDefault="00025C28" w:rsidP="00025C28">
      <w:pPr>
        <w:autoSpaceDE w:val="0"/>
        <w:autoSpaceDN w:val="0"/>
        <w:adjustRightInd w:val="0"/>
        <w:rPr>
          <w:szCs w:val="22"/>
        </w:rPr>
      </w:pPr>
    </w:p>
    <w:p w:rsidR="00025C28" w:rsidRPr="00025C28" w:rsidRDefault="00025C28" w:rsidP="00025C28">
      <w:pPr>
        <w:rPr>
          <w:szCs w:val="22"/>
        </w:rPr>
      </w:pPr>
      <w:r w:rsidRPr="00025C28">
        <w:rPr>
          <w:szCs w:val="22"/>
        </w:rPr>
        <w:br w:type="page"/>
      </w:r>
    </w:p>
    <w:p w:rsidR="00025C28" w:rsidRPr="00025C28" w:rsidRDefault="00025C28" w:rsidP="00025C28">
      <w:pPr>
        <w:tabs>
          <w:tab w:val="num" w:pos="993"/>
        </w:tabs>
        <w:autoSpaceDE w:val="0"/>
        <w:autoSpaceDN w:val="0"/>
        <w:adjustRightInd w:val="0"/>
        <w:jc w:val="center"/>
      </w:pPr>
      <w:r w:rsidRPr="00025C28">
        <w:lastRenderedPageBreak/>
        <w:t xml:space="preserve">[ARTICLE 4 </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 xml:space="preserve">BENEFICIARIES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[Alt 1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The beneficiaries of this instrument are indigenous peoples, local communities, and other beneficiaries,</w:t>
      </w:r>
      <w:r w:rsidRPr="00025C28">
        <w:rPr>
          <w:vertAlign w:val="superscript"/>
        </w:rPr>
        <w:footnoteReference w:id="9"/>
      </w:r>
      <w:r w:rsidRPr="00025C28">
        <w:t xml:space="preserve"> as may be determined under national law.]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2</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Beneficiaries of [protection under] this instrument are indigenous [peoples] and local communities who hold [protected] traditional knowledge.]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szCs w:val="22"/>
        </w:rPr>
      </w:pPr>
      <w:r w:rsidRPr="00025C28">
        <w:t>[Alt 3</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The beneficiaries of this instrument are indigenous [peoples], local communities, and other beneficiaries, [such as states [and/or nations]], as may be determined under national law.]]  </w:t>
      </w:r>
    </w:p>
    <w:p w:rsidR="00025C28" w:rsidRPr="00025C28" w:rsidRDefault="00025C28" w:rsidP="00025C28">
      <w:pPr>
        <w:autoSpaceDE w:val="0"/>
        <w:autoSpaceDN w:val="0"/>
        <w:adjustRightInd w:val="0"/>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5</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SCOPE [AND CONDITIONS] OF PROTECTION</w:t>
      </w:r>
    </w:p>
    <w:p w:rsidR="00025C28" w:rsidRPr="00025C28" w:rsidRDefault="00025C28" w:rsidP="00025C28">
      <w:pPr>
        <w:tabs>
          <w:tab w:val="left" w:pos="550"/>
        </w:tabs>
        <w:autoSpaceDE w:val="0"/>
        <w:autoSpaceDN w:val="0"/>
        <w:adjustRightInd w:val="0"/>
      </w:pPr>
    </w:p>
    <w:p w:rsidR="00025C28" w:rsidRPr="00025C28" w:rsidRDefault="00025C28" w:rsidP="00025C28">
      <w:pPr>
        <w:tabs>
          <w:tab w:val="left" w:pos="550"/>
        </w:tabs>
        <w:autoSpaceDE w:val="0"/>
        <w:autoSpaceDN w:val="0"/>
        <w:adjustRightInd w:val="0"/>
      </w:pPr>
      <w:r w:rsidRPr="00025C28">
        <w:t>[Alt 1</w:t>
      </w:r>
    </w:p>
    <w:p w:rsidR="00025C28" w:rsidRPr="00025C28" w:rsidRDefault="00025C28" w:rsidP="00025C28">
      <w:pPr>
        <w:tabs>
          <w:tab w:val="left" w:pos="550"/>
        </w:tabs>
        <w:autoSpaceDE w:val="0"/>
        <w:autoSpaceDN w:val="0"/>
        <w:adjustRightInd w:val="0"/>
      </w:pPr>
    </w:p>
    <w:p w:rsidR="00025C28" w:rsidRPr="00025C28" w:rsidRDefault="00025C28" w:rsidP="00025C28">
      <w:pPr>
        <w:tabs>
          <w:tab w:val="left" w:pos="550"/>
        </w:tabs>
        <w:autoSpaceDE w:val="0"/>
        <w:autoSpaceDN w:val="0"/>
        <w:adjustRightInd w:val="0"/>
      </w:pPr>
      <w:r w:rsidRPr="00025C28">
        <w:t>5.1</w:t>
      </w:r>
      <w:r w:rsidRPr="00025C28">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025C28" w:rsidRPr="00025C28" w:rsidRDefault="00025C28" w:rsidP="00025C28">
      <w:pPr>
        <w:tabs>
          <w:tab w:val="left" w:pos="550"/>
        </w:tabs>
        <w:autoSpaceDE w:val="0"/>
        <w:autoSpaceDN w:val="0"/>
        <w:adjustRightInd w:val="0"/>
      </w:pPr>
    </w:p>
    <w:p w:rsidR="00025C28" w:rsidRPr="00025C28" w:rsidRDefault="00025C28" w:rsidP="00025C28">
      <w:pPr>
        <w:tabs>
          <w:tab w:val="left" w:pos="550"/>
        </w:tabs>
        <w:autoSpaceDE w:val="0"/>
        <w:autoSpaceDN w:val="0"/>
        <w:adjustRightInd w:val="0"/>
      </w:pPr>
      <w:r w:rsidRPr="00025C28">
        <w:t>5.2</w:t>
      </w:r>
      <w:r w:rsidRPr="00025C28">
        <w:tab/>
      </w:r>
      <w:r w:rsidRPr="00025C28">
        <w:rPr>
          <w:szCs w:val="22"/>
        </w:rPr>
        <w:t>Protection under this instrument does not extend to traditional knowledge that is widely known or used outside the community of the beneficiaries as defined in this [instrument], [for a reasonable period of time], in the public domain, or protected by an intellectual property right.</w:t>
      </w:r>
      <w:r w:rsidRPr="00025C28">
        <w:t>]</w:t>
      </w:r>
    </w:p>
    <w:p w:rsidR="00025C28" w:rsidRPr="00025C28" w:rsidRDefault="00025C28" w:rsidP="00025C28">
      <w:pPr>
        <w:tabs>
          <w:tab w:val="left" w:pos="550"/>
        </w:tabs>
        <w:autoSpaceDE w:val="0"/>
        <w:autoSpaceDN w:val="0"/>
        <w:adjustRightInd w:val="0"/>
        <w:rPr>
          <w:b/>
          <w:i/>
        </w:rPr>
      </w:pPr>
    </w:p>
    <w:p w:rsidR="00025C28" w:rsidRPr="00025C28" w:rsidRDefault="00025C28" w:rsidP="00025C28">
      <w:pPr>
        <w:tabs>
          <w:tab w:val="left" w:pos="550"/>
        </w:tabs>
        <w:autoSpaceDE w:val="0"/>
        <w:autoSpaceDN w:val="0"/>
        <w:adjustRightInd w:val="0"/>
        <w:rPr>
          <w:b/>
          <w:i/>
        </w:rPr>
      </w:pPr>
    </w:p>
    <w:p w:rsidR="00025C28" w:rsidRPr="00025C28" w:rsidRDefault="00025C28" w:rsidP="00025C28">
      <w:pPr>
        <w:tabs>
          <w:tab w:val="left" w:pos="550"/>
        </w:tabs>
        <w:autoSpaceDE w:val="0"/>
        <w:autoSpaceDN w:val="0"/>
        <w:adjustRightInd w:val="0"/>
      </w:pPr>
      <w:r w:rsidRPr="00025C28">
        <w:t>[Alt 2</w:t>
      </w:r>
    </w:p>
    <w:p w:rsidR="00025C28" w:rsidRPr="00025C28" w:rsidRDefault="00025C28" w:rsidP="00025C28">
      <w:pPr>
        <w:tabs>
          <w:tab w:val="left" w:pos="550"/>
        </w:tabs>
        <w:autoSpaceDE w:val="0"/>
        <w:autoSpaceDN w:val="0"/>
        <w:adjustRightInd w:val="0"/>
        <w:rPr>
          <w:i/>
        </w:rPr>
      </w:pPr>
    </w:p>
    <w:p w:rsidR="00025C28" w:rsidRPr="00025C28" w:rsidRDefault="00025C28" w:rsidP="00025C28">
      <w:pPr>
        <w:autoSpaceDE w:val="0"/>
        <w:autoSpaceDN w:val="0"/>
        <w:adjustRightInd w:val="0"/>
      </w:pPr>
      <w:r w:rsidRPr="00025C28">
        <w:t>5.1</w:t>
      </w:r>
      <w:r w:rsidRPr="00025C28">
        <w:tab/>
        <w:t>Member States [should/shall] take legislative, administrative and/or policy measures, as appropriate, in accordance with national law, in a reasonable and balanced manner, and in a manner consistent with Article 14, with the aim of ensuring that:</w:t>
      </w:r>
    </w:p>
    <w:p w:rsidR="00025C28" w:rsidRPr="00025C28" w:rsidRDefault="00025C28" w:rsidP="00025C28">
      <w:pPr>
        <w:autoSpaceDE w:val="0"/>
        <w:autoSpaceDN w:val="0"/>
        <w:adjustRightInd w:val="0"/>
        <w:ind w:left="764"/>
      </w:pPr>
    </w:p>
    <w:p w:rsidR="00025C28" w:rsidRPr="00025C28" w:rsidRDefault="00025C28" w:rsidP="00025C28">
      <w:pPr>
        <w:numPr>
          <w:ilvl w:val="0"/>
          <w:numId w:val="12"/>
        </w:numPr>
        <w:autoSpaceDE w:val="0"/>
        <w:autoSpaceDN w:val="0"/>
        <w:adjustRightInd w:val="0"/>
        <w:ind w:left="630" w:hanging="63"/>
      </w:pPr>
      <w:r w:rsidRPr="00025C28">
        <w:t xml:space="preserve">Where with reference to the customary laws and practices of indigenous [peoples] and local communities/beneficiaries, access to traditional knowledge is restricted, including where the traditional knowledge is secret or sacred: </w:t>
      </w:r>
    </w:p>
    <w:p w:rsidR="00025C28" w:rsidRPr="00025C28" w:rsidRDefault="00025C28" w:rsidP="00025C28">
      <w:pPr>
        <w:tabs>
          <w:tab w:val="left" w:pos="550"/>
        </w:tabs>
        <w:autoSpaceDE w:val="0"/>
        <w:autoSpaceDN w:val="0"/>
        <w:adjustRightInd w:val="0"/>
        <w:ind w:left="404"/>
      </w:pPr>
    </w:p>
    <w:p w:rsidR="00025C28" w:rsidRPr="00025C28" w:rsidRDefault="00025C28" w:rsidP="00025C28">
      <w:pPr>
        <w:numPr>
          <w:ilvl w:val="0"/>
          <w:numId w:val="11"/>
        </w:numPr>
        <w:autoSpaceDE w:val="0"/>
        <w:autoSpaceDN w:val="0"/>
        <w:adjustRightInd w:val="0"/>
        <w:ind w:firstLine="180"/>
      </w:pPr>
      <w:r w:rsidRPr="00025C28">
        <w:t>Beneficiaries have the exclusive and collective right to maintain, control, use, develop, authorize or prevent access to and use/utilization of their traditional knowledge; and receive a fair and equitable share of benefits arising from its use.</w:t>
      </w:r>
    </w:p>
    <w:p w:rsidR="00025C28" w:rsidRPr="00025C28" w:rsidRDefault="00025C28" w:rsidP="00025C28">
      <w:pPr>
        <w:autoSpaceDE w:val="0"/>
        <w:autoSpaceDN w:val="0"/>
        <w:adjustRightInd w:val="0"/>
        <w:ind w:left="1380" w:hanging="567"/>
      </w:pPr>
    </w:p>
    <w:p w:rsidR="00025C28" w:rsidRPr="00025C28" w:rsidRDefault="00025C28" w:rsidP="00025C28">
      <w:pPr>
        <w:numPr>
          <w:ilvl w:val="0"/>
          <w:numId w:val="11"/>
        </w:numPr>
        <w:autoSpaceDE w:val="0"/>
        <w:autoSpaceDN w:val="0"/>
        <w:adjustRightInd w:val="0"/>
        <w:ind w:firstLine="180"/>
      </w:pPr>
      <w:r w:rsidRPr="00025C28">
        <w:t>Beneficiaries have the moral right of attribution and the moral right to the use of their traditional knowledge in a manner that respects the integrity of such traditional knowledge.</w:t>
      </w:r>
    </w:p>
    <w:p w:rsidR="00025C28" w:rsidRPr="00025C28" w:rsidRDefault="00025C28" w:rsidP="00025C28">
      <w:pPr>
        <w:tabs>
          <w:tab w:val="left" w:pos="550"/>
        </w:tabs>
        <w:autoSpaceDE w:val="0"/>
        <w:autoSpaceDN w:val="0"/>
        <w:adjustRightInd w:val="0"/>
        <w:ind w:left="404"/>
        <w:contextualSpacing/>
      </w:pPr>
    </w:p>
    <w:p w:rsidR="00025C28" w:rsidRPr="00025C28" w:rsidRDefault="00025C28" w:rsidP="00025C28">
      <w:pPr>
        <w:numPr>
          <w:ilvl w:val="0"/>
          <w:numId w:val="12"/>
        </w:numPr>
        <w:autoSpaceDE w:val="0"/>
        <w:autoSpaceDN w:val="0"/>
        <w:adjustRightInd w:val="0"/>
        <w:ind w:left="540" w:firstLine="27"/>
      </w:pPr>
      <w:r w:rsidRPr="00025C28">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025C28" w:rsidRPr="00025C28" w:rsidRDefault="00025C28" w:rsidP="00025C28">
      <w:pPr>
        <w:autoSpaceDE w:val="0"/>
        <w:autoSpaceDN w:val="0"/>
        <w:adjustRightInd w:val="0"/>
        <w:ind w:left="764"/>
      </w:pPr>
    </w:p>
    <w:p w:rsidR="00025C28" w:rsidRPr="00025C28" w:rsidRDefault="00025C28" w:rsidP="00025C28">
      <w:pPr>
        <w:numPr>
          <w:ilvl w:val="0"/>
          <w:numId w:val="6"/>
        </w:numPr>
        <w:autoSpaceDE w:val="0"/>
        <w:autoSpaceDN w:val="0"/>
        <w:adjustRightInd w:val="0"/>
        <w:ind w:left="1080" w:firstLine="180"/>
      </w:pPr>
      <w:r w:rsidRPr="00025C28">
        <w:t xml:space="preserve">Beneficiaries receive a fair and equitable share of benefits arising from its use; and </w:t>
      </w:r>
    </w:p>
    <w:p w:rsidR="00025C28" w:rsidRPr="00025C28" w:rsidRDefault="00025C28" w:rsidP="00025C28">
      <w:pPr>
        <w:autoSpaceDE w:val="0"/>
        <w:autoSpaceDN w:val="0"/>
        <w:adjustRightInd w:val="0"/>
        <w:ind w:left="1538" w:hanging="567"/>
      </w:pPr>
    </w:p>
    <w:p w:rsidR="00025C28" w:rsidRPr="00025C28" w:rsidRDefault="00025C28" w:rsidP="00025C28">
      <w:pPr>
        <w:numPr>
          <w:ilvl w:val="0"/>
          <w:numId w:val="6"/>
        </w:numPr>
        <w:autoSpaceDE w:val="0"/>
        <w:autoSpaceDN w:val="0"/>
        <w:adjustRightInd w:val="0"/>
        <w:ind w:left="1080" w:firstLine="180"/>
        <w:rPr>
          <w:rFonts w:eastAsia="Times New Roman"/>
          <w:lang w:val="sv-SE" w:eastAsia="en-US"/>
        </w:rPr>
      </w:pPr>
      <w:r w:rsidRPr="00025C28">
        <w:t>Beneficiaries have the moral right of attribution and the right to the use of their traditional knowledge in a manner that respects the integrity of such traditional knowledge.</w:t>
      </w:r>
    </w:p>
    <w:p w:rsidR="00025C28" w:rsidRPr="00025C28" w:rsidRDefault="00025C28" w:rsidP="00025C28">
      <w:pPr>
        <w:autoSpaceDE w:val="0"/>
        <w:autoSpaceDN w:val="0"/>
        <w:adjustRightInd w:val="0"/>
        <w:ind w:left="1134"/>
      </w:pPr>
    </w:p>
    <w:p w:rsidR="00025C28" w:rsidRDefault="00025C28" w:rsidP="00025C28">
      <w:pPr>
        <w:autoSpaceDE w:val="0"/>
        <w:autoSpaceDN w:val="0"/>
        <w:adjustRightInd w:val="0"/>
      </w:pPr>
      <w:r w:rsidRPr="00025C28">
        <w:t>5.2</w:t>
      </w:r>
      <w:r w:rsidRPr="00025C28">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r w:rsidR="00255D13">
        <w:t xml:space="preserve"> </w:t>
      </w:r>
    </w:p>
    <w:p w:rsidR="00255D13" w:rsidRPr="00025C28" w:rsidRDefault="00255D13" w:rsidP="00025C28">
      <w:pPr>
        <w:autoSpaceDE w:val="0"/>
        <w:autoSpaceDN w:val="0"/>
        <w:adjustRightInd w:val="0"/>
      </w:pPr>
    </w:p>
    <w:p w:rsidR="00025C28" w:rsidRPr="00025C28" w:rsidRDefault="00025C28" w:rsidP="00025C28">
      <w:pPr>
        <w:tabs>
          <w:tab w:val="left" w:pos="550"/>
        </w:tabs>
        <w:autoSpaceDE w:val="0"/>
        <w:autoSpaceDN w:val="0"/>
        <w:adjustRightInd w:val="0"/>
      </w:pPr>
      <w:r w:rsidRPr="00025C28">
        <w:lastRenderedPageBreak/>
        <w:t>[Alt 3</w:t>
      </w:r>
    </w:p>
    <w:p w:rsidR="00025C28" w:rsidRPr="00025C28" w:rsidRDefault="00025C28" w:rsidP="00025C28">
      <w:pPr>
        <w:tabs>
          <w:tab w:val="left" w:pos="550"/>
        </w:tabs>
        <w:autoSpaceDE w:val="0"/>
        <w:autoSpaceDN w:val="0"/>
        <w:adjustRightInd w:val="0"/>
        <w:rPr>
          <w:i/>
        </w:rPr>
      </w:pPr>
    </w:p>
    <w:p w:rsidR="00025C28" w:rsidRPr="00025C28" w:rsidRDefault="00025C28" w:rsidP="00025C28">
      <w:pPr>
        <w:autoSpaceDE w:val="0"/>
        <w:autoSpaceDN w:val="0"/>
        <w:adjustRightInd w:val="0"/>
      </w:pPr>
      <w:r w:rsidRPr="00025C28">
        <w:t xml:space="preserve">Where traditional knowledge is distinctively associated with the cultural heritage of beneficiaries 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5.1</w:t>
      </w:r>
      <w:r w:rsidRPr="00025C28">
        <w:tab/>
        <w:t xml:space="preserve">Where the protected traditional knowledge is secret, whether or not it is sacred, Member States should encourage that: </w:t>
      </w:r>
    </w:p>
    <w:p w:rsidR="00025C28" w:rsidRPr="00025C28" w:rsidRDefault="00025C28" w:rsidP="00025C28">
      <w:pPr>
        <w:autoSpaceDE w:val="0"/>
        <w:autoSpaceDN w:val="0"/>
        <w:adjustRightInd w:val="0"/>
        <w:ind w:left="555" w:hanging="555"/>
      </w:pPr>
    </w:p>
    <w:p w:rsidR="00025C28" w:rsidRPr="00025C28" w:rsidRDefault="00025C28" w:rsidP="00025C28">
      <w:pPr>
        <w:autoSpaceDE w:val="0"/>
        <w:autoSpaceDN w:val="0"/>
        <w:adjustRightInd w:val="0"/>
        <w:ind w:left="540" w:firstLine="15"/>
      </w:pPr>
      <w:r w:rsidRPr="00025C28">
        <w:t>(a)</w:t>
      </w:r>
      <w:r w:rsidRPr="00025C28">
        <w:tab/>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025C28" w:rsidRPr="00025C28" w:rsidRDefault="00025C28" w:rsidP="00025C28"/>
    <w:p w:rsidR="00025C28" w:rsidRPr="00025C28" w:rsidRDefault="00025C28" w:rsidP="00025C28">
      <w:pPr>
        <w:autoSpaceDE w:val="0"/>
        <w:autoSpaceDN w:val="0"/>
        <w:adjustRightInd w:val="0"/>
        <w:ind w:left="540" w:firstLine="15"/>
      </w:pPr>
      <w:r w:rsidRPr="00025C28">
        <w:t>(b)</w:t>
      </w:r>
      <w:r w:rsidRPr="00025C28">
        <w:tab/>
        <w:t>Users identify clearly discernible holders of said protected traditional knowledge and use the knowledge in a manner that respects the cultural norms and practices of the beneficiaries.</w:t>
      </w:r>
    </w:p>
    <w:p w:rsidR="00025C28" w:rsidRPr="00025C28" w:rsidRDefault="00025C28" w:rsidP="00025C28">
      <w:pPr>
        <w:autoSpaceDE w:val="0"/>
        <w:autoSpaceDN w:val="0"/>
        <w:adjustRightInd w:val="0"/>
        <w:ind w:left="555" w:hanging="555"/>
      </w:pPr>
    </w:p>
    <w:p w:rsidR="00025C28" w:rsidRPr="00025C28" w:rsidRDefault="00025C28" w:rsidP="00025C28">
      <w:pPr>
        <w:autoSpaceDE w:val="0"/>
        <w:autoSpaceDN w:val="0"/>
        <w:adjustRightInd w:val="0"/>
      </w:pPr>
      <w:r w:rsidRPr="00025C28">
        <w:t>5.2</w:t>
      </w:r>
      <w:r w:rsidRPr="00025C28">
        <w:tab/>
        <w:t xml:space="preserve">Where the protected traditional knowledge is narrowly diffused, whether or not it is sacred, Member States should encourage as a best practice that: </w:t>
      </w:r>
    </w:p>
    <w:p w:rsidR="00025C28" w:rsidRPr="00025C28" w:rsidRDefault="00025C28" w:rsidP="00025C28">
      <w:pPr>
        <w:autoSpaceDE w:val="0"/>
        <w:autoSpaceDN w:val="0"/>
        <w:adjustRightInd w:val="0"/>
        <w:ind w:left="555" w:hanging="555"/>
      </w:pPr>
    </w:p>
    <w:p w:rsidR="00025C28" w:rsidRPr="00025C28" w:rsidRDefault="00025C28" w:rsidP="00025C28">
      <w:pPr>
        <w:numPr>
          <w:ilvl w:val="0"/>
          <w:numId w:val="14"/>
        </w:numPr>
        <w:autoSpaceDE w:val="0"/>
        <w:autoSpaceDN w:val="0"/>
        <w:adjustRightInd w:val="0"/>
        <w:ind w:left="540" w:firstLine="27"/>
      </w:pPr>
      <w:r w:rsidRPr="00025C28">
        <w:t>Beneficiaries that directly communicate protected traditional knowledge to users receive a fair and equitable share of benefits arising from its use by said users;  and</w:t>
      </w:r>
    </w:p>
    <w:p w:rsidR="00025C28" w:rsidRPr="00025C28" w:rsidRDefault="00025C28" w:rsidP="00025C28">
      <w:pPr>
        <w:autoSpaceDE w:val="0"/>
        <w:autoSpaceDN w:val="0"/>
        <w:adjustRightInd w:val="0"/>
        <w:ind w:left="555" w:hanging="555"/>
      </w:pPr>
    </w:p>
    <w:p w:rsidR="00025C28" w:rsidRPr="00025C28" w:rsidRDefault="00025C28" w:rsidP="00025C28">
      <w:pPr>
        <w:numPr>
          <w:ilvl w:val="0"/>
          <w:numId w:val="14"/>
        </w:numPr>
        <w:autoSpaceDE w:val="0"/>
        <w:autoSpaceDN w:val="0"/>
        <w:adjustRightInd w:val="0"/>
        <w:ind w:left="540" w:firstLine="27"/>
      </w:pPr>
      <w:r w:rsidRPr="00025C28">
        <w:t>Users identify clearly-discernable holders of the protected traditional knowledge when using said traditional knowledge, and use the knowledge in a manner that respects the cultural norms and practices of the beneficiaries.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5.3</w:t>
      </w:r>
      <w:r w:rsidRPr="00025C28">
        <w:tab/>
        <w:t>Member States should use best endeavors to archive and preserve traditional knowledge that is widely diffused.]]</w:t>
      </w:r>
    </w:p>
    <w:p w:rsidR="00025C28" w:rsidRPr="00025C28" w:rsidRDefault="00025C28" w:rsidP="00025C28">
      <w:pPr>
        <w:tabs>
          <w:tab w:val="num" w:pos="993"/>
        </w:tabs>
        <w:autoSpaceDE w:val="0"/>
        <w:autoSpaceDN w:val="0"/>
        <w:adjustRightInd w:val="0"/>
        <w:jc w:val="center"/>
      </w:pP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5BIS</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1100"/>
        </w:tabs>
        <w:autoSpaceDE w:val="0"/>
        <w:autoSpaceDN w:val="0"/>
        <w:adjustRightInd w:val="0"/>
        <w:jc w:val="center"/>
        <w:rPr>
          <w:szCs w:val="22"/>
        </w:rPr>
      </w:pPr>
      <w:r w:rsidRPr="00025C28">
        <w:t>[DATABASE], [COMPLEMENTARY] [AND] [DEFENSIVE] PROTECTION</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jc w:val="center"/>
      </w:pPr>
      <w:r w:rsidRPr="00025C28">
        <w:t>Database Protection</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5BIS.1</w:t>
      </w:r>
      <w:r w:rsidRPr="00025C28">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5BIS.2</w:t>
      </w:r>
      <w:r w:rsidRPr="00025C28">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5BIS.3</w:t>
      </w:r>
      <w:r w:rsidRPr="00025C28">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[Complementary][Defensive] Protection</w:t>
      </w:r>
    </w:p>
    <w:p w:rsidR="00025C28" w:rsidRPr="00025C28" w:rsidRDefault="00025C28" w:rsidP="00025C28">
      <w:pPr>
        <w:tabs>
          <w:tab w:val="num" w:pos="993"/>
        </w:tabs>
        <w:autoSpaceDE w:val="0"/>
        <w:autoSpaceDN w:val="0"/>
        <w:adjustRightInd w:val="0"/>
        <w:rPr>
          <w:i/>
        </w:rPr>
      </w:pPr>
    </w:p>
    <w:p w:rsidR="00025C28" w:rsidRPr="00025C28" w:rsidRDefault="00025C28" w:rsidP="00025C28">
      <w:pPr>
        <w:autoSpaceDE w:val="0"/>
        <w:autoSpaceDN w:val="0"/>
        <w:adjustRightInd w:val="0"/>
      </w:pPr>
      <w:r w:rsidRPr="00025C28">
        <w:t>5BIS.4</w:t>
      </w:r>
      <w:r w:rsidRPr="00025C28">
        <w:tab/>
        <w:t>[Member States]/[Contracting Parties] should [endeavour to], subject to and consistent with national and customary law:</w:t>
      </w:r>
    </w:p>
    <w:p w:rsidR="00025C28" w:rsidRPr="00025C28" w:rsidRDefault="00025C28" w:rsidP="00025C28">
      <w:pPr>
        <w:autoSpaceDE w:val="0"/>
        <w:autoSpaceDN w:val="0"/>
        <w:adjustRightInd w:val="0"/>
      </w:pPr>
    </w:p>
    <w:p w:rsidR="00025C28" w:rsidRPr="00025C28" w:rsidRDefault="00025C28" w:rsidP="00025C28">
      <w:pPr>
        <w:numPr>
          <w:ilvl w:val="0"/>
          <w:numId w:val="7"/>
        </w:numPr>
        <w:autoSpaceDE w:val="0"/>
        <w:autoSpaceDN w:val="0"/>
        <w:adjustRightInd w:val="0"/>
        <w:ind w:left="540" w:firstLine="0"/>
      </w:pPr>
      <w:r w:rsidRPr="00025C28">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025C28" w:rsidRPr="00025C28" w:rsidRDefault="00025C28" w:rsidP="00025C28">
      <w:pPr>
        <w:autoSpaceDE w:val="0"/>
        <w:autoSpaceDN w:val="0"/>
        <w:adjustRightInd w:val="0"/>
        <w:ind w:left="1080" w:hanging="540"/>
      </w:pPr>
    </w:p>
    <w:p w:rsidR="00025C28" w:rsidRPr="00025C28" w:rsidRDefault="00025C28" w:rsidP="00025C28">
      <w:pPr>
        <w:numPr>
          <w:ilvl w:val="0"/>
          <w:numId w:val="7"/>
        </w:numPr>
        <w:autoSpaceDE w:val="0"/>
        <w:autoSpaceDN w:val="0"/>
        <w:adjustRightInd w:val="0"/>
        <w:ind w:left="540" w:firstLine="0"/>
      </w:pPr>
      <w:r w:rsidRPr="00025C28">
        <w:t>[facilitate/encourage, as appropriate, the creation, exchange and dissemination of, and access to, [publicly accessible] databases of genetic resources and traditional knowledge associated with genetic resources;]</w:t>
      </w:r>
    </w:p>
    <w:p w:rsidR="00025C28" w:rsidRPr="00025C28" w:rsidRDefault="00025C28" w:rsidP="00025C28">
      <w:pPr>
        <w:autoSpaceDE w:val="0"/>
        <w:autoSpaceDN w:val="0"/>
        <w:adjustRightInd w:val="0"/>
        <w:ind w:left="1080" w:hanging="540"/>
      </w:pPr>
    </w:p>
    <w:p w:rsidR="00025C28" w:rsidRPr="00025C28" w:rsidRDefault="00025C28" w:rsidP="00025C28">
      <w:pPr>
        <w:numPr>
          <w:ilvl w:val="0"/>
          <w:numId w:val="7"/>
        </w:numPr>
        <w:autoSpaceDE w:val="0"/>
        <w:autoSpaceDN w:val="0"/>
        <w:adjustRightInd w:val="0"/>
        <w:ind w:left="540" w:firstLine="0"/>
      </w:pPr>
      <w:r w:rsidRPr="00025C28">
        <w:t>[provide opposition measures that will allow third parties to dispute the validity of a patent [by submitting prior art];]</w:t>
      </w:r>
    </w:p>
    <w:p w:rsidR="00025C28" w:rsidRPr="00025C28" w:rsidRDefault="00025C28" w:rsidP="00025C28">
      <w:pPr>
        <w:autoSpaceDE w:val="0"/>
        <w:autoSpaceDN w:val="0"/>
        <w:adjustRightInd w:val="0"/>
        <w:ind w:left="1080"/>
      </w:pPr>
    </w:p>
    <w:p w:rsidR="00025C28" w:rsidRPr="00025C28" w:rsidRDefault="00025C28" w:rsidP="00025C28">
      <w:pPr>
        <w:numPr>
          <w:ilvl w:val="0"/>
          <w:numId w:val="7"/>
        </w:numPr>
        <w:autoSpaceDE w:val="0"/>
        <w:autoSpaceDN w:val="0"/>
        <w:adjustRightInd w:val="0"/>
        <w:ind w:hanging="540"/>
      </w:pPr>
      <w:r w:rsidRPr="00025C28">
        <w:t xml:space="preserve">encourage the development and use of voluntary codes of conduct; </w:t>
      </w:r>
    </w:p>
    <w:p w:rsidR="00025C28" w:rsidRPr="00025C28" w:rsidRDefault="00025C28" w:rsidP="00025C28">
      <w:pPr>
        <w:autoSpaceDE w:val="0"/>
        <w:autoSpaceDN w:val="0"/>
        <w:adjustRightInd w:val="0"/>
        <w:ind w:left="1080"/>
      </w:pPr>
    </w:p>
    <w:p w:rsidR="00025C28" w:rsidRPr="00025C28" w:rsidRDefault="00025C28" w:rsidP="00025C28">
      <w:pPr>
        <w:numPr>
          <w:ilvl w:val="0"/>
          <w:numId w:val="7"/>
        </w:numPr>
        <w:autoSpaceDE w:val="0"/>
        <w:autoSpaceDN w:val="0"/>
        <w:adjustRightInd w:val="0"/>
        <w:ind w:left="540" w:firstLine="0"/>
      </w:pPr>
      <w:r w:rsidRPr="00025C28">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025C28" w:rsidRPr="00025C28" w:rsidRDefault="00025C28" w:rsidP="00025C28">
      <w:pPr>
        <w:autoSpaceDE w:val="0"/>
        <w:autoSpaceDN w:val="0"/>
        <w:adjustRightInd w:val="0"/>
        <w:ind w:left="1080"/>
      </w:pPr>
    </w:p>
    <w:p w:rsidR="00025C28" w:rsidRPr="00025C28" w:rsidRDefault="00025C28" w:rsidP="00025C28">
      <w:pPr>
        <w:numPr>
          <w:ilvl w:val="0"/>
          <w:numId w:val="7"/>
        </w:numPr>
        <w:autoSpaceDE w:val="0"/>
        <w:autoSpaceDN w:val="0"/>
        <w:adjustRightInd w:val="0"/>
        <w:ind w:left="540" w:firstLine="0"/>
      </w:pPr>
      <w:r w:rsidRPr="00025C28">
        <w:lastRenderedPageBreak/>
        <w:t>[consider the establishment of [publicly accessible] databases of traditional knowledge that are accessible to patent offices to avoid the erroneous grant of patents compile and maintain such databases in accordance with national law;</w:t>
      </w:r>
    </w:p>
    <w:p w:rsidR="00025C28" w:rsidRPr="00025C28" w:rsidRDefault="00025C28" w:rsidP="00025C28">
      <w:pPr>
        <w:autoSpaceDE w:val="0"/>
        <w:autoSpaceDN w:val="0"/>
        <w:adjustRightInd w:val="0"/>
        <w:ind w:left="1080" w:hanging="540"/>
      </w:pPr>
    </w:p>
    <w:p w:rsidR="00025C28" w:rsidRPr="00025C28" w:rsidRDefault="00025C28" w:rsidP="00025C28">
      <w:pPr>
        <w:numPr>
          <w:ilvl w:val="0"/>
          <w:numId w:val="8"/>
        </w:numPr>
        <w:autoSpaceDE w:val="0"/>
        <w:autoSpaceDN w:val="0"/>
        <w:adjustRightInd w:val="0"/>
        <w:ind w:left="990" w:firstLine="270"/>
        <w:contextualSpacing/>
        <w:rPr>
          <w:szCs w:val="22"/>
        </w:rPr>
      </w:pPr>
      <w:r w:rsidRPr="00025C28">
        <w:t>there should be minimum standards to harmonize the structure and content of such databases;</w:t>
      </w:r>
    </w:p>
    <w:p w:rsidR="00025C28" w:rsidRPr="00025C28" w:rsidRDefault="00025C28" w:rsidP="00025C28">
      <w:pPr>
        <w:autoSpaceDE w:val="0"/>
        <w:autoSpaceDN w:val="0"/>
        <w:adjustRightInd w:val="0"/>
        <w:ind w:left="1630"/>
        <w:contextualSpacing/>
      </w:pPr>
    </w:p>
    <w:p w:rsidR="00025C28" w:rsidRPr="00025C28" w:rsidRDefault="00025C28" w:rsidP="00025C28">
      <w:pPr>
        <w:numPr>
          <w:ilvl w:val="0"/>
          <w:numId w:val="8"/>
        </w:numPr>
        <w:autoSpaceDE w:val="0"/>
        <w:autoSpaceDN w:val="0"/>
        <w:adjustRightInd w:val="0"/>
        <w:contextualSpacing/>
      </w:pPr>
      <w:r w:rsidRPr="00025C28">
        <w:t>the content of the databases should be:</w:t>
      </w:r>
    </w:p>
    <w:p w:rsidR="00025C28" w:rsidRPr="00025C28" w:rsidRDefault="00025C28" w:rsidP="00025C28">
      <w:pPr>
        <w:autoSpaceDE w:val="0"/>
        <w:autoSpaceDN w:val="0"/>
        <w:adjustRightInd w:val="0"/>
      </w:pPr>
    </w:p>
    <w:p w:rsidR="00025C28" w:rsidRPr="00025C28" w:rsidRDefault="00025C28" w:rsidP="00025C28">
      <w:pPr>
        <w:numPr>
          <w:ilvl w:val="1"/>
          <w:numId w:val="8"/>
        </w:numPr>
        <w:autoSpaceDE w:val="0"/>
        <w:autoSpaceDN w:val="0"/>
        <w:adjustRightInd w:val="0"/>
        <w:ind w:left="1980"/>
        <w:contextualSpacing/>
      </w:pPr>
      <w:r w:rsidRPr="00025C28">
        <w:t>languages that can be understood by patent examiners;</w:t>
      </w:r>
    </w:p>
    <w:p w:rsidR="00025C28" w:rsidRPr="00025C28" w:rsidRDefault="00025C28" w:rsidP="00025C28">
      <w:pPr>
        <w:autoSpaceDE w:val="0"/>
        <w:autoSpaceDN w:val="0"/>
        <w:adjustRightInd w:val="0"/>
        <w:ind w:left="1980"/>
        <w:contextualSpacing/>
      </w:pPr>
    </w:p>
    <w:p w:rsidR="00025C28" w:rsidRPr="00025C28" w:rsidRDefault="00025C28" w:rsidP="00025C28">
      <w:pPr>
        <w:numPr>
          <w:ilvl w:val="1"/>
          <w:numId w:val="8"/>
        </w:numPr>
        <w:autoSpaceDE w:val="0"/>
        <w:autoSpaceDN w:val="0"/>
        <w:adjustRightInd w:val="0"/>
        <w:ind w:left="1980"/>
        <w:contextualSpacing/>
      </w:pPr>
      <w:r w:rsidRPr="00025C28">
        <w:t>written and oral information regarding traditional knowledge;</w:t>
      </w:r>
    </w:p>
    <w:p w:rsidR="00025C28" w:rsidRPr="00025C28" w:rsidRDefault="00025C28" w:rsidP="00025C28">
      <w:pPr>
        <w:autoSpaceDE w:val="0"/>
        <w:autoSpaceDN w:val="0"/>
        <w:adjustRightInd w:val="0"/>
        <w:contextualSpacing/>
      </w:pPr>
    </w:p>
    <w:p w:rsidR="00025C28" w:rsidRPr="00025C28" w:rsidRDefault="00025C28" w:rsidP="00025C28">
      <w:pPr>
        <w:numPr>
          <w:ilvl w:val="1"/>
          <w:numId w:val="8"/>
        </w:numPr>
        <w:autoSpaceDE w:val="0"/>
        <w:autoSpaceDN w:val="0"/>
        <w:adjustRightInd w:val="0"/>
        <w:ind w:left="1980"/>
        <w:contextualSpacing/>
      </w:pPr>
      <w:r w:rsidRPr="00025C28">
        <w:t>relevant written and oral prior art related to traditional knowledge.]</w:t>
      </w:r>
    </w:p>
    <w:p w:rsidR="00025C28" w:rsidRPr="00025C28" w:rsidRDefault="00025C28" w:rsidP="00025C28">
      <w:pPr>
        <w:autoSpaceDE w:val="0"/>
        <w:autoSpaceDN w:val="0"/>
        <w:adjustRightInd w:val="0"/>
      </w:pPr>
    </w:p>
    <w:p w:rsidR="00025C28" w:rsidRPr="00025C28" w:rsidRDefault="00025C28" w:rsidP="00025C28">
      <w:pPr>
        <w:numPr>
          <w:ilvl w:val="0"/>
          <w:numId w:val="7"/>
        </w:numPr>
        <w:autoSpaceDE w:val="0"/>
        <w:autoSpaceDN w:val="0"/>
        <w:adjustRightInd w:val="0"/>
        <w:ind w:left="540" w:firstLine="0"/>
      </w:pPr>
      <w:r w:rsidRPr="00025C28">
        <w:t xml:space="preserve">[develop appropriate and adequate guidelines for the purpose of conducting search and examination of patent applications relating to traditional knowledge by patent offices;] </w:t>
      </w:r>
    </w:p>
    <w:p w:rsidR="00025C28" w:rsidRPr="00025C28" w:rsidRDefault="00025C28" w:rsidP="00025C28">
      <w:pPr>
        <w:autoSpaceDE w:val="0"/>
        <w:autoSpaceDN w:val="0"/>
        <w:adjustRightInd w:val="0"/>
        <w:ind w:left="540"/>
      </w:pPr>
    </w:p>
    <w:p w:rsidR="00025C28" w:rsidRPr="00025C28" w:rsidRDefault="00025C28" w:rsidP="00025C28">
      <w:pPr>
        <w:autoSpaceDE w:val="0"/>
        <w:autoSpaceDN w:val="0"/>
        <w:adjustRightInd w:val="0"/>
      </w:pPr>
      <w:r w:rsidRPr="00025C28">
        <w:t>5BIS.5</w:t>
      </w:r>
      <w:r w:rsidRPr="00025C28">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5BIS.6</w:t>
      </w:r>
      <w:r w:rsidRPr="00025C28">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025C28" w:rsidRPr="00025C28" w:rsidRDefault="00025C28" w:rsidP="00025C28">
      <w:pPr>
        <w:autoSpaceDE w:val="0"/>
        <w:autoSpaceDN w:val="0"/>
        <w:adjustRightInd w:val="0"/>
        <w:ind w:left="1134" w:hanging="1134"/>
      </w:pPr>
    </w:p>
    <w:p w:rsidR="00025C28" w:rsidRPr="00025C28" w:rsidRDefault="00025C28" w:rsidP="00025C28">
      <w:pPr>
        <w:autoSpaceDE w:val="0"/>
        <w:autoSpaceDN w:val="0"/>
        <w:adjustRightInd w:val="0"/>
      </w:pPr>
      <w:r w:rsidRPr="00025C28">
        <w:t xml:space="preserve">5BIS.7 </w:t>
      </w:r>
      <w:r w:rsidRPr="00025C28">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5BIS.8</w:t>
      </w:r>
      <w:r w:rsidRPr="00025C28">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025C28" w:rsidRPr="00025C28" w:rsidRDefault="00025C28" w:rsidP="00025C28">
      <w:pPr>
        <w:autoSpaceDE w:val="0"/>
        <w:autoSpaceDN w:val="0"/>
        <w:adjustRightInd w:val="0"/>
      </w:pPr>
      <w:r w:rsidRPr="00025C28">
        <w:t xml:space="preserve"> </w:t>
      </w:r>
    </w:p>
    <w:p w:rsidR="00025C28" w:rsidRPr="00025C28" w:rsidRDefault="00025C28" w:rsidP="00025C28">
      <w:pPr>
        <w:autoSpaceDE w:val="0"/>
        <w:autoSpaceDN w:val="0"/>
        <w:adjustRightInd w:val="0"/>
      </w:pPr>
      <w:r w:rsidRPr="00025C28">
        <w:t>5BIS.9</w:t>
      </w:r>
      <w:r w:rsidRPr="00025C28">
        <w:tab/>
        <w:t xml:space="preserve">Efforts [should]/[shall] also be made to facilitate access to publicly accessible information including information made available in [publicly accessible] databases relating to traditional knowledge by intellectual property offices. </w:t>
      </w:r>
    </w:p>
    <w:p w:rsidR="00025C28" w:rsidRPr="00025C28" w:rsidRDefault="00025C28" w:rsidP="00025C28">
      <w:pPr>
        <w:tabs>
          <w:tab w:val="num" w:pos="993"/>
        </w:tabs>
        <w:autoSpaceDE w:val="0"/>
        <w:autoSpaceDN w:val="0"/>
        <w:adjustRightInd w:val="0"/>
        <w:ind w:left="1134" w:hanging="1134"/>
      </w:pPr>
    </w:p>
    <w:p w:rsidR="00025C28" w:rsidRPr="00025C28" w:rsidRDefault="00025C28" w:rsidP="00025C28">
      <w:pPr>
        <w:tabs>
          <w:tab w:val="num" w:pos="0"/>
        </w:tabs>
        <w:autoSpaceDE w:val="0"/>
        <w:autoSpaceDN w:val="0"/>
        <w:adjustRightInd w:val="0"/>
      </w:pPr>
      <w:r w:rsidRPr="00025C28">
        <w:t>5BIS.10</w:t>
      </w:r>
      <w:r w:rsidRPr="00025C28">
        <w:tab/>
        <w:t>[Intellectual property offices [should]/[shall] ensure that such information is maintained in confidence, except where the information is cited as prior art during the examination of a patent application.]]</w:t>
      </w:r>
    </w:p>
    <w:p w:rsidR="00025C28" w:rsidRPr="00025C28" w:rsidRDefault="00025C28" w:rsidP="00025C28">
      <w:pPr>
        <w:tabs>
          <w:tab w:val="left" w:pos="4050"/>
        </w:tabs>
        <w:autoSpaceDE w:val="0"/>
        <w:autoSpaceDN w:val="0"/>
        <w:adjustRightInd w:val="0"/>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6</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SANCTIONS, REMEDIES AND EXERCISE OF RIGHTS/APPLICATION</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[Alt 1</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Member States shall put in place appropriate, effective, dissuasive, and proportionate legal and/or administrative measures to address violations of the rights contained in this instrument.]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2</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szCs w:val="22"/>
        </w:rPr>
      </w:pPr>
      <w:r w:rsidRPr="00025C28">
        <w:t>6.1</w:t>
      </w:r>
      <w:r w:rsidRPr="00025C28">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6.2</w:t>
      </w:r>
      <w:r w:rsidRPr="00025C28">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6.3 </w:t>
      </w:r>
      <w:r w:rsidRPr="00025C28">
        <w:tab/>
        <w:t>[The beneficiaries [should]/[shall] have the right to initiate legal proceedings where their rights under Paragraphs 1 and 2 are violated or not complied with.]</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6.4 </w:t>
      </w:r>
      <w:r w:rsidRPr="00025C28">
        <w:tab/>
        <w:t>[Where appropriate, sanctions and remedies should reflect the sanctions and remedies that indigenous people and local communities would use.]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6.5 </w:t>
      </w:r>
      <w:r w:rsidRPr="00025C28">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6.6</w:t>
      </w:r>
      <w:r w:rsidRPr="00025C28">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6.7 </w:t>
      </w:r>
      <w:r w:rsidRPr="00025C28">
        <w:tab/>
        <w:t>If an infringement of the rights protected by this instrument is determined in the procedure established in Paragraph 6.1, the sanctions may consider the inclusion of restorative justice measures, according to the nature and effect of the infringement.]]</w:t>
      </w:r>
      <w:r w:rsidRPr="00025C28">
        <w:br w:type="page"/>
      </w:r>
    </w:p>
    <w:p w:rsidR="00025C28" w:rsidRPr="00025C28" w:rsidRDefault="00025C28" w:rsidP="00025C28">
      <w:pPr>
        <w:autoSpaceDE w:val="0"/>
        <w:autoSpaceDN w:val="0"/>
        <w:adjustRightInd w:val="0"/>
        <w:jc w:val="center"/>
      </w:pPr>
      <w:r w:rsidRPr="00025C28">
        <w:lastRenderedPageBreak/>
        <w:t>[ARTICLE 7</w:t>
      </w:r>
    </w:p>
    <w:p w:rsidR="00025C28" w:rsidRPr="00025C28" w:rsidRDefault="00025C28" w:rsidP="00025C28">
      <w:pPr>
        <w:autoSpaceDE w:val="0"/>
        <w:autoSpaceDN w:val="0"/>
        <w:adjustRightInd w:val="0"/>
        <w:jc w:val="center"/>
      </w:pPr>
    </w:p>
    <w:p w:rsidR="00025C28" w:rsidRPr="00025C28" w:rsidRDefault="00025C28" w:rsidP="00025C28">
      <w:pPr>
        <w:autoSpaceDE w:val="0"/>
        <w:autoSpaceDN w:val="0"/>
        <w:adjustRightInd w:val="0"/>
        <w:jc w:val="center"/>
      </w:pPr>
      <w:r w:rsidRPr="00025C28">
        <w:t>DISCLOSURE REQUIREMENT</w:t>
      </w:r>
    </w:p>
    <w:p w:rsidR="00025C28" w:rsidRPr="00025C28" w:rsidRDefault="00025C28" w:rsidP="00025C28">
      <w:pPr>
        <w:autoSpaceDE w:val="0"/>
        <w:autoSpaceDN w:val="0"/>
        <w:adjustRightInd w:val="0"/>
        <w:jc w:val="center"/>
        <w:rPr>
          <w:szCs w:val="22"/>
        </w:rPr>
      </w:pPr>
    </w:p>
    <w:p w:rsidR="00025C28" w:rsidRPr="00025C28" w:rsidRDefault="00025C28" w:rsidP="00025C28">
      <w:pPr>
        <w:autoSpaceDE w:val="0"/>
        <w:autoSpaceDN w:val="0"/>
        <w:adjustRightInd w:val="0"/>
      </w:pPr>
      <w:r w:rsidRPr="00025C28">
        <w:t>[Alt 1</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Where required by national law, the users of traditional knowledge shall comply with requirements concerning the disclosure of source and/or origin of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2</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7.1</w:t>
      </w:r>
      <w:r w:rsidRPr="00025C28">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7.2</w:t>
      </w:r>
      <w:r w:rsidRPr="00025C28">
        <w:tab/>
        <w:t>[If the information set out in Paragraph 1 is not known to the applicant, the applicant shall state the immediate source from which the [inventor] applicant collected or received the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7.3</w:t>
      </w:r>
      <w:r w:rsidRPr="00025C28">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7.4</w:t>
      </w:r>
      <w:r w:rsidRPr="00025C28">
        <w:tab/>
        <w:t>[Rights arising from a grant shall be revoked and rendered unenforceable when the applicant has failed to comply with mandatory requirements or provided false or fraudulent information.]]</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3</w:t>
      </w:r>
    </w:p>
    <w:p w:rsidR="00025C28" w:rsidRPr="00025C28" w:rsidRDefault="00025C28" w:rsidP="00025C28">
      <w:pPr>
        <w:autoSpaceDE w:val="0"/>
        <w:autoSpaceDN w:val="0"/>
        <w:adjustRightInd w:val="0"/>
      </w:pPr>
    </w:p>
    <w:p w:rsidR="00025C28" w:rsidRPr="00025C28" w:rsidRDefault="00025C28" w:rsidP="00025C28">
      <w:r w:rsidRPr="00025C28">
        <w:t>7.1</w:t>
      </w:r>
      <w:r w:rsidRPr="00025C28">
        <w:tab/>
        <w:t>[[Patent] intellectual property applications that concern [an invention] any process or product that [relates to or] [directly] uses [protected] traditional knowledge shall include information on the country from which the [inventor] applicant collected or received the protected traditional knowledge (the providing country), and the country of origin if the providing country is not the same as the country of origin of the [protected] traditional knowledge. The application shall also state whether free, prior and informed consent or approval and involvement to access and use has been obtained.]</w:t>
      </w:r>
    </w:p>
    <w:p w:rsidR="00025C28" w:rsidRPr="00025C28" w:rsidRDefault="00025C28" w:rsidP="00025C28"/>
    <w:p w:rsidR="00025C28" w:rsidRPr="00025C28" w:rsidRDefault="00025C28" w:rsidP="00025C28">
      <w:r w:rsidRPr="00025C28">
        <w:t>7.2</w:t>
      </w:r>
      <w:r w:rsidRPr="00025C28">
        <w:tab/>
        <w:t>[If the information set out in Paragraph 1 is not known to the applicant, the applicant shall state the immediate source from which the [inventor] applicant collected or received the [protected]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7.3</w:t>
      </w:r>
      <w:r w:rsidRPr="00025C28">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lastRenderedPageBreak/>
        <w:t>7.4</w:t>
      </w:r>
      <w:r w:rsidRPr="00025C28">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025C28" w:rsidRPr="00025C28" w:rsidRDefault="00025C28" w:rsidP="00025C28">
      <w:pPr>
        <w:autoSpaceDE w:val="0"/>
        <w:autoSpaceDN w:val="0"/>
        <w:adjustRightInd w:val="0"/>
        <w:rPr>
          <w:i/>
        </w:rPr>
      </w:pPr>
    </w:p>
    <w:p w:rsidR="00025C28" w:rsidRPr="00025C28" w:rsidRDefault="00025C28" w:rsidP="00025C28">
      <w:pPr>
        <w:autoSpaceDE w:val="0"/>
        <w:autoSpaceDN w:val="0"/>
        <w:adjustRightInd w:val="0"/>
        <w:rPr>
          <w:i/>
        </w:rPr>
      </w:pPr>
      <w:r w:rsidRPr="00025C28">
        <w:t>7.5</w:t>
      </w:r>
      <w:r w:rsidRPr="00025C28">
        <w:tab/>
        <w:t>[Rights arising from a grant shall be revoked and rendered unenforceable when the applicant has knowingly provided false or fraudulent information.]]</w:t>
      </w:r>
    </w:p>
    <w:p w:rsidR="00025C28" w:rsidRPr="00025C28" w:rsidRDefault="00025C28" w:rsidP="00025C28">
      <w:pPr>
        <w:autoSpaceDE w:val="0"/>
        <w:autoSpaceDN w:val="0"/>
        <w:adjustRightInd w:val="0"/>
        <w:rPr>
          <w:i/>
        </w:rPr>
      </w:pPr>
    </w:p>
    <w:p w:rsidR="00025C28" w:rsidRPr="00025C28" w:rsidRDefault="00025C28" w:rsidP="00025C28">
      <w:pPr>
        <w:autoSpaceDE w:val="0"/>
        <w:autoSpaceDN w:val="0"/>
        <w:adjustRightInd w:val="0"/>
        <w:rPr>
          <w:i/>
        </w:rPr>
      </w:pPr>
    </w:p>
    <w:p w:rsidR="00025C28" w:rsidRPr="00025C28" w:rsidRDefault="00025C28" w:rsidP="00025C28">
      <w:pPr>
        <w:autoSpaceDE w:val="0"/>
        <w:autoSpaceDN w:val="0"/>
        <w:adjustRightInd w:val="0"/>
      </w:pPr>
      <w:r w:rsidRPr="00025C28">
        <w:t>[Alt 4</w:t>
      </w:r>
    </w:p>
    <w:p w:rsidR="00025C28" w:rsidRPr="00025C28" w:rsidRDefault="00025C28" w:rsidP="00025C28">
      <w:pPr>
        <w:autoSpaceDE w:val="0"/>
        <w:autoSpaceDN w:val="0"/>
        <w:adjustRightInd w:val="0"/>
        <w:ind w:left="6431"/>
      </w:pPr>
    </w:p>
    <w:p w:rsidR="00025C28" w:rsidRPr="00025C28" w:rsidRDefault="00025C28" w:rsidP="00025C28">
      <w:pPr>
        <w:autoSpaceDE w:val="0"/>
        <w:autoSpaceDN w:val="0"/>
        <w:adjustRightInd w:val="0"/>
        <w:jc w:val="center"/>
      </w:pPr>
      <w:r w:rsidRPr="00025C28">
        <w:t>[NO DISCLOSURE REQUIREMENT</w:t>
      </w:r>
    </w:p>
    <w:p w:rsidR="00025C28" w:rsidRPr="00025C28" w:rsidRDefault="00025C28" w:rsidP="00025C28">
      <w:pPr>
        <w:autoSpaceDE w:val="0"/>
        <w:autoSpaceDN w:val="0"/>
        <w:adjustRightInd w:val="0"/>
        <w:jc w:val="center"/>
      </w:pPr>
    </w:p>
    <w:p w:rsidR="00025C28" w:rsidRPr="00025C28" w:rsidRDefault="00025C28" w:rsidP="00025C28">
      <w:pPr>
        <w:autoSpaceDE w:val="0"/>
        <w:autoSpaceDN w:val="0"/>
        <w:adjustRightInd w:val="0"/>
      </w:pPr>
      <w:r w:rsidRPr="00025C28">
        <w:t>Patent disclosure requirements shall not include a mandatory disclosure requirement relating to traditional knowledge unless such disclosure is material to the patentability criteria of novelty, inventive step or enablement.]]]</w:t>
      </w:r>
    </w:p>
    <w:p w:rsidR="00025C28" w:rsidRPr="00025C28" w:rsidRDefault="00025C28" w:rsidP="00025C28">
      <w:pPr>
        <w:autoSpaceDE w:val="0"/>
        <w:autoSpaceDN w:val="0"/>
        <w:adjustRightInd w:val="0"/>
        <w:jc w:val="both"/>
        <w:rPr>
          <w:szCs w:val="22"/>
        </w:rPr>
      </w:pPr>
    </w:p>
    <w:p w:rsidR="00025C28" w:rsidRPr="00025C28" w:rsidRDefault="00025C28" w:rsidP="00025C28">
      <w:pPr>
        <w:autoSpaceDE w:val="0"/>
        <w:autoSpaceDN w:val="0"/>
        <w:adjustRightInd w:val="0"/>
        <w:jc w:val="both"/>
      </w:pPr>
    </w:p>
    <w:p w:rsidR="00025C28" w:rsidRPr="00025C28" w:rsidRDefault="00025C28" w:rsidP="00025C28">
      <w:pPr>
        <w:autoSpaceDE w:val="0"/>
        <w:autoSpaceDN w:val="0"/>
        <w:adjustRightInd w:val="0"/>
        <w:ind w:left="6431"/>
      </w:pPr>
      <w:r w:rsidRPr="00025C28">
        <w:br w:type="page"/>
      </w:r>
    </w:p>
    <w:p w:rsidR="00025C28" w:rsidRPr="00025C28" w:rsidRDefault="00025C28" w:rsidP="00025C28">
      <w:pPr>
        <w:autoSpaceDE w:val="0"/>
        <w:autoSpaceDN w:val="0"/>
        <w:adjustRightInd w:val="0"/>
        <w:jc w:val="center"/>
      </w:pPr>
      <w:r w:rsidRPr="00025C28">
        <w:lastRenderedPageBreak/>
        <w:t>[ARTICLE 8</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ADMINISTRATION [OF RIGHTS]/[OF INTERESTS]</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[Alt 1</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szCs w:val="22"/>
        </w:rPr>
      </w:pPr>
      <w:r w:rsidRPr="00025C28">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2</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[Member States]/[Contracting Parties] may establish, or designate, a competent authority, or authorities, in accordance with national law, to administer the rights/interests provided for by this [instrument].]</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3</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Member States may establish competent authorities, in accordance with national and customary law, that are responsible for the national traditional knowledge databases provided for by this [instrument].  Responsibilities may include the receipt, documentation, storage and online publication of information relating to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br w:type="page"/>
      </w:r>
    </w:p>
    <w:p w:rsidR="00025C28" w:rsidRPr="00025C28" w:rsidRDefault="00025C28" w:rsidP="00025C28">
      <w:pPr>
        <w:autoSpaceDE w:val="0"/>
        <w:autoSpaceDN w:val="0"/>
        <w:adjustRightInd w:val="0"/>
        <w:jc w:val="center"/>
      </w:pPr>
      <w:r w:rsidRPr="00025C28">
        <w:lastRenderedPageBreak/>
        <w:t>[ARTICLE 9</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EXCEPTIONS AND LIMITATIONS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1</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In complying with the obligations set forth in this instrument, Member States [may in special cases,] [should] adopt justifiable exceptions and limitations necessary to protect the public interest, in consultation with the beneficiaries, where applicable, provided such exceptions and limitations shall not unreasonably conflict with the rights of beneficiaries nor unduly prejudice the implementation of this instrument.]</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2</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General Exceptions</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rPr>
          <w:szCs w:val="22"/>
        </w:rPr>
      </w:pPr>
      <w:r w:rsidRPr="00025C28">
        <w:t>9.1</w:t>
      </w:r>
      <w:r w:rsidRPr="00025C28">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ind w:left="550"/>
      </w:pPr>
      <w:r w:rsidRPr="00025C28">
        <w:t>(a)</w:t>
      </w:r>
      <w:r w:rsidRPr="00025C28">
        <w:tab/>
        <w:t xml:space="preserve">[acknowledges the beneficiaries, where possible;] </w:t>
      </w:r>
    </w:p>
    <w:p w:rsidR="00025C28" w:rsidRPr="00025C28" w:rsidRDefault="00025C28" w:rsidP="00025C28">
      <w:pPr>
        <w:tabs>
          <w:tab w:val="num" w:pos="993"/>
        </w:tabs>
        <w:autoSpaceDE w:val="0"/>
        <w:autoSpaceDN w:val="0"/>
        <w:adjustRightInd w:val="0"/>
        <w:ind w:left="550"/>
      </w:pPr>
    </w:p>
    <w:p w:rsidR="00025C28" w:rsidRPr="00025C28" w:rsidRDefault="00025C28" w:rsidP="00025C28">
      <w:pPr>
        <w:autoSpaceDE w:val="0"/>
        <w:autoSpaceDN w:val="0"/>
        <w:adjustRightInd w:val="0"/>
        <w:ind w:left="550"/>
      </w:pPr>
      <w:r w:rsidRPr="00025C28">
        <w:t>(b)</w:t>
      </w:r>
      <w:r w:rsidRPr="00025C28">
        <w:tab/>
        <w:t xml:space="preserve">[is not offensive or derogatory to the beneficiaries;] </w:t>
      </w:r>
    </w:p>
    <w:p w:rsidR="00025C28" w:rsidRPr="00025C28" w:rsidRDefault="00025C28" w:rsidP="00025C28">
      <w:pPr>
        <w:tabs>
          <w:tab w:val="num" w:pos="993"/>
        </w:tabs>
        <w:autoSpaceDE w:val="0"/>
        <w:autoSpaceDN w:val="0"/>
        <w:adjustRightInd w:val="0"/>
        <w:ind w:left="550"/>
      </w:pPr>
    </w:p>
    <w:p w:rsidR="00025C28" w:rsidRPr="00025C28" w:rsidRDefault="00025C28" w:rsidP="00025C28">
      <w:pPr>
        <w:autoSpaceDE w:val="0"/>
        <w:autoSpaceDN w:val="0"/>
        <w:adjustRightInd w:val="0"/>
        <w:ind w:left="550"/>
      </w:pPr>
      <w:r w:rsidRPr="00025C28">
        <w:t>(c)</w:t>
      </w:r>
      <w:r w:rsidRPr="00025C28">
        <w:tab/>
        <w:t>[is compatible with fair practice;]  or</w:t>
      </w:r>
    </w:p>
    <w:p w:rsidR="00025C28" w:rsidRPr="00025C28" w:rsidRDefault="00025C28" w:rsidP="00025C28">
      <w:pPr>
        <w:tabs>
          <w:tab w:val="num" w:pos="993"/>
        </w:tabs>
        <w:autoSpaceDE w:val="0"/>
        <w:autoSpaceDN w:val="0"/>
        <w:adjustRightInd w:val="0"/>
        <w:ind w:left="550"/>
      </w:pPr>
    </w:p>
    <w:p w:rsidR="00025C28" w:rsidRPr="00025C28" w:rsidRDefault="00025C28" w:rsidP="00025C28">
      <w:pPr>
        <w:autoSpaceDE w:val="0"/>
        <w:autoSpaceDN w:val="0"/>
        <w:adjustRightInd w:val="0"/>
        <w:ind w:left="567"/>
      </w:pPr>
      <w:r w:rsidRPr="00025C28">
        <w:t>(d)</w:t>
      </w:r>
      <w:r w:rsidRPr="00025C28">
        <w:tab/>
        <w:t>[does not unreasonably prejudice the legitimate interests of the beneficiaries taking account of the legitimate interests of third parties.]]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9.2</w:t>
      </w:r>
      <w:r w:rsidRPr="00025C28">
        <w:tab/>
        <w:t>[When there is reasonable apprehension of irreparable harm related to [sacred] and [secret] traditional knowledge, [Member States]/[Contracting Parties] [may]/[shall]/[should] not establish exceptions and limitations.]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Specific Exceptions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9.3</w:t>
      </w:r>
      <w:r w:rsidRPr="00025C28">
        <w:tab/>
        <w:t>[[In addition to the limitations and exceptions provided for under Paragraph 1,] [Member States]/[Contracting Parties] [may] [should] adopt appropriate limitations or exceptions, in accordance with national law, for the following purposes:</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ind w:left="540" w:firstLine="30"/>
      </w:pPr>
      <w:r w:rsidRPr="00025C28">
        <w:t>(a)</w:t>
      </w:r>
      <w:r w:rsidRPr="00025C28">
        <w:tab/>
        <w:t xml:space="preserve">teaching, learning, but not research resulting in profit-marking or commercial purposes; </w:t>
      </w:r>
    </w:p>
    <w:p w:rsidR="00025C28" w:rsidRPr="00025C28" w:rsidRDefault="00025C28" w:rsidP="00025C28">
      <w:pPr>
        <w:autoSpaceDE w:val="0"/>
        <w:autoSpaceDN w:val="0"/>
        <w:adjustRightInd w:val="0"/>
        <w:ind w:left="567" w:firstLine="3"/>
      </w:pPr>
    </w:p>
    <w:p w:rsidR="00025C28" w:rsidRPr="00025C28" w:rsidRDefault="00025C28" w:rsidP="00025C28">
      <w:pPr>
        <w:autoSpaceDE w:val="0"/>
        <w:autoSpaceDN w:val="0"/>
        <w:adjustRightInd w:val="0"/>
        <w:ind w:left="540" w:firstLine="30"/>
      </w:pPr>
      <w:r w:rsidRPr="00025C28">
        <w:t>(b)</w:t>
      </w:r>
      <w:r w:rsidRPr="00025C28">
        <w:tab/>
        <w:t>for preservation, display, research and presentation in archives, libraries, museums or cultural institutions, for non-commercial cultural heritage or other purposes in the public interest;  and</w:t>
      </w:r>
    </w:p>
    <w:p w:rsidR="00025C28" w:rsidRPr="00025C28" w:rsidRDefault="00025C28" w:rsidP="00025C28">
      <w:pPr>
        <w:autoSpaceDE w:val="0"/>
        <w:autoSpaceDN w:val="0"/>
        <w:adjustRightInd w:val="0"/>
        <w:ind w:left="567" w:firstLine="3"/>
      </w:pPr>
    </w:p>
    <w:p w:rsidR="00025C28" w:rsidRPr="00025C28" w:rsidRDefault="00025C28" w:rsidP="00025C28">
      <w:pPr>
        <w:autoSpaceDE w:val="0"/>
        <w:autoSpaceDN w:val="0"/>
        <w:adjustRightInd w:val="0"/>
        <w:ind w:left="540" w:firstLine="30"/>
      </w:pPr>
      <w:r w:rsidRPr="00025C28">
        <w:t>(c)</w:t>
      </w:r>
      <w:r w:rsidRPr="00025C28">
        <w:tab/>
        <w:t>in the case of a national emergency or other circumstances of extreme urgency, to protect public health or the environment [or in cases of public non-commercial use];</w:t>
      </w:r>
    </w:p>
    <w:p w:rsidR="00025C28" w:rsidRPr="00025C28" w:rsidRDefault="00025C28" w:rsidP="00025C28">
      <w:pPr>
        <w:autoSpaceDE w:val="0"/>
        <w:autoSpaceDN w:val="0"/>
        <w:adjustRightInd w:val="0"/>
        <w:ind w:left="567" w:firstLine="3"/>
      </w:pPr>
    </w:p>
    <w:p w:rsidR="00025C28" w:rsidRPr="00025C28" w:rsidRDefault="00025C28" w:rsidP="00025C28">
      <w:pPr>
        <w:autoSpaceDE w:val="0"/>
        <w:autoSpaceDN w:val="0"/>
        <w:adjustRightInd w:val="0"/>
        <w:ind w:left="550"/>
      </w:pPr>
      <w:r w:rsidRPr="00025C28">
        <w:t>(d)</w:t>
      </w:r>
      <w:r w:rsidRPr="00025C28">
        <w:tab/>
        <w:t>[the creation of an original work of authorship inspired by traditional knowledge];</w:t>
      </w:r>
    </w:p>
    <w:p w:rsidR="00025C28" w:rsidRPr="00025C28" w:rsidRDefault="00025C28" w:rsidP="00025C28">
      <w:pPr>
        <w:autoSpaceDE w:val="0"/>
        <w:autoSpaceDN w:val="0"/>
        <w:adjustRightInd w:val="0"/>
        <w:ind w:left="550"/>
      </w:pPr>
    </w:p>
    <w:p w:rsidR="00025C28" w:rsidRPr="00025C28" w:rsidRDefault="00025C28" w:rsidP="00025C28">
      <w:pPr>
        <w:autoSpaceDE w:val="0"/>
        <w:autoSpaceDN w:val="0"/>
        <w:adjustRightInd w:val="0"/>
        <w:ind w:left="540" w:firstLine="10"/>
      </w:pPr>
      <w:r w:rsidRPr="00025C28">
        <w:t>(e)</w:t>
      </w:r>
      <w:r w:rsidRPr="00025C28">
        <w:tab/>
        <w:t>to exclude from protection diagnostic, therapeutic and surgical methods for the treatment of humans or animals.</w:t>
      </w:r>
    </w:p>
    <w:p w:rsidR="00025C28" w:rsidRPr="00025C28" w:rsidRDefault="00025C28" w:rsidP="00025C28">
      <w:pPr>
        <w:autoSpaceDE w:val="0"/>
        <w:autoSpaceDN w:val="0"/>
        <w:adjustRightInd w:val="0"/>
        <w:ind w:left="927"/>
      </w:pPr>
    </w:p>
    <w:p w:rsidR="00025C28" w:rsidRPr="00025C28" w:rsidRDefault="00025C28" w:rsidP="00025C28">
      <w:pPr>
        <w:autoSpaceDE w:val="0"/>
        <w:autoSpaceDN w:val="0"/>
        <w:adjustRightInd w:val="0"/>
        <w:ind w:firstLine="550"/>
      </w:pPr>
      <w:r w:rsidRPr="00025C28">
        <w:t>This provision, with the exception of Subparagraph (c), [should]/[shall] not apply to traditional knowledge described in Article 5(a)/5.1.]</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9.4</w:t>
      </w:r>
      <w:r w:rsidRPr="00025C28">
        <w:tab/>
        <w:t xml:space="preserve">Regardless of whether such acts are already permitted under Paragraph 1, the following </w:t>
      </w:r>
    </w:p>
    <w:p w:rsidR="00025C28" w:rsidRPr="00025C28" w:rsidRDefault="00025C28" w:rsidP="00025C28">
      <w:pPr>
        <w:autoSpaceDE w:val="0"/>
        <w:autoSpaceDN w:val="0"/>
        <w:adjustRightInd w:val="0"/>
      </w:pPr>
      <w:r w:rsidRPr="00025C28">
        <w:t>shall be permitted:</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ind w:left="1124" w:hanging="557"/>
      </w:pPr>
      <w:r w:rsidRPr="00025C28">
        <w:t>(a)</w:t>
      </w:r>
      <w:r w:rsidRPr="00025C28">
        <w:rPr>
          <w:rFonts w:hint="eastAsia"/>
        </w:rPr>
        <w:tab/>
      </w:r>
      <w:r w:rsidRPr="00025C28">
        <w:t>the use of traditional knowledge in cultural institutions recognized under the</w:t>
      </w:r>
      <w:r w:rsidRPr="00025C28">
        <w:rPr>
          <w:rFonts w:hint="eastAsia"/>
        </w:rPr>
        <w:t xml:space="preserve"> </w:t>
      </w:r>
    </w:p>
    <w:p w:rsidR="00025C28" w:rsidRPr="00025C28" w:rsidRDefault="00025C28" w:rsidP="00025C28">
      <w:pPr>
        <w:autoSpaceDE w:val="0"/>
        <w:autoSpaceDN w:val="0"/>
        <w:adjustRightInd w:val="0"/>
        <w:ind w:left="1124" w:hanging="557"/>
      </w:pPr>
      <w:r w:rsidRPr="00025C28">
        <w:t>appropriate national law, archives, libraries, museums for non-commercial cultural</w:t>
      </w:r>
      <w:r w:rsidRPr="00025C28">
        <w:rPr>
          <w:rFonts w:hint="eastAsia"/>
        </w:rPr>
        <w:t xml:space="preserve"> </w:t>
      </w:r>
    </w:p>
    <w:p w:rsidR="00025C28" w:rsidRPr="00025C28" w:rsidRDefault="00025C28" w:rsidP="00025C28">
      <w:pPr>
        <w:autoSpaceDE w:val="0"/>
        <w:autoSpaceDN w:val="0"/>
        <w:adjustRightInd w:val="0"/>
        <w:ind w:left="1124" w:hanging="557"/>
      </w:pPr>
      <w:r w:rsidRPr="00025C28">
        <w:t>heritage or other purposes in the public interest, including for preservation, display,</w:t>
      </w:r>
      <w:r w:rsidRPr="00025C28">
        <w:rPr>
          <w:rFonts w:hint="eastAsia"/>
        </w:rPr>
        <w:t xml:space="preserve"> </w:t>
      </w:r>
    </w:p>
    <w:p w:rsidR="00025C28" w:rsidRPr="00025C28" w:rsidRDefault="00025C28" w:rsidP="00025C28">
      <w:pPr>
        <w:autoSpaceDE w:val="0"/>
        <w:autoSpaceDN w:val="0"/>
        <w:adjustRightInd w:val="0"/>
        <w:ind w:left="1124" w:hanging="554"/>
      </w:pPr>
      <w:r w:rsidRPr="00025C28">
        <w:t>research and presentation should be permitted;  and</w:t>
      </w:r>
    </w:p>
    <w:p w:rsidR="00025C28" w:rsidRPr="00025C28" w:rsidRDefault="00025C28" w:rsidP="00025C28">
      <w:pPr>
        <w:autoSpaceDE w:val="0"/>
        <w:autoSpaceDN w:val="0"/>
        <w:adjustRightInd w:val="0"/>
        <w:ind w:left="567" w:firstLine="3"/>
      </w:pPr>
    </w:p>
    <w:p w:rsidR="00025C28" w:rsidRPr="00025C28" w:rsidRDefault="00025C28" w:rsidP="00025C28">
      <w:pPr>
        <w:autoSpaceDE w:val="0"/>
        <w:autoSpaceDN w:val="0"/>
        <w:adjustRightInd w:val="0"/>
        <w:ind w:left="567" w:firstLine="3"/>
      </w:pPr>
      <w:r w:rsidRPr="00025C28">
        <w:t>(b)</w:t>
      </w:r>
      <w:r w:rsidRPr="00025C28">
        <w:rPr>
          <w:rFonts w:hint="eastAsia"/>
        </w:rPr>
        <w:tab/>
      </w:r>
      <w:r w:rsidRPr="00025C28">
        <w:t>the creation of an original work of authorship inspired by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9.5</w:t>
      </w:r>
      <w:r w:rsidRPr="00025C28">
        <w:tab/>
        <w:t>[[There shall be no right to [exclude others] from using knowledge that:]/[The provisions of Article 5 shall not apply to any use of knowledge that:]</w:t>
      </w:r>
    </w:p>
    <w:p w:rsidR="00025C28" w:rsidRPr="00025C28" w:rsidRDefault="00025C28" w:rsidP="00025C28">
      <w:pPr>
        <w:tabs>
          <w:tab w:val="num" w:pos="993"/>
        </w:tabs>
        <w:autoSpaceDE w:val="0"/>
        <w:autoSpaceDN w:val="0"/>
        <w:adjustRightInd w:val="0"/>
        <w:ind w:left="550"/>
        <w:rPr>
          <w:bCs/>
        </w:rPr>
      </w:pPr>
    </w:p>
    <w:p w:rsidR="00025C28" w:rsidRPr="00025C28" w:rsidRDefault="00025C28" w:rsidP="00025C28">
      <w:pPr>
        <w:numPr>
          <w:ilvl w:val="0"/>
          <w:numId w:val="9"/>
        </w:numPr>
        <w:autoSpaceDE w:val="0"/>
        <w:autoSpaceDN w:val="0"/>
        <w:adjustRightInd w:val="0"/>
      </w:pPr>
      <w:r w:rsidRPr="00025C28">
        <w:t>has been independently created [outside the beneficiaries’ community];</w:t>
      </w:r>
    </w:p>
    <w:p w:rsidR="00025C28" w:rsidRPr="00025C28" w:rsidRDefault="00025C28" w:rsidP="00025C28">
      <w:pPr>
        <w:autoSpaceDE w:val="0"/>
        <w:autoSpaceDN w:val="0"/>
        <w:adjustRightInd w:val="0"/>
        <w:ind w:left="1140"/>
      </w:pPr>
    </w:p>
    <w:p w:rsidR="00025C28" w:rsidRPr="00025C28" w:rsidRDefault="00025C28" w:rsidP="00025C28">
      <w:pPr>
        <w:numPr>
          <w:ilvl w:val="0"/>
          <w:numId w:val="9"/>
        </w:numPr>
        <w:autoSpaceDE w:val="0"/>
        <w:autoSpaceDN w:val="0"/>
        <w:adjustRightInd w:val="0"/>
      </w:pPr>
      <w:r w:rsidRPr="00025C28">
        <w:t>[legally] derived from sources other than the beneficiary; or</w:t>
      </w:r>
    </w:p>
    <w:p w:rsidR="00025C28" w:rsidRPr="00025C28" w:rsidRDefault="00025C28" w:rsidP="00025C28">
      <w:pPr>
        <w:autoSpaceDE w:val="0"/>
        <w:autoSpaceDN w:val="0"/>
        <w:adjustRightInd w:val="0"/>
        <w:ind w:left="1140"/>
      </w:pPr>
    </w:p>
    <w:p w:rsidR="00025C28" w:rsidRPr="00025C28" w:rsidRDefault="00025C28" w:rsidP="00025C28">
      <w:pPr>
        <w:numPr>
          <w:ilvl w:val="0"/>
          <w:numId w:val="9"/>
        </w:numPr>
        <w:autoSpaceDE w:val="0"/>
        <w:autoSpaceDN w:val="0"/>
        <w:adjustRightInd w:val="0"/>
      </w:pPr>
      <w:r w:rsidRPr="00025C28">
        <w:t>is known [through lawful means] outside of the beneficiaries’ community.]</w:t>
      </w:r>
    </w:p>
    <w:p w:rsidR="00025C28" w:rsidRPr="00025C28" w:rsidRDefault="00025C28" w:rsidP="00025C28">
      <w:pPr>
        <w:autoSpaceDE w:val="0"/>
        <w:autoSpaceDN w:val="0"/>
        <w:adjustRightInd w:val="0"/>
        <w:rPr>
          <w:bCs/>
        </w:rPr>
      </w:pPr>
    </w:p>
    <w:p w:rsidR="00025C28" w:rsidRPr="00025C28" w:rsidRDefault="00025C28" w:rsidP="00025C28">
      <w:pPr>
        <w:autoSpaceDE w:val="0"/>
        <w:autoSpaceDN w:val="0"/>
        <w:adjustRightInd w:val="0"/>
      </w:pPr>
      <w:r w:rsidRPr="00025C28">
        <w:t>9.6</w:t>
      </w:r>
      <w:r w:rsidRPr="00025C28">
        <w:tab/>
        <w:t>[[Protected] traditional knowledge shall not be deemed to have been misappropriated or misused if:</w:t>
      </w:r>
    </w:p>
    <w:p w:rsidR="00025C28" w:rsidRPr="00025C28" w:rsidRDefault="00025C28" w:rsidP="00025C28">
      <w:pPr>
        <w:autoSpaceDE w:val="0"/>
        <w:autoSpaceDN w:val="0"/>
        <w:adjustRightInd w:val="0"/>
      </w:pPr>
    </w:p>
    <w:p w:rsidR="00025C28" w:rsidRPr="00025C28" w:rsidRDefault="00025C28" w:rsidP="00025C28">
      <w:pPr>
        <w:numPr>
          <w:ilvl w:val="0"/>
          <w:numId w:val="10"/>
        </w:numPr>
        <w:tabs>
          <w:tab w:val="num" w:pos="1140"/>
        </w:tabs>
        <w:autoSpaceDE w:val="0"/>
        <w:autoSpaceDN w:val="0"/>
        <w:adjustRightInd w:val="0"/>
        <w:ind w:left="1140"/>
      </w:pPr>
      <w:r w:rsidRPr="00025C28">
        <w:t>the [protected] traditional knowledge was obtained from a printed publication;</w:t>
      </w:r>
    </w:p>
    <w:p w:rsidR="00025C28" w:rsidRPr="00025C28" w:rsidRDefault="00025C28" w:rsidP="00025C28">
      <w:pPr>
        <w:autoSpaceDE w:val="0"/>
        <w:autoSpaceDN w:val="0"/>
        <w:adjustRightInd w:val="0"/>
        <w:ind w:left="570"/>
      </w:pPr>
    </w:p>
    <w:p w:rsidR="00025C28" w:rsidRPr="00025C28" w:rsidRDefault="00025C28" w:rsidP="00025C28">
      <w:pPr>
        <w:numPr>
          <w:ilvl w:val="0"/>
          <w:numId w:val="10"/>
        </w:numPr>
        <w:tabs>
          <w:tab w:val="clear" w:pos="570"/>
        </w:tabs>
        <w:autoSpaceDE w:val="0"/>
        <w:autoSpaceDN w:val="0"/>
        <w:adjustRightInd w:val="0"/>
        <w:ind w:left="540" w:firstLine="30"/>
      </w:pPr>
      <w:r w:rsidRPr="00025C28">
        <w:t>the [protected] traditional knowledge was obtained from one or more holders of the [protected] traditional knowledge with their free, prior and informed consent or approval and involvement;  or</w:t>
      </w:r>
    </w:p>
    <w:p w:rsidR="00025C28" w:rsidRPr="00025C28" w:rsidRDefault="00025C28" w:rsidP="00025C28">
      <w:pPr>
        <w:autoSpaceDE w:val="0"/>
        <w:autoSpaceDN w:val="0"/>
        <w:adjustRightInd w:val="0"/>
      </w:pPr>
    </w:p>
    <w:p w:rsidR="00025C28" w:rsidRPr="00025C28" w:rsidRDefault="00025C28" w:rsidP="00025C28">
      <w:pPr>
        <w:numPr>
          <w:ilvl w:val="0"/>
          <w:numId w:val="10"/>
        </w:numPr>
        <w:tabs>
          <w:tab w:val="clear" w:pos="570"/>
        </w:tabs>
        <w:autoSpaceDE w:val="0"/>
        <w:autoSpaceDN w:val="0"/>
        <w:adjustRightInd w:val="0"/>
        <w:ind w:left="540" w:firstLine="30"/>
      </w:pPr>
      <w:r w:rsidRPr="00025C28">
        <w:t>mutually agreed terms for [access and benefit sharing]/[fair and equitable compensation] apply to the [protected] traditional knowledge that was obtained, and were agreed upon by the national contact point.]]</w:t>
      </w:r>
    </w:p>
    <w:p w:rsidR="00025C28" w:rsidRPr="00025C28" w:rsidRDefault="00025C28" w:rsidP="00025C28">
      <w:pPr>
        <w:autoSpaceDE w:val="0"/>
        <w:autoSpaceDN w:val="0"/>
        <w:adjustRightInd w:val="0"/>
      </w:pPr>
    </w:p>
    <w:p w:rsidR="00025C28" w:rsidRPr="00025C28" w:rsidRDefault="00025C28" w:rsidP="00025C28">
      <w:pPr>
        <w:tabs>
          <w:tab w:val="left" w:pos="550"/>
        </w:tabs>
        <w:autoSpaceDE w:val="0"/>
        <w:autoSpaceDN w:val="0"/>
        <w:adjustRightInd w:val="0"/>
        <w:rPr>
          <w:szCs w:val="22"/>
        </w:rPr>
      </w:pPr>
      <w:r w:rsidRPr="00025C28">
        <w:t>9.7</w:t>
      </w:r>
      <w:r w:rsidRPr="00025C28">
        <w:tab/>
        <w:t>[National authorities shall exclude from protection traditional knowledge that is already available without restriction to the general public.]]</w:t>
      </w:r>
    </w:p>
    <w:p w:rsidR="00025C28" w:rsidRPr="00025C28" w:rsidRDefault="00025C28" w:rsidP="00025C28">
      <w:pPr>
        <w:autoSpaceDE w:val="0"/>
        <w:autoSpaceDN w:val="0"/>
        <w:adjustRightInd w:val="0"/>
      </w:pPr>
    </w:p>
    <w:p w:rsidR="00025C28" w:rsidRPr="00025C28" w:rsidRDefault="00025C28" w:rsidP="00025C28">
      <w:pPr>
        <w:tabs>
          <w:tab w:val="num" w:pos="993"/>
        </w:tabs>
        <w:autoSpaceDE w:val="0"/>
        <w:autoSpaceDN w:val="0"/>
        <w:adjustRightInd w:val="0"/>
        <w:jc w:val="center"/>
        <w:rPr>
          <w:i/>
        </w:rPr>
      </w:pPr>
      <w:r w:rsidRPr="00025C28">
        <w:rPr>
          <w:i/>
        </w:rPr>
        <w:br w:type="page"/>
      </w:r>
    </w:p>
    <w:p w:rsidR="00025C28" w:rsidRPr="00025C28" w:rsidRDefault="00025C28" w:rsidP="00025C28">
      <w:pPr>
        <w:tabs>
          <w:tab w:val="num" w:pos="993"/>
        </w:tabs>
        <w:autoSpaceDE w:val="0"/>
        <w:autoSpaceDN w:val="0"/>
        <w:adjustRightInd w:val="0"/>
        <w:jc w:val="center"/>
      </w:pPr>
      <w:r w:rsidRPr="00025C28">
        <w:lastRenderedPageBreak/>
        <w:t>ARTICLE 10</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TERM OF PROTECTION/RIGHTS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rPr>
          <w:szCs w:val="22"/>
        </w:rPr>
      </w:pPr>
      <w:r w:rsidRPr="00025C28">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11</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FORMALITIES</w:t>
      </w:r>
    </w:p>
    <w:p w:rsidR="00025C28" w:rsidRPr="00025C28" w:rsidRDefault="00025C28" w:rsidP="00025C28">
      <w:pPr>
        <w:tabs>
          <w:tab w:val="num" w:pos="993"/>
        </w:tabs>
        <w:autoSpaceDE w:val="0"/>
        <w:autoSpaceDN w:val="0"/>
        <w:adjustRightInd w:val="0"/>
        <w:rPr>
          <w:i/>
          <w:szCs w:val="22"/>
        </w:rPr>
      </w:pPr>
    </w:p>
    <w:p w:rsidR="00025C28" w:rsidRPr="00025C28" w:rsidRDefault="00025C28" w:rsidP="00025C28">
      <w:pPr>
        <w:tabs>
          <w:tab w:val="num" w:pos="993"/>
        </w:tabs>
        <w:autoSpaceDE w:val="0"/>
        <w:autoSpaceDN w:val="0"/>
        <w:adjustRightInd w:val="0"/>
      </w:pPr>
      <w:r w:rsidRPr="00025C28">
        <w:t>[Alt 1</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[Member States]/[Contracting Parties] [should]/[shall] not subject the protection of traditional knowledge to any formality.]</w:t>
      </w:r>
    </w:p>
    <w:p w:rsidR="00025C28" w:rsidRPr="00025C28" w:rsidRDefault="00025C28" w:rsidP="00025C28">
      <w:pPr>
        <w:autoSpaceDE w:val="0"/>
        <w:autoSpaceDN w:val="0"/>
        <w:adjustRightInd w:val="0"/>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2</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[[Member States]/[Contracting Parties] [may] require formalities for the protection of traditional knowledge.]]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3</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025C28" w:rsidRPr="00025C28" w:rsidRDefault="00025C28" w:rsidP="00025C28">
      <w:pPr>
        <w:tabs>
          <w:tab w:val="num" w:pos="993"/>
        </w:tabs>
        <w:autoSpaceDE w:val="0"/>
        <w:autoSpaceDN w:val="0"/>
        <w:adjustRightInd w:val="0"/>
        <w:ind w:left="6390"/>
        <w:rPr>
          <w:i/>
        </w:rPr>
      </w:pPr>
      <w:r w:rsidRPr="00025C28">
        <w:rPr>
          <w:i/>
        </w:rPr>
        <w:br w:type="page"/>
      </w:r>
    </w:p>
    <w:p w:rsidR="00025C28" w:rsidRPr="00025C28" w:rsidRDefault="00025C28" w:rsidP="00025C28">
      <w:pPr>
        <w:tabs>
          <w:tab w:val="num" w:pos="993"/>
        </w:tabs>
        <w:autoSpaceDE w:val="0"/>
        <w:autoSpaceDN w:val="0"/>
        <w:adjustRightInd w:val="0"/>
        <w:jc w:val="center"/>
      </w:pPr>
      <w:r w:rsidRPr="00025C28">
        <w:lastRenderedPageBreak/>
        <w:t>ARTICLE 12</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TRANSITIONAL MEASURES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left" w:pos="550"/>
        </w:tabs>
        <w:autoSpaceDE w:val="0"/>
        <w:autoSpaceDN w:val="0"/>
        <w:adjustRightInd w:val="0"/>
        <w:rPr>
          <w:szCs w:val="22"/>
        </w:rPr>
      </w:pPr>
      <w:r w:rsidRPr="00025C28">
        <w:t>12.1</w:t>
      </w:r>
      <w:r w:rsidRPr="00025C28">
        <w:tab/>
        <w:t xml:space="preserve">These provisions [should]/[shall] apply to all traditional knowledge which, at the moment of the provisions coming into force, fulfills the criteria set out in Article [3]/[5]. </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rPr>
          <w:i/>
        </w:rPr>
      </w:pPr>
      <w:r w:rsidRPr="00025C28">
        <w:rPr>
          <w:i/>
        </w:rPr>
        <w:t>[Optional addition</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12.2</w:t>
      </w:r>
      <w:r w:rsidRPr="00025C28">
        <w:tab/>
        <w:t>[[Member States]/[Contracting Parties] [should]/[shall] ensure [the necessary measures to secure] the rights [acknowledged by national law] already acquired by third parties are not affected, in accordance with its national law and its international legal obligations.]]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rPr>
          <w:i/>
        </w:rPr>
      </w:pPr>
      <w:r w:rsidRPr="00025C28">
        <w:rPr>
          <w:i/>
        </w:rPr>
        <w:t>[Alternative</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pPr>
      <w:r w:rsidRPr="00025C28">
        <w:t>12.2</w:t>
      </w:r>
      <w:r w:rsidRPr="00025C28">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i/>
        </w:rPr>
      </w:pPr>
      <w:r w:rsidRPr="00025C28">
        <w:rPr>
          <w:i/>
        </w:rPr>
        <w:t>[Alternative</w:t>
      </w:r>
    </w:p>
    <w:p w:rsidR="00025C28" w:rsidRPr="00025C28" w:rsidRDefault="00025C28" w:rsidP="00025C28">
      <w:pPr>
        <w:autoSpaceDE w:val="0"/>
        <w:autoSpaceDN w:val="0"/>
        <w:adjustRightInd w:val="0"/>
        <w:rPr>
          <w:i/>
        </w:rPr>
      </w:pPr>
    </w:p>
    <w:p w:rsidR="00025C28" w:rsidRPr="00025C28" w:rsidRDefault="00025C28" w:rsidP="00025C28">
      <w:pPr>
        <w:autoSpaceDE w:val="0"/>
        <w:autoSpaceDN w:val="0"/>
        <w:adjustRightInd w:val="0"/>
      </w:pPr>
      <w:r w:rsidRPr="00025C28">
        <w:t>12.2</w:t>
      </w:r>
      <w:r w:rsidRPr="00025C28">
        <w:tab/>
        <w:t>[Notwithstanding Paragraph 1, [Member States]/[Contracting Parties] [should]/[shall] provide that:</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ind w:left="540"/>
        <w:rPr>
          <w:bCs/>
        </w:rPr>
      </w:pPr>
      <w:r w:rsidRPr="00025C28">
        <w:rPr>
          <w:bCs/>
        </w:rPr>
        <w:t>(a)</w:t>
      </w:r>
      <w:r w:rsidRPr="00025C28">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025C28" w:rsidRPr="00025C28" w:rsidRDefault="00025C28" w:rsidP="00025C28">
      <w:pPr>
        <w:autoSpaceDE w:val="0"/>
        <w:autoSpaceDN w:val="0"/>
        <w:adjustRightInd w:val="0"/>
        <w:ind w:left="540"/>
        <w:rPr>
          <w:bCs/>
        </w:rPr>
      </w:pPr>
    </w:p>
    <w:p w:rsidR="00025C28" w:rsidRPr="00025C28" w:rsidRDefault="00025C28" w:rsidP="00025C28">
      <w:pPr>
        <w:autoSpaceDE w:val="0"/>
        <w:autoSpaceDN w:val="0"/>
        <w:adjustRightInd w:val="0"/>
        <w:ind w:left="540"/>
        <w:rPr>
          <w:bCs/>
        </w:rPr>
      </w:pPr>
      <w:r w:rsidRPr="00025C28">
        <w:rPr>
          <w:bCs/>
        </w:rPr>
        <w:t>(b)</w:t>
      </w:r>
      <w:r w:rsidRPr="00025C28">
        <w:rPr>
          <w:bCs/>
        </w:rPr>
        <w:tab/>
        <w:t xml:space="preserve">such right of utilization shall also, on similar conditions, be enjoyed by anyone who has made substantial preparations to utilize the traditional knowledge. </w:t>
      </w:r>
    </w:p>
    <w:p w:rsidR="00025C28" w:rsidRPr="00025C28" w:rsidRDefault="00025C28" w:rsidP="00025C28">
      <w:pPr>
        <w:autoSpaceDE w:val="0"/>
        <w:autoSpaceDN w:val="0"/>
        <w:adjustRightInd w:val="0"/>
        <w:ind w:left="540"/>
        <w:rPr>
          <w:bCs/>
        </w:rPr>
      </w:pPr>
    </w:p>
    <w:p w:rsidR="00025C28" w:rsidRPr="00025C28" w:rsidRDefault="00025C28" w:rsidP="00025C28">
      <w:pPr>
        <w:autoSpaceDE w:val="0"/>
        <w:autoSpaceDN w:val="0"/>
        <w:adjustRightInd w:val="0"/>
        <w:ind w:left="540"/>
        <w:rPr>
          <w:bCs/>
        </w:rPr>
      </w:pPr>
      <w:r w:rsidRPr="00025C28">
        <w:rPr>
          <w:bCs/>
        </w:rPr>
        <w:t>(c)</w:t>
      </w:r>
      <w:r w:rsidRPr="00025C28">
        <w:rPr>
          <w:bCs/>
        </w:rPr>
        <w:tab/>
        <w:t>the foregoing gives no right to utilize traditional knowledge in a way that contravenes the terms the beneficiary may have set out as a condition for access.]]</w:t>
      </w:r>
    </w:p>
    <w:p w:rsidR="00025C28" w:rsidRPr="00025C28" w:rsidRDefault="00025C28" w:rsidP="00025C28">
      <w:pPr>
        <w:tabs>
          <w:tab w:val="num" w:pos="993"/>
        </w:tabs>
        <w:autoSpaceDE w:val="0"/>
        <w:autoSpaceDN w:val="0"/>
        <w:adjustRightInd w:val="0"/>
        <w:jc w:val="center"/>
      </w:pPr>
      <w:r w:rsidRPr="00025C28">
        <w:br w:type="page"/>
      </w:r>
      <w:r w:rsidRPr="00025C28">
        <w:lastRenderedPageBreak/>
        <w:t>[ARTICLE 13</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RELATIONSHIP WITH OTHER INTERNATIONAL AGREEMENTS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pPr>
      <w:r w:rsidRPr="00025C28">
        <w:t>13.1 This instrument [should]/[shall] establish a mutually supportive relationship [between [intellectual property [patent] rights [directly based on] [involving] [the utilization of] traditional knowledge and with relevant [existing] international agreements and treaties.]</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[13.2 Nothing in this instrument shall be interpreted as prejudicing or detrimental to the rights of indigenous [peoples] enshrined in the United Nations Declaration on the Rights of Indigenous Peoples.]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 xml:space="preserve">[13.3 In case of legal conflict, the rights of the indigenous [peoples] included in the aforementioned Declaration shall prevail and all interpretation shall be guided by the provisions of the said Declaration.] </w:t>
      </w: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14</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NON-DEROGATION</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pPr>
      <w:r w:rsidRPr="00025C28">
        <w:t>Nothing in this [instrument] may be construed as diminishing or extinguishing the rights that indigenous [[peoples]] or local communities have now or may acquire in the future.</w:t>
      </w: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15</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NATIONAL TREATMENT</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rPr>
          <w:szCs w:val="22"/>
        </w:rPr>
      </w:pPr>
      <w:r w:rsidRPr="00025C28">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rPr>
          <w:i/>
        </w:rPr>
      </w:pPr>
      <w:r w:rsidRPr="00025C28">
        <w:rPr>
          <w:i/>
        </w:rPr>
        <w:t>Alternative</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ind w:left="5610"/>
        <w:rPr>
          <w:i/>
        </w:rPr>
      </w:pPr>
      <w:r w:rsidRPr="00025C28">
        <w:rPr>
          <w:i/>
        </w:rPr>
        <w:t>[End of alternative]</w:t>
      </w:r>
    </w:p>
    <w:p w:rsidR="00025C28" w:rsidRPr="00025C28" w:rsidRDefault="00025C28" w:rsidP="00025C28">
      <w:pPr>
        <w:tabs>
          <w:tab w:val="num" w:pos="993"/>
        </w:tabs>
        <w:autoSpaceDE w:val="0"/>
        <w:autoSpaceDN w:val="0"/>
        <w:adjustRightInd w:val="0"/>
        <w:ind w:left="5610"/>
      </w:pPr>
    </w:p>
    <w:p w:rsidR="00025C28" w:rsidRPr="00025C28" w:rsidRDefault="00025C28" w:rsidP="00025C28">
      <w:pPr>
        <w:tabs>
          <w:tab w:val="num" w:pos="993"/>
        </w:tabs>
        <w:autoSpaceDE w:val="0"/>
        <w:autoSpaceDN w:val="0"/>
        <w:adjustRightInd w:val="0"/>
        <w:rPr>
          <w:i/>
        </w:rPr>
      </w:pPr>
      <w:r w:rsidRPr="00025C28">
        <w:rPr>
          <w:i/>
        </w:rPr>
        <w:t>Alternative</w:t>
      </w:r>
    </w:p>
    <w:p w:rsidR="00025C28" w:rsidRPr="00025C28" w:rsidRDefault="00025C28" w:rsidP="00025C28">
      <w:pPr>
        <w:tabs>
          <w:tab w:val="num" w:pos="993"/>
        </w:tabs>
        <w:autoSpaceDE w:val="0"/>
        <w:autoSpaceDN w:val="0"/>
        <w:adjustRightInd w:val="0"/>
        <w:rPr>
          <w:i/>
        </w:rPr>
      </w:pPr>
    </w:p>
    <w:p w:rsidR="00025C28" w:rsidRPr="00025C28" w:rsidRDefault="00025C28" w:rsidP="00025C28">
      <w:pPr>
        <w:tabs>
          <w:tab w:val="num" w:pos="993"/>
        </w:tabs>
        <w:autoSpaceDE w:val="0"/>
        <w:autoSpaceDN w:val="0"/>
        <w:adjustRightInd w:val="0"/>
      </w:pPr>
      <w:r w:rsidRPr="00025C28">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ind w:left="5610"/>
      </w:pPr>
      <w:r w:rsidRPr="00025C28">
        <w:rPr>
          <w:i/>
        </w:rPr>
        <w:t>[End of alternative]</w:t>
      </w:r>
      <w:r w:rsidRPr="00025C28">
        <w:t>]</w:t>
      </w:r>
    </w:p>
    <w:p w:rsidR="00025C28" w:rsidRPr="00025C28" w:rsidRDefault="00025C28" w:rsidP="00025C28">
      <w:pPr>
        <w:tabs>
          <w:tab w:val="num" w:pos="993"/>
        </w:tabs>
        <w:autoSpaceDE w:val="0"/>
        <w:autoSpaceDN w:val="0"/>
        <w:adjustRightInd w:val="0"/>
        <w:jc w:val="center"/>
      </w:pPr>
      <w:r w:rsidRPr="00025C28">
        <w:br w:type="page"/>
      </w:r>
    </w:p>
    <w:p w:rsidR="00025C28" w:rsidRPr="00025C28" w:rsidRDefault="00025C28" w:rsidP="00025C28">
      <w:pPr>
        <w:tabs>
          <w:tab w:val="num" w:pos="993"/>
        </w:tabs>
        <w:autoSpaceDE w:val="0"/>
        <w:autoSpaceDN w:val="0"/>
        <w:adjustRightInd w:val="0"/>
        <w:jc w:val="center"/>
      </w:pPr>
      <w:r w:rsidRPr="00025C28">
        <w:lastRenderedPageBreak/>
        <w:t>[ARTICLE 16</w:t>
      </w:r>
    </w:p>
    <w:p w:rsidR="00025C28" w:rsidRPr="00025C28" w:rsidRDefault="00025C28" w:rsidP="00025C28">
      <w:pPr>
        <w:tabs>
          <w:tab w:val="num" w:pos="993"/>
        </w:tabs>
        <w:autoSpaceDE w:val="0"/>
        <w:autoSpaceDN w:val="0"/>
        <w:adjustRightInd w:val="0"/>
        <w:jc w:val="center"/>
      </w:pPr>
    </w:p>
    <w:p w:rsidR="00025C28" w:rsidRPr="00025C28" w:rsidRDefault="00025C28" w:rsidP="00025C28">
      <w:pPr>
        <w:tabs>
          <w:tab w:val="num" w:pos="993"/>
        </w:tabs>
        <w:autoSpaceDE w:val="0"/>
        <w:autoSpaceDN w:val="0"/>
        <w:adjustRightInd w:val="0"/>
        <w:jc w:val="center"/>
      </w:pPr>
      <w:r w:rsidRPr="00025C28">
        <w:t>TRANSBOUNDARY COOPERATION</w:t>
      </w:r>
    </w:p>
    <w:p w:rsidR="00025C28" w:rsidRPr="00025C28" w:rsidRDefault="00025C28" w:rsidP="00025C28">
      <w:pPr>
        <w:tabs>
          <w:tab w:val="num" w:pos="993"/>
        </w:tabs>
        <w:autoSpaceDE w:val="0"/>
        <w:autoSpaceDN w:val="0"/>
        <w:adjustRightInd w:val="0"/>
      </w:pPr>
    </w:p>
    <w:p w:rsidR="00025C28" w:rsidRPr="00025C28" w:rsidRDefault="00025C28" w:rsidP="00025C28">
      <w:pPr>
        <w:tabs>
          <w:tab w:val="left" w:pos="550"/>
        </w:tabs>
        <w:autoSpaceDE w:val="0"/>
        <w:autoSpaceDN w:val="0"/>
        <w:adjustRightInd w:val="0"/>
      </w:pPr>
      <w:r w:rsidRPr="00025C28">
        <w:t>Where the same [protected] traditional knowledge [under Article 5] is found within the territory of more than one [Member State]/[Contracting Party], or is 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ED04DD" w:rsidRDefault="00ED04DD" w:rsidP="00ED04DD">
      <w:pPr>
        <w:spacing w:after="240"/>
        <w:rPr>
          <w:lang w:eastAsia="pt-BR"/>
        </w:rPr>
      </w:pPr>
    </w:p>
    <w:p w:rsidR="00025C28" w:rsidRDefault="00025C28" w:rsidP="00025C28">
      <w:pPr>
        <w:ind w:left="5670"/>
        <w:rPr>
          <w:szCs w:val="22"/>
        </w:rPr>
        <w:sectPr w:rsidR="00025C28" w:rsidSect="00CB53B0">
          <w:headerReference w:type="default" r:id="rId18"/>
          <w:headerReference w:type="first" r:id="rId19"/>
          <w:endnotePr>
            <w:numFmt w:val="decimal"/>
          </w:endnotePr>
          <w:pgSz w:w="11907" w:h="16840" w:code="9"/>
          <w:pgMar w:top="567" w:right="1134" w:bottom="1418" w:left="1418" w:header="510" w:footer="1021" w:gutter="0"/>
          <w:pgNumType w:start="2"/>
          <w:cols w:space="720"/>
          <w:titlePg/>
          <w:docGrid w:linePitch="299"/>
        </w:sectPr>
      </w:pPr>
      <w:r>
        <w:rPr>
          <w:szCs w:val="22"/>
        </w:rPr>
        <w:t>[Annex II follows]</w:t>
      </w:r>
    </w:p>
    <w:p w:rsidR="00025C28" w:rsidRPr="00025C28" w:rsidRDefault="00025C28" w:rsidP="003875D8">
      <w:pPr>
        <w:pStyle w:val="Heading1"/>
      </w:pPr>
      <w:r w:rsidRPr="00025C28">
        <w:lastRenderedPageBreak/>
        <w:t>The Protection of Traditional Cultural Expressions:</w:t>
      </w:r>
      <w:r w:rsidR="003875D8">
        <w:t xml:space="preserve">  </w:t>
      </w:r>
      <w:r w:rsidRPr="00025C28">
        <w:t xml:space="preserve">Draft Articles </w:t>
      </w:r>
    </w:p>
    <w:p w:rsidR="00025C28" w:rsidRPr="003875D8" w:rsidRDefault="00025C28" w:rsidP="003875D8">
      <w:pPr>
        <w:rPr>
          <w:b/>
          <w:sz w:val="28"/>
          <w:szCs w:val="28"/>
        </w:rPr>
      </w:pPr>
      <w:r w:rsidRPr="003875D8">
        <w:rPr>
          <w:b/>
          <w:sz w:val="28"/>
          <w:szCs w:val="28"/>
        </w:rPr>
        <w:t>Facilitators’ Rev. (June 19, 2019)</w:t>
      </w:r>
    </w:p>
    <w:p w:rsidR="00025C28" w:rsidRPr="00025C28" w:rsidRDefault="00025C28" w:rsidP="00025C28"/>
    <w:p w:rsidR="00025C28" w:rsidRPr="00025C28" w:rsidRDefault="00025C28" w:rsidP="00025C28"/>
    <w:p w:rsidR="00025C28" w:rsidRPr="00025C28" w:rsidRDefault="00025C28" w:rsidP="00025C28">
      <w:pPr>
        <w:sectPr w:rsidR="00025C28" w:rsidRPr="00025C28" w:rsidSect="00CB53B0">
          <w:headerReference w:type="first" r:id="rId20"/>
          <w:endnotePr>
            <w:numFmt w:val="decimal"/>
          </w:endnotePr>
          <w:pgSz w:w="11907" w:h="16840" w:code="9"/>
          <w:pgMar w:top="567" w:right="1134" w:bottom="1418" w:left="1418" w:header="510" w:footer="1021" w:gutter="0"/>
          <w:cols w:space="720"/>
          <w:titlePg/>
          <w:docGrid w:linePitch="299"/>
        </w:sectPr>
      </w:pPr>
    </w:p>
    <w:p w:rsidR="00025C28" w:rsidRPr="00025C28" w:rsidRDefault="00025C28" w:rsidP="00025C28">
      <w:pPr>
        <w:tabs>
          <w:tab w:val="num" w:pos="993"/>
        </w:tabs>
        <w:autoSpaceDE w:val="0"/>
        <w:autoSpaceDN w:val="0"/>
        <w:adjustRightInd w:val="0"/>
        <w:rPr>
          <w:bCs/>
          <w:lang w:val="en-GB"/>
        </w:rPr>
      </w:pPr>
      <w:r w:rsidRPr="00025C28">
        <w:rPr>
          <w:bCs/>
          <w:lang w:val="en-GB"/>
        </w:rPr>
        <w:lastRenderedPageBreak/>
        <w:t>PREAMBLE/INTRODUCTION</w:t>
      </w:r>
    </w:p>
    <w:p w:rsidR="00025C28" w:rsidRPr="00025C28" w:rsidRDefault="00025C28" w:rsidP="00025C28">
      <w:pPr>
        <w:tabs>
          <w:tab w:val="num" w:pos="993"/>
        </w:tabs>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 xml:space="preserve">ACKNOWLEDGING the </w:t>
      </w:r>
      <w:r w:rsidRPr="00025C28">
        <w:rPr>
          <w:rFonts w:eastAsiaTheme="minorEastAsia"/>
          <w:b/>
          <w:bCs/>
          <w:szCs w:val="22"/>
          <w:lang w:val="en-GB"/>
        </w:rPr>
        <w:t>UN Declaration on the Rights of Indigenous Peoples,</w:t>
      </w:r>
      <w:r w:rsidRPr="00025C28">
        <w:rPr>
          <w:rFonts w:eastAsiaTheme="minorEastAsia"/>
          <w:bCs/>
          <w:szCs w:val="22"/>
          <w:lang w:val="en-GB"/>
        </w:rPr>
        <w:t xml:space="preserve"> and the aspirations of indigenous [peoples] and local communities [therein];</w:t>
      </w:r>
    </w:p>
    <w:p w:rsidR="00025C28" w:rsidRPr="00025C28" w:rsidRDefault="00025C28" w:rsidP="00025C28">
      <w:pPr>
        <w:tabs>
          <w:tab w:val="num" w:pos="993"/>
        </w:tabs>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that the traditional cultural expressions of indigenous [peoples] and local communities have [intrinsic] value, including social, cultural, spiritual, economic, scientific, intellectual, commercial and educational values;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Acknowledging that traditional cultural expressions are frameworks of ongoing creation and distinctive intellectual and creative life that are [intrinsically] important for indigenous [peoples] and local communities;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Respecting the continuing customary use, development, exchange and transmission of traditional cultural expressions by, within and between communities;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Promoting respect for traditional cultural expressions, and for the dignity, cultural integrity and spiritual values of the traditional cultural expression holders who maintain those expressions.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[Ensuring mutual supportiveness with international agreements relating to the protection and safeguarding of traditional cultural expressions, and those relating to IP;]</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[Recognizing the need for new rules and disciplines concerning the provision of effective and appropriate means for the enforcement of rights relating to traditional cultural expressions, taking into account differences in national legal systems;]</w:t>
      </w:r>
    </w:p>
    <w:p w:rsidR="00025C28" w:rsidRPr="00025C28" w:rsidRDefault="00025C28" w:rsidP="00025C28">
      <w:pPr>
        <w:autoSpaceDE w:val="0"/>
        <w:autoSpaceDN w:val="0"/>
        <w:adjustRightInd w:val="0"/>
        <w:rPr>
          <w:bCs/>
          <w:lang w:val="en-GB"/>
        </w:rPr>
      </w:pPr>
    </w:p>
    <w:p w:rsidR="00025C28" w:rsidRPr="00025C28" w:rsidRDefault="00025C28" w:rsidP="00025C28">
      <w:pPr>
        <w:numPr>
          <w:ilvl w:val="0"/>
          <w:numId w:val="21"/>
        </w:numPr>
        <w:autoSpaceDE w:val="0"/>
        <w:autoSpaceDN w:val="0"/>
        <w:adjustRightInd w:val="0"/>
        <w:ind w:left="0" w:firstLine="0"/>
        <w:contextualSpacing/>
        <w:rPr>
          <w:rFonts w:eastAsiaTheme="minorEastAsia"/>
          <w:bCs/>
          <w:szCs w:val="22"/>
          <w:lang w:val="en-GB"/>
        </w:rPr>
      </w:pPr>
      <w:r w:rsidRPr="00025C28">
        <w:rPr>
          <w:rFonts w:eastAsiaTheme="minorEastAsia"/>
          <w:bCs/>
          <w:szCs w:val="22"/>
          <w:lang w:val="en-GB"/>
        </w:rPr>
        <w:t>[Nothing in this instrument may be construed as diminishing or extinguishing the rights that indigenous [peoples] or local communities have now or may acquire in the future.]</w:t>
      </w:r>
    </w:p>
    <w:p w:rsidR="00025C28" w:rsidRPr="00025C28" w:rsidRDefault="00025C28" w:rsidP="00025C28">
      <w:pPr>
        <w:tabs>
          <w:tab w:val="left" w:pos="550"/>
          <w:tab w:val="num" w:pos="993"/>
        </w:tabs>
        <w:autoSpaceDE w:val="0"/>
        <w:autoSpaceDN w:val="0"/>
        <w:adjustRightInd w:val="0"/>
        <w:rPr>
          <w:szCs w:val="22"/>
        </w:rPr>
      </w:pPr>
    </w:p>
    <w:p w:rsidR="00025C28" w:rsidRPr="00025C28" w:rsidRDefault="00025C28" w:rsidP="00025C28">
      <w:pPr>
        <w:rPr>
          <w:szCs w:val="22"/>
        </w:rPr>
      </w:pPr>
      <w:r w:rsidRPr="00025C28">
        <w:rPr>
          <w:szCs w:val="22"/>
        </w:rPr>
        <w:br w:type="page"/>
      </w:r>
    </w:p>
    <w:p w:rsidR="00025C28" w:rsidRPr="00025C28" w:rsidRDefault="00025C28" w:rsidP="00025C28">
      <w:pPr>
        <w:jc w:val="center"/>
        <w:rPr>
          <w:szCs w:val="22"/>
        </w:rPr>
      </w:pPr>
      <w:r w:rsidRPr="00025C28">
        <w:rPr>
          <w:szCs w:val="22"/>
        </w:rPr>
        <w:lastRenderedPageBreak/>
        <w:t>[ARTICLE 1</w:t>
      </w:r>
    </w:p>
    <w:p w:rsidR="00025C28" w:rsidRPr="00025C28" w:rsidRDefault="00025C28" w:rsidP="00025C28">
      <w:pPr>
        <w:jc w:val="center"/>
        <w:rPr>
          <w:szCs w:val="22"/>
        </w:rPr>
      </w:pPr>
    </w:p>
    <w:p w:rsidR="00025C28" w:rsidRPr="00025C28" w:rsidRDefault="00025C28" w:rsidP="00025C28">
      <w:pPr>
        <w:jc w:val="center"/>
        <w:rPr>
          <w:szCs w:val="22"/>
        </w:rPr>
      </w:pPr>
      <w:r w:rsidRPr="00025C28">
        <w:rPr>
          <w:szCs w:val="22"/>
        </w:rPr>
        <w:t>USE OF TERMS</w:t>
      </w:r>
    </w:p>
    <w:p w:rsidR="00025C28" w:rsidRPr="00025C28" w:rsidRDefault="00025C28" w:rsidP="00025C28">
      <w:pPr>
        <w:jc w:val="center"/>
        <w:rPr>
          <w:szCs w:val="22"/>
        </w:rPr>
      </w:pPr>
    </w:p>
    <w:p w:rsidR="00025C28" w:rsidRPr="00025C28" w:rsidRDefault="00025C28" w:rsidP="00025C28">
      <w:pPr>
        <w:rPr>
          <w:szCs w:val="22"/>
        </w:rPr>
      </w:pPr>
      <w:r w:rsidRPr="00025C28">
        <w:rPr>
          <w:szCs w:val="22"/>
        </w:rPr>
        <w:t>For the purposes of this instrument:</w:t>
      </w:r>
    </w:p>
    <w:p w:rsidR="00025C28" w:rsidRPr="00025C28" w:rsidRDefault="00025C28" w:rsidP="00025C28">
      <w:pPr>
        <w:rPr>
          <w:szCs w:val="22"/>
        </w:rPr>
      </w:pPr>
    </w:p>
    <w:p w:rsidR="00025C28" w:rsidRPr="00025C28" w:rsidRDefault="00025C28" w:rsidP="00025C28">
      <w:r w:rsidRPr="00025C28">
        <w:rPr>
          <w:b/>
        </w:rPr>
        <w:t>Traditional Cultural Expressions</w:t>
      </w:r>
      <w:r w:rsidRPr="00025C28">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Pr="00025C28">
        <w:rPr>
          <w:szCs w:val="22"/>
          <w:vertAlign w:val="superscript"/>
        </w:rPr>
        <w:footnoteReference w:id="10"/>
      </w:r>
      <w:r w:rsidRPr="00025C28">
        <w:t>, musical forms</w:t>
      </w:r>
      <w:r w:rsidRPr="00025C28">
        <w:rPr>
          <w:szCs w:val="22"/>
          <w:vertAlign w:val="superscript"/>
        </w:rPr>
        <w:footnoteReference w:id="11"/>
      </w:r>
      <w:r w:rsidRPr="00025C28">
        <w:t>, expressions by movement</w:t>
      </w:r>
      <w:r w:rsidRPr="00025C28">
        <w:rPr>
          <w:szCs w:val="22"/>
          <w:vertAlign w:val="superscript"/>
        </w:rPr>
        <w:footnoteReference w:id="12"/>
      </w:r>
      <w:r w:rsidRPr="00025C28">
        <w:t>, tangible</w:t>
      </w:r>
      <w:r w:rsidRPr="00025C28">
        <w:rPr>
          <w:szCs w:val="22"/>
          <w:vertAlign w:val="superscript"/>
        </w:rPr>
        <w:footnoteReference w:id="13"/>
      </w:r>
      <w:r w:rsidRPr="00025C28">
        <w:t xml:space="preserve"> or intangible forms of expression,  or combinations thereof. </w:t>
      </w:r>
    </w:p>
    <w:p w:rsidR="00025C28" w:rsidRPr="00025C28" w:rsidRDefault="00025C28" w:rsidP="00025C28">
      <w:pPr>
        <w:rPr>
          <w:szCs w:val="22"/>
        </w:rPr>
      </w:pPr>
    </w:p>
    <w:p w:rsidR="00025C28" w:rsidRPr="00025C28" w:rsidRDefault="00025C28" w:rsidP="00025C28">
      <w:pPr>
        <w:tabs>
          <w:tab w:val="left" w:pos="550"/>
          <w:tab w:val="num" w:pos="993"/>
        </w:tabs>
        <w:autoSpaceDE w:val="0"/>
        <w:autoSpaceDN w:val="0"/>
        <w:adjustRightInd w:val="0"/>
      </w:pPr>
      <w:r w:rsidRPr="00025C28">
        <w:rPr>
          <w:b/>
        </w:rPr>
        <w:t xml:space="preserve">[Public domain </w:t>
      </w:r>
      <w:r w:rsidRPr="00025C28">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rPr>
          <w:i/>
        </w:rPr>
      </w:pPr>
      <w:r w:rsidRPr="00025C28">
        <w:rPr>
          <w:i/>
        </w:rPr>
        <w:t>[Alternative</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tabs>
          <w:tab w:val="left" w:pos="550"/>
          <w:tab w:val="num" w:pos="993"/>
        </w:tabs>
        <w:autoSpaceDE w:val="0"/>
        <w:autoSpaceDN w:val="0"/>
        <w:adjustRightInd w:val="0"/>
        <w:rPr>
          <w:b/>
        </w:rPr>
      </w:pPr>
      <w:r w:rsidRPr="00025C28">
        <w:rPr>
          <w:b/>
        </w:rPr>
        <w:t xml:space="preserve">Public domain </w:t>
      </w:r>
      <w:r w:rsidRPr="00025C28">
        <w:t>means the public domain as defined by national law</w:t>
      </w:r>
      <w:r w:rsidRPr="00025C28">
        <w:rPr>
          <w:b/>
        </w:rPr>
        <w:t>.]</w:t>
      </w:r>
    </w:p>
    <w:p w:rsidR="00025C28" w:rsidRPr="00025C28" w:rsidRDefault="00025C28" w:rsidP="00025C28">
      <w:pPr>
        <w:tabs>
          <w:tab w:val="left" w:pos="550"/>
          <w:tab w:val="num" w:pos="993"/>
        </w:tabs>
        <w:autoSpaceDE w:val="0"/>
        <w:autoSpaceDN w:val="0"/>
        <w:adjustRightInd w:val="0"/>
        <w:rPr>
          <w:b/>
        </w:rPr>
      </w:pPr>
    </w:p>
    <w:p w:rsidR="00025C28" w:rsidRPr="00025C28" w:rsidRDefault="00025C28" w:rsidP="00025C28">
      <w:pPr>
        <w:tabs>
          <w:tab w:val="left" w:pos="550"/>
          <w:tab w:val="num" w:pos="993"/>
        </w:tabs>
        <w:autoSpaceDE w:val="0"/>
        <w:autoSpaceDN w:val="0"/>
        <w:adjustRightInd w:val="0"/>
      </w:pPr>
      <w:r w:rsidRPr="00025C28">
        <w:rPr>
          <w:b/>
        </w:rPr>
        <w:t xml:space="preserve">[Publicly available </w:t>
      </w:r>
      <w:r w:rsidRPr="00025C28">
        <w:t>means [subject matter]/[traditional knowledge] that [has lost its distinctive association with any indigenous community and that as such] has become generic or stock knowledge, notwithstanding that its historic origin may be known to the public.]</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b/>
          <w:szCs w:val="22"/>
        </w:rPr>
        <w:t>[[“Use”]/[“Utilization”]</w:t>
      </w:r>
      <w:r w:rsidRPr="00025C28">
        <w:rPr>
          <w:szCs w:val="22"/>
        </w:rPr>
        <w:t xml:space="preserve"> means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left" w:pos="1100"/>
        </w:tabs>
        <w:autoSpaceDE w:val="0"/>
        <w:autoSpaceDN w:val="0"/>
        <w:adjustRightInd w:val="0"/>
        <w:ind w:left="550"/>
        <w:rPr>
          <w:szCs w:val="22"/>
        </w:rPr>
      </w:pPr>
      <w:r w:rsidRPr="00025C28">
        <w:rPr>
          <w:szCs w:val="22"/>
        </w:rPr>
        <w:t>(a)</w:t>
      </w:r>
      <w:r w:rsidRPr="00025C28">
        <w:rPr>
          <w:szCs w:val="22"/>
        </w:rPr>
        <w:tab/>
        <w:t>where the traditional cultural expression is included in a product:</w:t>
      </w:r>
    </w:p>
    <w:p w:rsidR="00025C28" w:rsidRPr="00025C28" w:rsidRDefault="00025C28" w:rsidP="00025C28">
      <w:pPr>
        <w:tabs>
          <w:tab w:val="num" w:pos="993"/>
        </w:tabs>
        <w:autoSpaceDE w:val="0"/>
        <w:autoSpaceDN w:val="0"/>
        <w:adjustRightInd w:val="0"/>
        <w:ind w:left="550"/>
        <w:rPr>
          <w:szCs w:val="22"/>
        </w:rPr>
      </w:pPr>
    </w:p>
    <w:p w:rsidR="00025C28" w:rsidRPr="00025C28" w:rsidRDefault="00025C28" w:rsidP="00025C28">
      <w:pPr>
        <w:tabs>
          <w:tab w:val="num" w:pos="993"/>
        </w:tabs>
        <w:autoSpaceDE w:val="0"/>
        <w:autoSpaceDN w:val="0"/>
        <w:adjustRightInd w:val="0"/>
        <w:ind w:left="1100"/>
        <w:rPr>
          <w:szCs w:val="22"/>
        </w:rPr>
      </w:pPr>
      <w:r w:rsidRPr="00025C28">
        <w:rPr>
          <w:szCs w:val="22"/>
        </w:rPr>
        <w:t>(i)</w:t>
      </w:r>
      <w:r w:rsidRPr="00025C28">
        <w:rPr>
          <w:szCs w:val="22"/>
        </w:rPr>
        <w:tab/>
        <w:t>the manufacturing, importing, offering for sale, selling, stocking or using the product beyond the traditional context;  or</w:t>
      </w:r>
    </w:p>
    <w:p w:rsidR="00025C28" w:rsidRPr="00025C28" w:rsidRDefault="00025C28" w:rsidP="00025C28">
      <w:pPr>
        <w:tabs>
          <w:tab w:val="num" w:pos="993"/>
        </w:tabs>
        <w:autoSpaceDE w:val="0"/>
        <w:autoSpaceDN w:val="0"/>
        <w:adjustRightInd w:val="0"/>
        <w:ind w:left="1100"/>
        <w:rPr>
          <w:szCs w:val="22"/>
        </w:rPr>
      </w:pPr>
    </w:p>
    <w:p w:rsidR="00025C28" w:rsidRPr="00025C28" w:rsidRDefault="00025C28" w:rsidP="00025C28">
      <w:pPr>
        <w:tabs>
          <w:tab w:val="num" w:pos="993"/>
        </w:tabs>
        <w:autoSpaceDE w:val="0"/>
        <w:autoSpaceDN w:val="0"/>
        <w:adjustRightInd w:val="0"/>
        <w:ind w:left="1100"/>
        <w:rPr>
          <w:szCs w:val="22"/>
        </w:rPr>
      </w:pPr>
      <w:r w:rsidRPr="00025C28">
        <w:rPr>
          <w:szCs w:val="22"/>
        </w:rPr>
        <w:t>(ii)</w:t>
      </w:r>
      <w:r w:rsidRPr="00025C28">
        <w:rPr>
          <w:szCs w:val="22"/>
        </w:rPr>
        <w:tab/>
        <w:t>being in possession of the product for the purposes of offering it for sale, selling it or using it beyond the traditional context.</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ind w:left="1080" w:hanging="540"/>
        <w:rPr>
          <w:szCs w:val="22"/>
        </w:rPr>
      </w:pPr>
      <w:r w:rsidRPr="00025C28">
        <w:rPr>
          <w:szCs w:val="22"/>
        </w:rPr>
        <w:t>(b)</w:t>
      </w:r>
      <w:r w:rsidRPr="00025C28">
        <w:rPr>
          <w:szCs w:val="22"/>
        </w:rPr>
        <w:tab/>
        <w:t>where the traditional cultural expression is included in a process:</w:t>
      </w:r>
    </w:p>
    <w:p w:rsidR="00025C28" w:rsidRPr="00025C28" w:rsidRDefault="00025C28" w:rsidP="00025C28">
      <w:pPr>
        <w:tabs>
          <w:tab w:val="num" w:pos="993"/>
        </w:tabs>
        <w:autoSpaceDE w:val="0"/>
        <w:autoSpaceDN w:val="0"/>
        <w:adjustRightInd w:val="0"/>
        <w:ind w:left="550"/>
        <w:rPr>
          <w:szCs w:val="22"/>
        </w:rPr>
      </w:pPr>
    </w:p>
    <w:p w:rsidR="00025C28" w:rsidRPr="00025C28" w:rsidRDefault="00025C28" w:rsidP="00025C28">
      <w:pPr>
        <w:tabs>
          <w:tab w:val="num" w:pos="993"/>
        </w:tabs>
        <w:autoSpaceDE w:val="0"/>
        <w:autoSpaceDN w:val="0"/>
        <w:adjustRightInd w:val="0"/>
        <w:ind w:left="1100"/>
        <w:rPr>
          <w:szCs w:val="22"/>
        </w:rPr>
      </w:pPr>
      <w:r w:rsidRPr="00025C28">
        <w:rPr>
          <w:szCs w:val="22"/>
        </w:rPr>
        <w:t>(i)</w:t>
      </w:r>
      <w:r w:rsidRPr="00025C28">
        <w:rPr>
          <w:szCs w:val="22"/>
        </w:rPr>
        <w:tab/>
        <w:t>making use of the process beyond the traditional context;  or</w:t>
      </w:r>
    </w:p>
    <w:p w:rsidR="00025C28" w:rsidRPr="00025C28" w:rsidRDefault="00025C28" w:rsidP="00025C28">
      <w:pPr>
        <w:tabs>
          <w:tab w:val="num" w:pos="993"/>
        </w:tabs>
        <w:autoSpaceDE w:val="0"/>
        <w:autoSpaceDN w:val="0"/>
        <w:adjustRightInd w:val="0"/>
        <w:ind w:left="1100"/>
        <w:rPr>
          <w:szCs w:val="22"/>
        </w:rPr>
      </w:pPr>
    </w:p>
    <w:p w:rsidR="00025C28" w:rsidRPr="00025C28" w:rsidRDefault="00025C28" w:rsidP="00025C28">
      <w:pPr>
        <w:tabs>
          <w:tab w:val="num" w:pos="993"/>
        </w:tabs>
        <w:autoSpaceDE w:val="0"/>
        <w:autoSpaceDN w:val="0"/>
        <w:adjustRightInd w:val="0"/>
        <w:ind w:left="1100"/>
        <w:rPr>
          <w:szCs w:val="22"/>
        </w:rPr>
      </w:pPr>
      <w:r w:rsidRPr="00025C28">
        <w:rPr>
          <w:szCs w:val="22"/>
        </w:rPr>
        <w:t>(ii)</w:t>
      </w:r>
      <w:r w:rsidRPr="00025C28">
        <w:rPr>
          <w:szCs w:val="22"/>
        </w:rPr>
        <w:tab/>
        <w:t>carrying out the acts referred to under sub-clause (a) with respect to a product that is a direct result of the use of the process;  or</w:t>
      </w:r>
    </w:p>
    <w:p w:rsidR="00025C28" w:rsidRPr="00025C28" w:rsidRDefault="00025C28" w:rsidP="00025C28">
      <w:pPr>
        <w:tabs>
          <w:tab w:val="left" w:pos="550"/>
          <w:tab w:val="num" w:pos="993"/>
        </w:tabs>
        <w:autoSpaceDE w:val="0"/>
        <w:autoSpaceDN w:val="0"/>
        <w:adjustRightInd w:val="0"/>
      </w:pPr>
    </w:p>
    <w:p w:rsidR="00025C28" w:rsidRPr="00025C28" w:rsidRDefault="00025C28" w:rsidP="00025C28">
      <w:pPr>
        <w:autoSpaceDE w:val="0"/>
        <w:autoSpaceDN w:val="0"/>
        <w:adjustRightInd w:val="0"/>
        <w:ind w:left="1080" w:hanging="530"/>
        <w:rPr>
          <w:szCs w:val="22"/>
        </w:rPr>
      </w:pPr>
      <w:r w:rsidRPr="00025C28">
        <w:rPr>
          <w:szCs w:val="22"/>
        </w:rPr>
        <w:t>(c)</w:t>
      </w:r>
      <w:r w:rsidRPr="00025C28">
        <w:rPr>
          <w:szCs w:val="22"/>
        </w:rPr>
        <w:tab/>
        <w:t>the use of traditional cultural expression in research and development leading to profit-making or commercial purposes.]]</w:t>
      </w:r>
      <w:r w:rsidRPr="00025C28">
        <w:rPr>
          <w:szCs w:val="22"/>
        </w:rPr>
        <w:br w:type="page"/>
      </w:r>
    </w:p>
    <w:p w:rsidR="00025C28" w:rsidRPr="00025C28" w:rsidRDefault="00025C28" w:rsidP="00025C28">
      <w:pPr>
        <w:spacing w:before="2"/>
        <w:jc w:val="center"/>
        <w:rPr>
          <w:szCs w:val="22"/>
        </w:rPr>
      </w:pPr>
      <w:r w:rsidRPr="00025C28">
        <w:rPr>
          <w:szCs w:val="22"/>
        </w:rPr>
        <w:lastRenderedPageBreak/>
        <w:t>[ARTICLE 2</w:t>
      </w:r>
    </w:p>
    <w:p w:rsidR="00025C28" w:rsidRPr="00025C28" w:rsidRDefault="00025C28" w:rsidP="00025C28">
      <w:pPr>
        <w:spacing w:before="2"/>
        <w:jc w:val="center"/>
        <w:rPr>
          <w:szCs w:val="22"/>
          <w:u w:val="single"/>
        </w:rPr>
      </w:pPr>
      <w:r w:rsidRPr="00025C28">
        <w:rPr>
          <w:szCs w:val="22"/>
        </w:rPr>
        <w:t>OBJECTIVES</w:t>
      </w:r>
    </w:p>
    <w:p w:rsidR="00025C28" w:rsidRPr="00025C28" w:rsidRDefault="00025C28" w:rsidP="00025C28">
      <w:pPr>
        <w:rPr>
          <w:szCs w:val="22"/>
        </w:rPr>
      </w:pPr>
    </w:p>
    <w:p w:rsidR="00025C28" w:rsidRPr="00025C28" w:rsidRDefault="00025C28" w:rsidP="00025C28">
      <w:pPr>
        <w:rPr>
          <w:szCs w:val="22"/>
        </w:rPr>
      </w:pPr>
      <w:r w:rsidRPr="00025C28">
        <w:rPr>
          <w:szCs w:val="22"/>
        </w:rPr>
        <w:t>[Alt 1</w:t>
      </w:r>
    </w:p>
    <w:p w:rsidR="00025C28" w:rsidRPr="00025C28" w:rsidRDefault="00025C28" w:rsidP="00025C28">
      <w:pPr>
        <w:rPr>
          <w:szCs w:val="22"/>
        </w:rPr>
      </w:pPr>
    </w:p>
    <w:p w:rsidR="00025C28" w:rsidRPr="00025C28" w:rsidRDefault="00025C28" w:rsidP="00025C28">
      <w:pPr>
        <w:tabs>
          <w:tab w:val="num" w:pos="993"/>
        </w:tabs>
        <w:autoSpaceDE w:val="0"/>
        <w:autoSpaceDN w:val="0"/>
        <w:adjustRightInd w:val="0"/>
      </w:pPr>
      <w:r w:rsidRPr="00025C28">
        <w:t>The objective of this instrument is to provide effective, balanced and adequate protection relating to intellectual property against:</w:t>
      </w:r>
    </w:p>
    <w:p w:rsidR="00025C28" w:rsidRPr="00025C28" w:rsidRDefault="00025C28" w:rsidP="00025C28">
      <w:pPr>
        <w:tabs>
          <w:tab w:val="num" w:pos="993"/>
        </w:tabs>
        <w:autoSpaceDE w:val="0"/>
        <w:autoSpaceDN w:val="0"/>
        <w:adjustRightInd w:val="0"/>
      </w:pPr>
    </w:p>
    <w:p w:rsidR="00025C28" w:rsidRPr="00025C28" w:rsidRDefault="00025C28" w:rsidP="00025C28">
      <w:pPr>
        <w:numPr>
          <w:ilvl w:val="0"/>
          <w:numId w:val="13"/>
        </w:numPr>
        <w:tabs>
          <w:tab w:val="num" w:pos="993"/>
        </w:tabs>
        <w:autoSpaceDE w:val="0"/>
        <w:autoSpaceDN w:val="0"/>
        <w:adjustRightInd w:val="0"/>
        <w:contextualSpacing/>
        <w:rPr>
          <w:rFonts w:eastAsiaTheme="minorEastAsia"/>
          <w:szCs w:val="22"/>
        </w:rPr>
      </w:pPr>
      <w:r w:rsidRPr="00025C28">
        <w:rPr>
          <w:rFonts w:eastAsiaTheme="minorEastAsia"/>
          <w:szCs w:val="22"/>
        </w:rPr>
        <w:t>unauthorized</w:t>
      </w:r>
      <w:r w:rsidRPr="00025C28">
        <w:rPr>
          <w:rFonts w:eastAsiaTheme="minorEastAsia"/>
          <w:szCs w:val="22"/>
          <w:vertAlign w:val="superscript"/>
        </w:rPr>
        <w:footnoteReference w:id="14"/>
      </w:r>
      <w:r w:rsidRPr="00025C28">
        <w:rPr>
          <w:rFonts w:eastAsiaTheme="minorEastAsia"/>
          <w:szCs w:val="22"/>
        </w:rPr>
        <w:t xml:space="preserve"> and/or uncompensated</w:t>
      </w:r>
      <w:r w:rsidRPr="00025C28">
        <w:rPr>
          <w:rFonts w:eastAsiaTheme="minorEastAsia"/>
          <w:szCs w:val="22"/>
          <w:vertAlign w:val="superscript"/>
        </w:rPr>
        <w:footnoteReference w:id="15"/>
      </w:r>
      <w:r w:rsidRPr="00025C28">
        <w:rPr>
          <w:rFonts w:eastAsiaTheme="minorEastAsia"/>
          <w:szCs w:val="22"/>
        </w:rPr>
        <w:t xml:space="preserve"> uses of traditional cultural expressions;  and</w:t>
      </w:r>
    </w:p>
    <w:p w:rsidR="00025C28" w:rsidRPr="00025C28" w:rsidRDefault="00025C28" w:rsidP="00025C28">
      <w:pPr>
        <w:tabs>
          <w:tab w:val="num" w:pos="993"/>
        </w:tabs>
        <w:autoSpaceDE w:val="0"/>
        <w:autoSpaceDN w:val="0"/>
        <w:adjustRightInd w:val="0"/>
        <w:spacing w:after="200" w:line="276" w:lineRule="auto"/>
        <w:ind w:left="927"/>
        <w:contextualSpacing/>
        <w:rPr>
          <w:rFonts w:eastAsiaTheme="minorEastAsia"/>
          <w:szCs w:val="22"/>
        </w:rPr>
      </w:pPr>
    </w:p>
    <w:p w:rsidR="00025C28" w:rsidRPr="00025C28" w:rsidRDefault="00025C28" w:rsidP="00025C28">
      <w:pPr>
        <w:numPr>
          <w:ilvl w:val="0"/>
          <w:numId w:val="13"/>
        </w:numPr>
        <w:tabs>
          <w:tab w:val="num" w:pos="993"/>
        </w:tabs>
        <w:autoSpaceDE w:val="0"/>
        <w:autoSpaceDN w:val="0"/>
        <w:adjustRightInd w:val="0"/>
        <w:contextualSpacing/>
        <w:rPr>
          <w:rFonts w:eastAsiaTheme="minorEastAsia"/>
          <w:szCs w:val="22"/>
        </w:rPr>
      </w:pPr>
      <w:r w:rsidRPr="00025C28">
        <w:rPr>
          <w:rFonts w:eastAsiaTheme="minorEastAsia"/>
          <w:szCs w:val="22"/>
        </w:rPr>
        <w:t xml:space="preserve">the erroneous grant of intellectual property rights over traditional cultural expressions, </w:t>
      </w:r>
    </w:p>
    <w:p w:rsidR="00025C28" w:rsidRPr="00025C28" w:rsidRDefault="00025C28" w:rsidP="00025C28">
      <w:pPr>
        <w:spacing w:line="276" w:lineRule="auto"/>
        <w:ind w:left="720"/>
        <w:contextualSpacing/>
        <w:rPr>
          <w:rFonts w:eastAsiaTheme="minorEastAsia"/>
          <w:szCs w:val="22"/>
        </w:rPr>
      </w:pPr>
    </w:p>
    <w:p w:rsidR="00025C28" w:rsidRPr="00025C28" w:rsidRDefault="00025C28" w:rsidP="00025C28">
      <w:pPr>
        <w:rPr>
          <w:szCs w:val="22"/>
        </w:rPr>
      </w:pPr>
      <w:r w:rsidRPr="00025C28">
        <w:t>[while supporting the appropriate use of traditional cultural expressions].]</w:t>
      </w:r>
    </w:p>
    <w:p w:rsidR="00025C28" w:rsidRPr="00025C28" w:rsidRDefault="00025C28" w:rsidP="00025C28">
      <w:pPr>
        <w:rPr>
          <w:szCs w:val="22"/>
        </w:rPr>
      </w:pPr>
    </w:p>
    <w:p w:rsidR="00025C28" w:rsidRPr="00025C28" w:rsidRDefault="00025C28" w:rsidP="00025C28">
      <w:pPr>
        <w:rPr>
          <w:szCs w:val="22"/>
        </w:rPr>
      </w:pPr>
    </w:p>
    <w:p w:rsidR="00025C28" w:rsidRPr="00025C28" w:rsidRDefault="00025C28" w:rsidP="00025C28">
      <w:pPr>
        <w:ind w:left="550" w:hanging="550"/>
        <w:rPr>
          <w:szCs w:val="22"/>
        </w:rPr>
      </w:pPr>
      <w:r w:rsidRPr="00025C28">
        <w:rPr>
          <w:szCs w:val="22"/>
        </w:rPr>
        <w:t>[Alt 2</w:t>
      </w:r>
    </w:p>
    <w:p w:rsidR="00025C28" w:rsidRPr="00025C28" w:rsidRDefault="00025C28" w:rsidP="00025C28">
      <w:pPr>
        <w:ind w:left="550" w:hanging="550"/>
        <w:rPr>
          <w:szCs w:val="22"/>
          <w:u w:val="single"/>
        </w:rPr>
      </w:pPr>
    </w:p>
    <w:p w:rsidR="00025C28" w:rsidRPr="00025C28" w:rsidRDefault="00025C28" w:rsidP="00025C28">
      <w:pPr>
        <w:rPr>
          <w:szCs w:val="22"/>
        </w:rPr>
      </w:pPr>
      <w:r w:rsidRPr="00025C28">
        <w:rPr>
          <w:szCs w:val="22"/>
        </w:rPr>
        <w:t>The objective of this instrument is to support the appropriate use and effective, balanced and adequate protection of traditional cultural expressions within the intellectual property system, in accordance with national law, recognizing the rights of [indigenous [peoples] and local communities] [beneficiaries].]</w:t>
      </w:r>
    </w:p>
    <w:p w:rsidR="00025C28" w:rsidRPr="00025C28" w:rsidRDefault="00025C28" w:rsidP="00025C28">
      <w:pPr>
        <w:rPr>
          <w:szCs w:val="22"/>
        </w:rPr>
      </w:pPr>
    </w:p>
    <w:p w:rsidR="00025C28" w:rsidRPr="00025C28" w:rsidRDefault="00025C28" w:rsidP="00025C28">
      <w:pPr>
        <w:rPr>
          <w:szCs w:val="22"/>
        </w:rPr>
      </w:pPr>
    </w:p>
    <w:p w:rsidR="00025C28" w:rsidRPr="00025C28" w:rsidRDefault="00025C28" w:rsidP="00025C28">
      <w:pPr>
        <w:rPr>
          <w:szCs w:val="22"/>
        </w:rPr>
      </w:pPr>
      <w:r w:rsidRPr="00025C28">
        <w:rPr>
          <w:szCs w:val="22"/>
        </w:rPr>
        <w:t>[Alt 3</w:t>
      </w:r>
    </w:p>
    <w:p w:rsidR="00025C28" w:rsidRPr="00025C28" w:rsidRDefault="00025C28" w:rsidP="00025C28">
      <w:pPr>
        <w:rPr>
          <w:szCs w:val="22"/>
        </w:rPr>
      </w:pPr>
    </w:p>
    <w:p w:rsidR="00025C28" w:rsidRPr="00025C28" w:rsidRDefault="00025C28" w:rsidP="00025C28">
      <w:pPr>
        <w:rPr>
          <w:szCs w:val="22"/>
        </w:rPr>
      </w:pPr>
      <w:r w:rsidRPr="00025C28">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025C28" w:rsidRPr="00025C28" w:rsidRDefault="00025C28" w:rsidP="00025C28">
      <w:pPr>
        <w:rPr>
          <w:szCs w:val="22"/>
        </w:rPr>
      </w:pPr>
    </w:p>
    <w:p w:rsidR="00025C28" w:rsidRPr="00025C28" w:rsidRDefault="00025C28" w:rsidP="00025C28">
      <w:pPr>
        <w:ind w:left="567"/>
        <w:rPr>
          <w:szCs w:val="22"/>
        </w:rPr>
      </w:pPr>
      <w:r w:rsidRPr="00025C28">
        <w:rPr>
          <w:szCs w:val="22"/>
        </w:rPr>
        <w:t>(a)</w:t>
      </w:r>
      <w:r w:rsidRPr="00025C28">
        <w:rPr>
          <w:szCs w:val="22"/>
        </w:rPr>
        <w:tab/>
        <w:t>prevent the misappropriation, misuse, and unauthorized use of their traditional cultural expressions[, while making the most of the existing intellectual property system];</w:t>
      </w:r>
    </w:p>
    <w:p w:rsidR="00025C28" w:rsidRPr="00025C28" w:rsidRDefault="00025C28" w:rsidP="00025C28">
      <w:pPr>
        <w:ind w:left="567"/>
        <w:rPr>
          <w:szCs w:val="22"/>
        </w:rPr>
      </w:pPr>
    </w:p>
    <w:p w:rsidR="00025C28" w:rsidRPr="00025C28" w:rsidRDefault="00025C28" w:rsidP="00025C28">
      <w:pPr>
        <w:ind w:left="567"/>
        <w:rPr>
          <w:szCs w:val="22"/>
        </w:rPr>
      </w:pPr>
      <w:r w:rsidRPr="00025C28">
        <w:rPr>
          <w:szCs w:val="22"/>
        </w:rPr>
        <w:t>(b)</w:t>
      </w:r>
      <w:r w:rsidRPr="00025C28">
        <w:rPr>
          <w:szCs w:val="22"/>
        </w:rPr>
        <w:tab/>
        <w:t>encourage and protect creation and innovation, whether or not commercialized, recognizing the value of public domain and the need to protect, preserve and enhance the public domain;  and</w:t>
      </w:r>
    </w:p>
    <w:p w:rsidR="00025C28" w:rsidRPr="00025C28" w:rsidRDefault="00025C28" w:rsidP="00025C28">
      <w:pPr>
        <w:ind w:left="567"/>
        <w:rPr>
          <w:szCs w:val="22"/>
        </w:rPr>
      </w:pPr>
    </w:p>
    <w:p w:rsidR="00025C28" w:rsidRPr="00025C28" w:rsidRDefault="00025C28" w:rsidP="00025C28">
      <w:pPr>
        <w:ind w:left="567"/>
        <w:rPr>
          <w:szCs w:val="22"/>
        </w:rPr>
      </w:pPr>
      <w:r w:rsidRPr="00025C28">
        <w:rPr>
          <w:szCs w:val="22"/>
        </w:rPr>
        <w:t>(c)</w:t>
      </w:r>
      <w:r w:rsidRPr="00025C28">
        <w:rPr>
          <w:szCs w:val="22"/>
        </w:rPr>
        <w:tab/>
        <w:t>prevent the erroneous grant or assertion of intellectual property rights over traditional cultural expressions.</w:t>
      </w:r>
    </w:p>
    <w:p w:rsidR="00025C28" w:rsidRPr="00025C28" w:rsidRDefault="00025C28" w:rsidP="00025C28">
      <w:pPr>
        <w:ind w:left="567"/>
        <w:rPr>
          <w:szCs w:val="22"/>
        </w:rPr>
      </w:pPr>
    </w:p>
    <w:p w:rsidR="00025C28" w:rsidRPr="00025C28" w:rsidRDefault="00025C28" w:rsidP="00025C28">
      <w:pPr>
        <w:ind w:left="567"/>
        <w:rPr>
          <w:szCs w:val="22"/>
        </w:rPr>
      </w:pPr>
      <w:r w:rsidRPr="00025C28">
        <w:rPr>
          <w:szCs w:val="22"/>
        </w:rPr>
        <w:t>(d)</w:t>
      </w:r>
      <w:r w:rsidRPr="00025C28">
        <w:rPr>
          <w:szCs w:val="22"/>
        </w:rPr>
        <w:tab/>
        <w:t>promote the appropriate use of traditional cultural expression for sustainable, community-based development where so desired by indigenous peoples and local communities.]]</w:t>
      </w:r>
      <w:r w:rsidRPr="00025C28">
        <w:rPr>
          <w:sz w:val="24"/>
          <w:szCs w:val="24"/>
        </w:rPr>
        <w:t xml:space="preserve">    </w:t>
      </w:r>
    </w:p>
    <w:p w:rsidR="00025C28" w:rsidRPr="00025C28" w:rsidRDefault="00025C28" w:rsidP="00025C28">
      <w:pPr>
        <w:rPr>
          <w:szCs w:val="22"/>
        </w:rPr>
      </w:pPr>
    </w:p>
    <w:p w:rsidR="00025C28" w:rsidRPr="00025C28" w:rsidRDefault="00025C28" w:rsidP="00025C28">
      <w:pPr>
        <w:tabs>
          <w:tab w:val="num" w:pos="993"/>
        </w:tabs>
        <w:autoSpaceDE w:val="0"/>
        <w:autoSpaceDN w:val="0"/>
        <w:adjustRightInd w:val="0"/>
        <w:jc w:val="center"/>
        <w:rPr>
          <w:szCs w:val="22"/>
          <w:u w:val="single"/>
        </w:rPr>
      </w:pPr>
      <w:r w:rsidRPr="00025C28">
        <w:rPr>
          <w:szCs w:val="22"/>
          <w:u w:val="single"/>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3</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t>PROTECTION CRITERIA/ELIGIBILITY CRITERIA</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r w:rsidRPr="00025C28">
        <w:t>[Alt 1</w:t>
      </w:r>
    </w:p>
    <w:p w:rsidR="00025C28" w:rsidRPr="00025C28" w:rsidRDefault="00025C28" w:rsidP="00025C28"/>
    <w:p w:rsidR="00025C28" w:rsidRPr="00025C28" w:rsidRDefault="00025C28" w:rsidP="00025C28">
      <w:r w:rsidRPr="00025C28">
        <w:t>3.1</w:t>
      </w:r>
      <w:r w:rsidRPr="00025C28">
        <w:tab/>
        <w:t>Subject to Article 3.2, protection shall be extended under this instrument to traditional cultural expressions which are:</w:t>
      </w:r>
    </w:p>
    <w:p w:rsidR="00025C28" w:rsidRPr="00025C28" w:rsidRDefault="00025C28" w:rsidP="00025C28"/>
    <w:p w:rsidR="00025C28" w:rsidRPr="00025C28" w:rsidRDefault="00025C28" w:rsidP="00025C28">
      <w:pPr>
        <w:ind w:left="567" w:firstLine="3"/>
      </w:pPr>
      <w:r w:rsidRPr="00025C28">
        <w:t>(a)</w:t>
      </w:r>
      <w:r w:rsidRPr="00025C28">
        <w:tab/>
        <w:t xml:space="preserve">created, generated, received, or revealed, by indigenous [peoples], local communities and/or [other beneficiaries] and developed, held, used, and maintained collectively by them [in accordance with their customary laws and protocols]; </w:t>
      </w:r>
    </w:p>
    <w:p w:rsidR="00025C28" w:rsidRPr="00025C28" w:rsidRDefault="00025C28" w:rsidP="00025C28"/>
    <w:p w:rsidR="00025C28" w:rsidRPr="00025C28" w:rsidRDefault="00025C28" w:rsidP="00025C28">
      <w:pPr>
        <w:ind w:left="567" w:firstLine="3"/>
      </w:pPr>
      <w:r w:rsidRPr="00025C28">
        <w:t>(b)</w:t>
      </w:r>
      <w:r w:rsidRPr="00025C28">
        <w:tab/>
        <w:t>linked with, and are an integral part of, the cultural and social identity and traditional heritage of indigenous [peoples], local communities and/or [other beneficiaries];  and</w:t>
      </w:r>
    </w:p>
    <w:p w:rsidR="00025C28" w:rsidRPr="00025C28" w:rsidRDefault="00025C28" w:rsidP="00025C28"/>
    <w:p w:rsidR="00025C28" w:rsidRPr="00025C28" w:rsidRDefault="00025C28" w:rsidP="00025C28">
      <w:pPr>
        <w:ind w:left="630"/>
      </w:pPr>
      <w:r w:rsidRPr="00025C28">
        <w:t>(c)</w:t>
      </w:r>
      <w:r w:rsidRPr="00025C28">
        <w:tab/>
        <w:t>transmitted between or from generation to generation, whether consecutively or not.</w:t>
      </w:r>
    </w:p>
    <w:p w:rsidR="00025C28" w:rsidRPr="00025C28" w:rsidRDefault="00025C28" w:rsidP="00025C28"/>
    <w:p w:rsidR="00025C28" w:rsidRPr="00025C28" w:rsidRDefault="00025C28" w:rsidP="00025C28">
      <w:r w:rsidRPr="00025C28">
        <w:t>3.2.  A Member State/Contracting Party may under its national law, condition protection on the prior existence of the traditional cultural expressions for a reasonable term as determined by the Member State/Contracting Party.]</w:t>
      </w:r>
    </w:p>
    <w:p w:rsidR="00025C28" w:rsidRPr="00025C28" w:rsidRDefault="00025C28" w:rsidP="00025C28"/>
    <w:p w:rsidR="00025C28" w:rsidRPr="00025C28" w:rsidRDefault="00025C28" w:rsidP="00025C28"/>
    <w:p w:rsidR="00025C28" w:rsidRPr="00025C28" w:rsidRDefault="00025C28" w:rsidP="00025C28">
      <w:r w:rsidRPr="00025C28">
        <w:t>[Alt 2</w:t>
      </w:r>
    </w:p>
    <w:p w:rsidR="00025C28" w:rsidRPr="00025C28" w:rsidRDefault="00025C28" w:rsidP="00025C28"/>
    <w:p w:rsidR="00025C28" w:rsidRPr="00025C28" w:rsidRDefault="00025C28" w:rsidP="00025C28">
      <w:r w:rsidRPr="00025C28">
        <w:t>3.1</w:t>
      </w:r>
      <w:r w:rsidRPr="00025C28">
        <w:tab/>
        <w:t>Protection should be extended under this instrument to traditional cultural expressions which are:</w:t>
      </w:r>
    </w:p>
    <w:p w:rsidR="00025C28" w:rsidRPr="00025C28" w:rsidRDefault="00025C28" w:rsidP="00025C28"/>
    <w:p w:rsidR="00025C28" w:rsidRPr="00025C28" w:rsidRDefault="00025C28" w:rsidP="00025C28">
      <w:pPr>
        <w:ind w:left="567" w:firstLine="3"/>
      </w:pPr>
      <w:r w:rsidRPr="00025C28">
        <w:t>(a)</w:t>
      </w:r>
      <w:r w:rsidRPr="00025C28">
        <w:tab/>
        <w:t xml:space="preserve">created, generated, received, or revealed, by indigenous [peoples], local communities and/or [other beneficiaries] and developed, held, used, and maintained collectively by them [in accordance with their customary laws and protocols]; </w:t>
      </w:r>
    </w:p>
    <w:p w:rsidR="00025C28" w:rsidRPr="00025C28" w:rsidRDefault="00025C28" w:rsidP="00025C28"/>
    <w:p w:rsidR="00025C28" w:rsidRPr="00025C28" w:rsidRDefault="00025C28" w:rsidP="00025C28">
      <w:pPr>
        <w:ind w:left="567" w:firstLine="3"/>
      </w:pPr>
      <w:r w:rsidRPr="00025C28">
        <w:t>(b)</w:t>
      </w:r>
      <w:r w:rsidRPr="00025C28">
        <w:tab/>
        <w:t>linked with, are an integral part of, and are distinctively associated with the cultural and social identity and traditional heritage of indigenous [peoples], local communities and/or [other beneficiaries];  and</w:t>
      </w:r>
    </w:p>
    <w:p w:rsidR="00025C28" w:rsidRPr="00025C28" w:rsidRDefault="00025C28" w:rsidP="00025C28"/>
    <w:p w:rsidR="00025C28" w:rsidRPr="00025C28" w:rsidRDefault="00025C28" w:rsidP="00025C28">
      <w:pPr>
        <w:ind w:left="567" w:firstLine="3"/>
      </w:pPr>
      <w:r w:rsidRPr="00025C28">
        <w:t>(c)</w:t>
      </w:r>
      <w:r w:rsidRPr="00025C28">
        <w:tab/>
        <w:t>transmitted between or from generation to generation, whether consecutively or not for a term not less than fifty years or five generations.]]</w:t>
      </w:r>
    </w:p>
    <w:p w:rsidR="00025C28" w:rsidRPr="00025C28" w:rsidRDefault="00025C28" w:rsidP="00025C28"/>
    <w:p w:rsidR="00025C28" w:rsidRPr="00025C28" w:rsidRDefault="00025C28" w:rsidP="00025C28">
      <w:pPr>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4</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 xml:space="preserve">BENEFICIARIES </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pPr>
      <w:r w:rsidRPr="00025C28">
        <w:t xml:space="preserve">[Alt 1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The beneficiaries of this instrument are indigenous peoples, local communities, and other beneficiaries,</w:t>
      </w:r>
      <w:r w:rsidRPr="00025C28">
        <w:rPr>
          <w:vertAlign w:val="superscript"/>
        </w:rPr>
        <w:footnoteReference w:id="16"/>
      </w:r>
      <w:r w:rsidRPr="00025C28">
        <w:t xml:space="preserve"> as may be determined under national law.]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[Alt 2</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Beneficiaries of protection under this instrument are indigenous [peoples] and local communities who hold, express, create, maintain, use, and develop [protected] traditional cultural expressions.]  </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rPr>
          <w:szCs w:val="22"/>
        </w:rPr>
      </w:pPr>
      <w:r w:rsidRPr="00025C28">
        <w:t>[Alt 3</w:t>
      </w:r>
    </w:p>
    <w:p w:rsidR="00025C28" w:rsidRPr="00025C28" w:rsidRDefault="00025C28" w:rsidP="00025C28">
      <w:pPr>
        <w:autoSpaceDE w:val="0"/>
        <w:autoSpaceDN w:val="0"/>
        <w:adjustRightInd w:val="0"/>
      </w:pPr>
    </w:p>
    <w:p w:rsidR="00025C28" w:rsidRPr="00025C28" w:rsidRDefault="00025C28" w:rsidP="00025C28">
      <w:pPr>
        <w:autoSpaceDE w:val="0"/>
        <w:autoSpaceDN w:val="0"/>
        <w:adjustRightInd w:val="0"/>
      </w:pPr>
      <w:r w:rsidRPr="00025C28">
        <w:t xml:space="preserve">The beneficiaries of this instrument are indigenous [peoples], local communities, and other beneficiaries, [such as states [and/or nations]], as may be determined under national law.]]  </w:t>
      </w:r>
    </w:p>
    <w:p w:rsidR="00025C28" w:rsidRPr="00025C28" w:rsidRDefault="00025C28" w:rsidP="00025C28">
      <w:pPr>
        <w:autoSpaceDE w:val="0"/>
        <w:autoSpaceDN w:val="0"/>
        <w:adjustRightInd w:val="0"/>
      </w:pPr>
    </w:p>
    <w:p w:rsidR="00025C28" w:rsidRPr="00025C28" w:rsidRDefault="00025C28" w:rsidP="00025C28">
      <w:pPr>
        <w:tabs>
          <w:tab w:val="num" w:pos="993"/>
        </w:tabs>
        <w:autoSpaceDE w:val="0"/>
        <w:autoSpaceDN w:val="0"/>
        <w:adjustRightInd w:val="0"/>
        <w:jc w:val="center"/>
        <w:rPr>
          <w:szCs w:val="22"/>
        </w:rPr>
      </w:pPr>
      <w:r w:rsidRPr="00025C28">
        <w:rPr>
          <w:szCs w:val="22"/>
        </w:rPr>
        <w:br w:type="page"/>
      </w:r>
      <w:r w:rsidRPr="00025C28">
        <w:rPr>
          <w:szCs w:val="22"/>
        </w:rPr>
        <w:lastRenderedPageBreak/>
        <w:t>[ARTICLE 5</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SCOPE OF [PROTECTION]/[SAFEGUARDING]</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num" w:pos="993"/>
        </w:tabs>
        <w:autoSpaceDE w:val="0"/>
        <w:autoSpaceDN w:val="0"/>
        <w:adjustRightInd w:val="0"/>
        <w:rPr>
          <w:szCs w:val="22"/>
        </w:rPr>
      </w:pPr>
      <w:r w:rsidRPr="00025C28">
        <w:rPr>
          <w:szCs w:val="22"/>
        </w:rPr>
        <w:t>[Alt 1</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5.1</w:t>
      </w:r>
      <w:r w:rsidRPr="00025C28">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rsidRPr="00025C28">
        <w:t xml:space="preserve">[taking into consideration exceptions and limitations, as defined in Article 7,] </w:t>
      </w:r>
      <w:r w:rsidRPr="00025C28">
        <w:rPr>
          <w:szCs w:val="22"/>
        </w:rPr>
        <w:t>in a reasonable and balanced manner.</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5.2</w:t>
      </w:r>
      <w:r w:rsidRPr="00025C28">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[Alt 2</w:t>
      </w:r>
    </w:p>
    <w:p w:rsidR="00025C28" w:rsidRPr="00025C28" w:rsidRDefault="00025C28" w:rsidP="00025C28">
      <w:pPr>
        <w:tabs>
          <w:tab w:val="left" w:pos="550"/>
        </w:tabs>
        <w:autoSpaceDE w:val="0"/>
        <w:autoSpaceDN w:val="0"/>
        <w:adjustRightInd w:val="0"/>
        <w:rPr>
          <w:i/>
        </w:rPr>
      </w:pPr>
    </w:p>
    <w:p w:rsidR="00025C28" w:rsidRPr="00025C28" w:rsidRDefault="00025C28" w:rsidP="00025C28">
      <w:pPr>
        <w:autoSpaceDE w:val="0"/>
        <w:autoSpaceDN w:val="0"/>
        <w:adjustRightInd w:val="0"/>
      </w:pPr>
      <w:r w:rsidRPr="00025C28">
        <w:t>5.1</w:t>
      </w:r>
      <w:r w:rsidRPr="00025C28">
        <w:tab/>
        <w:t>Member States [should/shall] take legislative, administrative and/or policy measures, as appropriate, in accordance with national law, in a reasonable and balanced manner, and in a manner consistent with Article 14, with the aim of ensuring that:</w:t>
      </w:r>
    </w:p>
    <w:p w:rsidR="00025C28" w:rsidRPr="00025C28" w:rsidRDefault="00025C28" w:rsidP="00025C28">
      <w:pPr>
        <w:autoSpaceDE w:val="0"/>
        <w:autoSpaceDN w:val="0"/>
        <w:adjustRightInd w:val="0"/>
        <w:ind w:left="764"/>
      </w:pPr>
    </w:p>
    <w:p w:rsidR="00025C28" w:rsidRPr="00025C28" w:rsidRDefault="00025C28" w:rsidP="00025C28">
      <w:pPr>
        <w:numPr>
          <w:ilvl w:val="0"/>
          <w:numId w:val="12"/>
        </w:numPr>
        <w:autoSpaceDE w:val="0"/>
        <w:autoSpaceDN w:val="0"/>
        <w:adjustRightInd w:val="0"/>
        <w:ind w:left="630" w:hanging="63"/>
      </w:pPr>
      <w:r w:rsidRPr="00025C28">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025C28" w:rsidRPr="00025C28" w:rsidRDefault="00025C28" w:rsidP="00025C28">
      <w:pPr>
        <w:tabs>
          <w:tab w:val="left" w:pos="550"/>
        </w:tabs>
        <w:autoSpaceDE w:val="0"/>
        <w:autoSpaceDN w:val="0"/>
        <w:adjustRightInd w:val="0"/>
        <w:ind w:left="404"/>
      </w:pPr>
    </w:p>
    <w:p w:rsidR="00025C28" w:rsidRPr="00025C28" w:rsidRDefault="00025C28" w:rsidP="00025C28">
      <w:pPr>
        <w:numPr>
          <w:ilvl w:val="0"/>
          <w:numId w:val="11"/>
        </w:numPr>
        <w:autoSpaceDE w:val="0"/>
        <w:autoSpaceDN w:val="0"/>
        <w:adjustRightInd w:val="0"/>
        <w:ind w:left="990" w:firstLine="180"/>
      </w:pPr>
      <w:r w:rsidRPr="00025C28">
        <w:t>Beneficiaries have the exclusive and collective right to maintain, control, use, develop, authorize or prevent access to and use/utilization of their traditional cultural expressions; and receive a fair and equitable share of benefits arising from their use.</w:t>
      </w:r>
    </w:p>
    <w:p w:rsidR="00025C28" w:rsidRPr="00025C28" w:rsidRDefault="00025C28" w:rsidP="00025C28">
      <w:pPr>
        <w:autoSpaceDE w:val="0"/>
        <w:autoSpaceDN w:val="0"/>
        <w:adjustRightInd w:val="0"/>
        <w:ind w:left="990" w:firstLine="180"/>
      </w:pPr>
    </w:p>
    <w:p w:rsidR="00025C28" w:rsidRPr="00025C28" w:rsidRDefault="00025C28" w:rsidP="00025C28">
      <w:pPr>
        <w:numPr>
          <w:ilvl w:val="0"/>
          <w:numId w:val="11"/>
        </w:numPr>
        <w:autoSpaceDE w:val="0"/>
        <w:autoSpaceDN w:val="0"/>
        <w:adjustRightInd w:val="0"/>
        <w:ind w:left="990" w:firstLine="180"/>
      </w:pPr>
      <w:r w:rsidRPr="00025C28">
        <w:t>Beneficiaries have the moral right of attribution and the moral right to the use of their traditional cultural expressions in a manner that respects the integrity of such traditional cultural expressions.</w:t>
      </w:r>
    </w:p>
    <w:p w:rsidR="00025C28" w:rsidRPr="00025C28" w:rsidRDefault="00025C28" w:rsidP="00025C28">
      <w:pPr>
        <w:tabs>
          <w:tab w:val="left" w:pos="550"/>
        </w:tabs>
        <w:autoSpaceDE w:val="0"/>
        <w:autoSpaceDN w:val="0"/>
        <w:adjustRightInd w:val="0"/>
        <w:ind w:left="404"/>
        <w:contextualSpacing/>
      </w:pPr>
    </w:p>
    <w:p w:rsidR="00025C28" w:rsidRPr="00025C28" w:rsidRDefault="00025C28" w:rsidP="00025C28">
      <w:pPr>
        <w:numPr>
          <w:ilvl w:val="0"/>
          <w:numId w:val="12"/>
        </w:numPr>
        <w:autoSpaceDE w:val="0"/>
        <w:autoSpaceDN w:val="0"/>
        <w:adjustRightInd w:val="0"/>
        <w:ind w:left="540" w:firstLine="27"/>
      </w:pPr>
      <w:r w:rsidRPr="00025C28">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025C28" w:rsidRPr="00025C28" w:rsidRDefault="00025C28" w:rsidP="00025C28">
      <w:pPr>
        <w:autoSpaceDE w:val="0"/>
        <w:autoSpaceDN w:val="0"/>
        <w:adjustRightInd w:val="0"/>
        <w:ind w:left="764"/>
      </w:pPr>
    </w:p>
    <w:p w:rsidR="00025C28" w:rsidRPr="00025C28" w:rsidRDefault="00025C28" w:rsidP="00025C28">
      <w:pPr>
        <w:numPr>
          <w:ilvl w:val="0"/>
          <w:numId w:val="6"/>
        </w:numPr>
        <w:autoSpaceDE w:val="0"/>
        <w:autoSpaceDN w:val="0"/>
        <w:adjustRightInd w:val="0"/>
        <w:ind w:left="990" w:firstLine="144"/>
      </w:pPr>
      <w:r w:rsidRPr="00025C28">
        <w:t xml:space="preserve">Beneficiaries receive a fair and equitable share of benefits arising from their use; and </w:t>
      </w:r>
    </w:p>
    <w:p w:rsidR="00025C28" w:rsidRPr="00025C28" w:rsidRDefault="00025C28" w:rsidP="00025C28">
      <w:pPr>
        <w:autoSpaceDE w:val="0"/>
        <w:autoSpaceDN w:val="0"/>
        <w:adjustRightInd w:val="0"/>
        <w:ind w:left="1538" w:hanging="567"/>
      </w:pPr>
    </w:p>
    <w:p w:rsidR="00025C28" w:rsidRPr="00025C28" w:rsidRDefault="00025C28" w:rsidP="00025C28">
      <w:pPr>
        <w:numPr>
          <w:ilvl w:val="0"/>
          <w:numId w:val="6"/>
        </w:numPr>
        <w:autoSpaceDE w:val="0"/>
        <w:autoSpaceDN w:val="0"/>
        <w:adjustRightInd w:val="0"/>
        <w:ind w:left="1080" w:firstLine="54"/>
        <w:rPr>
          <w:rFonts w:eastAsia="Times New Roman"/>
          <w:lang w:val="sv-SE" w:eastAsia="en-US"/>
        </w:rPr>
      </w:pPr>
      <w:r w:rsidRPr="00025C28">
        <w:t>Beneficiaries have the moral right of attribution and the right to the use of their traditional cultural expressions in a manner that respects the integrity of such traditional cultural expressions.</w:t>
      </w:r>
    </w:p>
    <w:p w:rsidR="00025C28" w:rsidRPr="00025C28" w:rsidRDefault="00025C28" w:rsidP="00025C28">
      <w:pPr>
        <w:autoSpaceDE w:val="0"/>
        <w:autoSpaceDN w:val="0"/>
        <w:adjustRightInd w:val="0"/>
        <w:ind w:left="1134"/>
      </w:pPr>
    </w:p>
    <w:p w:rsidR="00025C28" w:rsidRPr="00025C28" w:rsidRDefault="00025C28" w:rsidP="00025C28">
      <w:pPr>
        <w:tabs>
          <w:tab w:val="left" w:pos="550"/>
        </w:tabs>
        <w:autoSpaceDE w:val="0"/>
        <w:autoSpaceDN w:val="0"/>
        <w:adjustRightInd w:val="0"/>
        <w:rPr>
          <w:szCs w:val="22"/>
        </w:rPr>
      </w:pPr>
      <w:r w:rsidRPr="00025C28">
        <w:t>5.2</w:t>
      </w:r>
      <w:r w:rsidRPr="00025C28">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025C28" w:rsidRPr="00025C28" w:rsidRDefault="00025C28" w:rsidP="00025C28">
      <w:pPr>
        <w:tabs>
          <w:tab w:val="left" w:pos="550"/>
        </w:tabs>
        <w:autoSpaceDE w:val="0"/>
        <w:autoSpaceDN w:val="0"/>
        <w:adjustRightInd w:val="0"/>
        <w:rPr>
          <w:szCs w:val="22"/>
        </w:rPr>
      </w:pPr>
      <w:r w:rsidRPr="00025C28">
        <w:rPr>
          <w:szCs w:val="22"/>
        </w:rPr>
        <w:lastRenderedPageBreak/>
        <w:t>[Alt 3</w:t>
      </w:r>
    </w:p>
    <w:p w:rsidR="00025C28" w:rsidRPr="00025C28" w:rsidRDefault="00025C28" w:rsidP="00025C28">
      <w:pPr>
        <w:tabs>
          <w:tab w:val="left" w:pos="550"/>
        </w:tabs>
        <w:autoSpaceDE w:val="0"/>
        <w:autoSpaceDN w:val="0"/>
        <w:adjustRightInd w:val="0"/>
        <w:rPr>
          <w:i/>
          <w:szCs w:val="22"/>
        </w:rPr>
      </w:pPr>
    </w:p>
    <w:p w:rsidR="00025C28" w:rsidRPr="00025C28" w:rsidRDefault="00025C28" w:rsidP="00025C28">
      <w:pPr>
        <w:tabs>
          <w:tab w:val="left" w:pos="550"/>
        </w:tabs>
        <w:autoSpaceDE w:val="0"/>
        <w:autoSpaceDN w:val="0"/>
        <w:adjustRightInd w:val="0"/>
        <w:rPr>
          <w:szCs w:val="22"/>
        </w:rPr>
      </w:pPr>
      <w:r w:rsidRPr="00025C28">
        <w:rPr>
          <w:szCs w:val="22"/>
        </w:rPr>
        <w:t>5.1</w:t>
      </w:r>
      <w:r w:rsidRPr="00025C28">
        <w:rPr>
          <w:szCs w:val="22"/>
        </w:rPr>
        <w:tab/>
        <w:t xml:space="preserve">Where the [protected] traditional cultural expression is [sacred], [secret] or [otherwise known only] [closely held] within indigenous [peoples] or local communities, Member States should/shall: </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autoSpaceDE w:val="0"/>
        <w:autoSpaceDN w:val="0"/>
        <w:adjustRightInd w:val="0"/>
        <w:ind w:left="540" w:firstLine="10"/>
        <w:rPr>
          <w:szCs w:val="22"/>
        </w:rPr>
      </w:pPr>
      <w:r w:rsidRPr="00025C28">
        <w:rPr>
          <w:szCs w:val="22"/>
        </w:rPr>
        <w:t>(a)</w:t>
      </w:r>
      <w:r w:rsidRPr="00025C28">
        <w:rPr>
          <w:szCs w:val="22"/>
        </w:rPr>
        <w:tab/>
        <w:t>provide legal, policy and/or administrative measures, as appropriate and in accordance with national law that allow beneficiaries to:</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w:t>
      </w:r>
      <w:r w:rsidRPr="00025C28">
        <w:rPr>
          <w:szCs w:val="22"/>
        </w:rPr>
        <w:tab/>
        <w:t>[create,] maintain, control and develop said [protected] traditional cultural expressions;</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ii.</w:t>
      </w:r>
      <w:r w:rsidRPr="00025C28">
        <w:rPr>
          <w:szCs w:val="22"/>
        </w:rPr>
        <w:tab/>
        <w:t>[discourage] prevent the unauthorized disclosure and fixation and prevent the unlawful use  of secret [protected] traditional cultural expressions;</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iii.</w:t>
      </w:r>
      <w:r w:rsidRPr="00025C28">
        <w:rPr>
          <w:szCs w:val="22"/>
        </w:rPr>
        <w:tab/>
        <w:t xml:space="preserve">[authorize or deny the access to and use/[utilization] of said [protected] traditional cultural expressions based on free, prior and informed consent or approval and involvement and mutually agreed terms;] </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iv.</w:t>
      </w:r>
      <w:r w:rsidRPr="00025C28">
        <w:rPr>
          <w:szCs w:val="22"/>
        </w:rPr>
        <w:tab/>
        <w:t>protect against any [false or misleading] uses of [protected] traditional cultural expressions, in relation to goods and services, that suggest endorsement by or linkage with the beneficiaries;  and</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v.</w:t>
      </w:r>
      <w:r w:rsidRPr="00025C28">
        <w:rPr>
          <w:szCs w:val="22"/>
        </w:rPr>
        <w:tab/>
        <w:t>[prevent] prohibit use or modification which distorts or mutilates a [protected] traditional cultural expression or that otherwise diminishes its cultural significance to the beneficiary.</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1170" w:hanging="620"/>
        <w:rPr>
          <w:szCs w:val="22"/>
        </w:rPr>
      </w:pPr>
      <w:r w:rsidRPr="00025C28">
        <w:rPr>
          <w:szCs w:val="22"/>
        </w:rPr>
        <w:t>(b)</w:t>
      </w:r>
      <w:r w:rsidRPr="00025C28">
        <w:rPr>
          <w:szCs w:val="22"/>
        </w:rPr>
        <w:tab/>
        <w:t xml:space="preserve">encourage users [to]: </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w:t>
      </w:r>
      <w:r w:rsidRPr="00025C28">
        <w:rPr>
          <w:szCs w:val="22"/>
        </w:rPr>
        <w:tab/>
        <w:t>attribute said [protected] traditional cultural expressions to the beneficiaries;</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 xml:space="preserve">ii. </w:t>
      </w:r>
      <w:r w:rsidRPr="00025C28">
        <w:rPr>
          <w:szCs w:val="22"/>
        </w:rPr>
        <w:tab/>
        <w:t>use best efforts to enter into an agreement with the beneficiaries to establish terms of use of the [protected] traditional cultural expressions]; and</w:t>
      </w:r>
    </w:p>
    <w:p w:rsidR="00025C28" w:rsidRPr="00025C28" w:rsidRDefault="00025C28" w:rsidP="00025C28">
      <w:pPr>
        <w:tabs>
          <w:tab w:val="left" w:pos="550"/>
        </w:tabs>
        <w:autoSpaceDE w:val="0"/>
        <w:autoSpaceDN w:val="0"/>
        <w:adjustRightInd w:val="0"/>
        <w:ind w:left="1134"/>
        <w:rPr>
          <w:szCs w:val="22"/>
        </w:rPr>
      </w:pPr>
    </w:p>
    <w:p w:rsidR="00025C28" w:rsidRPr="00025C28" w:rsidRDefault="00025C28" w:rsidP="00025C28">
      <w:pPr>
        <w:tabs>
          <w:tab w:val="left" w:pos="550"/>
        </w:tabs>
        <w:autoSpaceDE w:val="0"/>
        <w:autoSpaceDN w:val="0"/>
        <w:adjustRightInd w:val="0"/>
        <w:ind w:left="1134"/>
        <w:rPr>
          <w:szCs w:val="22"/>
        </w:rPr>
      </w:pPr>
      <w:r w:rsidRPr="00025C28">
        <w:rPr>
          <w:szCs w:val="22"/>
        </w:rPr>
        <w:t>iii.</w:t>
      </w:r>
      <w:r w:rsidRPr="00025C28">
        <w:rPr>
          <w:szCs w:val="22"/>
        </w:rPr>
        <w:tab/>
        <w:t>use/utilize the knowledge in a manner that respects the cultural norms and practices of the beneficiaries as well as the [inalienable, indivisible and imprescriptible] nature of the moral rights associated with the [protected] traditional cultural expressions.</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5.2</w:t>
      </w:r>
      <w:r w:rsidRPr="00025C28">
        <w:rPr>
          <w:szCs w:val="22"/>
        </w:rPr>
        <w:tab/>
        <w:t xml:space="preserve">[Where the [protected]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autoSpaceDE w:val="0"/>
        <w:autoSpaceDN w:val="0"/>
        <w:adjustRightInd w:val="0"/>
        <w:ind w:left="540" w:firstLine="10"/>
        <w:rPr>
          <w:szCs w:val="22"/>
        </w:rPr>
      </w:pPr>
      <w:r w:rsidRPr="00025C28">
        <w:rPr>
          <w:szCs w:val="22"/>
        </w:rPr>
        <w:t>(a)</w:t>
      </w:r>
      <w:r w:rsidRPr="00025C28">
        <w:rPr>
          <w:szCs w:val="22"/>
        </w:rPr>
        <w:tab/>
        <w:t>attribute and acknowledge the beneficiaries as the source of the [protected] traditional cultural expressions, unless the beneficiaries decide otherwise, or the [protected] traditional cultural expressions is not attributable to a specific indigenous people or local community[; and][.]</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 xml:space="preserve">(b) </w:t>
      </w:r>
      <w:r w:rsidRPr="00025C28">
        <w:rPr>
          <w:szCs w:val="22"/>
        </w:rPr>
        <w:tab/>
        <w:t xml:space="preserve">use best efforts to enter into an agreement with the beneficiaries to establish terms of use of the [protected] traditional cultural expressions; </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(c)</w:t>
      </w:r>
      <w:r w:rsidRPr="00025C28">
        <w:rPr>
          <w:szCs w:val="22"/>
        </w:rPr>
        <w:tab/>
        <w:t xml:space="preserve">[use/utilize the knowledge in a manner that respects the cultural norms and practices of the beneficiaries as well as the [inalienable, indivisible and imprescriptible] </w:t>
      </w:r>
      <w:r w:rsidRPr="00025C28">
        <w:rPr>
          <w:szCs w:val="22"/>
        </w:rPr>
        <w:lastRenderedPageBreak/>
        <w:t>nature of the moral rights associated with the [protected] traditional cultural expressions[; and][.]]</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(d)</w:t>
      </w:r>
      <w:r w:rsidRPr="00025C28">
        <w:rPr>
          <w:szCs w:val="22"/>
        </w:rPr>
        <w:tab/>
        <w:t>[refrain from any [false or misleading uses] of [protected] traditional cultural expressions, in relation to goods and services, that suggest endorsement by or linkage with the beneficiaries.]</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5.3</w:t>
      </w:r>
      <w:r w:rsidRPr="00025C28">
        <w:rPr>
          <w:szCs w:val="22"/>
        </w:rPr>
        <w:tab/>
        <w:t>[Where the [protected] traditional cultural expressions is/are [publicly available, widely known [and in the public domain]] [not covered under Paragraphs 1 or 2], [and]/or protected under national law, Member States should/shall encourage users of said [protected] traditional cultural expressions [to], in accordance with national law:</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1170" w:hanging="620"/>
        <w:rPr>
          <w:szCs w:val="22"/>
        </w:rPr>
      </w:pPr>
      <w:r w:rsidRPr="00025C28">
        <w:rPr>
          <w:szCs w:val="22"/>
        </w:rPr>
        <w:t>(a)</w:t>
      </w:r>
      <w:r w:rsidRPr="00025C28">
        <w:rPr>
          <w:szCs w:val="22"/>
        </w:rPr>
        <w:tab/>
        <w:t>attribute said [protected] traditional cultural expressions to the beneficiaries;</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(b)</w:t>
      </w:r>
      <w:r w:rsidRPr="00025C28">
        <w:rPr>
          <w:szCs w:val="22"/>
        </w:rPr>
        <w:tab/>
        <w:t>use/utilize the knowledge in a manner that respects the cultural norms and practices of the beneficiary [as well as the [inalienable, indivisible and imprescriptible] nature of the moral rights associated with the [protected] traditional cultural expressions;</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(c)</w:t>
      </w:r>
      <w:r w:rsidRPr="00025C28">
        <w:rPr>
          <w:szCs w:val="22"/>
        </w:rPr>
        <w:tab/>
        <w:t>[protect against any [false or misleading] uses of traditional cultural expressions, in relation to goods and services, that suggest endorsement by or linkage with the beneficiaries[;]] [and]</w:t>
      </w:r>
    </w:p>
    <w:p w:rsidR="00025C28" w:rsidRPr="00025C28" w:rsidRDefault="00025C28" w:rsidP="00025C28">
      <w:pPr>
        <w:tabs>
          <w:tab w:val="left" w:pos="550"/>
        </w:tabs>
        <w:autoSpaceDE w:val="0"/>
        <w:autoSpaceDN w:val="0"/>
        <w:adjustRightInd w:val="0"/>
        <w:ind w:left="550"/>
        <w:rPr>
          <w:szCs w:val="22"/>
        </w:rPr>
      </w:pPr>
    </w:p>
    <w:p w:rsidR="00025C28" w:rsidRPr="00025C28" w:rsidRDefault="00025C28" w:rsidP="00025C28">
      <w:pPr>
        <w:autoSpaceDE w:val="0"/>
        <w:autoSpaceDN w:val="0"/>
        <w:adjustRightInd w:val="0"/>
        <w:ind w:left="540" w:firstLine="10"/>
        <w:rPr>
          <w:szCs w:val="22"/>
        </w:rPr>
      </w:pPr>
      <w:r w:rsidRPr="00025C28">
        <w:rPr>
          <w:szCs w:val="22"/>
        </w:rPr>
        <w:t>(d)</w:t>
      </w:r>
      <w:r w:rsidRPr="00025C28">
        <w:rPr>
          <w:szCs w:val="22"/>
        </w:rPr>
        <w:tab/>
        <w:t>where applicable, deposit any user fee into the fund constituted by such Member State.]]]</w:t>
      </w:r>
    </w:p>
    <w:p w:rsidR="00025C28" w:rsidRPr="00025C28" w:rsidRDefault="00025C28" w:rsidP="00025C28">
      <w:pPr>
        <w:spacing w:after="200" w:line="276" w:lineRule="auto"/>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6</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jc w:val="center"/>
        <w:rPr>
          <w:szCs w:val="22"/>
        </w:rPr>
      </w:pPr>
      <w:r w:rsidRPr="00025C28">
        <w:rPr>
          <w:szCs w:val="22"/>
        </w:rPr>
        <w:t xml:space="preserve">ADMINISTRATION OF [RIGHTS]/[INTERESTS] </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[Alt 1</w:t>
      </w:r>
    </w:p>
    <w:p w:rsidR="00025C28" w:rsidRPr="00025C28" w:rsidRDefault="00025C28" w:rsidP="00025C28">
      <w:pPr>
        <w:autoSpaceDE w:val="0"/>
        <w:autoSpaceDN w:val="0"/>
        <w:adjustRightInd w:val="0"/>
        <w:rPr>
          <w:i/>
          <w:szCs w:val="22"/>
        </w:rPr>
      </w:pPr>
    </w:p>
    <w:p w:rsidR="00025C28" w:rsidRPr="00025C28" w:rsidRDefault="00025C28" w:rsidP="00025C28">
      <w:pPr>
        <w:autoSpaceDE w:val="0"/>
        <w:autoSpaceDN w:val="0"/>
        <w:adjustRightInd w:val="0"/>
        <w:rPr>
          <w:szCs w:val="22"/>
          <w:lang w:val="pt-BR"/>
        </w:rPr>
      </w:pPr>
      <w:r w:rsidRPr="00025C28">
        <w:rPr>
          <w:szCs w:val="22"/>
          <w:lang w:val="pt-BR"/>
        </w:rPr>
        <w:t xml:space="preserve">6.1 </w:t>
      </w:r>
      <w:r w:rsidRPr="00025C28">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lang w:val="pt-BR"/>
        </w:rPr>
        <w:t xml:space="preserve">6.2 </w:t>
      </w:r>
      <w:r w:rsidRPr="00025C28">
        <w:rPr>
          <w:szCs w:val="22"/>
          <w:lang w:val="pt-BR"/>
        </w:rPr>
        <w:tab/>
        <w:t>[The identity of any authority established or designated under Paragraph 1 [should]/[shall] be communicated to the International Bureau of the World Intellectual Property Organization.]]</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i/>
          <w:szCs w:val="22"/>
        </w:rPr>
      </w:pPr>
    </w:p>
    <w:p w:rsidR="00025C28" w:rsidRPr="00025C28" w:rsidRDefault="00025C28" w:rsidP="00025C28">
      <w:pPr>
        <w:autoSpaceDE w:val="0"/>
        <w:autoSpaceDN w:val="0"/>
        <w:adjustRightInd w:val="0"/>
        <w:rPr>
          <w:szCs w:val="22"/>
        </w:rPr>
      </w:pPr>
      <w:r w:rsidRPr="00025C28">
        <w:rPr>
          <w:szCs w:val="22"/>
        </w:rPr>
        <w:t>[Alt 2</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6.1</w:t>
      </w:r>
      <w:r w:rsidRPr="00025C28">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025C28" w:rsidRPr="00025C28" w:rsidRDefault="00025C28" w:rsidP="00025C28">
      <w:pPr>
        <w:autoSpaceDE w:val="0"/>
        <w:autoSpaceDN w:val="0"/>
        <w:adjustRightInd w:val="0"/>
        <w:rPr>
          <w:i/>
          <w:szCs w:val="22"/>
        </w:rPr>
      </w:pPr>
    </w:p>
    <w:p w:rsidR="00025C28" w:rsidRPr="00025C28" w:rsidRDefault="00025C28" w:rsidP="00025C28">
      <w:pPr>
        <w:autoSpaceDE w:val="0"/>
        <w:autoSpaceDN w:val="0"/>
        <w:adjustRightInd w:val="0"/>
        <w:rPr>
          <w:szCs w:val="22"/>
        </w:rPr>
      </w:pPr>
      <w:r w:rsidRPr="00025C28">
        <w:rPr>
          <w:szCs w:val="22"/>
        </w:rPr>
        <w:t>6.2</w:t>
      </w:r>
      <w:r w:rsidRPr="00025C28">
        <w:rPr>
          <w:szCs w:val="22"/>
        </w:rPr>
        <w:tab/>
        <w:t>[The identity of any authority established or designated under Paragraph 1 [should]/[shall] be communicated to the International Bureau of the World Intellectual Property Organization.]]]</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br w:type="page"/>
      </w:r>
    </w:p>
    <w:p w:rsidR="00025C28" w:rsidRPr="00025C28" w:rsidRDefault="00025C28" w:rsidP="00025C28">
      <w:pPr>
        <w:autoSpaceDE w:val="0"/>
        <w:autoSpaceDN w:val="0"/>
        <w:adjustRightInd w:val="0"/>
        <w:jc w:val="center"/>
        <w:rPr>
          <w:szCs w:val="22"/>
        </w:rPr>
      </w:pPr>
      <w:r w:rsidRPr="00025C28">
        <w:rPr>
          <w:szCs w:val="22"/>
        </w:rPr>
        <w:lastRenderedPageBreak/>
        <w:t>[ARTICLE 7</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EXCEPTIONS AND LIMITATIONS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num" w:pos="993"/>
        </w:tabs>
        <w:autoSpaceDE w:val="0"/>
        <w:autoSpaceDN w:val="0"/>
        <w:adjustRightInd w:val="0"/>
      </w:pPr>
      <w:r w:rsidRPr="00025C28">
        <w:t>[Alt 1</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In complying with the obligations set forth in this instrument, Member States [may in special cases,] [should] adopt justifiable exceptions and limitations necessary to protect the public interest, in consultation with the beneficiaries, where applicable, provided such exceptions and limitations shall not unreasonably conflict with the rights of beneficiaries, [and the customary law of indigenous [peoples] and local communities,] nor unduly prejudice the implementation of this instrument.]</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2</w:t>
      </w: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 xml:space="preserve">In implementing this instrument, Member States [may] [should] adopt exceptions and limitations as may be determined under national legislation including incorporated customary law.  </w:t>
      </w:r>
    </w:p>
    <w:p w:rsidR="00025C28" w:rsidRPr="00025C28" w:rsidRDefault="00025C28" w:rsidP="00025C28">
      <w:pPr>
        <w:tabs>
          <w:tab w:val="num" w:pos="993"/>
        </w:tabs>
        <w:autoSpaceDE w:val="0"/>
        <w:autoSpaceDN w:val="0"/>
        <w:adjustRightInd w:val="0"/>
      </w:pPr>
    </w:p>
    <w:p w:rsidR="00025C28" w:rsidRPr="00025C28" w:rsidRDefault="00025C28" w:rsidP="00025C28">
      <w:pPr>
        <w:numPr>
          <w:ilvl w:val="0"/>
          <w:numId w:val="19"/>
        </w:numPr>
        <w:autoSpaceDE w:val="0"/>
        <w:autoSpaceDN w:val="0"/>
        <w:adjustRightInd w:val="0"/>
        <w:ind w:left="0" w:firstLine="0"/>
      </w:pPr>
      <w:r w:rsidRPr="00025C28">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025C28" w:rsidRPr="00025C28" w:rsidRDefault="00025C28" w:rsidP="00025C28">
      <w:pPr>
        <w:tabs>
          <w:tab w:val="num" w:pos="993"/>
        </w:tabs>
        <w:autoSpaceDE w:val="0"/>
        <w:autoSpaceDN w:val="0"/>
        <w:adjustRightInd w:val="0"/>
        <w:ind w:firstLine="120"/>
      </w:pPr>
    </w:p>
    <w:p w:rsidR="00025C28" w:rsidRPr="00025C28" w:rsidRDefault="00025C28" w:rsidP="00025C28">
      <w:pPr>
        <w:numPr>
          <w:ilvl w:val="0"/>
          <w:numId w:val="19"/>
        </w:numPr>
        <w:autoSpaceDE w:val="0"/>
        <w:autoSpaceDN w:val="0"/>
        <w:adjustRightInd w:val="0"/>
        <w:ind w:left="0" w:firstLine="0"/>
      </w:pPr>
      <w:r w:rsidRPr="00025C28">
        <w:t>Regardless of whether such acts are already permitted under paragraph (1), Member States [shall/should] [may] have exceptions[, such as] for:</w:t>
      </w:r>
    </w:p>
    <w:p w:rsidR="00025C28" w:rsidRPr="00025C28" w:rsidRDefault="00025C28" w:rsidP="00025C28">
      <w:pPr>
        <w:ind w:left="720"/>
        <w:contextualSpacing/>
      </w:pPr>
    </w:p>
    <w:p w:rsidR="00025C28" w:rsidRPr="00025C28" w:rsidRDefault="00025C28" w:rsidP="00025C28">
      <w:pPr>
        <w:numPr>
          <w:ilvl w:val="0"/>
          <w:numId w:val="20"/>
        </w:numPr>
        <w:autoSpaceDE w:val="0"/>
        <w:autoSpaceDN w:val="0"/>
        <w:adjustRightInd w:val="0"/>
        <w:ind w:left="900" w:hanging="540"/>
      </w:pPr>
      <w:r w:rsidRPr="00025C28">
        <w:t xml:space="preserve">learning teaching and research; </w:t>
      </w:r>
    </w:p>
    <w:p w:rsidR="00025C28" w:rsidRPr="00025C28" w:rsidRDefault="00025C28" w:rsidP="00025C28">
      <w:pPr>
        <w:numPr>
          <w:ilvl w:val="0"/>
          <w:numId w:val="20"/>
        </w:numPr>
        <w:autoSpaceDE w:val="0"/>
        <w:autoSpaceDN w:val="0"/>
        <w:adjustRightInd w:val="0"/>
        <w:ind w:left="360" w:firstLine="0"/>
      </w:pPr>
      <w:r w:rsidRPr="00025C28">
        <w:t>preservation, display, research, and presentation in archives, libraries, museums or other cultural institutions;</w:t>
      </w:r>
    </w:p>
    <w:p w:rsidR="00025C28" w:rsidRPr="00025C28" w:rsidRDefault="00025C28" w:rsidP="00025C28">
      <w:pPr>
        <w:numPr>
          <w:ilvl w:val="0"/>
          <w:numId w:val="20"/>
        </w:numPr>
        <w:autoSpaceDE w:val="0"/>
        <w:autoSpaceDN w:val="0"/>
        <w:adjustRightInd w:val="0"/>
        <w:ind w:left="360" w:firstLine="0"/>
      </w:pPr>
      <w:r w:rsidRPr="00025C28">
        <w:t>the creation of literary, artistic, or creative works inspired by, based on, or borrowed from traditional cultural expressions.</w:t>
      </w:r>
    </w:p>
    <w:p w:rsidR="00025C28" w:rsidRPr="00025C28" w:rsidRDefault="00025C28" w:rsidP="00025C28">
      <w:pPr>
        <w:ind w:left="720"/>
        <w:contextualSpacing/>
      </w:pPr>
    </w:p>
    <w:p w:rsidR="00025C28" w:rsidRPr="00025C28" w:rsidRDefault="00025C28" w:rsidP="00025C28">
      <w:pPr>
        <w:numPr>
          <w:ilvl w:val="0"/>
          <w:numId w:val="19"/>
        </w:numPr>
        <w:autoSpaceDE w:val="0"/>
        <w:autoSpaceDN w:val="0"/>
        <w:adjustRightInd w:val="0"/>
        <w:ind w:left="0" w:firstLine="0"/>
      </w:pPr>
      <w:r w:rsidRPr="00025C28">
        <w:t>A Member State may provide for exceptions and limitations [other than] [in addition to] those permitted under paragraph (2).</w:t>
      </w:r>
    </w:p>
    <w:p w:rsidR="00025C28" w:rsidRPr="00025C28" w:rsidRDefault="00025C28" w:rsidP="00025C28">
      <w:pPr>
        <w:autoSpaceDE w:val="0"/>
        <w:autoSpaceDN w:val="0"/>
        <w:adjustRightInd w:val="0"/>
        <w:ind w:left="360"/>
      </w:pPr>
    </w:p>
    <w:p w:rsidR="00025C28" w:rsidRPr="00025C28" w:rsidRDefault="00025C28" w:rsidP="00025C28">
      <w:pPr>
        <w:numPr>
          <w:ilvl w:val="0"/>
          <w:numId w:val="19"/>
        </w:numPr>
        <w:autoSpaceDE w:val="0"/>
        <w:autoSpaceDN w:val="0"/>
        <w:adjustRightInd w:val="0"/>
        <w:ind w:left="0" w:firstLine="0"/>
      </w:pPr>
      <w:r w:rsidRPr="00025C28">
        <w:t>A Member State shall/should provide for exceptions and limitations in cases of incidental use/utilization/inclusion of a [protected] traditional cultural expression in another work or another subject matter, or in cases where the user had no knowledge or reasonable grounds to know that the traditional cultural expression is protected.]</w:t>
      </w:r>
    </w:p>
    <w:p w:rsidR="00025C28" w:rsidRPr="00025C28" w:rsidRDefault="00025C28" w:rsidP="00025C28">
      <w:pPr>
        <w:ind w:left="720"/>
        <w:contextualSpacing/>
      </w:pPr>
    </w:p>
    <w:p w:rsidR="00025C28" w:rsidRPr="00025C28" w:rsidRDefault="00025C28" w:rsidP="00025C28">
      <w:pPr>
        <w:tabs>
          <w:tab w:val="num" w:pos="993"/>
        </w:tabs>
        <w:autoSpaceDE w:val="0"/>
        <w:autoSpaceDN w:val="0"/>
        <w:adjustRightInd w:val="0"/>
      </w:pPr>
    </w:p>
    <w:p w:rsidR="00025C28" w:rsidRPr="00025C28" w:rsidRDefault="00025C28" w:rsidP="00025C28">
      <w:pPr>
        <w:tabs>
          <w:tab w:val="num" w:pos="993"/>
        </w:tabs>
        <w:autoSpaceDE w:val="0"/>
        <w:autoSpaceDN w:val="0"/>
        <w:adjustRightInd w:val="0"/>
      </w:pPr>
      <w:r w:rsidRPr="00025C28">
        <w:t>[Alt 3</w:t>
      </w:r>
    </w:p>
    <w:p w:rsidR="00025C28" w:rsidRPr="00025C28" w:rsidRDefault="00025C28" w:rsidP="00025C28">
      <w:pPr>
        <w:tabs>
          <w:tab w:val="num" w:pos="993"/>
        </w:tabs>
        <w:autoSpaceDE w:val="0"/>
        <w:autoSpaceDN w:val="0"/>
        <w:adjustRightInd w:val="0"/>
        <w:rPr>
          <w:i/>
        </w:rPr>
      </w:pPr>
    </w:p>
    <w:p w:rsidR="00025C28" w:rsidRPr="00025C28" w:rsidRDefault="00025C28" w:rsidP="00025C28">
      <w:pPr>
        <w:tabs>
          <w:tab w:val="num" w:pos="993"/>
        </w:tabs>
        <w:autoSpaceDE w:val="0"/>
        <w:autoSpaceDN w:val="0"/>
        <w:adjustRightInd w:val="0"/>
      </w:pPr>
      <w:r w:rsidRPr="00025C28">
        <w:t>General Exceptions</w:t>
      </w:r>
    </w:p>
    <w:p w:rsidR="00025C28" w:rsidRPr="00025C28" w:rsidRDefault="00025C28" w:rsidP="00025C28">
      <w:pPr>
        <w:tabs>
          <w:tab w:val="num" w:pos="993"/>
        </w:tabs>
        <w:autoSpaceDE w:val="0"/>
        <w:autoSpaceDN w:val="0"/>
        <w:adjustRightInd w:val="0"/>
      </w:pPr>
    </w:p>
    <w:p w:rsidR="00025C28" w:rsidRPr="00025C28" w:rsidRDefault="00025C28" w:rsidP="00025C28">
      <w:pPr>
        <w:autoSpaceDE w:val="0"/>
        <w:autoSpaceDN w:val="0"/>
        <w:adjustRightInd w:val="0"/>
        <w:rPr>
          <w:szCs w:val="22"/>
        </w:rPr>
      </w:pPr>
      <w:r w:rsidRPr="00025C28">
        <w:rPr>
          <w:szCs w:val="22"/>
        </w:rPr>
        <w:t>7.1</w:t>
      </w:r>
      <w:r w:rsidRPr="00025C28">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ind w:left="1080" w:hanging="540"/>
        <w:rPr>
          <w:szCs w:val="22"/>
        </w:rPr>
      </w:pPr>
      <w:r w:rsidRPr="00025C28">
        <w:rPr>
          <w:szCs w:val="22"/>
        </w:rPr>
        <w:t>(a)</w:t>
      </w:r>
      <w:r w:rsidRPr="00025C28">
        <w:rPr>
          <w:szCs w:val="22"/>
        </w:rPr>
        <w:tab/>
        <w:t xml:space="preserve">[acknowledges the beneficiaries, where possible;] </w:t>
      </w:r>
    </w:p>
    <w:p w:rsidR="00025C28" w:rsidRPr="00025C28" w:rsidRDefault="00025C28" w:rsidP="00025C28">
      <w:pPr>
        <w:tabs>
          <w:tab w:val="num" w:pos="993"/>
        </w:tabs>
        <w:autoSpaceDE w:val="0"/>
        <w:autoSpaceDN w:val="0"/>
        <w:adjustRightInd w:val="0"/>
        <w:ind w:left="550"/>
        <w:rPr>
          <w:szCs w:val="22"/>
        </w:rPr>
      </w:pPr>
    </w:p>
    <w:p w:rsidR="00025C28" w:rsidRPr="00025C28" w:rsidRDefault="00025C28" w:rsidP="00025C28">
      <w:pPr>
        <w:autoSpaceDE w:val="0"/>
        <w:autoSpaceDN w:val="0"/>
        <w:adjustRightInd w:val="0"/>
        <w:ind w:left="1080" w:hanging="540"/>
        <w:rPr>
          <w:szCs w:val="22"/>
        </w:rPr>
      </w:pPr>
      <w:r w:rsidRPr="00025C28">
        <w:rPr>
          <w:szCs w:val="22"/>
        </w:rPr>
        <w:t>(b)</w:t>
      </w:r>
      <w:r w:rsidRPr="00025C28">
        <w:rPr>
          <w:szCs w:val="22"/>
        </w:rPr>
        <w:tab/>
        <w:t xml:space="preserve">[is not offensive or derogatory to the beneficiaries;] </w:t>
      </w:r>
    </w:p>
    <w:p w:rsidR="00025C28" w:rsidRPr="00025C28" w:rsidRDefault="00025C28" w:rsidP="00025C28">
      <w:pPr>
        <w:tabs>
          <w:tab w:val="num" w:pos="993"/>
        </w:tabs>
        <w:autoSpaceDE w:val="0"/>
        <w:autoSpaceDN w:val="0"/>
        <w:adjustRightInd w:val="0"/>
        <w:ind w:left="550"/>
        <w:rPr>
          <w:szCs w:val="22"/>
        </w:rPr>
      </w:pPr>
    </w:p>
    <w:p w:rsidR="00025C28" w:rsidRPr="00025C28" w:rsidRDefault="00025C28" w:rsidP="00025C28">
      <w:pPr>
        <w:autoSpaceDE w:val="0"/>
        <w:autoSpaceDN w:val="0"/>
        <w:adjustRightInd w:val="0"/>
        <w:ind w:left="1080" w:hanging="540"/>
        <w:rPr>
          <w:szCs w:val="22"/>
        </w:rPr>
      </w:pPr>
      <w:r w:rsidRPr="00025C28">
        <w:rPr>
          <w:szCs w:val="22"/>
        </w:rPr>
        <w:t>(c)</w:t>
      </w:r>
      <w:r w:rsidRPr="00025C28">
        <w:rPr>
          <w:szCs w:val="22"/>
        </w:rPr>
        <w:tab/>
        <w:t>[is compatible with fair use/dealing/practice;]  or</w:t>
      </w:r>
    </w:p>
    <w:p w:rsidR="00025C28" w:rsidRPr="00025C28" w:rsidRDefault="00025C28" w:rsidP="00025C28">
      <w:pPr>
        <w:autoSpaceDE w:val="0"/>
        <w:autoSpaceDN w:val="0"/>
        <w:adjustRightInd w:val="0"/>
        <w:ind w:left="540"/>
        <w:rPr>
          <w:szCs w:val="22"/>
        </w:rPr>
      </w:pPr>
      <w:r w:rsidRPr="00025C28">
        <w:rPr>
          <w:szCs w:val="22"/>
        </w:rPr>
        <w:lastRenderedPageBreak/>
        <w:t>(d)</w:t>
      </w:r>
      <w:r w:rsidRPr="00025C28">
        <w:rPr>
          <w:szCs w:val="22"/>
        </w:rPr>
        <w:tab/>
        <w:t>[does not unreasonably prejudice the legitimate interests of the beneficiaries taking account of the legitimate interests of third parties.]]</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7.2</w:t>
      </w:r>
      <w:r w:rsidRPr="00025C28">
        <w:rPr>
          <w:szCs w:val="22"/>
        </w:rPr>
        <w:tab/>
        <w:t>[When there is reasonable apprehension of irreparable harm related to [sacred] and [secret] traditional cultural expressions, [Member States]/[Contracting Parties] [may]/[should]/[shall] not establish exceptions and limitations.]</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Specific Exceptions</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7.3</w:t>
      </w:r>
      <w:r w:rsidRPr="00025C28">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025C28" w:rsidRPr="00025C28" w:rsidRDefault="00025C28" w:rsidP="00025C28">
      <w:pPr>
        <w:autoSpaceDE w:val="0"/>
        <w:autoSpaceDN w:val="0"/>
        <w:adjustRightInd w:val="0"/>
        <w:rPr>
          <w:szCs w:val="22"/>
        </w:rPr>
      </w:pPr>
    </w:p>
    <w:p w:rsidR="00025C28" w:rsidRPr="00025C28" w:rsidRDefault="00025C28" w:rsidP="00025C28">
      <w:pPr>
        <w:numPr>
          <w:ilvl w:val="0"/>
          <w:numId w:val="17"/>
        </w:numPr>
        <w:autoSpaceDE w:val="0"/>
        <w:autoSpaceDN w:val="0"/>
        <w:adjustRightInd w:val="0"/>
        <w:ind w:left="630" w:hanging="60"/>
        <w:rPr>
          <w:szCs w:val="22"/>
        </w:rPr>
      </w:pPr>
      <w:r w:rsidRPr="00025C28">
        <w:rPr>
          <w:szCs w:val="22"/>
        </w:rPr>
        <w:t xml:space="preserve">[for learning, teaching and research, in accordance with nationally established protocols, except when it results in profit-making or commercial purposes;] </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ind w:left="630" w:hanging="60"/>
        <w:rPr>
          <w:szCs w:val="22"/>
        </w:rPr>
      </w:pPr>
      <w:r w:rsidRPr="00025C28">
        <w:rPr>
          <w:szCs w:val="22"/>
        </w:rPr>
        <w:t>(b)</w:t>
      </w:r>
      <w:r w:rsidRPr="00025C28">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025C28" w:rsidRPr="00025C28" w:rsidRDefault="00025C28" w:rsidP="00025C28">
      <w:pPr>
        <w:autoSpaceDE w:val="0"/>
        <w:autoSpaceDN w:val="0"/>
        <w:adjustRightInd w:val="0"/>
        <w:ind w:left="570"/>
        <w:rPr>
          <w:szCs w:val="22"/>
        </w:rPr>
      </w:pPr>
    </w:p>
    <w:p w:rsidR="00025C28" w:rsidRPr="00025C28" w:rsidRDefault="00025C28" w:rsidP="00025C28">
      <w:pPr>
        <w:autoSpaceDE w:val="0"/>
        <w:autoSpaceDN w:val="0"/>
        <w:adjustRightInd w:val="0"/>
        <w:ind w:left="630" w:hanging="60"/>
        <w:rPr>
          <w:szCs w:val="22"/>
        </w:rPr>
      </w:pPr>
      <w:r w:rsidRPr="00025C28">
        <w:rPr>
          <w:szCs w:val="22"/>
        </w:rPr>
        <w:t>(c)</w:t>
      </w:r>
      <w:r w:rsidRPr="00025C28">
        <w:rPr>
          <w:szCs w:val="22"/>
        </w:rPr>
        <w:tab/>
        <w:t>[for the creation of an original work [of authorship] inspired by, based on or borrowed from traditional cultural expressions;]</w:t>
      </w:r>
    </w:p>
    <w:p w:rsidR="00025C28" w:rsidRPr="00025C28" w:rsidRDefault="00025C28" w:rsidP="00025C28">
      <w:pPr>
        <w:autoSpaceDE w:val="0"/>
        <w:autoSpaceDN w:val="0"/>
        <w:adjustRightInd w:val="0"/>
        <w:ind w:left="1170" w:hanging="600"/>
        <w:rPr>
          <w:szCs w:val="22"/>
        </w:rPr>
      </w:pPr>
    </w:p>
    <w:p w:rsidR="00025C28" w:rsidRPr="00025C28" w:rsidRDefault="00025C28" w:rsidP="00025C28">
      <w:pPr>
        <w:autoSpaceDE w:val="0"/>
        <w:autoSpaceDN w:val="0"/>
        <w:adjustRightInd w:val="0"/>
        <w:rPr>
          <w:szCs w:val="22"/>
        </w:rPr>
      </w:pPr>
      <w:r w:rsidRPr="00025C28">
        <w:rPr>
          <w:szCs w:val="22"/>
        </w:rPr>
        <w:t>[This provision [should]/[shall] not apply to [protected] traditional cultural expressions described in Article 5.1.]]</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7.4</w:t>
      </w:r>
      <w:r w:rsidRPr="00025C28">
        <w:rPr>
          <w:szCs w:val="22"/>
        </w:rPr>
        <w:tab/>
        <w:t>[Regardless of whether such acts are already permitted under Paragraph 1, the following [should]/[shall] be permitted:</w:t>
      </w:r>
    </w:p>
    <w:p w:rsidR="00025C28" w:rsidRPr="00025C28" w:rsidRDefault="00025C28" w:rsidP="00025C28">
      <w:pPr>
        <w:autoSpaceDE w:val="0"/>
        <w:autoSpaceDN w:val="0"/>
        <w:adjustRightInd w:val="0"/>
        <w:rPr>
          <w:szCs w:val="22"/>
        </w:rPr>
      </w:pPr>
    </w:p>
    <w:p w:rsidR="00025C28" w:rsidRPr="00025C28" w:rsidRDefault="00025C28" w:rsidP="00025C28">
      <w:pPr>
        <w:numPr>
          <w:ilvl w:val="0"/>
          <w:numId w:val="18"/>
        </w:numPr>
        <w:tabs>
          <w:tab w:val="left" w:pos="540"/>
        </w:tabs>
        <w:autoSpaceDE w:val="0"/>
        <w:autoSpaceDN w:val="0"/>
        <w:adjustRightInd w:val="0"/>
        <w:ind w:left="540" w:firstLine="0"/>
        <w:rPr>
          <w:szCs w:val="22"/>
        </w:rPr>
      </w:pPr>
      <w:r w:rsidRPr="00025C28">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025C28" w:rsidRPr="00025C28" w:rsidRDefault="00025C28" w:rsidP="00025C28">
      <w:pPr>
        <w:autoSpaceDE w:val="0"/>
        <w:autoSpaceDN w:val="0"/>
        <w:adjustRightInd w:val="0"/>
        <w:ind w:left="567" w:firstLine="3"/>
        <w:rPr>
          <w:szCs w:val="22"/>
        </w:rPr>
      </w:pPr>
    </w:p>
    <w:p w:rsidR="00025C28" w:rsidRPr="00025C28" w:rsidRDefault="00025C28" w:rsidP="00025C28">
      <w:pPr>
        <w:tabs>
          <w:tab w:val="left" w:pos="540"/>
        </w:tabs>
        <w:autoSpaceDE w:val="0"/>
        <w:autoSpaceDN w:val="0"/>
        <w:adjustRightInd w:val="0"/>
        <w:ind w:left="540"/>
        <w:rPr>
          <w:szCs w:val="22"/>
        </w:rPr>
      </w:pPr>
      <w:r w:rsidRPr="00025C28">
        <w:rPr>
          <w:szCs w:val="22"/>
        </w:rPr>
        <w:t>(b)</w:t>
      </w:r>
      <w:r w:rsidRPr="00025C28">
        <w:rPr>
          <w:szCs w:val="22"/>
        </w:rPr>
        <w:tab/>
        <w:t>the creation of an original work [of authorship] inspired by, based on or borrowed from traditional cultural expressions;]</w:t>
      </w:r>
    </w:p>
    <w:p w:rsidR="00025C28" w:rsidRPr="00025C28" w:rsidRDefault="00025C28" w:rsidP="00025C28">
      <w:pPr>
        <w:autoSpaceDE w:val="0"/>
        <w:autoSpaceDN w:val="0"/>
        <w:adjustRightInd w:val="0"/>
        <w:rPr>
          <w:szCs w:val="22"/>
        </w:rPr>
      </w:pPr>
    </w:p>
    <w:p w:rsidR="00025C28" w:rsidRPr="00025C28" w:rsidRDefault="00025C28" w:rsidP="00025C28">
      <w:pPr>
        <w:tabs>
          <w:tab w:val="left" w:pos="540"/>
        </w:tabs>
        <w:autoSpaceDE w:val="0"/>
        <w:autoSpaceDN w:val="0"/>
        <w:adjustRightInd w:val="0"/>
        <w:ind w:left="540"/>
        <w:rPr>
          <w:szCs w:val="22"/>
        </w:rPr>
      </w:pPr>
      <w:r w:rsidRPr="00025C28">
        <w:rPr>
          <w:szCs w:val="22"/>
        </w:rPr>
        <w:t>(c)</w:t>
      </w:r>
      <w:r w:rsidRPr="00025C28">
        <w:rPr>
          <w:szCs w:val="22"/>
        </w:rPr>
        <w:tab/>
        <w:t>[the use/utilization of a traditional cultural expression [legally] derived from sources other than the beneficiaries; and]</w:t>
      </w:r>
    </w:p>
    <w:p w:rsidR="00025C28" w:rsidRPr="00025C28" w:rsidRDefault="00025C28" w:rsidP="00025C28">
      <w:pPr>
        <w:autoSpaceDE w:val="0"/>
        <w:autoSpaceDN w:val="0"/>
        <w:adjustRightInd w:val="0"/>
        <w:ind w:left="540"/>
        <w:rPr>
          <w:szCs w:val="22"/>
        </w:rPr>
      </w:pPr>
    </w:p>
    <w:p w:rsidR="00025C28" w:rsidRPr="00025C28" w:rsidRDefault="00025C28" w:rsidP="00025C28">
      <w:pPr>
        <w:tabs>
          <w:tab w:val="left" w:pos="540"/>
        </w:tabs>
        <w:autoSpaceDE w:val="0"/>
        <w:autoSpaceDN w:val="0"/>
        <w:adjustRightInd w:val="0"/>
        <w:ind w:left="540"/>
        <w:rPr>
          <w:szCs w:val="22"/>
        </w:rPr>
      </w:pPr>
      <w:r w:rsidRPr="00025C28">
        <w:rPr>
          <w:szCs w:val="22"/>
        </w:rPr>
        <w:t>(d)</w:t>
      </w:r>
      <w:r w:rsidRPr="00025C28">
        <w:rPr>
          <w:szCs w:val="22"/>
        </w:rPr>
        <w:tab/>
        <w:t>[the use/utilization of a traditional cultural expression known [through lawful means] outside of the beneficiaries’ community.]]</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u w:val="single"/>
        </w:rPr>
      </w:pPr>
      <w:r w:rsidRPr="00025C28">
        <w:rPr>
          <w:rFonts w:cs="Calibri"/>
          <w:szCs w:val="22"/>
        </w:rPr>
        <w:t>7.5</w:t>
      </w:r>
      <w:r w:rsidRPr="00025C28">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025C28">
        <w:rPr>
          <w:szCs w:val="22"/>
        </w:rPr>
        <w:t xml:space="preserve">[should]/[shall] </w:t>
      </w:r>
      <w:r w:rsidRPr="00025C28">
        <w:rPr>
          <w:rFonts w:cs="Calibri"/>
          <w:szCs w:val="22"/>
        </w:rPr>
        <w:t>not be prohibited by the protection of traditional cultural expressions].]]</w:t>
      </w:r>
    </w:p>
    <w:p w:rsidR="00025C28" w:rsidRPr="00025C28" w:rsidRDefault="00025C28" w:rsidP="00025C28">
      <w:pPr>
        <w:tabs>
          <w:tab w:val="num" w:pos="993"/>
        </w:tabs>
        <w:autoSpaceDE w:val="0"/>
        <w:autoSpaceDN w:val="0"/>
        <w:adjustRightInd w:val="0"/>
        <w:rPr>
          <w:i/>
        </w:rPr>
      </w:pPr>
    </w:p>
    <w:p w:rsidR="00025C28" w:rsidRPr="00025C28" w:rsidRDefault="00025C28" w:rsidP="00025C28">
      <w:pPr>
        <w:tabs>
          <w:tab w:val="num" w:pos="993"/>
        </w:tabs>
        <w:autoSpaceDE w:val="0"/>
        <w:autoSpaceDN w:val="0"/>
        <w:adjustRightInd w:val="0"/>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8]</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[TERM OF [PROTECTION]/[SAFEGUARDING]</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rPr>
          <w:rFonts w:eastAsia="Times New Roman"/>
          <w:bCs/>
          <w:i/>
          <w:szCs w:val="22"/>
        </w:rPr>
      </w:pPr>
      <w:r w:rsidRPr="00025C28">
        <w:rPr>
          <w:rFonts w:eastAsia="Times New Roman"/>
          <w:bCs/>
          <w:i/>
          <w:szCs w:val="22"/>
        </w:rPr>
        <w:t>[Option 1</w:t>
      </w:r>
    </w:p>
    <w:p w:rsidR="00025C28" w:rsidRPr="00025C28" w:rsidRDefault="00025C28" w:rsidP="00025C28">
      <w:pPr>
        <w:rPr>
          <w:rFonts w:eastAsia="Times New Roman"/>
          <w:bCs/>
          <w:i/>
          <w:szCs w:val="22"/>
        </w:rPr>
      </w:pPr>
    </w:p>
    <w:p w:rsidR="00025C28" w:rsidRPr="00025C28" w:rsidRDefault="00025C28" w:rsidP="00025C28">
      <w:pPr>
        <w:autoSpaceDE w:val="0"/>
        <w:autoSpaceDN w:val="0"/>
        <w:adjustRightInd w:val="0"/>
        <w:rPr>
          <w:szCs w:val="22"/>
        </w:rPr>
      </w:pPr>
      <w:r w:rsidRPr="00025C28">
        <w:rPr>
          <w:szCs w:val="22"/>
        </w:rPr>
        <w:t>8.1</w:t>
      </w:r>
      <w:r w:rsidRPr="00025C28">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025C28" w:rsidRPr="00025C28" w:rsidRDefault="00025C28" w:rsidP="00025C28">
      <w:pPr>
        <w:rPr>
          <w:rFonts w:eastAsia="Times New Roman"/>
          <w:bCs/>
          <w:szCs w:val="22"/>
        </w:rPr>
      </w:pPr>
    </w:p>
    <w:p w:rsidR="00025C28" w:rsidRPr="00025C28" w:rsidRDefault="00025C28" w:rsidP="00025C28">
      <w:pPr>
        <w:autoSpaceDE w:val="0"/>
        <w:autoSpaceDN w:val="0"/>
        <w:adjustRightInd w:val="0"/>
        <w:rPr>
          <w:szCs w:val="22"/>
        </w:rPr>
      </w:pPr>
      <w:r w:rsidRPr="00025C28">
        <w:rPr>
          <w:szCs w:val="22"/>
        </w:rPr>
        <w:t>8.2</w:t>
      </w:r>
      <w:r w:rsidRPr="00025C28">
        <w:rPr>
          <w:szCs w:val="22"/>
        </w:rPr>
        <w:tab/>
        <w:t xml:space="preserve">[Member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rsidR="00025C28" w:rsidRPr="00025C28" w:rsidRDefault="00025C28" w:rsidP="00025C28">
      <w:pPr>
        <w:rPr>
          <w:rFonts w:eastAsia="Times New Roman"/>
          <w:bCs/>
          <w:szCs w:val="22"/>
        </w:rPr>
      </w:pPr>
    </w:p>
    <w:p w:rsidR="00025C28" w:rsidRPr="00025C28" w:rsidRDefault="00025C28" w:rsidP="00025C28">
      <w:pPr>
        <w:rPr>
          <w:rFonts w:eastAsia="Times New Roman"/>
          <w:bCs/>
          <w:szCs w:val="22"/>
        </w:rPr>
      </w:pPr>
    </w:p>
    <w:p w:rsidR="00025C28" w:rsidRPr="00025C28" w:rsidRDefault="00025C28" w:rsidP="00025C28">
      <w:pPr>
        <w:rPr>
          <w:rFonts w:eastAsia="Times New Roman"/>
          <w:bCs/>
          <w:i/>
          <w:szCs w:val="22"/>
        </w:rPr>
      </w:pPr>
      <w:r w:rsidRPr="00025C28">
        <w:rPr>
          <w:rFonts w:eastAsia="Times New Roman"/>
          <w:bCs/>
          <w:i/>
          <w:szCs w:val="22"/>
        </w:rPr>
        <w:t>[Option 2</w:t>
      </w:r>
    </w:p>
    <w:p w:rsidR="00025C28" w:rsidRPr="00025C28" w:rsidRDefault="00025C28" w:rsidP="00025C28">
      <w:pPr>
        <w:rPr>
          <w:rFonts w:eastAsia="Times New Roman"/>
          <w:bCs/>
          <w:i/>
          <w:szCs w:val="22"/>
        </w:rPr>
      </w:pPr>
    </w:p>
    <w:p w:rsidR="00025C28" w:rsidRPr="00025C28" w:rsidRDefault="00025C28" w:rsidP="00025C28">
      <w:pPr>
        <w:rPr>
          <w:rFonts w:eastAsia="Times New Roman"/>
          <w:bCs/>
          <w:szCs w:val="22"/>
        </w:rPr>
      </w:pPr>
      <w:r w:rsidRPr="00025C28">
        <w:rPr>
          <w:rFonts w:eastAsia="Times New Roman"/>
          <w:bCs/>
          <w:szCs w:val="22"/>
        </w:rPr>
        <w:t>8.1</w:t>
      </w:r>
      <w:r w:rsidRPr="00025C28">
        <w:rPr>
          <w:rFonts w:eastAsia="Times New Roman"/>
          <w:bCs/>
          <w:szCs w:val="22"/>
        </w:rPr>
        <w:tab/>
      </w:r>
      <w:r w:rsidRPr="00025C28">
        <w:rPr>
          <w:szCs w:val="22"/>
        </w:rPr>
        <w:t>[Member States]/[Contracting Parties] shall protect the subject matter identified in this [instrument] as long as the beneficiaries of protection continue to enjoy the scope of protection in Article 3.]</w:t>
      </w:r>
    </w:p>
    <w:p w:rsidR="00025C28" w:rsidRPr="00025C28" w:rsidRDefault="00025C28" w:rsidP="00025C28">
      <w:pPr>
        <w:rPr>
          <w:rFonts w:eastAsia="Times New Roman"/>
          <w:bCs/>
          <w:szCs w:val="22"/>
        </w:rPr>
      </w:pPr>
    </w:p>
    <w:p w:rsidR="00025C28" w:rsidRPr="00025C28" w:rsidRDefault="00025C28" w:rsidP="00025C28">
      <w:pPr>
        <w:rPr>
          <w:rFonts w:eastAsia="Times New Roman"/>
          <w:bCs/>
          <w:szCs w:val="22"/>
        </w:rPr>
      </w:pPr>
    </w:p>
    <w:p w:rsidR="00025C28" w:rsidRPr="00025C28" w:rsidRDefault="00025C28" w:rsidP="00025C28">
      <w:pPr>
        <w:rPr>
          <w:rFonts w:eastAsia="Times New Roman"/>
          <w:bCs/>
          <w:i/>
          <w:szCs w:val="22"/>
        </w:rPr>
      </w:pPr>
      <w:r w:rsidRPr="00025C28">
        <w:rPr>
          <w:rFonts w:eastAsia="Times New Roman"/>
          <w:bCs/>
          <w:i/>
          <w:szCs w:val="22"/>
        </w:rPr>
        <w:t>[Option 3</w:t>
      </w:r>
    </w:p>
    <w:p w:rsidR="00025C28" w:rsidRPr="00025C28" w:rsidRDefault="00025C28" w:rsidP="00025C28">
      <w:pPr>
        <w:rPr>
          <w:rFonts w:eastAsia="Times New Roman"/>
          <w:bCs/>
          <w:i/>
          <w:szCs w:val="22"/>
        </w:rPr>
      </w:pPr>
    </w:p>
    <w:p w:rsidR="00025C28" w:rsidRPr="00025C28" w:rsidRDefault="00025C28" w:rsidP="00025C28">
      <w:pPr>
        <w:tabs>
          <w:tab w:val="left" w:pos="540"/>
          <w:tab w:val="num" w:pos="993"/>
        </w:tabs>
        <w:autoSpaceDE w:val="0"/>
        <w:autoSpaceDN w:val="0"/>
        <w:adjustRightInd w:val="0"/>
        <w:rPr>
          <w:rFonts w:eastAsia="Times New Roman"/>
          <w:bCs/>
          <w:szCs w:val="22"/>
        </w:rPr>
      </w:pPr>
      <w:r w:rsidRPr="00025C28">
        <w:rPr>
          <w:rFonts w:eastAsia="Times New Roman"/>
          <w:bCs/>
          <w:szCs w:val="22"/>
        </w:rPr>
        <w:t>8.1</w:t>
      </w:r>
      <w:r w:rsidRPr="00025C28">
        <w:rPr>
          <w:rFonts w:eastAsia="Times New Roman"/>
          <w:bCs/>
          <w:szCs w:val="22"/>
        </w:rPr>
        <w:tab/>
        <w:t xml:space="preserve">[[Member States]/[Contracting Parties] may determine that the term of protection of traditional cultural expressions, at least as regards their economic aspects, </w:t>
      </w:r>
      <w:r w:rsidRPr="00025C28">
        <w:rPr>
          <w:szCs w:val="22"/>
        </w:rPr>
        <w:t xml:space="preserve">[should]/[shall] </w:t>
      </w:r>
      <w:r w:rsidRPr="00025C28">
        <w:rPr>
          <w:rFonts w:eastAsia="Times New Roman"/>
          <w:bCs/>
          <w:szCs w:val="22"/>
        </w:rPr>
        <w:t>be limited.]]]</w:t>
      </w:r>
    </w:p>
    <w:p w:rsidR="00025C28" w:rsidRPr="00025C28" w:rsidRDefault="00025C28" w:rsidP="00025C28">
      <w:pPr>
        <w:tabs>
          <w:tab w:val="num" w:pos="993"/>
        </w:tabs>
        <w:autoSpaceDE w:val="0"/>
        <w:autoSpaceDN w:val="0"/>
        <w:adjustRightInd w:val="0"/>
        <w:rPr>
          <w:rFonts w:eastAsia="Times New Roman"/>
          <w:bCs/>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9]</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FORMALITIES</w:t>
      </w:r>
    </w:p>
    <w:p w:rsidR="00025C28" w:rsidRPr="00025C28" w:rsidRDefault="00025C28" w:rsidP="00025C28">
      <w:pPr>
        <w:tabs>
          <w:tab w:val="num" w:pos="993"/>
        </w:tabs>
        <w:autoSpaceDE w:val="0"/>
        <w:autoSpaceDN w:val="0"/>
        <w:adjustRightInd w:val="0"/>
        <w:rPr>
          <w:i/>
          <w:szCs w:val="22"/>
        </w:rPr>
      </w:pPr>
    </w:p>
    <w:p w:rsidR="00025C28" w:rsidRPr="00025C28" w:rsidRDefault="00025C28" w:rsidP="00025C28">
      <w:pPr>
        <w:tabs>
          <w:tab w:val="num" w:pos="993"/>
        </w:tabs>
        <w:autoSpaceDE w:val="0"/>
        <w:autoSpaceDN w:val="0"/>
        <w:adjustRightInd w:val="0"/>
        <w:rPr>
          <w:i/>
          <w:szCs w:val="22"/>
        </w:rPr>
      </w:pPr>
      <w:r w:rsidRPr="00025C28">
        <w:rPr>
          <w:i/>
          <w:szCs w:val="22"/>
        </w:rPr>
        <w:t>[Option 1</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9.1</w:t>
      </w:r>
      <w:r w:rsidRPr="00025C28">
        <w:rPr>
          <w:szCs w:val="22"/>
        </w:rPr>
        <w:tab/>
        <w:t>[As a general principle,] [Member States]/[Contracting Parties] [should]/[shall] not subject the protection of traditional cultural expressions to any formality.]</w:t>
      </w:r>
    </w:p>
    <w:p w:rsidR="00025C28" w:rsidRPr="00025C28" w:rsidRDefault="00025C28" w:rsidP="00025C28">
      <w:pPr>
        <w:autoSpaceDE w:val="0"/>
        <w:autoSpaceDN w:val="0"/>
        <w:adjustRightInd w:val="0"/>
        <w:rPr>
          <w:szCs w:val="22"/>
        </w:rPr>
      </w:pPr>
    </w:p>
    <w:p w:rsidR="00025C28" w:rsidRPr="00025C28" w:rsidRDefault="00025C28" w:rsidP="00025C28">
      <w:pPr>
        <w:autoSpaceDE w:val="0"/>
        <w:autoSpaceDN w:val="0"/>
        <w:adjustRightInd w:val="0"/>
        <w:rPr>
          <w:szCs w:val="22"/>
        </w:rPr>
      </w:pPr>
    </w:p>
    <w:p w:rsidR="00025C28" w:rsidRPr="00025C28" w:rsidRDefault="00025C28" w:rsidP="00025C28">
      <w:pPr>
        <w:tabs>
          <w:tab w:val="num" w:pos="993"/>
        </w:tabs>
        <w:autoSpaceDE w:val="0"/>
        <w:autoSpaceDN w:val="0"/>
        <w:adjustRightInd w:val="0"/>
        <w:rPr>
          <w:i/>
          <w:szCs w:val="22"/>
        </w:rPr>
      </w:pPr>
      <w:r w:rsidRPr="00025C28">
        <w:rPr>
          <w:i/>
          <w:szCs w:val="22"/>
        </w:rPr>
        <w:t>[Option 2</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9.1</w:t>
      </w:r>
      <w:r w:rsidRPr="00025C28">
        <w:rPr>
          <w:szCs w:val="22"/>
        </w:rPr>
        <w:tab/>
        <w:t>[[Member States]/[Contracting Parties] [may] require formalities for the protection of traditional cultural expressions.]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left" w:pos="540"/>
          <w:tab w:val="num" w:pos="993"/>
        </w:tabs>
        <w:autoSpaceDE w:val="0"/>
        <w:autoSpaceDN w:val="0"/>
        <w:adjustRightInd w:val="0"/>
        <w:rPr>
          <w:szCs w:val="22"/>
        </w:rPr>
      </w:pPr>
      <w:r w:rsidRPr="00025C28">
        <w:rPr>
          <w:szCs w:val="22"/>
        </w:rPr>
        <w:t>9.2</w:t>
      </w:r>
      <w:r w:rsidRPr="00025C28">
        <w:rPr>
          <w:szCs w:val="22"/>
        </w:rPr>
        <w:tab/>
        <w:t>Notwithstanding Paragraph 1, a [Member State]/[Contracting Party] may not subject the protection of secret traditional cultural expressions to any formality.]</w:t>
      </w:r>
    </w:p>
    <w:p w:rsidR="00025C28" w:rsidRPr="00025C28" w:rsidRDefault="00025C28" w:rsidP="00025C28">
      <w:pPr>
        <w:tabs>
          <w:tab w:val="num" w:pos="993"/>
        </w:tabs>
        <w:autoSpaceDE w:val="0"/>
        <w:autoSpaceDN w:val="0"/>
        <w:adjustRightInd w:val="0"/>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10</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rPr>
          <w:szCs w:val="22"/>
        </w:rPr>
      </w:pPr>
      <w:r w:rsidRPr="00025C28">
        <w:rPr>
          <w:szCs w:val="22"/>
        </w:rPr>
        <w:t>[SANCTIONS, REMEDIES AND EXERCISE OF [RIGHTS]/[INTERESTS]]</w:t>
      </w:r>
    </w:p>
    <w:p w:rsidR="00025C28" w:rsidRPr="00025C28" w:rsidRDefault="00025C28" w:rsidP="00025C28">
      <w:pPr>
        <w:tabs>
          <w:tab w:val="num" w:pos="993"/>
        </w:tabs>
        <w:autoSpaceDE w:val="0"/>
        <w:autoSpaceDN w:val="0"/>
        <w:adjustRightInd w:val="0"/>
        <w:rPr>
          <w:i/>
          <w:szCs w:val="22"/>
        </w:rPr>
      </w:pPr>
    </w:p>
    <w:p w:rsidR="00025C28" w:rsidRPr="00025C28" w:rsidRDefault="00025C28" w:rsidP="00025C28">
      <w:pPr>
        <w:tabs>
          <w:tab w:val="num" w:pos="993"/>
        </w:tabs>
        <w:autoSpaceDE w:val="0"/>
        <w:autoSpaceDN w:val="0"/>
        <w:adjustRightInd w:val="0"/>
        <w:rPr>
          <w:szCs w:val="22"/>
        </w:rPr>
      </w:pPr>
      <w:r w:rsidRPr="00025C28">
        <w:rPr>
          <w:szCs w:val="22"/>
        </w:rPr>
        <w:t>[Alt 1</w:t>
      </w:r>
    </w:p>
    <w:p w:rsidR="00025C28" w:rsidRPr="00025C28" w:rsidRDefault="00025C28" w:rsidP="00025C28">
      <w:pPr>
        <w:tabs>
          <w:tab w:val="left" w:pos="550"/>
        </w:tabs>
        <w:rPr>
          <w:rFonts w:eastAsia="Times New Roman"/>
          <w:szCs w:val="22"/>
        </w:rPr>
      </w:pPr>
    </w:p>
    <w:p w:rsidR="00025C28" w:rsidRPr="00025C28" w:rsidRDefault="00025C28" w:rsidP="00025C28">
      <w:pPr>
        <w:tabs>
          <w:tab w:val="left" w:pos="550"/>
        </w:tabs>
        <w:rPr>
          <w:rFonts w:eastAsia="Times New Roman"/>
          <w:szCs w:val="22"/>
        </w:rPr>
      </w:pPr>
      <w:r w:rsidRPr="00025C28">
        <w:rPr>
          <w:rFonts w:eastAsia="Times New Roman"/>
          <w:szCs w:val="22"/>
        </w:rPr>
        <w:t xml:space="preserve">Member States shall put in place appropriate, effective, dissuasive, and proportionate legal and/or administrative measures, to address violations of the rights contained in this instrument.] </w:t>
      </w:r>
    </w:p>
    <w:p w:rsidR="00025C28" w:rsidRPr="00025C28" w:rsidRDefault="00025C28" w:rsidP="00025C28">
      <w:pPr>
        <w:rPr>
          <w:szCs w:val="22"/>
        </w:rPr>
      </w:pPr>
    </w:p>
    <w:p w:rsidR="00025C28" w:rsidRPr="00025C28" w:rsidRDefault="00025C28" w:rsidP="00025C28">
      <w:pPr>
        <w:rPr>
          <w:i/>
          <w:szCs w:val="22"/>
        </w:rPr>
      </w:pPr>
    </w:p>
    <w:p w:rsidR="00025C28" w:rsidRPr="00025C28" w:rsidRDefault="00025C28" w:rsidP="00025C28">
      <w:pPr>
        <w:rPr>
          <w:szCs w:val="22"/>
        </w:rPr>
      </w:pPr>
      <w:r w:rsidRPr="00025C28">
        <w:rPr>
          <w:szCs w:val="22"/>
        </w:rPr>
        <w:t>[Alt 2</w:t>
      </w:r>
    </w:p>
    <w:p w:rsidR="00025C28" w:rsidRPr="00025C28" w:rsidRDefault="00025C28" w:rsidP="00025C28">
      <w:pPr>
        <w:rPr>
          <w:i/>
          <w:szCs w:val="22"/>
        </w:rPr>
      </w:pPr>
    </w:p>
    <w:p w:rsidR="00025C28" w:rsidRPr="00025C28" w:rsidRDefault="00025C28" w:rsidP="00025C28">
      <w:pPr>
        <w:rPr>
          <w:szCs w:val="22"/>
        </w:rPr>
      </w:pPr>
      <w:r w:rsidRPr="00025C28">
        <w:rPr>
          <w:szCs w:val="22"/>
        </w:rPr>
        <w:t>10.1</w:t>
      </w:r>
      <w:r w:rsidRPr="00025C28">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025C28" w:rsidRPr="00025C28" w:rsidRDefault="00025C28" w:rsidP="00025C28">
      <w:pPr>
        <w:rPr>
          <w:szCs w:val="22"/>
        </w:rPr>
      </w:pPr>
    </w:p>
    <w:p w:rsidR="00025C28" w:rsidRPr="00025C28" w:rsidRDefault="00025C28" w:rsidP="00025C28">
      <w:pPr>
        <w:rPr>
          <w:szCs w:val="22"/>
        </w:rPr>
      </w:pPr>
      <w:r w:rsidRPr="00025C28">
        <w:rPr>
          <w:szCs w:val="22"/>
        </w:rPr>
        <w:t>10.2</w:t>
      </w:r>
      <w:r w:rsidRPr="00025C28">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p>
    <w:p w:rsidR="00025C28" w:rsidRPr="00025C28" w:rsidRDefault="00025C28" w:rsidP="00025C28">
      <w:pPr>
        <w:rPr>
          <w:i/>
          <w:szCs w:val="22"/>
        </w:rPr>
      </w:pPr>
    </w:p>
    <w:p w:rsidR="00025C28" w:rsidRPr="00025C28" w:rsidRDefault="00025C28" w:rsidP="00025C28">
      <w:pPr>
        <w:rPr>
          <w:i/>
          <w:szCs w:val="22"/>
        </w:rPr>
      </w:pPr>
    </w:p>
    <w:p w:rsidR="00025C28" w:rsidRPr="00025C28" w:rsidRDefault="00025C28" w:rsidP="00025C28">
      <w:pPr>
        <w:rPr>
          <w:szCs w:val="22"/>
        </w:rPr>
      </w:pPr>
      <w:r w:rsidRPr="00025C28">
        <w:rPr>
          <w:szCs w:val="22"/>
        </w:rPr>
        <w:t xml:space="preserve">[Alt 3 </w:t>
      </w:r>
    </w:p>
    <w:p w:rsidR="00025C28" w:rsidRPr="00025C28" w:rsidRDefault="00025C28" w:rsidP="00025C28">
      <w:pPr>
        <w:rPr>
          <w:szCs w:val="22"/>
        </w:rPr>
      </w:pPr>
    </w:p>
    <w:p w:rsidR="00025C28" w:rsidRPr="00025C28" w:rsidRDefault="00025C28" w:rsidP="00025C28">
      <w:pPr>
        <w:rPr>
          <w:szCs w:val="22"/>
        </w:rPr>
      </w:pPr>
      <w:r w:rsidRPr="00025C28">
        <w:rPr>
          <w:szCs w:val="22"/>
        </w:rPr>
        <w:t>Member States should undertake to adopt appropriate, effective and proportionate legal and/or administrative measures, in accordance with their legal systems, to ensure the application of this instrument.]</w:t>
      </w:r>
    </w:p>
    <w:p w:rsidR="00025C28" w:rsidRPr="00025C28" w:rsidRDefault="00025C28" w:rsidP="00025C28">
      <w:pPr>
        <w:rPr>
          <w:szCs w:val="22"/>
        </w:rPr>
      </w:pPr>
    </w:p>
    <w:p w:rsidR="00025C28" w:rsidRPr="00025C28" w:rsidRDefault="00025C28" w:rsidP="00025C28">
      <w:pPr>
        <w:rPr>
          <w:i/>
          <w:szCs w:val="22"/>
        </w:rPr>
      </w:pPr>
    </w:p>
    <w:p w:rsidR="00025C28" w:rsidRPr="00025C28" w:rsidRDefault="00025C28" w:rsidP="00025C28">
      <w:pPr>
        <w:rPr>
          <w:szCs w:val="22"/>
        </w:rPr>
      </w:pPr>
      <w:r w:rsidRPr="00025C28">
        <w:rPr>
          <w:szCs w:val="22"/>
        </w:rPr>
        <w:t xml:space="preserve">[Alt 4 </w:t>
      </w:r>
    </w:p>
    <w:p w:rsidR="00025C28" w:rsidRPr="00025C28" w:rsidRDefault="00025C28" w:rsidP="00025C28">
      <w:pPr>
        <w:rPr>
          <w:i/>
          <w:szCs w:val="22"/>
        </w:rPr>
      </w:pPr>
    </w:p>
    <w:p w:rsidR="00025C28" w:rsidRPr="00025C28" w:rsidRDefault="00025C28" w:rsidP="00025C28">
      <w:pPr>
        <w:rPr>
          <w:szCs w:val="22"/>
        </w:rPr>
      </w:pPr>
      <w:r w:rsidRPr="00025C28">
        <w:rPr>
          <w:szCs w:val="22"/>
        </w:rPr>
        <w:t>Member States/Contracting Parties should/shall provide, in accordance with national law, the necessary legal, policy or administrative measures to prevent willful or negligent harm to the interests of the beneficiaries.]]</w:t>
      </w:r>
    </w:p>
    <w:p w:rsidR="00025C28" w:rsidRPr="00025C28" w:rsidRDefault="00025C28" w:rsidP="00025C28">
      <w:pPr>
        <w:rPr>
          <w:szCs w:val="22"/>
        </w:rPr>
      </w:pPr>
    </w:p>
    <w:p w:rsidR="00025C28" w:rsidRPr="00025C28" w:rsidRDefault="00025C28" w:rsidP="00025C28">
      <w:pPr>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11]</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jc w:val="center"/>
        <w:rPr>
          <w:szCs w:val="22"/>
        </w:rPr>
      </w:pPr>
      <w:r w:rsidRPr="00025C28">
        <w:rPr>
          <w:szCs w:val="22"/>
        </w:rPr>
        <w:t>[TRANSITIONAL MEASURES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rPr>
          <w:rFonts w:eastAsia="Times New Roman"/>
          <w:bCs/>
          <w:szCs w:val="22"/>
        </w:rPr>
      </w:pPr>
      <w:r w:rsidRPr="00025C28">
        <w:rPr>
          <w:rFonts w:eastAsia="Times New Roman"/>
          <w:bCs/>
          <w:szCs w:val="22"/>
        </w:rPr>
        <w:t>11.1</w:t>
      </w:r>
      <w:r w:rsidRPr="00025C28">
        <w:rPr>
          <w:rFonts w:eastAsia="Times New Roman"/>
          <w:bCs/>
          <w:szCs w:val="22"/>
        </w:rPr>
        <w:tab/>
        <w:t xml:space="preserve">This [instrument] </w:t>
      </w:r>
      <w:r w:rsidRPr="00025C28">
        <w:rPr>
          <w:szCs w:val="22"/>
        </w:rPr>
        <w:t xml:space="preserve">[should]/[shall] </w:t>
      </w:r>
      <w:r w:rsidRPr="00025C28">
        <w:rPr>
          <w:rFonts w:eastAsia="Times New Roman"/>
          <w:bCs/>
          <w:szCs w:val="22"/>
        </w:rPr>
        <w:t>apply to all traditional cultural expressions which, at the time of the [instrument] coming into effect/force, fulfill the criteria set out in this [instrument].</w:t>
      </w:r>
    </w:p>
    <w:p w:rsidR="00025C28" w:rsidRPr="00025C28" w:rsidRDefault="00025C28" w:rsidP="00025C28">
      <w:pPr>
        <w:tabs>
          <w:tab w:val="num" w:pos="1701"/>
        </w:tabs>
        <w:rPr>
          <w:rFonts w:eastAsia="Times New Roman"/>
          <w:bCs/>
          <w:szCs w:val="22"/>
        </w:rPr>
      </w:pPr>
    </w:p>
    <w:p w:rsidR="00025C28" w:rsidRPr="00025C28" w:rsidRDefault="00025C28" w:rsidP="00025C28">
      <w:pPr>
        <w:rPr>
          <w:rFonts w:eastAsia="Times New Roman"/>
          <w:bCs/>
          <w:szCs w:val="22"/>
        </w:rPr>
      </w:pPr>
      <w:r w:rsidRPr="00025C28">
        <w:rPr>
          <w:rFonts w:eastAsia="Times New Roman"/>
          <w:bCs/>
          <w:szCs w:val="22"/>
        </w:rPr>
        <w:t>[11.2</w:t>
      </w:r>
      <w:r w:rsidRPr="00025C28">
        <w:rPr>
          <w:rFonts w:eastAsia="Times New Roman"/>
          <w:bCs/>
          <w:szCs w:val="22"/>
        </w:rPr>
        <w:tab/>
      </w:r>
      <w:r w:rsidRPr="00025C28">
        <w:rPr>
          <w:i/>
          <w:szCs w:val="22"/>
        </w:rPr>
        <w:t xml:space="preserve">Option 1 </w:t>
      </w:r>
      <w:r w:rsidRPr="00025C28">
        <w:rPr>
          <w:szCs w:val="22"/>
        </w:rPr>
        <w:t xml:space="preserve">[[Member States]/[Contracting Parties] [should]/[shall] </w:t>
      </w:r>
      <w:r w:rsidRPr="00025C28">
        <w:rPr>
          <w:rFonts w:eastAsia="Times New Roman"/>
          <w:bCs/>
          <w:szCs w:val="22"/>
        </w:rPr>
        <w:t>secure the rights acquired by third parties under national law prior to the entry into effect/force of this [instrument]].]</w:t>
      </w:r>
    </w:p>
    <w:p w:rsidR="00025C28" w:rsidRPr="00025C28" w:rsidRDefault="00025C28" w:rsidP="00025C28">
      <w:pPr>
        <w:rPr>
          <w:szCs w:val="22"/>
        </w:rPr>
      </w:pPr>
    </w:p>
    <w:p w:rsidR="00025C28" w:rsidRPr="00025C28" w:rsidRDefault="00025C28" w:rsidP="00025C28">
      <w:pPr>
        <w:rPr>
          <w:rFonts w:eastAsia="Times New Roman"/>
          <w:bCs/>
          <w:szCs w:val="22"/>
        </w:rPr>
      </w:pPr>
      <w:r w:rsidRPr="00025C28">
        <w:rPr>
          <w:rFonts w:eastAsia="Times New Roman"/>
          <w:bCs/>
          <w:szCs w:val="22"/>
        </w:rPr>
        <w:t>[11.2</w:t>
      </w:r>
      <w:r w:rsidRPr="00025C28">
        <w:rPr>
          <w:rFonts w:eastAsia="Times New Roman"/>
          <w:bCs/>
          <w:szCs w:val="22"/>
        </w:rPr>
        <w:tab/>
      </w:r>
      <w:r w:rsidRPr="00025C28">
        <w:rPr>
          <w:i/>
          <w:szCs w:val="22"/>
        </w:rPr>
        <w:t xml:space="preserve">Option 2 </w:t>
      </w:r>
      <w:r w:rsidRPr="00025C28">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025C28">
        <w:rPr>
          <w:szCs w:val="22"/>
        </w:rPr>
        <w:t xml:space="preserve">[should]/[shall] </w:t>
      </w:r>
      <w:r w:rsidRPr="00025C28">
        <w:rPr>
          <w:rFonts w:eastAsia="Times New Roman"/>
          <w:bCs/>
          <w:szCs w:val="22"/>
        </w:rPr>
        <w:t>be brought into conformity with the [instrument] within a reasonable period of time after its entry into effect/force, subject to Paragraph 3]/[</w:t>
      </w:r>
      <w:r w:rsidRPr="00025C28">
        <w:rPr>
          <w:szCs w:val="22"/>
        </w:rPr>
        <w:t>[should]/[shall] be allowed to continue].]</w:t>
      </w:r>
    </w:p>
    <w:p w:rsidR="00025C28" w:rsidRPr="00025C28" w:rsidRDefault="00025C28" w:rsidP="00025C28">
      <w:pPr>
        <w:rPr>
          <w:rFonts w:eastAsia="Times New Roman"/>
          <w:bCs/>
          <w:szCs w:val="22"/>
        </w:rPr>
      </w:pPr>
    </w:p>
    <w:p w:rsidR="00025C28" w:rsidRPr="00025C28" w:rsidRDefault="00025C28" w:rsidP="00025C28">
      <w:pPr>
        <w:rPr>
          <w:rFonts w:eastAsia="Times New Roman"/>
          <w:bCs/>
          <w:szCs w:val="22"/>
        </w:rPr>
      </w:pPr>
      <w:r w:rsidRPr="00025C28">
        <w:rPr>
          <w:rFonts w:eastAsia="Times New Roman"/>
          <w:bCs/>
          <w:szCs w:val="22"/>
        </w:rPr>
        <w:t>11.3</w:t>
      </w:r>
      <w:r w:rsidRPr="00025C28">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025C28">
        <w:rPr>
          <w:szCs w:val="22"/>
        </w:rPr>
        <w:t xml:space="preserve">[should]/[shall] </w:t>
      </w:r>
      <w:r w:rsidRPr="00025C28">
        <w:rPr>
          <w:rFonts w:eastAsia="Times New Roman"/>
          <w:bCs/>
          <w:szCs w:val="22"/>
        </w:rPr>
        <w:t>have the right to recover such traditional cultural expressions.]</w:t>
      </w:r>
    </w:p>
    <w:p w:rsidR="00025C28" w:rsidRPr="00025C28" w:rsidRDefault="00025C28" w:rsidP="00025C28">
      <w:pPr>
        <w:tabs>
          <w:tab w:val="num" w:pos="993"/>
        </w:tabs>
        <w:autoSpaceDE w:val="0"/>
        <w:autoSpaceDN w:val="0"/>
        <w:adjustRightInd w:val="0"/>
        <w:jc w:val="center"/>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12]</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tabs>
          <w:tab w:val="num" w:pos="993"/>
        </w:tabs>
        <w:autoSpaceDE w:val="0"/>
        <w:autoSpaceDN w:val="0"/>
        <w:adjustRightInd w:val="0"/>
        <w:jc w:val="center"/>
      </w:pPr>
      <w:r w:rsidRPr="00025C28">
        <w:t>[RELATIONSHIP WITH [OTHER] INTERNATIONAL AGREEMENTS</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t>12.1</w:t>
      </w:r>
      <w:r w:rsidRPr="00025C28">
        <w:tab/>
      </w:r>
      <w:r w:rsidRPr="00025C28">
        <w:rPr>
          <w:szCs w:val="22"/>
        </w:rPr>
        <w:t xml:space="preserve">[Member States]/[Contracting Parties] [should]/[shall] implement this [instrument] in a manner [mutually supportive] of [other] [existing] international agreements.] </w:t>
      </w:r>
    </w:p>
    <w:p w:rsidR="00025C28" w:rsidRPr="00025C28" w:rsidRDefault="00025C28" w:rsidP="00025C28">
      <w:pPr>
        <w:tabs>
          <w:tab w:val="left" w:pos="550"/>
        </w:tabs>
        <w:autoSpaceDE w:val="0"/>
        <w:autoSpaceDN w:val="0"/>
        <w:adjustRightInd w:val="0"/>
        <w:rPr>
          <w:szCs w:val="22"/>
        </w:rPr>
      </w:pPr>
    </w:p>
    <w:p w:rsidR="00025C28" w:rsidRPr="00025C28" w:rsidRDefault="00025C28" w:rsidP="00025C28">
      <w:pPr>
        <w:tabs>
          <w:tab w:val="left" w:pos="550"/>
        </w:tabs>
        <w:autoSpaceDE w:val="0"/>
        <w:autoSpaceDN w:val="0"/>
        <w:adjustRightInd w:val="0"/>
        <w:rPr>
          <w:rFonts w:eastAsia="Calibri"/>
          <w:szCs w:val="22"/>
          <w:lang w:eastAsia="en-US"/>
        </w:rPr>
      </w:pPr>
      <w:r w:rsidRPr="00025C28">
        <w:rPr>
          <w:szCs w:val="22"/>
        </w:rPr>
        <w:t xml:space="preserve">[12.2 </w:t>
      </w:r>
      <w:r w:rsidRPr="00025C28">
        <w:rPr>
          <w:szCs w:val="22"/>
        </w:rPr>
        <w:tab/>
      </w:r>
      <w:r w:rsidRPr="00025C28">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025C28" w:rsidRPr="00025C28" w:rsidRDefault="00025C28" w:rsidP="00025C28">
      <w:pPr>
        <w:tabs>
          <w:tab w:val="left" w:pos="550"/>
        </w:tabs>
        <w:autoSpaceDE w:val="0"/>
        <w:autoSpaceDN w:val="0"/>
        <w:adjustRightInd w:val="0"/>
        <w:rPr>
          <w:rFonts w:eastAsia="Calibri"/>
          <w:szCs w:val="22"/>
          <w:lang w:eastAsia="en-US"/>
        </w:rPr>
      </w:pPr>
    </w:p>
    <w:p w:rsidR="00025C28" w:rsidRPr="00025C28" w:rsidRDefault="00025C28" w:rsidP="00025C28">
      <w:pPr>
        <w:tabs>
          <w:tab w:val="left" w:pos="550"/>
        </w:tabs>
        <w:autoSpaceDE w:val="0"/>
        <w:autoSpaceDN w:val="0"/>
        <w:adjustRightInd w:val="0"/>
      </w:pPr>
      <w:r w:rsidRPr="00025C28">
        <w:rPr>
          <w:rFonts w:eastAsia="Calibri"/>
          <w:szCs w:val="22"/>
          <w:lang w:eastAsia="en-US"/>
        </w:rPr>
        <w:t>12.3</w:t>
      </w:r>
      <w:r w:rsidRPr="00025C28">
        <w:rPr>
          <w:rFonts w:eastAsia="Calibri"/>
          <w:szCs w:val="22"/>
          <w:lang w:eastAsia="en-US"/>
        </w:rPr>
        <w:tab/>
      </w:r>
      <w:r w:rsidRPr="00025C28">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025C28" w:rsidRPr="00025C28" w:rsidRDefault="00025C28" w:rsidP="00025C28">
      <w:pPr>
        <w:tabs>
          <w:tab w:val="num" w:pos="993"/>
        </w:tabs>
        <w:autoSpaceDE w:val="0"/>
        <w:autoSpaceDN w:val="0"/>
        <w:adjustRightInd w:val="0"/>
        <w:rPr>
          <w:szCs w:val="22"/>
          <w:u w:val="single"/>
        </w:rPr>
      </w:pPr>
    </w:p>
    <w:p w:rsidR="00025C28" w:rsidRPr="00025C28" w:rsidRDefault="00025C28" w:rsidP="00025C28">
      <w:pPr>
        <w:tabs>
          <w:tab w:val="num" w:pos="993"/>
        </w:tabs>
        <w:autoSpaceDE w:val="0"/>
        <w:autoSpaceDN w:val="0"/>
        <w:adjustRightInd w:val="0"/>
        <w:jc w:val="center"/>
        <w:rPr>
          <w:szCs w:val="22"/>
        </w:rPr>
      </w:pPr>
      <w:r w:rsidRPr="00025C28">
        <w:rPr>
          <w:szCs w:val="22"/>
        </w:rPr>
        <w:br w:type="page"/>
      </w:r>
    </w:p>
    <w:p w:rsidR="00025C28" w:rsidRPr="00025C28" w:rsidRDefault="00025C28" w:rsidP="00025C28">
      <w:pPr>
        <w:tabs>
          <w:tab w:val="num" w:pos="993"/>
        </w:tabs>
        <w:autoSpaceDE w:val="0"/>
        <w:autoSpaceDN w:val="0"/>
        <w:adjustRightInd w:val="0"/>
        <w:jc w:val="center"/>
        <w:rPr>
          <w:szCs w:val="22"/>
        </w:rPr>
      </w:pPr>
      <w:r w:rsidRPr="00025C28">
        <w:rPr>
          <w:szCs w:val="22"/>
        </w:rPr>
        <w:lastRenderedPageBreak/>
        <w:t>[ARTICLE 13]</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jc w:val="center"/>
        <w:rPr>
          <w:szCs w:val="22"/>
        </w:rPr>
      </w:pPr>
      <w:r w:rsidRPr="00025C28">
        <w:rPr>
          <w:szCs w:val="22"/>
        </w:rPr>
        <w:t>[NATIONAL TREATMENT</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autoSpaceDE w:val="0"/>
        <w:autoSpaceDN w:val="0"/>
        <w:adjustRightInd w:val="0"/>
        <w:rPr>
          <w:szCs w:val="22"/>
        </w:rPr>
      </w:pPr>
      <w:r w:rsidRPr="00025C28">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025C28" w:rsidRPr="00025C28" w:rsidRDefault="00025C28" w:rsidP="00025C28">
      <w:pPr>
        <w:autoSpaceDE w:val="0"/>
        <w:autoSpaceDN w:val="0"/>
        <w:adjustRightInd w:val="0"/>
        <w:rPr>
          <w:szCs w:val="22"/>
        </w:rPr>
      </w:pPr>
    </w:p>
    <w:p w:rsidR="00025C28" w:rsidRPr="00025C28" w:rsidRDefault="00025C28" w:rsidP="00025C28">
      <w:pPr>
        <w:rPr>
          <w:szCs w:val="22"/>
        </w:rPr>
      </w:pPr>
      <w:r w:rsidRPr="00025C28">
        <w:rPr>
          <w:szCs w:val="22"/>
        </w:rPr>
        <w:br w:type="page"/>
      </w:r>
    </w:p>
    <w:p w:rsidR="00025C28" w:rsidRPr="00025C28" w:rsidRDefault="00025C28" w:rsidP="00025C28">
      <w:pPr>
        <w:autoSpaceDE w:val="0"/>
        <w:autoSpaceDN w:val="0"/>
        <w:adjustRightInd w:val="0"/>
        <w:ind w:left="1440" w:firstLine="720"/>
        <w:rPr>
          <w:szCs w:val="22"/>
        </w:rPr>
      </w:pPr>
      <w:r w:rsidRPr="00025C28">
        <w:rPr>
          <w:szCs w:val="22"/>
        </w:rPr>
        <w:lastRenderedPageBreak/>
        <w:t>[ALTERNATIVES TO ARTICLES 8, 9, 10, 11 and 13</w:t>
      </w:r>
    </w:p>
    <w:p w:rsidR="00025C28" w:rsidRPr="00025C28" w:rsidRDefault="00025C28" w:rsidP="00025C28">
      <w:pPr>
        <w:keepLines/>
        <w:jc w:val="center"/>
        <w:rPr>
          <w:szCs w:val="22"/>
        </w:rPr>
      </w:pPr>
      <w:r w:rsidRPr="00025C28">
        <w:rPr>
          <w:szCs w:val="22"/>
        </w:rPr>
        <w:t>NO SUCH PROVISIONS]</w:t>
      </w:r>
    </w:p>
    <w:p w:rsidR="00025C28" w:rsidRPr="00025C28" w:rsidRDefault="00025C28" w:rsidP="00025C28">
      <w:pPr>
        <w:spacing w:after="200" w:line="276" w:lineRule="auto"/>
        <w:rPr>
          <w:szCs w:val="22"/>
        </w:rPr>
      </w:pPr>
      <w:r w:rsidRPr="00025C28">
        <w:rPr>
          <w:szCs w:val="22"/>
        </w:rPr>
        <w:br w:type="page"/>
      </w:r>
    </w:p>
    <w:p w:rsidR="00025C28" w:rsidRPr="00025C28" w:rsidRDefault="00025C28" w:rsidP="00025C28">
      <w:pPr>
        <w:autoSpaceDE w:val="0"/>
        <w:autoSpaceDN w:val="0"/>
        <w:adjustRightInd w:val="0"/>
        <w:jc w:val="center"/>
        <w:rPr>
          <w:szCs w:val="22"/>
        </w:rPr>
      </w:pPr>
      <w:r w:rsidRPr="00025C28">
        <w:rPr>
          <w:szCs w:val="22"/>
        </w:rPr>
        <w:lastRenderedPageBreak/>
        <w:t>[ARTICLE 14]</w:t>
      </w:r>
    </w:p>
    <w:p w:rsidR="00025C28" w:rsidRPr="00025C28" w:rsidRDefault="00025C28" w:rsidP="00025C28">
      <w:pPr>
        <w:tabs>
          <w:tab w:val="num" w:pos="993"/>
        </w:tabs>
        <w:autoSpaceDE w:val="0"/>
        <w:autoSpaceDN w:val="0"/>
        <w:adjustRightInd w:val="0"/>
        <w:jc w:val="center"/>
        <w:rPr>
          <w:szCs w:val="22"/>
        </w:rPr>
      </w:pPr>
    </w:p>
    <w:p w:rsidR="00025C28" w:rsidRPr="00025C28" w:rsidRDefault="00025C28" w:rsidP="00025C28">
      <w:pPr>
        <w:jc w:val="center"/>
        <w:rPr>
          <w:szCs w:val="22"/>
        </w:rPr>
      </w:pPr>
      <w:r w:rsidRPr="00025C28">
        <w:rPr>
          <w:szCs w:val="22"/>
        </w:rPr>
        <w:t>[TRANSBOUNDARY COOPERATION</w:t>
      </w:r>
    </w:p>
    <w:p w:rsidR="00025C28" w:rsidRPr="00025C28" w:rsidRDefault="00025C28" w:rsidP="00025C28">
      <w:pPr>
        <w:tabs>
          <w:tab w:val="num" w:pos="993"/>
        </w:tabs>
        <w:autoSpaceDE w:val="0"/>
        <w:autoSpaceDN w:val="0"/>
        <w:adjustRightInd w:val="0"/>
        <w:rPr>
          <w:szCs w:val="22"/>
        </w:rPr>
      </w:pPr>
    </w:p>
    <w:p w:rsidR="00025C28" w:rsidRPr="00025C28" w:rsidRDefault="00025C28" w:rsidP="00025C28">
      <w:pPr>
        <w:tabs>
          <w:tab w:val="left" w:pos="550"/>
        </w:tabs>
        <w:autoSpaceDE w:val="0"/>
        <w:autoSpaceDN w:val="0"/>
        <w:adjustRightInd w:val="0"/>
        <w:rPr>
          <w:szCs w:val="22"/>
        </w:rPr>
      </w:pPr>
      <w:r w:rsidRPr="00025C28">
        <w:rPr>
          <w:szCs w:val="22"/>
        </w:rPr>
        <w:t xml:space="preserve">In instances where [protected] traditional cultural expressions are located in territories of different [Member States]/[Contracting Parties], those [Member States]/[Contracting Parties] </w:t>
      </w:r>
      <w:r w:rsidRPr="00025C28">
        <w:t xml:space="preserve">[should]/[shall] </w:t>
      </w:r>
      <w:r w:rsidRPr="00025C28">
        <w:rPr>
          <w:szCs w:val="22"/>
        </w:rPr>
        <w:t>co-operate in addressing instances of transboundary [protected] traditional cultural expressions.], with the involvement of indigenous [peoples] and local communities concerned, where applicable, with a view to implementing this [instrument].]</w:t>
      </w:r>
    </w:p>
    <w:p w:rsidR="00025C28" w:rsidRPr="00025C28" w:rsidRDefault="00025C28" w:rsidP="00025C28">
      <w:pPr>
        <w:rPr>
          <w:szCs w:val="22"/>
        </w:rPr>
      </w:pPr>
    </w:p>
    <w:p w:rsidR="00025C28" w:rsidRPr="00025C28" w:rsidRDefault="00025C28" w:rsidP="00025C28">
      <w:pPr>
        <w:jc w:val="center"/>
        <w:rPr>
          <w:szCs w:val="22"/>
        </w:rPr>
      </w:pPr>
      <w:r w:rsidRPr="00025C28">
        <w:rPr>
          <w:szCs w:val="22"/>
        </w:rPr>
        <w:br w:type="page"/>
      </w:r>
    </w:p>
    <w:p w:rsidR="00025C28" w:rsidRPr="00025C28" w:rsidRDefault="00025C28" w:rsidP="00025C28">
      <w:pPr>
        <w:jc w:val="center"/>
        <w:rPr>
          <w:szCs w:val="22"/>
        </w:rPr>
      </w:pPr>
      <w:r w:rsidRPr="00025C28">
        <w:rPr>
          <w:szCs w:val="22"/>
        </w:rPr>
        <w:lastRenderedPageBreak/>
        <w:t>ARTICLE 15</w:t>
      </w:r>
    </w:p>
    <w:p w:rsidR="00025C28" w:rsidRPr="00025C28" w:rsidRDefault="00025C28" w:rsidP="00025C28">
      <w:pPr>
        <w:jc w:val="center"/>
        <w:rPr>
          <w:szCs w:val="22"/>
        </w:rPr>
      </w:pPr>
    </w:p>
    <w:p w:rsidR="00025C28" w:rsidRPr="00025C28" w:rsidRDefault="00025C28" w:rsidP="00025C28">
      <w:pPr>
        <w:jc w:val="center"/>
        <w:rPr>
          <w:szCs w:val="22"/>
        </w:rPr>
      </w:pPr>
      <w:r w:rsidRPr="00025C28">
        <w:rPr>
          <w:szCs w:val="22"/>
        </w:rPr>
        <w:t>[CAPACITY BUILDING AND AWARENESS RAISING</w:t>
      </w:r>
    </w:p>
    <w:p w:rsidR="00025C28" w:rsidRPr="00025C28" w:rsidRDefault="00025C28" w:rsidP="00025C28">
      <w:pPr>
        <w:rPr>
          <w:szCs w:val="22"/>
        </w:rPr>
      </w:pPr>
    </w:p>
    <w:p w:rsidR="00025C28" w:rsidRPr="00025C28" w:rsidRDefault="00025C28" w:rsidP="00025C28">
      <w:pPr>
        <w:rPr>
          <w:szCs w:val="22"/>
        </w:rPr>
      </w:pPr>
      <w:r w:rsidRPr="00025C28">
        <w:rPr>
          <w:szCs w:val="22"/>
        </w:rPr>
        <w:t>15.1</w:t>
      </w:r>
      <w:r w:rsidRPr="00025C28">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025C28" w:rsidRPr="00025C28" w:rsidRDefault="00025C28" w:rsidP="00025C28">
      <w:pPr>
        <w:rPr>
          <w:szCs w:val="22"/>
        </w:rPr>
      </w:pPr>
    </w:p>
    <w:p w:rsidR="00025C28" w:rsidRPr="00025C28" w:rsidRDefault="00025C28" w:rsidP="00025C28">
      <w:pPr>
        <w:rPr>
          <w:szCs w:val="22"/>
        </w:rPr>
      </w:pPr>
      <w:r w:rsidRPr="00025C28">
        <w:rPr>
          <w:szCs w:val="22"/>
        </w:rPr>
        <w:t>15.2</w:t>
      </w:r>
      <w:r w:rsidRPr="00025C28">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025C28" w:rsidRPr="00025C28" w:rsidRDefault="00025C28" w:rsidP="00025C28">
      <w:pPr>
        <w:rPr>
          <w:szCs w:val="22"/>
        </w:rPr>
      </w:pPr>
    </w:p>
    <w:p w:rsidR="00025C28" w:rsidRPr="00025C28" w:rsidRDefault="00025C28" w:rsidP="00025C28">
      <w:pPr>
        <w:rPr>
          <w:szCs w:val="22"/>
        </w:rPr>
      </w:pPr>
      <w:r w:rsidRPr="00025C28">
        <w:rPr>
          <w:szCs w:val="22"/>
        </w:rPr>
        <w:t>15.3</w:t>
      </w:r>
      <w:r w:rsidRPr="00025C28">
        <w:rPr>
          <w:szCs w:val="22"/>
        </w:rPr>
        <w:tab/>
        <w:t>[In this context, [Member States]/[Contracting Parties] [should]/[shall] provide for the full participation of the beneficiaries and other relevant stakeholders, including non-government organizations and the private sector.]</w:t>
      </w:r>
    </w:p>
    <w:p w:rsidR="00025C28" w:rsidRPr="00025C28" w:rsidRDefault="00025C28" w:rsidP="00025C28">
      <w:pPr>
        <w:rPr>
          <w:szCs w:val="22"/>
        </w:rPr>
      </w:pPr>
    </w:p>
    <w:p w:rsidR="00025C28" w:rsidRPr="00025C28" w:rsidRDefault="00025C28" w:rsidP="00025C28">
      <w:pPr>
        <w:tabs>
          <w:tab w:val="left" w:pos="550"/>
        </w:tabs>
        <w:rPr>
          <w:szCs w:val="22"/>
        </w:rPr>
      </w:pPr>
      <w:r w:rsidRPr="00025C28">
        <w:rPr>
          <w:szCs w:val="22"/>
        </w:rPr>
        <w:t>15.4</w:t>
      </w:r>
      <w:r w:rsidRPr="00025C28">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025C28" w:rsidRDefault="00025C28" w:rsidP="00025C28"/>
    <w:p w:rsidR="00025C28" w:rsidRDefault="00025C28" w:rsidP="00025C28">
      <w:pPr>
        <w:ind w:left="5670"/>
        <w:rPr>
          <w:szCs w:val="22"/>
        </w:rPr>
        <w:sectPr w:rsidR="00025C28" w:rsidSect="009E137E">
          <w:headerReference w:type="default" r:id="rId21"/>
          <w:headerReference w:type="first" r:id="rId22"/>
          <w:endnotePr>
            <w:numFmt w:val="decimal"/>
          </w:endnotePr>
          <w:pgSz w:w="11907" w:h="16840" w:code="9"/>
          <w:pgMar w:top="567" w:right="1134" w:bottom="1418" w:left="1418" w:header="510" w:footer="1021" w:gutter="0"/>
          <w:pgNumType w:start="2"/>
          <w:cols w:space="720"/>
          <w:titlePg/>
          <w:docGrid w:linePitch="299"/>
        </w:sectPr>
      </w:pPr>
      <w:r>
        <w:rPr>
          <w:szCs w:val="22"/>
        </w:rPr>
        <w:t>[Annex III follows]</w:t>
      </w:r>
    </w:p>
    <w:p w:rsidR="00025C28" w:rsidRPr="00FB514C" w:rsidRDefault="00025C28" w:rsidP="00827F28">
      <w:pPr>
        <w:pStyle w:val="Heading1"/>
        <w:rPr>
          <w:b w:val="0"/>
          <w:szCs w:val="22"/>
        </w:rPr>
      </w:pPr>
      <w:r>
        <w:lastRenderedPageBreak/>
        <w:t xml:space="preserve">The </w:t>
      </w:r>
      <w:r w:rsidRPr="0068074D">
        <w:t>Consolidated Document Relating to Intellectual Property and Genetic Resources</w:t>
      </w:r>
      <w:r>
        <w:t xml:space="preserve"> Rev. 2</w:t>
      </w:r>
    </w:p>
    <w:p w:rsidR="00025C28" w:rsidRDefault="00025C28" w:rsidP="00025C28">
      <w:r w:rsidRPr="00827F28">
        <w:rPr>
          <w:b/>
          <w:sz w:val="28"/>
          <w:szCs w:val="28"/>
        </w:rPr>
        <w:t>(Dated March 23, 2018)</w:t>
      </w:r>
    </w:p>
    <w:p w:rsidR="00025C28" w:rsidRDefault="00025C28" w:rsidP="00025C28"/>
    <w:p w:rsidR="00025C28" w:rsidRDefault="00025C28" w:rsidP="00025C28">
      <w:pPr>
        <w:sectPr w:rsidR="00025C28" w:rsidSect="00CB53B0">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p>
    <w:p w:rsidR="00025C28" w:rsidRPr="0036583A" w:rsidRDefault="00025C28" w:rsidP="00025C28">
      <w:pPr>
        <w:jc w:val="center"/>
        <w:rPr>
          <w:b/>
        </w:rPr>
      </w:pPr>
      <w:r w:rsidRPr="0036583A">
        <w:rPr>
          <w:b/>
        </w:rPr>
        <w:lastRenderedPageBreak/>
        <w:t>[PREAMBLE</w:t>
      </w:r>
    </w:p>
    <w:p w:rsidR="00025C28" w:rsidRPr="0036583A" w:rsidRDefault="00025C28" w:rsidP="00025C28"/>
    <w:p w:rsidR="00025C28" w:rsidRPr="0036583A" w:rsidRDefault="00025C28" w:rsidP="00025C28">
      <w:r w:rsidRPr="0036583A">
        <w:t>[Ensure [encourage] respect for [sovereign rights] [the rights] of [rightful holders, including]  indigenous [people[s]] and local communities [as well as [people[s]] partially or entirely under occupation] over their genetic resources, and [traditional knowledge associated with genetic resources], including the principle of [prior informed consent and mutually agreed terms] and total and effective participation in accordance with international [agreements and] declarations[, in particular the UN Declaration on the Rights of Indigenous Peoples].]</w:t>
      </w:r>
    </w:p>
    <w:p w:rsidR="00025C28" w:rsidRPr="0036583A" w:rsidRDefault="00025C28" w:rsidP="00025C28"/>
    <w:p w:rsidR="00025C28" w:rsidRPr="0036583A" w:rsidRDefault="00025C28" w:rsidP="00025C28">
      <w:r w:rsidRPr="0036583A">
        <w:t>[Contribute to the prevention of misappropriation of genetic resources and [traditional knowledge associated with genetic resources.]]</w:t>
      </w:r>
    </w:p>
    <w:p w:rsidR="00025C28" w:rsidRPr="0036583A" w:rsidRDefault="00025C28" w:rsidP="00025C28"/>
    <w:p w:rsidR="00025C28" w:rsidRPr="0036583A" w:rsidRDefault="00025C28" w:rsidP="00025C28">
      <w:r w:rsidRPr="0036583A">
        <w:t>ALT</w:t>
      </w:r>
    </w:p>
    <w:p w:rsidR="00025C28" w:rsidRPr="0036583A" w:rsidRDefault="00025C28" w:rsidP="00025C28"/>
    <w:p w:rsidR="00025C28" w:rsidRPr="0036583A" w:rsidRDefault="00025C28" w:rsidP="00025C28">
      <w:r w:rsidRPr="0036583A">
        <w:t>[Contribute to the prevention of unauthorized use of genetic resources and [traditional knowledge associated with genetic resources.]]</w:t>
      </w:r>
    </w:p>
    <w:p w:rsidR="00025C28" w:rsidRPr="0036583A" w:rsidRDefault="00025C28" w:rsidP="00025C28"/>
    <w:p w:rsidR="00025C28" w:rsidRPr="0036583A" w:rsidRDefault="00025C28" w:rsidP="00025C28">
      <w:r w:rsidRPr="0036583A">
        <w:t xml:space="preserve">[Minimize the erroneous granting of [IP] [patent] rights.] </w:t>
      </w:r>
    </w:p>
    <w:p w:rsidR="00025C28" w:rsidRPr="0036583A" w:rsidRDefault="00025C28" w:rsidP="00025C28"/>
    <w:p w:rsidR="00025C28" w:rsidRPr="0036583A" w:rsidRDefault="00025C28" w:rsidP="00025C28">
      <w:r w:rsidRPr="0036583A">
        <w:t>[Reaffirming the important economic, scientific, cultural, and commercial value of genetic resources and [traditional knowledge associated with genetic resources].]</w:t>
      </w:r>
    </w:p>
    <w:p w:rsidR="00025C28" w:rsidRPr="0036583A" w:rsidRDefault="00025C28" w:rsidP="00025C28"/>
    <w:p w:rsidR="00025C28" w:rsidRPr="0036583A" w:rsidRDefault="00025C28" w:rsidP="00025C28">
      <w:r w:rsidRPr="0036583A">
        <w:t>[Acknowledging the important contribution of the patent system to scientific research, scientific development, innovation and economic development.]</w:t>
      </w:r>
    </w:p>
    <w:p w:rsidR="00025C28" w:rsidRPr="0036583A" w:rsidRDefault="00025C28" w:rsidP="00025C28"/>
    <w:p w:rsidR="00025C28" w:rsidRPr="0036583A" w:rsidRDefault="00025C28" w:rsidP="00025C28">
      <w:r w:rsidRPr="0036583A">
        <w:t>[Stressing the need for members to ensure the correct grant of patents for novel and non-obvious inventions related to genetic resources and [traditional knowledge associated with genetic resources].]</w:t>
      </w:r>
    </w:p>
    <w:p w:rsidR="00025C28" w:rsidRPr="0036583A" w:rsidRDefault="00025C28" w:rsidP="00025C28"/>
    <w:p w:rsidR="00025C28" w:rsidRPr="0036583A" w:rsidRDefault="00025C28" w:rsidP="00025C28">
      <w:r w:rsidRPr="0036583A">
        <w:t>Encourage respect for indigenous [people[s]] and local communities.</w:t>
      </w:r>
    </w:p>
    <w:p w:rsidR="00025C28" w:rsidRPr="0036583A" w:rsidRDefault="00025C28" w:rsidP="00025C28"/>
    <w:p w:rsidR="00025C28" w:rsidRPr="0036583A" w:rsidRDefault="00025C28" w:rsidP="00025C28">
      <w:r w:rsidRPr="0036583A">
        <w:t>[The [intellectual property] [patent] system [shall]/[should] provide certainty of rights for legitimate users and providers of genetic resources and/or [traditional knowledge associated with genetic resources].]</w:t>
      </w:r>
    </w:p>
    <w:p w:rsidR="00025C28" w:rsidRPr="0036583A" w:rsidRDefault="00025C28" w:rsidP="00025C28"/>
    <w:p w:rsidR="00025C28" w:rsidRPr="0036583A" w:rsidRDefault="00025C28" w:rsidP="00025C28">
      <w:r w:rsidRPr="0036583A">
        <w:t>[Recognize the role the [intellectual property] [patent] system plays in promoting innovation, [transfer and dissemination of technology] to the mutual advantage of stakeholders, providers, holders and users of genetic resources and[/or] [traditional knowledge associated with genetic resources].]</w:t>
      </w:r>
    </w:p>
    <w:p w:rsidR="00025C28" w:rsidRPr="0036583A" w:rsidRDefault="00025C28" w:rsidP="00025C28"/>
    <w:p w:rsidR="00025C28" w:rsidRPr="0036583A" w:rsidRDefault="00025C28" w:rsidP="00025C28">
      <w:r w:rsidRPr="0036583A">
        <w:t>[Promote [transparency and] dissemination of information.]</w:t>
      </w:r>
    </w:p>
    <w:p w:rsidR="00025C28" w:rsidRPr="0036583A" w:rsidRDefault="00025C28" w:rsidP="00025C28"/>
    <w:p w:rsidR="00025C28" w:rsidRPr="0036583A" w:rsidRDefault="00025C28" w:rsidP="00025C28">
      <w:r w:rsidRPr="0036583A">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025C28" w:rsidRPr="0036583A" w:rsidRDefault="00025C28" w:rsidP="00025C28"/>
    <w:p w:rsidR="00025C28" w:rsidRPr="0036583A" w:rsidRDefault="00025C28" w:rsidP="00025C28">
      <w:r w:rsidRPr="0036583A">
        <w:t>[Foster [patent] [industrial property] protection and the development of genetic resources and [traditional knowledge associated with genetic resources] and encourage international research leading to innovation.]</w:t>
      </w:r>
    </w:p>
    <w:p w:rsidR="00025C28" w:rsidRPr="0036583A" w:rsidRDefault="00025C28" w:rsidP="00025C28"/>
    <w:p w:rsidR="00025C28" w:rsidRPr="0036583A" w:rsidRDefault="00025C28" w:rsidP="00025C28">
      <w:r w:rsidRPr="0036583A">
        <w:t xml:space="preserve">[The disclosure of the source would increase mutual trust among the various stakeholders involved in access and benefit sharing. All of these stakeholders may be providers and/or users of genetic resources and [traditional knowledge associated with genetic resources]. Accordingly, disclosing the source would build mutual trust in the North – South – relationship. Moreover, it </w:t>
      </w:r>
      <w:r w:rsidRPr="0036583A">
        <w:lastRenderedPageBreak/>
        <w:t>would strengthen the mutual supportiveness between the access and benefit sharing system and the [intellectual property] [patent] system.]</w:t>
      </w:r>
    </w:p>
    <w:p w:rsidR="00025C28" w:rsidRPr="0036583A" w:rsidRDefault="00025C28" w:rsidP="00025C28"/>
    <w:p w:rsidR="00025C28" w:rsidRPr="0068074D" w:rsidRDefault="00025C28" w:rsidP="00025C28">
      <w:r w:rsidRPr="0068074D">
        <w:t>[[Ensure] [recommend] that no [patents] [intellectual property] on life forms, including human beings, are granted.]</w:t>
      </w:r>
    </w:p>
    <w:p w:rsidR="00025C28" w:rsidRPr="0068074D" w:rsidRDefault="00025C28" w:rsidP="00025C28"/>
    <w:p w:rsidR="00025C28" w:rsidRPr="0068074D" w:rsidRDefault="00025C28" w:rsidP="00025C28">
      <w:r w:rsidRPr="0068074D">
        <w:t>[Recognize that tho</w:t>
      </w:r>
      <w:r>
        <w:t>se accessing genetic resources</w:t>
      </w:r>
      <w:r w:rsidRPr="0068074D">
        <w:t xml:space="preserve"> and [traditional knowledge associated with genetic resources] in a country </w:t>
      </w:r>
      <w:r>
        <w:t>[</w:t>
      </w:r>
      <w:r w:rsidRPr="0068074D">
        <w:t>shall</w:t>
      </w:r>
      <w:r>
        <w:t>]</w:t>
      </w:r>
      <w:r w:rsidRPr="0068074D">
        <w:t>/</w:t>
      </w:r>
      <w:r>
        <w:t>[</w:t>
      </w:r>
      <w:r w:rsidRPr="0068074D">
        <w:t>should</w:t>
      </w:r>
      <w:r>
        <w:t>]</w:t>
      </w:r>
      <w:r w:rsidRPr="0068074D">
        <w:t>, where required, comply with that country’s national law providing protection for the genetic resources and [traditional knowledge associated with genetic resources].]</w:t>
      </w:r>
    </w:p>
    <w:p w:rsidR="00025C28" w:rsidRPr="0068074D" w:rsidRDefault="00025C28" w:rsidP="00025C28"/>
    <w:p w:rsidR="00025C28" w:rsidRPr="0068074D" w:rsidRDefault="00025C28" w:rsidP="00025C28">
      <w:r w:rsidRPr="0068074D">
        <w:t xml:space="preserve">[[IP][Patent] offices </w:t>
      </w:r>
      <w:r>
        <w:t>[</w:t>
      </w:r>
      <w:r w:rsidRPr="0068074D">
        <w:t>shall</w:t>
      </w:r>
      <w:r>
        <w:t>]</w:t>
      </w:r>
      <w:r w:rsidRPr="0068074D">
        <w:t>/</w:t>
      </w:r>
      <w:r>
        <w:t>[</w:t>
      </w:r>
      <w:r w:rsidRPr="0068074D">
        <w:t>should</w:t>
      </w:r>
      <w:r>
        <w:t>]</w:t>
      </w:r>
      <w:r w:rsidRPr="0068074D">
        <w:t xml:space="preserve"> have a mandatory requirement for disclosure, as elaborated in this international legal instrument, when patenting of genetic resources would cause harm to the interests of indigenous [people[s]] and local communities.]</w:t>
      </w:r>
    </w:p>
    <w:p w:rsidR="00025C28" w:rsidRPr="0068074D" w:rsidRDefault="00025C28" w:rsidP="00025C28"/>
    <w:p w:rsidR="00025C28" w:rsidRDefault="00025C28" w:rsidP="00025C28">
      <w:r w:rsidRPr="00DF398D">
        <w:t xml:space="preserve">[Reaffirm, </w:t>
      </w:r>
      <w:r>
        <w:t>in ac</w:t>
      </w:r>
      <w:r w:rsidRPr="00DF398D">
        <w:t xml:space="preserve">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025C28" w:rsidRDefault="00025C28" w:rsidP="00025C28"/>
    <w:p w:rsidR="00025C28" w:rsidRDefault="00025C28" w:rsidP="00025C28">
      <w:pPr>
        <w:outlineLvl w:val="0"/>
      </w:pPr>
      <w:r>
        <w:t>ALT</w:t>
      </w:r>
    </w:p>
    <w:p w:rsidR="00025C28" w:rsidRDefault="00025C28" w:rsidP="00025C28"/>
    <w:p w:rsidR="00025C28" w:rsidRDefault="00025C28" w:rsidP="00025C28">
      <w:r w:rsidRPr="004A666E">
        <w:t xml:space="preserve">[Reaffirm, </w:t>
      </w:r>
      <w:r>
        <w:t>[</w:t>
      </w:r>
      <w:r w:rsidRPr="004A666E">
        <w:t>in accordance</w:t>
      </w:r>
      <w:r>
        <w:t xml:space="preserve">] [consistent] </w:t>
      </w:r>
      <w:r w:rsidRPr="004A666E">
        <w:t xml:space="preserve">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w:t>
      </w:r>
      <w:r>
        <w:t>]</w:t>
      </w:r>
      <w:r w:rsidRPr="00443048">
        <w:t>, and that the authority to determine access to genetic resources rests with the national governments and is</w:t>
      </w:r>
      <w:r w:rsidRPr="002A3461">
        <w:t xml:space="preserve"> subject to national legislation.]]</w:t>
      </w:r>
    </w:p>
    <w:p w:rsidR="00025C28" w:rsidRDefault="00025C28" w:rsidP="00025C28"/>
    <w:p w:rsidR="00025C28" w:rsidRDefault="00025C28" w:rsidP="00025C28">
      <w:r>
        <w:t>[</w:t>
      </w:r>
      <w:r w:rsidRPr="00DC534F">
        <w:rPr>
          <w:lang w:val="sv-SE"/>
        </w:rPr>
        <w:t xml:space="preserve">Recognizing that the </w:t>
      </w:r>
      <w:r>
        <w:rPr>
          <w:lang w:val="sv-SE"/>
        </w:rPr>
        <w:t>[IP][patent]</w:t>
      </w:r>
      <w:r w:rsidRPr="00DC534F">
        <w:rPr>
          <w:lang w:val="sv-SE"/>
        </w:rPr>
        <w:t xml:space="preserve"> system, which protects invention</w:t>
      </w:r>
      <w:r>
        <w:rPr>
          <w:lang w:val="sv-SE"/>
        </w:rPr>
        <w:t>s</w:t>
      </w:r>
      <w:r w:rsidRPr="00DC534F">
        <w:rPr>
          <w:lang w:val="sv-SE"/>
        </w:rPr>
        <w:t xml:space="preserve"> and </w:t>
      </w:r>
      <w:r>
        <w:rPr>
          <w:lang w:val="sv-SE"/>
        </w:rPr>
        <w:t xml:space="preserve">fosters </w:t>
      </w:r>
      <w:r w:rsidRPr="00DC534F">
        <w:rPr>
          <w:lang w:val="sv-SE"/>
        </w:rPr>
        <w:t>i</w:t>
      </w:r>
      <w:r>
        <w:rPr>
          <w:lang w:val="sv-SE"/>
        </w:rPr>
        <w:t xml:space="preserve">nnovation, intersects with the </w:t>
      </w:r>
      <w:r w:rsidRPr="00DC534F">
        <w:rPr>
          <w:lang w:val="sv-SE"/>
        </w:rPr>
        <w:t xml:space="preserve">CBD and has a role to play in </w:t>
      </w:r>
      <w:r>
        <w:rPr>
          <w:lang w:val="sv-SE"/>
        </w:rPr>
        <w:t>protecting genetic resources and traditional knowledge associated with genetic resources.]</w:t>
      </w:r>
    </w:p>
    <w:p w:rsidR="00025C28" w:rsidRDefault="00025C28" w:rsidP="00025C28"/>
    <w:p w:rsidR="00025C28" w:rsidRDefault="00025C28" w:rsidP="00025C28">
      <w:r>
        <w:t>Ensure that patent offices have appropriate information available to them on genetic resources and traditional knowledge associated with genetic resources, which they need in order to make informed decisions, in terms of granting patents</w:t>
      </w:r>
    </w:p>
    <w:p w:rsidR="00025C28" w:rsidRDefault="00025C28" w:rsidP="00025C28"/>
    <w:p w:rsidR="00025C28" w:rsidRDefault="00025C28" w:rsidP="00025C28">
      <w:r>
        <w:t>Reaffirm the stability and predictability of correctly granted patent rights.</w:t>
      </w:r>
    </w:p>
    <w:p w:rsidR="00025C28" w:rsidRDefault="00025C28" w:rsidP="00025C28"/>
    <w:p w:rsidR="00025C28" w:rsidRDefault="00025C28" w:rsidP="00025C28">
      <w:r>
        <w:t>Recognize that the erroneous granting of patents can be effectively addressed by improving databases for storing information related to genetic resources and non-secret traditional knowledge associated with genetic resources, which can thus be used to search prior rights and reference materials not only in the procedures of examination, but also in the proceedings of a procedure of invalidation against granted patents.</w:t>
      </w:r>
    </w:p>
    <w:p w:rsidR="00025C28" w:rsidRDefault="00025C28" w:rsidP="00025C28"/>
    <w:p w:rsidR="00025C28" w:rsidRDefault="00025C28" w:rsidP="00025C28">
      <w:r>
        <w:br w:type="page"/>
      </w:r>
    </w:p>
    <w:p w:rsidR="00025C28" w:rsidRPr="0036583A" w:rsidRDefault="00025C28" w:rsidP="00025C28">
      <w:pPr>
        <w:jc w:val="center"/>
        <w:rPr>
          <w:b/>
        </w:rPr>
      </w:pPr>
      <w:r w:rsidRPr="0036583A">
        <w:rPr>
          <w:b/>
        </w:rPr>
        <w:lastRenderedPageBreak/>
        <w:t>[ALTERNATIVE PREAMBLE</w:t>
      </w:r>
    </w:p>
    <w:p w:rsidR="00025C28" w:rsidRPr="0036583A" w:rsidRDefault="00025C28" w:rsidP="00025C28"/>
    <w:p w:rsidR="00025C28" w:rsidRPr="0036583A" w:rsidRDefault="00025C28" w:rsidP="00025C28">
      <w:r w:rsidRPr="0036583A">
        <w:rPr>
          <w:i/>
        </w:rPr>
        <w:t>Acknowledging</w:t>
      </w:r>
      <w:r w:rsidRPr="0036583A">
        <w:t xml:space="preserve"> the UN Declaration on the Rights of Indigenous Peoples.</w:t>
      </w:r>
    </w:p>
    <w:p w:rsidR="00025C28" w:rsidRPr="0036583A" w:rsidRDefault="00025C28" w:rsidP="00025C28"/>
    <w:p w:rsidR="00025C28" w:rsidRPr="0036583A" w:rsidRDefault="00025C28" w:rsidP="00025C28">
      <w:r w:rsidRPr="0036583A">
        <w:rPr>
          <w:i/>
        </w:rPr>
        <w:t>Recognizing</w:t>
      </w:r>
      <w:r w:rsidRPr="0036583A">
        <w:t xml:space="preserve"> the principles of free and prior informed consent and mutually agreed terms in relation to accessing and utilization of genetic resources and traditional knowledge associated with genetic resources.</w:t>
      </w:r>
    </w:p>
    <w:p w:rsidR="00025C28" w:rsidRPr="0036583A" w:rsidRDefault="00025C28" w:rsidP="00025C28"/>
    <w:p w:rsidR="00025C28" w:rsidRPr="0036583A" w:rsidRDefault="00025C28" w:rsidP="00025C28">
      <w:r w:rsidRPr="0036583A">
        <w:rPr>
          <w:i/>
        </w:rPr>
        <w:t>Recognizing</w:t>
      </w:r>
      <w:r w:rsidRPr="0036583A">
        <w:t xml:space="preserve"> the role of the IP system in contributing to the protection of genetic resources, and traditional knowledge associated with genetic resources, including preventing misappropriation. </w:t>
      </w:r>
    </w:p>
    <w:p w:rsidR="00025C28" w:rsidRPr="0036583A" w:rsidRDefault="00025C28" w:rsidP="00025C28"/>
    <w:p w:rsidR="00025C28" w:rsidRPr="0036583A" w:rsidRDefault="00025C28" w:rsidP="00025C28">
      <w:r w:rsidRPr="0036583A">
        <w:rPr>
          <w:i/>
        </w:rPr>
        <w:t>Ensuring</w:t>
      </w:r>
      <w:r w:rsidRPr="0036583A">
        <w:t xml:space="preserve"> mutual supportiveness with international agreements relating to the protection of genetic resources and traditional knowledge associated with genetic resources, and those relating to IP.</w:t>
      </w:r>
    </w:p>
    <w:p w:rsidR="00025C28" w:rsidRPr="0036583A" w:rsidRDefault="00025C28" w:rsidP="00025C28"/>
    <w:p w:rsidR="00025C28" w:rsidRPr="0036583A" w:rsidRDefault="00025C28" w:rsidP="00025C28">
      <w:r w:rsidRPr="0036583A">
        <w:rPr>
          <w:i/>
        </w:rPr>
        <w:t>Promoting</w:t>
      </w:r>
      <w:r w:rsidRPr="0036583A">
        <w:t xml:space="preserve"> transparency in the IP/Patent system in relation to genetic resources and traditional knowledge associated with genetic resources.</w:t>
      </w:r>
    </w:p>
    <w:p w:rsidR="00025C28" w:rsidRPr="0036583A" w:rsidRDefault="00025C28" w:rsidP="00025C28">
      <w:pPr>
        <w:rPr>
          <w:lang w:val="sv-SE"/>
        </w:rPr>
      </w:pPr>
    </w:p>
    <w:p w:rsidR="00025C28" w:rsidRPr="0036583A" w:rsidRDefault="00025C28" w:rsidP="00025C28">
      <w:pPr>
        <w:rPr>
          <w:lang w:val="sv-SE"/>
        </w:rPr>
      </w:pPr>
      <w:r w:rsidRPr="0036583A">
        <w:rPr>
          <w:i/>
          <w:lang w:val="sv-SE"/>
        </w:rPr>
        <w:t>Emphasizing</w:t>
      </w:r>
      <w:r w:rsidRPr="0036583A">
        <w:rPr>
          <w:lang w:val="sv-SE"/>
        </w:rPr>
        <w:t xml:space="preserve"> the the importance of IP/Patent Offices having access to the the appropriate information on genetic resources and traditional knowledge associated with genetic resources to prevent the erroneous granting of IP/patent rights.</w:t>
      </w:r>
    </w:p>
    <w:p w:rsidR="00025C28" w:rsidRPr="0036583A" w:rsidRDefault="00025C28" w:rsidP="00025C28">
      <w:pPr>
        <w:rPr>
          <w:lang w:val="sv-SE"/>
        </w:rPr>
      </w:pPr>
    </w:p>
    <w:p w:rsidR="00025C28" w:rsidRPr="0036583A" w:rsidRDefault="00025C28" w:rsidP="00025C28">
      <w:pPr>
        <w:rPr>
          <w:lang w:val="sv-SE"/>
        </w:rPr>
      </w:pPr>
      <w:r w:rsidRPr="0036583A">
        <w:rPr>
          <w:i/>
          <w:lang w:val="sv-SE"/>
        </w:rPr>
        <w:t>Recognizing</w:t>
      </w:r>
      <w:r w:rsidRPr="0036583A">
        <w:rPr>
          <w:lang w:val="sv-SE"/>
        </w:rPr>
        <w:t xml:space="preserve"> the role of databases for storing information related to genetic resources and non secret traditional knowledge associated with genetic resources, in preventing the erroneous granting of patents, pre and post grant.</w:t>
      </w:r>
    </w:p>
    <w:p w:rsidR="00025C28" w:rsidRPr="0036583A" w:rsidRDefault="00025C28" w:rsidP="00025C28">
      <w:pPr>
        <w:rPr>
          <w:lang w:val="sv-SE"/>
        </w:rPr>
      </w:pPr>
    </w:p>
    <w:p w:rsidR="00025C28" w:rsidRPr="0036583A" w:rsidRDefault="00025C28" w:rsidP="00025C28">
      <w:r w:rsidRPr="0036583A">
        <w:rPr>
          <w:i/>
        </w:rPr>
        <w:t>Reaffirming</w:t>
      </w:r>
      <w:r w:rsidRPr="0036583A">
        <w:t xml:space="preserve"> the important economic, scientific, cultural, and commercial value of genetic resources and traditional knowledge associated with genetic resources.</w:t>
      </w:r>
    </w:p>
    <w:p w:rsidR="00025C28" w:rsidRPr="0036583A" w:rsidRDefault="00025C28" w:rsidP="00025C28"/>
    <w:p w:rsidR="00025C28" w:rsidRPr="0036583A" w:rsidRDefault="00025C28" w:rsidP="00025C28">
      <w:r w:rsidRPr="0036583A">
        <w:rPr>
          <w:i/>
        </w:rPr>
        <w:t>Reaffirming</w:t>
      </w:r>
      <w:r w:rsidRPr="0036583A">
        <w:t xml:space="preserve"> the stability and predictability of granted patents.</w:t>
      </w:r>
    </w:p>
    <w:p w:rsidR="00025C28" w:rsidRPr="0036583A" w:rsidRDefault="00025C28" w:rsidP="00025C28"/>
    <w:p w:rsidR="00025C28" w:rsidRPr="0036583A" w:rsidRDefault="00025C28" w:rsidP="00025C28">
      <w:r w:rsidRPr="0036583A">
        <w:rPr>
          <w:i/>
        </w:rPr>
        <w:t>Recognizing and reaffirming</w:t>
      </w:r>
      <w:r w:rsidRPr="0036583A">
        <w:t xml:space="preserve"> the role the IP system plays in promoting innovation, transfer and dissemination of knowledge and economic development, to the mutual advantage of stakeholders, providers, holders and users of genetic resources, and traditional knowledge associated with genetic resources.</w:t>
      </w:r>
    </w:p>
    <w:p w:rsidR="00025C28" w:rsidRPr="0036583A" w:rsidRDefault="00025C28" w:rsidP="00025C28"/>
    <w:p w:rsidR="00025C28" w:rsidRPr="0036583A" w:rsidRDefault="00025C28" w:rsidP="00025C28">
      <w:r w:rsidRPr="0036583A">
        <w:rPr>
          <w:i/>
        </w:rPr>
        <w:t>Emphasizing</w:t>
      </w:r>
      <w:r w:rsidRPr="0036583A">
        <w:t xml:space="preserve"> that no [patents] [intellectual property] on life forms, including human beings, are to be granted.]</w:t>
      </w:r>
    </w:p>
    <w:p w:rsidR="00025C28" w:rsidRPr="0036583A" w:rsidRDefault="00025C28" w:rsidP="00025C28"/>
    <w:p w:rsidR="00025C28" w:rsidRPr="0036583A" w:rsidRDefault="00025C28" w:rsidP="00025C28">
      <w:pPr>
        <w:rPr>
          <w:b/>
        </w:rPr>
      </w:pPr>
      <w:r w:rsidRPr="0036583A">
        <w:rPr>
          <w:i/>
        </w:rPr>
        <w:t>Reaffirming</w:t>
      </w:r>
      <w:r w:rsidRPr="0036583A">
        <w:t xml:space="preserve">, (in accordance with the Convention </w:t>
      </w:r>
      <w:r w:rsidRPr="0036583A">
        <w:rPr>
          <w:i/>
        </w:rPr>
        <w:t>on</w:t>
      </w:r>
      <w:r w:rsidRPr="0036583A">
        <w:t xml:space="preserve"> Biological Diversity,) the sovereign rights of States over their [natural] [biological] resources, and that the authority to determine access to genetic resources rests with the national governments and is subject to national legislation.]</w:t>
      </w:r>
    </w:p>
    <w:p w:rsidR="00025C28" w:rsidRDefault="00025C28" w:rsidP="00025C28"/>
    <w:p w:rsidR="00025C28" w:rsidRDefault="00025C28" w:rsidP="00025C28">
      <w:r>
        <w:br w:type="page"/>
      </w:r>
    </w:p>
    <w:p w:rsidR="00025C28" w:rsidRPr="0036583A" w:rsidRDefault="00025C28" w:rsidP="00025C28">
      <w:pPr>
        <w:jc w:val="center"/>
        <w:rPr>
          <w:b/>
        </w:rPr>
      </w:pPr>
      <w:r w:rsidRPr="0036583A">
        <w:rPr>
          <w:b/>
        </w:rPr>
        <w:lastRenderedPageBreak/>
        <w:t>[ARTICLE 1]</w:t>
      </w:r>
    </w:p>
    <w:p w:rsidR="00025C28" w:rsidRPr="0036583A" w:rsidRDefault="00025C28" w:rsidP="00025C28">
      <w:pPr>
        <w:jc w:val="center"/>
        <w:rPr>
          <w:b/>
        </w:rPr>
      </w:pPr>
      <w:r w:rsidRPr="0036583A">
        <w:rPr>
          <w:b/>
        </w:rPr>
        <w:t>DEFINITIONS</w:t>
      </w:r>
    </w:p>
    <w:p w:rsidR="00025C28" w:rsidRDefault="00025C28" w:rsidP="00025C28">
      <w:pPr>
        <w:rPr>
          <w:b/>
        </w:rPr>
      </w:pPr>
    </w:p>
    <w:p w:rsidR="00025C28" w:rsidRPr="0036583A" w:rsidRDefault="00025C28" w:rsidP="00025C28">
      <w:pPr>
        <w:rPr>
          <w:b/>
        </w:rPr>
      </w:pPr>
      <w:r w:rsidRPr="0036583A">
        <w:rPr>
          <w:b/>
        </w:rPr>
        <w:t>TERMS USED IN THE OPERATIVE ARTICLES</w:t>
      </w:r>
    </w:p>
    <w:p w:rsidR="00025C28" w:rsidRPr="0036583A" w:rsidRDefault="00025C28" w:rsidP="00025C28">
      <w:pPr>
        <w:rPr>
          <w:b/>
        </w:rPr>
      </w:pPr>
    </w:p>
    <w:p w:rsidR="00025C28" w:rsidRPr="0036583A" w:rsidRDefault="00025C28" w:rsidP="00025C28">
      <w:pPr>
        <w:rPr>
          <w:b/>
        </w:rPr>
      </w:pPr>
    </w:p>
    <w:p w:rsidR="00025C28" w:rsidRPr="0036583A" w:rsidRDefault="00025C28" w:rsidP="00025C28">
      <w:pPr>
        <w:rPr>
          <w:b/>
        </w:rPr>
      </w:pPr>
      <w:r w:rsidRPr="0036583A">
        <w:rPr>
          <w:b/>
        </w:rPr>
        <w:t>[Traditional Knowledge Associated with Genetic Resources</w:t>
      </w:r>
    </w:p>
    <w:p w:rsidR="00025C28" w:rsidRPr="0036583A" w:rsidRDefault="00025C28" w:rsidP="00025C28">
      <w:pPr>
        <w:rPr>
          <w:b/>
        </w:rPr>
      </w:pPr>
    </w:p>
    <w:p w:rsidR="00025C28" w:rsidRPr="0036583A" w:rsidRDefault="00025C28" w:rsidP="00025C28">
      <w:r w:rsidRPr="0036583A">
        <w:t>ALT 1</w:t>
      </w:r>
    </w:p>
    <w:p w:rsidR="00025C28" w:rsidRPr="0036583A" w:rsidRDefault="00025C28" w:rsidP="00025C28"/>
    <w:p w:rsidR="00025C28" w:rsidRPr="0036583A" w:rsidRDefault="00025C28" w:rsidP="00025C28">
      <w:r w:rsidRPr="0036583A">
        <w:t>“Traditional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025C28" w:rsidRPr="0036583A" w:rsidRDefault="00025C28" w:rsidP="00025C28"/>
    <w:p w:rsidR="00025C28" w:rsidRPr="0036583A" w:rsidRDefault="00025C28" w:rsidP="00025C28">
      <w:r w:rsidRPr="0036583A">
        <w:t>ALT 2</w:t>
      </w:r>
    </w:p>
    <w:p w:rsidR="00025C28" w:rsidRPr="0036583A" w:rsidRDefault="00025C28" w:rsidP="00025C28"/>
    <w:p w:rsidR="00025C28" w:rsidRPr="0036583A" w:rsidRDefault="00025C28" w:rsidP="00025C28">
      <w:r w:rsidRPr="0036583A">
        <w:t>“Traditional knowledge associated with genetic resources” means substantive knowledge of the properties and uses of genetic resources held by [rightful holders, including] indigenous [people[s]] and local communities [and which directly leads to a claimed [invention] [intellectual property]] [and where, but for the traditional knowledge, the invention would not have been made].]</w:t>
      </w:r>
    </w:p>
    <w:p w:rsidR="00025C28" w:rsidRPr="0036583A" w:rsidRDefault="00025C28" w:rsidP="00025C28"/>
    <w:p w:rsidR="00025C28" w:rsidRPr="0036583A" w:rsidRDefault="00025C28" w:rsidP="00025C28">
      <w:r w:rsidRPr="0036583A">
        <w:t>ALT 3</w:t>
      </w:r>
    </w:p>
    <w:p w:rsidR="00025C28" w:rsidRPr="0036583A" w:rsidRDefault="00025C28" w:rsidP="00025C28"/>
    <w:p w:rsidR="00025C28" w:rsidRPr="0036583A" w:rsidRDefault="00025C28" w:rsidP="00025C28">
      <w:r w:rsidRPr="0036583A">
        <w:t>[“Traditional knowledge associated with genetic resources” means substantive knowledge of the properties and uses of genetic resources generated in a traditional context, collectively preserved and transmitted from generation to generation, held by [rightful holders, including] indigenous [people[s]] and local communities [and which directly leads to a claimed [invention] [intellectual property]] [and where, but for the traditional knowledge, the invention would not have been made].]]</w:t>
      </w:r>
    </w:p>
    <w:p w:rsidR="00025C28" w:rsidRPr="0036583A" w:rsidRDefault="00025C28" w:rsidP="00025C28"/>
    <w:p w:rsidR="00025C28" w:rsidRPr="0036583A" w:rsidRDefault="00025C28" w:rsidP="00025C28"/>
    <w:p w:rsidR="00025C28" w:rsidRPr="0036583A" w:rsidRDefault="00025C28" w:rsidP="00025C28">
      <w:r w:rsidRPr="0036583A">
        <w:rPr>
          <w:b/>
        </w:rPr>
        <w:t>[Country of Origin</w:t>
      </w:r>
    </w:p>
    <w:p w:rsidR="00025C28" w:rsidRPr="0036583A" w:rsidRDefault="00025C28" w:rsidP="00025C28"/>
    <w:p w:rsidR="00025C28" w:rsidRPr="0036583A" w:rsidRDefault="00025C28" w:rsidP="00025C28">
      <w:r w:rsidRPr="0036583A">
        <w:t>“Country of origin” is the [first] country which possesses genetic resources in in-situ conditions.</w:t>
      </w:r>
    </w:p>
    <w:p w:rsidR="00025C28" w:rsidRPr="0036583A" w:rsidRDefault="00025C28" w:rsidP="00025C28"/>
    <w:p w:rsidR="00025C28" w:rsidRPr="0036583A" w:rsidRDefault="00025C28" w:rsidP="00025C28">
      <w:r w:rsidRPr="0036583A">
        <w:t>ALT</w:t>
      </w:r>
    </w:p>
    <w:p w:rsidR="00025C28" w:rsidRPr="0036583A" w:rsidRDefault="00025C28" w:rsidP="00025C28"/>
    <w:p w:rsidR="00025C28" w:rsidRPr="0036583A" w:rsidRDefault="00025C28" w:rsidP="00025C28">
      <w:r w:rsidRPr="0036583A">
        <w:t>“Country of origin” is the country which first possessed genetic resources in in-situ conditions and still possesses those genetic resources.]</w:t>
      </w:r>
    </w:p>
    <w:p w:rsidR="00025C28" w:rsidRPr="0036583A" w:rsidRDefault="00025C28" w:rsidP="00025C28"/>
    <w:p w:rsidR="00025C28" w:rsidRPr="0036583A" w:rsidRDefault="00025C28" w:rsidP="00025C28"/>
    <w:p w:rsidR="00025C28" w:rsidRPr="0036583A" w:rsidRDefault="00025C28" w:rsidP="00025C28">
      <w:pPr>
        <w:rPr>
          <w:b/>
        </w:rPr>
      </w:pPr>
      <w:r w:rsidRPr="0036583A">
        <w:rPr>
          <w:b/>
        </w:rPr>
        <w:t>[[Country Providing][Providing Country]</w:t>
      </w:r>
    </w:p>
    <w:p w:rsidR="00025C28" w:rsidRPr="0036583A" w:rsidRDefault="00025C28" w:rsidP="00025C28"/>
    <w:p w:rsidR="00025C28" w:rsidRPr="0036583A" w:rsidRDefault="00025C28" w:rsidP="00025C28">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rsidR="00025C28" w:rsidRDefault="00025C28" w:rsidP="00025C28"/>
    <w:p w:rsidR="00025C28" w:rsidRDefault="00025C28" w:rsidP="00025C28">
      <w:r>
        <w:br w:type="page"/>
      </w:r>
    </w:p>
    <w:p w:rsidR="00025C28" w:rsidRPr="00D90C5E" w:rsidRDefault="00025C28" w:rsidP="00025C28">
      <w:pPr>
        <w:rPr>
          <w:b/>
        </w:rPr>
      </w:pPr>
      <w:r w:rsidRPr="00D90C5E">
        <w:rPr>
          <w:b/>
        </w:rPr>
        <w:lastRenderedPageBreak/>
        <w:t>[Erroneous Grant/Granting of Patents</w:t>
      </w:r>
    </w:p>
    <w:p w:rsidR="00025C28" w:rsidRPr="00D90C5E" w:rsidRDefault="00025C28" w:rsidP="00025C28"/>
    <w:p w:rsidR="00025C28" w:rsidRPr="00D90C5E" w:rsidRDefault="00025C28" w:rsidP="00025C28">
      <w:r w:rsidRPr="00D90C5E">
        <w:t>Erroneous grant/granting of patents means the granting of patent rights on inventions that are not novel, that are obvious, or that are not industrially applicable.]</w:t>
      </w:r>
    </w:p>
    <w:p w:rsidR="00025C28" w:rsidRPr="00D90C5E" w:rsidRDefault="00025C28" w:rsidP="00025C28"/>
    <w:p w:rsidR="00025C28" w:rsidRPr="00D90C5E" w:rsidRDefault="00025C28" w:rsidP="00025C28">
      <w:pPr>
        <w:rPr>
          <w:b/>
        </w:rPr>
      </w:pPr>
    </w:p>
    <w:p w:rsidR="00025C28" w:rsidRPr="00D90C5E" w:rsidRDefault="00025C28" w:rsidP="00025C28">
      <w:pPr>
        <w:rPr>
          <w:b/>
        </w:rPr>
      </w:pPr>
      <w:r w:rsidRPr="00D90C5E">
        <w:rPr>
          <w:b/>
        </w:rPr>
        <w:t xml:space="preserve">[[Invention] Directly Based On </w:t>
      </w:r>
    </w:p>
    <w:p w:rsidR="00025C28" w:rsidRPr="00D90C5E" w:rsidRDefault="00025C28" w:rsidP="00025C28"/>
    <w:p w:rsidR="00025C28" w:rsidRPr="00D90C5E" w:rsidRDefault="00025C28" w:rsidP="00025C28">
      <w:r w:rsidRPr="00D90C5E">
        <w:t>“[Invention] Directly based on” means that the [subject matter][invention] [must] make [immediate] use of the genetic resource, and depend on the specific properties of the resource of which the inventor [must] have had [physical] access.]</w:t>
      </w:r>
    </w:p>
    <w:p w:rsidR="00025C28" w:rsidRPr="00D90C5E" w:rsidRDefault="00025C28" w:rsidP="00025C28"/>
    <w:p w:rsidR="00025C28" w:rsidRPr="00D90C5E" w:rsidRDefault="00025C28" w:rsidP="00025C28">
      <w:r w:rsidRPr="00D90C5E">
        <w:t>ALT</w:t>
      </w:r>
    </w:p>
    <w:p w:rsidR="00025C28" w:rsidRPr="00D90C5E" w:rsidRDefault="00025C28" w:rsidP="00025C28"/>
    <w:p w:rsidR="00025C28" w:rsidRPr="00D90C5E" w:rsidRDefault="00025C28" w:rsidP="00025C28">
      <w:r w:rsidRPr="00D90C5E">
        <w:t>“[Invention] Directly based on” means that the [invention] [must] make [immediate] use of the genetic resource, and the inventive concept must depend on the specific properties of the resource of which the inventor must have had physical access.]</w:t>
      </w:r>
    </w:p>
    <w:p w:rsidR="00025C28" w:rsidRPr="00D90C5E" w:rsidRDefault="00025C28" w:rsidP="00025C28"/>
    <w:p w:rsidR="00025C28" w:rsidRPr="00D90C5E" w:rsidRDefault="00025C28" w:rsidP="00025C28"/>
    <w:p w:rsidR="00025C28" w:rsidRPr="00D90C5E" w:rsidRDefault="00025C28" w:rsidP="00025C28">
      <w:r w:rsidRPr="00D90C5E">
        <w:rPr>
          <w:b/>
        </w:rPr>
        <w:t>Genetic Material</w:t>
      </w:r>
    </w:p>
    <w:p w:rsidR="00025C28" w:rsidRPr="00D90C5E" w:rsidRDefault="00025C28" w:rsidP="00025C28"/>
    <w:p w:rsidR="00025C28" w:rsidRPr="00D90C5E" w:rsidRDefault="00025C28" w:rsidP="00025C28">
      <w:r w:rsidRPr="00D90C5E">
        <w:t>“Genetic material” means any material of plant, animal, microbial or other origin containing functional units of heredity.</w:t>
      </w:r>
    </w:p>
    <w:p w:rsidR="00025C28" w:rsidRPr="00D90C5E" w:rsidRDefault="00025C28" w:rsidP="00025C28"/>
    <w:p w:rsidR="00025C28" w:rsidRPr="00D90C5E" w:rsidRDefault="00025C28" w:rsidP="00025C28">
      <w:r w:rsidRPr="00D90C5E">
        <w:t>ALT</w:t>
      </w:r>
    </w:p>
    <w:p w:rsidR="00025C28" w:rsidRPr="00D90C5E" w:rsidRDefault="00025C28" w:rsidP="00025C28"/>
    <w:p w:rsidR="00025C28" w:rsidRPr="00D90C5E" w:rsidRDefault="00025C28" w:rsidP="00025C28">
      <w:r w:rsidRPr="00D90C5E">
        <w:t>“Genetic material” means any material of plant, animal, or microbial origin containing functional units of heredity.</w:t>
      </w:r>
    </w:p>
    <w:p w:rsidR="00025C28" w:rsidRPr="00D90C5E" w:rsidRDefault="00025C28" w:rsidP="00025C28"/>
    <w:p w:rsidR="00025C28" w:rsidRPr="00D90C5E" w:rsidRDefault="00025C28" w:rsidP="00025C28"/>
    <w:p w:rsidR="00025C28" w:rsidRPr="00D90C5E" w:rsidRDefault="00025C28" w:rsidP="00025C28">
      <w:pPr>
        <w:rPr>
          <w:b/>
        </w:rPr>
      </w:pPr>
      <w:r w:rsidRPr="00D90C5E">
        <w:rPr>
          <w:b/>
        </w:rPr>
        <w:t>Genetic Resources</w:t>
      </w:r>
    </w:p>
    <w:p w:rsidR="00025C28" w:rsidRPr="00D90C5E" w:rsidRDefault="00025C28" w:rsidP="00025C28"/>
    <w:p w:rsidR="00025C28" w:rsidRPr="00D90C5E" w:rsidRDefault="00025C28" w:rsidP="00025C28">
      <w:r>
        <w:t>“Genetic resources”</w:t>
      </w:r>
      <w:r w:rsidRPr="00D90C5E">
        <w:t xml:space="preserve"> are genetic material of actual or potential value. </w:t>
      </w:r>
    </w:p>
    <w:p w:rsidR="00025C28" w:rsidRPr="00D90C5E" w:rsidRDefault="00025C28" w:rsidP="00025C28"/>
    <w:p w:rsidR="00025C28" w:rsidRPr="00D90C5E" w:rsidRDefault="00025C28" w:rsidP="00025C28">
      <w:r w:rsidRPr="00D90C5E">
        <w:t>ALT</w:t>
      </w:r>
    </w:p>
    <w:p w:rsidR="00025C28" w:rsidRPr="00D90C5E" w:rsidRDefault="00025C28" w:rsidP="00025C28"/>
    <w:p w:rsidR="00025C28" w:rsidRPr="00D90C5E" w:rsidRDefault="00025C28" w:rsidP="00025C28">
      <w:r w:rsidRPr="00D90C5E">
        <w:t>“Genetic resources” means any material of plant, animal, or microbial origin containing functional units of heredity of actual or potential value, and includes derivatives and genetic information thereof.</w:t>
      </w:r>
    </w:p>
    <w:p w:rsidR="00025C28" w:rsidRPr="00D90C5E" w:rsidRDefault="00025C28" w:rsidP="00025C28"/>
    <w:p w:rsidR="00025C28" w:rsidRPr="00D90C5E" w:rsidRDefault="00025C28" w:rsidP="00025C28"/>
    <w:p w:rsidR="00025C28" w:rsidRPr="00D90C5E" w:rsidRDefault="00025C28" w:rsidP="00025C28">
      <w:pPr>
        <w:rPr>
          <w:b/>
        </w:rPr>
      </w:pPr>
      <w:r w:rsidRPr="00D90C5E">
        <w:rPr>
          <w:b/>
        </w:rPr>
        <w:t>[Source</w:t>
      </w:r>
    </w:p>
    <w:p w:rsidR="00025C28" w:rsidRPr="00D90C5E" w:rsidRDefault="00025C28" w:rsidP="00025C28"/>
    <w:p w:rsidR="00025C28" w:rsidRPr="00D90C5E" w:rsidRDefault="00025C28" w:rsidP="00025C28">
      <w:r w:rsidRPr="00D90C5E">
        <w:t>ALT 1</w:t>
      </w:r>
    </w:p>
    <w:p w:rsidR="00025C28" w:rsidRPr="00D90C5E" w:rsidRDefault="00025C28" w:rsidP="00025C28"/>
    <w:p w:rsidR="00025C28" w:rsidRPr="00D90C5E" w:rsidRDefault="00025C28" w:rsidP="00025C28">
      <w:r w:rsidRPr="00D90C5E">
        <w:t>“Source” refers to any source from which the applicant has acquired the genetic resource other than the country of origin, such as a resource holder, research centre, [gene bank] [Budapest depository] or botanical garden.]</w:t>
      </w:r>
    </w:p>
    <w:p w:rsidR="00025C28" w:rsidRPr="00D90C5E" w:rsidRDefault="00025C28" w:rsidP="00025C28"/>
    <w:p w:rsidR="00025C28" w:rsidRPr="00D90C5E" w:rsidRDefault="00025C28" w:rsidP="00025C28">
      <w:r w:rsidRPr="00D90C5E">
        <w:t>ALT 2</w:t>
      </w:r>
    </w:p>
    <w:p w:rsidR="00025C28" w:rsidRPr="00D90C5E" w:rsidRDefault="00025C28" w:rsidP="00025C28"/>
    <w:p w:rsidR="00025C28" w:rsidRPr="00D90C5E" w:rsidRDefault="00025C28" w:rsidP="00025C28">
      <w:r w:rsidRPr="00D90C5E">
        <w:t>“Source” should be understood in its broadest sense possible:</w:t>
      </w:r>
    </w:p>
    <w:p w:rsidR="00025C28" w:rsidRPr="00D90C5E" w:rsidRDefault="00025C28" w:rsidP="00025C28"/>
    <w:p w:rsidR="00025C28" w:rsidRPr="00D90C5E" w:rsidRDefault="00025C28" w:rsidP="00025C28">
      <w:r w:rsidRPr="00D90C5E">
        <w:lastRenderedPageBreak/>
        <w:t>(i)</w:t>
      </w:r>
      <w:r w:rsidRPr="00D90C5E">
        <w:tab/>
        <w:t>Primary sources, including in particular [Contracting Parties] [Countries] providing genetic resources, the Multilateral System of ITPGRFA, [patent owners, universities, farmers, and plant breeders,] indigenous and local communities; and</w:t>
      </w:r>
    </w:p>
    <w:p w:rsidR="00025C28" w:rsidRPr="00D90C5E" w:rsidRDefault="00025C28" w:rsidP="00025C28"/>
    <w:p w:rsidR="00025C28" w:rsidRPr="00D90C5E" w:rsidRDefault="00025C28" w:rsidP="00025C28">
      <w:r w:rsidRPr="00D90C5E">
        <w:t>(ii)</w:t>
      </w:r>
      <w:r w:rsidRPr="00D90C5E">
        <w:tab/>
        <w:t>Secondary sources, including in particular ex-situ collections and [scientific literature].]</w:t>
      </w:r>
    </w:p>
    <w:p w:rsidR="00025C28" w:rsidRDefault="00025C28" w:rsidP="00025C28"/>
    <w:p w:rsidR="00025C28" w:rsidRPr="00793EE4" w:rsidRDefault="00025C28" w:rsidP="00025C28">
      <w:pPr>
        <w:rPr>
          <w:b/>
        </w:rPr>
      </w:pPr>
      <w:r w:rsidRPr="00793EE4">
        <w:t>ALT 3</w:t>
      </w:r>
    </w:p>
    <w:p w:rsidR="00025C28" w:rsidRPr="00793EE4" w:rsidRDefault="00025C28" w:rsidP="00025C28"/>
    <w:p w:rsidR="00025C28" w:rsidRPr="00793EE4" w:rsidRDefault="00025C28" w:rsidP="00025C28">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rsidR="00025C28" w:rsidRPr="00793EE4" w:rsidRDefault="00025C28" w:rsidP="00025C28">
      <w:pPr>
        <w:rPr>
          <w:b/>
        </w:rPr>
      </w:pPr>
    </w:p>
    <w:p w:rsidR="00025C28" w:rsidRPr="00793EE4" w:rsidRDefault="00025C28" w:rsidP="00025C28"/>
    <w:p w:rsidR="00025C28" w:rsidRPr="00793EE4" w:rsidRDefault="00025C28" w:rsidP="00025C28">
      <w:pPr>
        <w:rPr>
          <w:b/>
        </w:rPr>
      </w:pPr>
      <w:r w:rsidRPr="00793EE4">
        <w:rPr>
          <w:b/>
        </w:rPr>
        <w:t>[Utilization</w:t>
      </w:r>
    </w:p>
    <w:p w:rsidR="00025C28" w:rsidRPr="00793EE4" w:rsidRDefault="00025C28" w:rsidP="00025C28"/>
    <w:p w:rsidR="00025C28" w:rsidRPr="00793EE4" w:rsidRDefault="00025C28" w:rsidP="00025C28">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025C28" w:rsidRPr="00793EE4" w:rsidRDefault="00025C28" w:rsidP="00025C28"/>
    <w:p w:rsidR="00025C28" w:rsidRPr="00793EE4" w:rsidRDefault="00025C28" w:rsidP="00025C28"/>
    <w:p w:rsidR="00025C28" w:rsidRPr="00793EE4" w:rsidRDefault="00025C28" w:rsidP="00025C28">
      <w:pPr>
        <w:rPr>
          <w:b/>
          <w:u w:val="single"/>
        </w:rPr>
      </w:pPr>
      <w:r w:rsidRPr="00793EE4">
        <w:rPr>
          <w:b/>
          <w:u w:val="single"/>
        </w:rPr>
        <w:t>OTHER TERMS</w:t>
      </w:r>
    </w:p>
    <w:p w:rsidR="00025C28" w:rsidRPr="00793EE4" w:rsidRDefault="00025C28" w:rsidP="00025C28"/>
    <w:p w:rsidR="00025C28" w:rsidRDefault="00025C28" w:rsidP="00025C28">
      <w:pPr>
        <w:rPr>
          <w:b/>
        </w:rPr>
      </w:pPr>
    </w:p>
    <w:p w:rsidR="00025C28" w:rsidRPr="00793EE4" w:rsidRDefault="00025C28" w:rsidP="00025C28">
      <w:pPr>
        <w:rPr>
          <w:b/>
        </w:rPr>
      </w:pPr>
      <w:r w:rsidRPr="00793EE4">
        <w:rPr>
          <w:b/>
        </w:rPr>
        <w:t>[Biotechnology</w:t>
      </w:r>
    </w:p>
    <w:p w:rsidR="00025C28" w:rsidRPr="00793EE4" w:rsidRDefault="00025C28" w:rsidP="00025C28"/>
    <w:p w:rsidR="00025C28" w:rsidRPr="00793EE4" w:rsidRDefault="00025C28" w:rsidP="00025C28">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025C28" w:rsidRPr="00793EE4" w:rsidRDefault="00025C28" w:rsidP="00025C28"/>
    <w:p w:rsidR="00025C28" w:rsidRPr="00793EE4" w:rsidRDefault="00025C28" w:rsidP="00025C28"/>
    <w:p w:rsidR="00025C28" w:rsidRPr="00793EE4" w:rsidRDefault="00025C28" w:rsidP="00025C28">
      <w:pPr>
        <w:rPr>
          <w:b/>
        </w:rPr>
      </w:pPr>
      <w:r w:rsidRPr="00793EE4">
        <w:rPr>
          <w:b/>
        </w:rPr>
        <w:t>[Country Providing Genetic Resources</w:t>
      </w:r>
    </w:p>
    <w:p w:rsidR="00025C28" w:rsidRPr="00793EE4" w:rsidRDefault="00025C28" w:rsidP="00025C28"/>
    <w:p w:rsidR="00025C28" w:rsidRPr="00793EE4" w:rsidRDefault="00025C28" w:rsidP="00025C28">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[“Country providing genetic resources” is the country that possesses the genetic resource and/or traditional knowledge in in situ conditions and that provides the genetic resource and/or traditional knowledge.]]</w:t>
      </w:r>
    </w:p>
    <w:p w:rsidR="00025C28" w:rsidRPr="00793EE4" w:rsidRDefault="00025C28" w:rsidP="00025C28"/>
    <w:p w:rsidR="00025C28" w:rsidRDefault="00025C28" w:rsidP="00025C28"/>
    <w:p w:rsidR="00FD3FA0" w:rsidRPr="00793EE4" w:rsidRDefault="00FD3FA0" w:rsidP="00025C28"/>
    <w:p w:rsidR="00025C28" w:rsidRPr="00793EE4" w:rsidRDefault="00025C28" w:rsidP="00025C28">
      <w:pPr>
        <w:rPr>
          <w:b/>
        </w:rPr>
      </w:pPr>
      <w:r w:rsidRPr="00793EE4">
        <w:rPr>
          <w:b/>
        </w:rPr>
        <w:lastRenderedPageBreak/>
        <w:t>[Derivative</w:t>
      </w:r>
    </w:p>
    <w:p w:rsidR="00025C28" w:rsidRPr="00793EE4" w:rsidRDefault="00025C28" w:rsidP="00025C28"/>
    <w:p w:rsidR="00025C28" w:rsidRPr="00793EE4" w:rsidRDefault="00025C28" w:rsidP="00025C28">
      <w:r w:rsidRPr="00793EE4">
        <w:t>“Derivative” means a naturally occurring biochemical compound resulting from the genetic expression or metabolism of biological or genetic resources[, even if it does not contain functional units of heredity].]</w:t>
      </w:r>
    </w:p>
    <w:p w:rsidR="00025C28" w:rsidRPr="00793EE4" w:rsidRDefault="00025C28" w:rsidP="00025C28"/>
    <w:p w:rsidR="00025C28" w:rsidRDefault="00025C28" w:rsidP="00025C28">
      <w:pPr>
        <w:rPr>
          <w:b/>
        </w:rPr>
      </w:pPr>
    </w:p>
    <w:p w:rsidR="00025C28" w:rsidRPr="00793EE4" w:rsidRDefault="00025C28" w:rsidP="00025C28">
      <w:pPr>
        <w:rPr>
          <w:b/>
        </w:rPr>
      </w:pPr>
      <w:r w:rsidRPr="00793EE4">
        <w:rPr>
          <w:b/>
        </w:rPr>
        <w:t>In-Situ Conditions</w:t>
      </w:r>
    </w:p>
    <w:p w:rsidR="00025C28" w:rsidRPr="00793EE4" w:rsidRDefault="00025C28" w:rsidP="00025C28"/>
    <w:p w:rsidR="00025C28" w:rsidRPr="00793EE4" w:rsidRDefault="00025C28" w:rsidP="00025C28">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025C28" w:rsidRDefault="00025C28" w:rsidP="00025C28"/>
    <w:p w:rsidR="00025C28" w:rsidRPr="00793EE4" w:rsidRDefault="00025C28" w:rsidP="00025C28"/>
    <w:p w:rsidR="00025C28" w:rsidRPr="00793EE4" w:rsidRDefault="00025C28" w:rsidP="00025C28">
      <w:pPr>
        <w:rPr>
          <w:b/>
        </w:rPr>
      </w:pPr>
      <w:r w:rsidRPr="00793EE4">
        <w:rPr>
          <w:b/>
        </w:rPr>
        <w:t>Ex-Situ Conservation</w:t>
      </w:r>
    </w:p>
    <w:p w:rsidR="00025C28" w:rsidRPr="00793EE4" w:rsidRDefault="00025C28" w:rsidP="00025C28"/>
    <w:p w:rsidR="00025C28" w:rsidRPr="00793EE4" w:rsidRDefault="00025C28" w:rsidP="00025C28">
      <w:r w:rsidRPr="00793EE4">
        <w:t>“Ex-situ conservation” means the conservation of components of biological diversity outside their natural habitats.</w:t>
      </w:r>
    </w:p>
    <w:p w:rsidR="00025C28" w:rsidRPr="00793EE4" w:rsidRDefault="00025C28" w:rsidP="00025C28"/>
    <w:p w:rsidR="00025C28" w:rsidRPr="00793EE4" w:rsidRDefault="00025C28" w:rsidP="00025C28"/>
    <w:p w:rsidR="00025C28" w:rsidRPr="00793EE4" w:rsidRDefault="00025C28" w:rsidP="00025C28">
      <w:pPr>
        <w:rPr>
          <w:b/>
        </w:rPr>
      </w:pPr>
      <w:r w:rsidRPr="00793EE4">
        <w:rPr>
          <w:b/>
        </w:rPr>
        <w:t>[Misappropriation</w:t>
      </w:r>
    </w:p>
    <w:p w:rsidR="00025C28" w:rsidRPr="00793EE4" w:rsidRDefault="00025C28" w:rsidP="00025C28">
      <w:pPr>
        <w:rPr>
          <w:b/>
        </w:rPr>
      </w:pPr>
    </w:p>
    <w:p w:rsidR="00025C28" w:rsidRPr="00793EE4" w:rsidRDefault="00025C28" w:rsidP="00025C28">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025C28" w:rsidRPr="00793EE4" w:rsidRDefault="00025C28" w:rsidP="00025C28"/>
    <w:p w:rsidR="00025C28" w:rsidRPr="00793EE4" w:rsidRDefault="00025C28" w:rsidP="00025C28"/>
    <w:p w:rsidR="00025C28" w:rsidRPr="00793EE4" w:rsidRDefault="00025C28" w:rsidP="00025C28">
      <w:pPr>
        <w:rPr>
          <w:b/>
        </w:rPr>
      </w:pPr>
      <w:r w:rsidRPr="00793EE4">
        <w:rPr>
          <w:b/>
        </w:rPr>
        <w:t>[[Physical] Access</w:t>
      </w:r>
    </w:p>
    <w:p w:rsidR="00025C28" w:rsidRPr="00793EE4" w:rsidRDefault="00025C28" w:rsidP="00025C28"/>
    <w:p w:rsidR="00025C28" w:rsidRPr="00793EE4" w:rsidRDefault="00025C28" w:rsidP="00025C28">
      <w:r w:rsidRPr="00793EE4">
        <w:t>“[Physical]/[Direct] access” to the genetic resource is its physical possession [or at least contact which is sufficient enough to identify the properties of the genetic resource relevant for the [invention] [intellectual property]].]</w:t>
      </w:r>
    </w:p>
    <w:p w:rsidR="00025C28" w:rsidRPr="00793EE4" w:rsidRDefault="00025C28" w:rsidP="00025C28"/>
    <w:p w:rsidR="00025C28" w:rsidRPr="00793EE4" w:rsidRDefault="00025C28" w:rsidP="00025C28"/>
    <w:p w:rsidR="00025C28" w:rsidRPr="00793EE4" w:rsidRDefault="00025C28" w:rsidP="00025C28">
      <w:pPr>
        <w:rPr>
          <w:b/>
        </w:rPr>
      </w:pPr>
      <w:r w:rsidRPr="00793EE4">
        <w:rPr>
          <w:b/>
        </w:rPr>
        <w:t>[Protected Genetic Resources</w:t>
      </w:r>
    </w:p>
    <w:p w:rsidR="00025C28" w:rsidRPr="00793EE4" w:rsidRDefault="00025C28" w:rsidP="00025C28">
      <w:pPr>
        <w:rPr>
          <w:b/>
        </w:rPr>
      </w:pPr>
    </w:p>
    <w:p w:rsidR="00025C28" w:rsidRPr="00793EE4" w:rsidRDefault="00025C28" w:rsidP="00025C28">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rsidR="00025C28" w:rsidRPr="00793EE4" w:rsidRDefault="00025C28" w:rsidP="00025C28"/>
    <w:p w:rsidR="00025C28" w:rsidRPr="00793EE4" w:rsidRDefault="00025C28" w:rsidP="00025C28">
      <w:pPr>
        <w:rPr>
          <w:b/>
        </w:rPr>
      </w:pPr>
      <w:r w:rsidRPr="00793EE4">
        <w:rPr>
          <w:b/>
        </w:rPr>
        <w:lastRenderedPageBreak/>
        <w:t>[Source of Traditional Knowledge Associated with Genetic Resources</w:t>
      </w:r>
    </w:p>
    <w:p w:rsidR="00025C28" w:rsidRPr="00793EE4" w:rsidRDefault="00025C28" w:rsidP="00025C28">
      <w:pPr>
        <w:rPr>
          <w:b/>
        </w:rPr>
      </w:pPr>
    </w:p>
    <w:p w:rsidR="00025C28" w:rsidRPr="00793EE4" w:rsidRDefault="00025C28" w:rsidP="00025C28">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17"/>
      </w:r>
      <w:r w:rsidRPr="00793EE4">
        <w:t>]</w:t>
      </w:r>
    </w:p>
    <w:p w:rsidR="00025C28" w:rsidRDefault="00025C28" w:rsidP="00025C28"/>
    <w:p w:rsidR="00025C28" w:rsidRDefault="00025C28" w:rsidP="00025C28"/>
    <w:p w:rsidR="00025C28" w:rsidRDefault="00025C28" w:rsidP="00025C28">
      <w:pPr>
        <w:rPr>
          <w:b/>
        </w:rPr>
      </w:pPr>
      <w:r>
        <w:rPr>
          <w:b/>
        </w:rPr>
        <w:t>[Unauthorized Use</w:t>
      </w:r>
    </w:p>
    <w:p w:rsidR="00025C28" w:rsidRDefault="00025C28" w:rsidP="00025C28">
      <w:pPr>
        <w:rPr>
          <w:b/>
        </w:rPr>
      </w:pPr>
    </w:p>
    <w:p w:rsidR="00025C28" w:rsidRPr="00A21528" w:rsidRDefault="00025C28" w:rsidP="00025C28">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025C28" w:rsidRDefault="00025C28" w:rsidP="00025C28"/>
    <w:p w:rsidR="00025C28" w:rsidRDefault="00025C28" w:rsidP="00025C28">
      <w:r>
        <w:br w:type="page"/>
      </w:r>
    </w:p>
    <w:p w:rsidR="00025C28" w:rsidRPr="00793EE4" w:rsidRDefault="00025C28" w:rsidP="00025C28">
      <w:pPr>
        <w:jc w:val="center"/>
        <w:rPr>
          <w:b/>
        </w:rPr>
      </w:pPr>
      <w:r w:rsidRPr="00793EE4">
        <w:rPr>
          <w:b/>
        </w:rPr>
        <w:lastRenderedPageBreak/>
        <w:t>[I. [MANDATORY] DISCLOSURE]</w:t>
      </w:r>
    </w:p>
    <w:p w:rsidR="00025C28" w:rsidRPr="00793EE4" w:rsidRDefault="00025C28" w:rsidP="00025C28">
      <w:pPr>
        <w:jc w:val="center"/>
        <w:rPr>
          <w:b/>
        </w:rPr>
      </w:pPr>
    </w:p>
    <w:p w:rsidR="00025C28" w:rsidRPr="00793EE4" w:rsidRDefault="00025C28" w:rsidP="00025C28">
      <w:pPr>
        <w:jc w:val="center"/>
        <w:rPr>
          <w:b/>
        </w:rPr>
      </w:pPr>
      <w:r w:rsidRPr="00793EE4">
        <w:rPr>
          <w:b/>
        </w:rPr>
        <w:t>[ARTICLE 2]</w:t>
      </w:r>
    </w:p>
    <w:p w:rsidR="00025C28" w:rsidRPr="00793EE4" w:rsidRDefault="00025C28" w:rsidP="00025C28">
      <w:pPr>
        <w:jc w:val="center"/>
        <w:rPr>
          <w:b/>
        </w:rPr>
      </w:pPr>
      <w:r w:rsidRPr="00793EE4">
        <w:rPr>
          <w:b/>
        </w:rPr>
        <w:t>[OBJECTIVE]</w:t>
      </w:r>
    </w:p>
    <w:p w:rsidR="00025C28" w:rsidRPr="00793EE4" w:rsidRDefault="00025C28" w:rsidP="00025C28"/>
    <w:p w:rsidR="00025C28" w:rsidRPr="00793EE4" w:rsidRDefault="00025C28" w:rsidP="00025C28">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025C28" w:rsidRPr="00EC01FC" w:rsidRDefault="00025C28" w:rsidP="00025C28">
      <w:pPr>
        <w:rPr>
          <w:lang w:val="sv-SE"/>
        </w:rPr>
      </w:pPr>
    </w:p>
    <w:p w:rsidR="00025C28" w:rsidRDefault="00025C28" w:rsidP="00025C28">
      <w:pPr>
        <w:pStyle w:val="ListParagraph"/>
        <w:numPr>
          <w:ilvl w:val="0"/>
          <w:numId w:val="28"/>
        </w:numPr>
        <w:spacing w:after="0"/>
        <w:ind w:left="927"/>
        <w:rPr>
          <w:rFonts w:ascii="Arial" w:hAnsi="Arial" w:cs="Arial"/>
        </w:rPr>
      </w:pPr>
      <w:r w:rsidRPr="00EC01FC">
        <w:rPr>
          <w:rFonts w:ascii="Arial" w:hAnsi="Arial" w:cs="Arial"/>
        </w:rPr>
        <w:t>Ensuring mutual supportiveness with international agreements relating to the protection of genetic resources and/or traditional knowledge associated with genetic resources and those relating to IP;</w:t>
      </w:r>
    </w:p>
    <w:p w:rsidR="00025C28" w:rsidRDefault="00025C28" w:rsidP="00025C28">
      <w:pPr>
        <w:pStyle w:val="ListParagraph"/>
        <w:spacing w:after="0"/>
        <w:ind w:left="927"/>
        <w:rPr>
          <w:rFonts w:ascii="Arial" w:hAnsi="Arial" w:cs="Arial"/>
        </w:rPr>
      </w:pPr>
    </w:p>
    <w:p w:rsidR="00025C28" w:rsidRPr="00EC01FC" w:rsidRDefault="00025C28" w:rsidP="00025C28">
      <w:pPr>
        <w:pStyle w:val="ListParagraph"/>
        <w:numPr>
          <w:ilvl w:val="0"/>
          <w:numId w:val="28"/>
        </w:numPr>
        <w:spacing w:after="0"/>
        <w:ind w:left="927"/>
        <w:rPr>
          <w:rFonts w:ascii="Arial" w:hAnsi="Arial" w:cs="Arial"/>
        </w:rPr>
      </w:pPr>
      <w:r w:rsidRPr="00EC01FC">
        <w:rPr>
          <w:rFonts w:ascii="Arial" w:hAnsi="Arial" w:cs="Arial"/>
          <w:lang w:val="en-US"/>
        </w:rPr>
        <w:t>Enhancing transparency in the [</w:t>
      </w:r>
      <w:r w:rsidRPr="00EC01FC">
        <w:rPr>
          <w:rFonts w:ascii="Arial" w:hAnsi="Arial" w:cs="Arial"/>
        </w:rPr>
        <w:t>IP</w:t>
      </w:r>
      <w:r w:rsidRPr="00EC01FC">
        <w:rPr>
          <w:rFonts w:ascii="Arial" w:hAnsi="Arial" w:cs="Arial"/>
          <w:lang w:val="en-US"/>
        </w:rPr>
        <w:t xml:space="preserve">][patent] system in relation to genetic resources and/or traditional knowledge associated with genetic resources; </w:t>
      </w:r>
      <w:r>
        <w:rPr>
          <w:rFonts w:ascii="Arial" w:hAnsi="Arial" w:cs="Arial"/>
          <w:lang w:val="en-US"/>
        </w:rPr>
        <w:t xml:space="preserve"> </w:t>
      </w:r>
      <w:r w:rsidRPr="00EC01FC">
        <w:rPr>
          <w:rFonts w:ascii="Arial" w:hAnsi="Arial" w:cs="Arial"/>
          <w:lang w:val="en-US"/>
        </w:rPr>
        <w:t>and</w:t>
      </w:r>
    </w:p>
    <w:p w:rsidR="00025C28" w:rsidRPr="00EC01FC" w:rsidRDefault="00025C28" w:rsidP="00025C28">
      <w:pPr>
        <w:pStyle w:val="ListParagraph"/>
        <w:spacing w:after="0"/>
        <w:ind w:left="927"/>
        <w:rPr>
          <w:rFonts w:ascii="Arial" w:hAnsi="Arial" w:cs="Arial"/>
        </w:rPr>
      </w:pPr>
    </w:p>
    <w:p w:rsidR="00025C28" w:rsidRPr="00EC01FC" w:rsidRDefault="00025C28" w:rsidP="00025C28">
      <w:pPr>
        <w:pStyle w:val="ListParagraph"/>
        <w:numPr>
          <w:ilvl w:val="0"/>
          <w:numId w:val="28"/>
        </w:numPr>
        <w:spacing w:after="0"/>
        <w:ind w:left="927"/>
        <w:rPr>
          <w:rFonts w:ascii="Arial" w:hAnsi="Arial" w:cs="Arial"/>
        </w:rPr>
      </w:pPr>
      <w:r w:rsidRPr="00EC01FC">
        <w:rPr>
          <w:rFonts w:ascii="Arial" w:hAnsi="Arial" w:cs="Arial"/>
          <w:lang w:val="en-US"/>
        </w:rPr>
        <w:t>Ensuring that [</w:t>
      </w:r>
      <w:r w:rsidRPr="00EC01FC">
        <w:rPr>
          <w:rFonts w:ascii="Arial" w:hAnsi="Arial" w:cs="Arial"/>
        </w:rPr>
        <w:t>IP</w:t>
      </w:r>
      <w:r w:rsidRPr="00EC01FC">
        <w:rPr>
          <w:rFonts w:ascii="Arial" w:hAnsi="Arial" w:cs="Arial"/>
          <w:lang w:val="en-US"/>
        </w:rPr>
        <w:t>] [patent] offices have access to the appropriate information on genetic resources and traditional knowledge associated with genetic resources to prevent the erroneous granting of [</w:t>
      </w:r>
      <w:r w:rsidRPr="00EC01FC">
        <w:rPr>
          <w:rFonts w:ascii="Arial" w:hAnsi="Arial" w:cs="Arial"/>
        </w:rPr>
        <w:t>IP</w:t>
      </w:r>
      <w:r w:rsidRPr="00EC01FC">
        <w:rPr>
          <w:rFonts w:ascii="Arial" w:hAnsi="Arial" w:cs="Arial"/>
          <w:lang w:val="en-US"/>
        </w:rPr>
        <w:t>] [patent] rights.]</w:t>
      </w:r>
    </w:p>
    <w:p w:rsidR="00025C28" w:rsidRPr="00EC01FC" w:rsidRDefault="00025C28" w:rsidP="00025C28">
      <w:pPr>
        <w:ind w:left="360"/>
      </w:pPr>
    </w:p>
    <w:p w:rsidR="00025C28" w:rsidRPr="00793EE4" w:rsidRDefault="00025C28" w:rsidP="00025C28">
      <w:pPr>
        <w:rPr>
          <w:b/>
        </w:rPr>
      </w:pPr>
    </w:p>
    <w:p w:rsidR="00025C28" w:rsidRPr="00793EE4" w:rsidRDefault="00025C28" w:rsidP="00025C28">
      <w:pPr>
        <w:jc w:val="center"/>
        <w:rPr>
          <w:b/>
        </w:rPr>
      </w:pPr>
      <w:r w:rsidRPr="00793EE4">
        <w:rPr>
          <w:b/>
        </w:rPr>
        <w:t>[ARTICLE 3]</w:t>
      </w:r>
    </w:p>
    <w:p w:rsidR="00025C28" w:rsidRPr="00793EE4" w:rsidRDefault="00025C28" w:rsidP="00025C28">
      <w:pPr>
        <w:jc w:val="center"/>
        <w:rPr>
          <w:b/>
        </w:rPr>
      </w:pPr>
      <w:r w:rsidRPr="00793EE4">
        <w:rPr>
          <w:b/>
        </w:rPr>
        <w:t>[SUBJECT MATTER OF INSTRUMENT</w:t>
      </w:r>
    </w:p>
    <w:p w:rsidR="00025C28" w:rsidRPr="00793EE4" w:rsidRDefault="00025C28" w:rsidP="00025C28"/>
    <w:p w:rsidR="00025C28" w:rsidRPr="00793EE4" w:rsidRDefault="00025C28" w:rsidP="00025C28">
      <w:r w:rsidRPr="00793EE4">
        <w:t>This instrument applies to genetic resources, and [traditional knowledge associated with genetic resources].</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This instrument [shall]/[should] apply to patent applications for inventions directly based on genetic resources and traditional knowledge associated with genetic resources.]</w:t>
      </w:r>
    </w:p>
    <w:p w:rsidR="00025C28" w:rsidRPr="00793EE4" w:rsidRDefault="00025C28" w:rsidP="00025C28"/>
    <w:p w:rsidR="00025C28" w:rsidRPr="00793EE4" w:rsidRDefault="00025C28" w:rsidP="00025C28">
      <w:pPr>
        <w:rPr>
          <w:b/>
        </w:rPr>
      </w:pPr>
    </w:p>
    <w:p w:rsidR="00025C28" w:rsidRPr="00793EE4" w:rsidRDefault="00025C28" w:rsidP="00025C28">
      <w:pPr>
        <w:jc w:val="center"/>
        <w:rPr>
          <w:b/>
        </w:rPr>
      </w:pPr>
      <w:r w:rsidRPr="00793EE4">
        <w:rPr>
          <w:b/>
        </w:rPr>
        <w:t>[ARTICLE 4]</w:t>
      </w:r>
    </w:p>
    <w:p w:rsidR="00025C28" w:rsidRPr="00793EE4" w:rsidRDefault="00025C28" w:rsidP="00025C28">
      <w:pPr>
        <w:jc w:val="center"/>
        <w:rPr>
          <w:b/>
        </w:rPr>
      </w:pPr>
      <w:r w:rsidRPr="00793EE4">
        <w:rPr>
          <w:b/>
        </w:rPr>
        <w:t>[DISCLOSURE REQUIREMENT</w:t>
      </w:r>
    </w:p>
    <w:p w:rsidR="00025C28" w:rsidRPr="00793EE4" w:rsidRDefault="00025C28" w:rsidP="00025C28"/>
    <w:p w:rsidR="00025C28" w:rsidRPr="00793EE4" w:rsidRDefault="00025C28" w:rsidP="00025C28">
      <w:r w:rsidRPr="00793EE4">
        <w:t>4.1</w:t>
      </w:r>
      <w:r w:rsidRPr="00793EE4">
        <w:tab/>
        <w:t>Where the [subject matter] [claimed invention] within a [IP] [patent] application [includes utilization of] [is directly based on] genetic resources and/or [traditional knowledge associated with genetic resources] each [Member State]/[Party] [shall]/[should] require applicants to:</w:t>
      </w:r>
    </w:p>
    <w:p w:rsidR="00025C28" w:rsidRPr="00793EE4" w:rsidRDefault="00025C28" w:rsidP="00025C28">
      <w:pPr>
        <w:ind w:left="360"/>
      </w:pPr>
    </w:p>
    <w:p w:rsidR="00025C28" w:rsidRPr="00793EE4" w:rsidRDefault="00025C28" w:rsidP="00025C28">
      <w:pPr>
        <w:numPr>
          <w:ilvl w:val="0"/>
          <w:numId w:val="22"/>
        </w:numPr>
        <w:ind w:left="927"/>
        <w:rPr>
          <w:lang w:val="sv-SE"/>
        </w:rPr>
      </w:pPr>
      <w:r w:rsidRPr="00793EE4">
        <w:rPr>
          <w:lang w:val="sv-SE"/>
        </w:rPr>
        <w:t>Disclose the [providing country that is the country of origin] [country of origin [and]] [or [if unknown],] source of the genetic resources, and/or [traditional knowledge associated with genetic resources.]</w:t>
      </w:r>
    </w:p>
    <w:p w:rsidR="00025C28" w:rsidRPr="00793EE4" w:rsidRDefault="00025C28" w:rsidP="00025C28">
      <w:pPr>
        <w:ind w:left="567"/>
        <w:rPr>
          <w:lang w:val="sv-SE"/>
        </w:rPr>
      </w:pPr>
    </w:p>
    <w:p w:rsidR="00025C28" w:rsidRPr="00793EE4" w:rsidRDefault="00025C28" w:rsidP="00025C28">
      <w:pPr>
        <w:numPr>
          <w:ilvl w:val="0"/>
          <w:numId w:val="22"/>
        </w:numPr>
        <w:ind w:left="927"/>
        <w:rPr>
          <w:lang w:val="sv-SE"/>
        </w:rPr>
      </w:pPr>
      <w:r w:rsidRPr="00793EE4">
        <w:rPr>
          <w:lang w:val="sv-SE"/>
        </w:rPr>
        <w:t xml:space="preserve">[If the source and/or [providing country that is the country of origin] [country of origin] is not known, a declaration to that effect.] </w:t>
      </w:r>
    </w:p>
    <w:p w:rsidR="00025C28" w:rsidRPr="00793EE4" w:rsidRDefault="00025C28" w:rsidP="00025C28"/>
    <w:p w:rsidR="00025C28" w:rsidRPr="00793EE4" w:rsidRDefault="00025C28" w:rsidP="00025C28"/>
    <w:p w:rsidR="00025C28" w:rsidRPr="00793EE4" w:rsidRDefault="00025C28" w:rsidP="00025C28">
      <w:r w:rsidRPr="00793EE4">
        <w:t>4.2</w:t>
      </w:r>
      <w:r w:rsidRPr="00793EE4">
        <w:tab/>
        <w:t>In accordance with national law, a [Member State]/[Party] may require applicants to provide relevant information regarding compliance with ABS requirements, including PIC, [in particular from indigenous [people[s]] and local communities], where appropriate.]</w:t>
      </w:r>
    </w:p>
    <w:p w:rsidR="00025C28" w:rsidRDefault="00025C28" w:rsidP="00025C28"/>
    <w:p w:rsidR="00FD3FA0" w:rsidRDefault="00FD3FA0" w:rsidP="00025C28"/>
    <w:p w:rsidR="00FD3FA0" w:rsidRDefault="00FD3FA0" w:rsidP="00025C28"/>
    <w:p w:rsidR="00025C28" w:rsidRPr="00793EE4" w:rsidRDefault="00025C28" w:rsidP="00025C28">
      <w:r w:rsidRPr="00793EE4">
        <w:lastRenderedPageBreak/>
        <w:t>ALT</w:t>
      </w:r>
    </w:p>
    <w:p w:rsidR="00025C28" w:rsidRPr="00793EE4" w:rsidRDefault="00025C28" w:rsidP="00025C28"/>
    <w:p w:rsidR="00025C28" w:rsidRPr="00793EE4" w:rsidRDefault="00025C28" w:rsidP="00025C28">
      <w:r w:rsidRPr="00793EE4">
        <w:t>4.2</w:t>
      </w:r>
      <w:r w:rsidRPr="00793EE4">
        <w:tab/>
        <w:t>The disclosure requirement of Paragraph 1 shall not include a requirement to provide relevant information regarding compliance with ABS requirements, including PIC.</w:t>
      </w:r>
    </w:p>
    <w:p w:rsidR="00025C28" w:rsidRPr="00793EE4" w:rsidRDefault="00025C28" w:rsidP="00025C28"/>
    <w:p w:rsidR="00025C28" w:rsidRPr="00793EE4" w:rsidRDefault="00025C28" w:rsidP="00025C28">
      <w:r w:rsidRPr="00793EE4">
        <w:t>4.3</w:t>
      </w:r>
      <w:r w:rsidRPr="00793EE4">
        <w:tab/>
        <w:t xml:space="preserve">The disclosure requirement [shall/should/may] [does] not place an obligation on the [IP] [patent] offices to verify the contents of the disclosure. [But [IP] [patent] offices [shall]/[should] provide guidance to [IP] [patent] applicants on how to meet the disclosure requirement. </w:t>
      </w:r>
    </w:p>
    <w:p w:rsidR="00025C28" w:rsidRPr="00793EE4" w:rsidRDefault="00025C28" w:rsidP="00025C28"/>
    <w:p w:rsidR="00025C28" w:rsidRPr="00793EE4" w:rsidRDefault="00025C28" w:rsidP="00025C28">
      <w:r w:rsidRPr="00793EE4">
        <w:t>4.4</w:t>
      </w:r>
      <w:r w:rsidRPr="00793EE4">
        <w:tab/>
        <w:t>Each [Member State]/[Party] [shall]/[should] make the information disclosed publicly available[, except for information considered confidential.</w:t>
      </w:r>
      <w:r w:rsidRPr="00793EE4">
        <w:rPr>
          <w:vertAlign w:val="superscript"/>
        </w:rPr>
        <w:footnoteReference w:id="18"/>
      </w:r>
      <w:r w:rsidRPr="00793EE4">
        <w:t>]</w:t>
      </w:r>
    </w:p>
    <w:p w:rsidR="00025C28" w:rsidRPr="00793EE4" w:rsidRDefault="00025C28" w:rsidP="00025C28"/>
    <w:p w:rsidR="00025C28" w:rsidRPr="00793EE4" w:rsidRDefault="00025C28" w:rsidP="00025C28"/>
    <w:p w:rsidR="00025C28" w:rsidRPr="00793EE4" w:rsidRDefault="00025C28" w:rsidP="00025C28">
      <w:pPr>
        <w:jc w:val="center"/>
        <w:rPr>
          <w:b/>
        </w:rPr>
      </w:pPr>
      <w:r w:rsidRPr="00793EE4">
        <w:rPr>
          <w:b/>
        </w:rPr>
        <w:t>[ARTICLE 5]</w:t>
      </w:r>
    </w:p>
    <w:p w:rsidR="00025C28" w:rsidRPr="00793EE4" w:rsidRDefault="00025C28" w:rsidP="00025C28">
      <w:pPr>
        <w:jc w:val="center"/>
        <w:rPr>
          <w:b/>
        </w:rPr>
      </w:pPr>
      <w:r w:rsidRPr="00793EE4">
        <w:rPr>
          <w:b/>
        </w:rPr>
        <w:t>[EXCEPTIONS AND LIMITATIONS</w:t>
      </w:r>
    </w:p>
    <w:p w:rsidR="00025C28" w:rsidRPr="00793EE4" w:rsidRDefault="00025C28" w:rsidP="00025C28"/>
    <w:p w:rsidR="00025C28" w:rsidRPr="00793EE4" w:rsidRDefault="00025C28" w:rsidP="00025C28">
      <w:r w:rsidRPr="00793EE4">
        <w:t>[In complying with the obligation set forth in Article 4, members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5.1</w:t>
      </w:r>
      <w:r w:rsidRPr="00793EE4">
        <w:tab/>
        <w:t xml:space="preserve">A [IP] [patent] disclosure requirement related to genetic resources and [traditional knowledge associated with genetic resources] [shall]/[should] not apply to the following: </w:t>
      </w:r>
    </w:p>
    <w:p w:rsidR="00025C28" w:rsidRPr="00793EE4" w:rsidRDefault="00025C28" w:rsidP="00025C28">
      <w:pPr>
        <w:ind w:left="567"/>
      </w:pPr>
    </w:p>
    <w:p w:rsidR="00025C28" w:rsidRPr="00793EE4" w:rsidRDefault="00025C28" w:rsidP="00025C28">
      <w:pPr>
        <w:ind w:left="1134" w:hanging="567"/>
      </w:pPr>
      <w:r w:rsidRPr="00793EE4">
        <w:t>(a)</w:t>
      </w:r>
      <w:r w:rsidRPr="00793EE4">
        <w:tab/>
        <w:t>[All [human genetic resources] [genetic resources taken from humans] [including human pathogens];]</w:t>
      </w:r>
    </w:p>
    <w:p w:rsidR="00025C28" w:rsidRPr="00793EE4" w:rsidRDefault="00025C28" w:rsidP="00025C28">
      <w:pPr>
        <w:ind w:left="567"/>
      </w:pPr>
    </w:p>
    <w:p w:rsidR="00025C28" w:rsidRPr="00793EE4" w:rsidRDefault="00025C28" w:rsidP="00025C28">
      <w:pPr>
        <w:ind w:left="567"/>
      </w:pPr>
      <w:r w:rsidRPr="00793EE4">
        <w:t>(b)</w:t>
      </w:r>
      <w:r w:rsidRPr="00793EE4">
        <w:tab/>
        <w:t>[Derivatives];</w:t>
      </w:r>
    </w:p>
    <w:p w:rsidR="00025C28" w:rsidRPr="00793EE4" w:rsidRDefault="00025C28" w:rsidP="00025C28">
      <w:pPr>
        <w:ind w:left="567"/>
      </w:pPr>
    </w:p>
    <w:p w:rsidR="00025C28" w:rsidRPr="00793EE4" w:rsidRDefault="00025C28" w:rsidP="00025C28">
      <w:pPr>
        <w:ind w:left="567"/>
      </w:pPr>
      <w:r w:rsidRPr="00793EE4">
        <w:t>(c)</w:t>
      </w:r>
      <w:r w:rsidRPr="00793EE4">
        <w:tab/>
        <w:t>[Commodities];[/genetic resources when they are used as commodities];</w:t>
      </w:r>
    </w:p>
    <w:p w:rsidR="00025C28" w:rsidRPr="00793EE4" w:rsidRDefault="00025C28" w:rsidP="00025C28">
      <w:pPr>
        <w:ind w:left="567"/>
      </w:pPr>
    </w:p>
    <w:p w:rsidR="00025C28" w:rsidRPr="00793EE4" w:rsidRDefault="00025C28" w:rsidP="00025C28">
      <w:pPr>
        <w:ind w:left="567"/>
      </w:pPr>
      <w:r w:rsidRPr="00793EE4">
        <w:t>(d)</w:t>
      </w:r>
      <w:r w:rsidRPr="00793EE4">
        <w:tab/>
        <w:t>[Traditional knowledge in the public domain];</w:t>
      </w:r>
    </w:p>
    <w:p w:rsidR="00025C28" w:rsidRPr="00793EE4" w:rsidRDefault="00025C28" w:rsidP="00025C28">
      <w:pPr>
        <w:ind w:left="567"/>
      </w:pPr>
    </w:p>
    <w:p w:rsidR="00025C28" w:rsidRPr="00793EE4" w:rsidRDefault="00025C28" w:rsidP="00025C28">
      <w:pPr>
        <w:ind w:left="567"/>
      </w:pPr>
      <w:r w:rsidRPr="00793EE4">
        <w:t>(e)</w:t>
      </w:r>
      <w:r w:rsidRPr="00793EE4">
        <w:tab/>
        <w:t xml:space="preserve">[Genetic resources from areas beyond national jurisdictions [and economic zones]]; </w:t>
      </w:r>
    </w:p>
    <w:p w:rsidR="00025C28" w:rsidRPr="00793EE4" w:rsidRDefault="00025C28" w:rsidP="00025C28">
      <w:pPr>
        <w:ind w:left="567"/>
      </w:pPr>
    </w:p>
    <w:p w:rsidR="00025C28" w:rsidRPr="00793EE4" w:rsidRDefault="00025C28" w:rsidP="00025C28">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025C28" w:rsidRPr="00793EE4" w:rsidRDefault="00025C28" w:rsidP="00025C28">
      <w:pPr>
        <w:ind w:left="567"/>
      </w:pPr>
    </w:p>
    <w:p w:rsidR="00025C28" w:rsidRPr="00793EE4" w:rsidRDefault="00025C28" w:rsidP="00025C28">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p>
    <w:p w:rsidR="00025C28" w:rsidRPr="00793EE4" w:rsidRDefault="00025C28" w:rsidP="00025C28"/>
    <w:p w:rsidR="00025C28" w:rsidRPr="00793EE4" w:rsidRDefault="00025C28" w:rsidP="00025C28">
      <w:r w:rsidRPr="00793EE4">
        <w:t>5.2</w:t>
      </w:r>
      <w:r w:rsidRPr="00793EE4">
        <w:tab/>
        <w:t>[[Member States]/[Parties] [shall]/[should] not impose the disclosure requirement in this instrument on [IP] [patent] applications filed [or having a priority date] before entry into force of this instrument[, subject to national laws that existed prior to this instrument].]]]</w:t>
      </w:r>
    </w:p>
    <w:p w:rsidR="00025C28" w:rsidRPr="00793EE4" w:rsidRDefault="00025C28" w:rsidP="00025C28"/>
    <w:p w:rsidR="00025C28" w:rsidRDefault="00025C28" w:rsidP="00025C28">
      <w:pPr>
        <w:rPr>
          <w:b/>
        </w:rPr>
      </w:pPr>
      <w:r>
        <w:rPr>
          <w:b/>
        </w:rPr>
        <w:br w:type="page"/>
      </w:r>
    </w:p>
    <w:p w:rsidR="00025C28" w:rsidRPr="00793EE4" w:rsidRDefault="00025C28" w:rsidP="00025C28">
      <w:pPr>
        <w:jc w:val="center"/>
        <w:rPr>
          <w:b/>
        </w:rPr>
      </w:pPr>
      <w:r w:rsidRPr="00793EE4">
        <w:rPr>
          <w:b/>
        </w:rPr>
        <w:lastRenderedPageBreak/>
        <w:t>[ARTICLE 6]</w:t>
      </w:r>
    </w:p>
    <w:p w:rsidR="00025C28" w:rsidRPr="00793EE4" w:rsidRDefault="00025C28" w:rsidP="00025C28">
      <w:pPr>
        <w:jc w:val="center"/>
        <w:rPr>
          <w:b/>
        </w:rPr>
      </w:pPr>
      <w:r w:rsidRPr="00793EE4">
        <w:rPr>
          <w:b/>
        </w:rPr>
        <w:t>[SANCTIONS AND REMEDIES</w:t>
      </w:r>
    </w:p>
    <w:p w:rsidR="00025C28" w:rsidRPr="00793EE4" w:rsidRDefault="00025C28" w:rsidP="00025C28"/>
    <w:p w:rsidR="00025C28" w:rsidRPr="00793EE4" w:rsidRDefault="00025C28" w:rsidP="00025C28">
      <w:r w:rsidRPr="00793EE4">
        <w:t>6</w:t>
      </w:r>
      <w:r>
        <w:t>.1</w:t>
      </w:r>
      <w:r w:rsidRPr="00793EE4">
        <w:tab/>
        <w:t xml:space="preserve">[Each [Member State]/[Party] [shall]/[should] put in place appropriate, effective and proportionate legal and administrative measures to address non-compliance with the disclosure requirement of Article 4. </w:t>
      </w:r>
    </w:p>
    <w:p w:rsidR="00025C28" w:rsidRPr="00793EE4" w:rsidRDefault="00025C28" w:rsidP="00025C28"/>
    <w:p w:rsidR="00025C28" w:rsidRPr="00793EE4" w:rsidRDefault="00025C28" w:rsidP="00025C28">
      <w:r w:rsidRPr="00793EE4">
        <w:t>6.2</w:t>
      </w:r>
      <w:r w:rsidRPr="00793EE4">
        <w:tab/>
        <w:t>Such measures [should/shall/may] include pre and/or post grant measures.</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6.2</w:t>
      </w:r>
      <w:r w:rsidRPr="00793EE4">
        <w:tab/>
        <w:t>Subject to national legislation, such measures [shall/should] [may] [include, inter alia] consist of:</w:t>
      </w:r>
    </w:p>
    <w:p w:rsidR="00025C28" w:rsidRPr="00793EE4" w:rsidRDefault="00025C28" w:rsidP="00025C28">
      <w:pPr>
        <w:ind w:left="567"/>
      </w:pPr>
    </w:p>
    <w:p w:rsidR="00025C28" w:rsidRPr="00793EE4" w:rsidRDefault="00025C28" w:rsidP="00025C28">
      <w:pPr>
        <w:numPr>
          <w:ilvl w:val="0"/>
          <w:numId w:val="23"/>
        </w:numPr>
        <w:ind w:left="1137"/>
        <w:rPr>
          <w:lang w:val="sv-SE"/>
        </w:rPr>
      </w:pPr>
      <w:r w:rsidRPr="00793EE4">
        <w:rPr>
          <w:lang w:val="sv-SE"/>
        </w:rPr>
        <w:t xml:space="preserve">Pre-Grant. </w:t>
      </w:r>
    </w:p>
    <w:p w:rsidR="00025C28" w:rsidRPr="00793EE4" w:rsidRDefault="00025C28" w:rsidP="00025C28">
      <w:pPr>
        <w:numPr>
          <w:ilvl w:val="0"/>
          <w:numId w:val="25"/>
        </w:numPr>
        <w:ind w:left="1854"/>
        <w:rPr>
          <w:lang w:val="sv-SE"/>
        </w:rPr>
      </w:pPr>
      <w:r w:rsidRPr="00793EE4">
        <w:rPr>
          <w:lang w:val="sv-SE"/>
        </w:rPr>
        <w:t>Suspending further processing of [IP] [patent] applications until the disclosure requirements are met.</w:t>
      </w:r>
    </w:p>
    <w:p w:rsidR="00025C28" w:rsidRPr="00793EE4" w:rsidRDefault="00025C28" w:rsidP="00025C28">
      <w:pPr>
        <w:numPr>
          <w:ilvl w:val="0"/>
          <w:numId w:val="25"/>
        </w:numPr>
        <w:ind w:left="1854"/>
        <w:rPr>
          <w:lang w:val="sv-SE"/>
        </w:rPr>
      </w:pPr>
      <w:r w:rsidRPr="00793EE4">
        <w:rPr>
          <w:lang w:val="sv-SE"/>
        </w:rPr>
        <w:t>A [IP] [patent] office considering the application withdrawn [in accordance with national law].</w:t>
      </w:r>
    </w:p>
    <w:p w:rsidR="00025C28" w:rsidRPr="00793EE4" w:rsidRDefault="00025C28" w:rsidP="00025C28">
      <w:pPr>
        <w:numPr>
          <w:ilvl w:val="0"/>
          <w:numId w:val="25"/>
        </w:numPr>
        <w:ind w:left="1854"/>
        <w:rPr>
          <w:lang w:val="sv-SE"/>
        </w:rPr>
      </w:pPr>
      <w:r w:rsidRPr="00793EE4">
        <w:rPr>
          <w:lang w:val="sv-SE"/>
        </w:rPr>
        <w:t>Preventing or refusing to grant an [IP right] [patent].</w:t>
      </w:r>
    </w:p>
    <w:p w:rsidR="00025C28" w:rsidRPr="00793EE4" w:rsidRDefault="00025C28" w:rsidP="00025C28">
      <w:pPr>
        <w:numPr>
          <w:ilvl w:val="0"/>
          <w:numId w:val="25"/>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025C28" w:rsidRPr="00793EE4" w:rsidRDefault="00025C28" w:rsidP="00025C28">
      <w:pPr>
        <w:ind w:left="567"/>
        <w:rPr>
          <w:lang w:val="sv-SE"/>
        </w:rPr>
      </w:pPr>
      <w:r w:rsidRPr="00793EE4">
        <w:rPr>
          <w:lang w:val="sv-SE"/>
        </w:rPr>
        <w:t xml:space="preserve"> </w:t>
      </w:r>
    </w:p>
    <w:p w:rsidR="00025C28" w:rsidRPr="00793EE4" w:rsidRDefault="00025C28" w:rsidP="00025C28">
      <w:pPr>
        <w:numPr>
          <w:ilvl w:val="0"/>
          <w:numId w:val="23"/>
        </w:numPr>
        <w:ind w:left="1137"/>
        <w:rPr>
          <w:lang w:val="sv-SE"/>
        </w:rPr>
      </w:pPr>
      <w:r w:rsidRPr="00793EE4">
        <w:rPr>
          <w:lang w:val="sv-SE"/>
        </w:rPr>
        <w:t xml:space="preserve">[Post-Grant. </w:t>
      </w:r>
    </w:p>
    <w:p w:rsidR="00025C28" w:rsidRPr="00793EE4" w:rsidRDefault="00025C28" w:rsidP="00025C28">
      <w:pPr>
        <w:numPr>
          <w:ilvl w:val="0"/>
          <w:numId w:val="24"/>
        </w:numPr>
        <w:ind w:left="1857"/>
        <w:rPr>
          <w:lang w:val="sv-SE"/>
        </w:rPr>
      </w:pPr>
      <w:r w:rsidRPr="00793EE4">
        <w:rPr>
          <w:lang w:val="sv-SE"/>
        </w:rPr>
        <w:t xml:space="preserve">Publication of judicial rulings regarding failure to disclose. </w:t>
      </w:r>
    </w:p>
    <w:p w:rsidR="00025C28" w:rsidRPr="00793EE4" w:rsidRDefault="00025C28" w:rsidP="00025C28">
      <w:pPr>
        <w:numPr>
          <w:ilvl w:val="0"/>
          <w:numId w:val="24"/>
        </w:numPr>
        <w:ind w:left="1857"/>
        <w:rPr>
          <w:lang w:val="sv-SE"/>
        </w:rPr>
      </w:pPr>
      <w:r w:rsidRPr="00793EE4">
        <w:rPr>
          <w:lang w:val="sv-SE"/>
        </w:rPr>
        <w:t>[Fines or adequate compensation for damages, including payment of royalties.]</w:t>
      </w:r>
    </w:p>
    <w:p w:rsidR="00025C28" w:rsidRPr="00793EE4" w:rsidRDefault="00025C28" w:rsidP="00025C28">
      <w:pPr>
        <w:numPr>
          <w:ilvl w:val="0"/>
          <w:numId w:val="24"/>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p>
    <w:p w:rsidR="00025C28" w:rsidRPr="00793EE4" w:rsidRDefault="00025C28" w:rsidP="00025C28"/>
    <w:p w:rsidR="00025C28" w:rsidRPr="00793EE4" w:rsidRDefault="00025C28" w:rsidP="00025C28">
      <w:r w:rsidRPr="00793EE4">
        <w:t>6.3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025C28" w:rsidRPr="00793EE4" w:rsidRDefault="00025C28" w:rsidP="00025C28"/>
    <w:p w:rsidR="00025C28" w:rsidRPr="00793EE4" w:rsidRDefault="00025C28" w:rsidP="00025C28">
      <w:r w:rsidRPr="00793EE4">
        <w:t>ALT</w:t>
      </w:r>
    </w:p>
    <w:p w:rsidR="00025C28" w:rsidRPr="00793EE4" w:rsidRDefault="00025C28" w:rsidP="00025C28"/>
    <w:p w:rsidR="00025C28" w:rsidRPr="00793EE4" w:rsidRDefault="00025C28" w:rsidP="00025C28">
      <w:r w:rsidRPr="00793EE4">
        <w:t>6.3</w:t>
      </w:r>
      <w:r w:rsidRPr="00793EE4">
        <w:tab/>
        <w:t>Failure to fulfill the disclosure requirement [shall]/[should] not affect the validity or enforceability of granted [IP] [patent] rights.</w:t>
      </w:r>
    </w:p>
    <w:p w:rsidR="00025C28" w:rsidRPr="00793EE4" w:rsidRDefault="00025C28" w:rsidP="00025C28"/>
    <w:p w:rsidR="00025C28" w:rsidRPr="00793EE4" w:rsidRDefault="00025C28" w:rsidP="00025C28">
      <w:r w:rsidRPr="00793EE4">
        <w:t>6.4</w:t>
      </w:r>
      <w:r w:rsidRPr="00793EE4">
        <w:tab/>
        <w:t>[Member States]/[Parties] [shall]/[should] put in place adequate dispute resolution mechanisms.]</w:t>
      </w:r>
    </w:p>
    <w:p w:rsidR="00025C28" w:rsidRDefault="00025C28" w:rsidP="00025C28"/>
    <w:p w:rsidR="00025C28" w:rsidRDefault="00025C28" w:rsidP="00025C28">
      <w:r>
        <w:br w:type="page"/>
      </w:r>
    </w:p>
    <w:p w:rsidR="00025C28" w:rsidRPr="00EC01FC" w:rsidRDefault="00025C28" w:rsidP="00025C28">
      <w:pPr>
        <w:jc w:val="center"/>
        <w:rPr>
          <w:b/>
        </w:rPr>
      </w:pPr>
      <w:r w:rsidRPr="00EC01FC">
        <w:rPr>
          <w:b/>
        </w:rPr>
        <w:lastRenderedPageBreak/>
        <w:t>[II. ALTERNATIVES TO ARTICLES 2-6</w:t>
      </w:r>
    </w:p>
    <w:p w:rsidR="00025C28" w:rsidRPr="00EC01FC" w:rsidRDefault="00025C28" w:rsidP="00025C28">
      <w:pPr>
        <w:jc w:val="center"/>
        <w:rPr>
          <w:b/>
        </w:rPr>
      </w:pPr>
      <w:r w:rsidRPr="00EC01FC">
        <w:rPr>
          <w:b/>
        </w:rPr>
        <w:t>NO NEW DISCLOSURE REQUIREMENT]</w:t>
      </w:r>
    </w:p>
    <w:p w:rsidR="00025C28" w:rsidRPr="00EC01FC" w:rsidRDefault="00025C28" w:rsidP="00025C28">
      <w:pPr>
        <w:jc w:val="center"/>
        <w:rPr>
          <w:b/>
        </w:rPr>
      </w:pPr>
    </w:p>
    <w:p w:rsidR="00025C28" w:rsidRPr="00EC01FC" w:rsidRDefault="00025C28" w:rsidP="00025C28">
      <w:pPr>
        <w:jc w:val="center"/>
        <w:rPr>
          <w:b/>
        </w:rPr>
      </w:pPr>
      <w:r w:rsidRPr="00EC01FC">
        <w:rPr>
          <w:b/>
        </w:rPr>
        <w:t>ALT</w:t>
      </w:r>
    </w:p>
    <w:p w:rsidR="00025C28" w:rsidRPr="00EC01FC" w:rsidRDefault="00025C28" w:rsidP="00025C28">
      <w:pPr>
        <w:jc w:val="center"/>
        <w:rPr>
          <w:b/>
        </w:rPr>
      </w:pPr>
      <w:r w:rsidRPr="00EC01FC">
        <w:rPr>
          <w:b/>
        </w:rPr>
        <w:t>[ARTICLE 2]</w:t>
      </w:r>
    </w:p>
    <w:p w:rsidR="00025C28" w:rsidRPr="00EC01FC" w:rsidRDefault="00025C28" w:rsidP="00025C28">
      <w:pPr>
        <w:jc w:val="center"/>
        <w:rPr>
          <w:b/>
        </w:rPr>
      </w:pPr>
      <w:r w:rsidRPr="00EC01FC">
        <w:rPr>
          <w:b/>
        </w:rPr>
        <w:t>[OBJECTIVE</w:t>
      </w:r>
    </w:p>
    <w:p w:rsidR="00025C28" w:rsidRPr="00EC01FC" w:rsidRDefault="00025C28" w:rsidP="00025C28">
      <w:pPr>
        <w:rPr>
          <w:b/>
        </w:rPr>
      </w:pPr>
    </w:p>
    <w:p w:rsidR="00025C28" w:rsidRPr="00EC01FC" w:rsidRDefault="00025C28" w:rsidP="00025C28">
      <w:r w:rsidRPr="00EC01FC">
        <w:t>The objective of this instrument is to prevent the grant of patent rights on inventions that are not novel, non-obvious, and industrially applicable.</w:t>
      </w:r>
    </w:p>
    <w:p w:rsidR="00025C28" w:rsidRPr="00EC01FC" w:rsidRDefault="00025C28" w:rsidP="00025C28"/>
    <w:p w:rsidR="00025C28" w:rsidRPr="00EC01FC" w:rsidRDefault="00025C28" w:rsidP="00025C28">
      <w:r w:rsidRPr="00EC01FC">
        <w:t>ALT</w:t>
      </w:r>
    </w:p>
    <w:p w:rsidR="00025C28" w:rsidRPr="00EC01FC" w:rsidRDefault="00025C28" w:rsidP="00025C28"/>
    <w:p w:rsidR="00025C28" w:rsidRPr="00EC01FC" w:rsidRDefault="00025C28" w:rsidP="00025C28">
      <w:r w:rsidRPr="00EC01FC">
        <w:t xml:space="preserve">The objectives of this instrument are to: </w:t>
      </w:r>
    </w:p>
    <w:p w:rsidR="00025C28" w:rsidRPr="00EC01FC" w:rsidRDefault="00025C28" w:rsidP="00025C28">
      <w:pPr>
        <w:ind w:left="567"/>
      </w:pPr>
    </w:p>
    <w:p w:rsidR="00025C28" w:rsidRPr="00EC01FC" w:rsidRDefault="00025C28" w:rsidP="00025C28">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025C28" w:rsidRPr="00EC01FC" w:rsidRDefault="00025C28" w:rsidP="00025C28">
      <w:pPr>
        <w:ind w:left="567"/>
      </w:pPr>
    </w:p>
    <w:p w:rsidR="00025C28" w:rsidRPr="00EC01FC" w:rsidRDefault="00025C28" w:rsidP="00025C28">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025C28" w:rsidRPr="00EC01FC" w:rsidRDefault="00025C28" w:rsidP="00025C28">
      <w:pPr>
        <w:ind w:left="567"/>
        <w:rPr>
          <w:lang w:val="sv-SE"/>
        </w:rPr>
      </w:pPr>
    </w:p>
    <w:p w:rsidR="00025C28" w:rsidRPr="00EC01FC" w:rsidRDefault="00025C28" w:rsidP="00025C28">
      <w:pPr>
        <w:ind w:left="1134" w:hanging="567"/>
      </w:pPr>
      <w:r w:rsidRPr="00EC01FC">
        <w:rPr>
          <w:lang w:val="sv-SE"/>
        </w:rPr>
        <w:t>(c)</w:t>
      </w:r>
      <w:r w:rsidRPr="00EC01FC">
        <w:rPr>
          <w:lang w:val="sv-SE"/>
        </w:rPr>
        <w:tab/>
      </w:r>
      <w:r w:rsidRPr="00EC01FC">
        <w:t>preserve a rich and accessible public domain in order to foster creativity and innovation.]</w:t>
      </w:r>
    </w:p>
    <w:p w:rsidR="00025C28" w:rsidRPr="00EC01FC" w:rsidRDefault="00025C28" w:rsidP="00025C28">
      <w:pPr>
        <w:rPr>
          <w:b/>
          <w:lang w:val="sv-SE"/>
        </w:rPr>
      </w:pPr>
    </w:p>
    <w:p w:rsidR="00025C28" w:rsidRPr="00EC01FC" w:rsidRDefault="00025C28" w:rsidP="00025C28">
      <w:pPr>
        <w:rPr>
          <w:b/>
          <w:lang w:val="sv-SE"/>
        </w:rPr>
      </w:pPr>
    </w:p>
    <w:p w:rsidR="00025C28" w:rsidRPr="00EC01FC" w:rsidRDefault="00025C28" w:rsidP="00025C28">
      <w:pPr>
        <w:jc w:val="center"/>
        <w:rPr>
          <w:b/>
          <w:lang w:val="sv-SE"/>
        </w:rPr>
      </w:pPr>
      <w:r w:rsidRPr="00EC01FC">
        <w:rPr>
          <w:b/>
          <w:lang w:val="sv-SE"/>
        </w:rPr>
        <w:t>ALT</w:t>
      </w:r>
    </w:p>
    <w:p w:rsidR="00025C28" w:rsidRPr="00EC01FC" w:rsidRDefault="00025C28" w:rsidP="00025C28">
      <w:pPr>
        <w:jc w:val="center"/>
        <w:rPr>
          <w:b/>
          <w:lang w:val="sv-SE"/>
        </w:rPr>
      </w:pPr>
      <w:r w:rsidRPr="00EC01FC">
        <w:rPr>
          <w:b/>
          <w:lang w:val="sv-SE"/>
        </w:rPr>
        <w:t>[ARTICLE 3]</w:t>
      </w:r>
    </w:p>
    <w:p w:rsidR="00025C28" w:rsidRPr="00EC01FC" w:rsidRDefault="00025C28" w:rsidP="00025C28">
      <w:pPr>
        <w:jc w:val="center"/>
        <w:rPr>
          <w:b/>
          <w:lang w:val="sv-SE"/>
        </w:rPr>
      </w:pPr>
      <w:r w:rsidRPr="00EC01FC">
        <w:rPr>
          <w:b/>
          <w:lang w:val="sv-SE"/>
        </w:rPr>
        <w:t>[SUBJECT MATTER OF INSTRUMENT</w:t>
      </w:r>
    </w:p>
    <w:p w:rsidR="00025C28" w:rsidRPr="00EC01FC" w:rsidRDefault="00025C28" w:rsidP="00025C28"/>
    <w:p w:rsidR="00025C28" w:rsidRPr="00EC01FC" w:rsidRDefault="00025C28" w:rsidP="00025C28">
      <w:r w:rsidRPr="00EC01FC">
        <w:t>This instrument [shall]/[should] apply to patent applications for inventions directly based on genetic resources and traditional knowledge associated with genetic resources.]</w:t>
      </w:r>
    </w:p>
    <w:p w:rsidR="00025C28" w:rsidRPr="00EC01FC" w:rsidRDefault="00025C28" w:rsidP="00025C28">
      <w:pPr>
        <w:rPr>
          <w:b/>
          <w:lang w:val="sv-SE"/>
        </w:rPr>
      </w:pPr>
    </w:p>
    <w:p w:rsidR="00025C28" w:rsidRPr="00EC01FC" w:rsidRDefault="00025C28" w:rsidP="00025C28">
      <w:pPr>
        <w:rPr>
          <w:b/>
          <w:lang w:val="sv-SE"/>
        </w:rPr>
      </w:pPr>
    </w:p>
    <w:p w:rsidR="00025C28" w:rsidRPr="00EC01FC" w:rsidRDefault="00025C28" w:rsidP="00025C28">
      <w:pPr>
        <w:jc w:val="center"/>
        <w:rPr>
          <w:b/>
        </w:rPr>
      </w:pPr>
      <w:r w:rsidRPr="00EC01FC">
        <w:rPr>
          <w:b/>
        </w:rPr>
        <w:t>ALT</w:t>
      </w:r>
    </w:p>
    <w:p w:rsidR="00025C28" w:rsidRPr="00EC01FC" w:rsidRDefault="00025C28" w:rsidP="00025C28">
      <w:pPr>
        <w:jc w:val="center"/>
        <w:rPr>
          <w:b/>
        </w:rPr>
      </w:pPr>
      <w:r w:rsidRPr="00EC01FC">
        <w:rPr>
          <w:b/>
        </w:rPr>
        <w:t>[ARTICLE 4]</w:t>
      </w:r>
    </w:p>
    <w:p w:rsidR="00025C28" w:rsidRPr="00EC01FC" w:rsidRDefault="00025C28" w:rsidP="00025C28">
      <w:pPr>
        <w:jc w:val="center"/>
        <w:rPr>
          <w:b/>
        </w:rPr>
      </w:pPr>
      <w:r w:rsidRPr="00EC01FC">
        <w:rPr>
          <w:b/>
        </w:rPr>
        <w:t>[DISCLOSURE</w:t>
      </w:r>
    </w:p>
    <w:p w:rsidR="00025C28" w:rsidRPr="00EC01FC" w:rsidRDefault="00025C28" w:rsidP="00025C28"/>
    <w:p w:rsidR="00025C28" w:rsidRPr="00EC01FC" w:rsidRDefault="00025C28" w:rsidP="00025C28">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025C28" w:rsidRPr="00EC01FC" w:rsidRDefault="00025C28" w:rsidP="00025C28"/>
    <w:p w:rsidR="00025C28" w:rsidRPr="00EC01FC" w:rsidRDefault="00025C28" w:rsidP="00025C28">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025C28" w:rsidRPr="00EC01FC" w:rsidRDefault="00025C28" w:rsidP="00025C28">
      <w:pPr>
        <w:ind w:left="567"/>
      </w:pPr>
    </w:p>
    <w:p w:rsidR="00025C28" w:rsidRPr="00EC01FC" w:rsidRDefault="00025C28" w:rsidP="00025C28">
      <w:pPr>
        <w:ind w:left="567"/>
      </w:pPr>
      <w:r w:rsidRPr="00EC01FC">
        <w:lastRenderedPageBreak/>
        <w:t>(a)</w:t>
      </w:r>
      <w:r w:rsidRPr="00EC01FC">
        <w:tab/>
        <w:t xml:space="preserve">include within a specification of any patent application and any patent issuing thereon a statement specifying that the invention was made using the genetic resource and other relevant information, and </w:t>
      </w:r>
    </w:p>
    <w:p w:rsidR="00025C28" w:rsidRPr="00EC01FC" w:rsidRDefault="00025C28" w:rsidP="00025C28">
      <w:pPr>
        <w:ind w:left="567"/>
      </w:pPr>
    </w:p>
    <w:p w:rsidR="00025C28" w:rsidRPr="00EC01FC" w:rsidRDefault="00025C28" w:rsidP="00025C28">
      <w:pPr>
        <w:ind w:left="567"/>
      </w:pPr>
      <w:r w:rsidRPr="00EC01FC">
        <w:t>[(b)</w:t>
      </w:r>
      <w:r w:rsidRPr="00EC01FC">
        <w:tab/>
        <w:t>obtain consent for uses not encompassed within the permit agreement or license.]]</w:t>
      </w:r>
    </w:p>
    <w:p w:rsidR="00025C28" w:rsidRPr="00EC01FC" w:rsidRDefault="00025C28" w:rsidP="00025C28"/>
    <w:p w:rsidR="00025C28" w:rsidRPr="00EC01FC" w:rsidRDefault="00025C28" w:rsidP="00025C28">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rsidR="00025C28" w:rsidRPr="00EC01FC" w:rsidRDefault="00025C28" w:rsidP="00025C28"/>
    <w:p w:rsidR="00025C28" w:rsidRPr="00EC01FC" w:rsidRDefault="00025C28" w:rsidP="00025C28">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025C28" w:rsidRPr="00EC01FC" w:rsidRDefault="00025C28" w:rsidP="00025C28"/>
    <w:p w:rsidR="00025C28" w:rsidRPr="00EC01FC" w:rsidRDefault="00025C28" w:rsidP="00025C28">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025C28" w:rsidRPr="00EC01FC" w:rsidRDefault="00025C28" w:rsidP="00025C28"/>
    <w:p w:rsidR="00025C28" w:rsidRPr="00EC01FC" w:rsidRDefault="00025C28" w:rsidP="00025C28">
      <w:r w:rsidRPr="00EC01FC">
        <w:t>4.6</w:t>
      </w:r>
      <w:r w:rsidRPr="00EC01FC">
        <w:tab/>
        <w:t>Failure to examine a patent application in a timely manner shall result in an adjustment of the term of the granted patent to compensate the patentee for administrative delays.]</w:t>
      </w:r>
    </w:p>
    <w:p w:rsidR="00025C28" w:rsidRDefault="00025C28" w:rsidP="00025C28"/>
    <w:p w:rsidR="00025C28" w:rsidRDefault="00025C28" w:rsidP="00025C28">
      <w:r>
        <w:br w:type="page"/>
      </w:r>
    </w:p>
    <w:p w:rsidR="00025C28" w:rsidRPr="00B83188" w:rsidRDefault="00025C28" w:rsidP="00025C28">
      <w:pPr>
        <w:jc w:val="center"/>
        <w:rPr>
          <w:b/>
        </w:rPr>
      </w:pPr>
      <w:r w:rsidRPr="00B83188">
        <w:rPr>
          <w:b/>
        </w:rPr>
        <w:lastRenderedPageBreak/>
        <w:t>[III.  [DEFENSIVE]/[COMPLEMENTARY] MEASURES]</w:t>
      </w:r>
    </w:p>
    <w:p w:rsidR="00025C28" w:rsidRPr="00B83188" w:rsidRDefault="00025C28" w:rsidP="00025C28">
      <w:pPr>
        <w:jc w:val="center"/>
      </w:pPr>
    </w:p>
    <w:p w:rsidR="00025C28" w:rsidRPr="00B83188" w:rsidRDefault="00025C28" w:rsidP="00025C28">
      <w:pPr>
        <w:jc w:val="center"/>
        <w:rPr>
          <w:b/>
          <w:lang w:val="en-CA"/>
        </w:rPr>
      </w:pPr>
      <w:r w:rsidRPr="00B83188">
        <w:rPr>
          <w:b/>
          <w:lang w:val="en-CA"/>
        </w:rPr>
        <w:t>[ARTICLE 7]</w:t>
      </w:r>
    </w:p>
    <w:p w:rsidR="00025C28" w:rsidRPr="00B83188" w:rsidRDefault="00025C28" w:rsidP="00025C28">
      <w:pPr>
        <w:jc w:val="center"/>
        <w:rPr>
          <w:b/>
          <w:lang w:val="en-CA"/>
        </w:rPr>
      </w:pPr>
      <w:r w:rsidRPr="00B83188">
        <w:rPr>
          <w:b/>
          <w:lang w:val="en-CA"/>
        </w:rPr>
        <w:t>[DUE DILIGENCE</w:t>
      </w:r>
    </w:p>
    <w:p w:rsidR="00025C28" w:rsidRPr="00B83188" w:rsidRDefault="00025C28" w:rsidP="00025C28">
      <w:pPr>
        <w:rPr>
          <w:lang w:val="en-CA"/>
        </w:rPr>
      </w:pPr>
    </w:p>
    <w:p w:rsidR="00025C28" w:rsidRPr="00B83188" w:rsidRDefault="00025C28" w:rsidP="00025C28">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[access and benefit sharing] legislation or regulatory requirements. </w:t>
      </w:r>
    </w:p>
    <w:p w:rsidR="00025C28" w:rsidRPr="00B83188" w:rsidRDefault="00025C28" w:rsidP="00025C28">
      <w:pPr>
        <w:ind w:left="360"/>
        <w:rPr>
          <w:lang w:val="en-CA"/>
        </w:rPr>
      </w:pPr>
    </w:p>
    <w:p w:rsidR="00025C28" w:rsidRPr="00B83188" w:rsidRDefault="00025C28" w:rsidP="00025C28">
      <w:pPr>
        <w:numPr>
          <w:ilvl w:val="0"/>
          <w:numId w:val="27"/>
        </w:numPr>
        <w:ind w:left="927"/>
        <w:rPr>
          <w:lang w:val="en-CA"/>
        </w:rPr>
      </w:pPr>
      <w:r w:rsidRPr="00B83188">
        <w:rPr>
          <w:lang w:val="en-CA"/>
        </w:rPr>
        <w:t xml:space="preserve">A database </w:t>
      </w:r>
      <w:r w:rsidRPr="00B83188">
        <w:rPr>
          <w:lang w:val="sv-SE"/>
        </w:rPr>
        <w:t>[shall]/[should]</w:t>
      </w:r>
      <w:r w:rsidRPr="00B83188">
        <w:rPr>
          <w:lang w:val="en-CA"/>
        </w:rPr>
        <w:t xml:space="preserve"> be used as a mechanism to allow monitoring of compliance with these due diligence requirements in accordance with national law. However, [member states]/[parties] </w:t>
      </w:r>
      <w:r w:rsidRPr="00B83188">
        <w:t xml:space="preserve">[shall]/[should] </w:t>
      </w:r>
      <w:r w:rsidRPr="00B83188">
        <w:rPr>
          <w:lang w:val="en-CA"/>
        </w:rPr>
        <w:t>not be obliged to establish such databases.</w:t>
      </w:r>
    </w:p>
    <w:p w:rsidR="00025C28" w:rsidRPr="00B83188" w:rsidRDefault="00025C28" w:rsidP="00025C28">
      <w:pPr>
        <w:ind w:left="207"/>
        <w:rPr>
          <w:lang w:val="en-CA"/>
        </w:rPr>
      </w:pPr>
    </w:p>
    <w:p w:rsidR="00025C28" w:rsidRPr="00B83188" w:rsidRDefault="00025C28" w:rsidP="00025C28">
      <w:pPr>
        <w:numPr>
          <w:ilvl w:val="0"/>
          <w:numId w:val="27"/>
        </w:numPr>
        <w:ind w:left="927"/>
        <w:rPr>
          <w:lang w:val="en-CA"/>
        </w:rPr>
      </w:pPr>
      <w:r w:rsidRPr="00B83188">
        <w:rPr>
          <w:lang w:val="en-CA"/>
        </w:rPr>
        <w:t xml:space="preserve">Such databases </w:t>
      </w:r>
      <w:r w:rsidRPr="00B83188">
        <w:t xml:space="preserve">[shall]/[should] </w:t>
      </w:r>
      <w:r w:rsidRPr="00B83188">
        <w:rPr>
          <w:lang w:val="en-CA"/>
        </w:rPr>
        <w:t>be accessible to potential patent licensees [and potential investors] to confirm lawful chain of title of [protected] genetic resources upon which a patent is based.]]</w:t>
      </w:r>
    </w:p>
    <w:p w:rsidR="00025C28" w:rsidRPr="00B83188" w:rsidRDefault="00025C28" w:rsidP="00025C28">
      <w:pPr>
        <w:ind w:left="-153"/>
      </w:pPr>
    </w:p>
    <w:p w:rsidR="00025C28" w:rsidRPr="00B83188" w:rsidRDefault="00025C28" w:rsidP="00025C28">
      <w:pPr>
        <w:rPr>
          <w:b/>
          <w:lang w:val="en-CA"/>
        </w:rPr>
      </w:pPr>
    </w:p>
    <w:p w:rsidR="00025C28" w:rsidRPr="00B83188" w:rsidRDefault="00025C28" w:rsidP="00444220">
      <w:pPr>
        <w:jc w:val="center"/>
        <w:rPr>
          <w:b/>
          <w:lang w:val="en-CA"/>
        </w:rPr>
      </w:pPr>
      <w:r w:rsidRPr="00B83188">
        <w:rPr>
          <w:b/>
          <w:lang w:val="en-CA"/>
        </w:rPr>
        <w:t>[ARTICLE 8]</w:t>
      </w:r>
    </w:p>
    <w:p w:rsidR="00025C28" w:rsidRPr="00B83188" w:rsidRDefault="00025C28" w:rsidP="00444220">
      <w:pPr>
        <w:jc w:val="center"/>
        <w:rPr>
          <w:b/>
          <w:lang w:val="en-CA"/>
        </w:rPr>
      </w:pPr>
      <w:r w:rsidRPr="00B83188">
        <w:rPr>
          <w:b/>
          <w:lang w:val="en-CA"/>
        </w:rPr>
        <w:t>[[PREVENTION OF THE [ERRONEOUS]</w:t>
      </w:r>
      <w:r w:rsidRPr="00B83188">
        <w:rPr>
          <w:b/>
          <w:vertAlign w:val="superscript"/>
          <w:lang w:val="en-CA"/>
        </w:rPr>
        <w:footnoteReference w:id="19"/>
      </w:r>
      <w:r w:rsidRPr="00B83188">
        <w:rPr>
          <w:b/>
          <w:lang w:val="en-CA"/>
        </w:rPr>
        <w:t xml:space="preserve"> GRANT OF PATENTS AND VOLUNTARY CODES OF CONDUCT</w:t>
      </w:r>
    </w:p>
    <w:p w:rsidR="00025C28" w:rsidRPr="00B83188" w:rsidRDefault="00025C28" w:rsidP="00025C28">
      <w:pPr>
        <w:rPr>
          <w:i/>
          <w:lang w:val="en-CA"/>
        </w:rPr>
      </w:pPr>
    </w:p>
    <w:p w:rsidR="00025C28" w:rsidRPr="00B83188" w:rsidRDefault="00025C28" w:rsidP="00025C28">
      <w:pPr>
        <w:rPr>
          <w:lang w:val="en-CA"/>
        </w:rPr>
      </w:pPr>
      <w:r w:rsidRPr="00B83188">
        <w:rPr>
          <w:lang w:val="en-CA"/>
        </w:rPr>
        <w:t>8.1</w:t>
      </w:r>
      <w:r w:rsidRPr="00B83188">
        <w:rPr>
          <w:i/>
          <w:lang w:val="en-CA"/>
        </w:rPr>
        <w:tab/>
      </w:r>
      <w:r w:rsidRPr="00B83188">
        <w:rPr>
          <w:lang w:val="en-CA"/>
        </w:rPr>
        <w:t xml:space="preserve">[Member States]/[Parties] </w:t>
      </w:r>
      <w:r w:rsidRPr="00B83188">
        <w:t>[shall]/[should]</w:t>
      </w:r>
      <w:r w:rsidRPr="00B83188">
        <w:rPr>
          <w:lang w:val="en-CA"/>
        </w:rPr>
        <w:t xml:space="preserve">: </w:t>
      </w:r>
    </w:p>
    <w:p w:rsidR="00025C28" w:rsidRPr="00B83188" w:rsidRDefault="00025C28" w:rsidP="00025C28">
      <w:pPr>
        <w:ind w:left="360"/>
        <w:rPr>
          <w:lang w:val="en-CA"/>
        </w:rPr>
      </w:pPr>
    </w:p>
    <w:p w:rsidR="00025C28" w:rsidRPr="00B83188" w:rsidRDefault="00025C28" w:rsidP="00025C28">
      <w:pPr>
        <w:numPr>
          <w:ilvl w:val="0"/>
          <w:numId w:val="26"/>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025C28" w:rsidRPr="00B83188" w:rsidRDefault="00025C28" w:rsidP="00025C28">
      <w:pPr>
        <w:ind w:left="1701"/>
        <w:rPr>
          <w:lang w:val="en-CA"/>
        </w:rPr>
      </w:pPr>
      <w:r w:rsidRPr="00B83188">
        <w:rPr>
          <w:lang w:val="en-CA"/>
        </w:rPr>
        <w:t xml:space="preserve">(i)  anticipate a claimed invention (no novelty);  or </w:t>
      </w:r>
    </w:p>
    <w:p w:rsidR="00025C28" w:rsidRPr="00B83188" w:rsidRDefault="00025C28" w:rsidP="00025C28">
      <w:pPr>
        <w:ind w:left="1701"/>
        <w:rPr>
          <w:lang w:val="en-CA"/>
        </w:rPr>
      </w:pPr>
      <w:r w:rsidRPr="00B83188">
        <w:rPr>
          <w:lang w:val="en-CA"/>
        </w:rPr>
        <w:t xml:space="preserve">(ii)  obviate a claimed invention (obvious or no inventive step). </w:t>
      </w:r>
    </w:p>
    <w:p w:rsidR="00025C28" w:rsidRPr="00B83188" w:rsidRDefault="00025C28" w:rsidP="00025C28">
      <w:pPr>
        <w:ind w:left="360"/>
        <w:rPr>
          <w:lang w:val="en-CA"/>
        </w:rPr>
      </w:pPr>
    </w:p>
    <w:p w:rsidR="00025C28" w:rsidRPr="00B83188" w:rsidRDefault="00025C28" w:rsidP="00025C28">
      <w:pPr>
        <w:numPr>
          <w:ilvl w:val="0"/>
          <w:numId w:val="26"/>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025C28" w:rsidRPr="00B83188" w:rsidRDefault="00025C28" w:rsidP="00025C28">
      <w:pPr>
        <w:ind w:left="900"/>
        <w:rPr>
          <w:lang w:val="sv-SE"/>
        </w:rPr>
      </w:pPr>
    </w:p>
    <w:p w:rsidR="00025C28" w:rsidRPr="00B83188" w:rsidRDefault="00025C28" w:rsidP="00025C28">
      <w:pPr>
        <w:numPr>
          <w:ilvl w:val="0"/>
          <w:numId w:val="26"/>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025C28" w:rsidRPr="00B83188" w:rsidRDefault="00025C28" w:rsidP="00025C28">
      <w:pPr>
        <w:ind w:left="900"/>
        <w:rPr>
          <w:lang w:val="sv-SE"/>
        </w:rPr>
      </w:pPr>
    </w:p>
    <w:p w:rsidR="00025C28" w:rsidRPr="00B83188" w:rsidRDefault="00025C28" w:rsidP="00025C28">
      <w:pPr>
        <w:numPr>
          <w:ilvl w:val="0"/>
          <w:numId w:val="26"/>
        </w:numPr>
        <w:ind w:left="900"/>
        <w:rPr>
          <w:lang w:val="sv-SE"/>
        </w:rPr>
      </w:pPr>
      <w:r w:rsidRPr="00B83188">
        <w:rPr>
          <w:lang w:val="sv-SE"/>
        </w:rPr>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025C28" w:rsidRPr="00B83188" w:rsidRDefault="00025C28" w:rsidP="00025C28">
      <w:pPr>
        <w:ind w:left="360"/>
        <w:rPr>
          <w:lang w:val="en-CA"/>
        </w:rPr>
      </w:pPr>
    </w:p>
    <w:p w:rsidR="00025C28" w:rsidRPr="00B83188" w:rsidRDefault="00025C28" w:rsidP="00025C28">
      <w:pPr>
        <w:rPr>
          <w:lang w:val="en-CA"/>
        </w:rPr>
      </w:pPr>
      <w:r w:rsidRPr="00B83188">
        <w:t>[8.2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025C28" w:rsidRPr="00B83188" w:rsidRDefault="00025C28" w:rsidP="00025C28">
      <w:pPr>
        <w:rPr>
          <w:lang w:val="en-CA"/>
        </w:rPr>
      </w:pPr>
    </w:p>
    <w:p w:rsidR="00025C28" w:rsidRPr="00B83188" w:rsidRDefault="00025C28" w:rsidP="00025C28">
      <w:pPr>
        <w:rPr>
          <w:lang w:val="en-CA"/>
        </w:rPr>
      </w:pPr>
      <w:r w:rsidRPr="00B83188">
        <w:rPr>
          <w:lang w:val="en-CA"/>
        </w:rPr>
        <w:t>Database Search Systems</w:t>
      </w:r>
    </w:p>
    <w:p w:rsidR="00025C28" w:rsidRPr="00B83188" w:rsidRDefault="00025C28" w:rsidP="00025C28">
      <w:r w:rsidRPr="00B83188">
        <w:rPr>
          <w:lang w:val="en-CA"/>
        </w:rPr>
        <w:lastRenderedPageBreak/>
        <w:t>8.3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025C28" w:rsidRPr="00B83188" w:rsidRDefault="00025C28" w:rsidP="00025C28"/>
    <w:p w:rsidR="00025C28" w:rsidRPr="00B83188" w:rsidRDefault="00025C28" w:rsidP="00025C28">
      <w:pPr>
        <w:ind w:left="567"/>
      </w:pPr>
      <w:r w:rsidRPr="00B83188">
        <w:t xml:space="preserve">(a) With a view towards interoperability, databases [shall]/[should] comply with minimum standards and structure of content. </w:t>
      </w:r>
    </w:p>
    <w:p w:rsidR="00025C28" w:rsidRPr="00B83188" w:rsidRDefault="00025C28" w:rsidP="00025C28">
      <w:pPr>
        <w:ind w:left="567"/>
      </w:pPr>
    </w:p>
    <w:p w:rsidR="00025C28" w:rsidRPr="00B83188" w:rsidRDefault="00025C28" w:rsidP="00025C28">
      <w:pPr>
        <w:ind w:left="567"/>
      </w:pPr>
      <w:r w:rsidRPr="00B83188">
        <w:t>(b) Appropriate safeguards [such as filters] [shall]/[should] be developed in accordance with national law.</w:t>
      </w:r>
    </w:p>
    <w:p w:rsidR="00025C28" w:rsidRPr="00B83188" w:rsidRDefault="00025C28" w:rsidP="00025C28"/>
    <w:p w:rsidR="00025C28" w:rsidRPr="00B83188" w:rsidRDefault="00025C28" w:rsidP="00025C28">
      <w:pPr>
        <w:ind w:left="567"/>
      </w:pPr>
      <w:r>
        <w:t xml:space="preserve">(c) </w:t>
      </w:r>
      <w:r w:rsidRPr="00B83188">
        <w:t>These databases will be accessible to patent offices [and other approved users].</w:t>
      </w:r>
    </w:p>
    <w:p w:rsidR="00025C28" w:rsidRPr="00B83188" w:rsidRDefault="00025C28" w:rsidP="00025C28"/>
    <w:p w:rsidR="00025C28" w:rsidRPr="00B83188" w:rsidRDefault="00025C28" w:rsidP="00025C28">
      <w:pPr>
        <w:rPr>
          <w:lang w:val="en-CA"/>
        </w:rPr>
      </w:pPr>
      <w:r w:rsidRPr="00B83188">
        <w:rPr>
          <w:lang w:val="en-CA"/>
        </w:rPr>
        <w:t>WIPO Portal Site</w:t>
      </w:r>
    </w:p>
    <w:p w:rsidR="00025C28" w:rsidRPr="00B83188" w:rsidRDefault="00025C28" w:rsidP="00025C28">
      <w:pPr>
        <w:rPr>
          <w:lang w:val="en-CA"/>
        </w:rPr>
      </w:pPr>
    </w:p>
    <w:p w:rsidR="00025C28" w:rsidRPr="00B83188" w:rsidRDefault="00025C28" w:rsidP="00025C28">
      <w:r w:rsidRPr="00B83188">
        <w:t>8.4</w:t>
      </w:r>
      <w:r w:rsidRPr="00B83188">
        <w:tab/>
        <w:t xml:space="preserve">[Member States]/[Parties]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rsidR="00025C28" w:rsidRPr="00B83188" w:rsidRDefault="00025C28" w:rsidP="00025C28"/>
    <w:p w:rsidR="00025C28" w:rsidRPr="00B83188" w:rsidRDefault="00025C28" w:rsidP="00025C28">
      <w:r w:rsidRPr="00B83188">
        <w:t>8</w:t>
      </w:r>
      <w:r>
        <w:t>.5</w:t>
      </w:r>
      <w:r w:rsidRPr="00B83188">
        <w:tab/>
        <w:t>[Member States]/[Parties] should provide effective, legal, policy or administrative measures, as appropriate and in accordance with national law, to implement and administer the WIPO portal.]</w:t>
      </w:r>
    </w:p>
    <w:p w:rsidR="00025C28" w:rsidRDefault="00025C28" w:rsidP="00025C28"/>
    <w:p w:rsidR="00025C28" w:rsidRDefault="00025C28" w:rsidP="00025C28">
      <w:r>
        <w:br w:type="page"/>
      </w:r>
    </w:p>
    <w:p w:rsidR="00025C28" w:rsidRPr="00B83188" w:rsidRDefault="00025C28" w:rsidP="00025C28">
      <w:pPr>
        <w:jc w:val="center"/>
        <w:rPr>
          <w:b/>
        </w:rPr>
      </w:pPr>
      <w:r w:rsidRPr="00B83188">
        <w:rPr>
          <w:b/>
        </w:rPr>
        <w:lastRenderedPageBreak/>
        <w:t>[IV. FINAL PROVISIONS]</w:t>
      </w:r>
    </w:p>
    <w:p w:rsidR="00025C28" w:rsidRPr="00B83188" w:rsidRDefault="00025C28" w:rsidP="00025C28">
      <w:pPr>
        <w:jc w:val="center"/>
      </w:pPr>
    </w:p>
    <w:p w:rsidR="00025C28" w:rsidRPr="00B83188" w:rsidRDefault="00025C28" w:rsidP="00025C28">
      <w:pPr>
        <w:jc w:val="center"/>
        <w:rPr>
          <w:b/>
        </w:rPr>
      </w:pPr>
      <w:r w:rsidRPr="00B83188">
        <w:rPr>
          <w:b/>
        </w:rPr>
        <w:t>[ARTICLE 9]</w:t>
      </w:r>
    </w:p>
    <w:p w:rsidR="00025C28" w:rsidRPr="00B83188" w:rsidRDefault="00025C28" w:rsidP="00025C28">
      <w:pPr>
        <w:jc w:val="center"/>
        <w:rPr>
          <w:b/>
        </w:rPr>
      </w:pPr>
      <w:r w:rsidRPr="00B83188">
        <w:rPr>
          <w:b/>
        </w:rPr>
        <w:t>[PREVENTIVE MEASURES FOR PROTECTION</w:t>
      </w:r>
    </w:p>
    <w:p w:rsidR="00025C28" w:rsidRPr="00B83188" w:rsidRDefault="00025C28" w:rsidP="00025C28"/>
    <w:p w:rsidR="00025C28" w:rsidRPr="00B83188" w:rsidRDefault="00025C28" w:rsidP="00025C28">
      <w:pPr>
        <w:rPr>
          <w:b/>
        </w:rPr>
      </w:pPr>
      <w:r w:rsidRPr="00B83188">
        <w:t>[Genetic resources as found in nature or isolated therefrom [shall]/[should] not be considered as [inventions] [IP] and therefore no [IP] [patent] rights [shall]/[should] be granted.]]</w:t>
      </w:r>
    </w:p>
    <w:p w:rsidR="00025C28" w:rsidRPr="00B83188" w:rsidRDefault="00025C28" w:rsidP="00025C28">
      <w:pPr>
        <w:rPr>
          <w:b/>
        </w:rPr>
      </w:pPr>
    </w:p>
    <w:p w:rsidR="00025C28" w:rsidRPr="00B83188" w:rsidRDefault="00025C28" w:rsidP="00025C28">
      <w:pPr>
        <w:rPr>
          <w:b/>
        </w:rPr>
      </w:pPr>
    </w:p>
    <w:p w:rsidR="00025C28" w:rsidRPr="00B83188" w:rsidRDefault="00025C28" w:rsidP="00025C28">
      <w:pPr>
        <w:jc w:val="center"/>
        <w:rPr>
          <w:b/>
        </w:rPr>
      </w:pPr>
      <w:r w:rsidRPr="00B83188">
        <w:rPr>
          <w:b/>
        </w:rPr>
        <w:t>[ARTICLE 10]</w:t>
      </w:r>
    </w:p>
    <w:p w:rsidR="00025C28" w:rsidRPr="00B83188" w:rsidRDefault="00025C28" w:rsidP="00025C28">
      <w:pPr>
        <w:jc w:val="center"/>
        <w:rPr>
          <w:b/>
        </w:rPr>
      </w:pPr>
      <w:r w:rsidRPr="00B83188">
        <w:rPr>
          <w:b/>
        </w:rPr>
        <w:t>RELATIONSHIP WITH INTERNATIONAL AGREEMENTS</w:t>
      </w:r>
    </w:p>
    <w:p w:rsidR="00025C28" w:rsidRPr="00B83188" w:rsidRDefault="00025C28" w:rsidP="00025C28">
      <w:pPr>
        <w:rPr>
          <w:b/>
        </w:rPr>
      </w:pPr>
    </w:p>
    <w:p w:rsidR="00025C28" w:rsidRPr="00B83188" w:rsidRDefault="00025C28" w:rsidP="00025C28">
      <w:r w:rsidRPr="00B83188">
        <w:t>10.1</w:t>
      </w:r>
      <w:r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025C28" w:rsidRPr="00B83188" w:rsidRDefault="00025C28" w:rsidP="00025C28"/>
    <w:p w:rsidR="00025C28" w:rsidRPr="00B83188" w:rsidRDefault="00025C28" w:rsidP="00025C28">
      <w:r w:rsidRPr="00B83188">
        <w:t>ALT</w:t>
      </w:r>
    </w:p>
    <w:p w:rsidR="00025C28" w:rsidRPr="00B83188" w:rsidRDefault="00025C28" w:rsidP="00025C28"/>
    <w:p w:rsidR="00025C28" w:rsidRPr="00B83188" w:rsidRDefault="00025C28" w:rsidP="00025C28">
      <w:r w:rsidRPr="00B83188">
        <w:t>10.1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025C28" w:rsidRPr="00B83188" w:rsidRDefault="00025C28" w:rsidP="00025C28"/>
    <w:p w:rsidR="00025C28" w:rsidRPr="00B83188" w:rsidRDefault="00025C28" w:rsidP="00025C28">
      <w:r w:rsidRPr="00B83188">
        <w:t>10.2</w:t>
      </w:r>
      <w:r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025C28" w:rsidRPr="00B83188" w:rsidRDefault="00025C28" w:rsidP="00025C28"/>
    <w:p w:rsidR="00025C28" w:rsidRPr="00B83188" w:rsidRDefault="00025C28" w:rsidP="00025C28">
      <w:r w:rsidRPr="00B83188">
        <w:t>10.3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025C28" w:rsidRPr="00B83188" w:rsidRDefault="00025C28" w:rsidP="00025C28"/>
    <w:p w:rsidR="00025C28" w:rsidRPr="00B83188" w:rsidRDefault="00025C28" w:rsidP="00025C28">
      <w:r w:rsidRPr="00B83188">
        <w:t>[10.4</w:t>
      </w:r>
      <w:r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025C28" w:rsidRPr="00B83188" w:rsidRDefault="00025C28" w:rsidP="00025C28"/>
    <w:p w:rsidR="00025C28" w:rsidRPr="00B83188" w:rsidRDefault="00025C28" w:rsidP="00025C28"/>
    <w:p w:rsidR="00025C28" w:rsidRPr="00B83188" w:rsidRDefault="00025C28" w:rsidP="00025C28">
      <w:pPr>
        <w:jc w:val="center"/>
        <w:rPr>
          <w:b/>
        </w:rPr>
      </w:pPr>
      <w:r w:rsidRPr="00B83188">
        <w:rPr>
          <w:b/>
        </w:rPr>
        <w:t>[ARTICLE 11]</w:t>
      </w:r>
    </w:p>
    <w:p w:rsidR="00025C28" w:rsidRPr="00B83188" w:rsidRDefault="00025C28" w:rsidP="00025C28">
      <w:pPr>
        <w:jc w:val="center"/>
        <w:rPr>
          <w:b/>
        </w:rPr>
      </w:pPr>
      <w:r w:rsidRPr="00B83188">
        <w:rPr>
          <w:b/>
        </w:rPr>
        <w:t>INTERNATIONAL COOPERATION</w:t>
      </w:r>
    </w:p>
    <w:p w:rsidR="00025C28" w:rsidRPr="00B83188" w:rsidRDefault="00025C28" w:rsidP="00025C28"/>
    <w:p w:rsidR="00025C28" w:rsidRPr="00B83188" w:rsidRDefault="00025C28" w:rsidP="00025C28">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 the Patent Cooperation Treaty].</w:t>
      </w:r>
    </w:p>
    <w:p w:rsidR="00025C28" w:rsidRDefault="00025C28" w:rsidP="00025C28"/>
    <w:p w:rsidR="00444220" w:rsidRDefault="00444220" w:rsidP="00025C28"/>
    <w:p w:rsidR="00FD3FA0" w:rsidRPr="00B83188" w:rsidRDefault="00FD3FA0" w:rsidP="00025C28"/>
    <w:p w:rsidR="00025C28" w:rsidRPr="00B83188" w:rsidRDefault="00025C28" w:rsidP="00025C28">
      <w:r w:rsidRPr="00B83188">
        <w:lastRenderedPageBreak/>
        <w:t>ALT</w:t>
      </w:r>
    </w:p>
    <w:p w:rsidR="00025C28" w:rsidRPr="00B83188" w:rsidRDefault="00025C28" w:rsidP="00025C28"/>
    <w:p w:rsidR="00025C28" w:rsidRPr="00B83188" w:rsidRDefault="00025C28" w:rsidP="00025C28">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025C28" w:rsidRPr="00B83188" w:rsidRDefault="00025C28" w:rsidP="00025C28"/>
    <w:p w:rsidR="00025C28" w:rsidRPr="00B83188" w:rsidRDefault="00025C28" w:rsidP="00025C28"/>
    <w:p w:rsidR="00025C28" w:rsidRPr="00B83188" w:rsidRDefault="00025C28" w:rsidP="00025C28">
      <w:pPr>
        <w:jc w:val="center"/>
        <w:rPr>
          <w:b/>
        </w:rPr>
      </w:pPr>
      <w:r w:rsidRPr="00B83188">
        <w:rPr>
          <w:b/>
        </w:rPr>
        <w:t>[ARTICLE 12]</w:t>
      </w:r>
    </w:p>
    <w:p w:rsidR="00025C28" w:rsidRPr="00B83188" w:rsidRDefault="00025C28" w:rsidP="00025C28">
      <w:pPr>
        <w:jc w:val="center"/>
        <w:rPr>
          <w:b/>
        </w:rPr>
      </w:pPr>
      <w:r w:rsidRPr="00B83188">
        <w:rPr>
          <w:b/>
        </w:rPr>
        <w:t>TRANSBOUNDARY COOPERATION</w:t>
      </w:r>
    </w:p>
    <w:p w:rsidR="00025C28" w:rsidRPr="00B83188" w:rsidRDefault="00025C28" w:rsidP="00025C28"/>
    <w:p w:rsidR="00025C28" w:rsidRPr="00B83188" w:rsidRDefault="00025C28" w:rsidP="00025C28">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025C28" w:rsidRPr="00B83188" w:rsidRDefault="00025C28" w:rsidP="00025C28"/>
    <w:p w:rsidR="00025C28" w:rsidRPr="00B83188" w:rsidRDefault="00025C28" w:rsidP="00025C28"/>
    <w:p w:rsidR="00025C28" w:rsidRPr="00B83188" w:rsidRDefault="00025C28" w:rsidP="00025C28">
      <w:pPr>
        <w:jc w:val="center"/>
        <w:rPr>
          <w:b/>
        </w:rPr>
      </w:pPr>
      <w:r w:rsidRPr="00B83188">
        <w:rPr>
          <w:b/>
        </w:rPr>
        <w:t>[ARTICLE 13]</w:t>
      </w:r>
    </w:p>
    <w:p w:rsidR="00025C28" w:rsidRPr="00B83188" w:rsidRDefault="00025C28" w:rsidP="00025C28">
      <w:pPr>
        <w:jc w:val="center"/>
        <w:rPr>
          <w:b/>
        </w:rPr>
      </w:pPr>
      <w:r w:rsidRPr="00B83188">
        <w:rPr>
          <w:b/>
        </w:rPr>
        <w:t>TECHNICAL ASSISTANCE, COOPERATION AND CAPACITY BUILDING</w:t>
      </w:r>
    </w:p>
    <w:p w:rsidR="00025C28" w:rsidRPr="00B83188" w:rsidRDefault="00025C28" w:rsidP="00025C28"/>
    <w:p w:rsidR="00025C28" w:rsidRPr="00B83188" w:rsidRDefault="00025C28" w:rsidP="00025C28">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025C28" w:rsidRDefault="00025C28" w:rsidP="00025C28"/>
    <w:p w:rsidR="00025C28" w:rsidRDefault="00025C28" w:rsidP="00025C28">
      <w:pPr>
        <w:ind w:left="5670"/>
        <w:rPr>
          <w:szCs w:val="22"/>
        </w:rPr>
        <w:sectPr w:rsidR="00025C28" w:rsidSect="00464BBA">
          <w:headerReference w:type="first" r:id="rId25"/>
          <w:endnotePr>
            <w:numFmt w:val="decimal"/>
          </w:endnotePr>
          <w:pgSz w:w="11907" w:h="16840" w:code="9"/>
          <w:pgMar w:top="567" w:right="1134" w:bottom="1418" w:left="1418" w:header="510" w:footer="1021" w:gutter="0"/>
          <w:cols w:space="720"/>
          <w:titlePg/>
          <w:docGrid w:linePitch="299"/>
        </w:sectPr>
      </w:pPr>
      <w:r>
        <w:rPr>
          <w:szCs w:val="22"/>
        </w:rPr>
        <w:t>[Annex IV follows]</w:t>
      </w:r>
    </w:p>
    <w:p w:rsidR="00025C28" w:rsidRPr="00025C28" w:rsidRDefault="00025C28" w:rsidP="00025C28">
      <w:pPr>
        <w:ind w:left="-360"/>
        <w:jc w:val="center"/>
        <w:outlineLvl w:val="0"/>
        <w:rPr>
          <w:rFonts w:eastAsia="Times New Roman"/>
          <w:b/>
          <w:szCs w:val="22"/>
          <w:lang w:val="en-AU" w:eastAsia="en-US"/>
        </w:rPr>
      </w:pPr>
      <w:r w:rsidRPr="00025C28">
        <w:rPr>
          <w:rFonts w:eastAsia="Times New Roman"/>
          <w:b/>
          <w:szCs w:val="22"/>
          <w:lang w:val="en-AU" w:eastAsia="en-US"/>
        </w:rPr>
        <w:lastRenderedPageBreak/>
        <w:t xml:space="preserve">Draft </w:t>
      </w:r>
    </w:p>
    <w:p w:rsidR="00025C28" w:rsidRPr="00025C28" w:rsidRDefault="00025C28" w:rsidP="00025C28">
      <w:pPr>
        <w:ind w:left="-360"/>
        <w:jc w:val="center"/>
        <w:outlineLvl w:val="0"/>
        <w:rPr>
          <w:rFonts w:eastAsia="Times New Roman"/>
          <w:b/>
          <w:szCs w:val="22"/>
          <w:lang w:val="en-AU" w:eastAsia="en-US"/>
        </w:rPr>
      </w:pPr>
      <w:r w:rsidRPr="00025C28">
        <w:rPr>
          <w:rFonts w:eastAsia="Times New Roman"/>
          <w:b/>
          <w:szCs w:val="22"/>
          <w:lang w:val="en-AU" w:eastAsia="en-US"/>
        </w:rPr>
        <w:t xml:space="preserve">International Legal Instrument Relating to Intellectual Property, Genetic Resources and Traditional Knowledge Associated with Genetic Resources </w:t>
      </w:r>
    </w:p>
    <w:p w:rsidR="00025C28" w:rsidRPr="00025C28" w:rsidRDefault="00025C28" w:rsidP="00025C28">
      <w:pPr>
        <w:ind w:left="-360"/>
        <w:jc w:val="center"/>
        <w:rPr>
          <w:rFonts w:eastAsia="Times New Roman"/>
          <w:b/>
          <w:szCs w:val="22"/>
          <w:lang w:val="en-AU" w:eastAsia="en-US"/>
        </w:rPr>
      </w:pPr>
    </w:p>
    <w:p w:rsidR="00025C28" w:rsidRPr="00025C28" w:rsidRDefault="00025C28" w:rsidP="00025C28">
      <w:pPr>
        <w:ind w:left="-360"/>
        <w:jc w:val="center"/>
        <w:outlineLvl w:val="0"/>
        <w:rPr>
          <w:rFonts w:eastAsia="Times New Roman"/>
          <w:b/>
          <w:szCs w:val="22"/>
          <w:lang w:val="en-AU" w:eastAsia="en-US"/>
        </w:rPr>
      </w:pPr>
      <w:r w:rsidRPr="00025C28">
        <w:rPr>
          <w:rFonts w:eastAsia="Times New Roman"/>
          <w:b/>
          <w:szCs w:val="22"/>
          <w:lang w:val="en-AU" w:eastAsia="en-US"/>
        </w:rPr>
        <w:t xml:space="preserve">Prepared by Mr. Ian Goss </w:t>
      </w:r>
    </w:p>
    <w:p w:rsidR="00025C28" w:rsidRPr="00025C28" w:rsidRDefault="00025C28" w:rsidP="00025C28">
      <w:pPr>
        <w:ind w:left="-360"/>
        <w:jc w:val="center"/>
        <w:outlineLvl w:val="0"/>
        <w:rPr>
          <w:rFonts w:eastAsia="Times New Roman"/>
          <w:b/>
          <w:szCs w:val="22"/>
          <w:lang w:val="en-AU" w:eastAsia="en-US"/>
        </w:rPr>
      </w:pPr>
      <w:r w:rsidRPr="00025C28">
        <w:rPr>
          <w:rFonts w:eastAsia="Times New Roman"/>
          <w:b/>
          <w:szCs w:val="22"/>
          <w:lang w:val="en-AU" w:eastAsia="en-US"/>
        </w:rPr>
        <w:t>Chair, WIPO Intergovernmental Committee on Intellectual Property and Genetic Resources, Traditional Knowledge and Folklore</w:t>
      </w:r>
    </w:p>
    <w:p w:rsidR="00025C28" w:rsidRPr="00025C28" w:rsidRDefault="00025C28" w:rsidP="00025C28">
      <w:pPr>
        <w:ind w:left="-360"/>
        <w:jc w:val="center"/>
        <w:outlineLvl w:val="0"/>
        <w:rPr>
          <w:rFonts w:eastAsia="Times New Roman"/>
          <w:b/>
          <w:szCs w:val="22"/>
          <w:lang w:val="en-AU" w:eastAsia="en-US"/>
        </w:rPr>
      </w:pPr>
    </w:p>
    <w:p w:rsidR="00025C28" w:rsidRPr="00025C28" w:rsidRDefault="00025C28" w:rsidP="00025C28">
      <w:pPr>
        <w:ind w:left="-360"/>
        <w:jc w:val="center"/>
        <w:outlineLvl w:val="0"/>
        <w:rPr>
          <w:rFonts w:eastAsia="Times New Roman"/>
          <w:b/>
          <w:szCs w:val="22"/>
          <w:lang w:val="en-AU" w:eastAsia="en-US"/>
        </w:rPr>
      </w:pPr>
      <w:r w:rsidRPr="00025C28">
        <w:rPr>
          <w:rFonts w:eastAsia="Times New Roman"/>
          <w:b/>
          <w:szCs w:val="22"/>
          <w:lang w:val="en-AU" w:eastAsia="en-US"/>
        </w:rPr>
        <w:t>April 30, 2019</w:t>
      </w:r>
    </w:p>
    <w:p w:rsidR="00025C28" w:rsidRPr="00025C28" w:rsidRDefault="00025C28" w:rsidP="00025C28">
      <w:pPr>
        <w:rPr>
          <w:rFonts w:eastAsia="Times New Roman"/>
          <w:b/>
          <w:szCs w:val="22"/>
          <w:lang w:val="en-AU" w:eastAsia="en-US"/>
        </w:rPr>
      </w:pP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b/>
          <w:i/>
          <w:szCs w:val="22"/>
          <w:lang w:val="en-AU" w:eastAsia="en-US"/>
        </w:rPr>
      </w:pPr>
      <w:r w:rsidRPr="00025C28">
        <w:rPr>
          <w:rFonts w:eastAsia="Times New Roman"/>
          <w:b/>
          <w:i/>
          <w:szCs w:val="22"/>
          <w:lang w:val="en-AU" w:eastAsia="en-US"/>
        </w:rPr>
        <w:t>Introductory remarks</w:t>
      </w:r>
      <w:r w:rsidRPr="00AF5554">
        <w:rPr>
          <w:rFonts w:eastAsia="Times New Roman"/>
          <w:b/>
          <w:i/>
          <w:szCs w:val="22"/>
          <w:vertAlign w:val="superscript"/>
          <w:lang w:val="en-AU" w:eastAsia="en-US"/>
        </w:rPr>
        <w:footnoteReference w:id="20"/>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w:t>
      </w:r>
      <w:r w:rsidRPr="00025C28">
        <w:rPr>
          <w:rFonts w:eastAsia="Times New Roman"/>
          <w:szCs w:val="22"/>
          <w:lang w:val="en-AU" w:eastAsia="en-US"/>
        </w:rPr>
        <w:tab/>
        <w:t>To date, the negotiations being conducted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AF5554">
        <w:rPr>
          <w:rFonts w:eastAsia="Times New Roman"/>
          <w:i/>
          <w:szCs w:val="22"/>
          <w:vertAlign w:val="superscript"/>
          <w:lang w:val="en-AU" w:eastAsia="en-US"/>
        </w:rPr>
        <w:footnoteReference w:id="21"/>
      </w:r>
      <w:r w:rsidRPr="00025C28">
        <w:rPr>
          <w:rFonts w:eastAsia="Times New Roman"/>
          <w:szCs w:val="22"/>
          <w:lang w:val="en-AU" w:eastAsia="en-US"/>
        </w:rPr>
        <w:t xml:space="preserve"> have been unable to reach a conclusion.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2.</w:t>
      </w:r>
      <w:r w:rsidRPr="00025C28">
        <w:rPr>
          <w:rFonts w:eastAsia="Times New Roman"/>
          <w:szCs w:val="22"/>
          <w:lang w:val="en-AU" w:eastAsia="en-US"/>
        </w:rPr>
        <w:tab/>
        <w:t>The IGC’s inability so far to find a consensus position is reflected in the different policy interests contained in the alternate objectives within the IGC’s current draft text on GRs and Associated TK</w:t>
      </w:r>
      <w:r w:rsidRPr="00AF5554">
        <w:rPr>
          <w:rFonts w:eastAsia="Times New Roman"/>
          <w:szCs w:val="22"/>
          <w:vertAlign w:val="superscript"/>
          <w:lang w:val="en-AU" w:eastAsia="en-US"/>
        </w:rPr>
        <w:footnoteReference w:id="22"/>
      </w:r>
      <w:r w:rsidRPr="00025C28">
        <w:rPr>
          <w:rFonts w:eastAsia="Times New Roman"/>
          <w:szCs w:val="22"/>
          <w:lang w:val="en-AU" w:eastAsia="en-US"/>
        </w:rPr>
        <w:t xml:space="preserve">.  There is, in my view, scope for bridging these different perspectives and room for balancing the rights and interests of users and the rights and interests of providers and knowledge holders. In addition, a </w:t>
      </w:r>
      <w:r w:rsidRPr="00025C28">
        <w:rPr>
          <w:rFonts w:eastAsia="Times New Roman"/>
          <w:b/>
          <w:szCs w:val="22"/>
          <w:lang w:val="en-AU" w:eastAsia="en-US"/>
        </w:rPr>
        <w:t>clearer understanding of the modalities of an international disclosure requirement would enable policymakers to make informed decisions regarding the costs, risks and benefits of a disclosure requirement.</w:t>
      </w:r>
      <w:r w:rsidRPr="00025C28">
        <w:rPr>
          <w:rFonts w:eastAsia="Times New Roman"/>
          <w:szCs w:val="22"/>
          <w:lang w:val="en-AU" w:eastAsia="en-US"/>
        </w:rPr>
        <w:t xml:space="preserve">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w:t>
      </w:r>
      <w:r w:rsidRPr="00025C28">
        <w:rPr>
          <w:rFonts w:eastAsia="Times New Roman"/>
          <w:szCs w:val="22"/>
          <w:lang w:val="en-AU" w:eastAsia="en-US"/>
        </w:rPr>
        <w:tab/>
        <w:t xml:space="preserve">From this perspective, I have prepared this draft text of an international legal instrument on intellectual property and GRs and Associated TK for consideration by the IGC.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4.</w:t>
      </w:r>
      <w:r w:rsidRPr="00025C28">
        <w:rPr>
          <w:rFonts w:eastAsia="Times New Roman"/>
          <w:szCs w:val="22"/>
          <w:lang w:val="en-AU" w:eastAsia="en-US"/>
        </w:rPr>
        <w:tab/>
        <w:t>I have prepared this draft text solely under my own authority as a contribution to the negotiations being conducted by the IGC.</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5.</w:t>
      </w:r>
      <w:r w:rsidRPr="00025C28">
        <w:rPr>
          <w:rFonts w:eastAsia="Times New Roman"/>
          <w:szCs w:val="22"/>
          <w:lang w:val="en-AU" w:eastAsia="en-US"/>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sidR="00720194">
        <w:rPr>
          <w:rFonts w:eastAsia="Times New Roman"/>
          <w:szCs w:val="22"/>
          <w:lang w:val="en-AU" w:eastAsia="en-US"/>
        </w:rPr>
        <w:t>greement will not be achieved.</w:t>
      </w:r>
    </w:p>
    <w:p w:rsidR="00025C28" w:rsidRPr="00025C28" w:rsidRDefault="00025C28" w:rsidP="00025C28">
      <w:pPr>
        <w:rPr>
          <w:rFonts w:eastAsia="Times New Roman"/>
          <w:szCs w:val="22"/>
          <w:lang w:val="en-AU" w:eastAsia="en-US"/>
        </w:rPr>
      </w:pPr>
      <w:r w:rsidRPr="00025C28">
        <w:rPr>
          <w:rFonts w:eastAsia="Times New Roman"/>
          <w:szCs w:val="22"/>
          <w:lang w:val="en-AU" w:eastAsia="en-US"/>
        </w:rPr>
        <w:br w:type="page"/>
      </w:r>
      <w:r w:rsidRPr="00025C28">
        <w:rPr>
          <w:rFonts w:eastAsia="Times New Roman"/>
          <w:szCs w:val="22"/>
          <w:lang w:val="en-AU" w:eastAsia="en-US"/>
        </w:rPr>
        <w:lastRenderedPageBreak/>
        <w:t>6.</w:t>
      </w:r>
      <w:r w:rsidRPr="00025C28">
        <w:rPr>
          <w:rFonts w:eastAsia="Times New Roman"/>
          <w:szCs w:val="22"/>
          <w:lang w:val="en-AU" w:eastAsia="en-US"/>
        </w:rPr>
        <w:tab/>
        <w:t>In developing this text, I have given careful consideration to the existing documentation of the IGC</w:t>
      </w:r>
      <w:r w:rsidRPr="00AF5554">
        <w:rPr>
          <w:rFonts w:eastAsia="Times New Roman"/>
          <w:szCs w:val="22"/>
          <w:vertAlign w:val="superscript"/>
          <w:lang w:val="en-AU" w:eastAsia="en-US"/>
        </w:rPr>
        <w:footnoteReference w:id="23"/>
      </w:r>
      <w:r w:rsidRPr="00025C28">
        <w:rPr>
          <w:rFonts w:eastAsia="Times New Roman"/>
          <w:szCs w:val="22"/>
          <w:lang w:val="en-AU" w:eastAsia="en-US"/>
        </w:rPr>
        <w:t xml:space="preserve"> and the WIPO Secretariat’s publication </w:t>
      </w:r>
      <w:r w:rsidRPr="00025C28">
        <w:rPr>
          <w:rFonts w:eastAsia="Times New Roman"/>
          <w:i/>
          <w:szCs w:val="22"/>
          <w:lang w:val="en-AU" w:eastAsia="en-US"/>
        </w:rPr>
        <w:t>Key Questions on Patent Disclosure Requirements for Genetic Resources and Traditional Knowledge</w:t>
      </w:r>
      <w:r w:rsidRPr="00025C28">
        <w:rPr>
          <w:rFonts w:eastAsia="Times New Roman"/>
          <w:szCs w:val="22"/>
          <w:lang w:val="en-AU" w:eastAsia="en-US"/>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currently considering the introduction of such regimes.  These regimes vary significantly in terms of scope, content, relationship with access and benefit-sharing regimes, and sanctions.  In my view, these differences create inherent risks to users in terms of legal certainty, accessibility to GRs and Associated TK, and transactional costs/burdens with potential negative impacts on innovation. In addition, a global and mandatory disclosure regime would enhance transparency in relation to the use of GRs and Associated TK within the patent system, improving the efficacy and quality of the patent system. This would, in my view, also facilitate benefit-sharing and the prevention of the granting of erroneous patents and the misappropriation of GRs and Associated TK.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7.</w:t>
      </w:r>
      <w:r w:rsidRPr="00025C28">
        <w:rPr>
          <w:rFonts w:eastAsia="Times New Roman"/>
          <w:szCs w:val="22"/>
          <w:lang w:val="en-AU" w:eastAsia="en-US"/>
        </w:rPr>
        <w:tab/>
        <w:t xml:space="preserve">I invite Member States to consider this draft text in the context of the IGC’s work on GRs and Associated TK.  I look forward to receiving feedback on the draft from Member States and stakeholders.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8.</w:t>
      </w:r>
      <w:r w:rsidRPr="00025C28">
        <w:rPr>
          <w:rFonts w:eastAsia="Times New Roman"/>
          <w:szCs w:val="22"/>
          <w:lang w:val="en-AU" w:eastAsia="en-US"/>
        </w:rPr>
        <w:tab/>
        <w:t xml:space="preserve">The text of the draft legal instrument follows below.  Several but not all of the articles are accompanied by explanatory notes.  These notes do not form part of the text, and are simply meant to provide further background and explanation.  In the event of any inconsistency between the text of an article and the note accompanying it, the text of the article takes precedence.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sectPr w:rsidR="00025C28" w:rsidRPr="00025C28" w:rsidSect="00720194">
          <w:headerReference w:type="even" r:id="rId26"/>
          <w:headerReference w:type="default" r:id="rId27"/>
          <w:headerReference w:type="first" r:id="rId28"/>
          <w:endnotePr>
            <w:numFmt w:val="decimal"/>
          </w:endnotePr>
          <w:pgSz w:w="11907" w:h="16840" w:code="9"/>
          <w:pgMar w:top="567" w:right="1134" w:bottom="630" w:left="1418" w:header="510" w:footer="1021" w:gutter="0"/>
          <w:pgNumType w:start="1"/>
          <w:cols w:space="720"/>
          <w:titlePg/>
          <w:docGrid w:linePitch="299"/>
        </w:sectPr>
      </w:pPr>
    </w:p>
    <w:p w:rsidR="00025C28" w:rsidRPr="00025C28" w:rsidRDefault="00025C28" w:rsidP="00025C28">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rFonts w:eastAsia="Times New Roman"/>
          <w:b/>
          <w:szCs w:val="22"/>
          <w:lang w:val="en-AU" w:eastAsia="en-US"/>
        </w:rPr>
      </w:pPr>
      <w:r w:rsidRPr="00025C28">
        <w:rPr>
          <w:rFonts w:eastAsia="Times New Roman"/>
          <w:b/>
          <w:szCs w:val="22"/>
          <w:lang w:val="en-AU" w:eastAsia="en-US"/>
        </w:rPr>
        <w:lastRenderedPageBreak/>
        <w:t xml:space="preserve">IGC CHAIR’S DRAFT </w:t>
      </w:r>
    </w:p>
    <w:p w:rsidR="00025C28" w:rsidRPr="00025C28" w:rsidRDefault="00025C28" w:rsidP="00025C28">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rFonts w:eastAsia="Times New Roman"/>
          <w:b/>
          <w:szCs w:val="22"/>
          <w:lang w:val="en-AU" w:eastAsia="en-US"/>
        </w:rPr>
      </w:pPr>
    </w:p>
    <w:p w:rsidR="00025C28" w:rsidRPr="00025C28" w:rsidRDefault="00025C28" w:rsidP="00025C28">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rFonts w:eastAsia="Times New Roman"/>
          <w:b/>
          <w:szCs w:val="22"/>
          <w:lang w:val="en-AU" w:eastAsia="en-US"/>
        </w:rPr>
      </w:pPr>
      <w:r w:rsidRPr="00025C28">
        <w:rPr>
          <w:rFonts w:eastAsia="Times New Roman"/>
          <w:b/>
          <w:szCs w:val="22"/>
          <w:lang w:val="en-AU" w:eastAsia="en-US"/>
        </w:rPr>
        <w:t>INTERNATIONAL LEGAL INSTRUMENT RELATING TO INTELLECTUAL PROPERTY, GENETIC RESOURCES AND TRADITIONAL KNOWLEDGE ASSOCIATED WITH GENETIC RESOURCES</w:t>
      </w:r>
    </w:p>
    <w:p w:rsidR="00025C28" w:rsidRPr="00025C28" w:rsidRDefault="00025C28" w:rsidP="00025C28">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rFonts w:eastAsia="Times New Roman"/>
          <w:b/>
          <w:szCs w:val="22"/>
          <w:lang w:val="en-AU" w:eastAsia="en-US"/>
        </w:rPr>
      </w:pPr>
    </w:p>
    <w:p w:rsidR="00025C28" w:rsidRPr="00025C28" w:rsidRDefault="00025C28" w:rsidP="00025C28">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rFonts w:eastAsia="Times New Roman"/>
          <w:b/>
          <w:szCs w:val="22"/>
          <w:lang w:val="en-AU" w:eastAsia="en-US"/>
        </w:rPr>
      </w:pPr>
      <w:r w:rsidRPr="00025C28">
        <w:rPr>
          <w:rFonts w:eastAsia="Times New Roman"/>
          <w:b/>
          <w:szCs w:val="22"/>
          <w:lang w:val="en-AU" w:eastAsia="en-US"/>
        </w:rPr>
        <w:t>April 30, 2019</w:t>
      </w:r>
      <w:r w:rsidRPr="00025C28">
        <w:rPr>
          <w:rFonts w:eastAsia="Times New Roman"/>
          <w:b/>
          <w:szCs w:val="22"/>
          <w:lang w:val="en-AU" w:eastAsia="en-US"/>
        </w:rPr>
        <w:br/>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 xml:space="preserve">The Parties to this instrument, </w:t>
      </w:r>
      <w:r w:rsidRPr="00025C28">
        <w:rPr>
          <w:rFonts w:eastAsia="Times New Roman"/>
          <w:szCs w:val="22"/>
          <w:lang w:val="en-AU" w:eastAsia="en-US"/>
        </w:rPr>
        <w:br/>
      </w: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 xml:space="preserve">Desiring </w:t>
      </w:r>
      <w:r w:rsidRPr="00025C28">
        <w:rPr>
          <w:rFonts w:eastAsia="Times New Roman"/>
          <w:szCs w:val="22"/>
          <w:lang w:val="en-AU" w:eastAsia="en-US"/>
        </w:rPr>
        <w:t>the promotion of</w:t>
      </w:r>
      <w:r w:rsidRPr="00025C28">
        <w:rPr>
          <w:rFonts w:eastAsia="Times New Roman"/>
          <w:i/>
          <w:szCs w:val="22"/>
          <w:lang w:val="en-AU" w:eastAsia="en-US"/>
        </w:rPr>
        <w:t xml:space="preserve"> </w:t>
      </w:r>
      <w:r w:rsidRPr="00025C28">
        <w:rPr>
          <w:rFonts w:eastAsia="Times New Roman"/>
          <w:szCs w:val="22"/>
          <w:lang w:val="en-AU" w:eastAsia="en-US"/>
        </w:rPr>
        <w:t>the efficacy, transparency and quality of the patent system in relation to genetic resources (GRs) and traditional knowledge associated with genetic resources (Associated TK),</w:t>
      </w:r>
      <w:r w:rsidRPr="00025C28">
        <w:rPr>
          <w:rFonts w:eastAsia="Times New Roman"/>
          <w:szCs w:val="22"/>
          <w:lang w:val="en-AU" w:eastAsia="en-US"/>
        </w:rPr>
        <w:br/>
      </w:r>
    </w:p>
    <w:p w:rsidR="00025C28" w:rsidRPr="00025C28" w:rsidRDefault="00025C28" w:rsidP="00025C28">
      <w:pPr>
        <w:contextualSpacing/>
        <w:rPr>
          <w:rFonts w:eastAsia="Times New Roman"/>
          <w:i/>
          <w:szCs w:val="22"/>
          <w:lang w:val="en-AU" w:eastAsia="en-US"/>
        </w:rPr>
      </w:pPr>
      <w:r w:rsidRPr="00025C28">
        <w:rPr>
          <w:rFonts w:eastAsia="Times New Roman"/>
          <w:i/>
          <w:szCs w:val="22"/>
          <w:lang w:val="en-AU" w:eastAsia="en-US"/>
        </w:rPr>
        <w:t>Emphasizing</w:t>
      </w:r>
      <w:r w:rsidRPr="00025C28">
        <w:rPr>
          <w:rFonts w:eastAsia="Times New Roman"/>
          <w:szCs w:val="22"/>
          <w:lang w:val="en-AU" w:eastAsia="en-US"/>
        </w:rPr>
        <w:t xml:space="preserve"> the importance of patent offices having access to appropriate information on GRs and Associated TK to prevent patents from being granted erroneously for inventions that are not novel or inventive with regard to GRs and Associated TK,</w:t>
      </w:r>
      <w:r w:rsidRPr="00025C28">
        <w:rPr>
          <w:rFonts w:eastAsia="Times New Roman"/>
          <w:szCs w:val="22"/>
          <w:lang w:val="en-AU" w:eastAsia="en-US"/>
        </w:rPr>
        <w:br/>
      </w: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Recognizing</w:t>
      </w:r>
      <w:r w:rsidRPr="00025C28">
        <w:rPr>
          <w:rFonts w:eastAsia="Times New Roman"/>
          <w:szCs w:val="22"/>
          <w:lang w:val="en-AU" w:eastAsia="en-US"/>
        </w:rPr>
        <w:t xml:space="preserve"> the potential role of the patent system in contributing to the protection of GRs and Associated TK,</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Recognizing</w:t>
      </w:r>
      <w:r w:rsidRPr="00025C28">
        <w:rPr>
          <w:rFonts w:eastAsia="Times New Roman"/>
          <w:szCs w:val="22"/>
          <w:lang w:val="en-AU" w:eastAsia="en-US"/>
        </w:rPr>
        <w:t xml:space="preserve"> that an international disclosure requirement related to GRs and Associated TK in patent applications contributes to legal certainty and consistency and, therefore, has benefits for the patent system and for providers and users of such resources and knowledge,</w:t>
      </w:r>
      <w:r w:rsidRPr="00025C28">
        <w:rPr>
          <w:rFonts w:eastAsia="Times New Roman"/>
          <w:szCs w:val="22"/>
          <w:lang w:val="en-AU" w:eastAsia="en-US"/>
        </w:rPr>
        <w:br/>
      </w: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 xml:space="preserve">Recognizing </w:t>
      </w:r>
      <w:r w:rsidRPr="00025C28">
        <w:rPr>
          <w:rFonts w:eastAsia="Times New Roman"/>
          <w:szCs w:val="22"/>
          <w:lang w:val="en-AU" w:eastAsia="en-US"/>
        </w:rPr>
        <w:t>that this instrument and other international instruments related to GRs and Associated TK should be mutually supportive,</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Recognizing and reaffirming</w:t>
      </w:r>
      <w:r w:rsidRPr="00025C28">
        <w:rPr>
          <w:rFonts w:eastAsia="Times New Roman"/>
          <w:szCs w:val="22"/>
          <w:lang w:val="en-AU" w:eastAsia="en-US"/>
        </w:rPr>
        <w:t xml:space="preserve"> the role that the intellectual property (IP) system plays in promoting innovation, transfer and dissemination of knowledge and economic development, to the mutual advantage of providers and users of GRs and Associated TK,</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i/>
          <w:szCs w:val="22"/>
          <w:lang w:val="en-AU" w:eastAsia="en-US"/>
        </w:rPr>
        <w:t>Acknowledging</w:t>
      </w:r>
      <w:r w:rsidRPr="00025C28">
        <w:rPr>
          <w:rFonts w:eastAsia="Times New Roman"/>
          <w:szCs w:val="22"/>
          <w:lang w:val="en-AU" w:eastAsia="en-US"/>
        </w:rPr>
        <w:t xml:space="preserve"> the UN Declaration on the Rights of Indigenous Peoples (UNDRIP),</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Have agreed as follows:</w:t>
      </w:r>
    </w:p>
    <w:p w:rsidR="00025C28" w:rsidRPr="00025C28" w:rsidRDefault="00025C28" w:rsidP="00025C28">
      <w:pPr>
        <w:rPr>
          <w:rFonts w:eastAsia="Times New Roman"/>
          <w:szCs w:val="22"/>
          <w:lang w:val="en-AU" w:eastAsia="en-US"/>
        </w:rPr>
      </w:pPr>
    </w:p>
    <w:p w:rsidR="00025C28" w:rsidRPr="00025C28" w:rsidRDefault="00025C28" w:rsidP="00011010">
      <w:pPr>
        <w:rPr>
          <w:rFonts w:eastAsia="Times New Roman"/>
          <w:b/>
          <w:szCs w:val="22"/>
          <w:lang w:val="en-AU" w:eastAsia="en-US"/>
        </w:rPr>
        <w:sectPr w:rsidR="00025C28" w:rsidRPr="00025C28" w:rsidSect="00CB53B0">
          <w:headerReference w:type="first" r:id="rId29"/>
          <w:endnotePr>
            <w:numFmt w:val="decimal"/>
          </w:endnotePr>
          <w:pgSz w:w="11907" w:h="16840" w:code="9"/>
          <w:pgMar w:top="567" w:right="1134" w:bottom="630" w:left="1418" w:header="510" w:footer="1021" w:gutter="0"/>
          <w:pgNumType w:start="3"/>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1</w:t>
      </w: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t>OBJECTIVES</w:t>
      </w:r>
    </w:p>
    <w:p w:rsidR="00025C28" w:rsidRPr="00025C28" w:rsidRDefault="00025C28" w:rsidP="00025C28">
      <w:pPr>
        <w:ind w:left="720"/>
        <w:rPr>
          <w:szCs w:val="22"/>
          <w:lang w:val="en-AU"/>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The objectives of this instrument are to:</w:t>
      </w:r>
    </w:p>
    <w:p w:rsidR="00025C28" w:rsidRPr="00025C28" w:rsidRDefault="00025C28" w:rsidP="00025C28">
      <w:pPr>
        <w:rPr>
          <w:rFonts w:eastAsia="Times New Roman"/>
          <w:szCs w:val="22"/>
          <w:lang w:val="en-AU" w:eastAsia="en-US"/>
        </w:rPr>
      </w:pPr>
    </w:p>
    <w:p w:rsidR="00025C28" w:rsidRPr="00025C28" w:rsidRDefault="00025C28" w:rsidP="00025C28">
      <w:pPr>
        <w:numPr>
          <w:ilvl w:val="0"/>
          <w:numId w:val="36"/>
        </w:numPr>
        <w:rPr>
          <w:rFonts w:eastAsia="Times New Roman"/>
          <w:szCs w:val="22"/>
          <w:lang w:val="en-AU" w:eastAsia="en-US"/>
        </w:rPr>
      </w:pPr>
      <w:r w:rsidRPr="00025C28">
        <w:rPr>
          <w:rFonts w:eastAsia="Times New Roman"/>
          <w:szCs w:val="22"/>
          <w:lang w:val="en-AU" w:eastAsia="en-US"/>
        </w:rPr>
        <w:t xml:space="preserve">enhance the efficacy, transparency and quality of the patent system with regard to GRs and Associated TK, and </w:t>
      </w:r>
    </w:p>
    <w:p w:rsidR="00025C28" w:rsidRPr="00025C28" w:rsidRDefault="00025C28" w:rsidP="00025C28">
      <w:pPr>
        <w:ind w:left="1170"/>
        <w:rPr>
          <w:rFonts w:eastAsia="Times New Roman"/>
          <w:szCs w:val="22"/>
          <w:lang w:val="en-AU" w:eastAsia="en-US"/>
        </w:rPr>
      </w:pPr>
    </w:p>
    <w:p w:rsidR="00025C28" w:rsidRPr="00025C28" w:rsidRDefault="00025C28" w:rsidP="00011010">
      <w:pPr>
        <w:ind w:left="1170" w:hanging="630"/>
        <w:rPr>
          <w:rFonts w:eastAsia="Times New Roman"/>
          <w:szCs w:val="22"/>
          <w:u w:val="single"/>
          <w:lang w:val="en-AU" w:eastAsia="en-US"/>
        </w:rPr>
      </w:pPr>
      <w:r w:rsidRPr="00025C28">
        <w:rPr>
          <w:rFonts w:eastAsia="Times New Roman"/>
          <w:szCs w:val="22"/>
          <w:lang w:val="en-AU" w:eastAsia="en-US"/>
        </w:rPr>
        <w:t>(b)</w:t>
      </w:r>
      <w:r w:rsidRPr="00025C28">
        <w:rPr>
          <w:rFonts w:eastAsia="Times New Roman"/>
          <w:szCs w:val="22"/>
          <w:lang w:val="en-AU" w:eastAsia="en-US"/>
        </w:rPr>
        <w:tab/>
        <w:t xml:space="preserve">prevent patents from being granted erroneously for inventions that are not novel or inventive with regard to GRs and Associated TK. </w:t>
      </w:r>
      <w:r w:rsidRPr="00025C28">
        <w:rPr>
          <w:rFonts w:eastAsia="Times New Roman"/>
          <w:szCs w:val="22"/>
          <w:lang w:val="en-AU" w:eastAsia="en-US"/>
        </w:rPr>
        <w:br/>
      </w:r>
    </w:p>
    <w:p w:rsidR="00025C28" w:rsidRPr="00025C28" w:rsidRDefault="00025C28" w:rsidP="00025C28">
      <w:pPr>
        <w:rPr>
          <w:rFonts w:eastAsia="Times New Roman"/>
          <w:szCs w:val="22"/>
          <w:u w:val="single"/>
          <w:lang w:val="en-AU" w:eastAsia="en-US"/>
        </w:rPr>
      </w:pPr>
      <w:r w:rsidRPr="00025C28">
        <w:rPr>
          <w:rFonts w:eastAsia="Times New Roman"/>
          <w:szCs w:val="22"/>
          <w:u w:val="single"/>
          <w:lang w:val="en-AU" w:eastAsia="en-US"/>
        </w:rPr>
        <w:br w:type="page"/>
      </w:r>
    </w:p>
    <w:p w:rsidR="00025C28" w:rsidRPr="00025C28" w:rsidRDefault="00025C28" w:rsidP="00025C28">
      <w:pPr>
        <w:rPr>
          <w:rFonts w:eastAsia="Times New Roman"/>
          <w:szCs w:val="22"/>
          <w:u w:val="single"/>
          <w:lang w:val="en-AU" w:eastAsia="en-US"/>
        </w:rPr>
      </w:pPr>
      <w:r w:rsidRPr="00025C28">
        <w:rPr>
          <w:rFonts w:eastAsia="Times New Roman"/>
          <w:szCs w:val="22"/>
          <w:u w:val="single"/>
          <w:lang w:val="en-AU" w:eastAsia="en-US"/>
        </w:rPr>
        <w:lastRenderedPageBreak/>
        <w:t>Notes on Article 1</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AF5554">
        <w:rPr>
          <w:rFonts w:eastAsia="Times New Roman"/>
          <w:iCs/>
          <w:szCs w:val="22"/>
          <w:lang w:val="en-AU" w:eastAsia="en-US"/>
        </w:rPr>
        <w:t xml:space="preserve">Pandemic Influenza Preparedness Framework, </w:t>
      </w:r>
      <w:r w:rsidRPr="00025C28">
        <w:rPr>
          <w:rFonts w:eastAsia="Times New Roman"/>
          <w:szCs w:val="22"/>
          <w:lang w:val="en-AU" w:eastAsia="en-US"/>
        </w:rPr>
        <w:t>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easily implementable and not result in overly burdensome transaction costs.</w:t>
      </w:r>
    </w:p>
    <w:p w:rsidR="00025C28" w:rsidRPr="00025C28" w:rsidRDefault="00025C28" w:rsidP="00025C28">
      <w:pPr>
        <w:jc w:val="center"/>
        <w:rPr>
          <w:rFonts w:eastAsia="Times New Roman"/>
          <w:b/>
          <w:szCs w:val="22"/>
          <w:lang w:val="en-AU" w:eastAsia="en-US"/>
        </w:rPr>
        <w:sectPr w:rsidR="00025C28" w:rsidRPr="00025C28" w:rsidSect="00CB53B0">
          <w:headerReference w:type="default" r:id="rId3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2</w:t>
      </w: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t>LIST OF TERMS</w:t>
      </w:r>
    </w:p>
    <w:p w:rsidR="00025C28" w:rsidRPr="00025C28" w:rsidRDefault="00025C28" w:rsidP="00025C28">
      <w:pPr>
        <w:jc w:val="center"/>
        <w:rPr>
          <w:rFonts w:eastAsia="Times New Roman"/>
          <w:b/>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The terms defined below shall apply to this instrument, unl</w:t>
      </w:r>
      <w:r w:rsidR="00DE054F">
        <w:rPr>
          <w:rFonts w:eastAsia="Times New Roman"/>
          <w:szCs w:val="22"/>
          <w:lang w:val="en-AU" w:eastAsia="en-US"/>
        </w:rPr>
        <w:t>ess expressly stated otherwise:</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b/>
          <w:i/>
          <w:iCs/>
          <w:szCs w:val="22"/>
          <w:lang w:val="en-AU" w:eastAsia="en-US"/>
        </w:rPr>
        <w:t>“Applicant”</w:t>
      </w:r>
      <w:r w:rsidRPr="00025C28">
        <w:rPr>
          <w:rFonts w:eastAsia="Times New Roman"/>
          <w:i/>
          <w:iCs/>
          <w:szCs w:val="22"/>
          <w:lang w:val="en-AU" w:eastAsia="en-US"/>
        </w:rPr>
        <w:t xml:space="preserve"> </w:t>
      </w:r>
      <w:r w:rsidRPr="00025C28">
        <w:rPr>
          <w:rFonts w:eastAsia="Times New Roman"/>
          <w:iCs/>
          <w:szCs w:val="22"/>
          <w:lang w:val="en-AU" w:eastAsia="en-US"/>
        </w:rPr>
        <w:t xml:space="preserve">means the person whom the records of the Office show, pursuant to the applicable law, as the person who is applying for the granting of a patent, or as another person who is filing or prosecuting the application.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i/>
          <w:iCs/>
          <w:szCs w:val="22"/>
          <w:lang w:val="en-AU" w:eastAsia="en-US"/>
        </w:rPr>
      </w:pPr>
      <w:r w:rsidRPr="00025C28">
        <w:rPr>
          <w:rFonts w:eastAsia="Times New Roman"/>
          <w:b/>
          <w:i/>
          <w:iCs/>
          <w:szCs w:val="22"/>
          <w:lang w:val="en-AU" w:eastAsia="en-US"/>
        </w:rPr>
        <w:t>“Application”</w:t>
      </w:r>
      <w:r w:rsidRPr="00025C28">
        <w:rPr>
          <w:rFonts w:eastAsia="Times New Roman"/>
          <w:i/>
          <w:iCs/>
          <w:szCs w:val="22"/>
          <w:lang w:val="en-AU" w:eastAsia="en-US"/>
        </w:rPr>
        <w:t xml:space="preserve"> </w:t>
      </w:r>
      <w:r w:rsidRPr="00025C28">
        <w:rPr>
          <w:rFonts w:eastAsia="Times New Roman"/>
          <w:iCs/>
          <w:szCs w:val="22"/>
          <w:lang w:val="en-AU" w:eastAsia="en-US"/>
        </w:rPr>
        <w:t>means an application for granting of a patent</w:t>
      </w:r>
      <w:r w:rsidRPr="00025C28">
        <w:rPr>
          <w:rFonts w:eastAsia="Times New Roman"/>
          <w:i/>
          <w:iCs/>
          <w:szCs w:val="22"/>
          <w:lang w:val="en-AU" w:eastAsia="en-US"/>
        </w:rPr>
        <w:t xml:space="preserve">.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b/>
          <w:i/>
          <w:iCs/>
          <w:szCs w:val="22"/>
          <w:lang w:val="en-AU" w:eastAsia="en-US"/>
        </w:rPr>
        <w:t>“Contracting Party</w:t>
      </w:r>
      <w:r w:rsidRPr="00025C28">
        <w:rPr>
          <w:rFonts w:eastAsia="Times New Roman"/>
          <w:b/>
          <w:iCs/>
          <w:szCs w:val="22"/>
          <w:lang w:val="en-AU" w:eastAsia="en-US"/>
        </w:rPr>
        <w:t>”</w:t>
      </w:r>
      <w:r w:rsidRPr="00025C28">
        <w:rPr>
          <w:rFonts w:eastAsia="Times New Roman"/>
          <w:iCs/>
          <w:szCs w:val="22"/>
          <w:lang w:val="en-AU" w:eastAsia="en-US"/>
        </w:rPr>
        <w:t xml:space="preserve"> means any State or intergovernmental organization party to this instrument.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b/>
          <w:i/>
          <w:szCs w:val="22"/>
          <w:lang w:val="en-AU" w:eastAsia="en-US"/>
        </w:rPr>
        <w:t>“Country of origin of genetic resources”</w:t>
      </w:r>
      <w:r w:rsidRPr="00025C28">
        <w:rPr>
          <w:rFonts w:eastAsia="Times New Roman"/>
          <w:szCs w:val="22"/>
          <w:lang w:val="en-AU" w:eastAsia="en-US"/>
        </w:rPr>
        <w:t xml:space="preserve"> means the country which possesses those genetic resources in </w:t>
      </w:r>
      <w:r w:rsidRPr="00025C28">
        <w:rPr>
          <w:rFonts w:eastAsia="Times New Roman"/>
          <w:i/>
          <w:szCs w:val="22"/>
          <w:lang w:val="en-AU" w:eastAsia="en-US"/>
        </w:rPr>
        <w:t>in situ</w:t>
      </w:r>
      <w:r w:rsidRPr="00025C28">
        <w:rPr>
          <w:rFonts w:eastAsia="Times New Roman"/>
          <w:szCs w:val="22"/>
          <w:lang w:val="en-AU" w:eastAsia="en-US"/>
        </w:rPr>
        <w:t xml:space="preserve"> conditions.</w:t>
      </w:r>
    </w:p>
    <w:p w:rsidR="00025C28" w:rsidRPr="00025C28" w:rsidRDefault="00025C28" w:rsidP="00025C28">
      <w:pPr>
        <w:keepLines/>
        <w:rPr>
          <w:rFonts w:eastAsia="Times New Roman"/>
          <w:b/>
          <w:i/>
          <w:iCs/>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b/>
          <w:i/>
          <w:szCs w:val="22"/>
          <w:lang w:val="en-AU" w:eastAsia="en-US"/>
        </w:rPr>
        <w:t>“[Materially/Directly] based on”</w:t>
      </w:r>
      <w:r w:rsidRPr="00025C28">
        <w:rPr>
          <w:rFonts w:eastAsia="Times New Roman"/>
          <w:szCs w:val="22"/>
          <w:lang w:val="en-AU" w:eastAsia="en-US"/>
        </w:rPr>
        <w:t xml:space="preserve"> means that the GRs and/or Associated TK must</w:t>
      </w:r>
      <w:r w:rsidRPr="00025C28">
        <w:rPr>
          <w:rFonts w:eastAsia="Times New Roman"/>
          <w:i/>
          <w:szCs w:val="22"/>
          <w:lang w:val="en-AU" w:eastAsia="en-US"/>
        </w:rPr>
        <w:t xml:space="preserve"> have been necessary or material to the development of the claimed invention</w:t>
      </w:r>
      <w:r w:rsidRPr="00025C28">
        <w:rPr>
          <w:rFonts w:eastAsia="Times New Roman"/>
          <w:szCs w:val="22"/>
          <w:lang w:val="en-AU" w:eastAsia="en-US"/>
        </w:rPr>
        <w:t xml:space="preserve">, and that </w:t>
      </w:r>
      <w:r w:rsidRPr="00025C28">
        <w:rPr>
          <w:rFonts w:eastAsia="Times New Roman"/>
          <w:i/>
          <w:szCs w:val="22"/>
          <w:lang w:val="en-AU" w:eastAsia="en-US"/>
        </w:rPr>
        <w:t>the claimed invention must depend on the specific properties of the GRs and/or Associated TK.</w:t>
      </w:r>
      <w:r w:rsidRPr="00025C28">
        <w:rPr>
          <w:rFonts w:eastAsia="Times New Roman"/>
          <w:szCs w:val="22"/>
          <w:lang w:val="en-AU" w:eastAsia="en-US"/>
        </w:rPr>
        <w:t xml:space="preserve">  </w:t>
      </w:r>
    </w:p>
    <w:p w:rsidR="00025C28" w:rsidRPr="00025C28" w:rsidRDefault="00025C28" w:rsidP="00025C28">
      <w:pPr>
        <w:keepLines/>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b/>
          <w:i/>
          <w:iCs/>
          <w:szCs w:val="22"/>
          <w:lang w:val="en-AU" w:eastAsia="en-US"/>
        </w:rPr>
        <w:t>"Genetic material"</w:t>
      </w:r>
      <w:r w:rsidRPr="00025C28">
        <w:rPr>
          <w:rFonts w:eastAsia="Times New Roman"/>
          <w:i/>
          <w:iCs/>
          <w:szCs w:val="22"/>
          <w:lang w:val="en-AU" w:eastAsia="en-US"/>
        </w:rPr>
        <w:t xml:space="preserve"> </w:t>
      </w:r>
      <w:r w:rsidRPr="00025C28">
        <w:rPr>
          <w:rFonts w:eastAsia="Times New Roman"/>
          <w:szCs w:val="22"/>
          <w:lang w:val="en-AU" w:eastAsia="en-US"/>
        </w:rPr>
        <w:t xml:space="preserve">means any material of plant, animal, microbial or other origin containing functional units of heredity. </w:t>
      </w:r>
    </w:p>
    <w:p w:rsidR="00025C28" w:rsidRPr="00025C28" w:rsidRDefault="00025C28" w:rsidP="00025C28">
      <w:pPr>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b/>
          <w:i/>
          <w:szCs w:val="22"/>
          <w:lang w:val="en-AU" w:eastAsia="en-US"/>
        </w:rPr>
        <w:t>“Genetic resources</w:t>
      </w:r>
      <w:r w:rsidRPr="00AF5554">
        <w:rPr>
          <w:rFonts w:eastAsia="Times New Roman"/>
          <w:b/>
          <w:i/>
          <w:szCs w:val="22"/>
          <w:vertAlign w:val="superscript"/>
          <w:lang w:val="en-AU" w:eastAsia="en-US"/>
        </w:rPr>
        <w:footnoteReference w:id="24"/>
      </w:r>
      <w:r w:rsidRPr="00025C28">
        <w:rPr>
          <w:rFonts w:eastAsia="Times New Roman"/>
          <w:b/>
          <w:i/>
          <w:szCs w:val="22"/>
          <w:lang w:val="en-AU" w:eastAsia="en-US"/>
        </w:rPr>
        <w:t>”</w:t>
      </w:r>
      <w:r w:rsidRPr="00025C28">
        <w:rPr>
          <w:rFonts w:eastAsia="Times New Roman"/>
          <w:szCs w:val="22"/>
          <w:lang w:val="en-AU" w:eastAsia="en-US"/>
        </w:rPr>
        <w:t xml:space="preserve"> (GRs) are genetic material of actual or potential value.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b/>
          <w:i/>
          <w:szCs w:val="22"/>
          <w:lang w:val="en-AU" w:eastAsia="en-US"/>
        </w:rPr>
        <w:t>“In situ conditions”</w:t>
      </w:r>
      <w:r w:rsidRPr="00025C28">
        <w:rPr>
          <w:rFonts w:eastAsia="Times New Roman"/>
          <w:szCs w:val="22"/>
          <w:lang w:val="en-AU" w:eastAsia="en-US"/>
        </w:rPr>
        <w:t xml:space="preserve"> means conditions where GRs exist within ecosystems and natural habitats, and, in the case of domesticated or cultivated species, in the surroundings where they have developed their distinctive properties.</w:t>
      </w:r>
    </w:p>
    <w:p w:rsidR="00025C28" w:rsidRPr="00025C28" w:rsidRDefault="00025C28" w:rsidP="00025C28">
      <w:pPr>
        <w:keepLines/>
        <w:rPr>
          <w:rFonts w:eastAsia="Times New Roman"/>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b/>
          <w:i/>
          <w:iCs/>
          <w:szCs w:val="22"/>
          <w:lang w:val="en-AU" w:eastAsia="en-US"/>
        </w:rPr>
        <w:t>“Office”</w:t>
      </w:r>
      <w:r w:rsidRPr="00025C28">
        <w:rPr>
          <w:rFonts w:eastAsia="Times New Roman"/>
          <w:iCs/>
          <w:szCs w:val="22"/>
          <w:lang w:val="en-AU" w:eastAsia="en-US"/>
        </w:rPr>
        <w:t xml:space="preserve"> means the authority of a Contracting Party entrusted with the granting of patents. </w:t>
      </w:r>
    </w:p>
    <w:p w:rsidR="00025C28" w:rsidRPr="00025C28" w:rsidRDefault="00025C28" w:rsidP="00025C28">
      <w:pPr>
        <w:rPr>
          <w:rFonts w:eastAsia="Times New Roman"/>
          <w:iCs/>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b/>
          <w:i/>
          <w:iCs/>
          <w:szCs w:val="22"/>
          <w:lang w:val="en-AU" w:eastAsia="en-US"/>
        </w:rPr>
        <w:t>“PCT”</w:t>
      </w:r>
      <w:r w:rsidRPr="00025C28">
        <w:rPr>
          <w:rFonts w:eastAsia="Times New Roman"/>
          <w:iCs/>
          <w:szCs w:val="22"/>
          <w:lang w:val="en-AU" w:eastAsia="en-US"/>
        </w:rPr>
        <w:t xml:space="preserve"> refers to the Patent Cooperation Treaty, 1970.</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b/>
          <w:i/>
          <w:szCs w:val="22"/>
          <w:lang w:val="en-AU" w:eastAsia="en-US"/>
        </w:rPr>
        <w:t>“Source of Genetic Resources”</w:t>
      </w:r>
      <w:r w:rsidRPr="00025C28">
        <w:rPr>
          <w:rFonts w:eastAsia="Times New Roman"/>
          <w:szCs w:val="22"/>
          <w:lang w:val="en-AU" w:eastAsia="en-US"/>
        </w:rPr>
        <w:t xml:space="preserve"> refers to any source from which the applicant has obtained the GRs, such as a research centre, gene bank, the Multilateral System of the International Treaty on Plant Genetic Resources for Food and Agriculture (ITPGRFA), or any other </w:t>
      </w:r>
      <w:r w:rsidRPr="00025C28">
        <w:rPr>
          <w:rFonts w:eastAsia="Times New Roman"/>
          <w:i/>
          <w:szCs w:val="22"/>
          <w:lang w:val="en-AU" w:eastAsia="en-US"/>
        </w:rPr>
        <w:t>ex situ</w:t>
      </w:r>
      <w:r w:rsidRPr="00025C28">
        <w:rPr>
          <w:rFonts w:eastAsia="Times New Roman"/>
          <w:szCs w:val="22"/>
          <w:lang w:val="en-AU" w:eastAsia="en-US"/>
        </w:rPr>
        <w:t xml:space="preserve"> collection or depository of GRs.</w:t>
      </w:r>
    </w:p>
    <w:p w:rsidR="00025C28" w:rsidRPr="00025C28" w:rsidRDefault="00025C28" w:rsidP="00025C28">
      <w:pPr>
        <w:rPr>
          <w:rFonts w:eastAsia="Times New Roman"/>
          <w:b/>
          <w:szCs w:val="22"/>
          <w:lang w:val="en-AU" w:eastAsia="en-US"/>
        </w:rPr>
      </w:pPr>
    </w:p>
    <w:p w:rsidR="00025C28" w:rsidRPr="00025C28" w:rsidRDefault="00025C28" w:rsidP="00025C28">
      <w:pPr>
        <w:rPr>
          <w:rFonts w:eastAsia="Times New Roman"/>
          <w:b/>
          <w:i/>
          <w:szCs w:val="22"/>
          <w:lang w:val="en-AU" w:eastAsia="en-US"/>
        </w:rPr>
      </w:pPr>
      <w:r w:rsidRPr="00025C28">
        <w:rPr>
          <w:rFonts w:eastAsia="Times New Roman"/>
          <w:b/>
          <w:i/>
          <w:szCs w:val="22"/>
          <w:lang w:val="en-AU" w:eastAsia="en-US"/>
        </w:rPr>
        <w:t>“Source of Traditional Knowledge Associated with Genetic Resources”</w:t>
      </w:r>
      <w:r w:rsidRPr="00025C28">
        <w:rPr>
          <w:rFonts w:eastAsia="Times New Roman"/>
          <w:szCs w:val="22"/>
          <w:lang w:val="en-AU" w:eastAsia="en-US"/>
        </w:rPr>
        <w:t xml:space="preserve"> means any source from which the applicant has obtained the traditional knowledge associated with genetic resources, such as scientific literature, publicly accessible databases, patent applications and patent publications.</w:t>
      </w:r>
      <w:r w:rsidRPr="00AF5554">
        <w:rPr>
          <w:rFonts w:eastAsia="Times New Roman"/>
          <w:szCs w:val="22"/>
          <w:vertAlign w:val="superscript"/>
          <w:lang w:val="en-AU" w:eastAsia="en-US"/>
        </w:rPr>
        <w:t xml:space="preserve"> </w:t>
      </w:r>
    </w:p>
    <w:p w:rsidR="00025C28" w:rsidRPr="00025C28" w:rsidRDefault="00025C28" w:rsidP="00025C28">
      <w:pPr>
        <w:tabs>
          <w:tab w:val="num" w:pos="993"/>
        </w:tabs>
        <w:autoSpaceDE w:val="0"/>
        <w:autoSpaceDN w:val="0"/>
        <w:adjustRightInd w:val="0"/>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rPr>
          <w:rFonts w:eastAsia="Times New Roman"/>
          <w:b/>
          <w:i/>
          <w:szCs w:val="22"/>
          <w:lang w:val="en-AU" w:eastAsia="en-US"/>
        </w:rPr>
      </w:pPr>
      <w:r w:rsidRPr="00025C28">
        <w:rPr>
          <w:rFonts w:eastAsia="Times New Roman"/>
          <w:szCs w:val="22"/>
          <w:u w:val="single"/>
          <w:lang w:val="en-AU" w:eastAsia="en-US"/>
        </w:rPr>
        <w:lastRenderedPageBreak/>
        <w:t>Notes on Article 2</w:t>
      </w:r>
    </w:p>
    <w:p w:rsidR="00025C28" w:rsidRPr="00025C28" w:rsidRDefault="00025C28" w:rsidP="00025C28">
      <w:pPr>
        <w:ind w:left="360"/>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 xml:space="preserve">The definitions of </w:t>
      </w:r>
      <w:r w:rsidRPr="00025C28">
        <w:rPr>
          <w:rFonts w:eastAsia="Times New Roman"/>
          <w:i/>
          <w:szCs w:val="22"/>
          <w:lang w:val="en-AU" w:eastAsia="en-US"/>
        </w:rPr>
        <w:t>genetic resources</w:t>
      </w:r>
      <w:r w:rsidRPr="00025C28">
        <w:rPr>
          <w:rFonts w:eastAsia="Times New Roman"/>
          <w:szCs w:val="22"/>
          <w:lang w:val="en-AU" w:eastAsia="en-US"/>
        </w:rPr>
        <w:t xml:space="preserve">, </w:t>
      </w:r>
      <w:r w:rsidRPr="00025C28">
        <w:rPr>
          <w:rFonts w:eastAsia="Times New Roman"/>
          <w:i/>
          <w:szCs w:val="22"/>
          <w:lang w:val="en-AU" w:eastAsia="en-US"/>
        </w:rPr>
        <w:t>genetic material</w:t>
      </w:r>
      <w:r w:rsidRPr="00025C28">
        <w:rPr>
          <w:rFonts w:eastAsia="Times New Roman"/>
          <w:szCs w:val="22"/>
          <w:lang w:val="en-AU" w:eastAsia="en-US"/>
        </w:rPr>
        <w:t xml:space="preserve">, </w:t>
      </w:r>
      <w:r w:rsidRPr="00025C28">
        <w:rPr>
          <w:rFonts w:eastAsia="Times New Roman"/>
          <w:i/>
          <w:szCs w:val="22"/>
          <w:lang w:val="en-AU" w:eastAsia="en-US"/>
        </w:rPr>
        <w:t>country of origin</w:t>
      </w:r>
      <w:r w:rsidRPr="00025C28">
        <w:rPr>
          <w:rFonts w:eastAsia="Times New Roman"/>
          <w:szCs w:val="22"/>
          <w:lang w:val="en-AU" w:eastAsia="en-US"/>
        </w:rPr>
        <w:t xml:space="preserve"> and </w:t>
      </w:r>
      <w:r w:rsidRPr="00025C28">
        <w:rPr>
          <w:rFonts w:eastAsia="Times New Roman"/>
          <w:i/>
          <w:szCs w:val="22"/>
          <w:lang w:val="en-AU" w:eastAsia="en-US"/>
        </w:rPr>
        <w:t>in situ</w:t>
      </w:r>
      <w:r w:rsidRPr="00025C28">
        <w:rPr>
          <w:rFonts w:eastAsia="Times New Roman"/>
          <w:szCs w:val="22"/>
          <w:lang w:val="en-AU" w:eastAsia="en-US"/>
        </w:rPr>
        <w:t xml:space="preserve"> </w:t>
      </w:r>
      <w:r w:rsidRPr="00025C28">
        <w:rPr>
          <w:rFonts w:eastAsia="Times New Roman"/>
          <w:i/>
          <w:szCs w:val="22"/>
          <w:lang w:val="en-AU" w:eastAsia="en-US"/>
        </w:rPr>
        <w:t>conditions</w:t>
      </w:r>
      <w:r w:rsidRPr="00025C28">
        <w:rPr>
          <w:rFonts w:eastAsia="Times New Roman"/>
          <w:szCs w:val="22"/>
          <w:lang w:val="en-AU" w:eastAsia="en-US"/>
        </w:rPr>
        <w:t xml:space="preserve"> detailed in the list of terms have been taken directly from existing multilateral agreements relating to the GRs, notably the CBD.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 xml:space="preserve">The following definitions have not previously been defined at the multilateral level: </w:t>
      </w:r>
      <w:r w:rsidRPr="00025C28">
        <w:rPr>
          <w:rFonts w:eastAsia="Times New Roman"/>
          <w:i/>
          <w:szCs w:val="22"/>
          <w:lang w:val="en-AU" w:eastAsia="en-US"/>
        </w:rPr>
        <w:t>materially/directly based on</w:t>
      </w:r>
      <w:r w:rsidRPr="00025C28">
        <w:rPr>
          <w:rFonts w:eastAsia="Times New Roman"/>
          <w:szCs w:val="22"/>
          <w:lang w:val="en-AU" w:eastAsia="en-US"/>
        </w:rPr>
        <w:t xml:space="preserve">, </w:t>
      </w:r>
      <w:r w:rsidRPr="00025C28">
        <w:rPr>
          <w:rFonts w:eastAsia="Times New Roman"/>
          <w:i/>
          <w:szCs w:val="22"/>
          <w:lang w:val="en-AU" w:eastAsia="en-US"/>
        </w:rPr>
        <w:t>source of genetic resources</w:t>
      </w:r>
      <w:r w:rsidRPr="00025C28">
        <w:rPr>
          <w:rFonts w:eastAsia="Times New Roman"/>
          <w:szCs w:val="22"/>
          <w:lang w:val="en-AU" w:eastAsia="en-US"/>
        </w:rPr>
        <w:t xml:space="preserve">, and </w:t>
      </w:r>
      <w:r w:rsidRPr="00025C28">
        <w:rPr>
          <w:rFonts w:eastAsia="Times New Roman"/>
          <w:i/>
          <w:szCs w:val="22"/>
          <w:lang w:val="en-AU" w:eastAsia="en-US"/>
        </w:rPr>
        <w:t>source of traditional knowledge associated with genetic resources.</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The term “</w:t>
      </w:r>
      <w:r w:rsidRPr="00025C28">
        <w:rPr>
          <w:rFonts w:eastAsia="Times New Roman"/>
          <w:i/>
          <w:szCs w:val="22"/>
          <w:lang w:val="en-AU" w:eastAsia="en-US"/>
        </w:rPr>
        <w:t>materially/directly based on”</w:t>
      </w:r>
      <w:r w:rsidRPr="00025C28">
        <w:rPr>
          <w:rFonts w:eastAsia="Times New Roman"/>
          <w:szCs w:val="22"/>
          <w:lang w:val="en-AU" w:eastAsia="en-US"/>
        </w:rPr>
        <w:t xml:space="preserve"> specifies the relationship between the claimed invention and the GRs and Associated TK which activates the obligation to disclose (referred to in the IGC discussions as the “trigger”). </w:t>
      </w:r>
      <w:r w:rsidRPr="00025C28">
        <w:rPr>
          <w:rFonts w:eastAsia="Times New Roman"/>
          <w:i/>
          <w:szCs w:val="22"/>
          <w:lang w:val="en-AU" w:eastAsia="en-US"/>
        </w:rPr>
        <w:t xml:space="preserve">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 xml:space="preserve">Currently there is a significant divergence in triggers at the national and regional levels e.g. </w:t>
      </w:r>
      <w:r w:rsidRPr="00025C28">
        <w:rPr>
          <w:rFonts w:eastAsia="Times New Roman"/>
          <w:i/>
          <w:szCs w:val="22"/>
          <w:lang w:val="en-AU" w:eastAsia="en-US"/>
        </w:rPr>
        <w:t>directly based on</w:t>
      </w:r>
      <w:r w:rsidRPr="00025C28">
        <w:rPr>
          <w:rFonts w:eastAsia="Times New Roman"/>
          <w:szCs w:val="22"/>
          <w:lang w:val="en-AU" w:eastAsia="en-US"/>
        </w:rPr>
        <w:t xml:space="preserve">, </w:t>
      </w:r>
      <w:r w:rsidRPr="00025C28">
        <w:rPr>
          <w:rFonts w:eastAsia="Times New Roman"/>
          <w:i/>
          <w:szCs w:val="22"/>
          <w:lang w:val="en-AU" w:eastAsia="en-US"/>
        </w:rPr>
        <w:t>based on, based on or derived from, is the basis of</w:t>
      </w:r>
      <w:r w:rsidRPr="00025C28">
        <w:rPr>
          <w:rFonts w:eastAsia="Times New Roman"/>
          <w:szCs w:val="22"/>
          <w:lang w:val="en-AU" w:eastAsia="en-US"/>
        </w:rPr>
        <w:t xml:space="preserve">, </w:t>
      </w:r>
      <w:r w:rsidRPr="00025C28">
        <w:rPr>
          <w:rFonts w:eastAsia="Times New Roman"/>
          <w:i/>
          <w:szCs w:val="22"/>
          <w:lang w:val="en-AU" w:eastAsia="en-US"/>
        </w:rPr>
        <w:t>used in an invention, invention concerns, relates to or makes use</w:t>
      </w:r>
      <w:r w:rsidRPr="00025C28">
        <w:rPr>
          <w:rFonts w:eastAsia="Times New Roman"/>
          <w:b/>
          <w:i/>
          <w:szCs w:val="22"/>
          <w:lang w:val="en-AU" w:eastAsia="en-US"/>
        </w:rPr>
        <w:t xml:space="preserve">, </w:t>
      </w:r>
      <w:r w:rsidRPr="00AF5554">
        <w:rPr>
          <w:rFonts w:eastAsia="Times New Roman"/>
          <w:bCs/>
          <w:i/>
          <w:szCs w:val="22"/>
          <w:bdr w:val="none" w:sz="0" w:space="0" w:color="auto" w:frame="1"/>
          <w:lang w:val="en-AU" w:eastAsia="en-US"/>
        </w:rPr>
        <w:t>an invention-creation accomplished by relying on genetic resources.</w:t>
      </w:r>
      <w:r w:rsidRPr="00AF5554">
        <w:rPr>
          <w:rFonts w:eastAsia="Times New Roman"/>
          <w:bCs/>
          <w:szCs w:val="22"/>
          <w:bdr w:val="none" w:sz="0" w:space="0" w:color="auto" w:frame="1"/>
          <w:lang w:val="en-AU" w:eastAsia="en-US"/>
        </w:rPr>
        <w:t xml:space="preserve">  </w:t>
      </w:r>
      <w:r w:rsidRPr="00025C28">
        <w:rPr>
          <w:rFonts w:eastAsia="Times New Roman"/>
          <w:szCs w:val="22"/>
          <w:lang w:val="en-AU" w:eastAsia="en-US"/>
        </w:rPr>
        <w:t>There is also significant ambiguity regarding the meaning of these terms.  In order to maximise legal certainty, two amplifying adverbs (</w:t>
      </w:r>
      <w:r w:rsidRPr="00025C28">
        <w:rPr>
          <w:rFonts w:eastAsia="Times New Roman"/>
          <w:i/>
          <w:szCs w:val="22"/>
          <w:lang w:val="en-AU" w:eastAsia="en-US"/>
        </w:rPr>
        <w:t>materially/directly</w:t>
      </w:r>
      <w:r w:rsidRPr="00025C28">
        <w:rPr>
          <w:rFonts w:eastAsia="Times New Roman"/>
          <w:szCs w:val="22"/>
          <w:lang w:val="en-AU" w:eastAsia="en-US"/>
        </w:rPr>
        <w:t>) have been proposed, in addition to the trigger concept “</w:t>
      </w:r>
      <w:r w:rsidRPr="00025C28">
        <w:rPr>
          <w:rFonts w:eastAsia="Times New Roman"/>
          <w:i/>
          <w:szCs w:val="22"/>
          <w:lang w:val="en-AU" w:eastAsia="en-US"/>
        </w:rPr>
        <w:t>based on”</w:t>
      </w:r>
      <w:r w:rsidRPr="00025C28">
        <w:rPr>
          <w:rFonts w:eastAsia="Times New Roman"/>
          <w:szCs w:val="22"/>
          <w:lang w:val="en-AU" w:eastAsia="en-US"/>
        </w:rPr>
        <w:t xml:space="preserve">, for consideration by Member States, reflecting discussions held during IGC 36 in June 2018.  The alternate term </w:t>
      </w:r>
      <w:r w:rsidRPr="00025C28">
        <w:rPr>
          <w:rFonts w:eastAsia="Times New Roman"/>
          <w:i/>
          <w:szCs w:val="22"/>
          <w:lang w:val="en-AU" w:eastAsia="en-US"/>
        </w:rPr>
        <w:t xml:space="preserve">“materially” </w:t>
      </w:r>
      <w:r w:rsidRPr="00025C28">
        <w:rPr>
          <w:rFonts w:eastAsia="Times New Roman"/>
          <w:szCs w:val="22"/>
          <w:lang w:val="en-AU" w:eastAsia="en-US"/>
        </w:rPr>
        <w:t>has been included as the term “</w:t>
      </w:r>
      <w:r w:rsidRPr="00025C28">
        <w:rPr>
          <w:rFonts w:eastAsia="Times New Roman"/>
          <w:i/>
          <w:szCs w:val="22"/>
          <w:lang w:val="en-AU" w:eastAsia="en-US"/>
        </w:rPr>
        <w:t xml:space="preserve">directly” </w:t>
      </w:r>
      <w:r w:rsidRPr="00025C28">
        <w:rPr>
          <w:rFonts w:eastAsia="Times New Roman"/>
          <w:szCs w:val="22"/>
          <w:lang w:val="en-AU" w:eastAsia="en-US"/>
        </w:rPr>
        <w:t>has been contentious within the IGC’s deliberations.  However, by defining the term in the list of terms it is hoped that this concern has been addressed.  An alternative to the inclusion of amplifying adverbs (“</w:t>
      </w:r>
      <w:r w:rsidRPr="00025C28">
        <w:rPr>
          <w:rFonts w:eastAsia="Times New Roman"/>
          <w:i/>
          <w:szCs w:val="22"/>
          <w:lang w:val="en-AU" w:eastAsia="en-US"/>
        </w:rPr>
        <w:t>materially/directly”</w:t>
      </w:r>
      <w:r w:rsidRPr="00025C28">
        <w:rPr>
          <w:rFonts w:eastAsia="Times New Roman"/>
          <w:szCs w:val="22"/>
          <w:lang w:val="en-AU" w:eastAsia="en-US"/>
        </w:rPr>
        <w:t>) in the trigger language is to simply retain the trigger concept “</w:t>
      </w:r>
      <w:r w:rsidRPr="00025C28">
        <w:rPr>
          <w:rFonts w:eastAsia="Times New Roman"/>
          <w:i/>
          <w:szCs w:val="22"/>
          <w:lang w:val="en-AU" w:eastAsia="en-US"/>
        </w:rPr>
        <w:t>based on”</w:t>
      </w:r>
      <w:r w:rsidRPr="00025C28">
        <w:rPr>
          <w:rFonts w:eastAsia="Times New Roman"/>
          <w:szCs w:val="22"/>
          <w:lang w:val="en-AU" w:eastAsia="en-US"/>
        </w:rPr>
        <w:t xml:space="preserve"> and use a definition of “</w:t>
      </w:r>
      <w:r w:rsidRPr="00025C28">
        <w:rPr>
          <w:rFonts w:eastAsia="Times New Roman"/>
          <w:i/>
          <w:szCs w:val="22"/>
          <w:lang w:val="en-AU" w:eastAsia="en-US"/>
        </w:rPr>
        <w:t>based on”</w:t>
      </w:r>
      <w:r w:rsidRPr="00025C28">
        <w:rPr>
          <w:rFonts w:eastAsia="Times New Roman"/>
          <w:szCs w:val="22"/>
          <w:lang w:val="en-AU" w:eastAsia="en-US"/>
        </w:rPr>
        <w:t xml:space="preserve"> to clarify the scope of the trigger.</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A contentious issue related to the concept of “</w:t>
      </w:r>
      <w:r w:rsidRPr="00025C28">
        <w:rPr>
          <w:rFonts w:eastAsia="Times New Roman"/>
          <w:i/>
          <w:szCs w:val="22"/>
          <w:lang w:val="en-AU" w:eastAsia="en-US"/>
        </w:rPr>
        <w:t>directly based on”</w:t>
      </w:r>
      <w:r w:rsidRPr="00025C28">
        <w:rPr>
          <w:rFonts w:eastAsia="Times New Roman"/>
          <w:szCs w:val="22"/>
          <w:lang w:val="en-AU" w:eastAsia="en-US"/>
        </w:rPr>
        <w:t>, which is included in the proposal of the EU first tabled in 2005</w:t>
      </w:r>
      <w:r w:rsidRPr="00AF5554">
        <w:rPr>
          <w:rFonts w:eastAsia="Times New Roman"/>
          <w:szCs w:val="22"/>
          <w:vertAlign w:val="superscript"/>
          <w:lang w:val="en-AU" w:eastAsia="en-US"/>
        </w:rPr>
        <w:footnoteReference w:id="25"/>
      </w:r>
      <w:r w:rsidRPr="00025C28">
        <w:rPr>
          <w:rFonts w:eastAsia="Times New Roman"/>
          <w:szCs w:val="22"/>
          <w:lang w:val="en-AU" w:eastAsia="en-US"/>
        </w:rPr>
        <w:t>, is the requirement for the inventor to have physically accessed the GRs.  This touches on different views within the IGC as to whether or not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025C28">
        <w:rPr>
          <w:rFonts w:eastAsia="Times New Roman"/>
          <w:i/>
          <w:szCs w:val="22"/>
          <w:lang w:val="en-AU" w:eastAsia="en-US"/>
        </w:rPr>
        <w:t>must make immediate use</w:t>
      </w:r>
      <w:r w:rsidRPr="00025C28">
        <w:rPr>
          <w:rFonts w:eastAsia="Times New Roman"/>
          <w:szCs w:val="22"/>
          <w:lang w:val="en-AU" w:eastAsia="en-US"/>
        </w:rPr>
        <w:t>”.  In my view, respectfully, there is a lack of clarity in relation to the meaning of this term.  To address this issue, the terms “</w:t>
      </w:r>
      <w:r w:rsidRPr="00025C28">
        <w:rPr>
          <w:rFonts w:eastAsia="Times New Roman"/>
          <w:i/>
          <w:szCs w:val="22"/>
          <w:lang w:val="en-AU" w:eastAsia="en-US"/>
        </w:rPr>
        <w:t>necessary</w:t>
      </w:r>
      <w:r w:rsidRPr="00025C28">
        <w:rPr>
          <w:rFonts w:eastAsia="Times New Roman"/>
          <w:szCs w:val="22"/>
          <w:lang w:val="en-AU" w:eastAsia="en-US"/>
        </w:rPr>
        <w:t xml:space="preserve">” and </w:t>
      </w:r>
      <w:r w:rsidRPr="00025C28">
        <w:rPr>
          <w:rFonts w:eastAsia="Times New Roman"/>
          <w:i/>
          <w:szCs w:val="22"/>
          <w:lang w:val="en-AU" w:eastAsia="en-US"/>
        </w:rPr>
        <w:t xml:space="preserve">“material to” </w:t>
      </w:r>
      <w:r w:rsidRPr="00025C28">
        <w:rPr>
          <w:rFonts w:eastAsia="Times New Roman"/>
          <w:szCs w:val="22"/>
          <w:lang w:val="en-AU" w:eastAsia="en-US"/>
        </w:rPr>
        <w:t xml:space="preserve">have been included to reduce ambiguity.  In addition, the phrase </w:t>
      </w:r>
      <w:r w:rsidRPr="00025C28">
        <w:rPr>
          <w:rFonts w:eastAsia="Times New Roman"/>
          <w:i/>
          <w:szCs w:val="22"/>
          <w:lang w:val="en-AU" w:eastAsia="en-US"/>
        </w:rPr>
        <w:t xml:space="preserve">“the claimed invention must depend on the specific properties of the GRs and Associated TK” </w:t>
      </w:r>
      <w:r w:rsidRPr="00025C28">
        <w:rPr>
          <w:rFonts w:eastAsia="Times New Roman"/>
          <w:szCs w:val="22"/>
          <w:lang w:val="en-AU" w:eastAsia="en-US"/>
        </w:rPr>
        <w:t xml:space="preserve">is included in the definition.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i/>
          <w:szCs w:val="22"/>
          <w:lang w:val="en-AU" w:eastAsia="en-US"/>
        </w:rPr>
        <w:t>“Source”</w:t>
      </w:r>
      <w:r w:rsidRPr="00025C28">
        <w:rPr>
          <w:rFonts w:eastAsia="Times New Roman"/>
          <w:szCs w:val="22"/>
          <w:lang w:val="en-AU" w:eastAsia="en-US"/>
        </w:rPr>
        <w:t xml:space="preserve"> should be understood from its common meaning </w:t>
      </w:r>
      <w:r w:rsidRPr="00025C28">
        <w:rPr>
          <w:rFonts w:eastAsia="Times New Roman"/>
          <w:i/>
          <w:szCs w:val="22"/>
          <w:lang w:val="en-AU" w:eastAsia="en-US"/>
        </w:rPr>
        <w:t>“from which something originates or can be obtained”</w:t>
      </w:r>
      <w:r w:rsidRPr="00AF5554">
        <w:rPr>
          <w:rFonts w:eastAsia="Times New Roman"/>
          <w:i/>
          <w:szCs w:val="22"/>
          <w:vertAlign w:val="superscript"/>
          <w:lang w:val="en-AU" w:eastAsia="en-US"/>
        </w:rPr>
        <w:footnoteReference w:id="26"/>
      </w:r>
      <w:r w:rsidRPr="00025C28">
        <w:rPr>
          <w:rFonts w:eastAsia="Times New Roman"/>
          <w:i/>
          <w:szCs w:val="22"/>
          <w:lang w:val="en-AU" w:eastAsia="en-US"/>
        </w:rPr>
        <w:t>.</w:t>
      </w:r>
      <w:r w:rsidRPr="00025C28">
        <w:rPr>
          <w:rFonts w:eastAsia="Times New Roman"/>
          <w:szCs w:val="22"/>
          <w:lang w:val="en-AU" w:eastAsia="en-US"/>
        </w:rPr>
        <w:t xml:space="preserve">  The two definitions relating to GRs and Associated TK simply provide a non-exhaustive list of from where GRs or Associated TK may have been sourced.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0"/>
        </w:numPr>
        <w:ind w:left="0" w:firstLine="0"/>
        <w:rPr>
          <w:rFonts w:eastAsia="Times New Roman"/>
          <w:szCs w:val="22"/>
          <w:lang w:val="en-AU" w:eastAsia="en-US"/>
        </w:rPr>
      </w:pPr>
      <w:r w:rsidRPr="00025C28">
        <w:rPr>
          <w:rFonts w:eastAsia="Times New Roman"/>
          <w:szCs w:val="22"/>
          <w:lang w:val="en-AU" w:eastAsia="en-US"/>
        </w:rPr>
        <w:t>The definition for</w:t>
      </w:r>
      <w:r w:rsidRPr="00025C28">
        <w:rPr>
          <w:rFonts w:eastAsia="Times New Roman"/>
          <w:i/>
          <w:szCs w:val="22"/>
          <w:lang w:val="en-AU" w:eastAsia="en-US"/>
        </w:rPr>
        <w:t xml:space="preserve"> traditional knowledge</w:t>
      </w:r>
      <w:r w:rsidRPr="00025C28">
        <w:rPr>
          <w:rFonts w:eastAsia="Times New Roman"/>
          <w:szCs w:val="22"/>
          <w:lang w:val="en-AU" w:eastAsia="en-US"/>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at this time and leave it to national interpretation.</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3</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 xml:space="preserve">DISCLOSURE REQUIREMENT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3.1</w:t>
      </w:r>
      <w:r w:rsidRPr="00025C28">
        <w:rPr>
          <w:rFonts w:eastAsia="Times New Roman"/>
          <w:szCs w:val="22"/>
          <w:lang w:val="en-AU" w:eastAsia="en-US"/>
        </w:rPr>
        <w:tab/>
        <w:t>Where the claimed invention in a patent application is [</w:t>
      </w:r>
      <w:r w:rsidRPr="00025C28">
        <w:rPr>
          <w:rFonts w:eastAsia="Times New Roman"/>
          <w:i/>
          <w:szCs w:val="22"/>
          <w:lang w:val="en-AU" w:eastAsia="en-US"/>
        </w:rPr>
        <w:t>materially</w:t>
      </w:r>
      <w:r w:rsidRPr="00025C28">
        <w:rPr>
          <w:rFonts w:eastAsia="Times New Roman"/>
          <w:szCs w:val="22"/>
          <w:lang w:val="en-AU" w:eastAsia="en-US"/>
        </w:rPr>
        <w:t>/</w:t>
      </w:r>
      <w:r w:rsidRPr="00025C28">
        <w:rPr>
          <w:rFonts w:eastAsia="Times New Roman"/>
          <w:i/>
          <w:szCs w:val="22"/>
          <w:lang w:val="en-AU" w:eastAsia="en-US"/>
        </w:rPr>
        <w:t>directly</w:t>
      </w:r>
      <w:r w:rsidRPr="00025C28">
        <w:rPr>
          <w:rFonts w:eastAsia="Times New Roman"/>
          <w:szCs w:val="22"/>
          <w:lang w:val="en-AU" w:eastAsia="en-US"/>
        </w:rPr>
        <w:t>]</w:t>
      </w:r>
      <w:r w:rsidRPr="00025C28">
        <w:rPr>
          <w:rFonts w:eastAsia="Times New Roman"/>
          <w:i/>
          <w:szCs w:val="22"/>
          <w:lang w:val="en-AU" w:eastAsia="en-US"/>
        </w:rPr>
        <w:t xml:space="preserve"> </w:t>
      </w:r>
      <w:r w:rsidRPr="00025C28">
        <w:rPr>
          <w:rFonts w:eastAsia="Times New Roman"/>
          <w:szCs w:val="22"/>
          <w:lang w:val="en-AU" w:eastAsia="en-US"/>
        </w:rPr>
        <w:t>based on GRs, each Contracting Party shall require applicants to disclose:</w:t>
      </w:r>
    </w:p>
    <w:p w:rsidR="00025C28" w:rsidRPr="00025C28" w:rsidRDefault="00025C28" w:rsidP="00025C28">
      <w:pPr>
        <w:keepLines/>
        <w:rPr>
          <w:rFonts w:eastAsia="Times New Roman"/>
          <w:szCs w:val="22"/>
          <w:lang w:val="en-AU" w:eastAsia="en-US"/>
        </w:rPr>
      </w:pPr>
    </w:p>
    <w:p w:rsidR="00025C28" w:rsidRPr="00025C28" w:rsidRDefault="00025C28" w:rsidP="00025C28">
      <w:pPr>
        <w:numPr>
          <w:ilvl w:val="0"/>
          <w:numId w:val="35"/>
        </w:numPr>
        <w:rPr>
          <w:rFonts w:eastAsia="Times New Roman"/>
          <w:szCs w:val="22"/>
          <w:lang w:val="en-AU" w:eastAsia="en-US"/>
        </w:rPr>
      </w:pPr>
      <w:r w:rsidRPr="00025C28">
        <w:rPr>
          <w:rFonts w:eastAsia="Times New Roman"/>
          <w:szCs w:val="22"/>
          <w:lang w:val="en-AU" w:eastAsia="en-US"/>
        </w:rPr>
        <w:t>the country of origin of the GRs, or,</w:t>
      </w:r>
    </w:p>
    <w:p w:rsidR="00025C28" w:rsidRPr="00025C28" w:rsidRDefault="00025C28" w:rsidP="00025C28">
      <w:pPr>
        <w:ind w:left="1140"/>
        <w:rPr>
          <w:rFonts w:eastAsia="Times New Roman"/>
          <w:szCs w:val="22"/>
          <w:lang w:val="en-AU" w:eastAsia="en-US"/>
        </w:rPr>
      </w:pPr>
    </w:p>
    <w:p w:rsidR="00025C28" w:rsidRPr="00025C28" w:rsidRDefault="00025C28" w:rsidP="00025C28">
      <w:pPr>
        <w:ind w:left="1170" w:hanging="720"/>
        <w:rPr>
          <w:rFonts w:eastAsia="Times New Roman"/>
          <w:szCs w:val="22"/>
          <w:lang w:val="en-AU" w:eastAsia="en-US"/>
        </w:rPr>
      </w:pPr>
      <w:r w:rsidRPr="00025C28">
        <w:rPr>
          <w:rFonts w:eastAsia="Times New Roman"/>
          <w:szCs w:val="22"/>
          <w:lang w:val="en-AU" w:eastAsia="en-US"/>
        </w:rPr>
        <w:t>(b)</w:t>
      </w:r>
      <w:r w:rsidRPr="00025C28">
        <w:rPr>
          <w:rFonts w:eastAsia="Times New Roman"/>
          <w:szCs w:val="22"/>
          <w:lang w:val="en-AU" w:eastAsia="en-US"/>
        </w:rPr>
        <w:tab/>
        <w:t>in cases where the information in sub paragraph (a) is not known to the applicant, or where sub paragraph (a) does not apply, the source of the GRs.</w:t>
      </w:r>
    </w:p>
    <w:p w:rsidR="00025C28" w:rsidRPr="00025C28" w:rsidRDefault="00025C28" w:rsidP="00025C28">
      <w:pPr>
        <w:ind w:left="450"/>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3.2</w:t>
      </w:r>
      <w:r w:rsidRPr="00025C28">
        <w:rPr>
          <w:rFonts w:eastAsia="Times New Roman"/>
          <w:szCs w:val="22"/>
          <w:lang w:val="en-AU" w:eastAsia="en-US"/>
        </w:rPr>
        <w:tab/>
        <w:t>Where the claimed invention in a patent application is [</w:t>
      </w:r>
      <w:r w:rsidRPr="00025C28">
        <w:rPr>
          <w:rFonts w:eastAsia="Times New Roman"/>
          <w:i/>
          <w:szCs w:val="22"/>
          <w:lang w:val="en-AU" w:eastAsia="en-US"/>
        </w:rPr>
        <w:t>materially/directly</w:t>
      </w:r>
      <w:r w:rsidRPr="00025C28">
        <w:rPr>
          <w:rFonts w:eastAsia="Times New Roman"/>
          <w:szCs w:val="22"/>
          <w:lang w:val="en-AU" w:eastAsia="en-US"/>
        </w:rPr>
        <w:t>] based on Associated TK, each Contracting Party shall require applicants to disclose:</w:t>
      </w:r>
    </w:p>
    <w:p w:rsidR="00025C28" w:rsidRPr="00025C28" w:rsidRDefault="00025C28" w:rsidP="00025C28">
      <w:pPr>
        <w:rPr>
          <w:rFonts w:eastAsia="Times New Roman"/>
          <w:szCs w:val="22"/>
          <w:lang w:val="en-AU" w:eastAsia="en-US"/>
        </w:rPr>
      </w:pPr>
    </w:p>
    <w:p w:rsidR="00025C28" w:rsidRPr="00025C28" w:rsidRDefault="00025C28" w:rsidP="00025C28">
      <w:pPr>
        <w:ind w:left="450"/>
        <w:rPr>
          <w:rFonts w:eastAsia="Times New Roman"/>
          <w:szCs w:val="22"/>
          <w:lang w:val="en-AU" w:eastAsia="en-US"/>
        </w:rPr>
      </w:pPr>
      <w:r w:rsidRPr="00025C28">
        <w:rPr>
          <w:rFonts w:eastAsia="Times New Roman"/>
          <w:szCs w:val="22"/>
          <w:lang w:val="en-AU" w:eastAsia="en-US"/>
        </w:rPr>
        <w:t>(a)</w:t>
      </w:r>
      <w:r w:rsidRPr="00025C28">
        <w:rPr>
          <w:rFonts w:eastAsia="Times New Roman"/>
          <w:szCs w:val="22"/>
          <w:lang w:val="en-AU" w:eastAsia="en-US"/>
        </w:rPr>
        <w:tab/>
        <w:t>the indigenous peoples or local community that provided the Associated TK, or,</w:t>
      </w:r>
    </w:p>
    <w:p w:rsidR="00025C28" w:rsidRPr="00025C28" w:rsidRDefault="00025C28" w:rsidP="00025C28">
      <w:pPr>
        <w:ind w:left="450"/>
        <w:rPr>
          <w:rFonts w:eastAsia="Times New Roman"/>
          <w:szCs w:val="22"/>
          <w:lang w:val="en-AU" w:eastAsia="en-US"/>
        </w:rPr>
      </w:pPr>
    </w:p>
    <w:p w:rsidR="00025C28" w:rsidRPr="00025C28" w:rsidRDefault="00025C28" w:rsidP="00025C28">
      <w:pPr>
        <w:ind w:left="1170" w:hanging="720"/>
        <w:rPr>
          <w:rFonts w:eastAsia="Times New Roman"/>
          <w:szCs w:val="22"/>
          <w:lang w:val="en-AU" w:eastAsia="en-US"/>
        </w:rPr>
      </w:pPr>
      <w:r w:rsidRPr="00025C28">
        <w:rPr>
          <w:rFonts w:eastAsia="Times New Roman"/>
          <w:szCs w:val="22"/>
          <w:lang w:val="en-AU" w:eastAsia="en-US"/>
        </w:rPr>
        <w:t>(b)</w:t>
      </w:r>
      <w:r w:rsidRPr="00025C28">
        <w:rPr>
          <w:rFonts w:eastAsia="Times New Roman"/>
          <w:szCs w:val="22"/>
          <w:lang w:val="en-AU" w:eastAsia="en-US"/>
        </w:rPr>
        <w:tab/>
        <w:t>in cases where the information in sub paragraph (a) is not known to the applicant, or where sub paragraph (a) does not apply, the source of the Associated TK.</w:t>
      </w:r>
    </w:p>
    <w:p w:rsidR="00025C28" w:rsidRPr="00025C28" w:rsidRDefault="00025C28" w:rsidP="00025C28">
      <w:pPr>
        <w:contextualSpacing/>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3.3</w:t>
      </w:r>
      <w:r w:rsidRPr="00025C28">
        <w:rPr>
          <w:rFonts w:eastAsia="Times New Roman"/>
          <w:szCs w:val="22"/>
          <w:lang w:val="en-AU" w:eastAsia="en-US"/>
        </w:rPr>
        <w:tab/>
        <w:t>In cases where none of the information in paragraphs 3.1 and/or 3.2 is known to the applicant, each Contracting Party shall require the applicant to make a declaration to that effect.</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 xml:space="preserve">3.4 </w:t>
      </w:r>
      <w:r w:rsidRPr="00025C28">
        <w:rPr>
          <w:rFonts w:eastAsia="Times New Roman"/>
          <w:szCs w:val="22"/>
          <w:lang w:val="en-AU" w:eastAsia="en-US"/>
        </w:rPr>
        <w:tab/>
        <w:t>Offices shall</w:t>
      </w:r>
      <w:r w:rsidRPr="00025C28">
        <w:rPr>
          <w:rFonts w:eastAsia="Times New Roman"/>
          <w:i/>
          <w:szCs w:val="22"/>
          <w:lang w:val="en-AU" w:eastAsia="en-US"/>
        </w:rPr>
        <w:t xml:space="preserve"> </w:t>
      </w:r>
      <w:r w:rsidRPr="00025C28">
        <w:rPr>
          <w:rFonts w:eastAsia="Times New Roman"/>
          <w:szCs w:val="22"/>
          <w:lang w:val="en-AU" w:eastAsia="en-US"/>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3.5</w:t>
      </w:r>
      <w:r w:rsidRPr="00025C28">
        <w:rPr>
          <w:rFonts w:eastAsia="Times New Roman"/>
          <w:szCs w:val="22"/>
          <w:lang w:val="en-AU" w:eastAsia="en-US"/>
        </w:rPr>
        <w:tab/>
        <w:t>Contracting Parties shall not place an obligation on Offices to verify the authenticity of the disclosure.</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3.6</w:t>
      </w:r>
      <w:r w:rsidRPr="00025C28">
        <w:rPr>
          <w:rFonts w:eastAsia="Times New Roman"/>
          <w:szCs w:val="22"/>
          <w:lang w:val="en-AU" w:eastAsia="en-US"/>
        </w:rPr>
        <w:tab/>
        <w:t>Each Contracting Party shall make the information disclosed available in accordance with patent procedures, without prejudice to the protection of confidential information.</w:t>
      </w:r>
      <w:r w:rsidRPr="00AF5554" w:rsidDel="002C70BD">
        <w:rPr>
          <w:rFonts w:eastAsia="Times New Roman"/>
          <w:szCs w:val="22"/>
          <w:vertAlign w:val="superscript"/>
          <w:lang w:val="en-AU" w:eastAsia="en-US"/>
        </w:rPr>
        <w:t xml:space="preserve"> </w:t>
      </w:r>
    </w:p>
    <w:p w:rsidR="00025C28" w:rsidRPr="00025C28" w:rsidRDefault="00025C28" w:rsidP="00025C28">
      <w:pPr>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rPr>
          <w:rFonts w:eastAsia="Times New Roman"/>
          <w:szCs w:val="22"/>
          <w:u w:val="single"/>
          <w:lang w:val="en-AU" w:eastAsia="en-US"/>
        </w:rPr>
      </w:pPr>
      <w:r w:rsidRPr="00025C28">
        <w:rPr>
          <w:rFonts w:eastAsia="Times New Roman"/>
          <w:szCs w:val="22"/>
          <w:u w:val="single"/>
          <w:lang w:val="en-AU" w:eastAsia="en-US"/>
        </w:rPr>
        <w:lastRenderedPageBreak/>
        <w:t>Notes on Article 3</w:t>
      </w:r>
    </w:p>
    <w:p w:rsidR="00025C28" w:rsidRPr="00025C28" w:rsidRDefault="00025C28" w:rsidP="00025C28">
      <w:pPr>
        <w:ind w:left="360"/>
        <w:rPr>
          <w:szCs w:val="22"/>
          <w:u w:val="single"/>
          <w:lang w:val="en-AU"/>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w:t>
      </w:r>
      <w:r w:rsidRPr="00025C28">
        <w:rPr>
          <w:rFonts w:eastAsia="Times New Roman"/>
          <w:szCs w:val="22"/>
          <w:lang w:val="en-AU" w:eastAsia="en-US"/>
        </w:rPr>
        <w:tab/>
        <w:t>Article 3 establishes a mandatory disclosure requirement.  To support legal certainty, it is crucial, in my view, that the provisions on a disclosure requirement clarify the following:</w:t>
      </w:r>
    </w:p>
    <w:p w:rsidR="00025C28" w:rsidRPr="00025C28" w:rsidRDefault="00025C28" w:rsidP="00025C28">
      <w:pPr>
        <w:rPr>
          <w:szCs w:val="22"/>
          <w:lang w:val="en-AU"/>
        </w:rPr>
      </w:pPr>
    </w:p>
    <w:p w:rsidR="00025C28" w:rsidRPr="00025C28" w:rsidRDefault="00025C28" w:rsidP="00025C28">
      <w:pPr>
        <w:numPr>
          <w:ilvl w:val="0"/>
          <w:numId w:val="32"/>
        </w:numPr>
        <w:rPr>
          <w:rFonts w:eastAsia="Times New Roman"/>
          <w:szCs w:val="22"/>
          <w:lang w:val="en-AU" w:eastAsia="en-US"/>
        </w:rPr>
      </w:pPr>
      <w:r w:rsidRPr="00025C28">
        <w:rPr>
          <w:rFonts w:eastAsia="Times New Roman"/>
          <w:szCs w:val="22"/>
          <w:lang w:val="en-AU" w:eastAsia="en-US"/>
        </w:rPr>
        <w:t xml:space="preserve">the relationship between the claimed invention and the GRs and Associated TK which activates the obligation to disclose, referred to in the IGC discussions as the </w:t>
      </w:r>
      <w:r w:rsidRPr="00025C28">
        <w:rPr>
          <w:rFonts w:eastAsia="Times New Roman"/>
          <w:i/>
          <w:szCs w:val="22"/>
          <w:lang w:val="en-AU" w:eastAsia="en-US"/>
        </w:rPr>
        <w:t>“trigger”</w:t>
      </w:r>
      <w:r w:rsidRPr="00025C28">
        <w:rPr>
          <w:rFonts w:eastAsia="Times New Roman"/>
          <w:szCs w:val="22"/>
          <w:lang w:val="en-AU" w:eastAsia="en-US"/>
        </w:rPr>
        <w:t>;  and,</w:t>
      </w:r>
    </w:p>
    <w:p w:rsidR="00025C28" w:rsidRPr="00025C28" w:rsidRDefault="00025C28" w:rsidP="00025C28">
      <w:pPr>
        <w:ind w:left="1010"/>
        <w:rPr>
          <w:rFonts w:eastAsia="Times New Roman"/>
          <w:szCs w:val="22"/>
          <w:lang w:val="en-AU" w:eastAsia="en-US"/>
        </w:rPr>
      </w:pPr>
    </w:p>
    <w:p w:rsidR="00025C28" w:rsidRPr="00025C28" w:rsidRDefault="00025C28" w:rsidP="00025C28">
      <w:pPr>
        <w:numPr>
          <w:ilvl w:val="0"/>
          <w:numId w:val="32"/>
        </w:numPr>
        <w:rPr>
          <w:rFonts w:eastAsia="Times New Roman"/>
          <w:szCs w:val="22"/>
          <w:lang w:val="en-AU" w:eastAsia="en-US"/>
        </w:rPr>
      </w:pPr>
      <w:r w:rsidRPr="00025C28">
        <w:rPr>
          <w:rFonts w:eastAsia="Times New Roman"/>
          <w:szCs w:val="22"/>
          <w:lang w:val="en-AU" w:eastAsia="en-US"/>
        </w:rPr>
        <w:t xml:space="preserve">the information which needs to be disclosed, referred to in the IGC discussions as the </w:t>
      </w:r>
      <w:r w:rsidRPr="00025C28">
        <w:rPr>
          <w:rFonts w:eastAsia="Times New Roman"/>
          <w:i/>
          <w:szCs w:val="22"/>
          <w:lang w:val="en-AU" w:eastAsia="en-US"/>
        </w:rPr>
        <w:t>“content”.</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2.</w:t>
      </w:r>
      <w:r w:rsidRPr="00025C28">
        <w:rPr>
          <w:rFonts w:eastAsia="Times New Roman"/>
          <w:szCs w:val="22"/>
          <w:lang w:val="en-AU" w:eastAsia="en-US"/>
        </w:rPr>
        <w:tab/>
        <w:t>The trigger and the content should be workable in practice and reflect the various circumstances where GRs and Associated TK can be sourced.  This means that any disclosure requirement should not lead to obligations for patent applicants which cannot be fulfilled or which can only be fulfilled with unreasonable time and effort and which would, therefore, hinder innovation based on GRs and Associated TK.</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i/>
          <w:szCs w:val="22"/>
          <w:lang w:val="en-AU" w:eastAsia="en-US"/>
        </w:rPr>
      </w:pPr>
      <w:r w:rsidRPr="00025C28">
        <w:rPr>
          <w:rFonts w:eastAsia="Times New Roman"/>
          <w:i/>
          <w:szCs w:val="22"/>
          <w:lang w:val="en-AU" w:eastAsia="en-US"/>
        </w:rPr>
        <w:t>Trigger</w:t>
      </w:r>
    </w:p>
    <w:p w:rsidR="00025C28" w:rsidRPr="00025C28" w:rsidRDefault="00025C28" w:rsidP="00025C28">
      <w:pPr>
        <w:rPr>
          <w:rFonts w:eastAsia="Times New Roman"/>
          <w:b/>
          <w:i/>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w:t>
      </w:r>
      <w:r w:rsidRPr="00025C28">
        <w:rPr>
          <w:rFonts w:eastAsia="Times New Roman"/>
          <w:szCs w:val="22"/>
          <w:lang w:val="en-AU" w:eastAsia="en-US"/>
        </w:rPr>
        <w:tab/>
        <w:t xml:space="preserve">Articles 3.1 and 3.2 clarify the relationship between the claimed invention and the GRs and Associated TK, which activates the obligation to disclose.  Accordingly, Articles 3.1 and 3.2 require the invention to be </w:t>
      </w:r>
      <w:r w:rsidRPr="00025C28">
        <w:rPr>
          <w:rFonts w:eastAsia="Times New Roman"/>
          <w:i/>
          <w:szCs w:val="22"/>
          <w:lang w:val="en-AU" w:eastAsia="en-US"/>
        </w:rPr>
        <w:t>“materially/directly based on”</w:t>
      </w:r>
      <w:r w:rsidRPr="00025C28">
        <w:rPr>
          <w:rFonts w:eastAsia="Times New Roman"/>
          <w:szCs w:val="22"/>
          <w:lang w:val="en-AU" w:eastAsia="en-US"/>
        </w:rPr>
        <w:t xml:space="preserve"> one or more GRs and Associated TK.</w:t>
      </w:r>
    </w:p>
    <w:p w:rsidR="00025C28" w:rsidRPr="00025C28" w:rsidRDefault="00025C28" w:rsidP="00025C28">
      <w:pPr>
        <w:rPr>
          <w:rFonts w:eastAsia="Times New Roman"/>
          <w:szCs w:val="22"/>
          <w:u w:val="single"/>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4.</w:t>
      </w:r>
      <w:r w:rsidRPr="00025C28">
        <w:rPr>
          <w:rFonts w:eastAsia="Times New Roman"/>
          <w:szCs w:val="22"/>
          <w:lang w:val="en-AU" w:eastAsia="en-US"/>
        </w:rPr>
        <w:tab/>
        <w:t xml:space="preserve">In the context of GRs, the term </w:t>
      </w:r>
      <w:r w:rsidRPr="00025C28">
        <w:rPr>
          <w:rFonts w:eastAsia="Times New Roman"/>
          <w:i/>
          <w:szCs w:val="22"/>
          <w:lang w:val="en-AU" w:eastAsia="en-US"/>
        </w:rPr>
        <w:t>“materially/directly based on”</w:t>
      </w:r>
      <w:r w:rsidRPr="00025C28">
        <w:rPr>
          <w:rFonts w:eastAsia="Times New Roman"/>
          <w:szCs w:val="22"/>
          <w:lang w:val="en-AU" w:eastAsia="en-US"/>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025C28">
        <w:rPr>
          <w:rFonts w:eastAsia="Times New Roman"/>
          <w:i/>
          <w:szCs w:val="22"/>
          <w:lang w:val="en-AU" w:eastAsia="en-US"/>
        </w:rPr>
        <w:t>materially/directly</w:t>
      </w:r>
      <w:r w:rsidRPr="00025C28">
        <w:rPr>
          <w:rFonts w:eastAsia="Times New Roman"/>
          <w:szCs w:val="22"/>
          <w:lang w:val="en-AU" w:eastAsia="en-US"/>
        </w:rPr>
        <w:t>” indicates that there must be a causal link between the invention and the GRs.  In practical terms, this means that only those GRs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5.</w:t>
      </w:r>
      <w:r w:rsidRPr="00025C28">
        <w:rPr>
          <w:rFonts w:eastAsia="Times New Roman"/>
          <w:szCs w:val="22"/>
          <w:lang w:val="en-AU" w:eastAsia="en-US"/>
        </w:rPr>
        <w:tab/>
        <w:t xml:space="preserve">In the context of Associated TK, </w:t>
      </w:r>
      <w:r w:rsidRPr="00025C28">
        <w:rPr>
          <w:rFonts w:eastAsia="Times New Roman"/>
          <w:i/>
          <w:szCs w:val="22"/>
          <w:lang w:val="en-AU" w:eastAsia="en-US"/>
        </w:rPr>
        <w:t>“materially/directly based on”</w:t>
      </w:r>
      <w:r w:rsidRPr="00025C28">
        <w:rPr>
          <w:rFonts w:eastAsia="Times New Roman"/>
          <w:szCs w:val="22"/>
          <w:lang w:val="en-AU" w:eastAsia="en-US"/>
        </w:rPr>
        <w:t xml:space="preserve"> means that the inventor must have used the TK in developing the claimed invention and the claimed invention must have depended on the TK.  </w:t>
      </w:r>
    </w:p>
    <w:p w:rsidR="00025C28" w:rsidRPr="00025C28" w:rsidRDefault="00025C28" w:rsidP="00025C28">
      <w:pPr>
        <w:rPr>
          <w:rFonts w:eastAsia="Times New Roman"/>
          <w:b/>
          <w:i/>
          <w:szCs w:val="22"/>
          <w:lang w:val="en-AU" w:eastAsia="en-US"/>
        </w:rPr>
      </w:pPr>
    </w:p>
    <w:p w:rsidR="00025C28" w:rsidRPr="00025C28" w:rsidRDefault="00025C28" w:rsidP="00025C28">
      <w:pPr>
        <w:rPr>
          <w:rFonts w:eastAsia="Times New Roman"/>
          <w:i/>
          <w:szCs w:val="22"/>
          <w:lang w:val="en-AU" w:eastAsia="en-US"/>
        </w:rPr>
      </w:pPr>
      <w:r w:rsidRPr="00025C28">
        <w:rPr>
          <w:rFonts w:eastAsia="Times New Roman"/>
          <w:i/>
          <w:szCs w:val="22"/>
          <w:lang w:val="en-AU" w:eastAsia="en-US"/>
        </w:rPr>
        <w:t>Content of Disclosure</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6.</w:t>
      </w:r>
      <w:r w:rsidRPr="00025C28">
        <w:rPr>
          <w:rFonts w:eastAsia="Times New Roman"/>
          <w:szCs w:val="22"/>
          <w:lang w:val="en-AU" w:eastAsia="en-US"/>
        </w:rPr>
        <w:tab/>
        <w:t>Depending on the specific circumstances, Article 3 requires different information to be disclosed in patent applications:</w:t>
      </w:r>
    </w:p>
    <w:p w:rsidR="00025C28" w:rsidRPr="00025C28" w:rsidRDefault="00025C28" w:rsidP="00025C28">
      <w:pPr>
        <w:rPr>
          <w:rFonts w:eastAsia="Times New Roman"/>
          <w:szCs w:val="22"/>
          <w:lang w:val="en-AU" w:eastAsia="en-US"/>
        </w:rPr>
      </w:pPr>
    </w:p>
    <w:p w:rsidR="00025C28" w:rsidRPr="00025C28" w:rsidRDefault="00025C28" w:rsidP="00025C28">
      <w:pPr>
        <w:numPr>
          <w:ilvl w:val="0"/>
          <w:numId w:val="33"/>
        </w:numPr>
        <w:ind w:left="900" w:hanging="540"/>
        <w:rPr>
          <w:rFonts w:eastAsia="Times New Roman"/>
          <w:szCs w:val="22"/>
          <w:lang w:val="sv-SE" w:eastAsia="en-US"/>
        </w:rPr>
      </w:pPr>
      <w:r w:rsidRPr="00025C28">
        <w:rPr>
          <w:rFonts w:eastAsia="Times New Roman"/>
          <w:szCs w:val="22"/>
          <w:lang w:val="sv-SE" w:eastAsia="en-US"/>
        </w:rPr>
        <w:t>Paragraphs 3.1 and 3.2 detail the information which should be disclosed, if applicable and if known to the patent applicant.</w:t>
      </w:r>
    </w:p>
    <w:p w:rsidR="00025C28" w:rsidRPr="00025C28" w:rsidRDefault="00025C28" w:rsidP="00025C28">
      <w:pPr>
        <w:ind w:left="357"/>
        <w:rPr>
          <w:rFonts w:eastAsia="Times New Roman"/>
          <w:szCs w:val="22"/>
          <w:u w:val="single"/>
          <w:lang w:val="en-AU" w:eastAsia="en-US"/>
        </w:rPr>
      </w:pPr>
    </w:p>
    <w:p w:rsidR="00025C28" w:rsidRPr="00025C28" w:rsidRDefault="00025C28" w:rsidP="00025C28">
      <w:pPr>
        <w:ind w:left="900"/>
        <w:rPr>
          <w:rFonts w:eastAsia="Times New Roman"/>
          <w:szCs w:val="22"/>
          <w:lang w:val="en-AU" w:eastAsia="en-US"/>
        </w:rPr>
      </w:pPr>
      <w:r w:rsidRPr="00025C28">
        <w:rPr>
          <w:rFonts w:eastAsia="Times New Roman"/>
          <w:i/>
          <w:szCs w:val="22"/>
          <w:lang w:val="en-AU" w:eastAsia="en-US"/>
        </w:rPr>
        <w:t>In the context of GRs (paragraph 3.1)</w:t>
      </w:r>
      <w:r w:rsidRPr="00025C28">
        <w:rPr>
          <w:rFonts w:eastAsia="Times New Roman"/>
          <w:szCs w:val="22"/>
          <w:lang w:val="en-AU" w:eastAsia="en-US"/>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which possesses the GRs in </w:t>
      </w:r>
    </w:p>
    <w:p w:rsidR="00025C28" w:rsidRPr="00025C28" w:rsidRDefault="00025C28" w:rsidP="00025C28">
      <w:pPr>
        <w:ind w:left="900"/>
        <w:rPr>
          <w:rFonts w:eastAsia="Times New Roman"/>
          <w:szCs w:val="22"/>
          <w:lang w:val="en-AU" w:eastAsia="en-US"/>
        </w:rPr>
      </w:pPr>
      <w:r w:rsidRPr="00025C28">
        <w:rPr>
          <w:rFonts w:eastAsia="Times New Roman"/>
          <w:i/>
          <w:szCs w:val="22"/>
          <w:lang w:val="en-AU" w:eastAsia="en-US"/>
        </w:rPr>
        <w:t>in situ</w:t>
      </w:r>
      <w:r w:rsidRPr="00025C28">
        <w:rPr>
          <w:rFonts w:eastAsia="Times New Roman"/>
          <w:szCs w:val="22"/>
          <w:lang w:val="en-AU" w:eastAsia="en-US"/>
        </w:rPr>
        <w:t xml:space="preserve"> conditions.  However, many GRs are found </w:t>
      </w:r>
      <w:r w:rsidRPr="00025C28">
        <w:rPr>
          <w:rFonts w:eastAsia="Times New Roman"/>
          <w:i/>
          <w:szCs w:val="22"/>
          <w:lang w:val="en-AU" w:eastAsia="en-US"/>
        </w:rPr>
        <w:t>in situ</w:t>
      </w:r>
      <w:r w:rsidRPr="00025C28">
        <w:rPr>
          <w:rFonts w:eastAsia="Times New Roman"/>
          <w:szCs w:val="22"/>
          <w:lang w:val="en-AU" w:eastAsia="en-US"/>
        </w:rPr>
        <w:t xml:space="preserve"> in more than one country.  Therefore, there often exists more than one country of origin for a specific GR. </w:t>
      </w:r>
      <w:r w:rsidRPr="00025C28">
        <w:rPr>
          <w:rFonts w:eastAsia="Times New Roman"/>
          <w:szCs w:val="22"/>
          <w:lang w:val="en-AU" w:eastAsia="en-US"/>
        </w:rPr>
        <w:lastRenderedPageBreak/>
        <w:t xml:space="preserve">However, according to Article 3.1 (a), what should be disclosed is the specific “country of origin of </w:t>
      </w:r>
      <w:r w:rsidRPr="00025C28">
        <w:rPr>
          <w:rFonts w:eastAsia="Times New Roman"/>
          <w:szCs w:val="22"/>
          <w:u w:val="single"/>
          <w:lang w:val="en-AU" w:eastAsia="en-US"/>
        </w:rPr>
        <w:t>the</w:t>
      </w:r>
      <w:r w:rsidRPr="00025C28">
        <w:rPr>
          <w:rFonts w:eastAsia="Times New Roman"/>
          <w:szCs w:val="22"/>
          <w:lang w:val="en-AU" w:eastAsia="en-US"/>
        </w:rPr>
        <w:t xml:space="preserve"> GR” (underlining added), i.e. the same GR on which the claimed invention is [</w:t>
      </w:r>
      <w:r w:rsidRPr="00025C28">
        <w:rPr>
          <w:rFonts w:eastAsia="Times New Roman"/>
          <w:i/>
          <w:szCs w:val="22"/>
          <w:lang w:val="en-AU" w:eastAsia="en-US"/>
        </w:rPr>
        <w:t>materially</w:t>
      </w:r>
      <w:r w:rsidRPr="00025C28">
        <w:rPr>
          <w:rFonts w:eastAsia="Times New Roman"/>
          <w:szCs w:val="22"/>
          <w:lang w:val="en-AU" w:eastAsia="en-US"/>
        </w:rPr>
        <w:t>/</w:t>
      </w:r>
      <w:r w:rsidRPr="00025C28">
        <w:rPr>
          <w:rFonts w:eastAsia="Times New Roman"/>
          <w:i/>
          <w:szCs w:val="22"/>
          <w:lang w:val="en-AU" w:eastAsia="en-US"/>
        </w:rPr>
        <w:t>directly</w:t>
      </w:r>
      <w:r w:rsidRPr="00025C28">
        <w:rPr>
          <w:rFonts w:eastAsia="Times New Roman"/>
          <w:szCs w:val="22"/>
          <w:lang w:val="en-AU" w:eastAsia="en-US"/>
        </w:rPr>
        <w:t>]</w:t>
      </w:r>
      <w:r w:rsidRPr="00025C28">
        <w:rPr>
          <w:rFonts w:eastAsia="Times New Roman"/>
          <w:i/>
          <w:szCs w:val="22"/>
          <w:lang w:val="en-AU" w:eastAsia="en-US"/>
        </w:rPr>
        <w:t xml:space="preserve"> </w:t>
      </w:r>
      <w:r w:rsidRPr="00025C28">
        <w:rPr>
          <w:rFonts w:eastAsia="Times New Roman"/>
          <w:szCs w:val="22"/>
          <w:lang w:val="en-AU" w:eastAsia="en-US"/>
        </w:rPr>
        <w:t>based, which is the country from which that GR was actually obtained (</w:t>
      </w:r>
      <w:r w:rsidRPr="00025C28">
        <w:rPr>
          <w:rFonts w:eastAsia="Times New Roman"/>
          <w:szCs w:val="22"/>
          <w:shd w:val="clear" w:color="auto" w:fill="FFFFFF"/>
          <w:lang w:val="en-AU" w:eastAsia="en-US"/>
        </w:rPr>
        <w:t>of which there can only be one in respect of each GR)</w:t>
      </w:r>
      <w:r w:rsidRPr="00025C28">
        <w:rPr>
          <w:rFonts w:eastAsia="Times New Roman"/>
          <w:szCs w:val="22"/>
          <w:lang w:val="en-AU" w:eastAsia="en-US"/>
        </w:rPr>
        <w:t xml:space="preserve">. </w:t>
      </w:r>
      <w:r w:rsidRPr="00025C28">
        <w:rPr>
          <w:rFonts w:eastAsia="Times New Roman"/>
          <w:szCs w:val="22"/>
          <w:lang w:val="en-AU" w:eastAsia="en-US"/>
        </w:rPr>
        <w:br/>
      </w:r>
    </w:p>
    <w:p w:rsidR="00025C28" w:rsidRPr="00025C28" w:rsidRDefault="00025C28" w:rsidP="00025C28">
      <w:pPr>
        <w:ind w:left="900"/>
        <w:rPr>
          <w:rFonts w:eastAsia="Times New Roman"/>
          <w:szCs w:val="22"/>
          <w:lang w:val="en-AU" w:eastAsia="en-US"/>
        </w:rPr>
      </w:pPr>
      <w:r w:rsidRPr="00025C28">
        <w:rPr>
          <w:rFonts w:eastAsia="Times New Roman"/>
          <w:i/>
          <w:szCs w:val="22"/>
          <w:lang w:val="en-AU" w:eastAsia="en-US"/>
        </w:rPr>
        <w:t xml:space="preserve">In the context of Associated TK, </w:t>
      </w:r>
      <w:r w:rsidRPr="00025C28">
        <w:rPr>
          <w:rFonts w:eastAsia="Times New Roman"/>
          <w:szCs w:val="22"/>
          <w:lang w:val="en-AU" w:eastAsia="en-US"/>
        </w:rPr>
        <w:t xml:space="preserve">a Contracting Party shall require the patent applicant to disclose the indigenous people or local community that provided this knowledge, i.e., the holder of that knowledge from which it was accessed or learned.  </w:t>
      </w:r>
      <w:r w:rsidRPr="00025C28">
        <w:rPr>
          <w:rFonts w:eastAsia="Times New Roman"/>
          <w:szCs w:val="22"/>
          <w:lang w:val="en-AU" w:eastAsia="en-US"/>
        </w:rPr>
        <w:br/>
      </w:r>
    </w:p>
    <w:p w:rsidR="00025C28" w:rsidRPr="00025C28" w:rsidRDefault="00025C28" w:rsidP="00025C28">
      <w:pPr>
        <w:numPr>
          <w:ilvl w:val="0"/>
          <w:numId w:val="33"/>
        </w:numPr>
        <w:ind w:left="907" w:hanging="540"/>
        <w:rPr>
          <w:rFonts w:eastAsia="Times New Roman"/>
          <w:szCs w:val="22"/>
          <w:lang w:val="sv-SE" w:eastAsia="en-US"/>
        </w:rPr>
      </w:pPr>
      <w:r w:rsidRPr="00025C28">
        <w:rPr>
          <w:szCs w:val="22"/>
          <w:lang w:val="sv-SE"/>
        </w:rPr>
        <w:t xml:space="preserve">Sub paragraphs 3.1(b) and/or 3.2(b) apply in those cases where the information in sub paragraph 3.1(a) and/or 3.2(a) is not available or these sub-paragraphs do </w:t>
      </w:r>
      <w:r w:rsidRPr="00025C28">
        <w:rPr>
          <w:rFonts w:eastAsia="Times New Roman"/>
          <w:szCs w:val="22"/>
          <w:lang w:val="sv-SE" w:eastAsia="en-US"/>
        </w:rPr>
        <w:t xml:space="preserve">not apply, and thus it is not possible for the patent applicant to disclose this information.  For example, GRs in areas beyond national jurisdiction such as the high seas. </w:t>
      </w:r>
    </w:p>
    <w:p w:rsidR="00025C28" w:rsidRPr="00025C28" w:rsidRDefault="00025C28" w:rsidP="00025C28">
      <w:pPr>
        <w:ind w:left="907"/>
        <w:rPr>
          <w:rFonts w:eastAsia="Times New Roman"/>
          <w:i/>
          <w:szCs w:val="22"/>
          <w:lang w:val="en-AU" w:eastAsia="en-US"/>
        </w:rPr>
      </w:pPr>
    </w:p>
    <w:p w:rsidR="00025C28" w:rsidRPr="00025C28" w:rsidRDefault="00025C28" w:rsidP="00025C28">
      <w:pPr>
        <w:ind w:left="907"/>
        <w:rPr>
          <w:rFonts w:eastAsia="Times New Roman"/>
          <w:szCs w:val="22"/>
          <w:lang w:val="en-AU" w:eastAsia="en-US"/>
        </w:rPr>
      </w:pPr>
      <w:r w:rsidRPr="00025C28">
        <w:rPr>
          <w:rFonts w:eastAsia="Times New Roman"/>
          <w:i/>
          <w:szCs w:val="22"/>
          <w:lang w:val="en-AU" w:eastAsia="en-US"/>
        </w:rPr>
        <w:t>In the context of GRs,</w:t>
      </w:r>
      <w:r w:rsidRPr="00025C28">
        <w:rPr>
          <w:rFonts w:eastAsia="Times New Roman"/>
          <w:szCs w:val="22"/>
          <w:lang w:val="en-AU" w:eastAsia="en-US"/>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025C28">
        <w:rPr>
          <w:rFonts w:eastAsia="Times New Roman"/>
          <w:szCs w:val="22"/>
          <w:lang w:val="en-AU" w:eastAsia="en-US"/>
        </w:rPr>
        <w:br/>
      </w:r>
    </w:p>
    <w:p w:rsidR="00025C28" w:rsidRPr="00025C28" w:rsidRDefault="00025C28" w:rsidP="00025C28">
      <w:pPr>
        <w:ind w:left="907"/>
        <w:rPr>
          <w:rFonts w:eastAsia="Times New Roman"/>
          <w:szCs w:val="22"/>
          <w:lang w:val="en-AU" w:eastAsia="en-US"/>
        </w:rPr>
      </w:pPr>
      <w:r w:rsidRPr="00025C28">
        <w:rPr>
          <w:rFonts w:eastAsia="Times New Roman"/>
          <w:i/>
          <w:szCs w:val="22"/>
          <w:lang w:val="en-AU" w:eastAsia="en-US"/>
        </w:rPr>
        <w:t>In the context of Associated TK,</w:t>
      </w:r>
      <w:r w:rsidRPr="00025C28">
        <w:rPr>
          <w:rFonts w:eastAsia="Times New Roman"/>
          <w:szCs w:val="22"/>
          <w:lang w:val="en-AU" w:eastAsia="en-US"/>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r w:rsidRPr="00025C28">
        <w:rPr>
          <w:rFonts w:eastAsia="Times New Roman"/>
          <w:szCs w:val="22"/>
          <w:lang w:val="en-AU" w:eastAsia="en-US"/>
        </w:rPr>
        <w:br/>
      </w:r>
    </w:p>
    <w:p w:rsidR="00025C28" w:rsidRPr="00025C28" w:rsidRDefault="00025C28" w:rsidP="00025C28">
      <w:pPr>
        <w:numPr>
          <w:ilvl w:val="0"/>
          <w:numId w:val="33"/>
        </w:numPr>
        <w:ind w:left="990" w:hanging="630"/>
        <w:rPr>
          <w:rFonts w:eastAsia="Times New Roman"/>
          <w:szCs w:val="22"/>
          <w:lang w:val="sv-SE" w:eastAsia="en-US"/>
        </w:rPr>
      </w:pPr>
      <w:r w:rsidRPr="00025C28">
        <w:rPr>
          <w:rFonts w:eastAsia="Times New Roman"/>
          <w:szCs w:val="22"/>
          <w:lang w:val="sv-SE" w:eastAsia="en-US"/>
        </w:rPr>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025C28">
        <w:rPr>
          <w:rFonts w:eastAsia="Times New Roman"/>
          <w:i/>
          <w:szCs w:val="22"/>
          <w:lang w:val="sv-SE" w:eastAsia="en-US"/>
        </w:rPr>
        <w:t>force majeure</w:t>
      </w:r>
      <w:r w:rsidRPr="00025C28">
        <w:rPr>
          <w:rFonts w:eastAsia="Times New Roman"/>
          <w:szCs w:val="22"/>
          <w:lang w:val="sv-SE" w:eastAsia="en-US"/>
        </w:rPr>
        <w:t xml:space="preserve">. </w:t>
      </w:r>
      <w:r w:rsidRPr="00025C28">
        <w:rPr>
          <w:rFonts w:eastAsia="Times New Roman"/>
          <w:szCs w:val="22"/>
          <w:lang w:val="sv-SE" w:eastAsia="en-US"/>
        </w:rPr>
        <w:br/>
      </w:r>
    </w:p>
    <w:p w:rsidR="00025C28" w:rsidRPr="00025C28" w:rsidRDefault="00025C28" w:rsidP="00025C28">
      <w:pPr>
        <w:rPr>
          <w:rFonts w:eastAsia="Times New Roman"/>
          <w:szCs w:val="22"/>
          <w:lang w:val="en-AU" w:eastAsia="en-US"/>
        </w:rPr>
      </w:pPr>
      <w:r w:rsidRPr="00025C28">
        <w:rPr>
          <w:rFonts w:eastAsia="Times New Roman"/>
          <w:szCs w:val="22"/>
          <w:lang w:val="en-AU" w:eastAsia="en-US"/>
        </w:rPr>
        <w:t>7.</w:t>
      </w:r>
      <w:r w:rsidRPr="00025C28">
        <w:rPr>
          <w:rFonts w:eastAsia="Times New Roman"/>
          <w:szCs w:val="22"/>
          <w:lang w:val="en-AU" w:eastAsia="en-US"/>
        </w:rPr>
        <w:tab/>
        <w:t xml:space="preserve">Paragraph 3.5 specifically states that the Contracting Parties shall place no obligations on patent offices to verify the authenticity of the disclosure.  This article is directed at minimising the disclosure regime’s transactional cost/burden on patent offices and ensuring it does not create unreasonable processing delays for patent applicants.  It also recognises that patent offices do not have the inherent expertise to carry out such actions.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8.</w:t>
      </w:r>
      <w:r w:rsidRPr="00025C28">
        <w:rPr>
          <w:rFonts w:eastAsia="Times New Roman"/>
          <w:szCs w:val="22"/>
          <w:lang w:val="en-AU" w:eastAsia="en-US"/>
        </w:rPr>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taking into account that other international instruments refer to but do not necessarily define TK, and noting the objectives of this instrument and ongoing developments in this area, this subject matter has been retained. </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4</w:t>
      </w: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t>EXCEPTIONS AND LIMITATIONS</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025C28" w:rsidRPr="00025C28" w:rsidRDefault="00025C28" w:rsidP="00025C28">
      <w:pPr>
        <w:keepLines/>
        <w:rPr>
          <w:rFonts w:eastAsia="Calibri"/>
          <w:szCs w:val="22"/>
          <w:lang w:val="en-AU" w:eastAsia="en-US"/>
        </w:rPr>
      </w:pPr>
    </w:p>
    <w:p w:rsidR="00025C28" w:rsidRPr="00025C28" w:rsidRDefault="00025C28" w:rsidP="00025C28">
      <w:pPr>
        <w:keepLines/>
        <w:rPr>
          <w:rFonts w:eastAsia="Calibri"/>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5</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NON-RETROACTIVITY</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Contracting Parties shall not impose the obligations of this instrument in relation to patent applications which have been filed prior to that Contracting Party’s ratification of or accession to this instrument, subject to national laws that existed prior to such ratification or accession.</w:t>
      </w:r>
    </w:p>
    <w:p w:rsidR="00025C28" w:rsidRPr="00025C28" w:rsidRDefault="00025C28" w:rsidP="00025C28">
      <w:pPr>
        <w:jc w:val="both"/>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rPr>
          <w:rFonts w:eastAsia="Times New Roman"/>
          <w:szCs w:val="22"/>
          <w:lang w:val="en-AU" w:eastAsia="en-US"/>
        </w:rPr>
      </w:pPr>
      <w:r w:rsidRPr="00025C28">
        <w:rPr>
          <w:rFonts w:eastAsia="Times New Roman"/>
          <w:szCs w:val="22"/>
          <w:u w:val="single"/>
          <w:lang w:val="en-AU" w:eastAsia="en-US"/>
        </w:rPr>
        <w:lastRenderedPageBreak/>
        <w:t>Notes on Article 5</w:t>
      </w:r>
      <w:r w:rsidRPr="00025C28">
        <w:rPr>
          <w:rFonts w:eastAsia="Times New Roman"/>
          <w:szCs w:val="22"/>
          <w:u w:val="single"/>
          <w:lang w:val="en-AU" w:eastAsia="en-US"/>
        </w:rPr>
        <w:br/>
      </w:r>
    </w:p>
    <w:p w:rsidR="00025C28" w:rsidRPr="00025C28" w:rsidRDefault="00025C28" w:rsidP="00025C28">
      <w:pPr>
        <w:rPr>
          <w:rFonts w:eastAsia="Times New Roman"/>
          <w:szCs w:val="22"/>
          <w:lang w:val="en-AU" w:eastAsia="en-US"/>
        </w:rPr>
      </w:pPr>
      <w:r w:rsidRPr="00025C28">
        <w:rPr>
          <w:rFonts w:eastAsia="Times New Roman"/>
          <w:szCs w:val="22"/>
          <w:lang w:val="en-AU" w:eastAsia="en-US"/>
        </w:rPr>
        <w:t>This article recognises that in order to maintain legal certainty within the patent system a non-retroactivity clause is required.  However, it also recognises that a number of mandatory disclosure regimes already exist at the national and regional level.</w:t>
      </w:r>
    </w:p>
    <w:p w:rsidR="00025C28" w:rsidRPr="00025C28" w:rsidRDefault="00025C28" w:rsidP="00025C28">
      <w:pPr>
        <w:jc w:val="both"/>
        <w:rPr>
          <w:rFonts w:eastAsia="Times New Roman"/>
          <w:b/>
          <w:i/>
          <w:szCs w:val="22"/>
          <w:lang w:val="en-AU" w:eastAsia="en-US"/>
        </w:rPr>
      </w:pPr>
    </w:p>
    <w:p w:rsidR="00025C28" w:rsidRPr="00025C28" w:rsidRDefault="00025C28" w:rsidP="00025C28">
      <w:pPr>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6</w:t>
      </w: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t>SANCTIONS AND REMEDIES</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6.1</w:t>
      </w:r>
      <w:r w:rsidRPr="00025C28">
        <w:rPr>
          <w:rFonts w:eastAsia="Times New Roman"/>
          <w:szCs w:val="22"/>
          <w:lang w:val="en-AU" w:eastAsia="en-US"/>
        </w:rPr>
        <w:tab/>
        <w:t>Each Contracting Party shall put in place appropriate, effective and proportionate legal, administrative, and/or policy measures to address an applicant’s failure to provide the information required in Article 3 of this instrument.</w:t>
      </w:r>
    </w:p>
    <w:p w:rsidR="00025C28" w:rsidRPr="00025C28" w:rsidRDefault="00025C28" w:rsidP="00025C28">
      <w:pPr>
        <w:keepLines/>
        <w:rPr>
          <w:rFonts w:eastAsia="Times New Roman"/>
          <w:szCs w:val="22"/>
          <w:lang w:val="en-AU" w:eastAsia="en-US"/>
        </w:rPr>
      </w:pPr>
    </w:p>
    <w:p w:rsidR="00025C28" w:rsidRPr="00025C28" w:rsidRDefault="00025C28" w:rsidP="00025C28">
      <w:pPr>
        <w:rPr>
          <w:szCs w:val="22"/>
          <w:lang w:val="en-AU"/>
        </w:rPr>
      </w:pPr>
      <w:r w:rsidRPr="00025C28">
        <w:rPr>
          <w:szCs w:val="22"/>
          <w:lang w:val="en-AU"/>
        </w:rPr>
        <w:t>6.2</w:t>
      </w:r>
      <w:r w:rsidRPr="00025C28">
        <w:rPr>
          <w:szCs w:val="22"/>
          <w:lang w:val="en-AU"/>
        </w:rPr>
        <w:tab/>
        <w:t xml:space="preserve">Each Contracting Party shall provide an applicant an opportunity to rectify a failure to include the minimum information detailed in Article 3 before implementing sanctions or directing remedies.  </w:t>
      </w:r>
    </w:p>
    <w:p w:rsidR="00025C28" w:rsidRPr="00025C28" w:rsidRDefault="00025C28" w:rsidP="00025C28">
      <w:pPr>
        <w:keepLines/>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6.3</w:t>
      </w:r>
      <w:r w:rsidRPr="00025C28">
        <w:rPr>
          <w:rFonts w:eastAsia="Times New Roman"/>
          <w:szCs w:val="22"/>
          <w:lang w:val="en-AU" w:eastAsia="en-US"/>
        </w:rPr>
        <w:tab/>
        <w:t>Subject to Article 6.4, no Contracting Party shall revoke or render unenforceable a patent solely on the basis of an applicant’s failure to disclose the information specified in Article 3 of this instrument.</w:t>
      </w:r>
    </w:p>
    <w:p w:rsidR="00025C28" w:rsidRPr="00025C28" w:rsidRDefault="00025C28" w:rsidP="00025C28">
      <w:pPr>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6.4</w:t>
      </w:r>
      <w:r w:rsidRPr="00025C28">
        <w:rPr>
          <w:rFonts w:eastAsia="Times New Roman"/>
          <w:szCs w:val="22"/>
          <w:lang w:val="en-AU" w:eastAsia="en-US"/>
        </w:rPr>
        <w:tab/>
        <w:t>Each Contracting Party may provide for post grant sanctions or remedies where there has been fraudulent intent in regard to the disclosure requirement in Article 3 of this instrument, in accordance with its national law.</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6.5</w:t>
      </w:r>
      <w:r w:rsidRPr="00025C28">
        <w:rPr>
          <w:rFonts w:eastAsia="Times New Roman"/>
          <w:szCs w:val="22"/>
          <w:lang w:val="en-AU" w:eastAsia="en-US"/>
        </w:rPr>
        <w:tab/>
        <w:t>Without prejudice to non-compliance as a result of a fraudulent intention as addressed under Article 6.4, Contracting Parties shall put in place adequate dispute mechanisms that allow all parties concerned to reach timely and mutually satisfactory solutions, in accordance with national law.</w:t>
      </w:r>
    </w:p>
    <w:p w:rsidR="00025C28" w:rsidRPr="00025C28" w:rsidRDefault="00025C28" w:rsidP="00025C28">
      <w:pPr>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rPr>
          <w:rFonts w:eastAsia="Times New Roman"/>
          <w:szCs w:val="22"/>
          <w:u w:val="single"/>
          <w:lang w:val="en-AU" w:eastAsia="en-US"/>
        </w:rPr>
      </w:pPr>
      <w:r w:rsidRPr="00025C28">
        <w:rPr>
          <w:rFonts w:eastAsia="Times New Roman"/>
          <w:szCs w:val="22"/>
          <w:u w:val="single"/>
          <w:lang w:val="en-AU" w:eastAsia="en-US"/>
        </w:rPr>
        <w:lastRenderedPageBreak/>
        <w:t>Notes on Article 6</w:t>
      </w:r>
    </w:p>
    <w:p w:rsidR="00025C28" w:rsidRPr="00025C28" w:rsidRDefault="00025C28" w:rsidP="00025C28">
      <w:pPr>
        <w:rPr>
          <w:rFonts w:eastAsia="Times New Roman"/>
          <w:szCs w:val="22"/>
          <w:u w:val="single"/>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w:t>
      </w:r>
      <w:r w:rsidRPr="00025C28">
        <w:rPr>
          <w:rFonts w:eastAsia="Times New Roman"/>
          <w:szCs w:val="22"/>
          <w:lang w:val="en-AU" w:eastAsia="en-US"/>
        </w:rPr>
        <w:tab/>
        <w:t xml:space="preserve">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t>
      </w:r>
      <w:r w:rsidRPr="00025C28">
        <w:rPr>
          <w:rFonts w:eastAsia="Times New Roman"/>
          <w:szCs w:val="22"/>
          <w:lang w:eastAsia="en-US"/>
        </w:rPr>
        <w:t xml:space="preserve">withdrawing/lapsing the application if the applicant fails or refuses to provide the minimum information required in Article 3 within a time period as determined at the national level.  </w:t>
      </w:r>
      <w:r w:rsidRPr="00025C28">
        <w:rPr>
          <w:rFonts w:eastAsia="Times New Roman"/>
          <w:szCs w:val="22"/>
          <w:lang w:val="en-AU" w:eastAsia="en-US"/>
        </w:rPr>
        <w:t>These measures could also include post-grant sanctions, such as fines for wilfully failing to disclose the required information or intentionally providing incorrect information as well as the publication of judicial rulings.</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2.</w:t>
      </w:r>
      <w:r w:rsidRPr="00025C28">
        <w:rPr>
          <w:rFonts w:eastAsia="Times New Roman"/>
          <w:szCs w:val="22"/>
          <w:lang w:val="en-AU" w:eastAsia="en-US"/>
        </w:rPr>
        <w:tab/>
        <w:t>Paragraph 6.2 provides for an initial opportunity for an applicant who unintentionally failed to provide the minimum information detailed in Article 3 to address the disclosure requirement.  The time period to correct the failure would be determined based on national patent laws.  See also Article 3, Paragraph 4.</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3.</w:t>
      </w:r>
      <w:r w:rsidRPr="00025C28">
        <w:rPr>
          <w:rFonts w:eastAsia="Times New Roman"/>
          <w:szCs w:val="22"/>
          <w:lang w:val="en-AU" w:eastAsia="en-US"/>
        </w:rPr>
        <w:tab/>
        <w:t xml:space="preserve">Paragraph 6.3 proposes a ceiling for non-compliance with the disclosure obligations detailed in Article 3.  This provision aims to ensure that no patents will be revoked or rendered unenforceable based </w:t>
      </w:r>
      <w:r w:rsidRPr="00025C28">
        <w:rPr>
          <w:rFonts w:eastAsia="Times New Roman"/>
          <w:b/>
          <w:szCs w:val="22"/>
          <w:lang w:val="en-AU" w:eastAsia="en-US"/>
        </w:rPr>
        <w:t>solely</w:t>
      </w:r>
      <w:r w:rsidRPr="00025C28">
        <w:rPr>
          <w:rFonts w:eastAsia="Times New Roman"/>
          <w:szCs w:val="22"/>
          <w:lang w:val="en-AU" w:eastAsia="en-US"/>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4.</w:t>
      </w:r>
      <w:r w:rsidRPr="00025C28">
        <w:rPr>
          <w:rFonts w:eastAsia="Times New Roman"/>
          <w:szCs w:val="22"/>
          <w:lang w:val="en-AU" w:eastAsia="en-US"/>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rsidR="00025C28" w:rsidRPr="00025C28" w:rsidRDefault="00025C28" w:rsidP="00025C28">
      <w:pPr>
        <w:rPr>
          <w:rFonts w:eastAsia="Times New Roman"/>
          <w:szCs w:val="22"/>
          <w:u w:val="single"/>
          <w:lang w:val="en-AU" w:eastAsia="en-US"/>
        </w:rPr>
      </w:pPr>
    </w:p>
    <w:p w:rsidR="00025C28" w:rsidRPr="00025C28" w:rsidRDefault="00025C28" w:rsidP="00025C28">
      <w:pPr>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7</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INFORMATION SYSTEMS</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7.1</w:t>
      </w:r>
      <w:r w:rsidRPr="00025C28">
        <w:rPr>
          <w:rFonts w:eastAsia="Times New Roman"/>
          <w:szCs w:val="22"/>
          <w:lang w:val="en-AU" w:eastAsia="en-US"/>
        </w:rPr>
        <w:tab/>
        <w:t xml:space="preserve">Contracting Parties may establish information systems (such as databases) of GRs and Associated TK, in consultation with relevant stakeholders, taking into account their national circumstances.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7.2</w:t>
      </w:r>
      <w:r w:rsidRPr="00025C28">
        <w:rPr>
          <w:rFonts w:eastAsia="Times New Roman"/>
          <w:szCs w:val="22"/>
          <w:lang w:val="en-AU" w:eastAsia="en-US"/>
        </w:rPr>
        <w:tab/>
        <w:t>The information systems, with appropriate safeguards, should be accessible to Offices for the purposes of search and examination of patent applications.</w:t>
      </w:r>
    </w:p>
    <w:p w:rsidR="00025C28" w:rsidRPr="00025C28" w:rsidRDefault="00025C28" w:rsidP="00025C28">
      <w:pPr>
        <w:keepLines/>
        <w:ind w:left="360"/>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7.3.</w:t>
      </w:r>
      <w:r w:rsidRPr="00025C28">
        <w:rPr>
          <w:rFonts w:eastAsia="Times New Roman"/>
          <w:szCs w:val="22"/>
          <w:lang w:val="en-AU" w:eastAsia="en-US"/>
        </w:rPr>
        <w:tab/>
        <w:t>In regard to such information systems, the Assembly of the Contracting Parties may establish one or more technical working groups to:</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29"/>
        </w:numPr>
        <w:ind w:left="1080" w:hanging="520"/>
        <w:rPr>
          <w:rFonts w:eastAsia="Times New Roman"/>
          <w:szCs w:val="22"/>
          <w:lang w:val="en-AU" w:eastAsia="en-US"/>
        </w:rPr>
      </w:pPr>
      <w:r w:rsidRPr="00025C28">
        <w:rPr>
          <w:rFonts w:eastAsia="Times New Roman"/>
          <w:szCs w:val="22"/>
          <w:lang w:val="en-AU" w:eastAsia="en-US"/>
        </w:rPr>
        <w:t xml:space="preserve">Develop minimum interoperability standards and structures of </w:t>
      </w:r>
      <w:r w:rsidRPr="00025C28">
        <w:rPr>
          <w:rFonts w:eastAsia="Times New Roman"/>
          <w:szCs w:val="22"/>
          <w:lang w:val="sv-SE" w:eastAsia="en-US"/>
        </w:rPr>
        <w:t>information systems</w:t>
      </w:r>
      <w:r w:rsidRPr="00025C28">
        <w:rPr>
          <w:rFonts w:eastAsia="Times New Roman"/>
          <w:szCs w:val="22"/>
          <w:lang w:val="en-AU" w:eastAsia="en-US"/>
        </w:rPr>
        <w:t xml:space="preserve"> content;</w:t>
      </w:r>
    </w:p>
    <w:p w:rsidR="00025C28" w:rsidRPr="00025C28" w:rsidRDefault="00025C28" w:rsidP="00025C28">
      <w:pPr>
        <w:keepLines/>
        <w:ind w:left="1080"/>
        <w:rPr>
          <w:rFonts w:eastAsia="Times New Roman"/>
          <w:szCs w:val="22"/>
          <w:lang w:val="en-AU" w:eastAsia="en-US"/>
        </w:rPr>
      </w:pPr>
    </w:p>
    <w:p w:rsidR="00025C28" w:rsidRPr="00025C28" w:rsidRDefault="00025C28" w:rsidP="00025C28">
      <w:pPr>
        <w:keepLines/>
        <w:numPr>
          <w:ilvl w:val="0"/>
          <w:numId w:val="29"/>
        </w:numPr>
        <w:ind w:left="1080" w:hanging="520"/>
        <w:rPr>
          <w:rFonts w:eastAsia="Times New Roman"/>
          <w:szCs w:val="22"/>
          <w:lang w:val="en-AU" w:eastAsia="en-US"/>
        </w:rPr>
      </w:pPr>
      <w:r w:rsidRPr="00025C28">
        <w:rPr>
          <w:rFonts w:eastAsia="Times New Roman"/>
          <w:szCs w:val="22"/>
          <w:lang w:val="en-AU" w:eastAsia="en-US"/>
        </w:rPr>
        <w:t>Develop guidelines relating to safeguards;</w:t>
      </w:r>
    </w:p>
    <w:p w:rsidR="00025C28" w:rsidRPr="00025C28" w:rsidRDefault="00025C28" w:rsidP="00025C28">
      <w:pPr>
        <w:keepLines/>
        <w:ind w:left="1080"/>
        <w:rPr>
          <w:rFonts w:eastAsia="Times New Roman"/>
          <w:szCs w:val="22"/>
          <w:lang w:val="en-AU" w:eastAsia="en-US"/>
        </w:rPr>
      </w:pPr>
    </w:p>
    <w:p w:rsidR="00025C28" w:rsidRPr="00025C28" w:rsidRDefault="00025C28" w:rsidP="00025C28">
      <w:pPr>
        <w:keepLines/>
        <w:numPr>
          <w:ilvl w:val="0"/>
          <w:numId w:val="29"/>
        </w:numPr>
        <w:ind w:left="1080" w:hanging="520"/>
        <w:rPr>
          <w:rFonts w:eastAsia="Times New Roman"/>
          <w:szCs w:val="22"/>
          <w:lang w:val="en-AU" w:eastAsia="en-US"/>
        </w:rPr>
      </w:pPr>
      <w:r w:rsidRPr="00025C28">
        <w:rPr>
          <w:rFonts w:eastAsia="Times New Roman"/>
          <w:szCs w:val="22"/>
          <w:lang w:val="en-AU" w:eastAsia="en-US"/>
        </w:rPr>
        <w:t xml:space="preserve">Develop principles and modalities related to the sharing of relevant information related to </w:t>
      </w:r>
      <w:r w:rsidRPr="00025C28">
        <w:rPr>
          <w:rFonts w:eastAsia="Times New Roman"/>
          <w:szCs w:val="22"/>
          <w:lang w:val="sv-SE" w:eastAsia="en-US"/>
        </w:rPr>
        <w:t>GRs and Associated TK</w:t>
      </w:r>
      <w:r w:rsidRPr="00025C28">
        <w:rPr>
          <w:rFonts w:eastAsia="Times New Roman"/>
          <w:szCs w:val="22"/>
          <w:lang w:val="en-AU" w:eastAsia="en-US"/>
        </w:rPr>
        <w:t xml:space="preserve">, especially periodicals, digital libraries and databases of information related to </w:t>
      </w:r>
      <w:r w:rsidRPr="00025C28">
        <w:rPr>
          <w:rFonts w:eastAsia="Times New Roman"/>
          <w:szCs w:val="22"/>
          <w:lang w:val="sv-SE" w:eastAsia="en-US"/>
        </w:rPr>
        <w:t>GRs and Associated TK</w:t>
      </w:r>
      <w:r w:rsidRPr="00025C28">
        <w:rPr>
          <w:rFonts w:eastAsia="Times New Roman"/>
          <w:szCs w:val="22"/>
          <w:lang w:val="en-AU" w:eastAsia="en-US"/>
        </w:rPr>
        <w:t>, and how WIPO Members should cooperate in the sharing of such information;</w:t>
      </w:r>
    </w:p>
    <w:p w:rsidR="00025C28" w:rsidRPr="00025C28" w:rsidRDefault="00025C28" w:rsidP="00025C28">
      <w:pPr>
        <w:keepLines/>
        <w:ind w:left="1080"/>
        <w:rPr>
          <w:rFonts w:eastAsia="Times New Roman"/>
          <w:szCs w:val="22"/>
          <w:lang w:val="en-AU" w:eastAsia="en-US"/>
        </w:rPr>
      </w:pPr>
    </w:p>
    <w:p w:rsidR="00025C28" w:rsidRPr="00025C28" w:rsidRDefault="00025C28" w:rsidP="00025C28">
      <w:pPr>
        <w:keepLines/>
        <w:numPr>
          <w:ilvl w:val="0"/>
          <w:numId w:val="29"/>
        </w:numPr>
        <w:ind w:left="1080" w:hanging="520"/>
        <w:rPr>
          <w:rFonts w:eastAsia="Times New Roman"/>
          <w:szCs w:val="22"/>
          <w:lang w:val="en-AU" w:eastAsia="en-US"/>
        </w:rPr>
      </w:pPr>
      <w:r w:rsidRPr="00025C28">
        <w:rPr>
          <w:rFonts w:eastAsia="Times New Roman"/>
          <w:szCs w:val="22"/>
          <w:lang w:val="en-AU" w:eastAsia="en-US"/>
        </w:rPr>
        <w:t xml:space="preserve">Make recommendations as to the possible establishment of an online portal to be hosted by the International Bureau of WIPO through which Offices would be able to directly access and retrieve data from such national and regional </w:t>
      </w:r>
      <w:r w:rsidRPr="00025C28">
        <w:rPr>
          <w:rFonts w:eastAsia="Times New Roman"/>
          <w:szCs w:val="22"/>
          <w:lang w:val="sv-SE" w:eastAsia="en-US"/>
        </w:rPr>
        <w:t>information systems</w:t>
      </w:r>
      <w:r w:rsidRPr="00025C28">
        <w:rPr>
          <w:rFonts w:eastAsia="Times New Roman"/>
          <w:szCs w:val="22"/>
          <w:lang w:val="en-AU" w:eastAsia="en-US"/>
        </w:rPr>
        <w:t xml:space="preserve">, subject to appropriate safeguards;  and, </w:t>
      </w:r>
    </w:p>
    <w:p w:rsidR="00025C28" w:rsidRPr="00025C28" w:rsidRDefault="00025C28" w:rsidP="00025C28">
      <w:pPr>
        <w:keepLines/>
        <w:ind w:left="1080"/>
        <w:rPr>
          <w:rFonts w:eastAsia="Times New Roman"/>
          <w:szCs w:val="22"/>
          <w:lang w:val="en-AU" w:eastAsia="en-US"/>
        </w:rPr>
      </w:pPr>
    </w:p>
    <w:p w:rsidR="00025C28" w:rsidRPr="00025C28" w:rsidRDefault="00025C28" w:rsidP="00025C28">
      <w:pPr>
        <w:keepLines/>
        <w:numPr>
          <w:ilvl w:val="0"/>
          <w:numId w:val="29"/>
        </w:numPr>
        <w:ind w:left="1080" w:hanging="520"/>
        <w:rPr>
          <w:rFonts w:eastAsia="Times New Roman"/>
          <w:szCs w:val="22"/>
          <w:lang w:val="en-AU" w:eastAsia="en-US"/>
        </w:rPr>
      </w:pPr>
      <w:r w:rsidRPr="00025C28">
        <w:rPr>
          <w:rFonts w:eastAsia="Times New Roman"/>
          <w:szCs w:val="22"/>
          <w:lang w:val="en-AU" w:eastAsia="en-US"/>
        </w:rPr>
        <w:t xml:space="preserve">Address any other related issue. </w:t>
      </w:r>
      <w:r w:rsidRPr="00025C28">
        <w:rPr>
          <w:rFonts w:eastAsia="Times New Roman"/>
          <w:szCs w:val="22"/>
          <w:lang w:val="en-AU" w:eastAsia="en-US"/>
        </w:rPr>
        <w:br/>
      </w:r>
    </w:p>
    <w:p w:rsidR="00025C28" w:rsidRPr="00025C28" w:rsidRDefault="00025C28" w:rsidP="00025C28">
      <w:pPr>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jc w:val="center"/>
        <w:rPr>
          <w:rFonts w:eastAsia="Times New Roman"/>
          <w:b/>
          <w:szCs w:val="22"/>
          <w:lang w:val="en-AU" w:eastAsia="en-US"/>
        </w:rPr>
      </w:pPr>
      <w:r w:rsidRPr="00025C28">
        <w:rPr>
          <w:rFonts w:eastAsia="Times New Roman"/>
          <w:b/>
          <w:szCs w:val="22"/>
          <w:lang w:val="en-AU" w:eastAsia="en-US"/>
        </w:rPr>
        <w:lastRenderedPageBreak/>
        <w:t>ARTICLE 8</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RELATIONSHIP WITH OTHER INTERNATIONAL AGREEMENTS</w:t>
      </w:r>
    </w:p>
    <w:p w:rsidR="00025C28" w:rsidRPr="00025C28" w:rsidRDefault="00025C28" w:rsidP="00025C28">
      <w:pPr>
        <w:keepLines/>
        <w:rPr>
          <w:rFonts w:eastAsia="Times New Roman"/>
          <w:b/>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This instrument shall be implemented in a mutually supportive manner with other international agreements relevant to this instrument</w:t>
      </w:r>
      <w:r w:rsidRPr="00AF5554">
        <w:rPr>
          <w:rFonts w:eastAsia="Times New Roman"/>
          <w:szCs w:val="22"/>
          <w:vertAlign w:val="superscript"/>
          <w:lang w:val="en-AU" w:eastAsia="en-US"/>
        </w:rPr>
        <w:footnoteReference w:id="27"/>
      </w:r>
      <w:r w:rsidRPr="00025C28">
        <w:rPr>
          <w:rFonts w:eastAsia="Times New Roman"/>
          <w:szCs w:val="22"/>
          <w:lang w:val="en-AU" w:eastAsia="en-US"/>
        </w:rPr>
        <w:t>.</w:t>
      </w:r>
    </w:p>
    <w:p w:rsidR="00025C28" w:rsidRPr="00025C28" w:rsidRDefault="00025C28" w:rsidP="00025C28">
      <w:pPr>
        <w:keepLines/>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9</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 xml:space="preserve">REVIEW </w:t>
      </w:r>
    </w:p>
    <w:p w:rsidR="00025C28" w:rsidRPr="00025C28" w:rsidRDefault="00025C28" w:rsidP="00025C28">
      <w:pPr>
        <w:keepLines/>
        <w:jc w:val="center"/>
        <w:rPr>
          <w:rFonts w:eastAsia="Times New Roman"/>
          <w:b/>
          <w:szCs w:val="22"/>
          <w:lang w:val="en-AU" w:eastAsia="en-US"/>
        </w:rPr>
      </w:pPr>
    </w:p>
    <w:p w:rsidR="00025C28" w:rsidRPr="00025C28" w:rsidRDefault="00025C28" w:rsidP="00025C28">
      <w:pPr>
        <w:keepLines/>
        <w:rPr>
          <w:rFonts w:eastAsia="Calibri"/>
          <w:szCs w:val="22"/>
          <w:lang w:val="en-AU" w:eastAsia="en-US"/>
        </w:rPr>
      </w:pPr>
      <w:r w:rsidRPr="00025C28">
        <w:rPr>
          <w:rFonts w:eastAsia="Calibri"/>
          <w:szCs w:val="22"/>
          <w:lang w:val="en-AU" w:eastAsia="en-US"/>
        </w:rPr>
        <w:t xml:space="preserve">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 </w:t>
      </w:r>
    </w:p>
    <w:p w:rsidR="00025C28" w:rsidRPr="00025C28" w:rsidRDefault="00025C28" w:rsidP="00025C28">
      <w:pPr>
        <w:keepLines/>
        <w:rPr>
          <w:rFonts w:eastAsia="Calibri"/>
          <w:szCs w:val="22"/>
          <w:lang w:val="en-AU" w:eastAsia="en-US"/>
        </w:rPr>
      </w:pPr>
    </w:p>
    <w:p w:rsidR="00025C28" w:rsidRPr="00025C28" w:rsidRDefault="00025C28" w:rsidP="00025C28">
      <w:pPr>
        <w:keepLines/>
        <w:rPr>
          <w:rFonts w:eastAsia="Calibri"/>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rPr>
          <w:rFonts w:eastAsia="Calibri"/>
          <w:szCs w:val="22"/>
          <w:u w:val="single"/>
          <w:lang w:val="en-AU" w:eastAsia="en-US"/>
        </w:rPr>
      </w:pPr>
      <w:r w:rsidRPr="00025C28">
        <w:rPr>
          <w:rFonts w:eastAsia="Calibri"/>
          <w:szCs w:val="22"/>
          <w:u w:val="single"/>
          <w:lang w:val="en-AU" w:eastAsia="en-US"/>
        </w:rPr>
        <w:lastRenderedPageBreak/>
        <w:t>Notes on Article 9</w:t>
      </w:r>
    </w:p>
    <w:p w:rsidR="00025C28" w:rsidRPr="00025C28" w:rsidRDefault="00025C28" w:rsidP="00025C28">
      <w:pPr>
        <w:keepLines/>
        <w:rPr>
          <w:rFonts w:eastAsia="Calibri"/>
          <w:szCs w:val="22"/>
          <w:u w:val="single"/>
          <w:lang w:val="en-AU" w:eastAsia="en-US"/>
        </w:rPr>
      </w:pPr>
    </w:p>
    <w:p w:rsidR="00025C28" w:rsidRPr="00025C28" w:rsidRDefault="00025C28" w:rsidP="00025C28">
      <w:pPr>
        <w:keepLines/>
        <w:rPr>
          <w:rFonts w:eastAsia="Calibri"/>
          <w:szCs w:val="22"/>
          <w:lang w:val="en-AU" w:eastAsia="en-US"/>
        </w:rPr>
      </w:pPr>
      <w:r w:rsidRPr="00025C28">
        <w:rPr>
          <w:rFonts w:eastAsia="Calibri"/>
          <w:szCs w:val="22"/>
          <w:lang w:val="en-AU" w:eastAsia="en-US"/>
        </w:rPr>
        <w:t>1.</w:t>
      </w:r>
      <w:r w:rsidRPr="00025C28">
        <w:rPr>
          <w:rFonts w:eastAsia="Calibri"/>
          <w:szCs w:val="22"/>
          <w:lang w:val="en-AU" w:eastAsia="en-US"/>
        </w:rPr>
        <w:tab/>
        <w:t xml:space="preserve">This article is a compromise text developed to address the view of some members that the scope of the instrument should include other IP rights and issues.  Notwithstanding this view, members also recognised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rsidR="00025C28" w:rsidRPr="00025C28" w:rsidRDefault="00025C28" w:rsidP="00025C28">
      <w:pPr>
        <w:keepLines/>
        <w:rPr>
          <w:rFonts w:eastAsia="Calibri"/>
          <w:szCs w:val="22"/>
          <w:lang w:val="en-AU" w:eastAsia="en-US"/>
        </w:rPr>
      </w:pPr>
    </w:p>
    <w:p w:rsidR="00025C28" w:rsidRPr="00025C28" w:rsidRDefault="00025C28" w:rsidP="00025C28">
      <w:pPr>
        <w:keepLines/>
        <w:rPr>
          <w:rFonts w:eastAsia="Calibri"/>
          <w:szCs w:val="22"/>
          <w:lang w:val="en-AU" w:eastAsia="en-US"/>
        </w:rPr>
      </w:pPr>
      <w:r w:rsidRPr="00025C28">
        <w:rPr>
          <w:rFonts w:eastAsia="Calibri"/>
          <w:szCs w:val="22"/>
          <w:lang w:val="en-AU" w:eastAsia="en-US"/>
        </w:rPr>
        <w:t>2.</w:t>
      </w:r>
      <w:r w:rsidRPr="00025C28">
        <w:rPr>
          <w:rFonts w:eastAsia="Calibri"/>
          <w:szCs w:val="22"/>
          <w:lang w:val="en-AU" w:eastAsia="en-US"/>
        </w:rPr>
        <w:tab/>
        <w:t xml:space="preserve">This approach enables the instrument to be progressed as a foundation instrument with an in-built mechanism to address additional issues within a predetermined time-frame. </w:t>
      </w:r>
    </w:p>
    <w:p w:rsidR="00025C28" w:rsidRPr="00025C28" w:rsidRDefault="00025C28" w:rsidP="00025C28">
      <w:pPr>
        <w:keepLines/>
        <w:rPr>
          <w:rFonts w:eastAsia="Calibri"/>
          <w:szCs w:val="22"/>
          <w:lang w:val="en-AU" w:eastAsia="en-US"/>
        </w:rPr>
      </w:pPr>
    </w:p>
    <w:p w:rsidR="00025C28" w:rsidRPr="00025C28" w:rsidRDefault="00025C28" w:rsidP="00025C28">
      <w:pP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eastAsia="en-US"/>
        </w:rPr>
      </w:pPr>
      <w:r w:rsidRPr="00025C28">
        <w:rPr>
          <w:rFonts w:eastAsia="Times New Roman"/>
          <w:b/>
          <w:szCs w:val="22"/>
          <w:lang w:eastAsia="en-US"/>
        </w:rPr>
        <w:lastRenderedPageBreak/>
        <w:t>[ARTICLE 10</w:t>
      </w:r>
      <w:r w:rsidRPr="00AF5554">
        <w:rPr>
          <w:rFonts w:eastAsia="Times New Roman"/>
          <w:b/>
          <w:szCs w:val="22"/>
          <w:vertAlign w:val="superscript"/>
          <w:lang w:eastAsia="en-US"/>
        </w:rPr>
        <w:footnoteReference w:id="28"/>
      </w:r>
    </w:p>
    <w:p w:rsidR="00025C28" w:rsidRPr="00025C28" w:rsidRDefault="00025C28" w:rsidP="00025C28">
      <w:pPr>
        <w:keepLines/>
        <w:jc w:val="center"/>
        <w:rPr>
          <w:rFonts w:eastAsia="Times New Roman"/>
          <w:b/>
          <w:szCs w:val="22"/>
          <w:lang w:eastAsia="en-US"/>
        </w:rPr>
      </w:pPr>
      <w:r w:rsidRPr="00025C28">
        <w:rPr>
          <w:rFonts w:eastAsia="Times New Roman"/>
          <w:b/>
          <w:szCs w:val="22"/>
          <w:lang w:eastAsia="en-US"/>
        </w:rPr>
        <w:t>GENERAL PRINCIPLES ON IMPLEMENTATION</w:t>
      </w:r>
    </w:p>
    <w:p w:rsidR="00025C28" w:rsidRPr="00025C28" w:rsidRDefault="00025C28" w:rsidP="00025C28">
      <w:pPr>
        <w:keepLines/>
        <w:jc w:val="center"/>
        <w:rPr>
          <w:rFonts w:eastAsia="Times New Roman"/>
          <w:szCs w:val="22"/>
          <w:lang w:eastAsia="en-US"/>
        </w:rPr>
      </w:pPr>
    </w:p>
    <w:p w:rsidR="00025C28" w:rsidRPr="00025C28" w:rsidRDefault="00025C28" w:rsidP="006842EF">
      <w:pPr>
        <w:keepLines/>
        <w:rPr>
          <w:rFonts w:eastAsia="Times New Roman"/>
          <w:szCs w:val="22"/>
          <w:lang w:val="en-AU" w:eastAsia="en-US"/>
        </w:rPr>
      </w:pPr>
      <w:r w:rsidRPr="00025C28">
        <w:rPr>
          <w:rFonts w:eastAsia="Times New Roman"/>
          <w:szCs w:val="22"/>
          <w:lang w:eastAsia="en-US"/>
        </w:rPr>
        <w:t>10.1</w:t>
      </w:r>
      <w:r w:rsidRPr="00025C28">
        <w:rPr>
          <w:rFonts w:eastAsia="Times New Roman"/>
          <w:szCs w:val="22"/>
          <w:lang w:eastAsia="en-US"/>
        </w:rPr>
        <w:tab/>
      </w:r>
      <w:r w:rsidRPr="00025C28">
        <w:rPr>
          <w:rFonts w:eastAsia="Times New Roman"/>
          <w:szCs w:val="22"/>
          <w:lang w:val="en-AU" w:eastAsia="en-US"/>
        </w:rPr>
        <w:t>Contracting Parties undertake to adopt the measures necessary to ensure the application of this instrument.</w:t>
      </w:r>
    </w:p>
    <w:p w:rsidR="00025C28" w:rsidRPr="00025C28" w:rsidRDefault="00025C28" w:rsidP="006842EF">
      <w:pPr>
        <w:keepLines/>
        <w:rPr>
          <w:rFonts w:eastAsia="Times New Roman"/>
          <w:szCs w:val="22"/>
          <w:lang w:val="sv-SE" w:eastAsia="en-US"/>
        </w:rPr>
      </w:pPr>
    </w:p>
    <w:p w:rsidR="00025C28" w:rsidRPr="00025C28" w:rsidRDefault="00025C28" w:rsidP="006842EF">
      <w:pPr>
        <w:keepLines/>
        <w:rPr>
          <w:rFonts w:eastAsia="Times New Roman"/>
          <w:szCs w:val="22"/>
          <w:lang w:val="en-AU" w:eastAsia="en-US"/>
        </w:rPr>
      </w:pPr>
      <w:r w:rsidRPr="00025C28">
        <w:rPr>
          <w:rFonts w:eastAsia="Times New Roman"/>
          <w:szCs w:val="22"/>
          <w:lang w:val="en-AU" w:eastAsia="en-US"/>
        </w:rPr>
        <w:t>10.2</w:t>
      </w:r>
      <w:r w:rsidRPr="00025C28">
        <w:rPr>
          <w:rFonts w:eastAsia="Times New Roman"/>
          <w:szCs w:val="22"/>
          <w:lang w:val="en-AU" w:eastAsia="en-US"/>
        </w:rPr>
        <w:tab/>
        <w:t xml:space="preserve">Nothing shall prevent Contracting Parties from determining the appropriate method of implementing the provisions of this instrument within their own legal systems and practices.]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sectPr w:rsidR="00025C28" w:rsidRPr="00025C28" w:rsidSect="00CB53B0">
          <w:headerReference w:type="even" r:id="rId31"/>
          <w:headerReference w:type="default" r:id="rId32"/>
          <w:footerReference w:type="even" r:id="rId33"/>
          <w:footerReference w:type="default" r:id="rId34"/>
          <w:footerReference w:type="first" r:id="rId35"/>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11</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ASSEMBLY</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11.1</w:t>
      </w:r>
      <w:r w:rsidRPr="00025C28">
        <w:rPr>
          <w:rFonts w:eastAsia="Times New Roman"/>
          <w:szCs w:val="22"/>
          <w:lang w:val="en-AU" w:eastAsia="en-US"/>
        </w:rPr>
        <w:tab/>
        <w:t xml:space="preserve">The Contracting Parties shall have an Assembly: </w:t>
      </w:r>
    </w:p>
    <w:p w:rsidR="00025C28" w:rsidRPr="00025C28" w:rsidRDefault="00025C28" w:rsidP="00025C28">
      <w:pPr>
        <w:keepLines/>
        <w:rPr>
          <w:rFonts w:eastAsia="Times New Roman"/>
          <w:szCs w:val="22"/>
          <w:lang w:val="en-AU" w:eastAsia="en-US"/>
        </w:rPr>
      </w:pPr>
    </w:p>
    <w:p w:rsidR="00025C28" w:rsidRPr="00025C28" w:rsidRDefault="00025C28" w:rsidP="00025C28">
      <w:pPr>
        <w:keepLines/>
        <w:numPr>
          <w:ilvl w:val="0"/>
          <w:numId w:val="34"/>
        </w:numPr>
        <w:ind w:left="993" w:hanging="547"/>
        <w:rPr>
          <w:rFonts w:eastAsia="Times New Roman"/>
          <w:szCs w:val="22"/>
          <w:lang w:val="sv-SE" w:eastAsia="en-US"/>
        </w:rPr>
      </w:pPr>
      <w:r w:rsidRPr="00025C28">
        <w:rPr>
          <w:rFonts w:eastAsia="Times New Roman"/>
          <w:szCs w:val="22"/>
          <w:lang w:val="sv-SE" w:eastAsia="en-US"/>
        </w:rPr>
        <w:t>Each Contracting Party shall be represented in the Assembly by one delegate who may be assisted by alternate delegates, advisors and experts.</w:t>
      </w:r>
    </w:p>
    <w:p w:rsidR="00025C28" w:rsidRPr="00025C28" w:rsidRDefault="00025C28" w:rsidP="00025C28">
      <w:pPr>
        <w:keepLines/>
        <w:ind w:left="993"/>
        <w:rPr>
          <w:rFonts w:eastAsia="Times New Roman"/>
          <w:szCs w:val="22"/>
          <w:lang w:val="sv-SE" w:eastAsia="en-US"/>
        </w:rPr>
      </w:pPr>
    </w:p>
    <w:p w:rsidR="00025C28" w:rsidRPr="00025C28" w:rsidRDefault="00025C28" w:rsidP="00025C28">
      <w:pPr>
        <w:keepLines/>
        <w:numPr>
          <w:ilvl w:val="0"/>
          <w:numId w:val="34"/>
        </w:numPr>
        <w:ind w:left="993" w:hanging="547"/>
        <w:rPr>
          <w:rFonts w:eastAsia="Times New Roman"/>
          <w:szCs w:val="22"/>
          <w:lang w:val="sv-SE" w:eastAsia="en-US"/>
        </w:rPr>
      </w:pPr>
      <w:r w:rsidRPr="00025C28">
        <w:rPr>
          <w:rFonts w:eastAsia="Times New Roman"/>
          <w:szCs w:val="22"/>
          <w:lang w:val="sv-SE" w:eastAsia="en-US"/>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rsidR="00025C28" w:rsidRPr="00025C28" w:rsidRDefault="00025C28" w:rsidP="00025C28">
      <w:pPr>
        <w:keepLines/>
        <w:ind w:left="993"/>
        <w:rPr>
          <w:rFonts w:eastAsia="Times New Roman"/>
          <w:szCs w:val="22"/>
          <w:lang w:val="sv-SE" w:eastAsia="en-US"/>
        </w:rPr>
      </w:pPr>
    </w:p>
    <w:p w:rsidR="00025C28" w:rsidRPr="00025C28" w:rsidRDefault="00025C28" w:rsidP="00025C28">
      <w:pPr>
        <w:keepLines/>
        <w:numPr>
          <w:ilvl w:val="0"/>
          <w:numId w:val="34"/>
        </w:numPr>
        <w:ind w:left="993" w:hanging="547"/>
        <w:rPr>
          <w:rFonts w:eastAsia="Times New Roman"/>
          <w:szCs w:val="22"/>
          <w:lang w:val="sv-SE" w:eastAsia="en-US"/>
        </w:rPr>
      </w:pPr>
      <w:r w:rsidRPr="00025C28">
        <w:rPr>
          <w:rFonts w:eastAsia="Times New Roman"/>
          <w:szCs w:val="22"/>
          <w:lang w:val="sv-SE" w:eastAsia="en-US"/>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matters referred to in Articles 7 and 9 above, and on any other matter. </w:t>
      </w:r>
    </w:p>
    <w:p w:rsidR="00025C28" w:rsidRPr="00025C28" w:rsidRDefault="00025C28" w:rsidP="00025C28">
      <w:pPr>
        <w:keepLines/>
        <w:ind w:left="993"/>
        <w:rPr>
          <w:rFonts w:eastAsia="Times New Roman"/>
          <w:szCs w:val="22"/>
          <w:lang w:val="sv-SE" w:eastAsia="en-US"/>
        </w:rPr>
      </w:pPr>
    </w:p>
    <w:p w:rsidR="00025C28" w:rsidRPr="00025C28" w:rsidRDefault="00025C28" w:rsidP="00025C28">
      <w:pPr>
        <w:numPr>
          <w:ilvl w:val="0"/>
          <w:numId w:val="34"/>
        </w:numPr>
        <w:ind w:left="993" w:hanging="547"/>
        <w:rPr>
          <w:rFonts w:eastAsia="Times New Roman"/>
          <w:szCs w:val="22"/>
          <w:lang w:val="en-AU" w:eastAsia="en-US"/>
        </w:rPr>
      </w:pPr>
      <w:r w:rsidRPr="00025C28">
        <w:rPr>
          <w:rFonts w:eastAsia="Times New Roman"/>
          <w:szCs w:val="22"/>
          <w:lang w:val="en-AU" w:eastAsia="en-US"/>
        </w:rPr>
        <w:t>The Assembly shall perform the function allocated to it under Article 13 in respect of the admission of certain intergovernmental organizations to become party to this instrument.</w:t>
      </w:r>
    </w:p>
    <w:p w:rsidR="00025C28" w:rsidRPr="00025C28" w:rsidRDefault="00025C28" w:rsidP="00025C28">
      <w:pPr>
        <w:ind w:left="993"/>
        <w:rPr>
          <w:rFonts w:eastAsia="Times New Roman"/>
          <w:szCs w:val="22"/>
          <w:lang w:val="en-AU" w:eastAsia="en-US"/>
        </w:rPr>
      </w:pPr>
    </w:p>
    <w:p w:rsidR="00025C28" w:rsidRPr="00025C28" w:rsidRDefault="00025C28" w:rsidP="00025C28">
      <w:pPr>
        <w:numPr>
          <w:ilvl w:val="0"/>
          <w:numId w:val="34"/>
        </w:numPr>
        <w:ind w:left="993" w:hanging="547"/>
        <w:rPr>
          <w:rFonts w:eastAsia="Times New Roman"/>
          <w:szCs w:val="22"/>
          <w:lang w:val="en-AU" w:eastAsia="en-US"/>
        </w:rPr>
      </w:pPr>
      <w:r w:rsidRPr="00025C28">
        <w:rPr>
          <w:rFonts w:eastAsia="Times New Roman"/>
          <w:szCs w:val="22"/>
          <w:lang w:val="en-AU" w:eastAsia="en-US"/>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States which are party to this instrument.  No such intergovernmental organization shall participate in the vote if any one of its Member States exercises its right to vote and </w:t>
      </w:r>
      <w:r w:rsidRPr="00025C28">
        <w:rPr>
          <w:rFonts w:eastAsia="Times New Roman"/>
          <w:i/>
          <w:szCs w:val="22"/>
          <w:lang w:val="en-AU" w:eastAsia="en-US"/>
        </w:rPr>
        <w:t>vice versa</w:t>
      </w:r>
      <w:r w:rsidRPr="00025C28">
        <w:rPr>
          <w:rFonts w:eastAsia="Times New Roman"/>
          <w:szCs w:val="22"/>
          <w:lang w:val="en-AU" w:eastAsia="en-US"/>
        </w:rPr>
        <w:t>.</w:t>
      </w:r>
    </w:p>
    <w:p w:rsidR="00025C28" w:rsidRPr="00025C28" w:rsidRDefault="00025C28" w:rsidP="00025C28">
      <w:pPr>
        <w:ind w:left="993"/>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11.2</w:t>
      </w:r>
      <w:r w:rsidRPr="00025C28">
        <w:rPr>
          <w:rFonts w:eastAsia="Times New Roman"/>
          <w:szCs w:val="22"/>
          <w:lang w:val="en-AU" w:eastAsia="en-US"/>
        </w:rPr>
        <w:tab/>
        <w:t>The Assembly shall meet upon convocation by the Director General of WIPO and, in the absence of exceptional circumstances, during the same period and at the same place as the General Assembly of WIPO.</w:t>
      </w:r>
    </w:p>
    <w:p w:rsidR="00025C28" w:rsidRPr="00025C28" w:rsidRDefault="00025C28" w:rsidP="00025C28">
      <w:pPr>
        <w:rPr>
          <w:rFonts w:eastAsia="Times New Roman"/>
          <w:szCs w:val="22"/>
          <w:lang w:val="en-AU" w:eastAsia="en-US"/>
        </w:rPr>
      </w:pPr>
    </w:p>
    <w:p w:rsidR="00025C28" w:rsidRPr="00AF5554" w:rsidRDefault="00025C28" w:rsidP="00025C28">
      <w:pPr>
        <w:rPr>
          <w:rFonts w:eastAsia="Times New Roman"/>
          <w:szCs w:val="22"/>
          <w:lang w:val="en-AU" w:eastAsia="en-US"/>
        </w:rPr>
      </w:pPr>
      <w:r w:rsidRPr="00025C28">
        <w:rPr>
          <w:rFonts w:eastAsia="Times New Roman"/>
          <w:szCs w:val="22"/>
          <w:lang w:val="en-AU" w:eastAsia="en-US"/>
        </w:rPr>
        <w:t>11.3</w:t>
      </w:r>
      <w:r w:rsidRPr="00025C28">
        <w:rPr>
          <w:rFonts w:eastAsia="Times New Roman"/>
          <w:szCs w:val="22"/>
          <w:lang w:val="en-AU" w:eastAsia="en-US"/>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sidRPr="00AF5554">
        <w:rPr>
          <w:rFonts w:eastAsia="Times New Roman"/>
          <w:szCs w:val="22"/>
          <w:lang w:val="en-AU" w:eastAsia="en-US"/>
        </w:rPr>
        <w:t> </w:t>
      </w:r>
    </w:p>
    <w:p w:rsidR="00025C28" w:rsidRPr="00025C28" w:rsidRDefault="00025C28" w:rsidP="00025C28">
      <w:pPr>
        <w:rPr>
          <w:rFonts w:eastAsia="Times New Roman"/>
          <w:szCs w:val="22"/>
          <w:lang w:val="en-AU" w:eastAsia="en-US"/>
        </w:rPr>
        <w:sectPr w:rsidR="00025C28" w:rsidRPr="00025C28" w:rsidSect="00CB53B0">
          <w:headerReference w:type="first" r:id="rId36"/>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Next/>
        <w:numPr>
          <w:ilvl w:val="0"/>
          <w:numId w:val="31"/>
        </w:numPr>
        <w:ind w:left="0" w:firstLine="0"/>
        <w:jc w:val="center"/>
        <w:outlineLvl w:val="1"/>
        <w:rPr>
          <w:b/>
          <w:bCs/>
          <w:iCs/>
          <w:caps/>
          <w:szCs w:val="22"/>
          <w:lang w:val="en-AU"/>
        </w:rPr>
      </w:pPr>
      <w:r w:rsidRPr="00025C28">
        <w:rPr>
          <w:b/>
          <w:bCs/>
          <w:iCs/>
          <w:caps/>
          <w:szCs w:val="22"/>
          <w:lang w:val="en-AU"/>
        </w:rPr>
        <w:lastRenderedPageBreak/>
        <w:t>[Article 12</w:t>
      </w:r>
      <w:r w:rsidRPr="00025C28">
        <w:rPr>
          <w:b/>
          <w:bCs/>
          <w:iCs/>
          <w:caps/>
          <w:szCs w:val="22"/>
          <w:lang w:val="en-AU"/>
        </w:rPr>
        <w:br/>
        <w:t>International Bureau</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The Secretariat of WIPO shall perform the administrative tasks concerning this instrument.]</w:t>
      </w:r>
    </w:p>
    <w:p w:rsidR="00025C28" w:rsidRPr="00025C28" w:rsidRDefault="00025C28" w:rsidP="00025C28">
      <w:pPr>
        <w:keepLines/>
        <w:jc w:val="center"/>
        <w:rPr>
          <w:rFonts w:eastAsia="Times New Roman"/>
          <w:b/>
          <w:szCs w:val="22"/>
          <w:lang w:val="en-AU" w:eastAsia="en-US"/>
        </w:rPr>
      </w:pPr>
    </w:p>
    <w:p w:rsidR="00025C28" w:rsidRPr="00025C28" w:rsidRDefault="00025C28" w:rsidP="00025C28">
      <w:pPr>
        <w:keepLines/>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13</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ELIGIBILITY TO BECOME A PARTY</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13.1</w:t>
      </w:r>
      <w:r w:rsidRPr="00025C28">
        <w:rPr>
          <w:rFonts w:eastAsia="Times New Roman"/>
          <w:szCs w:val="22"/>
          <w:lang w:val="en-AU" w:eastAsia="en-US"/>
        </w:rPr>
        <w:tab/>
        <w:t>Any Member State of WIPO may become party to this instrument.</w:t>
      </w:r>
    </w:p>
    <w:p w:rsidR="00025C28" w:rsidRPr="00025C28" w:rsidRDefault="00025C28" w:rsidP="00025C28">
      <w:pPr>
        <w:rPr>
          <w:rFonts w:eastAsia="Times New Roman"/>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szCs w:val="22"/>
          <w:lang w:val="en-AU" w:eastAsia="en-US"/>
        </w:rPr>
        <w:t>13.2</w:t>
      </w:r>
      <w:r w:rsidRPr="00025C28">
        <w:rPr>
          <w:rFonts w:eastAsia="Times New Roman"/>
          <w:szCs w:val="22"/>
          <w:lang w:val="en-AU" w:eastAsia="en-US"/>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
    <w:p w:rsidR="00025C28" w:rsidRPr="00025C28" w:rsidRDefault="00025C28" w:rsidP="00025C28">
      <w:pPr>
        <w:keepLines/>
        <w:jc w:val="center"/>
        <w:rPr>
          <w:rFonts w:eastAsia="Times New Roman"/>
          <w:b/>
          <w:szCs w:val="22"/>
          <w:lang w:val="en-AU" w:eastAsia="en-US"/>
        </w:rPr>
      </w:pPr>
    </w:p>
    <w:p w:rsidR="00025C28" w:rsidRPr="00025C28" w:rsidRDefault="00025C28" w:rsidP="00025C28">
      <w:pPr>
        <w:keepLines/>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14</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 xml:space="preserve">REVISIONS </w:t>
      </w:r>
    </w:p>
    <w:p w:rsidR="00025C28" w:rsidRPr="00025C28" w:rsidRDefault="00025C28" w:rsidP="00025C28">
      <w:pPr>
        <w:rPr>
          <w:rFonts w:eastAsia="Times New Roman"/>
          <w:iCs/>
          <w:szCs w:val="22"/>
          <w:lang w:val="en-AU" w:eastAsia="en-US"/>
        </w:rPr>
      </w:pPr>
    </w:p>
    <w:p w:rsidR="00025C28" w:rsidRPr="00025C28" w:rsidRDefault="00025C28" w:rsidP="00025C28">
      <w:pPr>
        <w:rPr>
          <w:rFonts w:eastAsia="Times New Roman"/>
          <w:szCs w:val="22"/>
          <w:lang w:val="en-AU" w:eastAsia="en-US"/>
        </w:rPr>
      </w:pPr>
      <w:r w:rsidRPr="00025C28">
        <w:rPr>
          <w:rFonts w:eastAsia="Times New Roman"/>
          <w:iCs/>
          <w:szCs w:val="22"/>
          <w:lang w:val="en-AU" w:eastAsia="en-US"/>
        </w:rPr>
        <w:t xml:space="preserve">This instrument may only be revised by a diplomatic conference.  The convocation of any diplomatic conference shall be decided by the Assembly of Contracting Parties to this instrument.] </w:t>
      </w:r>
    </w:p>
    <w:p w:rsidR="00025C28" w:rsidRPr="00025C28" w:rsidRDefault="00025C28" w:rsidP="00025C28">
      <w:pP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15</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SIGNATURE</w:t>
      </w:r>
    </w:p>
    <w:p w:rsidR="00025C28" w:rsidRPr="00025C28" w:rsidRDefault="00025C28" w:rsidP="00025C28">
      <w:pPr>
        <w:keepLines/>
        <w:rPr>
          <w:rFonts w:eastAsia="Times New Roman"/>
          <w:b/>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This instrument shall be open for signature at the Diplomatic Conference in ………, and thereafter at the headquarters of WIPO by any eligible party for one year after its adoption.]</w:t>
      </w:r>
    </w:p>
    <w:p w:rsidR="00025C28" w:rsidRPr="00025C28" w:rsidRDefault="00025C28" w:rsidP="00025C28">
      <w:pPr>
        <w:rPr>
          <w:rFonts w:eastAsia="Times New Roman"/>
          <w:szCs w:val="22"/>
          <w:shd w:val="clear" w:color="auto" w:fill="FAFAFA"/>
          <w:lang w:val="en-AU" w:eastAsia="en-US"/>
        </w:rPr>
      </w:pPr>
    </w:p>
    <w:p w:rsidR="00025C28" w:rsidRPr="00025C28" w:rsidRDefault="00025C28" w:rsidP="00025C28">
      <w:pPr>
        <w:keepLines/>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16</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ENTRY INTO FORCE</w:t>
      </w:r>
    </w:p>
    <w:p w:rsidR="00025C28" w:rsidRPr="00025C28" w:rsidRDefault="00025C28" w:rsidP="00025C28">
      <w:pPr>
        <w:keepLines/>
        <w:rPr>
          <w:rFonts w:eastAsia="Times New Roman"/>
          <w:b/>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This instrument shall enter into force three months after 20 eligible</w:t>
      </w:r>
      <w:r w:rsidR="00EC2A8A">
        <w:rPr>
          <w:rFonts w:eastAsia="Times New Roman"/>
          <w:szCs w:val="22"/>
          <w:lang w:val="en-AU" w:eastAsia="en-US"/>
        </w:rPr>
        <w:t xml:space="preserve"> parties referred to in Article </w:t>
      </w:r>
      <w:r w:rsidRPr="00025C28">
        <w:rPr>
          <w:rFonts w:eastAsia="Times New Roman"/>
          <w:szCs w:val="22"/>
          <w:lang w:val="en-AU" w:eastAsia="en-US"/>
        </w:rPr>
        <w:t>13 have deposited their instruments of ratification or accession.]</w:t>
      </w:r>
    </w:p>
    <w:p w:rsidR="00025C28" w:rsidRPr="00025C28" w:rsidRDefault="00025C28" w:rsidP="00025C28">
      <w:pPr>
        <w:rPr>
          <w:rFonts w:eastAsia="Times New Roman"/>
          <w:szCs w:val="22"/>
          <w:shd w:val="clear" w:color="auto" w:fill="FAFAFA"/>
          <w:lang w:val="en-AU" w:eastAsia="en-US"/>
        </w:rPr>
      </w:pPr>
    </w:p>
    <w:p w:rsidR="00025C28" w:rsidRPr="00025C28" w:rsidRDefault="00025C28" w:rsidP="00025C28">
      <w:pPr>
        <w:keepLines/>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17</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DENUNCIATION</w:t>
      </w:r>
    </w:p>
    <w:p w:rsidR="00025C28" w:rsidRPr="00025C28" w:rsidRDefault="00025C28" w:rsidP="00025C28">
      <w:pPr>
        <w:keepLines/>
        <w:rPr>
          <w:rFonts w:eastAsia="Times New Roman"/>
          <w:b/>
          <w:szCs w:val="22"/>
          <w:lang w:val="en-AU" w:eastAsia="en-US"/>
        </w:rPr>
      </w:pPr>
    </w:p>
    <w:p w:rsidR="00025C28" w:rsidRPr="00025C28" w:rsidRDefault="00025C28" w:rsidP="00AB4E13">
      <w:pPr>
        <w:keepLines/>
        <w:rPr>
          <w:rFonts w:eastAsia="Times New Roman"/>
          <w:szCs w:val="22"/>
          <w:shd w:val="clear" w:color="auto" w:fill="FAFAFA"/>
          <w:lang w:val="en-AU" w:eastAsia="en-US"/>
        </w:rPr>
      </w:pPr>
      <w:r w:rsidRPr="00025C28">
        <w:rPr>
          <w:rFonts w:eastAsia="Times New Roman"/>
          <w:szCs w:val="22"/>
          <w:lang w:val="en-AU" w:eastAsia="en-US"/>
        </w:rPr>
        <w:t>This instrument may be denounced by any Contracting Party by notification addressed to the Director General of WIPO.  Any denunciation shall take effect one year from the date on which the Director General of WIPO received the notification.]</w:t>
      </w:r>
    </w:p>
    <w:p w:rsidR="00025C28" w:rsidRPr="00025C28" w:rsidRDefault="00025C28" w:rsidP="00025C28">
      <w:pPr>
        <w:rPr>
          <w:rFonts w:eastAsia="Times New Roman"/>
          <w:szCs w:val="22"/>
          <w:lang w:val="en-AU" w:eastAsia="en-US"/>
        </w:rPr>
      </w:pPr>
    </w:p>
    <w:p w:rsidR="00025C28" w:rsidRPr="00025C28" w:rsidRDefault="00025C28" w:rsidP="00025C28">
      <w:pPr>
        <w:keepLines/>
        <w:jc w:val="center"/>
        <w:rPr>
          <w:rFonts w:eastAsia="Times New Roman"/>
          <w:b/>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18</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RESERVATIONS</w:t>
      </w:r>
    </w:p>
    <w:p w:rsidR="00025C28" w:rsidRPr="00025C28" w:rsidRDefault="00025C28" w:rsidP="00025C28">
      <w:pPr>
        <w:keepLines/>
        <w:rPr>
          <w:rFonts w:eastAsia="Times New Roman"/>
          <w:b/>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No reservations to this instrument shall be permitted.]</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19</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AUTHORITATIVE TEXT</w:t>
      </w:r>
    </w:p>
    <w:p w:rsidR="00025C28" w:rsidRPr="00025C28" w:rsidRDefault="00025C28" w:rsidP="00025C28">
      <w:pPr>
        <w:keepLines/>
        <w:jc w:val="center"/>
        <w:rPr>
          <w:rFonts w:eastAsia="Times New Roman"/>
          <w:b/>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iCs/>
          <w:szCs w:val="22"/>
          <w:lang w:val="en-AU" w:eastAsia="en-US"/>
        </w:rPr>
        <w:t>19.1</w:t>
      </w:r>
      <w:r w:rsidRPr="00025C28">
        <w:rPr>
          <w:rFonts w:eastAsia="Times New Roman"/>
          <w:iCs/>
          <w:szCs w:val="22"/>
          <w:lang w:val="en-AU" w:eastAsia="en-US"/>
        </w:rPr>
        <w:tab/>
        <w:t xml:space="preserve">This instrument shall be signed in a single original in the English, Arabic, Chinese, French, Russian and Spanish languages, all texts being equally authentic. </w:t>
      </w:r>
    </w:p>
    <w:p w:rsidR="00025C28" w:rsidRPr="00025C28" w:rsidRDefault="00025C28" w:rsidP="00025C28">
      <w:pPr>
        <w:rPr>
          <w:rFonts w:eastAsia="Times New Roman"/>
          <w:iCs/>
          <w:szCs w:val="22"/>
          <w:lang w:val="en-AU" w:eastAsia="en-US"/>
        </w:rPr>
      </w:pPr>
    </w:p>
    <w:p w:rsidR="00025C28" w:rsidRPr="00025C28" w:rsidRDefault="00025C28" w:rsidP="00025C28">
      <w:pPr>
        <w:rPr>
          <w:rFonts w:eastAsia="Times New Roman"/>
          <w:iCs/>
          <w:szCs w:val="22"/>
          <w:lang w:val="en-AU" w:eastAsia="en-US"/>
        </w:rPr>
      </w:pPr>
      <w:r w:rsidRPr="00025C28">
        <w:rPr>
          <w:rFonts w:eastAsia="Times New Roman"/>
          <w:iCs/>
          <w:szCs w:val="22"/>
          <w:lang w:val="en-AU" w:eastAsia="en-US"/>
        </w:rPr>
        <w:t>19.2</w:t>
      </w:r>
      <w:r w:rsidRPr="00025C28">
        <w:rPr>
          <w:rFonts w:eastAsia="Times New Roman"/>
          <w:iCs/>
          <w:szCs w:val="22"/>
          <w:lang w:val="en-AU" w:eastAsia="en-US"/>
        </w:rPr>
        <w:tab/>
        <w:t>An official text in any language other than those referred to in paragraph 19.1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rsidR="00025C28" w:rsidRPr="00025C28" w:rsidRDefault="00025C28" w:rsidP="00025C28">
      <w:pPr>
        <w:rPr>
          <w:rFonts w:eastAsia="Times New Roman"/>
          <w:iCs/>
          <w:szCs w:val="22"/>
          <w:lang w:val="en-AU" w:eastAsia="en-US"/>
        </w:rPr>
      </w:pPr>
    </w:p>
    <w:p w:rsidR="00025C28" w:rsidRPr="00025C28" w:rsidRDefault="00025C28" w:rsidP="00025C28">
      <w:pPr>
        <w:keepLines/>
        <w:rPr>
          <w:rFonts w:eastAsia="Times New Roman"/>
          <w:szCs w:val="22"/>
          <w:lang w:val="en-AU" w:eastAsia="en-US"/>
        </w:rPr>
        <w:sectPr w:rsidR="00025C28" w:rsidRPr="00025C28" w:rsidSect="00CB53B0">
          <w:endnotePr>
            <w:numFmt w:val="decimal"/>
          </w:endnotePr>
          <w:pgSz w:w="11907" w:h="16840" w:code="9"/>
          <w:pgMar w:top="567" w:right="1134" w:bottom="630" w:left="1418" w:header="510" w:footer="1021" w:gutter="0"/>
          <w:cols w:space="720"/>
          <w:titlePg/>
          <w:docGrid w:linePitch="299"/>
        </w:sectPr>
      </w:pP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lastRenderedPageBreak/>
        <w:t>[ARTICLE 20</w:t>
      </w:r>
    </w:p>
    <w:p w:rsidR="00025C28" w:rsidRPr="00025C28" w:rsidRDefault="00025C28" w:rsidP="00025C28">
      <w:pPr>
        <w:keepLines/>
        <w:jc w:val="center"/>
        <w:rPr>
          <w:rFonts w:eastAsia="Times New Roman"/>
          <w:b/>
          <w:szCs w:val="22"/>
          <w:lang w:val="en-AU" w:eastAsia="en-US"/>
        </w:rPr>
      </w:pPr>
      <w:r w:rsidRPr="00025C28">
        <w:rPr>
          <w:rFonts w:eastAsia="Times New Roman"/>
          <w:b/>
          <w:szCs w:val="22"/>
          <w:lang w:val="en-AU" w:eastAsia="en-US"/>
        </w:rPr>
        <w:t>DEPOSITARY</w:t>
      </w:r>
    </w:p>
    <w:p w:rsidR="00025C28" w:rsidRPr="00025C28" w:rsidRDefault="00025C28" w:rsidP="00025C28">
      <w:pPr>
        <w:keepLines/>
        <w:jc w:val="center"/>
        <w:rPr>
          <w:rFonts w:eastAsia="Times New Roman"/>
          <w:b/>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The Director General of WIPO is the depositary of this instrument.]</w:t>
      </w: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p>
    <w:p w:rsidR="00025C28" w:rsidRPr="00025C28" w:rsidRDefault="00025C28" w:rsidP="00025C28">
      <w:pPr>
        <w:keepLines/>
        <w:rPr>
          <w:rFonts w:eastAsia="Times New Roman"/>
          <w:szCs w:val="22"/>
          <w:lang w:val="en-AU" w:eastAsia="en-US"/>
        </w:rPr>
      </w:pPr>
      <w:r w:rsidRPr="00025C28">
        <w:rPr>
          <w:rFonts w:eastAsia="Times New Roman"/>
          <w:szCs w:val="22"/>
          <w:lang w:val="en-AU" w:eastAsia="en-US"/>
        </w:rPr>
        <w:t>Done at ……</w:t>
      </w:r>
    </w:p>
    <w:p w:rsidR="00025C28" w:rsidRPr="00025C28" w:rsidRDefault="00025C28" w:rsidP="00025C28">
      <w:pPr>
        <w:keepLines/>
        <w:rPr>
          <w:rFonts w:ascii="Times New Roman" w:eastAsia="Times New Roman" w:hAnsi="Times New Roman" w:cs="Times New Roman"/>
          <w:sz w:val="24"/>
          <w:szCs w:val="24"/>
          <w:lang w:val="en-AU" w:eastAsia="en-US"/>
        </w:rPr>
      </w:pPr>
    </w:p>
    <w:p w:rsidR="00025C28" w:rsidRPr="00ED04DD" w:rsidRDefault="00025C28" w:rsidP="00025C28">
      <w:pPr>
        <w:ind w:left="5670"/>
        <w:rPr>
          <w:lang w:eastAsia="pt-BR"/>
        </w:rPr>
      </w:pPr>
      <w:r>
        <w:rPr>
          <w:szCs w:val="22"/>
        </w:rPr>
        <w:t xml:space="preserve">[End of Annex </w:t>
      </w:r>
      <w:r w:rsidR="00913F36">
        <w:rPr>
          <w:szCs w:val="22"/>
        </w:rPr>
        <w:t>I</w:t>
      </w:r>
      <w:r>
        <w:rPr>
          <w:szCs w:val="22"/>
        </w:rPr>
        <w:t>V and of document]</w:t>
      </w:r>
    </w:p>
    <w:sectPr w:rsidR="00025C28" w:rsidRPr="00ED04DD" w:rsidSect="00464BBA">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3EE" w:rsidRDefault="00BE03EE">
      <w:r>
        <w:separator/>
      </w:r>
    </w:p>
  </w:endnote>
  <w:endnote w:type="continuationSeparator" w:id="0">
    <w:p w:rsidR="00BE03EE" w:rsidRDefault="00BE03EE" w:rsidP="003B38C1">
      <w:r>
        <w:separator/>
      </w:r>
    </w:p>
    <w:p w:rsidR="00BE03EE" w:rsidRPr="003B38C1" w:rsidRDefault="00BE03EE" w:rsidP="003B38C1">
      <w:pPr>
        <w:spacing w:after="60"/>
        <w:rPr>
          <w:sz w:val="17"/>
        </w:rPr>
      </w:pPr>
      <w:r>
        <w:rPr>
          <w:sz w:val="17"/>
        </w:rPr>
        <w:t>[Endnote continued from previous page]</w:t>
      </w:r>
    </w:p>
  </w:endnote>
  <w:endnote w:type="continuationNotice" w:id="1">
    <w:p w:rsidR="00BE03EE" w:rsidRPr="003B38C1" w:rsidRDefault="00BE03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3EE" w:rsidRDefault="00BE03EE">
      <w:r>
        <w:separator/>
      </w:r>
    </w:p>
  </w:footnote>
  <w:footnote w:type="continuationSeparator" w:id="0">
    <w:p w:rsidR="00BE03EE" w:rsidRDefault="00BE03EE" w:rsidP="008B60B2">
      <w:r>
        <w:separator/>
      </w:r>
    </w:p>
    <w:p w:rsidR="00BE03EE" w:rsidRPr="00ED77FB" w:rsidRDefault="00BE03EE" w:rsidP="008B60B2">
      <w:pPr>
        <w:spacing w:after="60"/>
        <w:rPr>
          <w:sz w:val="17"/>
          <w:szCs w:val="17"/>
        </w:rPr>
      </w:pPr>
      <w:r w:rsidRPr="00ED77FB">
        <w:rPr>
          <w:sz w:val="17"/>
          <w:szCs w:val="17"/>
        </w:rPr>
        <w:t>[Footnote continued from previous page]</w:t>
      </w:r>
    </w:p>
  </w:footnote>
  <w:footnote w:type="continuationNotice" w:id="1">
    <w:p w:rsidR="00BE03EE" w:rsidRPr="00ED77FB" w:rsidRDefault="00BE03EE" w:rsidP="008B60B2">
      <w:pPr>
        <w:spacing w:before="60"/>
        <w:jc w:val="right"/>
        <w:rPr>
          <w:sz w:val="17"/>
          <w:szCs w:val="17"/>
        </w:rPr>
      </w:pPr>
      <w:r w:rsidRPr="00ED77FB">
        <w:rPr>
          <w:sz w:val="17"/>
          <w:szCs w:val="17"/>
        </w:rPr>
        <w:t>[Footnote continued on next page]</w:t>
      </w:r>
    </w:p>
  </w:footnote>
  <w:footnote w:id="2">
    <w:p w:rsidR="00BE03EE" w:rsidRPr="00E513FA" w:rsidRDefault="00BE03EE" w:rsidP="003E5DEC">
      <w:pPr>
        <w:pStyle w:val="FootnoteText"/>
      </w:pPr>
      <w:r w:rsidRPr="00E513FA">
        <w:rPr>
          <w:rStyle w:val="FootnoteReference"/>
        </w:rPr>
        <w:footnoteRef/>
      </w:r>
      <w:r w:rsidRPr="007062DD">
        <w:t xml:space="preserve"> </w:t>
      </w:r>
      <w:r w:rsidRPr="00E513FA">
        <w:t>The expert group(s) w</w:t>
      </w:r>
      <w:r>
        <w:t>ill have a balanced regional</w:t>
      </w:r>
      <w:r w:rsidRPr="00E513FA">
        <w:t xml:space="preserve"> representation and use a</w:t>
      </w:r>
      <w:r>
        <w:t>n</w:t>
      </w:r>
      <w:r w:rsidRPr="00E513FA">
        <w:t xml:space="preserve"> </w:t>
      </w:r>
      <w:r>
        <w:t xml:space="preserve">efficient </w:t>
      </w:r>
      <w:r w:rsidRPr="00E513FA">
        <w:t xml:space="preserve">working methodology. </w:t>
      </w:r>
      <w:r>
        <w:t xml:space="preserve"> The expert group(s) will work during the weeks of the sessions of the IGC.</w:t>
      </w:r>
    </w:p>
  </w:footnote>
  <w:footnote w:id="3">
    <w:p w:rsidR="00BE03EE" w:rsidRPr="004C17EE" w:rsidRDefault="00BE03EE" w:rsidP="003E5DEC">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
  </w:footnote>
  <w:footnote w:id="4">
    <w:p w:rsidR="00BE03EE" w:rsidRPr="004C17EE" w:rsidRDefault="00BE03EE" w:rsidP="003E5DEC">
      <w:pPr>
        <w:pStyle w:val="footnotedescription"/>
        <w:rPr>
          <w:sz w:val="18"/>
          <w:szCs w:val="18"/>
        </w:rPr>
      </w:pPr>
      <w:r w:rsidRPr="004C17EE">
        <w:rPr>
          <w:rStyle w:val="footnotemark"/>
          <w:sz w:val="18"/>
          <w:szCs w:val="18"/>
        </w:rPr>
        <w:footnoteRef/>
      </w:r>
      <w:r w:rsidRPr="004C17EE">
        <w:rPr>
          <w:sz w:val="18"/>
          <w:szCs w:val="18"/>
        </w:rPr>
        <w:t xml:space="preserve"> 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 w:id="5">
    <w:p w:rsidR="00BE03EE" w:rsidRPr="00532871" w:rsidRDefault="00BE03EE" w:rsidP="003E5DEC">
      <w:pPr>
        <w:pStyle w:val="FootnoteText"/>
      </w:pPr>
      <w:r>
        <w:rPr>
          <w:rStyle w:val="FootnoteReference"/>
        </w:rPr>
        <w:footnoteRef/>
      </w:r>
      <w:r>
        <w:t xml:space="preserve"> </w:t>
      </w:r>
      <w:hyperlink r:id="rId1" w:history="1">
        <w:r w:rsidRPr="00222079">
          <w:rPr>
            <w:rStyle w:val="Hyperlink"/>
            <w:color w:val="auto"/>
            <w:u w:val="none"/>
          </w:rPr>
          <w:t>http://www.wipo.int/meetings/en/details.jsp?meeting_id=48546</w:t>
        </w:r>
      </w:hyperlink>
    </w:p>
  </w:footnote>
  <w:footnote w:id="6">
    <w:p w:rsidR="00BE03EE" w:rsidRPr="00532871" w:rsidRDefault="00BE03EE" w:rsidP="003E5DEC">
      <w:pPr>
        <w:pStyle w:val="FootnoteText"/>
      </w:pPr>
      <w:r>
        <w:rPr>
          <w:rStyle w:val="FootnoteReference"/>
        </w:rPr>
        <w:footnoteRef/>
      </w:r>
      <w:r>
        <w:t xml:space="preserve"> </w:t>
      </w:r>
      <w:hyperlink r:id="rId2" w:history="1">
        <w:r w:rsidRPr="00222079">
          <w:rPr>
            <w:rStyle w:val="Hyperlink"/>
            <w:color w:val="auto"/>
            <w:u w:val="none"/>
          </w:rPr>
          <w:t>http://www.wipo.int/meetings/en/details.jsp?meeting_id=48546</w:t>
        </w:r>
      </w:hyperlink>
    </w:p>
  </w:footnote>
  <w:footnote w:id="7">
    <w:p w:rsidR="00BE03EE" w:rsidRDefault="00BE03EE" w:rsidP="00025C28">
      <w:pPr>
        <w:pStyle w:val="FootnoteText"/>
      </w:pPr>
      <w:r>
        <w:rPr>
          <w:rStyle w:val="FootnoteReference"/>
        </w:rPr>
        <w:footnoteRef/>
      </w:r>
      <w:r>
        <w:t xml:space="preserve"> Unauthorized uses comprise inter alia misappropriation, misuse and unlawful uses of traditional knowledge.</w:t>
      </w:r>
    </w:p>
  </w:footnote>
  <w:footnote w:id="8">
    <w:p w:rsidR="00BE03EE" w:rsidRDefault="00BE03EE" w:rsidP="00025C28">
      <w:pPr>
        <w:pStyle w:val="FootnoteText"/>
      </w:pPr>
      <w:r>
        <w:rPr>
          <w:rStyle w:val="FootnoteReference"/>
        </w:rPr>
        <w:footnoteRef/>
      </w:r>
      <w:r>
        <w:t xml:space="preserve"> Uncompensated uses include the failure to provide monetary or non-monetary benefits. </w:t>
      </w:r>
    </w:p>
  </w:footnote>
  <w:footnote w:id="9">
    <w:p w:rsidR="00BE03EE" w:rsidRPr="007063E8" w:rsidRDefault="00BE03EE" w:rsidP="00025C28">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 w:id="10">
    <w:p w:rsidR="00BE03EE" w:rsidRDefault="00BE03EE" w:rsidP="00025C28">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11">
    <w:p w:rsidR="00BE03EE" w:rsidRDefault="00BE03EE" w:rsidP="00025C28">
      <w:pPr>
        <w:pStyle w:val="FootnoteText"/>
        <w:spacing w:before="2"/>
      </w:pPr>
      <w:r>
        <w:rPr>
          <w:rStyle w:val="FootnoteReference"/>
        </w:rPr>
        <w:footnoteRef/>
      </w:r>
      <w:r>
        <w:t xml:space="preserve"> [Such as songs, rhythms, and instrumental music, the songs which are the expression of rituals.] </w:t>
      </w:r>
    </w:p>
  </w:footnote>
  <w:footnote w:id="12">
    <w:p w:rsidR="00BE03EE" w:rsidRDefault="00BE03EE" w:rsidP="00025C28">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13">
    <w:p w:rsidR="00BE03EE" w:rsidRDefault="00BE03EE" w:rsidP="00025C28">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14">
    <w:p w:rsidR="00BE03EE" w:rsidRDefault="00BE03EE" w:rsidP="00025C28">
      <w:pPr>
        <w:pStyle w:val="FootnoteText"/>
      </w:pPr>
      <w:r>
        <w:rPr>
          <w:rStyle w:val="FootnoteReference"/>
        </w:rPr>
        <w:footnoteRef/>
      </w:r>
      <w:r>
        <w:t xml:space="preserve"> Unauthorized uses comprise inter alia misappropriation, misuse and unlawful uses of traditional cultural expressions.</w:t>
      </w:r>
    </w:p>
  </w:footnote>
  <w:footnote w:id="15">
    <w:p w:rsidR="00BE03EE" w:rsidRDefault="00BE03EE" w:rsidP="00025C28">
      <w:pPr>
        <w:pStyle w:val="FootnoteText"/>
      </w:pPr>
      <w:r>
        <w:rPr>
          <w:rStyle w:val="FootnoteReference"/>
        </w:rPr>
        <w:footnoteRef/>
      </w:r>
      <w:r>
        <w:t xml:space="preserve"> Uncompensated uses include the failure to provide monetary or non-monetary benefits. </w:t>
      </w:r>
    </w:p>
  </w:footnote>
  <w:footnote w:id="16">
    <w:p w:rsidR="00BE03EE" w:rsidRPr="007063E8" w:rsidRDefault="00BE03EE" w:rsidP="00025C28">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 w:id="17">
    <w:p w:rsidR="00BE03EE" w:rsidRDefault="00BE03EE" w:rsidP="00025C28">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18">
    <w:p w:rsidR="00BE03EE" w:rsidRDefault="00BE03EE" w:rsidP="00025C28">
      <w:pPr>
        <w:pStyle w:val="FootnoteText"/>
      </w:pPr>
      <w:r>
        <w:rPr>
          <w:rStyle w:val="FootnoteReference"/>
        </w:rPr>
        <w:footnoteRef/>
      </w:r>
      <w:r>
        <w:t xml:space="preserve"> An alternative formulation from the Nagoya Protocol Art. 14(2) is “without prejudice to the protection of confidential information”.</w:t>
      </w:r>
    </w:p>
  </w:footnote>
  <w:footnote w:id="19">
    <w:p w:rsidR="00BE03EE" w:rsidRDefault="00BE03EE" w:rsidP="00025C28">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 w:id="20">
    <w:p w:rsidR="00BE03EE" w:rsidRPr="00720194" w:rsidRDefault="00BE03EE" w:rsidP="00025C28">
      <w:pPr>
        <w:pStyle w:val="FootnoteText"/>
        <w:rPr>
          <w:szCs w:val="18"/>
        </w:rPr>
      </w:pPr>
      <w:r w:rsidRPr="00720194">
        <w:rPr>
          <w:rStyle w:val="FootnoteReference"/>
          <w:szCs w:val="18"/>
        </w:rPr>
        <w:footnoteRef/>
      </w:r>
      <w:r w:rsidRPr="00720194">
        <w:rPr>
          <w:szCs w:val="18"/>
        </w:rPr>
        <w:t xml:space="preserve"> Note from the Chair:  These introductory remarks do not form part of the draft instrument. </w:t>
      </w:r>
    </w:p>
  </w:footnote>
  <w:footnote w:id="21">
    <w:p w:rsidR="00BE03EE" w:rsidRPr="00720194" w:rsidRDefault="00BE03EE" w:rsidP="00025C28">
      <w:pPr>
        <w:pStyle w:val="FootnoteText"/>
        <w:rPr>
          <w:szCs w:val="18"/>
        </w:rPr>
      </w:pPr>
      <w:r w:rsidRPr="00720194">
        <w:rPr>
          <w:rStyle w:val="FootnoteReference"/>
          <w:szCs w:val="18"/>
        </w:rPr>
        <w:footnoteRef/>
      </w:r>
      <w:r w:rsidRPr="00720194">
        <w:rPr>
          <w:szCs w:val="18"/>
        </w:rPr>
        <w:t xml:space="preserve"> These negotiations are currently being conducted pursuant to the IGC’s mandate for 2018/19.</w:t>
      </w:r>
    </w:p>
  </w:footnote>
  <w:footnote w:id="22">
    <w:p w:rsidR="00BE03EE" w:rsidRDefault="00BE03EE" w:rsidP="00025C28">
      <w:pPr>
        <w:pStyle w:val="FootnoteText"/>
      </w:pPr>
      <w:r w:rsidRPr="00720194">
        <w:rPr>
          <w:rStyle w:val="FootnoteReference"/>
          <w:szCs w:val="18"/>
        </w:rPr>
        <w:footnoteRef/>
      </w:r>
      <w:r w:rsidRPr="00720194">
        <w:rPr>
          <w:szCs w:val="18"/>
        </w:rPr>
        <w:t xml:space="preserve"> WIPO/GRTKF/IC/40/6 Consolidated Document Relating to Intellectual Property and Genetic Resources.</w:t>
      </w:r>
    </w:p>
  </w:footnote>
  <w:footnote w:id="23">
    <w:p w:rsidR="00BE03EE" w:rsidRPr="00720194" w:rsidRDefault="00BE03EE" w:rsidP="00025C28">
      <w:pPr>
        <w:pStyle w:val="FootnoteText"/>
        <w:rPr>
          <w:szCs w:val="18"/>
        </w:rPr>
      </w:pPr>
      <w:r w:rsidRPr="00720194">
        <w:rPr>
          <w:rStyle w:val="FootnoteReference"/>
          <w:szCs w:val="18"/>
        </w:rPr>
        <w:footnoteRef/>
      </w:r>
      <w:r w:rsidRPr="00720194">
        <w:rPr>
          <w:szCs w:val="18"/>
        </w:rPr>
        <w:t xml:space="preserve"> Such as WIPO/GRTKF/IC/40/6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
    <w:p w:rsidR="00BE03EE" w:rsidRDefault="00BE03EE" w:rsidP="00025C28">
      <w:pPr>
        <w:pStyle w:val="FootnoteText"/>
      </w:pPr>
    </w:p>
  </w:footnote>
  <w:footnote w:id="24">
    <w:p w:rsidR="00BE03EE" w:rsidRPr="00011010" w:rsidRDefault="00BE03EE" w:rsidP="00025C28">
      <w:pPr>
        <w:rPr>
          <w:sz w:val="18"/>
          <w:szCs w:val="18"/>
        </w:rPr>
      </w:pPr>
      <w:r w:rsidRPr="00011010">
        <w:rPr>
          <w:rStyle w:val="FootnoteReference"/>
          <w:sz w:val="18"/>
          <w:szCs w:val="18"/>
        </w:rPr>
        <w:footnoteRef/>
      </w:r>
      <w:r w:rsidRPr="00011010">
        <w:rPr>
          <w:sz w:val="18"/>
          <w:szCs w:val="18"/>
        </w:rPr>
        <w:t xml:space="preserve"> The definition of “genetic resources” is, in line with the manner in which the term is understood in the context of the CBD, not intended to include “human genetic resources”.</w:t>
      </w:r>
    </w:p>
  </w:footnote>
  <w:footnote w:id="25">
    <w:p w:rsidR="00BE03EE" w:rsidRPr="00011010" w:rsidRDefault="00BE03EE" w:rsidP="00025C28">
      <w:pPr>
        <w:pStyle w:val="FootnoteText"/>
        <w:rPr>
          <w:szCs w:val="18"/>
        </w:rPr>
      </w:pPr>
      <w:r w:rsidRPr="00011010">
        <w:rPr>
          <w:rStyle w:val="FootnoteReference"/>
          <w:szCs w:val="18"/>
        </w:rPr>
        <w:footnoteRef/>
      </w:r>
      <w:r w:rsidRPr="00011010">
        <w:rPr>
          <w:szCs w:val="18"/>
        </w:rPr>
        <w:t xml:space="preserve"> Document WIPO/GRTKF/IC/8/11.</w:t>
      </w:r>
    </w:p>
  </w:footnote>
  <w:footnote w:id="26">
    <w:p w:rsidR="00BE03EE" w:rsidRPr="007D6FC9" w:rsidRDefault="00BE03EE" w:rsidP="00025C28">
      <w:pPr>
        <w:pStyle w:val="FootnoteText"/>
        <w:rPr>
          <w:rFonts w:ascii="Times New Roman" w:hAnsi="Times New Roman" w:cs="Times New Roman"/>
          <w:sz w:val="16"/>
          <w:szCs w:val="16"/>
        </w:rPr>
      </w:pPr>
      <w:r w:rsidRPr="00011010">
        <w:rPr>
          <w:rStyle w:val="FootnoteReference"/>
          <w:szCs w:val="18"/>
        </w:rPr>
        <w:footnoteRef/>
      </w:r>
      <w:r w:rsidRPr="00011010">
        <w:rPr>
          <w:szCs w:val="18"/>
        </w:rPr>
        <w:t xml:space="preserve"> Oxford Dictionary of English (3</w:t>
      </w:r>
      <w:r w:rsidRPr="00011010">
        <w:rPr>
          <w:szCs w:val="18"/>
          <w:vertAlign w:val="superscript"/>
        </w:rPr>
        <w:t>rd</w:t>
      </w:r>
      <w:r w:rsidRPr="00011010">
        <w:rPr>
          <w:szCs w:val="18"/>
        </w:rPr>
        <w:t xml:space="preserve"> Edition), (2010), OUP Oxford.</w:t>
      </w:r>
      <w:r w:rsidRPr="007D6FC9">
        <w:rPr>
          <w:rFonts w:ascii="Times New Roman" w:hAnsi="Times New Roman" w:cs="Times New Roman"/>
          <w:sz w:val="16"/>
          <w:szCs w:val="16"/>
        </w:rPr>
        <w:t xml:space="preserve"> </w:t>
      </w:r>
    </w:p>
  </w:footnote>
  <w:footnote w:id="27">
    <w:p w:rsidR="00BE03EE" w:rsidRPr="009E79A5" w:rsidRDefault="00BE03EE" w:rsidP="00025C28">
      <w:pPr>
        <w:rPr>
          <w:sz w:val="18"/>
          <w:szCs w:val="18"/>
        </w:rPr>
      </w:pPr>
      <w:r w:rsidRPr="009E79A5">
        <w:rPr>
          <w:rStyle w:val="FootnoteReference"/>
          <w:sz w:val="18"/>
          <w:szCs w:val="18"/>
        </w:rPr>
        <w:footnoteRef/>
      </w:r>
      <w:r w:rsidRPr="009E79A5">
        <w:rPr>
          <w:sz w:val="18"/>
          <w:szCs w:val="18"/>
        </w:rPr>
        <w:t xml:space="preserve"> Agreed Statement to Article 8:  The Contracting Parties request </w:t>
      </w:r>
      <w:r w:rsidRPr="009E79A5">
        <w:rPr>
          <w:color w:val="000000"/>
          <w:sz w:val="18"/>
          <w:szCs w:val="18"/>
        </w:rPr>
        <w:t>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GRs and Associated TK,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rsidR="00BE03EE" w:rsidRPr="00244A26" w:rsidRDefault="00BE03EE" w:rsidP="00025C28">
      <w:pPr>
        <w:pStyle w:val="FootnoteText"/>
      </w:pPr>
    </w:p>
  </w:footnote>
  <w:footnote w:id="28">
    <w:p w:rsidR="00BE03EE" w:rsidRPr="001B35E2" w:rsidRDefault="00BE03EE" w:rsidP="00025C28">
      <w:pPr>
        <w:pStyle w:val="FootnoteText"/>
        <w:rPr>
          <w:szCs w:val="18"/>
        </w:rPr>
      </w:pPr>
      <w:r w:rsidRPr="001B35E2">
        <w:rPr>
          <w:rStyle w:val="FootnoteReference"/>
          <w:szCs w:val="18"/>
        </w:rPr>
        <w:footnoteRef/>
      </w:r>
      <w:r w:rsidRPr="001B35E2">
        <w:rPr>
          <w:szCs w:val="18"/>
        </w:rPr>
        <w:t xml:space="preserve"> Note from the Chair:  I have adapted the final and administrative clauses (Articles 10 to 20) from other existing WIPO treaties.  I recognize that they have not yet been discussed before by the IGC and that they would still need to be formally considered and reviewed by Member States and the WIPO Secretariat.  Therefore, each of these articles is bracketed.</w:t>
      </w:r>
    </w:p>
    <w:p w:rsidR="00BE03EE" w:rsidRPr="003C11C3" w:rsidRDefault="00BE03EE" w:rsidP="00025C28">
      <w:pPr>
        <w:pStyle w:val="FootnoteText"/>
        <w:rPr>
          <w:rFonts w:ascii="Times New Roman" w:hAnsi="Times New Roman" w:cs="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Pr="00827F28" w:rsidRDefault="00BE03EE" w:rsidP="00827F28">
    <w:pPr>
      <w:pStyle w:val="Header"/>
      <w:jc w:val="right"/>
      <w:rPr>
        <w:rStyle w:val="PageNumber"/>
      </w:rPr>
    </w:pPr>
    <w:r w:rsidRPr="00827F28">
      <w:rPr>
        <w:rStyle w:val="PageNumber"/>
      </w:rPr>
      <w:t>WIPO/GA/51/12</w:t>
    </w:r>
  </w:p>
  <w:p w:rsidR="00BE03EE" w:rsidRPr="006E2CE9" w:rsidRDefault="00BE03EE" w:rsidP="00FD3FA0">
    <w:pPr>
      <w:pStyle w:val="Header"/>
      <w:spacing w:after="480"/>
      <w:jc w:val="right"/>
      <w:rPr>
        <w:lang w:val="it-IT"/>
      </w:rPr>
    </w:pPr>
    <w:r w:rsidRPr="00827F28">
      <w:rPr>
        <w:rStyle w:val="PageNumber"/>
      </w:rPr>
      <w:t xml:space="preserve">Annex III, </w:t>
    </w:r>
    <w:r>
      <w:rPr>
        <w:rStyle w:val="PageNumber"/>
      </w:rPr>
      <w:t xml:space="preserve">page </w:t>
    </w:r>
    <w:r>
      <w:fldChar w:fldCharType="begin"/>
    </w:r>
    <w:r>
      <w:instrText xml:space="preserve"> PAGE   \* MERGEFORMAT </w:instrText>
    </w:r>
    <w:r>
      <w:fldChar w:fldCharType="separate"/>
    </w:r>
    <w:r w:rsidR="00251367">
      <w:rPr>
        <w:noProof/>
      </w:rPr>
      <w:t>18</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CB53B0">
    <w:pPr>
      <w:pStyle w:val="Header"/>
      <w:jc w:val="right"/>
    </w:pPr>
    <w:r>
      <w:t>WIPO/GA/51/12</w:t>
    </w:r>
  </w:p>
  <w:p w:rsidR="00BE03EE" w:rsidRDefault="00BE03EE" w:rsidP="00827F28">
    <w:pPr>
      <w:pStyle w:val="Header"/>
      <w:spacing w:after="480"/>
      <w:jc w:val="right"/>
    </w:pPr>
    <w:r>
      <w:t>ANNEX III</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298995"/>
      <w:docPartObj>
        <w:docPartGallery w:val="Page Numbers (Top of Page)"/>
        <w:docPartUnique/>
      </w:docPartObj>
    </w:sdtPr>
    <w:sdtEndPr>
      <w:rPr>
        <w:noProof/>
      </w:rPr>
    </w:sdtEndPr>
    <w:sdtContent>
      <w:p w:rsidR="00BE03EE" w:rsidRDefault="00BE03EE">
        <w:pPr>
          <w:pStyle w:val="Header"/>
          <w:jc w:val="right"/>
        </w:pPr>
        <w:r>
          <w:t>WIPO/GA/51/12</w:t>
        </w:r>
      </w:p>
      <w:p w:rsidR="00BE03EE" w:rsidRDefault="00BE03EE" w:rsidP="00827F28">
        <w:pPr>
          <w:pStyle w:val="Header"/>
          <w:spacing w:after="480"/>
          <w:jc w:val="right"/>
        </w:pPr>
        <w:r>
          <w:t xml:space="preserve">Annex III, page </w:t>
        </w:r>
        <w:r>
          <w:fldChar w:fldCharType="begin"/>
        </w:r>
        <w:r>
          <w:instrText xml:space="preserve"> PAGE   \* MERGEFORMAT </w:instrText>
        </w:r>
        <w:r>
          <w:fldChar w:fldCharType="separate"/>
        </w:r>
        <w:r w:rsidR="00251367">
          <w:rPr>
            <w:noProof/>
          </w:rPr>
          <w:t>2</w:t>
        </w:r>
        <w:r>
          <w:rPr>
            <w:noProof/>
          </w:rP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CB53B0">
    <w:pPr>
      <w:pStyle w:val="Header"/>
      <w:framePr w:wrap="none" w:vAnchor="text" w:hAnchor="margin" w:xAlign="right" w:y="1"/>
      <w:rPr>
        <w:rStyle w:val="PageNumber"/>
      </w:rPr>
    </w:pPr>
  </w:p>
  <w:sdt>
    <w:sdtPr>
      <w:rPr>
        <w:rStyle w:val="PageNumber"/>
      </w:rPr>
      <w:id w:val="451753073"/>
      <w:docPartObj>
        <w:docPartGallery w:val="Page Numbers (Top of Page)"/>
        <w:docPartUnique/>
      </w:docPartObj>
    </w:sdtPr>
    <w:sdtContent>
      <w:p w:rsidR="00BE03EE" w:rsidRDefault="00BE03EE" w:rsidP="00CB53B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rsidR="00BE03EE" w:rsidRDefault="00BE03EE" w:rsidP="00CB53B0">
    <w:pPr>
      <w:pStyle w:val="Header"/>
      <w:ind w:right="360"/>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88971"/>
      <w:docPartObj>
        <w:docPartGallery w:val="Page Numbers (Top of Page)"/>
        <w:docPartUnique/>
      </w:docPartObj>
    </w:sdtPr>
    <w:sdtEndPr>
      <w:rPr>
        <w:noProof/>
      </w:rPr>
    </w:sdtEndPr>
    <w:sdtContent>
      <w:p w:rsidR="00BE03EE" w:rsidRDefault="00BE03EE">
        <w:pPr>
          <w:pStyle w:val="Header"/>
          <w:jc w:val="right"/>
        </w:pPr>
        <w:r>
          <w:t>WIPO/GA/51/12</w:t>
        </w:r>
      </w:p>
      <w:p w:rsidR="00BE03EE" w:rsidRDefault="00BE03EE" w:rsidP="00720194">
        <w:pPr>
          <w:pStyle w:val="Header"/>
          <w:spacing w:after="480"/>
          <w:jc w:val="right"/>
        </w:pPr>
        <w:r>
          <w:t xml:space="preserve">Annex IV, page </w:t>
        </w:r>
        <w:r>
          <w:fldChar w:fldCharType="begin"/>
        </w:r>
        <w:r>
          <w:instrText xml:space="preserve"> PAGE   \* MERGEFORMAT </w:instrText>
        </w:r>
        <w:r>
          <w:fldChar w:fldCharType="separate"/>
        </w:r>
        <w:r w:rsidR="00251367">
          <w:rPr>
            <w:noProof/>
          </w:rPr>
          <w:t>2</w:t>
        </w:r>
        <w:r>
          <w:rPr>
            <w:noProof/>
          </w:rPr>
          <w:fldChar w:fldCharType="end"/>
        </w:r>
      </w:p>
    </w:sdtContent>
  </w:sdt>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852965"/>
      <w:docPartObj>
        <w:docPartGallery w:val="Page Numbers (Top of Page)"/>
        <w:docPartUnique/>
      </w:docPartObj>
    </w:sdtPr>
    <w:sdtEndPr>
      <w:rPr>
        <w:noProof/>
      </w:rPr>
    </w:sdtEndPr>
    <w:sdtContent>
      <w:p w:rsidR="00BE03EE" w:rsidRDefault="00BE03EE">
        <w:pPr>
          <w:pStyle w:val="Header"/>
          <w:jc w:val="right"/>
        </w:pPr>
        <w:r>
          <w:t>WIPO/GA/51/12</w:t>
        </w:r>
      </w:p>
      <w:p w:rsidR="00BE03EE" w:rsidRDefault="00BE03EE" w:rsidP="00FD3FA0">
        <w:pPr>
          <w:pStyle w:val="Header"/>
          <w:spacing w:after="480"/>
          <w:jc w:val="right"/>
        </w:pPr>
        <w:r>
          <w:t>ANNEX IV</w:t>
        </w:r>
      </w:p>
    </w:sdtContent>
  </w:sdt>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2"/>
      </w:rPr>
      <w:id w:val="-1321737517"/>
      <w:docPartObj>
        <w:docPartGallery w:val="Page Numbers (Top of Page)"/>
        <w:docPartUnique/>
      </w:docPartObj>
    </w:sdtPr>
    <w:sdtEndPr>
      <w:rPr>
        <w:noProof/>
      </w:rPr>
    </w:sdtEndPr>
    <w:sdtContent>
      <w:p w:rsidR="00BE03EE" w:rsidRPr="00720194" w:rsidRDefault="00BE03EE" w:rsidP="00720194">
        <w:pPr>
          <w:pStyle w:val="Header"/>
          <w:jc w:val="right"/>
          <w:rPr>
            <w:szCs w:val="22"/>
          </w:rPr>
        </w:pPr>
        <w:r w:rsidRPr="00720194">
          <w:rPr>
            <w:szCs w:val="22"/>
          </w:rPr>
          <w:t>WIPO/GA/51/12</w:t>
        </w:r>
      </w:p>
      <w:p w:rsidR="00BE03EE" w:rsidRPr="00720194" w:rsidRDefault="00BE03EE" w:rsidP="00720194">
        <w:pPr>
          <w:pStyle w:val="Header"/>
          <w:spacing w:after="480"/>
          <w:jc w:val="right"/>
          <w:rPr>
            <w:szCs w:val="22"/>
          </w:rPr>
        </w:pPr>
        <w:r w:rsidRPr="00720194">
          <w:rPr>
            <w:szCs w:val="22"/>
          </w:rPr>
          <w:t xml:space="preserve">Annex IV, page </w:t>
        </w:r>
        <w:r w:rsidRPr="00720194">
          <w:rPr>
            <w:szCs w:val="22"/>
          </w:rPr>
          <w:fldChar w:fldCharType="begin"/>
        </w:r>
        <w:r w:rsidRPr="00720194">
          <w:rPr>
            <w:szCs w:val="22"/>
          </w:rPr>
          <w:instrText xml:space="preserve"> PAGE   \* MERGEFORMAT </w:instrText>
        </w:r>
        <w:r w:rsidRPr="00720194">
          <w:rPr>
            <w:szCs w:val="22"/>
          </w:rPr>
          <w:fldChar w:fldCharType="separate"/>
        </w:r>
        <w:r w:rsidR="00251367">
          <w:rPr>
            <w:noProof/>
            <w:szCs w:val="22"/>
          </w:rPr>
          <w:t>20</w:t>
        </w:r>
        <w:r w:rsidRPr="00720194">
          <w:rPr>
            <w:noProof/>
            <w:szCs w:val="22"/>
          </w:rPr>
          <w:fldChar w:fldCharType="end"/>
        </w:r>
      </w:p>
    </w:sdtContent>
  </w:sdt>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noProof/>
      </w:rPr>
    </w:sdtEndPr>
    <w:sdtContent>
      <w:p w:rsidR="00BE03EE" w:rsidRPr="00011010" w:rsidRDefault="00BE03EE" w:rsidP="00011010">
        <w:pPr>
          <w:pStyle w:val="Header"/>
          <w:jc w:val="right"/>
        </w:pPr>
        <w:r w:rsidRPr="00011010">
          <w:t>WIPO/GA/51/12</w:t>
        </w:r>
      </w:p>
      <w:p w:rsidR="00BE03EE" w:rsidRPr="00011010" w:rsidRDefault="00BE03EE" w:rsidP="00011010">
        <w:pPr>
          <w:pStyle w:val="Header"/>
          <w:spacing w:after="480"/>
          <w:jc w:val="right"/>
        </w:pPr>
        <w:r w:rsidRPr="00011010">
          <w:t xml:space="preserve">Annex IV, </w:t>
        </w:r>
        <w:r w:rsidRPr="00011010">
          <w:rPr>
            <w:szCs w:val="22"/>
          </w:rPr>
          <w:t xml:space="preserve">page </w:t>
        </w:r>
        <w:r w:rsidRPr="00011010">
          <w:rPr>
            <w:szCs w:val="22"/>
          </w:rPr>
          <w:fldChar w:fldCharType="begin"/>
        </w:r>
        <w:r w:rsidRPr="00011010">
          <w:rPr>
            <w:szCs w:val="22"/>
          </w:rPr>
          <w:instrText xml:space="preserve"> PAGE   \* MERGEFORMAT </w:instrText>
        </w:r>
        <w:r w:rsidRPr="00011010">
          <w:rPr>
            <w:szCs w:val="22"/>
          </w:rPr>
          <w:fldChar w:fldCharType="separate"/>
        </w:r>
        <w:r w:rsidR="00251367">
          <w:rPr>
            <w:noProof/>
            <w:szCs w:val="22"/>
          </w:rPr>
          <w:t>10</w:t>
        </w:r>
        <w:r w:rsidRPr="00011010">
          <w:rPr>
            <w:noProof/>
            <w:szCs w:val="22"/>
          </w:rPr>
          <w:fldChar w:fldCharType="end"/>
        </w:r>
      </w:p>
    </w:sdtContent>
  </w:sdt>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CB53B0">
    <w:pPr>
      <w:pStyle w:val="Header"/>
      <w:framePr w:wrap="none" w:vAnchor="text" w:hAnchor="margin" w:xAlign="right" w:y="1"/>
      <w:rPr>
        <w:rStyle w:val="PageNumber"/>
      </w:rPr>
    </w:pPr>
    <w:r>
      <w:rPr>
        <w:noProof/>
        <w:lang w:eastAsia="en-US"/>
      </w:rPr>
      <mc:AlternateContent>
        <mc:Choice Requires="wps">
          <w:drawing>
            <wp:anchor distT="0" distB="0" distL="114300" distR="114300" simplePos="0" relativeHeight="251659264" behindDoc="1" locked="0" layoutInCell="0" allowOverlap="1" wp14:anchorId="17146173" wp14:editId="03EB2CDB">
              <wp:simplePos x="0" y="0"/>
              <wp:positionH relativeFrom="margin">
                <wp:align>center</wp:align>
              </wp:positionH>
              <wp:positionV relativeFrom="margin">
                <wp:align>center</wp:align>
              </wp:positionV>
              <wp:extent cx="5939790" cy="197993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E03EE" w:rsidRDefault="00BE03EE" w:rsidP="00CB53B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146173" id="_x0000_t202" coordsize="21600,21600" o:spt="202" path="m,l,21600r21600,l21600,xe">
              <v:stroke joinstyle="miter"/>
              <v:path gradientshapeok="t" o:connecttype="rect"/>
            </v:shapetype>
            <v:shape id="WordArt 2" o:spid="_x0000_s1026" type="#_x0000_t202" style="position:absolute;margin-left:0;margin-top:0;width:467.7pt;height:155.9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" o:allowincell="f" filled="f" stroked="f">
              <v:stroke joinstyle="round"/>
              <o:lock v:ext="edit" shapetype="t"/>
              <v:textbox style="mso-fit-shape-to-text:t">
                <w:txbxContent>
                  <w:p w:rsidR="00BE03EE" w:rsidRDefault="00BE03EE" w:rsidP="00CB53B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sdt>
    <w:sdtPr>
      <w:rPr>
        <w:rStyle w:val="PageNumber"/>
      </w:rPr>
      <w:id w:val="1874184384"/>
      <w:docPartObj>
        <w:docPartGallery w:val="Page Numbers (Top of Page)"/>
        <w:docPartUnique/>
      </w:docPartObj>
    </w:sdtPr>
    <w:sdtContent>
      <w:p w:rsidR="00BE03EE" w:rsidRDefault="00BE03EE" w:rsidP="00CB53B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rsidR="00BE03EE" w:rsidRDefault="00BE03EE" w:rsidP="00CB53B0">
    <w:pPr>
      <w:pStyle w:val="Header"/>
      <w:ind w:right="360"/>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Content>
      <w:p w:rsidR="00BE03EE" w:rsidRPr="000420D2" w:rsidRDefault="00BE03EE" w:rsidP="00CB53B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BE03EE" w:rsidRDefault="00BE03EE" w:rsidP="00477D6B">
    <w:pPr>
      <w:jc w:val="right"/>
    </w:pPr>
  </w:p>
  <w:p w:rsidR="00BE03EE" w:rsidRDefault="00BE03EE" w:rsidP="00477D6B">
    <w:pPr>
      <w:jc w:val="right"/>
    </w:pPr>
  </w:p>
  <w:p w:rsidR="00BE03EE" w:rsidRDefault="00BE03EE" w:rsidP="00477D6B">
    <w:pPr>
      <w:jc w:val="right"/>
    </w:pPr>
    <w:r>
      <w:rPr>
        <w:noProof/>
        <w:lang w:eastAsia="en-US"/>
      </w:rPr>
      <mc:AlternateContent>
        <mc:Choice Requires="wps">
          <w:drawing>
            <wp:anchor distT="0" distB="0" distL="114300" distR="114300" simplePos="0" relativeHeight="251660288" behindDoc="1" locked="0" layoutInCell="0" allowOverlap="1" wp14:anchorId="70248A3F" wp14:editId="44D89809">
              <wp:simplePos x="0" y="0"/>
              <wp:positionH relativeFrom="margin">
                <wp:align>center</wp:align>
              </wp:positionH>
              <wp:positionV relativeFrom="margin">
                <wp:align>center</wp:align>
              </wp:positionV>
              <wp:extent cx="5939790" cy="1979930"/>
              <wp:effectExtent l="0" t="0" r="0" b="0"/>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E03EE" w:rsidRDefault="00BE03EE" w:rsidP="00CB53B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0248A3F" id="_x0000_t202" coordsize="21600,21600" o:spt="202" path="m,l,21600r21600,l21600,xe">
              <v:stroke joinstyle="miter"/>
              <v:path gradientshapeok="t" o:connecttype="rect"/>
            </v:shapetype>
            <v:shape id="WordArt 1" o:spid="_x0000_s1027" type="#_x0000_t202" style="position:absolute;left:0;text-align:left;margin-left:0;margin-top:0;width:467.7pt;height:155.9pt;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" o:allowincell="f" filled="f" stroked="f">
              <v:stroke joinstyle="round"/>
              <o:lock v:ext="edit" shapetype="t"/>
              <v:textbox style="mso-fit-shape-to-text:t">
                <w:txbxContent>
                  <w:p w:rsidR="00BE03EE" w:rsidRDefault="00BE03EE" w:rsidP="00CB53B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477D6B">
    <w:pPr>
      <w:jc w:val="right"/>
    </w:pPr>
    <w:bookmarkStart w:id="6" w:name="Code2"/>
    <w:bookmarkEnd w:id="6"/>
    <w:r>
      <w:t>WO/GA/51/12</w:t>
    </w:r>
  </w:p>
  <w:p w:rsidR="00BE03EE" w:rsidRDefault="00BE03EE" w:rsidP="00CB53B0">
    <w:pPr>
      <w:spacing w:after="480"/>
      <w:jc w:val="right"/>
    </w:pPr>
    <w:r>
      <w:t xml:space="preserve">page </w:t>
    </w:r>
    <w:r>
      <w:fldChar w:fldCharType="begin"/>
    </w:r>
    <w:r>
      <w:instrText xml:space="preserve"> PAGE  \* MERGEFORMAT </w:instrText>
    </w:r>
    <w:r>
      <w:fldChar w:fldCharType="separate"/>
    </w:r>
    <w:r w:rsidR="00AA3A0F">
      <w:rPr>
        <w:noProof/>
      </w:rPr>
      <w:t>9</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noProof/>
        <w:szCs w:val="22"/>
      </w:rPr>
    </w:sdtEndPr>
    <w:sdtContent>
      <w:p w:rsidR="00BE03EE" w:rsidRPr="001B35E2" w:rsidRDefault="00BE03EE" w:rsidP="001B35E2">
        <w:pPr>
          <w:pStyle w:val="Header"/>
          <w:jc w:val="right"/>
        </w:pPr>
        <w:r w:rsidRPr="001B35E2">
          <w:t>WIPO/GA/51/12</w:t>
        </w:r>
      </w:p>
      <w:p w:rsidR="00BE03EE" w:rsidRPr="001B35E2" w:rsidRDefault="00BE03EE" w:rsidP="001B35E2">
        <w:pPr>
          <w:pStyle w:val="Header"/>
          <w:spacing w:after="480"/>
          <w:jc w:val="right"/>
          <w:rPr>
            <w:szCs w:val="22"/>
          </w:rPr>
        </w:pPr>
        <w:r w:rsidRPr="001B35E2">
          <w:t xml:space="preserve">Annex IV, page </w:t>
        </w:r>
        <w:r w:rsidRPr="001B35E2">
          <w:rPr>
            <w:szCs w:val="22"/>
          </w:rPr>
          <w:fldChar w:fldCharType="begin"/>
        </w:r>
        <w:r w:rsidRPr="001B35E2">
          <w:rPr>
            <w:szCs w:val="22"/>
          </w:rPr>
          <w:instrText xml:space="preserve"> PAGE   \* MERGEFORMAT </w:instrText>
        </w:r>
        <w:r w:rsidRPr="001B35E2">
          <w:rPr>
            <w:szCs w:val="22"/>
          </w:rPr>
          <w:fldChar w:fldCharType="separate"/>
        </w:r>
        <w:r w:rsidR="00251367">
          <w:rPr>
            <w:noProof/>
            <w:szCs w:val="22"/>
          </w:rPr>
          <w:t>30</w:t>
        </w:r>
        <w:r w:rsidRPr="001B35E2">
          <w:rPr>
            <w:noProof/>
            <w:szCs w:val="22"/>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CB53B0">
    <w:pPr>
      <w:pStyle w:val="Header"/>
      <w:jc w:val="right"/>
    </w:pPr>
    <w:r>
      <w:t>WO/GA/51/12</w:t>
    </w:r>
  </w:p>
  <w:p w:rsidR="00BE03EE" w:rsidRDefault="00BE03EE" w:rsidP="00CB53B0">
    <w:pPr>
      <w:pStyle w:val="Header"/>
      <w:spacing w:after="480"/>
      <w:jc w:val="right"/>
    </w:pPr>
    <w:r>
      <w:t>ANNEX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477D6B">
    <w:pPr>
      <w:jc w:val="right"/>
    </w:pPr>
    <w:r>
      <w:t>WO/GA/51/12</w:t>
    </w:r>
  </w:p>
  <w:p w:rsidR="00BE03EE" w:rsidRDefault="00BE03EE" w:rsidP="00255D13">
    <w:pPr>
      <w:spacing w:after="480"/>
      <w:jc w:val="right"/>
    </w:pPr>
    <w:r>
      <w:t xml:space="preserve">Annex I, page </w:t>
    </w:r>
    <w:r>
      <w:fldChar w:fldCharType="begin"/>
    </w:r>
    <w:r>
      <w:instrText xml:space="preserve"> PAGE  \* MERGEFORMAT </w:instrText>
    </w:r>
    <w:r>
      <w:fldChar w:fldCharType="separate"/>
    </w:r>
    <w:r w:rsidR="00AA3A0F">
      <w:rPr>
        <w:noProof/>
      </w:rPr>
      <w:t>12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604080"/>
      <w:docPartObj>
        <w:docPartGallery w:val="Page Numbers (Top of Page)"/>
        <w:docPartUnique/>
      </w:docPartObj>
    </w:sdtPr>
    <w:sdtEndPr>
      <w:rPr>
        <w:noProof/>
      </w:rPr>
    </w:sdtEndPr>
    <w:sdtContent>
      <w:p w:rsidR="00BE03EE" w:rsidRDefault="00BE03EE" w:rsidP="00CB53B0">
        <w:pPr>
          <w:pStyle w:val="Header"/>
          <w:jc w:val="right"/>
        </w:pPr>
        <w:r>
          <w:t>WO/GA/51/12</w:t>
        </w:r>
      </w:p>
      <w:p w:rsidR="00BE03EE" w:rsidRDefault="00BE03EE" w:rsidP="00CB53B0">
        <w:pPr>
          <w:pStyle w:val="Header"/>
          <w:spacing w:after="480"/>
          <w:jc w:val="right"/>
        </w:pPr>
        <w:r>
          <w:t xml:space="preserve">Annex I, page </w:t>
        </w:r>
        <w:r>
          <w:fldChar w:fldCharType="begin"/>
        </w:r>
        <w:r>
          <w:instrText xml:space="preserve"> PAGE   \* MERGEFORMAT </w:instrText>
        </w:r>
        <w:r>
          <w:fldChar w:fldCharType="separate"/>
        </w:r>
        <w:r w:rsidR="00251367">
          <w:rPr>
            <w:noProof/>
          </w:rPr>
          <w:t>2</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CB53B0">
    <w:pPr>
      <w:pStyle w:val="Header"/>
      <w:jc w:val="right"/>
    </w:pPr>
    <w:r>
      <w:t>WIPO/GA/51/12</w:t>
    </w:r>
  </w:p>
  <w:p w:rsidR="00BE03EE" w:rsidRDefault="00BE03EE" w:rsidP="00255D13">
    <w:pPr>
      <w:pStyle w:val="Header"/>
      <w:spacing w:after="480"/>
      <w:jc w:val="right"/>
    </w:pPr>
    <w:r>
      <w:t>ANNEX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3EE" w:rsidRDefault="00BE03EE" w:rsidP="00477D6B">
    <w:pPr>
      <w:jc w:val="right"/>
    </w:pPr>
    <w:r>
      <w:t>WO/GA/51/12</w:t>
    </w:r>
  </w:p>
  <w:p w:rsidR="00BE03EE" w:rsidRDefault="00BE03EE" w:rsidP="00255D13">
    <w:pPr>
      <w:spacing w:after="480"/>
      <w:jc w:val="right"/>
    </w:pPr>
    <w:r>
      <w:t xml:space="preserve">Annex II, page </w:t>
    </w:r>
    <w:r>
      <w:fldChar w:fldCharType="begin"/>
    </w:r>
    <w:r>
      <w:instrText xml:space="preserve"> PAGE  \* MERGEFORMAT </w:instrText>
    </w:r>
    <w:r>
      <w:fldChar w:fldCharType="separate"/>
    </w:r>
    <w:r w:rsidR="00251367">
      <w:rPr>
        <w:noProof/>
      </w:rPr>
      <w:t>22</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986502"/>
      <w:docPartObj>
        <w:docPartGallery w:val="Page Numbers (Top of Page)"/>
        <w:docPartUnique/>
      </w:docPartObj>
    </w:sdtPr>
    <w:sdtEndPr>
      <w:rPr>
        <w:noProof/>
      </w:rPr>
    </w:sdtEndPr>
    <w:sdtContent>
      <w:p w:rsidR="00BE03EE" w:rsidRDefault="00BE03EE" w:rsidP="009E137E">
        <w:pPr>
          <w:pStyle w:val="Header"/>
          <w:jc w:val="right"/>
        </w:pPr>
        <w:r>
          <w:t>WIPO/GA/51/12</w:t>
        </w:r>
      </w:p>
      <w:p w:rsidR="00BE03EE" w:rsidRDefault="00BE03EE" w:rsidP="009E137E">
        <w:pPr>
          <w:pStyle w:val="Header"/>
          <w:spacing w:after="480"/>
          <w:jc w:val="right"/>
        </w:pPr>
        <w:r>
          <w:t xml:space="preserve">Annex II, page </w:t>
        </w:r>
        <w:r>
          <w:fldChar w:fldCharType="begin"/>
        </w:r>
        <w:r>
          <w:instrText xml:space="preserve"> PAGE   \* MERGEFORMAT </w:instrText>
        </w:r>
        <w:r>
          <w:fldChar w:fldCharType="separate"/>
        </w:r>
        <w:r w:rsidR="00251367">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DB0CF82C"/>
    <w:lvl w:ilvl="0" w:tplc="B664A5B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207910"/>
    <w:multiLevelType w:val="hybridMultilevel"/>
    <w:tmpl w:val="A664EFC8"/>
    <w:lvl w:ilvl="0" w:tplc="0F16307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1"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0" w15:restartNumberingAfterBreak="0">
    <w:nsid w:val="4A670504"/>
    <w:multiLevelType w:val="hybridMultilevel"/>
    <w:tmpl w:val="EEFE4A94"/>
    <w:lvl w:ilvl="0" w:tplc="9B8A62BA">
      <w:start w:val="1"/>
      <w:numFmt w:val="upp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53A7054C"/>
    <w:multiLevelType w:val="hybridMultilevel"/>
    <w:tmpl w:val="66DC7FA8"/>
    <w:lvl w:ilvl="0" w:tplc="D6B0A646">
      <w:start w:val="1"/>
      <w:numFmt w:val="decimal"/>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25" w15:restartNumberingAfterBreak="0">
    <w:nsid w:val="5A7E6192"/>
    <w:multiLevelType w:val="hybridMultilevel"/>
    <w:tmpl w:val="1DEADDA4"/>
    <w:lvl w:ilvl="0" w:tplc="6486F2FE">
      <w:start w:val="1"/>
      <w:numFmt w:val="lowerLetter"/>
      <w:lvlText w:val="(%1)"/>
      <w:lvlJc w:val="left"/>
      <w:pPr>
        <w:ind w:left="720" w:hanging="360"/>
      </w:pPr>
      <w:rPr>
        <w:rFonts w:ascii="Arial" w:eastAsia="SimSun" w:hAnsi="Arial" w:cs="Arial" w:hint="default"/>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48E6261"/>
    <w:multiLevelType w:val="hybridMultilevel"/>
    <w:tmpl w:val="C8FE2D88"/>
    <w:lvl w:ilvl="0" w:tplc="B7A4BA56">
      <w:start w:val="1"/>
      <w:numFmt w:val="lowerRoman"/>
      <w:lvlText w:val="(%1i)"/>
      <w:lvlJc w:val="right"/>
      <w:pPr>
        <w:ind w:left="6250" w:hanging="360"/>
      </w:p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30"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8924AE"/>
    <w:multiLevelType w:val="hybridMultilevel"/>
    <w:tmpl w:val="C29A0A90"/>
    <w:lvl w:ilvl="0" w:tplc="240E9B84">
      <w:start w:val="1"/>
      <w:numFmt w:val="lowerRoman"/>
      <w:lvlText w:val="(%1)"/>
      <w:lvlJc w:val="left"/>
      <w:pPr>
        <w:ind w:left="7650" w:hanging="360"/>
      </w:pPr>
      <w:rPr>
        <w:rFonts w:hint="default"/>
      </w:rPr>
    </w:lvl>
    <w:lvl w:ilvl="1" w:tplc="04090019" w:tentative="1">
      <w:start w:val="1"/>
      <w:numFmt w:val="lowerLetter"/>
      <w:lvlText w:val="%2."/>
      <w:lvlJc w:val="left"/>
      <w:pPr>
        <w:ind w:left="8370" w:hanging="360"/>
      </w:pPr>
    </w:lvl>
    <w:lvl w:ilvl="2" w:tplc="0409001B" w:tentative="1">
      <w:start w:val="1"/>
      <w:numFmt w:val="lowerRoman"/>
      <w:lvlText w:val="%3."/>
      <w:lvlJc w:val="right"/>
      <w:pPr>
        <w:ind w:left="9090" w:hanging="180"/>
      </w:pPr>
    </w:lvl>
    <w:lvl w:ilvl="3" w:tplc="0409000F" w:tentative="1">
      <w:start w:val="1"/>
      <w:numFmt w:val="decimal"/>
      <w:lvlText w:val="%4."/>
      <w:lvlJc w:val="left"/>
      <w:pPr>
        <w:ind w:left="9810" w:hanging="360"/>
      </w:pPr>
    </w:lvl>
    <w:lvl w:ilvl="4" w:tplc="04090019" w:tentative="1">
      <w:start w:val="1"/>
      <w:numFmt w:val="lowerLetter"/>
      <w:lvlText w:val="%5."/>
      <w:lvlJc w:val="left"/>
      <w:pPr>
        <w:ind w:left="10530" w:hanging="360"/>
      </w:pPr>
    </w:lvl>
    <w:lvl w:ilvl="5" w:tplc="0409001B" w:tentative="1">
      <w:start w:val="1"/>
      <w:numFmt w:val="lowerRoman"/>
      <w:lvlText w:val="%6."/>
      <w:lvlJc w:val="right"/>
      <w:pPr>
        <w:ind w:left="11250" w:hanging="180"/>
      </w:pPr>
    </w:lvl>
    <w:lvl w:ilvl="6" w:tplc="0409000F" w:tentative="1">
      <w:start w:val="1"/>
      <w:numFmt w:val="decimal"/>
      <w:lvlText w:val="%7."/>
      <w:lvlJc w:val="left"/>
      <w:pPr>
        <w:ind w:left="11970" w:hanging="360"/>
      </w:pPr>
    </w:lvl>
    <w:lvl w:ilvl="7" w:tplc="04090019" w:tentative="1">
      <w:start w:val="1"/>
      <w:numFmt w:val="lowerLetter"/>
      <w:lvlText w:val="%8."/>
      <w:lvlJc w:val="left"/>
      <w:pPr>
        <w:ind w:left="12690" w:hanging="360"/>
      </w:pPr>
    </w:lvl>
    <w:lvl w:ilvl="8" w:tplc="0409001B" w:tentative="1">
      <w:start w:val="1"/>
      <w:numFmt w:val="lowerRoman"/>
      <w:lvlText w:val="%9."/>
      <w:lvlJc w:val="right"/>
      <w:pPr>
        <w:ind w:left="13410" w:hanging="180"/>
      </w:pPr>
    </w:lvl>
  </w:abstractNum>
  <w:abstractNum w:abstractNumId="34" w15:restartNumberingAfterBreak="0">
    <w:nsid w:val="774319C7"/>
    <w:multiLevelType w:val="hybridMultilevel"/>
    <w:tmpl w:val="38C44858"/>
    <w:lvl w:ilvl="0" w:tplc="BA8626C4">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3E4CBA"/>
    <w:multiLevelType w:val="hybridMultilevel"/>
    <w:tmpl w:val="7CD6AB4A"/>
    <w:lvl w:ilvl="0" w:tplc="96280ED0">
      <w:start w:val="1"/>
      <w:numFmt w:val="lowerLetter"/>
      <w:lvlText w:val="(%1)"/>
      <w:lvlJc w:val="left"/>
      <w:pPr>
        <w:ind w:left="720" w:hanging="360"/>
      </w:pPr>
      <w:rPr>
        <w:rFonts w:hint="default"/>
      </w:rPr>
    </w:lvl>
    <w:lvl w:ilvl="1" w:tplc="96280ED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2"/>
  </w:num>
  <w:num w:numId="3">
    <w:abstractNumId w:val="12"/>
  </w:num>
  <w:num w:numId="4">
    <w:abstractNumId w:val="36"/>
  </w:num>
  <w:num w:numId="5">
    <w:abstractNumId w:val="20"/>
  </w:num>
  <w:num w:numId="6">
    <w:abstractNumId w:val="1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28"/>
  </w:num>
  <w:num w:numId="13">
    <w:abstractNumId w:val="4"/>
  </w:num>
  <w:num w:numId="14">
    <w:abstractNumId w:val="1"/>
  </w:num>
  <w:num w:numId="15">
    <w:abstractNumId w:val="15"/>
  </w:num>
  <w:num w:numId="16">
    <w:abstractNumId w:val="1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32"/>
  </w:num>
  <w:num w:numId="21">
    <w:abstractNumId w:val="3"/>
  </w:num>
  <w:num w:numId="22">
    <w:abstractNumId w:val="0"/>
  </w:num>
  <w:num w:numId="23">
    <w:abstractNumId w:val="9"/>
  </w:num>
  <w:num w:numId="24">
    <w:abstractNumId w:val="37"/>
  </w:num>
  <w:num w:numId="25">
    <w:abstractNumId w:val="11"/>
  </w:num>
  <w:num w:numId="26">
    <w:abstractNumId w:val="22"/>
  </w:num>
  <w:num w:numId="27">
    <w:abstractNumId w:val="35"/>
  </w:num>
  <w:num w:numId="28">
    <w:abstractNumId w:val="26"/>
  </w:num>
  <w:num w:numId="29">
    <w:abstractNumId w:val="27"/>
  </w:num>
  <w:num w:numId="30">
    <w:abstractNumId w:val="8"/>
  </w:num>
  <w:num w:numId="31">
    <w:abstractNumId w:val="38"/>
  </w:num>
  <w:num w:numId="32">
    <w:abstractNumId w:val="30"/>
  </w:num>
  <w:num w:numId="33">
    <w:abstractNumId w:val="25"/>
  </w:num>
  <w:num w:numId="34">
    <w:abstractNumId w:val="34"/>
  </w:num>
  <w:num w:numId="35">
    <w:abstractNumId w:val="18"/>
  </w:num>
  <w:num w:numId="36">
    <w:abstractNumId w:val="23"/>
  </w:num>
  <w:num w:numId="37">
    <w:abstractNumId w:val="19"/>
  </w:num>
  <w:num w:numId="38">
    <w:abstractNumId w:val="33"/>
  </w:num>
  <w:num w:numId="39">
    <w:abstractNumId w:val="24"/>
  </w:num>
  <w:num w:numId="40">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BA"/>
    <w:rsid w:val="00011010"/>
    <w:rsid w:val="00025C28"/>
    <w:rsid w:val="00043CAA"/>
    <w:rsid w:val="00057CA2"/>
    <w:rsid w:val="00075432"/>
    <w:rsid w:val="000765C4"/>
    <w:rsid w:val="000968ED"/>
    <w:rsid w:val="000A471C"/>
    <w:rsid w:val="000A53D8"/>
    <w:rsid w:val="000A5595"/>
    <w:rsid w:val="000C117A"/>
    <w:rsid w:val="000C484D"/>
    <w:rsid w:val="000E6FDE"/>
    <w:rsid w:val="000F5E56"/>
    <w:rsid w:val="0010331B"/>
    <w:rsid w:val="001362EE"/>
    <w:rsid w:val="00146F7A"/>
    <w:rsid w:val="00156693"/>
    <w:rsid w:val="001647D5"/>
    <w:rsid w:val="00165440"/>
    <w:rsid w:val="001832A6"/>
    <w:rsid w:val="001B35E2"/>
    <w:rsid w:val="001E4E00"/>
    <w:rsid w:val="0021217E"/>
    <w:rsid w:val="00231BB0"/>
    <w:rsid w:val="00246D4C"/>
    <w:rsid w:val="00251367"/>
    <w:rsid w:val="00255D13"/>
    <w:rsid w:val="002634C4"/>
    <w:rsid w:val="00280D95"/>
    <w:rsid w:val="002928D3"/>
    <w:rsid w:val="002B522D"/>
    <w:rsid w:val="002E32F7"/>
    <w:rsid w:val="002F1FE6"/>
    <w:rsid w:val="002F4E68"/>
    <w:rsid w:val="00312F7F"/>
    <w:rsid w:val="003178BA"/>
    <w:rsid w:val="00350AE2"/>
    <w:rsid w:val="003531AC"/>
    <w:rsid w:val="00361450"/>
    <w:rsid w:val="003673CF"/>
    <w:rsid w:val="00371F13"/>
    <w:rsid w:val="003746E7"/>
    <w:rsid w:val="003845C1"/>
    <w:rsid w:val="003875D8"/>
    <w:rsid w:val="003A6F89"/>
    <w:rsid w:val="003B38C1"/>
    <w:rsid w:val="003D015B"/>
    <w:rsid w:val="003D2030"/>
    <w:rsid w:val="003D57B0"/>
    <w:rsid w:val="003E41D0"/>
    <w:rsid w:val="003E5DEC"/>
    <w:rsid w:val="003F0BD0"/>
    <w:rsid w:val="00423E3E"/>
    <w:rsid w:val="00427AF4"/>
    <w:rsid w:val="00433ADB"/>
    <w:rsid w:val="00444220"/>
    <w:rsid w:val="004647DA"/>
    <w:rsid w:val="00464BBA"/>
    <w:rsid w:val="00474062"/>
    <w:rsid w:val="00477D6B"/>
    <w:rsid w:val="00484F3F"/>
    <w:rsid w:val="004B20E3"/>
    <w:rsid w:val="004E7EAE"/>
    <w:rsid w:val="005019FF"/>
    <w:rsid w:val="0053057A"/>
    <w:rsid w:val="00546E1C"/>
    <w:rsid w:val="00560A29"/>
    <w:rsid w:val="005C6649"/>
    <w:rsid w:val="005F09FB"/>
    <w:rsid w:val="00605827"/>
    <w:rsid w:val="00646050"/>
    <w:rsid w:val="006713CA"/>
    <w:rsid w:val="00676C5C"/>
    <w:rsid w:val="00676F03"/>
    <w:rsid w:val="006842EF"/>
    <w:rsid w:val="006A7EB7"/>
    <w:rsid w:val="006D4AFD"/>
    <w:rsid w:val="006E4F5F"/>
    <w:rsid w:val="00712942"/>
    <w:rsid w:val="007154A3"/>
    <w:rsid w:val="00720194"/>
    <w:rsid w:val="00790AE6"/>
    <w:rsid w:val="007D1613"/>
    <w:rsid w:val="007E4C0E"/>
    <w:rsid w:val="007E7F6E"/>
    <w:rsid w:val="00827F28"/>
    <w:rsid w:val="00860537"/>
    <w:rsid w:val="0086352F"/>
    <w:rsid w:val="00877718"/>
    <w:rsid w:val="00885398"/>
    <w:rsid w:val="00895A77"/>
    <w:rsid w:val="008A134B"/>
    <w:rsid w:val="008A159F"/>
    <w:rsid w:val="008B2CC1"/>
    <w:rsid w:val="008B60B2"/>
    <w:rsid w:val="008B7E78"/>
    <w:rsid w:val="008D16CA"/>
    <w:rsid w:val="0090731E"/>
    <w:rsid w:val="00913F36"/>
    <w:rsid w:val="00914ACB"/>
    <w:rsid w:val="00916EE2"/>
    <w:rsid w:val="00966A22"/>
    <w:rsid w:val="0096722F"/>
    <w:rsid w:val="00980843"/>
    <w:rsid w:val="00982E4E"/>
    <w:rsid w:val="009B6777"/>
    <w:rsid w:val="009C127D"/>
    <w:rsid w:val="009E137E"/>
    <w:rsid w:val="009E2791"/>
    <w:rsid w:val="009E3F6F"/>
    <w:rsid w:val="009E79A5"/>
    <w:rsid w:val="009F499F"/>
    <w:rsid w:val="009F7DB0"/>
    <w:rsid w:val="00A01DC2"/>
    <w:rsid w:val="00A06155"/>
    <w:rsid w:val="00A37342"/>
    <w:rsid w:val="00A37985"/>
    <w:rsid w:val="00A42DAF"/>
    <w:rsid w:val="00A45BD8"/>
    <w:rsid w:val="00A46E61"/>
    <w:rsid w:val="00A869B7"/>
    <w:rsid w:val="00AA2DD4"/>
    <w:rsid w:val="00AA3A0F"/>
    <w:rsid w:val="00AB4E13"/>
    <w:rsid w:val="00AB61C9"/>
    <w:rsid w:val="00AC205C"/>
    <w:rsid w:val="00AC2442"/>
    <w:rsid w:val="00AC28BF"/>
    <w:rsid w:val="00AF0A6B"/>
    <w:rsid w:val="00AF5554"/>
    <w:rsid w:val="00B05A69"/>
    <w:rsid w:val="00B128B5"/>
    <w:rsid w:val="00B61109"/>
    <w:rsid w:val="00B67BE9"/>
    <w:rsid w:val="00B80B7C"/>
    <w:rsid w:val="00B9734B"/>
    <w:rsid w:val="00BA30E2"/>
    <w:rsid w:val="00BE03EE"/>
    <w:rsid w:val="00C065AB"/>
    <w:rsid w:val="00C11BFE"/>
    <w:rsid w:val="00C40F6A"/>
    <w:rsid w:val="00C5068F"/>
    <w:rsid w:val="00C74DAF"/>
    <w:rsid w:val="00C86D74"/>
    <w:rsid w:val="00C934C3"/>
    <w:rsid w:val="00CB53B0"/>
    <w:rsid w:val="00CD04F1"/>
    <w:rsid w:val="00CD7F59"/>
    <w:rsid w:val="00D17B04"/>
    <w:rsid w:val="00D23A11"/>
    <w:rsid w:val="00D26DBA"/>
    <w:rsid w:val="00D43197"/>
    <w:rsid w:val="00D44A0B"/>
    <w:rsid w:val="00D45252"/>
    <w:rsid w:val="00D50027"/>
    <w:rsid w:val="00D66E37"/>
    <w:rsid w:val="00D71B4D"/>
    <w:rsid w:val="00D93D55"/>
    <w:rsid w:val="00DA7124"/>
    <w:rsid w:val="00DC0E7C"/>
    <w:rsid w:val="00DE054F"/>
    <w:rsid w:val="00DE2EF6"/>
    <w:rsid w:val="00DF023A"/>
    <w:rsid w:val="00DF383E"/>
    <w:rsid w:val="00E15015"/>
    <w:rsid w:val="00E335FE"/>
    <w:rsid w:val="00E5566B"/>
    <w:rsid w:val="00E55AB5"/>
    <w:rsid w:val="00E6715A"/>
    <w:rsid w:val="00E80EB0"/>
    <w:rsid w:val="00E85557"/>
    <w:rsid w:val="00EA138A"/>
    <w:rsid w:val="00EA7D6E"/>
    <w:rsid w:val="00EB2210"/>
    <w:rsid w:val="00EB3F51"/>
    <w:rsid w:val="00EC220A"/>
    <w:rsid w:val="00EC2A8A"/>
    <w:rsid w:val="00EC4E49"/>
    <w:rsid w:val="00ED04DD"/>
    <w:rsid w:val="00ED77FB"/>
    <w:rsid w:val="00EE45FA"/>
    <w:rsid w:val="00EE5689"/>
    <w:rsid w:val="00F66152"/>
    <w:rsid w:val="00F80023"/>
    <w:rsid w:val="00F967F0"/>
    <w:rsid w:val="00FA41DE"/>
    <w:rsid w:val="00FB41E1"/>
    <w:rsid w:val="00FD3FA0"/>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F0544E1"/>
  <w15:docId w15:val="{73012C2A-B9B4-44FF-BD8E-307E2006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251367"/>
    <w:pPr>
      <w:keepNext/>
      <w:numPr>
        <w:numId w:val="5"/>
      </w:numPr>
      <w:spacing w:before="240" w:after="220"/>
      <w:ind w:left="54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table" w:styleId="TableGrid">
    <w:name w:val="Table Grid"/>
    <w:basedOn w:val="TableNormal"/>
    <w:rsid w:val="003E5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3E5DEC"/>
    <w:rPr>
      <w:vertAlign w:val="superscript"/>
    </w:rPr>
  </w:style>
  <w:style w:type="character" w:customStyle="1" w:styleId="FootnoteTextChar">
    <w:name w:val="Footnote Text Char"/>
    <w:basedOn w:val="DefaultParagraphFont"/>
    <w:link w:val="FootnoteText"/>
    <w:rsid w:val="003E5DEC"/>
    <w:rPr>
      <w:rFonts w:ascii="Arial" w:eastAsia="SimSun" w:hAnsi="Arial" w:cs="Arial"/>
      <w:sz w:val="18"/>
      <w:lang w:val="en-US" w:eastAsia="zh-CN"/>
    </w:rPr>
  </w:style>
  <w:style w:type="paragraph" w:styleId="ListParagraph">
    <w:name w:val="List Paragraph"/>
    <w:basedOn w:val="Normal"/>
    <w:uiPriority w:val="34"/>
    <w:qFormat/>
    <w:rsid w:val="003E5DEC"/>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uiPriority w:val="99"/>
    <w:unhideWhenUsed/>
    <w:rsid w:val="003E5DEC"/>
    <w:rPr>
      <w:color w:val="0000FF" w:themeColor="hyperlink"/>
      <w:u w:val="single"/>
    </w:rPr>
  </w:style>
  <w:style w:type="paragraph" w:customStyle="1" w:styleId="footnotedescription">
    <w:name w:val="footnote description"/>
    <w:next w:val="Normal"/>
    <w:link w:val="footnotedescriptionChar"/>
    <w:hidden/>
    <w:rsid w:val="003E5DEC"/>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3E5DEC"/>
    <w:rPr>
      <w:rFonts w:ascii="Arial" w:eastAsia="Arial" w:hAnsi="Arial" w:cs="Arial"/>
      <w:color w:val="000000"/>
      <w:szCs w:val="22"/>
      <w:lang w:val="en-AU" w:eastAsia="en-AU"/>
    </w:rPr>
  </w:style>
  <w:style w:type="character" w:customStyle="1" w:styleId="footnotemark">
    <w:name w:val="footnote mark"/>
    <w:hidden/>
    <w:rsid w:val="003E5DEC"/>
    <w:rPr>
      <w:rFonts w:ascii="Arial" w:eastAsia="Arial" w:hAnsi="Arial" w:cs="Arial"/>
      <w:color w:val="000000"/>
      <w:sz w:val="20"/>
      <w:vertAlign w:val="superscript"/>
    </w:rPr>
  </w:style>
  <w:style w:type="table" w:customStyle="1" w:styleId="TableGrid0">
    <w:name w:val="TableGrid"/>
    <w:rsid w:val="003E5DEC"/>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customStyle="1" w:styleId="HeaderChar">
    <w:name w:val="Header Char"/>
    <w:basedOn w:val="DefaultParagraphFont"/>
    <w:link w:val="Header"/>
    <w:uiPriority w:val="99"/>
    <w:rsid w:val="00025C28"/>
    <w:rPr>
      <w:rFonts w:ascii="Arial" w:eastAsia="SimSun" w:hAnsi="Arial" w:cs="Arial"/>
      <w:sz w:val="22"/>
      <w:lang w:val="en-US" w:eastAsia="zh-CN"/>
    </w:rPr>
  </w:style>
  <w:style w:type="character" w:styleId="PageNumber">
    <w:name w:val="page number"/>
    <w:basedOn w:val="DefaultParagraphFont"/>
    <w:rsid w:val="00025C28"/>
  </w:style>
  <w:style w:type="numbering" w:customStyle="1" w:styleId="NoList1">
    <w:name w:val="No List1"/>
    <w:next w:val="NoList"/>
    <w:uiPriority w:val="99"/>
    <w:semiHidden/>
    <w:unhideWhenUsed/>
    <w:rsid w:val="00025C28"/>
  </w:style>
  <w:style w:type="paragraph" w:customStyle="1" w:styleId="DecisionInvitingPara">
    <w:name w:val="Decision Inviting Para."/>
    <w:basedOn w:val="Normal"/>
    <w:rsid w:val="00025C28"/>
    <w:pPr>
      <w:ind w:left="5534"/>
    </w:pPr>
    <w:rPr>
      <w:i/>
      <w:lang w:val="en-AU"/>
    </w:rPr>
  </w:style>
  <w:style w:type="character" w:styleId="CommentReference">
    <w:name w:val="annotation reference"/>
    <w:basedOn w:val="DefaultParagraphFont"/>
    <w:rsid w:val="00025C28"/>
    <w:rPr>
      <w:sz w:val="16"/>
      <w:szCs w:val="16"/>
    </w:rPr>
  </w:style>
  <w:style w:type="paragraph" w:styleId="CommentSubject">
    <w:name w:val="annotation subject"/>
    <w:basedOn w:val="CommentText"/>
    <w:next w:val="CommentText"/>
    <w:link w:val="CommentSubjectChar"/>
    <w:rsid w:val="00025C28"/>
    <w:rPr>
      <w:b/>
      <w:bCs/>
      <w:sz w:val="20"/>
      <w:lang w:val="en-AU"/>
    </w:rPr>
  </w:style>
  <w:style w:type="character" w:customStyle="1" w:styleId="CommentTextChar">
    <w:name w:val="Comment Text Char"/>
    <w:basedOn w:val="DefaultParagraphFont"/>
    <w:link w:val="CommentText"/>
    <w:semiHidden/>
    <w:rsid w:val="00025C28"/>
    <w:rPr>
      <w:rFonts w:ascii="Arial" w:eastAsia="SimSun" w:hAnsi="Arial" w:cs="Arial"/>
      <w:sz w:val="18"/>
      <w:lang w:val="en-US" w:eastAsia="zh-CN"/>
    </w:rPr>
  </w:style>
  <w:style w:type="character" w:customStyle="1" w:styleId="CommentSubjectChar">
    <w:name w:val="Comment Subject Char"/>
    <w:basedOn w:val="CommentTextChar"/>
    <w:link w:val="CommentSubject"/>
    <w:rsid w:val="00025C28"/>
    <w:rPr>
      <w:rFonts w:ascii="Arial" w:eastAsia="SimSun" w:hAnsi="Arial" w:cs="Arial"/>
      <w:b/>
      <w:bCs/>
      <w:sz w:val="18"/>
      <w:lang w:val="en-AU" w:eastAsia="zh-CN"/>
    </w:rPr>
  </w:style>
  <w:style w:type="paragraph" w:styleId="Revision">
    <w:name w:val="Revision"/>
    <w:hidden/>
    <w:uiPriority w:val="99"/>
    <w:semiHidden/>
    <w:rsid w:val="00025C28"/>
    <w:rPr>
      <w:rFonts w:ascii="Arial" w:eastAsia="SimSun" w:hAnsi="Arial" w:cs="Arial"/>
      <w:sz w:val="22"/>
      <w:lang w:val="en-US" w:eastAsia="zh-CN"/>
    </w:rPr>
  </w:style>
  <w:style w:type="paragraph" w:styleId="NormalWeb">
    <w:name w:val="Normal (Web)"/>
    <w:basedOn w:val="Normal"/>
    <w:uiPriority w:val="99"/>
    <w:unhideWhenUsed/>
    <w:rsid w:val="00025C28"/>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025C28"/>
  </w:style>
  <w:style w:type="character" w:styleId="Strong">
    <w:name w:val="Strong"/>
    <w:basedOn w:val="DefaultParagraphFont"/>
    <w:uiPriority w:val="22"/>
    <w:qFormat/>
    <w:rsid w:val="00025C28"/>
    <w:rPr>
      <w:b/>
      <w:bCs/>
    </w:rPr>
  </w:style>
  <w:style w:type="character" w:customStyle="1" w:styleId="ilfuvd">
    <w:name w:val="ilfuvd"/>
    <w:basedOn w:val="DefaultParagraphFont"/>
    <w:rsid w:val="00025C28"/>
  </w:style>
  <w:style w:type="character" w:customStyle="1" w:styleId="Heading2Char">
    <w:name w:val="Heading 2 Char"/>
    <w:basedOn w:val="DefaultParagraphFont"/>
    <w:link w:val="Heading2"/>
    <w:rsid w:val="00251367"/>
    <w:rPr>
      <w:rFonts w:ascii="Arial" w:eastAsia="SimSun" w:hAnsi="Arial" w:cs="Arial"/>
      <w:b/>
      <w:bCs/>
      <w:iCs/>
      <w:caps/>
      <w:sz w:val="22"/>
      <w:szCs w:val="28"/>
      <w:lang w:val="en-US" w:eastAsia="zh-CN"/>
    </w:rPr>
  </w:style>
  <w:style w:type="character" w:styleId="FollowedHyperlink">
    <w:name w:val="FollowedHyperlink"/>
    <w:basedOn w:val="DefaultParagraphFont"/>
    <w:semiHidden/>
    <w:unhideWhenUsed/>
    <w:rsid w:val="00025C28"/>
    <w:rPr>
      <w:color w:val="800080" w:themeColor="followedHyperlink"/>
      <w:u w:val="single"/>
    </w:rPr>
  </w:style>
  <w:style w:type="character" w:styleId="Emphasis">
    <w:name w:val="Emphasis"/>
    <w:basedOn w:val="DefaultParagraphFont"/>
    <w:uiPriority w:val="20"/>
    <w:qFormat/>
    <w:rsid w:val="00025C28"/>
    <w:rPr>
      <w:i/>
      <w:iCs/>
    </w:rPr>
  </w:style>
  <w:style w:type="character" w:customStyle="1" w:styleId="FooterChar">
    <w:name w:val="Footer Char"/>
    <w:basedOn w:val="DefaultParagraphFont"/>
    <w:link w:val="Footer"/>
    <w:semiHidden/>
    <w:rsid w:val="00025C2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21" Type="http://schemas.openxmlformats.org/officeDocument/2006/relationships/header" Target="header8.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0.xml"/><Relationship Id="rId10" Type="http://schemas.openxmlformats.org/officeDocument/2006/relationships/hyperlink" Target="https://www.wipo.int/meetings/en/details.jsp?meeting_id=51355" TargetMode="External"/><Relationship Id="rId19" Type="http://schemas.openxmlformats.org/officeDocument/2006/relationships/header" Target="header6.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s://www.wipo.int/meetings/en/details.jsp?meeting_id=50367"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footer" Target="footer6.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id=48546" TargetMode="External"/><Relationship Id="rId1" Type="http://schemas.openxmlformats.org/officeDocument/2006/relationships/hyperlink" Target="http://www.wipo.int/meetings/en/details.jsp?meeting_id=485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0B81-7A06-4CB0-854E-27587353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453</TotalTime>
  <Pages>105</Pages>
  <Words>23853</Words>
  <Characters>143228</Characters>
  <Application>Microsoft Office Word</Application>
  <DocSecurity>0</DocSecurity>
  <Lines>2923</Lines>
  <Paragraphs>965</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166116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MORENO PALESTINI Maria Del Pilar</dc:creator>
  <cp:keywords>FOR OFFICIAL USE ONLY</cp:keywords>
  <cp:lastModifiedBy>HÄFLIGER Patience</cp:lastModifiedBy>
  <cp:revision>65</cp:revision>
  <cp:lastPrinted>2019-07-01T09:53:00Z</cp:lastPrinted>
  <dcterms:created xsi:type="dcterms:W3CDTF">2019-06-25T13:16:00Z</dcterms:created>
  <dcterms:modified xsi:type="dcterms:W3CDTF">2019-07-16T15:27:00Z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