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1" w:name="Code"/>
      <w:bookmarkEnd w:id="1"/>
      <w:r w:rsidR="00D23812">
        <w:rPr>
          <w:rFonts w:ascii="Arial Black" w:hAnsi="Arial Black"/>
          <w:b/>
          <w:caps/>
          <w:sz w:val="15"/>
        </w:rPr>
        <w:t>INF/4</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D23812">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AC72BB">
        <w:rPr>
          <w:rFonts w:ascii="Arial Black" w:hAnsi="Arial Black"/>
          <w:b/>
          <w:caps/>
          <w:sz w:val="15"/>
        </w:rPr>
        <w:t xml:space="preserve">SEPTEMBER </w:t>
      </w:r>
      <w:r w:rsidR="00757824">
        <w:rPr>
          <w:rFonts w:ascii="Arial Black" w:hAnsi="Arial Black"/>
          <w:b/>
          <w:caps/>
          <w:sz w:val="15"/>
        </w:rPr>
        <w:t>20</w:t>
      </w:r>
      <w:r w:rsidR="00D23812">
        <w:rPr>
          <w:rFonts w:ascii="Arial Black" w:hAnsi="Arial Black"/>
          <w:b/>
          <w:caps/>
          <w:sz w:val="15"/>
        </w:rPr>
        <w:t>, 2019</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B7581">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8B2CC1" w:rsidRPr="009C127D" w:rsidRDefault="00D23812" w:rsidP="003D2030">
      <w:pPr>
        <w:spacing w:after="360"/>
        <w:rPr>
          <w:caps/>
          <w:sz w:val="24"/>
        </w:rPr>
      </w:pPr>
      <w:bookmarkStart w:id="4" w:name="TitleOfDoc"/>
      <w:bookmarkEnd w:id="4"/>
      <w:r>
        <w:rPr>
          <w:caps/>
          <w:sz w:val="24"/>
        </w:rPr>
        <w:t>STATUS OF THE PAYMENT OF CONTRIBUTIONS AS AT AUGUST 31, 2019</w:t>
      </w:r>
    </w:p>
    <w:p w:rsidR="008B2CC1" w:rsidRPr="009C127D" w:rsidRDefault="00D23812" w:rsidP="003B7581">
      <w:pPr>
        <w:spacing w:after="960"/>
        <w:rPr>
          <w:i/>
        </w:rPr>
      </w:pPr>
      <w:bookmarkStart w:id="5" w:name="Prepared"/>
      <w:bookmarkEnd w:id="5"/>
      <w:r>
        <w:rPr>
          <w:i/>
        </w:rPr>
        <w:t>Information document prepared by the Secretariat</w:t>
      </w:r>
    </w:p>
    <w:p w:rsidR="00D23812" w:rsidRPr="003B7581" w:rsidRDefault="00D23812" w:rsidP="003B7581">
      <w:pPr>
        <w:numPr>
          <w:ilvl w:val="0"/>
          <w:numId w:val="7"/>
        </w:numPr>
        <w:tabs>
          <w:tab w:val="left" w:pos="567"/>
        </w:tabs>
        <w:spacing w:after="480"/>
        <w:ind w:left="0" w:firstLine="0"/>
      </w:pPr>
      <w:r w:rsidRPr="00D23812">
        <w:rPr>
          <w:noProof/>
        </w:rPr>
        <w:t>The present document contains an update of the information contained in</w:t>
      </w:r>
      <w:r w:rsidRPr="003B7581">
        <w:t xml:space="preserve"> the “Status of the Payment of Contributions as at</w:t>
      </w:r>
      <w:r w:rsidRPr="00D23812">
        <w:rPr>
          <w:noProof/>
        </w:rPr>
        <w:t xml:space="preserve"> </w:t>
      </w:r>
      <w:r w:rsidRPr="003B7581">
        <w:t>June</w:t>
      </w:r>
      <w:r w:rsidRPr="00D23812">
        <w:rPr>
          <w:noProof/>
        </w:rPr>
        <w:t xml:space="preserve"> </w:t>
      </w:r>
      <w:r w:rsidRPr="003B7581">
        <w:t>30,</w:t>
      </w:r>
      <w:r w:rsidRPr="00D23812">
        <w:rPr>
          <w:noProof/>
        </w:rPr>
        <w:t xml:space="preserve"> </w:t>
      </w:r>
      <w:r w:rsidRPr="003B7581">
        <w:t>2019” (document</w:t>
      </w:r>
      <w:r w:rsidRPr="00D23812">
        <w:rPr>
          <w:noProof/>
        </w:rPr>
        <w:t xml:space="preserve"> </w:t>
      </w:r>
      <w:r w:rsidRPr="003B7581">
        <w:t>WO/PBC/30/9).</w:t>
      </w:r>
    </w:p>
    <w:p w:rsidR="00D23812" w:rsidRPr="00D23812" w:rsidRDefault="00D23812" w:rsidP="003B7581">
      <w:pPr>
        <w:keepNext/>
        <w:spacing w:before="240" w:after="360"/>
        <w:outlineLvl w:val="1"/>
        <w:rPr>
          <w:b/>
          <w:bCs/>
          <w:iCs/>
          <w:caps/>
          <w:noProof/>
          <w:szCs w:val="28"/>
        </w:rPr>
      </w:pPr>
      <w:r w:rsidRPr="00D23812">
        <w:rPr>
          <w:b/>
          <w:bCs/>
          <w:iCs/>
          <w:caps/>
          <w:noProof/>
          <w:szCs w:val="28"/>
        </w:rPr>
        <w:t>Arrears in contributions as AT august 31, 2019</w:t>
      </w:r>
    </w:p>
    <w:p w:rsidR="00D23812" w:rsidRPr="00D23812" w:rsidRDefault="00D23812" w:rsidP="00D23812">
      <w:pPr>
        <w:spacing w:before="220" w:after="300"/>
        <w:outlineLvl w:val="2"/>
        <w:rPr>
          <w:b/>
          <w:noProof/>
          <w:szCs w:val="22"/>
        </w:rPr>
      </w:pPr>
      <w:r w:rsidRPr="00D23812">
        <w:rPr>
          <w:b/>
          <w:noProof/>
          <w:szCs w:val="22"/>
        </w:rPr>
        <w:t>Arrears in Annual Contributions</w:t>
      </w:r>
    </w:p>
    <w:p w:rsidR="00D23812" w:rsidRPr="00D23812" w:rsidRDefault="00D23812" w:rsidP="003B7581">
      <w:pPr>
        <w:spacing w:before="220" w:after="300"/>
        <w:outlineLvl w:val="2"/>
        <w:rPr>
          <w:b/>
          <w:noProof/>
          <w:szCs w:val="22"/>
        </w:rPr>
      </w:pPr>
      <w:r w:rsidRPr="00D23812">
        <w:rPr>
          <w:b/>
          <w:noProof/>
          <w:szCs w:val="22"/>
        </w:rPr>
        <w:t>(Except for Arrears of the Least Developed Countries, Placed in a Special (Frozen) Account Concerning the Years Preceding 1990)</w:t>
      </w:r>
    </w:p>
    <w:p w:rsidR="00D23812" w:rsidRPr="00D23812" w:rsidRDefault="00D23812" w:rsidP="003B7581">
      <w:pPr>
        <w:numPr>
          <w:ilvl w:val="0"/>
          <w:numId w:val="7"/>
        </w:numPr>
        <w:tabs>
          <w:tab w:val="left" w:pos="567"/>
          <w:tab w:val="left" w:pos="9498"/>
        </w:tabs>
        <w:spacing w:after="220"/>
        <w:ind w:left="0" w:firstLine="0"/>
        <w:rPr>
          <w:noProof/>
          <w:szCs w:val="22"/>
        </w:rPr>
      </w:pPr>
      <w:r w:rsidRPr="00D23812">
        <w:rPr>
          <w:noProof/>
          <w:szCs w:val="22"/>
        </w:rPr>
        <w:t>The following table shows the arrears in contributions on August 31, 2019, under th</w:t>
      </w:r>
      <w:r w:rsidRPr="00D23812">
        <w:rPr>
          <w:noProof/>
        </w:rPr>
        <w:t>e</w:t>
      </w:r>
      <w:r w:rsidRPr="00D23812">
        <w:rPr>
          <w:noProof/>
          <w:szCs w:val="22"/>
        </w:rPr>
        <w:t xml:space="preserve"> unitary contribution system which has been applicable since January 1, 1994, and under the previously applicable contribution systems of the six Contribution-financed Unions (Paris, Berne, IPC, Nice, Locarno, Vienna) and of </w:t>
      </w:r>
      <w:r w:rsidR="00B64AC9">
        <w:rPr>
          <w:noProof/>
          <w:szCs w:val="22"/>
        </w:rPr>
        <w:t>the World Intellectual Property Organization (</w:t>
      </w:r>
      <w:r w:rsidRPr="00D23812">
        <w:rPr>
          <w:noProof/>
          <w:szCs w:val="22"/>
        </w:rPr>
        <w:t>WIPO</w:t>
      </w:r>
      <w:r w:rsidR="00B64AC9">
        <w:rPr>
          <w:noProof/>
          <w:szCs w:val="22"/>
        </w:rPr>
        <w:t>)</w:t>
      </w:r>
      <w:r w:rsidRPr="00D23812">
        <w:rPr>
          <w:noProof/>
          <w:szCs w:val="22"/>
        </w:rPr>
        <w:t xml:space="preserve"> (for States which are members of WIPO but not members of any of the Unions), with the exception of arrears in contributions of the least developed countries (LDCs) concerning the years preceding 1990, placed in a special (frozen) account, which are not shown in this table but are shown in the table in paragraph 5 below.</w:t>
      </w:r>
    </w:p>
    <w:p w:rsidR="00D23812" w:rsidRDefault="00D23812" w:rsidP="000765C4">
      <w:r>
        <w:br w:type="page"/>
      </w:r>
    </w:p>
    <w:p w:rsidR="000765C4" w:rsidRDefault="00595F08" w:rsidP="000765C4">
      <w:r w:rsidRPr="00595F08">
        <w:rPr>
          <w:noProof/>
          <w:lang w:eastAsia="en-US"/>
        </w:rPr>
        <w:lastRenderedPageBreak/>
        <w:drawing>
          <wp:inline distT="0" distB="0" distL="0" distR="0">
            <wp:extent cx="5940425" cy="8359798"/>
            <wp:effectExtent l="0" t="0" r="3175" b="3175"/>
            <wp:docPr id="293" name="Picture 293" descr="Arrears in Annual Contributions 31 08 19:  listed by countries in alphabetical order" title="Arrears in Annual Contribution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8359798"/>
                    </a:xfrm>
                    <a:prstGeom prst="rect">
                      <a:avLst/>
                    </a:prstGeom>
                    <a:noFill/>
                    <a:ln>
                      <a:noFill/>
                    </a:ln>
                  </pic:spPr>
                </pic:pic>
              </a:graphicData>
            </a:graphic>
          </wp:inline>
        </w:drawing>
      </w:r>
    </w:p>
    <w:p w:rsidR="00AC72BB" w:rsidRDefault="00AC72BB" w:rsidP="000765C4">
      <w:r>
        <w:br w:type="page"/>
      </w:r>
    </w:p>
    <w:p w:rsidR="00092747" w:rsidRDefault="003E100C" w:rsidP="00092747">
      <w:pPr>
        <w:spacing w:after="240"/>
      </w:pPr>
      <w:r w:rsidRPr="003E100C">
        <w:rPr>
          <w:noProof/>
          <w:lang w:eastAsia="en-US"/>
        </w:rPr>
        <w:lastRenderedPageBreak/>
        <w:drawing>
          <wp:inline distT="0" distB="0" distL="0" distR="0">
            <wp:extent cx="5772150" cy="8612747"/>
            <wp:effectExtent l="0" t="0" r="0" b="0"/>
            <wp:docPr id="14" name="Picture 14" descr="Arrears in Annual Contributions 31 08 19:  listed by countries in alphabetical order" title="Arrears in Annual Contribution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4630" cy="8616448"/>
                    </a:xfrm>
                    <a:prstGeom prst="rect">
                      <a:avLst/>
                    </a:prstGeom>
                    <a:noFill/>
                    <a:ln>
                      <a:noFill/>
                    </a:ln>
                  </pic:spPr>
                </pic:pic>
              </a:graphicData>
            </a:graphic>
          </wp:inline>
        </w:drawing>
      </w:r>
      <w:r w:rsidRPr="003E100C">
        <w:t xml:space="preserve"> </w:t>
      </w:r>
      <w:r w:rsidRPr="003E100C">
        <w:rPr>
          <w:noProof/>
          <w:lang w:eastAsia="en-US"/>
        </w:rPr>
        <w:lastRenderedPageBreak/>
        <w:drawing>
          <wp:inline distT="0" distB="0" distL="0" distR="0">
            <wp:extent cx="5940425" cy="8626217"/>
            <wp:effectExtent l="0" t="0" r="3175" b="3810"/>
            <wp:docPr id="15" name="Picture 15" descr="Arrears in Annual Contributions 31 08 19:  listed by countries in alphabetical order" title="Arrears in Annual Contribution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8626217"/>
                    </a:xfrm>
                    <a:prstGeom prst="rect">
                      <a:avLst/>
                    </a:prstGeom>
                    <a:noFill/>
                    <a:ln>
                      <a:noFill/>
                    </a:ln>
                  </pic:spPr>
                </pic:pic>
              </a:graphicData>
            </a:graphic>
          </wp:inline>
        </w:drawing>
      </w:r>
      <w:r w:rsidRPr="003E100C">
        <w:t xml:space="preserve"> </w:t>
      </w:r>
      <w:r w:rsidR="001746AD" w:rsidRPr="001746AD">
        <w:rPr>
          <w:noProof/>
          <w:lang w:eastAsia="en-US"/>
        </w:rPr>
        <w:lastRenderedPageBreak/>
        <w:drawing>
          <wp:inline distT="0" distB="0" distL="0" distR="0">
            <wp:extent cx="5705475" cy="8374545"/>
            <wp:effectExtent l="0" t="0" r="0"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0141" cy="8381393"/>
                    </a:xfrm>
                    <a:prstGeom prst="rect">
                      <a:avLst/>
                    </a:prstGeom>
                    <a:noFill/>
                    <a:ln>
                      <a:noFill/>
                    </a:ln>
                  </pic:spPr>
                </pic:pic>
              </a:graphicData>
            </a:graphic>
          </wp:inline>
        </w:drawing>
      </w:r>
      <w:r w:rsidRPr="003E100C">
        <w:t xml:space="preserve"> </w:t>
      </w:r>
      <w:r w:rsidRPr="003E100C">
        <w:rPr>
          <w:noProof/>
          <w:lang w:eastAsia="en-US"/>
        </w:rPr>
        <w:lastRenderedPageBreak/>
        <w:drawing>
          <wp:inline distT="0" distB="0" distL="0" distR="0">
            <wp:extent cx="5940425" cy="2606586"/>
            <wp:effectExtent l="0" t="0" r="3175" b="3810"/>
            <wp:docPr id="17" name="Picture 17" descr="Arrears in Annual Contributions 31 08 19:  listed by countries in alphabetical order" title="Arrears in Annual Contribution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606586"/>
                    </a:xfrm>
                    <a:prstGeom prst="rect">
                      <a:avLst/>
                    </a:prstGeom>
                    <a:noFill/>
                    <a:ln>
                      <a:noFill/>
                    </a:ln>
                  </pic:spPr>
                </pic:pic>
              </a:graphicData>
            </a:graphic>
          </wp:inline>
        </w:drawing>
      </w:r>
    </w:p>
    <w:p w:rsidR="00092747" w:rsidRPr="00092747" w:rsidRDefault="00092747" w:rsidP="00092747">
      <w:pPr>
        <w:widowControl w:val="0"/>
        <w:adjustRightInd w:val="0"/>
        <w:textAlignment w:val="baseline"/>
        <w:rPr>
          <w:rFonts w:eastAsia="Times New Roman" w:cs="Times New Roman"/>
          <w:b/>
          <w:noProof/>
          <w:color w:val="000000"/>
          <w:lang w:eastAsia="en-US"/>
        </w:rPr>
      </w:pPr>
      <w:r w:rsidRPr="003B7581">
        <w:rPr>
          <w:b/>
          <w:color w:val="000000"/>
        </w:rPr>
        <w:t xml:space="preserve">Total amount of arrears (except for arrears of the LDCs placed in a Special (Frozen) </w:t>
      </w:r>
    </w:p>
    <w:p w:rsidR="00092747" w:rsidRPr="003B7581" w:rsidRDefault="00092747" w:rsidP="003B7581">
      <w:pPr>
        <w:widowControl w:val="0"/>
        <w:adjustRightInd w:val="0"/>
        <w:spacing w:after="240"/>
        <w:textAlignment w:val="baseline"/>
        <w:rPr>
          <w:b/>
        </w:rPr>
      </w:pPr>
      <w:r w:rsidRPr="003B7581">
        <w:rPr>
          <w:b/>
          <w:color w:val="000000"/>
        </w:rPr>
        <w:t>Account concerning the years preceding 1990)</w:t>
      </w:r>
    </w:p>
    <w:p w:rsidR="00092747" w:rsidRDefault="001725BB" w:rsidP="00092747">
      <w:pPr>
        <w:spacing w:after="240"/>
      </w:pPr>
      <w:r w:rsidRPr="001725BB">
        <w:rPr>
          <w:noProof/>
          <w:lang w:eastAsia="en-US"/>
        </w:rPr>
        <w:drawing>
          <wp:inline distT="0" distB="0" distL="0" distR="0">
            <wp:extent cx="5940425" cy="465452"/>
            <wp:effectExtent l="0" t="0" r="0" b="0"/>
            <wp:docPr id="20" name="Picture 20" descr="Sub totals by Unions and Grand Total" title="Arrears in Annual Contribution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465452"/>
                    </a:xfrm>
                    <a:prstGeom prst="rect">
                      <a:avLst/>
                    </a:prstGeom>
                    <a:noFill/>
                    <a:ln>
                      <a:noFill/>
                    </a:ln>
                  </pic:spPr>
                </pic:pic>
              </a:graphicData>
            </a:graphic>
          </wp:inline>
        </w:drawing>
      </w:r>
    </w:p>
    <w:p w:rsidR="009729A0" w:rsidRPr="003B7581" w:rsidRDefault="009729A0" w:rsidP="003B7581">
      <w:pPr>
        <w:spacing w:before="220" w:after="300"/>
        <w:outlineLvl w:val="2"/>
        <w:rPr>
          <w:b/>
        </w:rPr>
      </w:pPr>
      <w:r w:rsidRPr="003B7581">
        <w:rPr>
          <w:b/>
          <w:lang w:val="fr-CH"/>
        </w:rPr>
        <w:t>Observations</w:t>
      </w:r>
    </w:p>
    <w:p w:rsidR="009729A0" w:rsidRPr="009729A0" w:rsidRDefault="009729A0" w:rsidP="003B7581">
      <w:pPr>
        <w:numPr>
          <w:ilvl w:val="0"/>
          <w:numId w:val="7"/>
        </w:numPr>
        <w:spacing w:after="220"/>
        <w:ind w:left="0" w:firstLine="0"/>
        <w:rPr>
          <w:noProof/>
          <w:szCs w:val="22"/>
        </w:rPr>
      </w:pPr>
      <w:r w:rsidRPr="009729A0">
        <w:rPr>
          <w:noProof/>
          <w:szCs w:val="22"/>
        </w:rPr>
        <w:t>The total amount of the overdue contributions was, on August 31, 2019,</w:t>
      </w:r>
      <w:r w:rsidRPr="003B7581">
        <w:t xml:space="preserve"> </w:t>
      </w:r>
      <w:r w:rsidR="00FA181C">
        <w:rPr>
          <w:noProof/>
          <w:szCs w:val="22"/>
        </w:rPr>
        <w:t>approximately</w:t>
      </w:r>
      <w:r w:rsidR="00441CD5">
        <w:rPr>
          <w:noProof/>
          <w:szCs w:val="22"/>
        </w:rPr>
        <w:t xml:space="preserve"> </w:t>
      </w:r>
      <w:r w:rsidRPr="009729A0">
        <w:rPr>
          <w:noProof/>
          <w:szCs w:val="22"/>
        </w:rPr>
        <w:t>4.87 million Swiss francs, of which 3.59 million Swiss francs concern the unitary contribution system, whereas 1.28 million Swiss francs concern the pre</w:t>
      </w:r>
      <w:r w:rsidRPr="009729A0">
        <w:rPr>
          <w:noProof/>
          <w:szCs w:val="22"/>
        </w:rPr>
        <w:noBreakHyphen/>
        <w:t>1994 contributions in respect of the Contribution</w:t>
      </w:r>
      <w:r w:rsidRPr="009729A0">
        <w:rPr>
          <w:noProof/>
          <w:szCs w:val="22"/>
        </w:rPr>
        <w:noBreakHyphen/>
        <w:t>financed Unions and WIPO.  The total amount of arrears, 4.87 million Swiss francs (as shown in the above table), corresponds to 28 per cent of the total amount invoiced for contributions payable for 2019, this amount being 17.4 million Swiss francs.</w:t>
      </w:r>
    </w:p>
    <w:p w:rsidR="009729A0" w:rsidRPr="009729A0" w:rsidRDefault="009729A0" w:rsidP="003B7581">
      <w:pPr>
        <w:numPr>
          <w:ilvl w:val="0"/>
          <w:numId w:val="7"/>
        </w:numPr>
        <w:spacing w:after="220"/>
        <w:ind w:left="0" w:firstLine="0"/>
        <w:rPr>
          <w:noProof/>
          <w:szCs w:val="22"/>
        </w:rPr>
      </w:pPr>
      <w:r w:rsidRPr="009729A0">
        <w:rPr>
          <w:noProof/>
          <w:szCs w:val="22"/>
        </w:rPr>
        <w:t>Any payment that reaches the International Bureau between September 1</w:t>
      </w:r>
      <w:r w:rsidRPr="003B7581">
        <w:t xml:space="preserve"> </w:t>
      </w:r>
      <w:r w:rsidRPr="009729A0">
        <w:rPr>
          <w:noProof/>
          <w:szCs w:val="22"/>
        </w:rPr>
        <w:t>and September 27, 2019, will be reported to the Assemblies when they examine the present document.</w:t>
      </w:r>
    </w:p>
    <w:p w:rsidR="009729A0" w:rsidRPr="00F274A4" w:rsidRDefault="009729A0" w:rsidP="003B7581">
      <w:pPr>
        <w:spacing w:before="220" w:after="300"/>
        <w:outlineLvl w:val="2"/>
        <w:rPr>
          <w:b/>
        </w:rPr>
      </w:pPr>
      <w:r w:rsidRPr="00F274A4">
        <w:rPr>
          <w:b/>
        </w:rPr>
        <w:t>Arrears in Annual Contributions of the Least Developed Countries Placed in a Special (Frozen) Account Concerning the Years Preceding 1990</w:t>
      </w:r>
    </w:p>
    <w:p w:rsidR="009729A0" w:rsidRPr="003B7581" w:rsidRDefault="009729A0" w:rsidP="003B7581">
      <w:pPr>
        <w:numPr>
          <w:ilvl w:val="0"/>
          <w:numId w:val="7"/>
        </w:numPr>
        <w:spacing w:after="220"/>
        <w:ind w:left="0" w:firstLine="0"/>
      </w:pPr>
      <w:r w:rsidRPr="009729A0">
        <w:rPr>
          <w:noProof/>
          <w:szCs w:val="22"/>
        </w:rPr>
        <w:t xml:space="preserve">It is recalled that, in accordance with the decision taken by the WIPO Conference and the Assemblies of the Paris and Berne Unions at their 1991 ordinary sessions, the amount of the arrears in contributions of any least developed country (LDC) relating to years preceding 1990 was placed in a special account, the amount of which was frozen as of December 31, 1989 (documents AB/XXII/20 and AB/XXII/22, paragraph 127).  Such arrears in contributions, as at August 31, 2019, concerning the Paris and Berne Unions and concerning WIPO are shown in the following table.  Any payment that reaches the International Bureau between September 1 and September 27, 2019, will be reported to the Assemblies when they examine the present document. </w:t>
      </w:r>
    </w:p>
    <w:p w:rsidR="009729A0" w:rsidRDefault="001725BB" w:rsidP="00092747">
      <w:pPr>
        <w:spacing w:after="240"/>
      </w:pPr>
      <w:r w:rsidRPr="001725BB">
        <w:rPr>
          <w:noProof/>
          <w:lang w:eastAsia="en-US"/>
        </w:rPr>
        <w:lastRenderedPageBreak/>
        <w:drawing>
          <wp:inline distT="0" distB="0" distL="0" distR="0">
            <wp:extent cx="5940425" cy="7600938"/>
            <wp:effectExtent l="0" t="0" r="3175" b="635"/>
            <wp:docPr id="21" name="Picture 21" descr="Arrears in Annual Contributions of the Least Developed Countries Placed in a Special (Frozen) Account Concerning the Years Preceding 1990" title="Frozen Arrear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7600938"/>
                    </a:xfrm>
                    <a:prstGeom prst="rect">
                      <a:avLst/>
                    </a:prstGeom>
                    <a:noFill/>
                    <a:ln>
                      <a:noFill/>
                    </a:ln>
                  </pic:spPr>
                </pic:pic>
              </a:graphicData>
            </a:graphic>
          </wp:inline>
        </w:drawing>
      </w:r>
    </w:p>
    <w:p w:rsidR="009729A0" w:rsidRPr="003B7581" w:rsidRDefault="009729A0" w:rsidP="003B7581">
      <w:pPr>
        <w:spacing w:after="120"/>
      </w:pPr>
      <w:r w:rsidRPr="009729A0">
        <w:rPr>
          <w:b/>
          <w:noProof/>
          <w:snapToGrid w:val="0"/>
          <w:szCs w:val="22"/>
        </w:rPr>
        <w:t>Total amount of arrears</w:t>
      </w:r>
      <w:r w:rsidRPr="009729A0">
        <w:rPr>
          <w:noProof/>
        </w:rPr>
        <w:t xml:space="preserve"> </w:t>
      </w:r>
      <w:r w:rsidRPr="009729A0">
        <w:rPr>
          <w:b/>
          <w:noProof/>
          <w:snapToGrid w:val="0"/>
          <w:szCs w:val="22"/>
        </w:rPr>
        <w:t>of the LDCs placed in a Special (Frozen) Account concerning the years preceding 1990</w:t>
      </w:r>
    </w:p>
    <w:p w:rsidR="009729A0" w:rsidRDefault="001725BB" w:rsidP="00092747">
      <w:pPr>
        <w:spacing w:after="240"/>
      </w:pPr>
      <w:r w:rsidRPr="001725BB">
        <w:rPr>
          <w:noProof/>
          <w:lang w:eastAsia="en-US"/>
        </w:rPr>
        <w:drawing>
          <wp:inline distT="0" distB="0" distL="0" distR="0">
            <wp:extent cx="5940425" cy="608075"/>
            <wp:effectExtent l="0" t="0" r="3175" b="1905"/>
            <wp:docPr id="22" name="Picture 22" descr="Arrears in Annual Contributions of the Least Developed Countries Placed in a Special (Frozen) Account Concerning the Years Preceding 1990:  Sub-totals by Unions and Grand Total" title="Frozen Arrear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608075"/>
                    </a:xfrm>
                    <a:prstGeom prst="rect">
                      <a:avLst/>
                    </a:prstGeom>
                    <a:noFill/>
                    <a:ln>
                      <a:noFill/>
                    </a:ln>
                  </pic:spPr>
                </pic:pic>
              </a:graphicData>
            </a:graphic>
          </wp:inline>
        </w:drawing>
      </w:r>
    </w:p>
    <w:p w:rsidR="008B5030" w:rsidRPr="008B5030" w:rsidRDefault="008B5030" w:rsidP="003B7581">
      <w:pPr>
        <w:spacing w:before="220" w:after="300"/>
        <w:outlineLvl w:val="2"/>
        <w:rPr>
          <w:b/>
          <w:noProof/>
          <w:szCs w:val="22"/>
        </w:rPr>
      </w:pPr>
      <w:r w:rsidRPr="008B5030">
        <w:rPr>
          <w:b/>
          <w:noProof/>
          <w:szCs w:val="22"/>
        </w:rPr>
        <w:lastRenderedPageBreak/>
        <w:t>Amounts due towards the Working Capital Funds</w:t>
      </w:r>
    </w:p>
    <w:p w:rsidR="008B5030" w:rsidRPr="008B5030" w:rsidRDefault="008B5030" w:rsidP="003B7581">
      <w:pPr>
        <w:numPr>
          <w:ilvl w:val="0"/>
          <w:numId w:val="7"/>
        </w:numPr>
        <w:spacing w:after="220"/>
        <w:ind w:left="0" w:firstLine="0"/>
        <w:rPr>
          <w:noProof/>
          <w:szCs w:val="22"/>
        </w:rPr>
      </w:pPr>
      <w:r w:rsidRPr="008B5030">
        <w:rPr>
          <w:noProof/>
          <w:szCs w:val="22"/>
        </w:rPr>
        <w:t>The following table shows the amounts due, on August 31, 2019, in the payments by States towards the working capital funds that have been constituted, namely, those of two Contribution-financed Unions (Paris and Berne).  Any payment that reaches the International Bureau between September 1</w:t>
      </w:r>
      <w:r w:rsidRPr="003B7581">
        <w:t xml:space="preserve"> </w:t>
      </w:r>
      <w:r w:rsidRPr="008B5030">
        <w:rPr>
          <w:noProof/>
          <w:szCs w:val="22"/>
        </w:rPr>
        <w:t xml:space="preserve">and September 27, 2019, will be reported to the Assemblies when they examine the present document. </w:t>
      </w:r>
    </w:p>
    <w:p w:rsidR="008B5030" w:rsidRPr="008B5030" w:rsidRDefault="008B5030" w:rsidP="008B5030">
      <w:pPr>
        <w:rPr>
          <w:noProof/>
        </w:rPr>
      </w:pPr>
      <w:r w:rsidRPr="008B5030">
        <w:rPr>
          <w:noProof/>
          <w:lang w:eastAsia="en-US"/>
        </w:rPr>
        <w:drawing>
          <wp:inline distT="0" distB="0" distL="0" distR="0">
            <wp:extent cx="5495925" cy="2239474"/>
            <wp:effectExtent l="0" t="0" r="0" b="8890"/>
            <wp:docPr id="11" name="Picture 11" descr="Amounts due, on August 31, 2019, in the payments by States towards the working capital funds" title="Working Capital Fun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98866" cy="2240672"/>
                    </a:xfrm>
                    <a:prstGeom prst="rect">
                      <a:avLst/>
                    </a:prstGeom>
                    <a:noFill/>
                    <a:ln>
                      <a:noFill/>
                    </a:ln>
                  </pic:spPr>
                </pic:pic>
              </a:graphicData>
            </a:graphic>
          </wp:inline>
        </w:drawing>
      </w:r>
    </w:p>
    <w:p w:rsidR="008B5030" w:rsidRDefault="008B5030" w:rsidP="003B7581">
      <w:pPr>
        <w:spacing w:before="220" w:after="300"/>
        <w:outlineLvl w:val="2"/>
        <w:rPr>
          <w:b/>
          <w:noProof/>
          <w:snapToGrid w:val="0"/>
          <w:szCs w:val="22"/>
        </w:rPr>
      </w:pPr>
      <w:r w:rsidRPr="008B5030">
        <w:rPr>
          <w:b/>
          <w:noProof/>
          <w:snapToGrid w:val="0"/>
          <w:szCs w:val="22"/>
        </w:rPr>
        <w:t>Total amount due towards the Working Capital Funds</w:t>
      </w:r>
    </w:p>
    <w:p w:rsidR="008B5030" w:rsidRPr="008B5030" w:rsidRDefault="008B5030" w:rsidP="008B5030">
      <w:pPr>
        <w:spacing w:before="220" w:after="300"/>
        <w:outlineLvl w:val="2"/>
        <w:rPr>
          <w:b/>
          <w:noProof/>
          <w:snapToGrid w:val="0"/>
          <w:szCs w:val="22"/>
        </w:rPr>
      </w:pPr>
      <w:r w:rsidRPr="008B5030">
        <w:rPr>
          <w:noProof/>
          <w:lang w:eastAsia="en-US"/>
        </w:rPr>
        <w:drawing>
          <wp:inline distT="0" distB="0" distL="0" distR="0">
            <wp:extent cx="3918404" cy="504825"/>
            <wp:effectExtent l="0" t="0" r="6350" b="0"/>
            <wp:docPr id="12" name="Picture 12" descr="Total by Unions (Paris and Berne), and Grand Total" title="Working Capital Fun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21782" cy="505260"/>
                    </a:xfrm>
                    <a:prstGeom prst="rect">
                      <a:avLst/>
                    </a:prstGeom>
                    <a:noFill/>
                    <a:ln>
                      <a:noFill/>
                    </a:ln>
                  </pic:spPr>
                </pic:pic>
              </a:graphicData>
            </a:graphic>
          </wp:inline>
        </w:drawing>
      </w:r>
    </w:p>
    <w:p w:rsidR="008B5030" w:rsidRDefault="008B5030" w:rsidP="00092747">
      <w:pPr>
        <w:spacing w:after="240"/>
      </w:pPr>
      <w:r>
        <w:br w:type="page"/>
      </w:r>
    </w:p>
    <w:p w:rsidR="008B5030" w:rsidRPr="00F274A4" w:rsidRDefault="008B5030" w:rsidP="003B7581">
      <w:pPr>
        <w:spacing w:before="220" w:after="300"/>
        <w:outlineLvl w:val="2"/>
        <w:rPr>
          <w:b/>
        </w:rPr>
      </w:pPr>
      <w:r w:rsidRPr="00F274A4">
        <w:rPr>
          <w:b/>
        </w:rPr>
        <w:lastRenderedPageBreak/>
        <w:t xml:space="preserve">Evolution of Arrears in Contributions and Working Capital Funds </w:t>
      </w:r>
      <w:r w:rsidRPr="008B5030">
        <w:rPr>
          <w:b/>
          <w:noProof/>
          <w:szCs w:val="22"/>
        </w:rPr>
        <w:t>Over</w:t>
      </w:r>
      <w:r w:rsidRPr="00F274A4">
        <w:rPr>
          <w:b/>
        </w:rPr>
        <w:t xml:space="preserve"> the Last Ten Years</w:t>
      </w:r>
    </w:p>
    <w:p w:rsidR="008B5030" w:rsidRPr="008B5030" w:rsidRDefault="008B5030" w:rsidP="003B7581">
      <w:pPr>
        <w:numPr>
          <w:ilvl w:val="0"/>
          <w:numId w:val="7"/>
        </w:numPr>
        <w:spacing w:after="220"/>
        <w:ind w:left="0" w:firstLine="0"/>
        <w:rPr>
          <w:noProof/>
          <w:szCs w:val="22"/>
        </w:rPr>
      </w:pPr>
      <w:r w:rsidRPr="008B5030">
        <w:rPr>
          <w:noProof/>
          <w:szCs w:val="22"/>
        </w:rPr>
        <w:t>Since the introduction of the unitary contribution system in 1994 and the creation of new, more equitable contribution classes for the developing countries, the arrears in contributions have been reduced significantly.</w:t>
      </w:r>
    </w:p>
    <w:p w:rsidR="008B5030" w:rsidRPr="008B5030" w:rsidRDefault="008B5030" w:rsidP="003B7581">
      <w:pPr>
        <w:numPr>
          <w:ilvl w:val="0"/>
          <w:numId w:val="7"/>
        </w:numPr>
        <w:spacing w:after="220"/>
        <w:ind w:left="0" w:firstLine="0"/>
        <w:rPr>
          <w:noProof/>
          <w:szCs w:val="22"/>
        </w:rPr>
      </w:pPr>
      <w:r w:rsidRPr="008B5030">
        <w:rPr>
          <w:noProof/>
          <w:szCs w:val="22"/>
        </w:rPr>
        <w:t>The following table gives the amounts of arrears in contributions (including the “frozen” arrears of the LDCs) and Working Capital Funds (WCF) since 2009.</w:t>
      </w:r>
    </w:p>
    <w:p w:rsidR="008B5030" w:rsidRDefault="001725BB" w:rsidP="001725BB">
      <w:pPr>
        <w:spacing w:after="240"/>
      </w:pPr>
      <w:r w:rsidRPr="001725BB">
        <w:rPr>
          <w:noProof/>
          <w:lang w:eastAsia="en-US"/>
        </w:rPr>
        <w:drawing>
          <wp:inline distT="0" distB="0" distL="0" distR="0">
            <wp:extent cx="5940425" cy="2388826"/>
            <wp:effectExtent l="0" t="0" r="3175" b="0"/>
            <wp:docPr id="23" name="Picture 23" descr="Evolution of Arrears in Contributions and Working Capital Funds Over the Last Ten Years" title="Evolution of Arrears in Contribu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388826"/>
                    </a:xfrm>
                    <a:prstGeom prst="rect">
                      <a:avLst/>
                    </a:prstGeom>
                    <a:noFill/>
                    <a:ln>
                      <a:noFill/>
                    </a:ln>
                  </pic:spPr>
                </pic:pic>
              </a:graphicData>
            </a:graphic>
          </wp:inline>
        </w:drawing>
      </w:r>
    </w:p>
    <w:p w:rsidR="008B5030" w:rsidRPr="00042480" w:rsidRDefault="008B5030" w:rsidP="006C0F19">
      <w:pPr>
        <w:pStyle w:val="DecisionInvitingPara"/>
        <w:tabs>
          <w:tab w:val="right" w:pos="5103"/>
          <w:tab w:val="left" w:pos="5529"/>
        </w:tabs>
        <w:spacing w:before="480"/>
        <w:ind w:left="5528" w:hanging="28"/>
        <w:jc w:val="left"/>
        <w:rPr>
          <w:i w:val="0"/>
          <w:sz w:val="22"/>
          <w:szCs w:val="22"/>
        </w:rPr>
      </w:pPr>
      <w:r w:rsidRPr="00CB3011">
        <w:rPr>
          <w:i w:val="0"/>
          <w:sz w:val="22"/>
          <w:szCs w:val="22"/>
        </w:rPr>
        <w:t>[End</w:t>
      </w:r>
      <w:r>
        <w:rPr>
          <w:i w:val="0"/>
          <w:sz w:val="22"/>
          <w:szCs w:val="22"/>
        </w:rPr>
        <w:t xml:space="preserve"> </w:t>
      </w:r>
      <w:r w:rsidRPr="00CB3011">
        <w:rPr>
          <w:i w:val="0"/>
          <w:sz w:val="22"/>
          <w:szCs w:val="22"/>
        </w:rPr>
        <w:t>of document]</w:t>
      </w:r>
    </w:p>
    <w:p w:rsidR="008B5030" w:rsidRDefault="008B5030" w:rsidP="003B7581">
      <w:pPr>
        <w:spacing w:before="840" w:after="240"/>
      </w:pPr>
    </w:p>
    <w:sectPr w:rsidR="008B5030" w:rsidSect="003B7581">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36C" w:rsidRDefault="001A136C">
      <w:r>
        <w:separator/>
      </w:r>
    </w:p>
  </w:endnote>
  <w:endnote w:type="continuationSeparator" w:id="0">
    <w:p w:rsidR="001A136C" w:rsidRDefault="001A136C" w:rsidP="003B38C1">
      <w:r>
        <w:separator/>
      </w:r>
    </w:p>
    <w:p w:rsidR="001A136C" w:rsidRPr="003B38C1" w:rsidRDefault="001A136C" w:rsidP="003B38C1">
      <w:pPr>
        <w:spacing w:after="60"/>
        <w:rPr>
          <w:sz w:val="17"/>
        </w:rPr>
      </w:pPr>
      <w:r>
        <w:rPr>
          <w:sz w:val="17"/>
        </w:rPr>
        <w:t>[Endnote continued from previous page]</w:t>
      </w:r>
    </w:p>
  </w:endnote>
  <w:endnote w:type="continuationNotice" w:id="1">
    <w:p w:rsidR="001A136C" w:rsidRPr="003B38C1" w:rsidRDefault="001A13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4A4" w:rsidRDefault="00F27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4A4" w:rsidRDefault="00F27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4A4" w:rsidRDefault="00F27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36C" w:rsidRDefault="001A136C">
      <w:r>
        <w:separator/>
      </w:r>
    </w:p>
  </w:footnote>
  <w:footnote w:type="continuationSeparator" w:id="0">
    <w:p w:rsidR="001A136C" w:rsidRDefault="001A136C" w:rsidP="008B60B2">
      <w:r>
        <w:separator/>
      </w:r>
    </w:p>
    <w:p w:rsidR="001A136C" w:rsidRPr="00ED77FB" w:rsidRDefault="001A136C" w:rsidP="008B60B2">
      <w:pPr>
        <w:spacing w:after="60"/>
        <w:rPr>
          <w:sz w:val="17"/>
          <w:szCs w:val="17"/>
        </w:rPr>
      </w:pPr>
      <w:r w:rsidRPr="00ED77FB">
        <w:rPr>
          <w:sz w:val="17"/>
          <w:szCs w:val="17"/>
        </w:rPr>
        <w:t>[Footnote continued from previous page]</w:t>
      </w:r>
    </w:p>
  </w:footnote>
  <w:footnote w:type="continuationNotice" w:id="1">
    <w:p w:rsidR="001A136C" w:rsidRPr="00ED77FB" w:rsidRDefault="001A13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6AD" w:rsidRPr="001746AD" w:rsidRDefault="001746AD" w:rsidP="003B7581">
    <w:pPr>
      <w:pStyle w:val="Header"/>
      <w:jc w:val="right"/>
    </w:pPr>
    <w:r w:rsidRPr="001746AD">
      <w:t>A/59/INF/4</w:t>
    </w:r>
  </w:p>
  <w:p w:rsidR="001746AD" w:rsidRPr="001746AD" w:rsidRDefault="001746AD" w:rsidP="003B7581">
    <w:pPr>
      <w:pStyle w:val="Header"/>
      <w:jc w:val="right"/>
    </w:pPr>
    <w:proofErr w:type="gramStart"/>
    <w:r w:rsidRPr="001746AD">
      <w:t>page</w:t>
    </w:r>
    <w:proofErr w:type="gramEnd"/>
    <w:r w:rsidRPr="001746AD">
      <w:t xml:space="preserve"> </w:t>
    </w:r>
    <w:r w:rsidRPr="001746AD">
      <w:fldChar w:fldCharType="begin"/>
    </w:r>
    <w:r w:rsidRPr="001746AD">
      <w:instrText xml:space="preserve"> PAGE  \* MERGEFORMAT </w:instrText>
    </w:r>
    <w:r w:rsidRPr="001746AD">
      <w:fldChar w:fldCharType="separate"/>
    </w:r>
    <w:r w:rsidR="00B560BC">
      <w:rPr>
        <w:noProof/>
      </w:rPr>
      <w:t>10</w:t>
    </w:r>
    <w:r w:rsidRPr="001746AD">
      <w:fldChar w:fldCharType="end"/>
    </w:r>
  </w:p>
  <w:p w:rsidR="001746AD" w:rsidRPr="001746AD" w:rsidRDefault="001746AD" w:rsidP="001746AD">
    <w:pPr>
      <w:pStyle w:val="Header"/>
    </w:pPr>
  </w:p>
  <w:p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D23812" w:rsidP="00477D6B">
    <w:pPr>
      <w:jc w:val="right"/>
    </w:pPr>
    <w:r>
      <w:t>A/59/INF/4</w:t>
    </w:r>
  </w:p>
  <w:p w:rsidR="00EC4E49" w:rsidRDefault="00EC4E49" w:rsidP="003B7581">
    <w:pPr>
      <w:jc w:val="right"/>
    </w:pPr>
    <w:proofErr w:type="gramStart"/>
    <w:r>
      <w:t>page</w:t>
    </w:r>
    <w:proofErr w:type="gramEnd"/>
    <w:r>
      <w:t xml:space="preserve"> </w:t>
    </w:r>
    <w:r>
      <w:fldChar w:fldCharType="begin"/>
    </w:r>
    <w:r>
      <w:instrText xml:space="preserve"> PAGE  \* MERGEFORMAT </w:instrText>
    </w:r>
    <w:r>
      <w:fldChar w:fldCharType="separate"/>
    </w:r>
    <w:r w:rsidR="00B560BC">
      <w:rPr>
        <w:noProof/>
      </w:rPr>
      <w:t>9</w:t>
    </w:r>
    <w:r>
      <w:fldChar w:fldCharType="end"/>
    </w:r>
  </w:p>
  <w:p w:rsidR="00EC4E49" w:rsidRDefault="00EC4E49" w:rsidP="00477D6B">
    <w:pPr>
      <w:jc w:val="right"/>
    </w:pPr>
  </w:p>
  <w:p w:rsidR="008A134B" w:rsidRDefault="008A134B" w:rsidP="003B7581">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4A4" w:rsidRDefault="00F27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9"/>
  </w:num>
  <w:num w:numId="8">
    <w:abstractNumId w:val="11"/>
  </w:num>
  <w:num w:numId="9">
    <w:abstractNumId w:val="6"/>
  </w:num>
  <w:num w:numId="10">
    <w:abstractNumId w:val="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2"/>
    <w:rsid w:val="000266D3"/>
    <w:rsid w:val="00043CAA"/>
    <w:rsid w:val="00063D9C"/>
    <w:rsid w:val="00064771"/>
    <w:rsid w:val="00067AC1"/>
    <w:rsid w:val="00070D03"/>
    <w:rsid w:val="00075432"/>
    <w:rsid w:val="000765C4"/>
    <w:rsid w:val="000813E8"/>
    <w:rsid w:val="00082D5A"/>
    <w:rsid w:val="00090C22"/>
    <w:rsid w:val="00091624"/>
    <w:rsid w:val="00092747"/>
    <w:rsid w:val="000968ED"/>
    <w:rsid w:val="000A6277"/>
    <w:rsid w:val="000B358C"/>
    <w:rsid w:val="000B66B6"/>
    <w:rsid w:val="000B6E1F"/>
    <w:rsid w:val="000C117A"/>
    <w:rsid w:val="000C377D"/>
    <w:rsid w:val="000D415D"/>
    <w:rsid w:val="000D4DF3"/>
    <w:rsid w:val="000D7DBF"/>
    <w:rsid w:val="000E6FDE"/>
    <w:rsid w:val="000E7474"/>
    <w:rsid w:val="000F27E2"/>
    <w:rsid w:val="000F5E56"/>
    <w:rsid w:val="000F6483"/>
    <w:rsid w:val="000F72CB"/>
    <w:rsid w:val="00100C78"/>
    <w:rsid w:val="00102B96"/>
    <w:rsid w:val="0010331B"/>
    <w:rsid w:val="0011442F"/>
    <w:rsid w:val="00122A54"/>
    <w:rsid w:val="00126ED6"/>
    <w:rsid w:val="001362EE"/>
    <w:rsid w:val="001449D5"/>
    <w:rsid w:val="001473D7"/>
    <w:rsid w:val="001526BB"/>
    <w:rsid w:val="00156693"/>
    <w:rsid w:val="001568F3"/>
    <w:rsid w:val="00162DB9"/>
    <w:rsid w:val="001647D5"/>
    <w:rsid w:val="00165FB8"/>
    <w:rsid w:val="00167B50"/>
    <w:rsid w:val="00170239"/>
    <w:rsid w:val="001725BB"/>
    <w:rsid w:val="001746AD"/>
    <w:rsid w:val="001825F3"/>
    <w:rsid w:val="001832A6"/>
    <w:rsid w:val="00184432"/>
    <w:rsid w:val="001A136C"/>
    <w:rsid w:val="001A5ECC"/>
    <w:rsid w:val="001A66F1"/>
    <w:rsid w:val="001B1EB6"/>
    <w:rsid w:val="001B654C"/>
    <w:rsid w:val="001C081D"/>
    <w:rsid w:val="001C161A"/>
    <w:rsid w:val="001D0495"/>
    <w:rsid w:val="001E1CE0"/>
    <w:rsid w:val="001E4E00"/>
    <w:rsid w:val="001E6D5F"/>
    <w:rsid w:val="001E7916"/>
    <w:rsid w:val="001F1059"/>
    <w:rsid w:val="0020449D"/>
    <w:rsid w:val="0021217E"/>
    <w:rsid w:val="002121FA"/>
    <w:rsid w:val="002131D0"/>
    <w:rsid w:val="002266E4"/>
    <w:rsid w:val="002429E9"/>
    <w:rsid w:val="00250CB4"/>
    <w:rsid w:val="0025231F"/>
    <w:rsid w:val="00255C39"/>
    <w:rsid w:val="002634C4"/>
    <w:rsid w:val="00275D70"/>
    <w:rsid w:val="0028651A"/>
    <w:rsid w:val="002928D3"/>
    <w:rsid w:val="002933D2"/>
    <w:rsid w:val="0029575A"/>
    <w:rsid w:val="002B52B7"/>
    <w:rsid w:val="002C5516"/>
    <w:rsid w:val="002C5952"/>
    <w:rsid w:val="002C7CA3"/>
    <w:rsid w:val="002D4386"/>
    <w:rsid w:val="002D5FA5"/>
    <w:rsid w:val="002F0DDF"/>
    <w:rsid w:val="002F199F"/>
    <w:rsid w:val="002F1FE6"/>
    <w:rsid w:val="002F29EE"/>
    <w:rsid w:val="002F2A2B"/>
    <w:rsid w:val="002F4E68"/>
    <w:rsid w:val="002F66D7"/>
    <w:rsid w:val="003121D9"/>
    <w:rsid w:val="00312F7F"/>
    <w:rsid w:val="003154F4"/>
    <w:rsid w:val="003155BF"/>
    <w:rsid w:val="003178BA"/>
    <w:rsid w:val="0032081F"/>
    <w:rsid w:val="003228B7"/>
    <w:rsid w:val="00334C65"/>
    <w:rsid w:val="00335D99"/>
    <w:rsid w:val="003430D9"/>
    <w:rsid w:val="00350AE2"/>
    <w:rsid w:val="00355075"/>
    <w:rsid w:val="0035575D"/>
    <w:rsid w:val="00361450"/>
    <w:rsid w:val="00362FF1"/>
    <w:rsid w:val="003673CF"/>
    <w:rsid w:val="00377249"/>
    <w:rsid w:val="00377AD7"/>
    <w:rsid w:val="0038096A"/>
    <w:rsid w:val="00383129"/>
    <w:rsid w:val="003845C1"/>
    <w:rsid w:val="00384CA1"/>
    <w:rsid w:val="003925A4"/>
    <w:rsid w:val="003A6F89"/>
    <w:rsid w:val="003B1284"/>
    <w:rsid w:val="003B38C1"/>
    <w:rsid w:val="003B7581"/>
    <w:rsid w:val="003C18DC"/>
    <w:rsid w:val="003C1CBA"/>
    <w:rsid w:val="003C4512"/>
    <w:rsid w:val="003C71AE"/>
    <w:rsid w:val="003C730B"/>
    <w:rsid w:val="003D2030"/>
    <w:rsid w:val="003D57B0"/>
    <w:rsid w:val="003E100C"/>
    <w:rsid w:val="003E52F9"/>
    <w:rsid w:val="003E6DCF"/>
    <w:rsid w:val="00403ACB"/>
    <w:rsid w:val="00404857"/>
    <w:rsid w:val="00405210"/>
    <w:rsid w:val="00411E77"/>
    <w:rsid w:val="00413E9F"/>
    <w:rsid w:val="00423E3E"/>
    <w:rsid w:val="004245D5"/>
    <w:rsid w:val="00427AF4"/>
    <w:rsid w:val="00431ACB"/>
    <w:rsid w:val="004400E2"/>
    <w:rsid w:val="00441CD5"/>
    <w:rsid w:val="00446382"/>
    <w:rsid w:val="00450530"/>
    <w:rsid w:val="00454B94"/>
    <w:rsid w:val="00456914"/>
    <w:rsid w:val="00456DF7"/>
    <w:rsid w:val="0046390B"/>
    <w:rsid w:val="004647DA"/>
    <w:rsid w:val="004739B7"/>
    <w:rsid w:val="00474062"/>
    <w:rsid w:val="00477D6B"/>
    <w:rsid w:val="00481B53"/>
    <w:rsid w:val="0048574C"/>
    <w:rsid w:val="004924C4"/>
    <w:rsid w:val="004A163E"/>
    <w:rsid w:val="004B1934"/>
    <w:rsid w:val="004B3463"/>
    <w:rsid w:val="004C64FE"/>
    <w:rsid w:val="004D118E"/>
    <w:rsid w:val="004D350D"/>
    <w:rsid w:val="004D39C4"/>
    <w:rsid w:val="004F0F99"/>
    <w:rsid w:val="0050113F"/>
    <w:rsid w:val="005019FF"/>
    <w:rsid w:val="00502EC7"/>
    <w:rsid w:val="00503C4B"/>
    <w:rsid w:val="00506E58"/>
    <w:rsid w:val="005237F1"/>
    <w:rsid w:val="00525F4A"/>
    <w:rsid w:val="0053057A"/>
    <w:rsid w:val="00531E66"/>
    <w:rsid w:val="005409D2"/>
    <w:rsid w:val="0054144D"/>
    <w:rsid w:val="00553FD0"/>
    <w:rsid w:val="005543C1"/>
    <w:rsid w:val="0056088E"/>
    <w:rsid w:val="00560A29"/>
    <w:rsid w:val="0057193F"/>
    <w:rsid w:val="00573D4B"/>
    <w:rsid w:val="00574E60"/>
    <w:rsid w:val="00583592"/>
    <w:rsid w:val="00594E29"/>
    <w:rsid w:val="00595F08"/>
    <w:rsid w:val="005B4AE9"/>
    <w:rsid w:val="005C2BF4"/>
    <w:rsid w:val="005C6649"/>
    <w:rsid w:val="005D0451"/>
    <w:rsid w:val="005D5788"/>
    <w:rsid w:val="005E15D4"/>
    <w:rsid w:val="005E2321"/>
    <w:rsid w:val="005F6405"/>
    <w:rsid w:val="00600F8A"/>
    <w:rsid w:val="00605827"/>
    <w:rsid w:val="00620B62"/>
    <w:rsid w:val="0062195C"/>
    <w:rsid w:val="00632A89"/>
    <w:rsid w:val="006358CF"/>
    <w:rsid w:val="00641475"/>
    <w:rsid w:val="00642909"/>
    <w:rsid w:val="00643435"/>
    <w:rsid w:val="0064408B"/>
    <w:rsid w:val="00646050"/>
    <w:rsid w:val="0066375A"/>
    <w:rsid w:val="00670C87"/>
    <w:rsid w:val="006713CA"/>
    <w:rsid w:val="00671AB0"/>
    <w:rsid w:val="006753C6"/>
    <w:rsid w:val="00676377"/>
    <w:rsid w:val="00676C5C"/>
    <w:rsid w:val="00680C74"/>
    <w:rsid w:val="00683156"/>
    <w:rsid w:val="00692BC8"/>
    <w:rsid w:val="00693071"/>
    <w:rsid w:val="006A3D9C"/>
    <w:rsid w:val="006A6AA2"/>
    <w:rsid w:val="006A7595"/>
    <w:rsid w:val="006B376C"/>
    <w:rsid w:val="006C0F19"/>
    <w:rsid w:val="006D5E0F"/>
    <w:rsid w:val="006D6639"/>
    <w:rsid w:val="006E1CE6"/>
    <w:rsid w:val="006E4F5F"/>
    <w:rsid w:val="006E564D"/>
    <w:rsid w:val="006F7D61"/>
    <w:rsid w:val="00700A87"/>
    <w:rsid w:val="007058FB"/>
    <w:rsid w:val="00706902"/>
    <w:rsid w:val="00707530"/>
    <w:rsid w:val="007203B9"/>
    <w:rsid w:val="00722B51"/>
    <w:rsid w:val="007256C1"/>
    <w:rsid w:val="00730A6B"/>
    <w:rsid w:val="00731B1F"/>
    <w:rsid w:val="00736F04"/>
    <w:rsid w:val="00737B5F"/>
    <w:rsid w:val="00746B6F"/>
    <w:rsid w:val="0075132D"/>
    <w:rsid w:val="0075747E"/>
    <w:rsid w:val="00757824"/>
    <w:rsid w:val="007752A0"/>
    <w:rsid w:val="00775869"/>
    <w:rsid w:val="0077598B"/>
    <w:rsid w:val="00782849"/>
    <w:rsid w:val="00787C54"/>
    <w:rsid w:val="00787EF8"/>
    <w:rsid w:val="00793BE8"/>
    <w:rsid w:val="007951F5"/>
    <w:rsid w:val="00797781"/>
    <w:rsid w:val="007A2A1B"/>
    <w:rsid w:val="007B6625"/>
    <w:rsid w:val="007B6A58"/>
    <w:rsid w:val="007C3E9C"/>
    <w:rsid w:val="007C460B"/>
    <w:rsid w:val="007D1613"/>
    <w:rsid w:val="007D2171"/>
    <w:rsid w:val="007E4C0E"/>
    <w:rsid w:val="00804AE6"/>
    <w:rsid w:val="00806D7E"/>
    <w:rsid w:val="008178C5"/>
    <w:rsid w:val="008204AF"/>
    <w:rsid w:val="00820691"/>
    <w:rsid w:val="00823D7E"/>
    <w:rsid w:val="00834CCD"/>
    <w:rsid w:val="00836070"/>
    <w:rsid w:val="00852EC9"/>
    <w:rsid w:val="00853675"/>
    <w:rsid w:val="00856A27"/>
    <w:rsid w:val="00860537"/>
    <w:rsid w:val="00864167"/>
    <w:rsid w:val="00874EB3"/>
    <w:rsid w:val="00877718"/>
    <w:rsid w:val="00881F6C"/>
    <w:rsid w:val="008A09D8"/>
    <w:rsid w:val="008A134B"/>
    <w:rsid w:val="008A1F4E"/>
    <w:rsid w:val="008B2CC1"/>
    <w:rsid w:val="008B5030"/>
    <w:rsid w:val="008B60B2"/>
    <w:rsid w:val="008C2950"/>
    <w:rsid w:val="008E326B"/>
    <w:rsid w:val="008E3BCF"/>
    <w:rsid w:val="008F58B9"/>
    <w:rsid w:val="00901865"/>
    <w:rsid w:val="0090347B"/>
    <w:rsid w:val="00906631"/>
    <w:rsid w:val="0090731E"/>
    <w:rsid w:val="00916EE2"/>
    <w:rsid w:val="00917366"/>
    <w:rsid w:val="00917E0D"/>
    <w:rsid w:val="00925517"/>
    <w:rsid w:val="00932020"/>
    <w:rsid w:val="00934213"/>
    <w:rsid w:val="00942B5E"/>
    <w:rsid w:val="00942EB0"/>
    <w:rsid w:val="00950D74"/>
    <w:rsid w:val="00964177"/>
    <w:rsid w:val="00966A22"/>
    <w:rsid w:val="0096722F"/>
    <w:rsid w:val="00970883"/>
    <w:rsid w:val="00971332"/>
    <w:rsid w:val="009729A0"/>
    <w:rsid w:val="00980843"/>
    <w:rsid w:val="00984173"/>
    <w:rsid w:val="009856C3"/>
    <w:rsid w:val="0099112A"/>
    <w:rsid w:val="009A23F3"/>
    <w:rsid w:val="009A45D6"/>
    <w:rsid w:val="009A75F8"/>
    <w:rsid w:val="009B2411"/>
    <w:rsid w:val="009B53F5"/>
    <w:rsid w:val="009B6777"/>
    <w:rsid w:val="009C127D"/>
    <w:rsid w:val="009C4B15"/>
    <w:rsid w:val="009C5BDE"/>
    <w:rsid w:val="009D520A"/>
    <w:rsid w:val="009D550E"/>
    <w:rsid w:val="009E2791"/>
    <w:rsid w:val="009E2DCF"/>
    <w:rsid w:val="009E3F6F"/>
    <w:rsid w:val="009F3765"/>
    <w:rsid w:val="009F3BF9"/>
    <w:rsid w:val="009F499F"/>
    <w:rsid w:val="009F64CB"/>
    <w:rsid w:val="009F7DB0"/>
    <w:rsid w:val="00A05655"/>
    <w:rsid w:val="00A119EE"/>
    <w:rsid w:val="00A15986"/>
    <w:rsid w:val="00A1722C"/>
    <w:rsid w:val="00A30D1E"/>
    <w:rsid w:val="00A30FFC"/>
    <w:rsid w:val="00A37342"/>
    <w:rsid w:val="00A42DAF"/>
    <w:rsid w:val="00A4309A"/>
    <w:rsid w:val="00A45BD8"/>
    <w:rsid w:val="00A52A96"/>
    <w:rsid w:val="00A766FE"/>
    <w:rsid w:val="00A778BF"/>
    <w:rsid w:val="00A85B8E"/>
    <w:rsid w:val="00A869B7"/>
    <w:rsid w:val="00A92EC1"/>
    <w:rsid w:val="00A9562B"/>
    <w:rsid w:val="00AA2DD4"/>
    <w:rsid w:val="00AA51CE"/>
    <w:rsid w:val="00AB4698"/>
    <w:rsid w:val="00AB483F"/>
    <w:rsid w:val="00AB61F5"/>
    <w:rsid w:val="00AB6D70"/>
    <w:rsid w:val="00AC205C"/>
    <w:rsid w:val="00AC72BB"/>
    <w:rsid w:val="00AF0A6B"/>
    <w:rsid w:val="00AF0E01"/>
    <w:rsid w:val="00AF3F05"/>
    <w:rsid w:val="00AF4116"/>
    <w:rsid w:val="00AF6592"/>
    <w:rsid w:val="00B05A69"/>
    <w:rsid w:val="00B12A4F"/>
    <w:rsid w:val="00B2072D"/>
    <w:rsid w:val="00B209D8"/>
    <w:rsid w:val="00B229D2"/>
    <w:rsid w:val="00B244C0"/>
    <w:rsid w:val="00B40598"/>
    <w:rsid w:val="00B40C45"/>
    <w:rsid w:val="00B4166B"/>
    <w:rsid w:val="00B50B99"/>
    <w:rsid w:val="00B52062"/>
    <w:rsid w:val="00B560BC"/>
    <w:rsid w:val="00B64AC9"/>
    <w:rsid w:val="00B70BA9"/>
    <w:rsid w:val="00B713BC"/>
    <w:rsid w:val="00B757AF"/>
    <w:rsid w:val="00B81D92"/>
    <w:rsid w:val="00B833C4"/>
    <w:rsid w:val="00B9734B"/>
    <w:rsid w:val="00BA30E2"/>
    <w:rsid w:val="00BC1B8F"/>
    <w:rsid w:val="00BC208B"/>
    <w:rsid w:val="00BD30FC"/>
    <w:rsid w:val="00BD42E9"/>
    <w:rsid w:val="00BE1CE5"/>
    <w:rsid w:val="00BF6882"/>
    <w:rsid w:val="00C01289"/>
    <w:rsid w:val="00C0220C"/>
    <w:rsid w:val="00C11BFE"/>
    <w:rsid w:val="00C239B2"/>
    <w:rsid w:val="00C312F6"/>
    <w:rsid w:val="00C47860"/>
    <w:rsid w:val="00C47C27"/>
    <w:rsid w:val="00C5068F"/>
    <w:rsid w:val="00C50889"/>
    <w:rsid w:val="00C67A2F"/>
    <w:rsid w:val="00C70774"/>
    <w:rsid w:val="00C82D57"/>
    <w:rsid w:val="00C86D74"/>
    <w:rsid w:val="00C94629"/>
    <w:rsid w:val="00CA0D43"/>
    <w:rsid w:val="00CA185E"/>
    <w:rsid w:val="00CA53F7"/>
    <w:rsid w:val="00CB211F"/>
    <w:rsid w:val="00CD04F1"/>
    <w:rsid w:val="00CD3F54"/>
    <w:rsid w:val="00CD6047"/>
    <w:rsid w:val="00CD7F59"/>
    <w:rsid w:val="00CE0576"/>
    <w:rsid w:val="00CE6644"/>
    <w:rsid w:val="00CE6EAC"/>
    <w:rsid w:val="00CF53B2"/>
    <w:rsid w:val="00D0005D"/>
    <w:rsid w:val="00D00A76"/>
    <w:rsid w:val="00D02B82"/>
    <w:rsid w:val="00D06345"/>
    <w:rsid w:val="00D17D80"/>
    <w:rsid w:val="00D23812"/>
    <w:rsid w:val="00D24A2F"/>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BA4"/>
    <w:rsid w:val="00DF023A"/>
    <w:rsid w:val="00DF383E"/>
    <w:rsid w:val="00E15015"/>
    <w:rsid w:val="00E25F26"/>
    <w:rsid w:val="00E335FE"/>
    <w:rsid w:val="00E345AF"/>
    <w:rsid w:val="00E4752D"/>
    <w:rsid w:val="00E5021F"/>
    <w:rsid w:val="00E5566B"/>
    <w:rsid w:val="00E5680A"/>
    <w:rsid w:val="00E62B18"/>
    <w:rsid w:val="00E64972"/>
    <w:rsid w:val="00E67113"/>
    <w:rsid w:val="00E6712A"/>
    <w:rsid w:val="00E72644"/>
    <w:rsid w:val="00E72768"/>
    <w:rsid w:val="00E8011B"/>
    <w:rsid w:val="00E81CB6"/>
    <w:rsid w:val="00E85557"/>
    <w:rsid w:val="00E96613"/>
    <w:rsid w:val="00EA76F4"/>
    <w:rsid w:val="00EA7D6E"/>
    <w:rsid w:val="00EB2210"/>
    <w:rsid w:val="00EB3086"/>
    <w:rsid w:val="00EB57E0"/>
    <w:rsid w:val="00EC3571"/>
    <w:rsid w:val="00EC3F4E"/>
    <w:rsid w:val="00EC4E49"/>
    <w:rsid w:val="00EC5658"/>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44614"/>
    <w:rsid w:val="00F44DF9"/>
    <w:rsid w:val="00F458B0"/>
    <w:rsid w:val="00F46191"/>
    <w:rsid w:val="00F576C1"/>
    <w:rsid w:val="00F61670"/>
    <w:rsid w:val="00F66152"/>
    <w:rsid w:val="00F74A03"/>
    <w:rsid w:val="00F841AD"/>
    <w:rsid w:val="00F910E7"/>
    <w:rsid w:val="00F92B2F"/>
    <w:rsid w:val="00FA181C"/>
    <w:rsid w:val="00FA7D62"/>
    <w:rsid w:val="00FA7DA6"/>
    <w:rsid w:val="00FB0995"/>
    <w:rsid w:val="00FB29D9"/>
    <w:rsid w:val="00FB45B8"/>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en-US" w:eastAsia="zh-CN"/>
    </w:rPr>
  </w:style>
  <w:style w:type="character" w:customStyle="1" w:styleId="FooterChar">
    <w:name w:val="Footer Char"/>
    <w:basedOn w:val="DefaultParagraphFont"/>
    <w:link w:val="Footer"/>
    <w:uiPriority w:val="99"/>
    <w:rsid w:val="00F274A4"/>
    <w:rPr>
      <w:rFonts w:ascii="Arial" w:eastAsia="SimSun" w:hAnsi="Arial" w:cs="Arial"/>
      <w:sz w:val="22"/>
      <w:lang w:val="en-US" w:eastAsia="zh-CN"/>
    </w:rPr>
  </w:style>
  <w:style w:type="character" w:customStyle="1" w:styleId="HeaderChar">
    <w:name w:val="Header Char"/>
    <w:basedOn w:val="DefaultParagraphFont"/>
    <w:link w:val="Header"/>
    <w:uiPriority w:val="99"/>
    <w:rsid w:val="00F274A4"/>
    <w:rPr>
      <w:rFonts w:ascii="Arial" w:eastAsia="SimSun" w:hAnsi="Arial" w:cs="Arial"/>
      <w:sz w:val="22"/>
      <w:lang w:val="en-US"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val="en-US"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en-US"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en-US"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73FBC-6EC6-4EB3-9917-013B4C79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TotalTime>
  <Pages>9</Pages>
  <Words>648</Words>
  <Characters>3500</Characters>
  <Application>Microsoft Office Word</Application>
  <DocSecurity>0</DocSecurity>
  <Lines>78</Lines>
  <Paragraphs>28</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MITON GENOUD Anne</dc:creator>
  <cp:keywords>PUBLIC</cp:keywords>
  <cp:lastModifiedBy>HÄFLIGER Patience</cp:lastModifiedBy>
  <cp:revision>4</cp:revision>
  <cp:lastPrinted>2019-09-20T13:31:00Z</cp:lastPrinted>
  <dcterms:created xsi:type="dcterms:W3CDTF">2019-09-20T13:31:00Z</dcterms:created>
  <dcterms:modified xsi:type="dcterms:W3CDTF">2019-09-20T13:45:00Z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3ec186eb-901e-46fb-9b97-b48dfd072af5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