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EA22B" w14:textId="411B252E" w:rsidR="00BA1E1E" w:rsidRPr="002A16BA" w:rsidRDefault="00106267" w:rsidP="00BA1E1E">
      <w:pPr>
        <w:pStyle w:val="Heading1"/>
        <w:rPr>
          <w:szCs w:val="22"/>
          <w:shd w:val="clear" w:color="auto" w:fill="FFFFFF"/>
        </w:rPr>
      </w:pPr>
      <w:bookmarkStart w:id="0" w:name="_GoBack"/>
      <w:r w:rsidRPr="002A16BA">
        <w:rPr>
          <w:caps w:val="0"/>
          <w:szCs w:val="22"/>
          <w:shd w:val="clear" w:color="auto" w:fill="FFFFFF"/>
        </w:rPr>
        <w:t>DRAFT QUESTIONNAIRE ON THE USE OF 3D MODELS AND IMAGES IN IP DATA AND DOCUMENTATION</w:t>
      </w:r>
    </w:p>
    <w:bookmarkEnd w:id="0"/>
    <w:p w14:paraId="5A9C9617" w14:textId="03430821" w:rsidR="006D5076" w:rsidRPr="00631BF9" w:rsidRDefault="00BA1E1E" w:rsidP="00003F1D">
      <w:pPr>
        <w:pStyle w:val="Heading4"/>
        <w:rPr>
          <w:i w:val="0"/>
          <w:szCs w:val="22"/>
        </w:rPr>
      </w:pPr>
      <w:r>
        <w:rPr>
          <w:i w:val="0"/>
          <w:szCs w:val="22"/>
        </w:rPr>
        <w:t xml:space="preserve">Glossary </w:t>
      </w:r>
    </w:p>
    <w:p w14:paraId="4436E1DF" w14:textId="4D84DD48" w:rsidR="00934E78" w:rsidRPr="00631BF9" w:rsidRDefault="00934E7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bCs/>
          <w:lang w:val="en-US"/>
        </w:rPr>
        <w:t xml:space="preserve">3D model </w:t>
      </w:r>
      <w:r w:rsidR="00975548" w:rsidRPr="00631BF9">
        <w:rPr>
          <w:rFonts w:ascii="Arial" w:hAnsi="Arial" w:cs="Arial"/>
          <w:lang w:val="en-US"/>
        </w:rPr>
        <w:t xml:space="preserve">– </w:t>
      </w:r>
      <w:r w:rsidRPr="00631BF9">
        <w:rPr>
          <w:rFonts w:ascii="Arial" w:hAnsi="Arial" w:cs="Arial"/>
          <w:lang w:val="en-US"/>
        </w:rPr>
        <w:t xml:space="preserve">An electronic file that is created by </w:t>
      </w:r>
      <w:r w:rsidR="00885905" w:rsidRPr="00631BF9">
        <w:rPr>
          <w:rFonts w:ascii="Arial" w:hAnsi="Arial" w:cs="Arial"/>
          <w:lang w:val="en-US"/>
        </w:rPr>
        <w:t>specialized</w:t>
      </w:r>
      <w:r w:rsidRPr="00631BF9">
        <w:rPr>
          <w:rFonts w:ascii="Arial" w:hAnsi="Arial" w:cs="Arial"/>
          <w:lang w:val="en-US"/>
        </w:rPr>
        <w:t xml:space="preserve"> software, for mathematically representing the surface of an object in three dimensions</w:t>
      </w:r>
    </w:p>
    <w:p w14:paraId="72C9C218" w14:textId="6BA15163" w:rsidR="00906A8F" w:rsidRPr="00631BF9" w:rsidRDefault="00906A8F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3DS – </w:t>
      </w:r>
      <w:r w:rsidR="00551621">
        <w:rPr>
          <w:rFonts w:ascii="Arial" w:hAnsi="Arial" w:cs="Arial"/>
          <w:lang w:val="en-US"/>
        </w:rPr>
        <w:t>A</w:t>
      </w:r>
      <w:r w:rsidRPr="00631BF9">
        <w:rPr>
          <w:rFonts w:ascii="Arial" w:hAnsi="Arial" w:cs="Arial"/>
          <w:lang w:val="en-US"/>
        </w:rPr>
        <w:t xml:space="preserve"> file format u</w:t>
      </w:r>
      <w:r w:rsidR="0026124C" w:rsidRPr="00631BF9">
        <w:rPr>
          <w:rFonts w:ascii="Arial" w:hAnsi="Arial" w:cs="Arial"/>
          <w:lang w:val="en-US"/>
        </w:rPr>
        <w:t xml:space="preserve">sed by the Autodesk 3ds Max 3D </w:t>
      </w:r>
      <w:r w:rsidRPr="00631BF9">
        <w:rPr>
          <w:rFonts w:ascii="Arial" w:hAnsi="Arial" w:cs="Arial"/>
          <w:lang w:val="en-US"/>
        </w:rPr>
        <w:t>modeling, animation and rendering software</w:t>
      </w:r>
    </w:p>
    <w:p w14:paraId="50BDDAD8" w14:textId="49A43E2B" w:rsidR="00885905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DWF – Design Web Format</w:t>
      </w:r>
    </w:p>
    <w:p w14:paraId="3CF1E671" w14:textId="477EE99C" w:rsidR="00975548" w:rsidRPr="00631BF9" w:rsidRDefault="00551621" w:rsidP="00067276">
      <w:pPr>
        <w:spacing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DWG – A </w:t>
      </w:r>
      <w:r w:rsidR="00975548" w:rsidRPr="00631BF9">
        <w:rPr>
          <w:rFonts w:ascii="Arial" w:hAnsi="Arial" w:cs="Arial"/>
          <w:lang w:val="en-US"/>
        </w:rPr>
        <w:t>file format widely used for CAD drawings</w:t>
      </w:r>
    </w:p>
    <w:p w14:paraId="17590176" w14:textId="39CE0EBC" w:rsidR="00975548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IGES – Initial Graphics Exchange Specification</w:t>
      </w:r>
    </w:p>
    <w:p w14:paraId="311825CE" w14:textId="02B742D4" w:rsidR="00975548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OBJ – An open geometry vertex file format used for CAD and 3D printing</w:t>
      </w:r>
    </w:p>
    <w:p w14:paraId="62AA1294" w14:textId="3FE7DB1F" w:rsidR="00975548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Raster image – An image that is composed of a map of points (pixels), referred to as a bitmap.  Typical file formats for raster images include JPEG, TIFF, PNG and BMP</w:t>
      </w:r>
    </w:p>
    <w:p w14:paraId="3CCE00D7" w14:textId="0591FB33" w:rsidR="00975548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STL – Standard Tessellation Language - a file format native to the </w:t>
      </w:r>
      <w:proofErr w:type="spellStart"/>
      <w:r w:rsidRPr="00631BF9">
        <w:rPr>
          <w:rFonts w:ascii="Arial" w:hAnsi="Arial" w:cs="Arial"/>
          <w:lang w:val="en-US"/>
        </w:rPr>
        <w:t>stereolithography</w:t>
      </w:r>
      <w:proofErr w:type="spellEnd"/>
      <w:r w:rsidRPr="00631BF9">
        <w:rPr>
          <w:rFonts w:ascii="Arial" w:hAnsi="Arial" w:cs="Arial"/>
          <w:lang w:val="en-US"/>
        </w:rPr>
        <w:t xml:space="preserve"> CAD software created by 3D Systems</w:t>
      </w:r>
    </w:p>
    <w:p w14:paraId="4C5E7C23" w14:textId="1EC160C6" w:rsidR="00975548" w:rsidRPr="00631BF9" w:rsidRDefault="00975548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STEP – Standard for the Exchange of Product model data</w:t>
      </w:r>
      <w:r w:rsidR="00906A8F" w:rsidRPr="00631BF9">
        <w:rPr>
          <w:rFonts w:ascii="Arial" w:hAnsi="Arial" w:cs="Arial"/>
          <w:lang w:val="en-US"/>
        </w:rPr>
        <w:t xml:space="preserve"> –an open ISO Standard which</w:t>
      </w:r>
      <w:r w:rsidR="00C853A1" w:rsidRPr="00631BF9">
        <w:rPr>
          <w:rFonts w:ascii="Arial" w:hAnsi="Arial" w:cs="Arial"/>
          <w:lang w:val="en-US"/>
        </w:rPr>
        <w:t xml:space="preserve"> can represent 3D objects in Computer-aided design (CAD) and related information</w:t>
      </w:r>
    </w:p>
    <w:p w14:paraId="1D93E077" w14:textId="26C64EAA" w:rsidR="00C853A1" w:rsidRPr="00631BF9" w:rsidRDefault="00C853A1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Vector graphics – An image file that is composed of shapes formed of mathematical formulas and coordinates on a 2D plane. As opposed to raster images, vector graphics have the property of scaling infinitely without any degradation of quality</w:t>
      </w:r>
    </w:p>
    <w:p w14:paraId="35B34437" w14:textId="6253DD4F" w:rsidR="00906A8F" w:rsidRPr="00631BF9" w:rsidRDefault="00906A8F" w:rsidP="00067276">
      <w:pPr>
        <w:spacing w:line="240" w:lineRule="auto"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X3D – Successor of VRML, an Open ISO Standard XML format</w:t>
      </w:r>
    </w:p>
    <w:p w14:paraId="728F0C66" w14:textId="77777777" w:rsidR="00B7254D" w:rsidRPr="00CE449A" w:rsidRDefault="00B7254D" w:rsidP="00B7254D">
      <w:pPr>
        <w:tabs>
          <w:tab w:val="left" w:pos="8100"/>
        </w:tabs>
        <w:rPr>
          <w:rFonts w:ascii="Arial" w:hAnsi="Arial" w:cs="Arial"/>
          <w:lang w:val="en-US"/>
        </w:rPr>
      </w:pP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</w:p>
    <w:p w14:paraId="2B0C97F0" w14:textId="30E3A3FB" w:rsidR="006D5076" w:rsidRPr="00631BF9" w:rsidRDefault="00D3547F" w:rsidP="00067276">
      <w:pPr>
        <w:pStyle w:val="Heading2"/>
        <w:spacing w:after="220"/>
        <w:rPr>
          <w:caps w:val="0"/>
          <w:szCs w:val="22"/>
        </w:rPr>
      </w:pPr>
      <w:r>
        <w:rPr>
          <w:caps w:val="0"/>
          <w:szCs w:val="22"/>
        </w:rPr>
        <w:t xml:space="preserve">Q1. </w:t>
      </w:r>
      <w:r w:rsidR="006D5076" w:rsidRPr="00631BF9">
        <w:rPr>
          <w:caps w:val="0"/>
          <w:szCs w:val="22"/>
        </w:rPr>
        <w:t>IP objects</w:t>
      </w:r>
      <w:r w:rsidR="00D31ABA" w:rsidRPr="00631BF9">
        <w:rPr>
          <w:caps w:val="0"/>
          <w:szCs w:val="22"/>
        </w:rPr>
        <w:t xml:space="preserve"> and stages of their life</w:t>
      </w:r>
      <w:r w:rsidR="006D5076" w:rsidRPr="00631BF9">
        <w:rPr>
          <w:caps w:val="0"/>
          <w:szCs w:val="22"/>
        </w:rPr>
        <w:t>cycle</w:t>
      </w:r>
    </w:p>
    <w:p w14:paraId="1D2DA536" w14:textId="5CC1F9BE" w:rsidR="006D5076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6D5076" w:rsidRPr="00631BF9">
        <w:rPr>
          <w:i w:val="0"/>
          <w:szCs w:val="22"/>
        </w:rPr>
        <w:t>1</w:t>
      </w:r>
      <w:r>
        <w:rPr>
          <w:i w:val="0"/>
          <w:szCs w:val="22"/>
        </w:rPr>
        <w:t>.</w:t>
      </w:r>
      <w:r w:rsidR="00D3547F">
        <w:rPr>
          <w:i w:val="0"/>
          <w:szCs w:val="22"/>
        </w:rPr>
        <w:t>1.</w:t>
      </w:r>
      <w:r w:rsidR="006D5076" w:rsidRPr="00631BF9">
        <w:rPr>
          <w:i w:val="0"/>
          <w:szCs w:val="22"/>
        </w:rPr>
        <w:t xml:space="preserve"> </w:t>
      </w:r>
      <w:r w:rsidR="004836D4" w:rsidRPr="00631BF9">
        <w:rPr>
          <w:i w:val="0"/>
          <w:szCs w:val="22"/>
        </w:rPr>
        <w:t xml:space="preserve">Does </w:t>
      </w:r>
      <w:r w:rsidR="00934E78" w:rsidRPr="00631BF9">
        <w:rPr>
          <w:i w:val="0"/>
          <w:szCs w:val="22"/>
        </w:rPr>
        <w:t>y</w:t>
      </w:r>
      <w:r w:rsidR="004836D4" w:rsidRPr="00631BF9">
        <w:rPr>
          <w:i w:val="0"/>
          <w:szCs w:val="22"/>
        </w:rPr>
        <w:t xml:space="preserve">our office currently </w:t>
      </w:r>
      <w:r w:rsidR="009B0BBE" w:rsidRPr="00631BF9">
        <w:rPr>
          <w:i w:val="0"/>
          <w:szCs w:val="22"/>
        </w:rPr>
        <w:t xml:space="preserve">use </w:t>
      </w:r>
      <w:r w:rsidR="004836D4" w:rsidRPr="00631BF9">
        <w:rPr>
          <w:i w:val="0"/>
          <w:szCs w:val="22"/>
        </w:rPr>
        <w:t>3D models or images f</w:t>
      </w:r>
      <w:r w:rsidR="002A6D7C" w:rsidRPr="00631BF9">
        <w:rPr>
          <w:i w:val="0"/>
          <w:szCs w:val="22"/>
        </w:rPr>
        <w:t xml:space="preserve">or </w:t>
      </w:r>
      <w:r w:rsidR="00BF00D2" w:rsidRPr="00631BF9">
        <w:rPr>
          <w:i w:val="0"/>
          <w:szCs w:val="22"/>
        </w:rPr>
        <w:t>IP objects</w:t>
      </w:r>
      <w:r w:rsidR="00481A8E" w:rsidRPr="00631BF9">
        <w:rPr>
          <w:i w:val="0"/>
          <w:szCs w:val="22"/>
        </w:rPr>
        <w:t xml:space="preserve"> within the office</w:t>
      </w:r>
      <w:r w:rsidR="00BF00D2" w:rsidRPr="00631BF9">
        <w:rPr>
          <w:i w:val="0"/>
          <w:szCs w:val="22"/>
        </w:rPr>
        <w:t xml:space="preserve">? </w:t>
      </w:r>
      <w:r w:rsidR="004836D4" w:rsidRPr="00631BF9">
        <w:rPr>
          <w:i w:val="0"/>
          <w:szCs w:val="22"/>
        </w:rPr>
        <w:t>If so, for</w:t>
      </w:r>
      <w:r w:rsidR="00FD1ED9" w:rsidRPr="00631BF9">
        <w:rPr>
          <w:i w:val="0"/>
          <w:szCs w:val="22"/>
        </w:rPr>
        <w:t xml:space="preserve"> </w:t>
      </w:r>
      <w:r w:rsidR="00481A8E" w:rsidRPr="00631BF9">
        <w:rPr>
          <w:i w:val="0"/>
          <w:szCs w:val="22"/>
        </w:rPr>
        <w:t>which</w:t>
      </w:r>
      <w:r w:rsidR="00FD1ED9" w:rsidRPr="00631BF9">
        <w:rPr>
          <w:i w:val="0"/>
          <w:szCs w:val="22"/>
        </w:rPr>
        <w:t xml:space="preserve"> IP objects</w:t>
      </w:r>
      <w:r w:rsidR="00934E78" w:rsidRPr="00631BF9">
        <w:rPr>
          <w:i w:val="0"/>
          <w:szCs w:val="22"/>
        </w:rPr>
        <w:t>:</w:t>
      </w:r>
    </w:p>
    <w:p w14:paraId="3131C9C0" w14:textId="780991A9" w:rsidR="00441C53" w:rsidRPr="00631BF9" w:rsidRDefault="007E12C8" w:rsidP="00441C53">
      <w:pPr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560290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26E">
            <w:rPr>
              <w:rFonts w:ascii="MS Gothic" w:eastAsia="MS Gothic" w:hAnsi="MS Gothic" w:cs="Arial" w:hint="eastAsia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T</w:t>
      </w:r>
      <w:r w:rsidR="006D5076" w:rsidRPr="00631BF9">
        <w:rPr>
          <w:rFonts w:ascii="Arial" w:hAnsi="Arial" w:cs="Arial"/>
          <w:lang w:val="en-US"/>
        </w:rPr>
        <w:t>rademarks</w:t>
      </w:r>
    </w:p>
    <w:p w14:paraId="16BCAB36" w14:textId="13424C1A" w:rsidR="00441C53" w:rsidRPr="00631BF9" w:rsidRDefault="007E12C8" w:rsidP="00441C53">
      <w:pPr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508293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D</w:t>
      </w:r>
      <w:r w:rsidR="006D5076" w:rsidRPr="00631BF9">
        <w:rPr>
          <w:rFonts w:ascii="Arial" w:hAnsi="Arial" w:cs="Arial"/>
          <w:lang w:val="en-US"/>
        </w:rPr>
        <w:t>esigns</w:t>
      </w:r>
    </w:p>
    <w:p w14:paraId="117964C9" w14:textId="55D73D37" w:rsidR="00441C53" w:rsidRPr="00631BF9" w:rsidRDefault="007E12C8" w:rsidP="00441C53">
      <w:pPr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206169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I</w:t>
      </w:r>
      <w:r w:rsidR="006D5076" w:rsidRPr="00631BF9">
        <w:rPr>
          <w:rFonts w:ascii="Arial" w:hAnsi="Arial" w:cs="Arial"/>
          <w:lang w:val="en-US"/>
        </w:rPr>
        <w:t>nventions</w:t>
      </w:r>
    </w:p>
    <w:p w14:paraId="0B41E956" w14:textId="6592417E" w:rsidR="00441C53" w:rsidRPr="00631BF9" w:rsidRDefault="007E12C8" w:rsidP="00441C53">
      <w:pPr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354342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U</w:t>
      </w:r>
      <w:r w:rsidR="006D5076" w:rsidRPr="00631BF9">
        <w:rPr>
          <w:rFonts w:ascii="Arial" w:hAnsi="Arial" w:cs="Arial"/>
          <w:lang w:val="en-US"/>
        </w:rPr>
        <w:t>tility models</w:t>
      </w:r>
    </w:p>
    <w:p w14:paraId="7B27C5FB" w14:textId="3CFAFF8D" w:rsidR="006D5076" w:rsidRPr="00631BF9" w:rsidRDefault="007E12C8" w:rsidP="00441C53">
      <w:pPr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740057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C53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I</w:t>
      </w:r>
      <w:r w:rsidR="006D5076" w:rsidRPr="00631BF9">
        <w:rPr>
          <w:rFonts w:ascii="Arial" w:hAnsi="Arial" w:cs="Arial"/>
          <w:lang w:val="en-US"/>
        </w:rPr>
        <w:t>ntegrated circuit topology</w:t>
      </w:r>
    </w:p>
    <w:p w14:paraId="3FE32552" w14:textId="7F5C6D14" w:rsidR="006D5076" w:rsidRPr="00CE449A" w:rsidRDefault="007E12C8" w:rsidP="00971218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1168790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hAnsi="Arial" w:cs="Arial"/>
          <w:lang w:val="en-US"/>
        </w:rPr>
        <w:t xml:space="preserve"> </w:t>
      </w:r>
      <w:r w:rsidR="00AA64DA" w:rsidRPr="00631BF9">
        <w:rPr>
          <w:rFonts w:ascii="Arial" w:hAnsi="Arial" w:cs="Arial"/>
          <w:lang w:val="en-US"/>
        </w:rPr>
        <w:t>Other (</w:t>
      </w:r>
      <w:r w:rsidR="00C2105A" w:rsidRPr="00631BF9">
        <w:rPr>
          <w:rFonts w:ascii="Arial" w:hAnsi="Arial" w:cs="Arial"/>
          <w:lang w:val="en-US"/>
        </w:rPr>
        <w:t>please specify</w:t>
      </w:r>
      <w:r w:rsidR="00971218">
        <w:rPr>
          <w:rFonts w:ascii="Arial" w:hAnsi="Arial" w:cs="Arial"/>
          <w:lang w:val="en-US"/>
        </w:rPr>
        <w:t xml:space="preserve">: </w:t>
      </w:r>
      <w:r w:rsidR="00971218" w:rsidRPr="00CE449A">
        <w:rPr>
          <w:rFonts w:ascii="Arial" w:hAnsi="Arial" w:cs="Arial"/>
          <w:u w:val="single"/>
          <w:lang w:val="en-US"/>
        </w:rPr>
        <w:tab/>
      </w:r>
      <w:r w:rsidR="00971218" w:rsidRPr="00CE449A">
        <w:rPr>
          <w:rFonts w:ascii="Arial" w:hAnsi="Arial" w:cs="Arial"/>
          <w:u w:val="single"/>
          <w:lang w:val="en-US"/>
        </w:rPr>
        <w:tab/>
      </w:r>
      <w:r w:rsidR="00971218" w:rsidRPr="00CE449A">
        <w:rPr>
          <w:rFonts w:ascii="Arial" w:hAnsi="Arial" w:cs="Arial"/>
          <w:u w:val="single"/>
          <w:lang w:val="en-US"/>
        </w:rPr>
        <w:tab/>
      </w:r>
      <w:r w:rsidR="00AA64DA" w:rsidRPr="00631BF9">
        <w:rPr>
          <w:rFonts w:ascii="Arial" w:hAnsi="Arial" w:cs="Arial"/>
          <w:lang w:val="en-US"/>
        </w:rPr>
        <w:t>)</w:t>
      </w:r>
      <w:r w:rsidR="006D5076" w:rsidRPr="00631BF9">
        <w:rPr>
          <w:rFonts w:ascii="Arial" w:hAnsi="Arial" w:cs="Arial"/>
          <w:lang w:val="en-US"/>
        </w:rPr>
        <w:t xml:space="preserve"> </w:t>
      </w:r>
    </w:p>
    <w:p w14:paraId="081B8D70" w14:textId="6156226E" w:rsidR="00042EE3" w:rsidRPr="00404621" w:rsidRDefault="00313404" w:rsidP="00404621">
      <w:pPr>
        <w:pStyle w:val="Heading4"/>
        <w:keepLines/>
        <w:rPr>
          <w:i w:val="0"/>
          <w:szCs w:val="22"/>
        </w:rPr>
      </w:pPr>
      <w:r w:rsidRPr="00404621">
        <w:rPr>
          <w:i w:val="0"/>
          <w:szCs w:val="22"/>
        </w:rPr>
        <w:lastRenderedPageBreak/>
        <w:t>Q</w:t>
      </w:r>
      <w:r w:rsidR="00D3547F">
        <w:rPr>
          <w:i w:val="0"/>
          <w:szCs w:val="22"/>
        </w:rPr>
        <w:t>1.</w:t>
      </w:r>
      <w:r w:rsidR="0052420B" w:rsidRPr="00404621">
        <w:rPr>
          <w:i w:val="0"/>
          <w:szCs w:val="22"/>
        </w:rPr>
        <w:t>2</w:t>
      </w:r>
      <w:r w:rsidRPr="00404621">
        <w:rPr>
          <w:i w:val="0"/>
          <w:szCs w:val="22"/>
        </w:rPr>
        <w:t>.</w:t>
      </w:r>
      <w:r w:rsidR="0052420B" w:rsidRPr="00404621">
        <w:rPr>
          <w:i w:val="0"/>
          <w:szCs w:val="22"/>
        </w:rPr>
        <w:t xml:space="preserve"> </w:t>
      </w:r>
      <w:r w:rsidR="004836D4" w:rsidRPr="00404621">
        <w:rPr>
          <w:i w:val="0"/>
          <w:szCs w:val="22"/>
        </w:rPr>
        <w:t>D</w:t>
      </w:r>
      <w:r w:rsidR="00042EE3" w:rsidRPr="00404621">
        <w:rPr>
          <w:i w:val="0"/>
          <w:szCs w:val="22"/>
        </w:rPr>
        <w:t xml:space="preserve">oes your </w:t>
      </w:r>
      <w:r w:rsidR="004836D4" w:rsidRPr="00404621">
        <w:rPr>
          <w:i w:val="0"/>
          <w:szCs w:val="22"/>
        </w:rPr>
        <w:t>office</w:t>
      </w:r>
      <w:r w:rsidR="000A3818" w:rsidRPr="00404621">
        <w:rPr>
          <w:i w:val="0"/>
          <w:szCs w:val="22"/>
        </w:rPr>
        <w:t xml:space="preserve"> consider</w:t>
      </w:r>
      <w:r w:rsidR="00042EE3" w:rsidRPr="00404621">
        <w:rPr>
          <w:i w:val="0"/>
          <w:szCs w:val="22"/>
        </w:rPr>
        <w:t xml:space="preserve"> </w:t>
      </w:r>
      <w:r w:rsidR="00481A8E" w:rsidRPr="00404621">
        <w:rPr>
          <w:i w:val="0"/>
          <w:szCs w:val="22"/>
        </w:rPr>
        <w:t>using</w:t>
      </w:r>
      <w:r w:rsidR="00042EE3" w:rsidRPr="00404621">
        <w:rPr>
          <w:i w:val="0"/>
          <w:szCs w:val="22"/>
        </w:rPr>
        <w:t xml:space="preserve"> 3D models or images </w:t>
      </w:r>
      <w:r w:rsidR="00BC66C7" w:rsidRPr="00404621">
        <w:rPr>
          <w:i w:val="0"/>
          <w:szCs w:val="22"/>
        </w:rPr>
        <w:t xml:space="preserve">for IP objects </w:t>
      </w:r>
      <w:r w:rsidR="00042EE3" w:rsidRPr="00404621">
        <w:rPr>
          <w:i w:val="0"/>
          <w:szCs w:val="22"/>
        </w:rPr>
        <w:t>in the future?</w:t>
      </w:r>
      <w:r w:rsidR="004836D4" w:rsidRPr="00404621">
        <w:rPr>
          <w:i w:val="0"/>
          <w:szCs w:val="22"/>
        </w:rPr>
        <w:t xml:space="preserve"> If so, for</w:t>
      </w:r>
      <w:r w:rsidR="00934E78" w:rsidRPr="00404621">
        <w:rPr>
          <w:i w:val="0"/>
          <w:szCs w:val="22"/>
        </w:rPr>
        <w:t xml:space="preserve"> </w:t>
      </w:r>
      <w:r w:rsidR="00481A8E" w:rsidRPr="00404621">
        <w:rPr>
          <w:i w:val="0"/>
          <w:szCs w:val="22"/>
        </w:rPr>
        <w:t>which</w:t>
      </w:r>
      <w:r w:rsidR="00FE0EF0" w:rsidRPr="00404621">
        <w:rPr>
          <w:i w:val="0"/>
          <w:szCs w:val="22"/>
        </w:rPr>
        <w:t xml:space="preserve"> </w:t>
      </w:r>
      <w:r w:rsidR="00FD1ED9" w:rsidRPr="00404621">
        <w:rPr>
          <w:i w:val="0"/>
          <w:szCs w:val="22"/>
        </w:rPr>
        <w:t>IP objects</w:t>
      </w:r>
      <w:r w:rsidR="00934E78" w:rsidRPr="00404621">
        <w:rPr>
          <w:i w:val="0"/>
          <w:szCs w:val="22"/>
        </w:rPr>
        <w:t>:</w:t>
      </w:r>
    </w:p>
    <w:p w14:paraId="7C26102B" w14:textId="08F35D0D" w:rsidR="00ED32D6" w:rsidRPr="00404621" w:rsidRDefault="007E12C8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622494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 w:rsidRPr="00404621">
        <w:rPr>
          <w:rFonts w:ascii="Arial" w:hAnsi="Arial" w:cs="Arial"/>
          <w:lang w:val="en-US"/>
        </w:rPr>
        <w:t xml:space="preserve"> T</w:t>
      </w:r>
      <w:r w:rsidR="0052420B" w:rsidRPr="00404621">
        <w:rPr>
          <w:rFonts w:ascii="Arial" w:hAnsi="Arial" w:cs="Arial"/>
          <w:lang w:val="en-US"/>
        </w:rPr>
        <w:t>rademarks</w:t>
      </w:r>
    </w:p>
    <w:p w14:paraId="44104B22" w14:textId="33CAABA0" w:rsidR="00ED32D6" w:rsidRPr="00404621" w:rsidRDefault="007E12C8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222335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 w:rsidRPr="00404621">
        <w:rPr>
          <w:rFonts w:ascii="Arial" w:hAnsi="Arial" w:cs="Arial"/>
          <w:lang w:val="en-US"/>
        </w:rPr>
        <w:t xml:space="preserve"> D</w:t>
      </w:r>
      <w:r w:rsidR="0052420B" w:rsidRPr="00404621">
        <w:rPr>
          <w:rFonts w:ascii="Arial" w:hAnsi="Arial" w:cs="Arial"/>
          <w:lang w:val="en-US"/>
        </w:rPr>
        <w:t>esigns</w:t>
      </w:r>
    </w:p>
    <w:p w14:paraId="05B187E9" w14:textId="1C6CF8D0" w:rsidR="00ED32D6" w:rsidRPr="00404621" w:rsidRDefault="007E12C8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879512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 w:rsidRPr="00404621">
        <w:rPr>
          <w:rFonts w:ascii="Arial" w:hAnsi="Arial" w:cs="Arial"/>
          <w:lang w:val="en-US"/>
        </w:rPr>
        <w:t xml:space="preserve"> I</w:t>
      </w:r>
      <w:r w:rsidR="0052420B" w:rsidRPr="00404621">
        <w:rPr>
          <w:rFonts w:ascii="Arial" w:hAnsi="Arial" w:cs="Arial"/>
          <w:lang w:val="en-US"/>
        </w:rPr>
        <w:t>nventions</w:t>
      </w:r>
    </w:p>
    <w:p w14:paraId="17B47366" w14:textId="3CD0774C" w:rsidR="006C05E5" w:rsidRPr="00404621" w:rsidRDefault="007E12C8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1788578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 w:rsidRPr="00404621">
        <w:rPr>
          <w:rFonts w:ascii="Arial" w:hAnsi="Arial" w:cs="Arial"/>
          <w:lang w:val="en-US"/>
        </w:rPr>
        <w:t xml:space="preserve"> U</w:t>
      </w:r>
      <w:r w:rsidR="0052420B" w:rsidRPr="00404621">
        <w:rPr>
          <w:rFonts w:ascii="Arial" w:hAnsi="Arial" w:cs="Arial"/>
          <w:lang w:val="en-US"/>
        </w:rPr>
        <w:t>tility models</w:t>
      </w:r>
    </w:p>
    <w:p w14:paraId="240DC294" w14:textId="0E0A3631" w:rsidR="0052420B" w:rsidRPr="00404621" w:rsidRDefault="007E12C8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83184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 w:rsidRPr="00404621">
        <w:rPr>
          <w:rFonts w:ascii="Arial" w:hAnsi="Arial" w:cs="Arial"/>
          <w:lang w:val="en-US"/>
        </w:rPr>
        <w:t xml:space="preserve"> I</w:t>
      </w:r>
      <w:r w:rsidR="0052420B" w:rsidRPr="00404621">
        <w:rPr>
          <w:rFonts w:ascii="Arial" w:hAnsi="Arial" w:cs="Arial"/>
          <w:lang w:val="en-US"/>
        </w:rPr>
        <w:t>ntegrated circuit topology</w:t>
      </w:r>
    </w:p>
    <w:p w14:paraId="3EEE66C8" w14:textId="4CA53965" w:rsidR="0052420B" w:rsidRPr="00404621" w:rsidRDefault="007E12C8" w:rsidP="00404621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991281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6C05E5" w:rsidRPr="00404621">
        <w:rPr>
          <w:rFonts w:ascii="Arial" w:hAnsi="Arial" w:cs="Arial"/>
          <w:lang w:val="en-US"/>
        </w:rPr>
        <w:t xml:space="preserve"> </w:t>
      </w:r>
      <w:r w:rsidR="00AA64DA" w:rsidRPr="00404621">
        <w:rPr>
          <w:rFonts w:ascii="Arial" w:hAnsi="Arial" w:cs="Arial"/>
          <w:lang w:val="en-US"/>
        </w:rPr>
        <w:t>Not sure</w:t>
      </w:r>
    </w:p>
    <w:p w14:paraId="5AE9D747" w14:textId="3A2CC2B2" w:rsidR="0052420B" w:rsidRPr="00CE449A" w:rsidRDefault="007E12C8" w:rsidP="00404621">
      <w:pPr>
        <w:keepNext/>
        <w:keepLines/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317836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404621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2420B" w:rsidRPr="00404621">
        <w:rPr>
          <w:rFonts w:ascii="Arial" w:hAnsi="Arial" w:cs="Arial"/>
          <w:lang w:val="en-US"/>
        </w:rPr>
        <w:t xml:space="preserve"> </w:t>
      </w:r>
      <w:r w:rsidR="00AA64DA" w:rsidRPr="00404621">
        <w:rPr>
          <w:rFonts w:ascii="Arial" w:hAnsi="Arial" w:cs="Arial"/>
          <w:lang w:val="en-US"/>
        </w:rPr>
        <w:t>Other (</w:t>
      </w:r>
      <w:r w:rsidR="00C2105A" w:rsidRPr="00404621">
        <w:rPr>
          <w:rFonts w:ascii="Arial" w:hAnsi="Arial" w:cs="Arial"/>
          <w:lang w:val="en-US"/>
        </w:rPr>
        <w:t>please specify</w:t>
      </w:r>
      <w:r w:rsidR="00971218" w:rsidRPr="00404621">
        <w:rPr>
          <w:rFonts w:ascii="Arial" w:hAnsi="Arial" w:cs="Arial"/>
          <w:lang w:val="en-US"/>
        </w:rPr>
        <w:t xml:space="preserve">: </w:t>
      </w:r>
      <w:r w:rsidR="00971218" w:rsidRPr="00CE449A">
        <w:rPr>
          <w:rFonts w:ascii="Arial" w:hAnsi="Arial" w:cs="Arial"/>
          <w:u w:val="single"/>
          <w:lang w:val="en-US"/>
        </w:rPr>
        <w:tab/>
      </w:r>
      <w:r w:rsidR="00971218" w:rsidRPr="00CE449A">
        <w:rPr>
          <w:rFonts w:ascii="Arial" w:hAnsi="Arial" w:cs="Arial"/>
          <w:u w:val="single"/>
          <w:lang w:val="en-US"/>
        </w:rPr>
        <w:tab/>
      </w:r>
      <w:r w:rsidR="00971218" w:rsidRPr="00CE449A">
        <w:rPr>
          <w:rFonts w:ascii="Arial" w:hAnsi="Arial" w:cs="Arial"/>
          <w:u w:val="single"/>
          <w:lang w:val="en-US"/>
        </w:rPr>
        <w:tab/>
      </w:r>
      <w:r w:rsidR="00AA64DA" w:rsidRPr="00404621">
        <w:rPr>
          <w:rFonts w:ascii="Arial" w:hAnsi="Arial" w:cs="Arial"/>
          <w:lang w:val="en-US"/>
        </w:rPr>
        <w:t>)</w:t>
      </w:r>
    </w:p>
    <w:p w14:paraId="57F4A9B7" w14:textId="4359F4E0" w:rsidR="006D5076" w:rsidRPr="00631BF9" w:rsidRDefault="00313404" w:rsidP="006C05E5">
      <w:pPr>
        <w:pStyle w:val="Heading4"/>
        <w:keepLines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1.</w:t>
      </w:r>
      <w:r w:rsidR="0052420B" w:rsidRPr="00631BF9">
        <w:rPr>
          <w:i w:val="0"/>
          <w:szCs w:val="22"/>
        </w:rPr>
        <w:t>3</w:t>
      </w:r>
      <w:r>
        <w:rPr>
          <w:i w:val="0"/>
          <w:szCs w:val="22"/>
        </w:rPr>
        <w:t>.</w:t>
      </w:r>
      <w:r w:rsidR="006D5076" w:rsidRPr="00631BF9">
        <w:rPr>
          <w:i w:val="0"/>
          <w:szCs w:val="22"/>
        </w:rPr>
        <w:t xml:space="preserve"> </w:t>
      </w:r>
      <w:proofErr w:type="gramStart"/>
      <w:r w:rsidR="002A6D7C" w:rsidRPr="00631BF9">
        <w:rPr>
          <w:i w:val="0"/>
          <w:szCs w:val="22"/>
        </w:rPr>
        <w:t>On</w:t>
      </w:r>
      <w:proofErr w:type="gramEnd"/>
      <w:r w:rsidR="002A6D7C" w:rsidRPr="00631BF9">
        <w:rPr>
          <w:i w:val="0"/>
          <w:szCs w:val="22"/>
        </w:rPr>
        <w:t xml:space="preserve"> which </w:t>
      </w:r>
      <w:r w:rsidR="006D5076" w:rsidRPr="00631BF9">
        <w:rPr>
          <w:i w:val="0"/>
          <w:szCs w:val="22"/>
        </w:rPr>
        <w:t xml:space="preserve">stages of </w:t>
      </w:r>
      <w:r w:rsidR="002A6D7C" w:rsidRPr="00631BF9">
        <w:rPr>
          <w:i w:val="0"/>
          <w:szCs w:val="22"/>
        </w:rPr>
        <w:t>IP objects</w:t>
      </w:r>
      <w:r w:rsidR="00B01F7D" w:rsidRPr="00631BF9">
        <w:rPr>
          <w:i w:val="0"/>
          <w:szCs w:val="22"/>
        </w:rPr>
        <w:t xml:space="preserve">` </w:t>
      </w:r>
      <w:r w:rsidR="0026124C" w:rsidRPr="00631BF9">
        <w:rPr>
          <w:i w:val="0"/>
          <w:szCs w:val="22"/>
        </w:rPr>
        <w:t>life</w:t>
      </w:r>
      <w:r w:rsidR="006D5076" w:rsidRPr="00631BF9">
        <w:rPr>
          <w:i w:val="0"/>
          <w:szCs w:val="22"/>
        </w:rPr>
        <w:t xml:space="preserve">cycle </w:t>
      </w:r>
      <w:r w:rsidR="002A6D7C" w:rsidRPr="00631BF9">
        <w:rPr>
          <w:i w:val="0"/>
          <w:szCs w:val="22"/>
        </w:rPr>
        <w:t xml:space="preserve">does your </w:t>
      </w:r>
      <w:r w:rsidR="00BC66C7" w:rsidRPr="00631BF9">
        <w:rPr>
          <w:i w:val="0"/>
          <w:szCs w:val="22"/>
        </w:rPr>
        <w:t>office</w:t>
      </w:r>
      <w:r w:rsidR="009B0BBE" w:rsidRPr="00631BF9">
        <w:rPr>
          <w:i w:val="0"/>
          <w:szCs w:val="22"/>
        </w:rPr>
        <w:t xml:space="preserve"> currently</w:t>
      </w:r>
      <w:r w:rsidR="002A6D7C" w:rsidRPr="00631BF9">
        <w:rPr>
          <w:i w:val="0"/>
          <w:szCs w:val="22"/>
        </w:rPr>
        <w:t xml:space="preserve"> </w:t>
      </w:r>
      <w:r w:rsidR="00682EBD" w:rsidRPr="00631BF9">
        <w:rPr>
          <w:i w:val="0"/>
          <w:szCs w:val="22"/>
        </w:rPr>
        <w:t>accept/implement</w:t>
      </w:r>
      <w:r w:rsidR="002A6D7C" w:rsidRPr="00631BF9">
        <w:rPr>
          <w:i w:val="0"/>
          <w:szCs w:val="22"/>
        </w:rPr>
        <w:t xml:space="preserve"> </w:t>
      </w:r>
      <w:r w:rsidR="006D5076" w:rsidRPr="00631BF9">
        <w:rPr>
          <w:i w:val="0"/>
          <w:szCs w:val="22"/>
        </w:rPr>
        <w:t>3D models</w:t>
      </w:r>
      <w:r w:rsidR="00131424" w:rsidRPr="00631BF9">
        <w:rPr>
          <w:i w:val="0"/>
          <w:szCs w:val="22"/>
        </w:rPr>
        <w:t>?</w:t>
      </w:r>
      <w:r w:rsidR="006D5076" w:rsidRPr="00631BF9">
        <w:rPr>
          <w:i w:val="0"/>
          <w:szCs w:val="22"/>
        </w:rPr>
        <w:t xml:space="preserve"> </w:t>
      </w:r>
    </w:p>
    <w:p w14:paraId="601FB309" w14:textId="77777777" w:rsidR="006D5076" w:rsidRPr="00631BF9" w:rsidRDefault="006D5076" w:rsidP="006C05E5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a) </w:t>
      </w:r>
      <w:r w:rsidR="00AA64DA" w:rsidRPr="00631BF9">
        <w:rPr>
          <w:rFonts w:ascii="Arial" w:hAnsi="Arial" w:cs="Arial"/>
          <w:lang w:val="en-US"/>
        </w:rPr>
        <w:t>Trademarks</w:t>
      </w:r>
      <w:r w:rsidRPr="00631BF9">
        <w:rPr>
          <w:rFonts w:ascii="Arial" w:hAnsi="Arial" w:cs="Arial"/>
          <w:lang w:val="en-US"/>
        </w:rPr>
        <w:t xml:space="preserve"> </w:t>
      </w:r>
    </w:p>
    <w:p w14:paraId="29418090" w14:textId="5CE961BF" w:rsidR="006C05E5" w:rsidRPr="00631BF9" w:rsidRDefault="007E12C8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488558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1621">
            <w:rPr>
              <w:rFonts w:ascii="MS Gothic" w:eastAsia="MS Gothic" w:hAnsi="MS Gothic" w:cs="Arial" w:hint="eastAsia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F</w:t>
      </w:r>
      <w:r w:rsidR="006D5076" w:rsidRPr="00631BF9">
        <w:rPr>
          <w:rFonts w:ascii="Arial" w:hAnsi="Arial" w:cs="Arial"/>
          <w:lang w:val="en-US"/>
        </w:rPr>
        <w:t>i</w:t>
      </w:r>
      <w:r w:rsidR="00310F8E" w:rsidRPr="00631BF9">
        <w:rPr>
          <w:rFonts w:ascii="Arial" w:hAnsi="Arial" w:cs="Arial"/>
          <w:lang w:val="en-US"/>
        </w:rPr>
        <w:t>l</w:t>
      </w:r>
      <w:r w:rsidR="006D5076" w:rsidRPr="00631BF9">
        <w:rPr>
          <w:rFonts w:ascii="Arial" w:hAnsi="Arial" w:cs="Arial"/>
          <w:lang w:val="en-US"/>
        </w:rPr>
        <w:t>ing of the application</w:t>
      </w:r>
    </w:p>
    <w:p w14:paraId="511E53A0" w14:textId="02CAD812" w:rsidR="006C05E5" w:rsidRPr="00631BF9" w:rsidRDefault="007E12C8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301196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E</w:t>
      </w:r>
      <w:r w:rsidR="006D5076" w:rsidRPr="00631BF9">
        <w:rPr>
          <w:rFonts w:ascii="Arial" w:hAnsi="Arial" w:cs="Arial"/>
          <w:lang w:val="en-US"/>
        </w:rPr>
        <w:t>xamination</w:t>
      </w:r>
    </w:p>
    <w:p w14:paraId="04EA1694" w14:textId="172B3842" w:rsidR="006C05E5" w:rsidRPr="00631BF9" w:rsidRDefault="007E12C8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1844202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hAnsi="Arial" w:cs="Arial"/>
          <w:lang w:val="en-US"/>
        </w:rPr>
        <w:t xml:space="preserve"> </w:t>
      </w:r>
      <w:r w:rsidR="00551621">
        <w:rPr>
          <w:rFonts w:ascii="Arial" w:hAnsi="Arial" w:cs="Arial"/>
          <w:lang w:val="en-US"/>
        </w:rPr>
        <w:t>S</w:t>
      </w:r>
      <w:r w:rsidR="006D5076" w:rsidRPr="00631BF9">
        <w:rPr>
          <w:rFonts w:ascii="Arial" w:hAnsi="Arial" w:cs="Arial"/>
          <w:lang w:val="en-US"/>
        </w:rPr>
        <w:t>torage</w:t>
      </w:r>
    </w:p>
    <w:p w14:paraId="592E2913" w14:textId="47135978" w:rsidR="006C05E5" w:rsidRPr="00631BF9" w:rsidRDefault="007E12C8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297275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4487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hAnsi="Arial" w:cs="Arial"/>
          <w:lang w:val="en-US"/>
        </w:rPr>
        <w:t xml:space="preserve"> </w:t>
      </w:r>
      <w:r w:rsidR="00551621">
        <w:rPr>
          <w:rFonts w:ascii="Arial" w:hAnsi="Arial" w:cs="Arial"/>
          <w:lang w:val="en-US"/>
        </w:rPr>
        <w:t>S</w:t>
      </w:r>
      <w:r w:rsidR="006D5076" w:rsidRPr="00631BF9">
        <w:rPr>
          <w:rFonts w:ascii="Arial" w:hAnsi="Arial" w:cs="Arial"/>
          <w:lang w:val="en-US"/>
        </w:rPr>
        <w:t>earch</w:t>
      </w:r>
    </w:p>
    <w:p w14:paraId="75AF3B7A" w14:textId="193267F2" w:rsidR="006C05E5" w:rsidRPr="00631BF9" w:rsidRDefault="007E12C8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794602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P</w:t>
      </w:r>
      <w:r w:rsidR="006D5076" w:rsidRPr="00631BF9">
        <w:rPr>
          <w:rFonts w:ascii="Arial" w:hAnsi="Arial" w:cs="Arial"/>
          <w:lang w:val="en-US"/>
        </w:rPr>
        <w:t>ublication</w:t>
      </w:r>
    </w:p>
    <w:p w14:paraId="3B244D24" w14:textId="782827C5" w:rsidR="006D5076" w:rsidRPr="00631BF9" w:rsidRDefault="007E12C8" w:rsidP="006C05E5">
      <w:pPr>
        <w:keepNext/>
        <w:keepLines/>
        <w:spacing w:after="0"/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1733232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hAnsi="Arial" w:cs="Arial"/>
          <w:lang w:val="en-US"/>
        </w:rPr>
        <w:t xml:space="preserve"> D</w:t>
      </w:r>
      <w:r w:rsidR="006D5076" w:rsidRPr="00631BF9">
        <w:rPr>
          <w:rFonts w:ascii="Arial" w:hAnsi="Arial" w:cs="Arial"/>
          <w:lang w:val="en-US"/>
        </w:rPr>
        <w:t>ata exchange</w:t>
      </w:r>
    </w:p>
    <w:p w14:paraId="7AB034FE" w14:textId="7283AF7C" w:rsidR="006D5076" w:rsidRPr="00CE449A" w:rsidRDefault="007E12C8" w:rsidP="00971218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hAnsi="Arial" w:cs="Arial"/>
            <w:lang w:val="en-US"/>
          </w:rPr>
          <w:id w:val="-1969969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hAnsi="Arial" w:cs="Arial"/>
          <w:lang w:val="en-US"/>
        </w:rPr>
        <w:t xml:space="preserve"> </w:t>
      </w:r>
      <w:r w:rsidR="00AA64DA" w:rsidRPr="00631BF9">
        <w:rPr>
          <w:rFonts w:ascii="Arial" w:hAnsi="Arial" w:cs="Arial"/>
          <w:lang w:val="en-US"/>
        </w:rPr>
        <w:t>Other (</w:t>
      </w:r>
      <w:r w:rsidR="00C2105A" w:rsidRPr="00631BF9">
        <w:rPr>
          <w:rFonts w:ascii="Arial" w:hAnsi="Arial" w:cs="Arial"/>
          <w:lang w:val="en-US"/>
        </w:rPr>
        <w:t>please specify</w:t>
      </w:r>
      <w:r w:rsidR="00971218">
        <w:rPr>
          <w:rFonts w:ascii="Arial" w:hAnsi="Arial" w:cs="Arial"/>
          <w:lang w:val="en-US"/>
        </w:rPr>
        <w:t xml:space="preserve">: </w:t>
      </w:r>
      <w:r w:rsidR="00971218" w:rsidRPr="00CE449A">
        <w:rPr>
          <w:rFonts w:ascii="Arial" w:hAnsi="Arial" w:cs="Arial"/>
          <w:u w:val="single"/>
          <w:lang w:val="en-US"/>
        </w:rPr>
        <w:tab/>
      </w:r>
      <w:r w:rsidR="00971218" w:rsidRPr="00CE449A">
        <w:rPr>
          <w:rFonts w:ascii="Arial" w:hAnsi="Arial" w:cs="Arial"/>
          <w:u w:val="single"/>
          <w:lang w:val="en-US"/>
        </w:rPr>
        <w:tab/>
      </w:r>
      <w:r w:rsidR="00971218" w:rsidRPr="00CE449A">
        <w:rPr>
          <w:rFonts w:ascii="Arial" w:hAnsi="Arial" w:cs="Arial"/>
          <w:u w:val="single"/>
          <w:lang w:val="en-US"/>
        </w:rPr>
        <w:tab/>
      </w:r>
      <w:r w:rsidR="00AA64DA" w:rsidRPr="00631BF9">
        <w:rPr>
          <w:rFonts w:ascii="Arial" w:hAnsi="Arial" w:cs="Arial"/>
          <w:lang w:val="en-US"/>
        </w:rPr>
        <w:t>)</w:t>
      </w:r>
      <w:r w:rsidR="006D5076" w:rsidRPr="00631BF9">
        <w:rPr>
          <w:rFonts w:ascii="Arial" w:hAnsi="Arial" w:cs="Arial"/>
          <w:lang w:val="en-US"/>
        </w:rPr>
        <w:t xml:space="preserve"> </w:t>
      </w:r>
    </w:p>
    <w:p w14:paraId="54EDE916" w14:textId="77777777" w:rsidR="006D5076" w:rsidRPr="00631BF9" w:rsidRDefault="006D5076" w:rsidP="00B7254D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b) </w:t>
      </w:r>
      <w:r w:rsidR="00AA64DA" w:rsidRPr="00631BF9">
        <w:rPr>
          <w:rFonts w:ascii="Arial" w:hAnsi="Arial" w:cs="Arial"/>
          <w:lang w:val="en-US"/>
        </w:rPr>
        <w:t>Designs</w:t>
      </w:r>
      <w:r w:rsidRPr="00631BF9">
        <w:rPr>
          <w:rFonts w:ascii="Arial" w:hAnsi="Arial" w:cs="Arial"/>
          <w:lang w:val="en-US"/>
        </w:rPr>
        <w:t xml:space="preserve"> </w:t>
      </w:r>
    </w:p>
    <w:p w14:paraId="544BD000" w14:textId="173D1437" w:rsidR="006C05E5" w:rsidRPr="00631BF9" w:rsidRDefault="007E12C8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682104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31BF9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6D5076" w:rsidRPr="00631BF9">
        <w:rPr>
          <w:rFonts w:ascii="Arial" w:eastAsia="MS Gothic" w:hAnsi="Arial" w:cs="Arial"/>
          <w:lang w:val="en-US"/>
        </w:rPr>
        <w:t>iling of the application</w:t>
      </w:r>
    </w:p>
    <w:p w14:paraId="2EA89457" w14:textId="0FB0520F" w:rsidR="006C05E5" w:rsidRPr="00631BF9" w:rsidRDefault="007E12C8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14631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6D5076" w:rsidRPr="00631BF9">
        <w:rPr>
          <w:rFonts w:ascii="Arial" w:eastAsia="MS Gothic" w:hAnsi="Arial" w:cs="Arial"/>
          <w:lang w:val="en-US"/>
        </w:rPr>
        <w:t>xamination</w:t>
      </w:r>
    </w:p>
    <w:p w14:paraId="3DE3E846" w14:textId="586B407B" w:rsidR="006C05E5" w:rsidRPr="00631BF9" w:rsidRDefault="007E12C8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093199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631BF9">
        <w:rPr>
          <w:rFonts w:ascii="Arial" w:eastAsia="MS Gothic" w:hAnsi="Arial" w:cs="Arial"/>
          <w:lang w:val="en-US"/>
        </w:rPr>
        <w:t>torage</w:t>
      </w:r>
    </w:p>
    <w:p w14:paraId="42068F56" w14:textId="76BB4C8D" w:rsidR="006C05E5" w:rsidRPr="00631BF9" w:rsidRDefault="007E12C8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415290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631BF9">
        <w:rPr>
          <w:rFonts w:ascii="Arial" w:eastAsia="MS Gothic" w:hAnsi="Arial" w:cs="Arial"/>
          <w:lang w:val="en-US"/>
        </w:rPr>
        <w:t>earch</w:t>
      </w:r>
    </w:p>
    <w:p w14:paraId="2931C514" w14:textId="4A4C1098" w:rsidR="006C05E5" w:rsidRPr="00631BF9" w:rsidRDefault="007E12C8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195388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6D5076" w:rsidRPr="00631BF9">
        <w:rPr>
          <w:rFonts w:ascii="Arial" w:eastAsia="MS Gothic" w:hAnsi="Arial" w:cs="Arial"/>
          <w:lang w:val="en-US"/>
        </w:rPr>
        <w:t>ublication</w:t>
      </w:r>
    </w:p>
    <w:p w14:paraId="4613D1B9" w14:textId="227C2DBE" w:rsidR="006D5076" w:rsidRPr="00631BF9" w:rsidRDefault="007E12C8" w:rsidP="006C05E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898015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6D5076" w:rsidRPr="00631BF9">
        <w:rPr>
          <w:rFonts w:ascii="Arial" w:eastAsia="MS Gothic" w:hAnsi="Arial" w:cs="Arial"/>
          <w:lang w:val="en-US"/>
        </w:rPr>
        <w:t xml:space="preserve">ata exchange </w:t>
      </w:r>
    </w:p>
    <w:p w14:paraId="01619328" w14:textId="696C8F8A" w:rsidR="006D5076" w:rsidRPr="00CE449A" w:rsidRDefault="007E12C8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284414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AA64DA" w:rsidRPr="00631BF9">
        <w:rPr>
          <w:rFonts w:ascii="Arial" w:eastAsia="MS Gothic" w:hAnsi="Arial" w:cs="Arial"/>
          <w:lang w:val="en-US"/>
        </w:rPr>
        <w:t>Other (</w:t>
      </w:r>
      <w:r w:rsidR="00C2105A" w:rsidRPr="00631BF9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AA64DA" w:rsidRPr="00631BF9">
        <w:rPr>
          <w:rFonts w:ascii="Arial" w:eastAsia="MS Gothic" w:hAnsi="Arial" w:cs="Arial"/>
          <w:lang w:val="en-US"/>
        </w:rPr>
        <w:t>)</w:t>
      </w:r>
    </w:p>
    <w:p w14:paraId="17571D0E" w14:textId="2226CEAC" w:rsidR="006D5076" w:rsidRPr="00631BF9" w:rsidRDefault="006D5076" w:rsidP="006D5076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c) </w:t>
      </w:r>
      <w:r w:rsidR="00AA64DA" w:rsidRPr="00631BF9">
        <w:rPr>
          <w:rFonts w:ascii="Arial" w:hAnsi="Arial" w:cs="Arial"/>
          <w:lang w:val="en-US"/>
        </w:rPr>
        <w:t>Inventions</w:t>
      </w:r>
    </w:p>
    <w:p w14:paraId="3E115471" w14:textId="483B94F5" w:rsidR="00631BF9" w:rsidRPr="00631BF9" w:rsidRDefault="007E12C8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614717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F</w:t>
      </w:r>
      <w:r w:rsidR="006D5076" w:rsidRPr="00631BF9">
        <w:rPr>
          <w:rFonts w:ascii="Arial" w:eastAsia="MS Gothic" w:hAnsi="Arial" w:cs="Arial"/>
          <w:lang w:val="en-US"/>
        </w:rPr>
        <w:t>iling of the application</w:t>
      </w:r>
    </w:p>
    <w:p w14:paraId="134CB8A2" w14:textId="0A441561" w:rsidR="00631BF9" w:rsidRPr="00631BF9" w:rsidRDefault="007E12C8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2063898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6D5076" w:rsidRPr="00631BF9">
        <w:rPr>
          <w:rFonts w:ascii="Arial" w:eastAsia="MS Gothic" w:hAnsi="Arial" w:cs="Arial"/>
          <w:lang w:val="en-US"/>
        </w:rPr>
        <w:t>xamination</w:t>
      </w:r>
    </w:p>
    <w:p w14:paraId="6F12F978" w14:textId="115B6667" w:rsidR="00631BF9" w:rsidRPr="00631BF9" w:rsidRDefault="007E12C8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681278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631BF9">
        <w:rPr>
          <w:rFonts w:ascii="Arial" w:eastAsia="MS Gothic" w:hAnsi="Arial" w:cs="Arial"/>
          <w:lang w:val="en-US"/>
        </w:rPr>
        <w:t>torage</w:t>
      </w:r>
    </w:p>
    <w:p w14:paraId="2C26A70F" w14:textId="55864DEF" w:rsidR="00631BF9" w:rsidRPr="00631BF9" w:rsidRDefault="007E12C8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168553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631BF9">
        <w:rPr>
          <w:rFonts w:ascii="Arial" w:eastAsia="MS Gothic" w:hAnsi="Arial" w:cs="Arial"/>
          <w:lang w:val="en-US"/>
        </w:rPr>
        <w:t>earch</w:t>
      </w:r>
    </w:p>
    <w:p w14:paraId="752B5363" w14:textId="2135584B" w:rsidR="00631BF9" w:rsidRPr="00631BF9" w:rsidRDefault="007E12C8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605163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6D5076" w:rsidRPr="00631BF9">
        <w:rPr>
          <w:rFonts w:ascii="Arial" w:eastAsia="MS Gothic" w:hAnsi="Arial" w:cs="Arial"/>
          <w:lang w:val="en-US"/>
        </w:rPr>
        <w:t>ublication</w:t>
      </w:r>
    </w:p>
    <w:p w14:paraId="04026C6C" w14:textId="2CDC1A9E" w:rsidR="006D5076" w:rsidRPr="00631BF9" w:rsidRDefault="007E12C8" w:rsidP="00631BF9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855729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6D5076" w:rsidRPr="00631BF9">
        <w:rPr>
          <w:rFonts w:ascii="Arial" w:eastAsia="MS Gothic" w:hAnsi="Arial" w:cs="Arial"/>
          <w:lang w:val="en-US"/>
        </w:rPr>
        <w:t xml:space="preserve">ata exchange </w:t>
      </w:r>
    </w:p>
    <w:p w14:paraId="6C060B0A" w14:textId="046F535E" w:rsidR="006D5076" w:rsidRPr="00CE449A" w:rsidRDefault="007E12C8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631206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631BF9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631BF9">
        <w:rPr>
          <w:rFonts w:ascii="Arial" w:eastAsia="MS Gothic" w:hAnsi="Arial" w:cs="Arial"/>
          <w:lang w:val="en-US"/>
        </w:rPr>
        <w:t xml:space="preserve"> </w:t>
      </w:r>
      <w:r w:rsidR="00AA64DA" w:rsidRPr="00631BF9">
        <w:rPr>
          <w:rFonts w:ascii="Arial" w:eastAsia="MS Gothic" w:hAnsi="Arial" w:cs="Arial"/>
          <w:lang w:val="en-US"/>
        </w:rPr>
        <w:t>Other (</w:t>
      </w:r>
      <w:r w:rsidR="00C2105A" w:rsidRPr="00631BF9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AA64DA" w:rsidRPr="00631BF9">
        <w:rPr>
          <w:rFonts w:ascii="Arial" w:eastAsia="MS Gothic" w:hAnsi="Arial" w:cs="Arial"/>
          <w:lang w:val="en-US"/>
        </w:rPr>
        <w:t>)</w:t>
      </w:r>
    </w:p>
    <w:p w14:paraId="3EE26FBD" w14:textId="77777777" w:rsidR="006D5076" w:rsidRPr="00631BF9" w:rsidRDefault="006D5076" w:rsidP="00404621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lastRenderedPageBreak/>
        <w:t xml:space="preserve">e) </w:t>
      </w:r>
      <w:r w:rsidR="00AA64DA" w:rsidRPr="00631BF9">
        <w:rPr>
          <w:rFonts w:ascii="Arial" w:hAnsi="Arial" w:cs="Arial"/>
          <w:lang w:val="en-US"/>
        </w:rPr>
        <w:t>Utility</w:t>
      </w:r>
      <w:r w:rsidRPr="00631BF9">
        <w:rPr>
          <w:rFonts w:ascii="Arial" w:hAnsi="Arial" w:cs="Arial"/>
          <w:lang w:val="en-US"/>
        </w:rPr>
        <w:t xml:space="preserve"> models</w:t>
      </w:r>
    </w:p>
    <w:p w14:paraId="6C29E497" w14:textId="33B0600C" w:rsidR="00D6788E" w:rsidRPr="00D6788E" w:rsidRDefault="007E12C8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6849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6788E" w:rsidRPr="00D6788E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6D5076" w:rsidRPr="00D6788E">
        <w:rPr>
          <w:rFonts w:ascii="Arial" w:eastAsia="MS Gothic" w:hAnsi="Arial" w:cs="Arial"/>
          <w:lang w:val="en-US"/>
        </w:rPr>
        <w:t>il</w:t>
      </w:r>
      <w:r w:rsidR="00310F8E" w:rsidRPr="00D6788E">
        <w:rPr>
          <w:rFonts w:ascii="Arial" w:eastAsia="MS Gothic" w:hAnsi="Arial" w:cs="Arial"/>
          <w:lang w:val="en-US"/>
        </w:rPr>
        <w:t>l</w:t>
      </w:r>
      <w:r w:rsidR="006D5076" w:rsidRPr="00D6788E">
        <w:rPr>
          <w:rFonts w:ascii="Arial" w:eastAsia="MS Gothic" w:hAnsi="Arial" w:cs="Arial"/>
          <w:lang w:val="en-US"/>
        </w:rPr>
        <w:t>ing of the application</w:t>
      </w:r>
    </w:p>
    <w:p w14:paraId="3663BAAE" w14:textId="20FAD32C" w:rsidR="00D6788E" w:rsidRPr="00D6788E" w:rsidRDefault="007E12C8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948184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6D5076" w:rsidRPr="00D6788E">
        <w:rPr>
          <w:rFonts w:ascii="Arial" w:eastAsia="MS Gothic" w:hAnsi="Arial" w:cs="Arial"/>
          <w:lang w:val="en-US"/>
        </w:rPr>
        <w:t>xamination</w:t>
      </w:r>
    </w:p>
    <w:p w14:paraId="277309B6" w14:textId="498BBF00" w:rsidR="00D6788E" w:rsidRPr="00D6788E" w:rsidRDefault="007E12C8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392074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D6788E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D6788E">
        <w:rPr>
          <w:rFonts w:ascii="Arial" w:eastAsia="MS Gothic" w:hAnsi="Arial" w:cs="Arial"/>
          <w:lang w:val="en-US"/>
        </w:rPr>
        <w:t>torage</w:t>
      </w:r>
    </w:p>
    <w:p w14:paraId="4083D328" w14:textId="5FFA7296" w:rsidR="00D6788E" w:rsidRPr="00D6788E" w:rsidRDefault="007E12C8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774091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D6788E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D6788E">
        <w:rPr>
          <w:rFonts w:ascii="Arial" w:eastAsia="MS Gothic" w:hAnsi="Arial" w:cs="Arial"/>
          <w:lang w:val="en-US"/>
        </w:rPr>
        <w:t>earch</w:t>
      </w:r>
    </w:p>
    <w:p w14:paraId="3B0D7E54" w14:textId="1889BD91" w:rsidR="00D6788E" w:rsidRPr="00D6788E" w:rsidRDefault="007E12C8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704858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6D5076" w:rsidRPr="00D6788E">
        <w:rPr>
          <w:rFonts w:ascii="Arial" w:eastAsia="MS Gothic" w:hAnsi="Arial" w:cs="Arial"/>
          <w:lang w:val="en-US"/>
        </w:rPr>
        <w:t>ublication</w:t>
      </w:r>
    </w:p>
    <w:p w14:paraId="0FE57384" w14:textId="77E8AE11" w:rsidR="006D5076" w:rsidRPr="00D6788E" w:rsidRDefault="007E12C8" w:rsidP="0040462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696885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6D5076" w:rsidRPr="00D6788E">
        <w:rPr>
          <w:rFonts w:ascii="Arial" w:eastAsia="MS Gothic" w:hAnsi="Arial" w:cs="Arial"/>
          <w:lang w:val="en-US"/>
        </w:rPr>
        <w:t xml:space="preserve">ata exchange </w:t>
      </w:r>
    </w:p>
    <w:p w14:paraId="708D37DD" w14:textId="6EAEE364" w:rsidR="006D5076" w:rsidRPr="00CE449A" w:rsidRDefault="007E12C8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56327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D6788E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D6788E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O</w:t>
      </w:r>
      <w:r w:rsidR="00AA64DA" w:rsidRPr="00D6788E">
        <w:rPr>
          <w:rFonts w:ascii="Arial" w:eastAsia="MS Gothic" w:hAnsi="Arial" w:cs="Arial"/>
          <w:lang w:val="en-US"/>
        </w:rPr>
        <w:t>ther (</w:t>
      </w:r>
      <w:r w:rsidR="00C2105A" w:rsidRPr="00D6788E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AA64DA" w:rsidRPr="00D6788E">
        <w:rPr>
          <w:rFonts w:ascii="Arial" w:eastAsia="MS Gothic" w:hAnsi="Arial" w:cs="Arial"/>
          <w:lang w:val="en-US"/>
        </w:rPr>
        <w:t>)</w:t>
      </w:r>
      <w:r w:rsidR="006D5076" w:rsidRPr="00D6788E">
        <w:rPr>
          <w:rFonts w:ascii="Arial" w:eastAsia="MS Gothic" w:hAnsi="Arial" w:cs="Arial"/>
          <w:lang w:val="en-US"/>
        </w:rPr>
        <w:t xml:space="preserve"> </w:t>
      </w:r>
    </w:p>
    <w:p w14:paraId="74A4F9DD" w14:textId="77777777" w:rsidR="006D5076" w:rsidRPr="00631BF9" w:rsidRDefault="006D5076" w:rsidP="002407E1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f) </w:t>
      </w:r>
      <w:r w:rsidR="00AA64DA" w:rsidRPr="00631BF9">
        <w:rPr>
          <w:rFonts w:ascii="Arial" w:hAnsi="Arial" w:cs="Arial"/>
          <w:lang w:val="en-US"/>
        </w:rPr>
        <w:t>I</w:t>
      </w:r>
      <w:r w:rsidRPr="00631BF9">
        <w:rPr>
          <w:rFonts w:ascii="Arial" w:hAnsi="Arial" w:cs="Arial"/>
          <w:lang w:val="en-US"/>
        </w:rPr>
        <w:t>ntegrated circuit topology</w:t>
      </w:r>
    </w:p>
    <w:p w14:paraId="6903C922" w14:textId="18D665C4" w:rsidR="00814BA0" w:rsidRPr="00814BA0" w:rsidRDefault="007E12C8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96656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814BA0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6D5076" w:rsidRPr="00814BA0">
        <w:rPr>
          <w:rFonts w:ascii="Arial" w:eastAsia="MS Gothic" w:hAnsi="Arial" w:cs="Arial"/>
          <w:lang w:val="en-US"/>
        </w:rPr>
        <w:t>i</w:t>
      </w:r>
      <w:r w:rsidR="00310F8E" w:rsidRPr="00814BA0">
        <w:rPr>
          <w:rFonts w:ascii="Arial" w:eastAsia="MS Gothic" w:hAnsi="Arial" w:cs="Arial"/>
          <w:lang w:val="en-US"/>
        </w:rPr>
        <w:t>l</w:t>
      </w:r>
      <w:r w:rsidR="006D5076" w:rsidRPr="00814BA0">
        <w:rPr>
          <w:rFonts w:ascii="Arial" w:eastAsia="MS Gothic" w:hAnsi="Arial" w:cs="Arial"/>
          <w:lang w:val="en-US"/>
        </w:rPr>
        <w:t>ing of the application</w:t>
      </w:r>
    </w:p>
    <w:p w14:paraId="619DA9FD" w14:textId="58EDD8C7" w:rsidR="00814BA0" w:rsidRPr="00814BA0" w:rsidRDefault="007E12C8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716308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6D5076" w:rsidRPr="00814BA0">
        <w:rPr>
          <w:rFonts w:ascii="Arial" w:eastAsia="MS Gothic" w:hAnsi="Arial" w:cs="Arial"/>
          <w:lang w:val="en-US"/>
        </w:rPr>
        <w:t>xamination</w:t>
      </w:r>
    </w:p>
    <w:p w14:paraId="7E190E25" w14:textId="0CD467C6" w:rsidR="00814BA0" w:rsidRPr="00814BA0" w:rsidRDefault="007E12C8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85570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814BA0">
        <w:rPr>
          <w:rFonts w:ascii="Arial" w:eastAsia="MS Gothic" w:hAnsi="Arial" w:cs="Arial"/>
          <w:lang w:val="en-US"/>
        </w:rPr>
        <w:t>torage</w:t>
      </w:r>
    </w:p>
    <w:p w14:paraId="2584E692" w14:textId="371BCDF4" w:rsidR="00814BA0" w:rsidRPr="00814BA0" w:rsidRDefault="007E12C8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2050833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4BA0" w:rsidRPr="00814BA0">
            <w:rPr>
              <w:rFonts w:ascii="Arial" w:eastAsia="MS Gothic" w:hAnsi="Arial" w:cs="Arial" w:hint="eastAsia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814BA0">
        <w:rPr>
          <w:rFonts w:ascii="Arial" w:eastAsia="MS Gothic" w:hAnsi="Arial" w:cs="Arial"/>
          <w:lang w:val="en-US"/>
        </w:rPr>
        <w:t>earch</w:t>
      </w:r>
    </w:p>
    <w:p w14:paraId="305C4EFD" w14:textId="537BE4FE" w:rsidR="00814BA0" w:rsidRPr="00814BA0" w:rsidRDefault="007E12C8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945347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6D5076" w:rsidRPr="00814BA0">
        <w:rPr>
          <w:rFonts w:ascii="Arial" w:eastAsia="MS Gothic" w:hAnsi="Arial" w:cs="Arial"/>
          <w:lang w:val="en-US"/>
        </w:rPr>
        <w:t>ublication</w:t>
      </w:r>
    </w:p>
    <w:p w14:paraId="781298BB" w14:textId="4082138D" w:rsidR="006D5076" w:rsidRPr="00814BA0" w:rsidRDefault="007E12C8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666363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6D5076" w:rsidRPr="00814BA0">
        <w:rPr>
          <w:rFonts w:ascii="Arial" w:eastAsia="MS Gothic" w:hAnsi="Arial" w:cs="Arial"/>
          <w:lang w:val="en-US"/>
        </w:rPr>
        <w:t xml:space="preserve">ata exchange </w:t>
      </w:r>
    </w:p>
    <w:p w14:paraId="7C7A2B1A" w14:textId="6CC5D31F" w:rsidR="006D5076" w:rsidRPr="00CE449A" w:rsidRDefault="007E12C8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005429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AA64DA" w:rsidRPr="00814BA0">
        <w:rPr>
          <w:rFonts w:ascii="Arial" w:eastAsia="MS Gothic" w:hAnsi="Arial" w:cs="Arial"/>
          <w:lang w:val="en-US"/>
        </w:rPr>
        <w:t>Other (</w:t>
      </w:r>
      <w:r w:rsidR="00C2105A" w:rsidRPr="00814BA0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AA64DA" w:rsidRPr="00814BA0">
        <w:rPr>
          <w:rFonts w:ascii="Arial" w:eastAsia="MS Gothic" w:hAnsi="Arial" w:cs="Arial"/>
          <w:lang w:val="en-US"/>
        </w:rPr>
        <w:t>)</w:t>
      </w:r>
    </w:p>
    <w:p w14:paraId="75D4774F" w14:textId="01F8EE47" w:rsidR="006D5076" w:rsidRPr="00CE449A" w:rsidRDefault="006D5076" w:rsidP="002407E1">
      <w:pPr>
        <w:tabs>
          <w:tab w:val="left" w:pos="8100"/>
        </w:tabs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e) </w:t>
      </w:r>
      <w:r w:rsidR="00AA64DA" w:rsidRPr="00631BF9">
        <w:rPr>
          <w:rFonts w:ascii="Arial" w:hAnsi="Arial" w:cs="Arial"/>
          <w:lang w:val="en-US"/>
        </w:rPr>
        <w:t>Other (</w:t>
      </w:r>
      <w:r w:rsidR="00C2105A" w:rsidRPr="00631BF9">
        <w:rPr>
          <w:rFonts w:ascii="Arial" w:hAnsi="Arial" w:cs="Arial"/>
          <w:lang w:val="en-US"/>
        </w:rPr>
        <w:t>please specify</w:t>
      </w:r>
      <w:r w:rsidR="002407E1">
        <w:rPr>
          <w:rFonts w:ascii="Arial" w:hAnsi="Arial" w:cs="Arial"/>
          <w:lang w:val="en-US"/>
        </w:rPr>
        <w:t xml:space="preserve">: </w:t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AA64DA" w:rsidRPr="00631BF9">
        <w:rPr>
          <w:rFonts w:ascii="Arial" w:hAnsi="Arial" w:cs="Arial"/>
          <w:lang w:val="en-US"/>
        </w:rPr>
        <w:t>)</w:t>
      </w:r>
    </w:p>
    <w:p w14:paraId="42046ECC" w14:textId="39A187DE" w:rsidR="00814BA0" w:rsidRPr="00814BA0" w:rsidRDefault="007E12C8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975801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814BA0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6D5076" w:rsidRPr="00814BA0">
        <w:rPr>
          <w:rFonts w:ascii="Arial" w:eastAsia="MS Gothic" w:hAnsi="Arial" w:cs="Arial"/>
          <w:lang w:val="en-US"/>
        </w:rPr>
        <w:t>iling of the application</w:t>
      </w:r>
    </w:p>
    <w:p w14:paraId="18C2F65E" w14:textId="616C2214" w:rsidR="00814BA0" w:rsidRPr="00814BA0" w:rsidRDefault="007E12C8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1246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6D5076" w:rsidRPr="00814BA0">
        <w:rPr>
          <w:rFonts w:ascii="Arial" w:eastAsia="MS Gothic" w:hAnsi="Arial" w:cs="Arial"/>
          <w:lang w:val="en-US"/>
        </w:rPr>
        <w:t>xamination</w:t>
      </w:r>
    </w:p>
    <w:p w14:paraId="2E88DE77" w14:textId="57C95226" w:rsidR="00814BA0" w:rsidRPr="00814BA0" w:rsidRDefault="007E12C8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747343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814BA0">
        <w:rPr>
          <w:rFonts w:ascii="Arial" w:eastAsia="MS Gothic" w:hAnsi="Arial" w:cs="Arial"/>
          <w:lang w:val="en-US"/>
        </w:rPr>
        <w:t>torage</w:t>
      </w:r>
    </w:p>
    <w:p w14:paraId="1AA55A35" w14:textId="1767C82C" w:rsidR="00814BA0" w:rsidRPr="00814BA0" w:rsidRDefault="007E12C8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219562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6D5076" w:rsidRPr="00814BA0">
        <w:rPr>
          <w:rFonts w:ascii="Arial" w:eastAsia="MS Gothic" w:hAnsi="Arial" w:cs="Arial"/>
          <w:lang w:val="en-US"/>
        </w:rPr>
        <w:t>earch</w:t>
      </w:r>
    </w:p>
    <w:p w14:paraId="7FD7D7E4" w14:textId="076EFE54" w:rsidR="00814BA0" w:rsidRPr="00814BA0" w:rsidRDefault="007E12C8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587802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6D5076" w:rsidRPr="00814BA0">
        <w:rPr>
          <w:rFonts w:ascii="Arial" w:eastAsia="MS Gothic" w:hAnsi="Arial" w:cs="Arial"/>
          <w:lang w:val="en-US"/>
        </w:rPr>
        <w:t>ublication</w:t>
      </w:r>
    </w:p>
    <w:p w14:paraId="72F1FD12" w14:textId="7B802F5D" w:rsidR="006D5076" w:rsidRPr="00814BA0" w:rsidRDefault="007E12C8" w:rsidP="00814BA0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596831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6D5076" w:rsidRPr="00814BA0">
        <w:rPr>
          <w:rFonts w:ascii="Arial" w:eastAsia="MS Gothic" w:hAnsi="Arial" w:cs="Arial"/>
          <w:lang w:val="en-US"/>
        </w:rPr>
        <w:t xml:space="preserve">ata exchange </w:t>
      </w:r>
    </w:p>
    <w:p w14:paraId="4886809E" w14:textId="59447022" w:rsidR="006D5076" w:rsidRPr="00CE449A" w:rsidRDefault="007E12C8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624345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5076" w:rsidRPr="00814BA0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D5076" w:rsidRPr="00814BA0">
        <w:rPr>
          <w:rFonts w:ascii="Arial" w:eastAsia="MS Gothic" w:hAnsi="Arial" w:cs="Arial"/>
          <w:lang w:val="en-US"/>
        </w:rPr>
        <w:t xml:space="preserve"> </w:t>
      </w:r>
      <w:r w:rsidR="00AA64DA" w:rsidRPr="00814BA0">
        <w:rPr>
          <w:rFonts w:ascii="Arial" w:eastAsia="MS Gothic" w:hAnsi="Arial" w:cs="Arial"/>
          <w:lang w:val="en-US"/>
        </w:rPr>
        <w:t>Other (</w:t>
      </w:r>
      <w:r w:rsidR="00C2105A" w:rsidRPr="00814BA0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AA64DA" w:rsidRPr="00814BA0">
        <w:rPr>
          <w:rFonts w:ascii="Arial" w:eastAsia="MS Gothic" w:hAnsi="Arial" w:cs="Arial"/>
          <w:lang w:val="en-US"/>
        </w:rPr>
        <w:t>)</w:t>
      </w:r>
    </w:p>
    <w:p w14:paraId="3C8A337F" w14:textId="502AEAA4" w:rsidR="00DA78A1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1.</w:t>
      </w:r>
      <w:r w:rsidR="00DA78A1" w:rsidRPr="00631BF9">
        <w:rPr>
          <w:i w:val="0"/>
          <w:szCs w:val="22"/>
        </w:rPr>
        <w:t>4</w:t>
      </w:r>
      <w:r>
        <w:rPr>
          <w:i w:val="0"/>
          <w:szCs w:val="22"/>
        </w:rPr>
        <w:t>.</w:t>
      </w:r>
      <w:r w:rsidR="00DA78A1" w:rsidRPr="00631BF9">
        <w:rPr>
          <w:i w:val="0"/>
          <w:szCs w:val="22"/>
        </w:rPr>
        <w:t xml:space="preserve"> Does your Office carry out any image transformations? If so, for which objects and on which stages?</w:t>
      </w:r>
    </w:p>
    <w:p w14:paraId="10B5E6D6" w14:textId="77777777" w:rsidR="00DA78A1" w:rsidRPr="00631BF9" w:rsidRDefault="00DA78A1" w:rsidP="00DA78A1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a) Trademarks </w:t>
      </w:r>
    </w:p>
    <w:p w14:paraId="5B9AB154" w14:textId="7CBCF375" w:rsidR="00AC6A33" w:rsidRPr="00AC6A33" w:rsidRDefault="007E12C8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43241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AC6A33" w:rsidRPr="00AC6A33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DA78A1" w:rsidRPr="00AC6A33">
        <w:rPr>
          <w:rFonts w:ascii="Arial" w:eastAsia="MS Gothic" w:hAnsi="Arial" w:cs="Arial"/>
          <w:lang w:val="en-US"/>
        </w:rPr>
        <w:t>iling of the application</w:t>
      </w:r>
    </w:p>
    <w:p w14:paraId="34274313" w14:textId="555A6F57" w:rsidR="00AC6A33" w:rsidRPr="00AC6A33" w:rsidRDefault="007E12C8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53827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AC6A33">
        <w:rPr>
          <w:rFonts w:ascii="Arial" w:eastAsia="MS Gothic" w:hAnsi="Arial" w:cs="Arial"/>
          <w:lang w:val="en-US"/>
        </w:rPr>
        <w:t>xamination</w:t>
      </w:r>
    </w:p>
    <w:p w14:paraId="455DA1C3" w14:textId="70B5C065" w:rsidR="00AC6A33" w:rsidRPr="00AC6A33" w:rsidRDefault="007E12C8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863794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AC6A33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AC6A33">
        <w:rPr>
          <w:rFonts w:ascii="Arial" w:eastAsia="MS Gothic" w:hAnsi="Arial" w:cs="Arial"/>
          <w:lang w:val="en-US"/>
        </w:rPr>
        <w:t>torage</w:t>
      </w:r>
    </w:p>
    <w:p w14:paraId="19152902" w14:textId="467744A4" w:rsidR="00AC6A33" w:rsidRPr="00AC6A33" w:rsidRDefault="007E12C8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74595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AC6A33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AC6A33">
        <w:rPr>
          <w:rFonts w:ascii="Arial" w:eastAsia="MS Gothic" w:hAnsi="Arial" w:cs="Arial"/>
          <w:lang w:val="en-US"/>
        </w:rPr>
        <w:t>earch</w:t>
      </w:r>
    </w:p>
    <w:p w14:paraId="75A5F8AF" w14:textId="67CBF303" w:rsidR="00AC6A33" w:rsidRPr="00AC6A33" w:rsidRDefault="007E12C8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822614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AC6A33">
        <w:rPr>
          <w:rFonts w:ascii="Arial" w:eastAsia="MS Gothic" w:hAnsi="Arial" w:cs="Arial"/>
          <w:lang w:val="en-US"/>
        </w:rPr>
        <w:t>ublication</w:t>
      </w:r>
    </w:p>
    <w:p w14:paraId="2D655B03" w14:textId="4574D30E" w:rsidR="00DA78A1" w:rsidRPr="00AC6A33" w:rsidRDefault="007E12C8" w:rsidP="00AC6A33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68679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AC6A33">
        <w:rPr>
          <w:rFonts w:ascii="Arial" w:eastAsia="MS Gothic" w:hAnsi="Arial" w:cs="Arial"/>
          <w:lang w:val="en-US"/>
        </w:rPr>
        <w:t xml:space="preserve">ata exchange </w:t>
      </w:r>
    </w:p>
    <w:p w14:paraId="24614F91" w14:textId="0E275290" w:rsidR="00DA78A1" w:rsidRPr="00CE449A" w:rsidRDefault="007E12C8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920899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AC6A33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AC6A33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>:</w:t>
      </w:r>
      <w:r w:rsidR="002407E1" w:rsidRPr="00CE449A">
        <w:rPr>
          <w:rFonts w:ascii="Arial" w:hAnsi="Arial" w:cs="Arial"/>
          <w:u w:val="single"/>
          <w:lang w:val="en-US"/>
        </w:rPr>
        <w:t xml:space="preserve"> </w:t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DA78A1" w:rsidRPr="00AC6A33">
        <w:rPr>
          <w:rFonts w:ascii="Arial" w:eastAsia="MS Gothic" w:hAnsi="Arial" w:cs="Arial"/>
          <w:lang w:val="en-US"/>
        </w:rPr>
        <w:t>)</w:t>
      </w:r>
    </w:p>
    <w:p w14:paraId="44364079" w14:textId="77777777" w:rsidR="00DA78A1" w:rsidRPr="00631BF9" w:rsidRDefault="00DA78A1" w:rsidP="00400163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b) Designs </w:t>
      </w:r>
    </w:p>
    <w:p w14:paraId="3BF9BA95" w14:textId="1314FB93" w:rsidR="00B4337A" w:rsidRPr="00B4337A" w:rsidRDefault="007E12C8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147823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337A">
            <w:rPr>
              <w:rFonts w:ascii="MS Gothic" w:eastAsia="MS Gothic" w:hAnsi="MS Gothic" w:cs="Arial" w:hint="eastAsia"/>
              <w:lang w:val="en-US"/>
            </w:rPr>
            <w:t>☐</w:t>
          </w:r>
        </w:sdtContent>
      </w:sdt>
      <w:r w:rsid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Fi</w:t>
      </w:r>
      <w:r w:rsidR="00DA78A1" w:rsidRPr="00B4337A">
        <w:rPr>
          <w:rFonts w:ascii="Arial" w:eastAsia="MS Gothic" w:hAnsi="Arial" w:cs="Arial"/>
          <w:lang w:val="en-US"/>
        </w:rPr>
        <w:t>ling of the application</w:t>
      </w:r>
    </w:p>
    <w:p w14:paraId="681B40A6" w14:textId="787948E9" w:rsidR="00B4337A" w:rsidRPr="00B4337A" w:rsidRDefault="007E12C8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11887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B4337A">
        <w:rPr>
          <w:rFonts w:ascii="Arial" w:eastAsia="MS Gothic" w:hAnsi="Arial" w:cs="Arial"/>
          <w:lang w:val="en-US"/>
        </w:rPr>
        <w:t>xamination</w:t>
      </w:r>
    </w:p>
    <w:p w14:paraId="78B865A3" w14:textId="01FF878B" w:rsidR="00B4337A" w:rsidRPr="00B4337A" w:rsidRDefault="007E12C8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481899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B4337A">
        <w:rPr>
          <w:rFonts w:ascii="Arial" w:eastAsia="MS Gothic" w:hAnsi="Arial" w:cs="Arial"/>
          <w:lang w:val="en-US"/>
        </w:rPr>
        <w:t>torage</w:t>
      </w:r>
    </w:p>
    <w:p w14:paraId="5AE90A9E" w14:textId="78EA2065" w:rsidR="00B4337A" w:rsidRPr="00B4337A" w:rsidRDefault="007E12C8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18223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B4337A">
        <w:rPr>
          <w:rFonts w:ascii="Arial" w:eastAsia="MS Gothic" w:hAnsi="Arial" w:cs="Arial"/>
          <w:lang w:val="en-US"/>
        </w:rPr>
        <w:t>earch</w:t>
      </w:r>
    </w:p>
    <w:p w14:paraId="4AB0CD70" w14:textId="6AE5D23A" w:rsidR="00B4337A" w:rsidRPr="00B4337A" w:rsidRDefault="007E12C8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386140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B4337A">
        <w:rPr>
          <w:rFonts w:ascii="Arial" w:eastAsia="MS Gothic" w:hAnsi="Arial" w:cs="Arial"/>
          <w:lang w:val="en-US"/>
        </w:rPr>
        <w:t>ublication</w:t>
      </w:r>
    </w:p>
    <w:p w14:paraId="705430C7" w14:textId="202BC643" w:rsidR="00DA78A1" w:rsidRPr="00B4337A" w:rsidRDefault="007E12C8" w:rsidP="00B4337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1475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B4337A">
        <w:rPr>
          <w:rFonts w:ascii="Arial" w:eastAsia="MS Gothic" w:hAnsi="Arial" w:cs="Arial"/>
          <w:lang w:val="en-US"/>
        </w:rPr>
        <w:t xml:space="preserve">ata exchange </w:t>
      </w:r>
    </w:p>
    <w:p w14:paraId="68E045CA" w14:textId="7AC9ECF9" w:rsidR="00DA78A1" w:rsidRPr="00CE449A" w:rsidRDefault="007E12C8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418410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DA78A1" w:rsidRPr="00B4337A">
        <w:rPr>
          <w:rFonts w:ascii="Arial" w:eastAsia="MS Gothic" w:hAnsi="Arial" w:cs="Arial"/>
          <w:lang w:val="en-US"/>
        </w:rPr>
        <w:t>)</w:t>
      </w:r>
    </w:p>
    <w:p w14:paraId="7EE24E31" w14:textId="27670EC8" w:rsidR="00DA78A1" w:rsidRPr="00631BF9" w:rsidRDefault="00DA78A1" w:rsidP="002407E1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c) Inventions </w:t>
      </w:r>
    </w:p>
    <w:p w14:paraId="04C05450" w14:textId="050EC241" w:rsidR="00B4337A" w:rsidRPr="00B4337A" w:rsidRDefault="007E12C8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94937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B4337A" w:rsidRP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DA78A1" w:rsidRPr="00B4337A">
        <w:rPr>
          <w:rFonts w:ascii="Arial" w:eastAsia="MS Gothic" w:hAnsi="Arial" w:cs="Arial"/>
          <w:lang w:val="en-US"/>
        </w:rPr>
        <w:t>iling of the application</w:t>
      </w:r>
    </w:p>
    <w:p w14:paraId="29789B6F" w14:textId="0DDC20B4" w:rsidR="00B4337A" w:rsidRPr="00B4337A" w:rsidRDefault="007E12C8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93171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B4337A">
        <w:rPr>
          <w:rFonts w:ascii="Arial" w:eastAsia="MS Gothic" w:hAnsi="Arial" w:cs="Arial"/>
          <w:lang w:val="en-US"/>
        </w:rPr>
        <w:t>xamination</w:t>
      </w:r>
    </w:p>
    <w:p w14:paraId="07CE0E58" w14:textId="627195CE" w:rsidR="00B4337A" w:rsidRPr="00B4337A" w:rsidRDefault="007E12C8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78187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B4337A">
        <w:rPr>
          <w:rFonts w:ascii="Arial" w:eastAsia="MS Gothic" w:hAnsi="Arial" w:cs="Arial"/>
          <w:lang w:val="en-US"/>
        </w:rPr>
        <w:t>torage</w:t>
      </w:r>
    </w:p>
    <w:p w14:paraId="2A6B6157" w14:textId="748BB374" w:rsidR="00B4337A" w:rsidRPr="00B4337A" w:rsidRDefault="007E12C8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785660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B4337A">
        <w:rPr>
          <w:rFonts w:ascii="Arial" w:eastAsia="MS Gothic" w:hAnsi="Arial" w:cs="Arial"/>
          <w:lang w:val="en-US"/>
        </w:rPr>
        <w:t>earch</w:t>
      </w:r>
    </w:p>
    <w:p w14:paraId="5996A9A4" w14:textId="37E8371F" w:rsidR="00B4337A" w:rsidRPr="00B4337A" w:rsidRDefault="007E12C8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517657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B4337A">
        <w:rPr>
          <w:rFonts w:ascii="Arial" w:eastAsia="MS Gothic" w:hAnsi="Arial" w:cs="Arial"/>
          <w:lang w:val="en-US"/>
        </w:rPr>
        <w:t>ublication</w:t>
      </w:r>
    </w:p>
    <w:p w14:paraId="4ADE98A6" w14:textId="3B20F1DC" w:rsidR="00DA78A1" w:rsidRPr="00B4337A" w:rsidRDefault="007E12C8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705214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B4337A">
        <w:rPr>
          <w:rFonts w:ascii="Arial" w:eastAsia="MS Gothic" w:hAnsi="Arial" w:cs="Arial"/>
          <w:lang w:val="en-US"/>
        </w:rPr>
        <w:t xml:space="preserve">ata exchange </w:t>
      </w:r>
    </w:p>
    <w:p w14:paraId="5892F2E4" w14:textId="4B75A126" w:rsidR="00DA78A1" w:rsidRPr="00CE449A" w:rsidRDefault="007E12C8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867896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B4337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B4337A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DA78A1" w:rsidRPr="00B4337A">
        <w:rPr>
          <w:rFonts w:ascii="Arial" w:eastAsia="MS Gothic" w:hAnsi="Arial" w:cs="Arial"/>
          <w:lang w:val="en-US"/>
        </w:rPr>
        <w:t>)</w:t>
      </w:r>
    </w:p>
    <w:p w14:paraId="187D05D3" w14:textId="77777777" w:rsidR="00DA78A1" w:rsidRPr="00631BF9" w:rsidRDefault="00DA78A1" w:rsidP="00DA78A1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e) Utility models</w:t>
      </w:r>
    </w:p>
    <w:p w14:paraId="08925A4E" w14:textId="213D35DE" w:rsidR="000572CB" w:rsidRPr="000572CB" w:rsidRDefault="007E12C8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553200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0572CB" w:rsidRPr="000572C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Fi</w:t>
      </w:r>
      <w:r w:rsidR="00DA78A1" w:rsidRPr="000572CB">
        <w:rPr>
          <w:rFonts w:ascii="Arial" w:eastAsia="MS Gothic" w:hAnsi="Arial" w:cs="Arial"/>
          <w:lang w:val="en-US"/>
        </w:rPr>
        <w:t>ling of the application</w:t>
      </w:r>
    </w:p>
    <w:p w14:paraId="002E5191" w14:textId="32C89D24" w:rsidR="000572CB" w:rsidRPr="000572CB" w:rsidRDefault="007E12C8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632703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0572CB">
        <w:rPr>
          <w:rFonts w:ascii="Arial" w:eastAsia="MS Gothic" w:hAnsi="Arial" w:cs="Arial"/>
          <w:lang w:val="en-US"/>
        </w:rPr>
        <w:t xml:space="preserve">xamination </w:t>
      </w:r>
    </w:p>
    <w:p w14:paraId="54F9DC89" w14:textId="13806B56" w:rsidR="000572CB" w:rsidRPr="000572CB" w:rsidRDefault="007E12C8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211654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0572C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0572CB">
        <w:rPr>
          <w:rFonts w:ascii="Arial" w:eastAsia="MS Gothic" w:hAnsi="Arial" w:cs="Arial"/>
          <w:lang w:val="en-US"/>
        </w:rPr>
        <w:t xml:space="preserve">torage </w:t>
      </w:r>
    </w:p>
    <w:p w14:paraId="5CEFC246" w14:textId="582A67D0" w:rsidR="000572CB" w:rsidRPr="000572CB" w:rsidRDefault="007E12C8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56637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0572C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0572CB">
        <w:rPr>
          <w:rFonts w:ascii="Arial" w:eastAsia="MS Gothic" w:hAnsi="Arial" w:cs="Arial"/>
          <w:lang w:val="en-US"/>
        </w:rPr>
        <w:t>earch</w:t>
      </w:r>
    </w:p>
    <w:p w14:paraId="22C6EC4D" w14:textId="293C3519" w:rsidR="000572CB" w:rsidRPr="000572CB" w:rsidRDefault="007E12C8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306616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0572CB">
        <w:rPr>
          <w:rFonts w:ascii="Arial" w:eastAsia="MS Gothic" w:hAnsi="Arial" w:cs="Arial"/>
          <w:lang w:val="en-US"/>
        </w:rPr>
        <w:t>ublication</w:t>
      </w:r>
    </w:p>
    <w:p w14:paraId="0F551FD6" w14:textId="40657CB0" w:rsidR="00DA78A1" w:rsidRPr="000572CB" w:rsidRDefault="007E12C8" w:rsidP="000572CB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367226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0572CB">
        <w:rPr>
          <w:rFonts w:ascii="Arial" w:eastAsia="MS Gothic" w:hAnsi="Arial" w:cs="Arial"/>
          <w:lang w:val="en-US"/>
        </w:rPr>
        <w:t xml:space="preserve">ata exchange </w:t>
      </w:r>
    </w:p>
    <w:p w14:paraId="4FB3005A" w14:textId="7090B7BA" w:rsidR="00DA78A1" w:rsidRPr="00CE449A" w:rsidRDefault="007E12C8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35888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0572C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0572CB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DA78A1" w:rsidRPr="000572CB">
        <w:rPr>
          <w:rFonts w:ascii="Arial" w:eastAsia="MS Gothic" w:hAnsi="Arial" w:cs="Arial"/>
          <w:lang w:val="en-US"/>
        </w:rPr>
        <w:t>)</w:t>
      </w:r>
    </w:p>
    <w:p w14:paraId="21214B99" w14:textId="77777777" w:rsidR="00DA78A1" w:rsidRPr="00631BF9" w:rsidRDefault="00DA78A1" w:rsidP="00DA78A1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f) Integrated circuit topology</w:t>
      </w:r>
    </w:p>
    <w:p w14:paraId="55D28663" w14:textId="37FB5E5E" w:rsidR="00191F95" w:rsidRPr="00191F95" w:rsidRDefault="007E12C8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203731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DA78A1" w:rsidRPr="00191F95">
        <w:rPr>
          <w:rFonts w:ascii="Arial" w:eastAsia="MS Gothic" w:hAnsi="Arial" w:cs="Arial"/>
          <w:lang w:val="en-US"/>
        </w:rPr>
        <w:t>iling of the application</w:t>
      </w:r>
    </w:p>
    <w:p w14:paraId="5BE8BCED" w14:textId="20AD145A" w:rsidR="00191F95" w:rsidRPr="00191F95" w:rsidRDefault="007E12C8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56470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191F95">
        <w:rPr>
          <w:rFonts w:ascii="Arial" w:eastAsia="MS Gothic" w:hAnsi="Arial" w:cs="Arial"/>
          <w:lang w:val="en-US"/>
        </w:rPr>
        <w:t>xamination</w:t>
      </w:r>
    </w:p>
    <w:p w14:paraId="7192B26C" w14:textId="466AC065" w:rsidR="00191F95" w:rsidRPr="00191F95" w:rsidRDefault="007E12C8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94876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191F95">
        <w:rPr>
          <w:rFonts w:ascii="Arial" w:eastAsia="MS Gothic" w:hAnsi="Arial" w:cs="Arial"/>
          <w:lang w:val="en-US"/>
        </w:rPr>
        <w:t>torage</w:t>
      </w:r>
    </w:p>
    <w:p w14:paraId="0077992F" w14:textId="26141419" w:rsidR="00191F95" w:rsidRPr="00191F95" w:rsidRDefault="007E12C8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378706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191F95">
        <w:rPr>
          <w:rFonts w:ascii="Arial" w:eastAsia="MS Gothic" w:hAnsi="Arial" w:cs="Arial"/>
          <w:lang w:val="en-US"/>
        </w:rPr>
        <w:t>earch</w:t>
      </w:r>
    </w:p>
    <w:p w14:paraId="0AC23464" w14:textId="62C3F6C6" w:rsidR="00191F95" w:rsidRPr="00191F95" w:rsidRDefault="007E12C8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066026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191F95">
        <w:rPr>
          <w:rFonts w:ascii="Arial" w:eastAsia="MS Gothic" w:hAnsi="Arial" w:cs="Arial"/>
          <w:lang w:val="en-US"/>
        </w:rPr>
        <w:t>ublication</w:t>
      </w:r>
    </w:p>
    <w:p w14:paraId="155DEA53" w14:textId="492BC283" w:rsidR="00DA78A1" w:rsidRPr="00191F95" w:rsidRDefault="007E12C8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2146503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191F95">
        <w:rPr>
          <w:rFonts w:ascii="Arial" w:eastAsia="MS Gothic" w:hAnsi="Arial" w:cs="Arial"/>
          <w:lang w:val="en-US"/>
        </w:rPr>
        <w:t xml:space="preserve">ata exchange </w:t>
      </w:r>
    </w:p>
    <w:p w14:paraId="4EF33F67" w14:textId="3EAF8E6A" w:rsidR="00DA78A1" w:rsidRPr="00CE449A" w:rsidRDefault="007E12C8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71973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DA78A1" w:rsidRPr="00191F95">
        <w:rPr>
          <w:rFonts w:ascii="Arial" w:eastAsia="MS Gothic" w:hAnsi="Arial" w:cs="Arial"/>
          <w:lang w:val="en-US"/>
        </w:rPr>
        <w:t>)</w:t>
      </w:r>
    </w:p>
    <w:p w14:paraId="4A46F128" w14:textId="21A462E8" w:rsidR="004972A1" w:rsidRPr="00CE449A" w:rsidRDefault="00DA78A1" w:rsidP="002407E1">
      <w:pPr>
        <w:tabs>
          <w:tab w:val="left" w:pos="8100"/>
        </w:tabs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>e) Other (please specify</w:t>
      </w:r>
      <w:r w:rsidR="002407E1">
        <w:rPr>
          <w:rFonts w:ascii="Arial" w:hAnsi="Arial" w:cs="Arial"/>
          <w:lang w:val="en-US"/>
        </w:rPr>
        <w:t xml:space="preserve">: </w:t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Pr="00631BF9">
        <w:rPr>
          <w:rFonts w:ascii="Arial" w:hAnsi="Arial" w:cs="Arial"/>
          <w:lang w:val="en-US"/>
        </w:rPr>
        <w:t>)</w:t>
      </w:r>
    </w:p>
    <w:p w14:paraId="0485B466" w14:textId="5ABFA439" w:rsidR="00191F95" w:rsidRPr="00191F95" w:rsidRDefault="007E12C8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569306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191F95" w:rsidRP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DA78A1" w:rsidRPr="00191F95">
        <w:rPr>
          <w:rFonts w:ascii="Arial" w:eastAsia="MS Gothic" w:hAnsi="Arial" w:cs="Arial"/>
          <w:lang w:val="en-US"/>
        </w:rPr>
        <w:t>iling of the application</w:t>
      </w:r>
    </w:p>
    <w:p w14:paraId="69105086" w14:textId="7FDF73DB" w:rsidR="00191F95" w:rsidRPr="00191F95" w:rsidRDefault="007E12C8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10838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DA78A1" w:rsidRPr="00191F95">
        <w:rPr>
          <w:rFonts w:ascii="Arial" w:eastAsia="MS Gothic" w:hAnsi="Arial" w:cs="Arial"/>
          <w:lang w:val="en-US"/>
        </w:rPr>
        <w:t>xamination</w:t>
      </w:r>
    </w:p>
    <w:p w14:paraId="12F95E1A" w14:textId="37E0EFFF" w:rsidR="00191F95" w:rsidRPr="00191F95" w:rsidRDefault="007E12C8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235093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191F95">
        <w:rPr>
          <w:rFonts w:ascii="Arial" w:eastAsia="MS Gothic" w:hAnsi="Arial" w:cs="Arial"/>
          <w:lang w:val="en-US"/>
        </w:rPr>
        <w:t>torage</w:t>
      </w:r>
    </w:p>
    <w:p w14:paraId="447BEDCA" w14:textId="421BE36B" w:rsidR="00191F95" w:rsidRPr="00191F95" w:rsidRDefault="007E12C8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959601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DA78A1" w:rsidRPr="00191F95">
        <w:rPr>
          <w:rFonts w:ascii="Arial" w:eastAsia="MS Gothic" w:hAnsi="Arial" w:cs="Arial"/>
          <w:lang w:val="en-US"/>
        </w:rPr>
        <w:t>earch</w:t>
      </w:r>
    </w:p>
    <w:p w14:paraId="5A4C2C7D" w14:textId="1DFBF483" w:rsidR="00191F95" w:rsidRPr="00191F95" w:rsidRDefault="007E12C8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855933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DA78A1" w:rsidRPr="00191F95">
        <w:rPr>
          <w:rFonts w:ascii="Arial" w:eastAsia="MS Gothic" w:hAnsi="Arial" w:cs="Arial"/>
          <w:lang w:val="en-US"/>
        </w:rPr>
        <w:t>ublication</w:t>
      </w:r>
    </w:p>
    <w:p w14:paraId="3C423FAC" w14:textId="7BE33B51" w:rsidR="00DA78A1" w:rsidRPr="00191F95" w:rsidRDefault="007E12C8" w:rsidP="00191F95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768839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DA78A1" w:rsidRPr="00191F95">
        <w:rPr>
          <w:rFonts w:ascii="Arial" w:eastAsia="MS Gothic" w:hAnsi="Arial" w:cs="Arial"/>
          <w:lang w:val="en-US"/>
        </w:rPr>
        <w:t xml:space="preserve">ata exchange </w:t>
      </w:r>
    </w:p>
    <w:p w14:paraId="44075CC2" w14:textId="55334B32" w:rsidR="00DA78A1" w:rsidRPr="002407E1" w:rsidRDefault="007E12C8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07835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8A1" w:rsidRPr="00191F95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A78A1" w:rsidRPr="00191F95">
        <w:rPr>
          <w:rFonts w:ascii="Arial" w:eastAsia="MS Gothic" w:hAnsi="Arial" w:cs="Arial"/>
          <w:lang w:val="en-US"/>
        </w:rPr>
        <w:t xml:space="preserve"> Other (please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>
        <w:rPr>
          <w:rFonts w:ascii="Arial" w:hAnsi="Arial" w:cs="Arial"/>
          <w:u w:val="single"/>
          <w:lang w:val="en-US"/>
        </w:rPr>
        <w:t>)</w:t>
      </w:r>
    </w:p>
    <w:p w14:paraId="6B010895" w14:textId="24BFB557" w:rsidR="0052420B" w:rsidRPr="00631BF9" w:rsidRDefault="00313404" w:rsidP="002407E1">
      <w:pPr>
        <w:pStyle w:val="Heading4"/>
        <w:keepLines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1.</w:t>
      </w:r>
      <w:r w:rsidR="00DA78A1" w:rsidRPr="00631BF9">
        <w:rPr>
          <w:i w:val="0"/>
          <w:szCs w:val="22"/>
        </w:rPr>
        <w:t>5</w:t>
      </w:r>
      <w:r>
        <w:rPr>
          <w:i w:val="0"/>
          <w:szCs w:val="22"/>
        </w:rPr>
        <w:t>.</w:t>
      </w:r>
      <w:r w:rsidR="0052420B" w:rsidRPr="00631BF9">
        <w:rPr>
          <w:i w:val="0"/>
          <w:szCs w:val="22"/>
        </w:rPr>
        <w:t xml:space="preserve"> </w:t>
      </w:r>
      <w:proofErr w:type="gramStart"/>
      <w:r w:rsidR="00AC0F8F" w:rsidRPr="00631BF9">
        <w:rPr>
          <w:i w:val="0"/>
          <w:szCs w:val="22"/>
        </w:rPr>
        <w:t>On</w:t>
      </w:r>
      <w:proofErr w:type="gramEnd"/>
      <w:r w:rsidR="00AC0F8F" w:rsidRPr="00631BF9">
        <w:rPr>
          <w:i w:val="0"/>
          <w:szCs w:val="22"/>
        </w:rPr>
        <w:t xml:space="preserve"> which</w:t>
      </w:r>
      <w:r w:rsidR="002A6D7C" w:rsidRPr="00631BF9">
        <w:rPr>
          <w:i w:val="0"/>
          <w:szCs w:val="22"/>
        </w:rPr>
        <w:t xml:space="preserve"> stages of IP objects</w:t>
      </w:r>
      <w:r w:rsidR="00B01F7D" w:rsidRPr="00631BF9">
        <w:rPr>
          <w:i w:val="0"/>
          <w:szCs w:val="22"/>
        </w:rPr>
        <w:t>`</w:t>
      </w:r>
      <w:r w:rsidR="0026124C" w:rsidRPr="00631BF9">
        <w:rPr>
          <w:i w:val="0"/>
          <w:szCs w:val="22"/>
        </w:rPr>
        <w:t xml:space="preserve"> life</w:t>
      </w:r>
      <w:r w:rsidR="002A6D7C" w:rsidRPr="00631BF9">
        <w:rPr>
          <w:i w:val="0"/>
          <w:szCs w:val="22"/>
        </w:rPr>
        <w:t xml:space="preserve">cycle </w:t>
      </w:r>
      <w:r w:rsidR="00AC0F8F" w:rsidRPr="00631BF9">
        <w:rPr>
          <w:i w:val="0"/>
          <w:szCs w:val="22"/>
        </w:rPr>
        <w:t xml:space="preserve">does your </w:t>
      </w:r>
      <w:r w:rsidR="00BC66C7" w:rsidRPr="00631BF9">
        <w:rPr>
          <w:i w:val="0"/>
          <w:szCs w:val="22"/>
        </w:rPr>
        <w:t>office</w:t>
      </w:r>
      <w:r w:rsidR="000A3818" w:rsidRPr="00631BF9">
        <w:rPr>
          <w:i w:val="0"/>
          <w:szCs w:val="22"/>
        </w:rPr>
        <w:t xml:space="preserve"> consider</w:t>
      </w:r>
      <w:r w:rsidR="00AC0F8F" w:rsidRPr="00631BF9">
        <w:rPr>
          <w:i w:val="0"/>
          <w:szCs w:val="22"/>
        </w:rPr>
        <w:t xml:space="preserve"> </w:t>
      </w:r>
      <w:r w:rsidR="00131424" w:rsidRPr="00631BF9">
        <w:rPr>
          <w:i w:val="0"/>
          <w:szCs w:val="22"/>
        </w:rPr>
        <w:t>accepting/implementing</w:t>
      </w:r>
      <w:r w:rsidR="002A6D7C" w:rsidRPr="00631BF9">
        <w:rPr>
          <w:i w:val="0"/>
          <w:szCs w:val="22"/>
        </w:rPr>
        <w:t xml:space="preserve"> 3D models in the future?</w:t>
      </w:r>
    </w:p>
    <w:p w14:paraId="21B33E82" w14:textId="77777777" w:rsidR="0052420B" w:rsidRPr="00631BF9" w:rsidRDefault="0052420B" w:rsidP="002407E1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a) </w:t>
      </w:r>
      <w:r w:rsidR="00AA64DA" w:rsidRPr="00631BF9">
        <w:rPr>
          <w:rFonts w:ascii="Arial" w:hAnsi="Arial" w:cs="Arial"/>
          <w:lang w:val="en-US"/>
        </w:rPr>
        <w:t>Trademarks</w:t>
      </w:r>
      <w:r w:rsidRPr="00631BF9">
        <w:rPr>
          <w:rFonts w:ascii="Arial" w:hAnsi="Arial" w:cs="Arial"/>
          <w:lang w:val="en-US"/>
        </w:rPr>
        <w:t xml:space="preserve"> </w:t>
      </w:r>
    </w:p>
    <w:p w14:paraId="5DD6DC9E" w14:textId="698D0723" w:rsidR="00DE564B" w:rsidRPr="00DE564B" w:rsidRDefault="007E12C8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313518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DE564B" w:rsidRPr="00DE564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52420B" w:rsidRPr="00DE564B">
        <w:rPr>
          <w:rFonts w:ascii="Arial" w:eastAsia="MS Gothic" w:hAnsi="Arial" w:cs="Arial"/>
          <w:lang w:val="en-US"/>
        </w:rPr>
        <w:t>iling of the application</w:t>
      </w:r>
    </w:p>
    <w:p w14:paraId="578EE54B" w14:textId="2DB03D08" w:rsidR="00DE564B" w:rsidRPr="00DE564B" w:rsidRDefault="007E12C8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069572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DE564B">
        <w:rPr>
          <w:rFonts w:ascii="Arial" w:eastAsia="MS Gothic" w:hAnsi="Arial" w:cs="Arial"/>
          <w:lang w:val="en-US"/>
        </w:rPr>
        <w:t>xamination</w:t>
      </w:r>
    </w:p>
    <w:p w14:paraId="21830BA8" w14:textId="293ACF87" w:rsidR="00DE564B" w:rsidRPr="00DE564B" w:rsidRDefault="007E12C8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950504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DE564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DE564B">
        <w:rPr>
          <w:rFonts w:ascii="Arial" w:eastAsia="MS Gothic" w:hAnsi="Arial" w:cs="Arial"/>
          <w:lang w:val="en-US"/>
        </w:rPr>
        <w:t>torage</w:t>
      </w:r>
    </w:p>
    <w:p w14:paraId="7D58BCF8" w14:textId="46F4F9DE" w:rsidR="00DE564B" w:rsidRPr="00DE564B" w:rsidRDefault="007E12C8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590553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DE564B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DE564B">
        <w:rPr>
          <w:rFonts w:ascii="Arial" w:eastAsia="MS Gothic" w:hAnsi="Arial" w:cs="Arial"/>
          <w:lang w:val="en-US"/>
        </w:rPr>
        <w:t>earch</w:t>
      </w:r>
    </w:p>
    <w:p w14:paraId="21C57F2F" w14:textId="7B3E9A86" w:rsidR="00DE564B" w:rsidRPr="00DE564B" w:rsidRDefault="007E12C8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415550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DE564B">
        <w:rPr>
          <w:rFonts w:ascii="Arial" w:eastAsia="MS Gothic" w:hAnsi="Arial" w:cs="Arial"/>
          <w:lang w:val="en-US"/>
        </w:rPr>
        <w:t>ublication</w:t>
      </w:r>
    </w:p>
    <w:p w14:paraId="7471B6CC" w14:textId="30EBBE80" w:rsidR="0052420B" w:rsidRPr="00DE564B" w:rsidRDefault="007E12C8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759721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DE564B">
        <w:rPr>
          <w:rFonts w:ascii="Arial" w:eastAsia="MS Gothic" w:hAnsi="Arial" w:cs="Arial"/>
          <w:lang w:val="en-US"/>
        </w:rPr>
        <w:t>ata exchange</w:t>
      </w:r>
    </w:p>
    <w:p w14:paraId="497EAB71" w14:textId="0EB629C7" w:rsidR="0052420B" w:rsidRPr="00DE564B" w:rsidRDefault="007E12C8" w:rsidP="002407E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152984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C3D58">
        <w:rPr>
          <w:rFonts w:ascii="Arial" w:eastAsia="MS Gothic" w:hAnsi="Arial" w:cs="Arial"/>
          <w:lang w:val="en-US"/>
        </w:rPr>
        <w:t xml:space="preserve"> </w:t>
      </w:r>
      <w:r w:rsidR="00AA64DA" w:rsidRPr="00DE564B">
        <w:rPr>
          <w:rFonts w:ascii="Arial" w:eastAsia="MS Gothic" w:hAnsi="Arial" w:cs="Arial"/>
          <w:lang w:val="en-US"/>
        </w:rPr>
        <w:t>Not sure</w:t>
      </w:r>
    </w:p>
    <w:p w14:paraId="4DC70DA5" w14:textId="2A07D3DA" w:rsidR="004972A1" w:rsidRPr="00CE449A" w:rsidRDefault="007E12C8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793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DE564B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DE564B">
        <w:rPr>
          <w:rFonts w:ascii="Arial" w:eastAsia="MS Gothic" w:hAnsi="Arial" w:cs="Arial"/>
          <w:lang w:val="en-US"/>
        </w:rPr>
        <w:t xml:space="preserve"> </w:t>
      </w:r>
      <w:r w:rsidR="00AA64DA" w:rsidRPr="00DE564B">
        <w:rPr>
          <w:rFonts w:ascii="Arial" w:eastAsia="MS Gothic" w:hAnsi="Arial" w:cs="Arial"/>
          <w:lang w:val="en-US"/>
        </w:rPr>
        <w:t>Other (</w:t>
      </w:r>
      <w:r w:rsidR="00C2105A" w:rsidRPr="00DE564B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AA64DA" w:rsidRPr="00DE564B">
        <w:rPr>
          <w:rFonts w:ascii="Arial" w:eastAsia="MS Gothic" w:hAnsi="Arial" w:cs="Arial"/>
          <w:lang w:val="en-US"/>
        </w:rPr>
        <w:t>)</w:t>
      </w:r>
    </w:p>
    <w:p w14:paraId="2E4CE889" w14:textId="77777777" w:rsidR="0052420B" w:rsidRPr="00631BF9" w:rsidRDefault="0052420B" w:rsidP="0052420B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b) </w:t>
      </w:r>
      <w:r w:rsidR="00AA64DA" w:rsidRPr="00631BF9">
        <w:rPr>
          <w:rFonts w:ascii="Arial" w:hAnsi="Arial" w:cs="Arial"/>
          <w:lang w:val="en-US"/>
        </w:rPr>
        <w:t>Designs</w:t>
      </w:r>
      <w:r w:rsidRPr="00631BF9">
        <w:rPr>
          <w:rFonts w:ascii="Arial" w:hAnsi="Arial" w:cs="Arial"/>
          <w:lang w:val="en-US"/>
        </w:rPr>
        <w:t xml:space="preserve"> </w:t>
      </w:r>
    </w:p>
    <w:p w14:paraId="7429CFE8" w14:textId="6111C74E" w:rsidR="006C3D58" w:rsidRPr="006C3D58" w:rsidRDefault="007E12C8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265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6C3D58" w:rsidRPr="006C3D58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Fi</w:t>
      </w:r>
      <w:r w:rsidR="00310F8E" w:rsidRPr="006C3D58">
        <w:rPr>
          <w:rFonts w:ascii="Arial" w:eastAsia="MS Gothic" w:hAnsi="Arial" w:cs="Arial"/>
          <w:lang w:val="en-US"/>
        </w:rPr>
        <w:t>l</w:t>
      </w:r>
      <w:r w:rsidR="0052420B" w:rsidRPr="006C3D58">
        <w:rPr>
          <w:rFonts w:ascii="Arial" w:eastAsia="MS Gothic" w:hAnsi="Arial" w:cs="Arial"/>
          <w:lang w:val="en-US"/>
        </w:rPr>
        <w:t>ing of the application</w:t>
      </w:r>
    </w:p>
    <w:p w14:paraId="0EB58D5F" w14:textId="51E12346" w:rsidR="006C3D58" w:rsidRPr="006C3D58" w:rsidRDefault="007E12C8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300308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6C3D58">
        <w:rPr>
          <w:rFonts w:ascii="Arial" w:eastAsia="MS Gothic" w:hAnsi="Arial" w:cs="Arial"/>
          <w:lang w:val="en-US"/>
        </w:rPr>
        <w:t>xamination</w:t>
      </w:r>
    </w:p>
    <w:p w14:paraId="2765A899" w14:textId="0C35DFCC" w:rsidR="006C3D58" w:rsidRPr="006C3D58" w:rsidRDefault="007E12C8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83338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6C3D58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6C3D58">
        <w:rPr>
          <w:rFonts w:ascii="Arial" w:eastAsia="MS Gothic" w:hAnsi="Arial" w:cs="Arial"/>
          <w:lang w:val="en-US"/>
        </w:rPr>
        <w:t>torage</w:t>
      </w:r>
    </w:p>
    <w:p w14:paraId="7F5AD1AE" w14:textId="072911E5" w:rsidR="006C3D58" w:rsidRPr="006C3D58" w:rsidRDefault="007E12C8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687902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6C3D58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6C3D58">
        <w:rPr>
          <w:rFonts w:ascii="Arial" w:eastAsia="MS Gothic" w:hAnsi="Arial" w:cs="Arial"/>
          <w:lang w:val="en-US"/>
        </w:rPr>
        <w:t>earch</w:t>
      </w:r>
    </w:p>
    <w:p w14:paraId="3DF83D0D" w14:textId="509CD6D3" w:rsidR="006C3D58" w:rsidRPr="006C3D58" w:rsidRDefault="007E12C8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280950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6C3D58">
        <w:rPr>
          <w:rFonts w:ascii="Arial" w:eastAsia="MS Gothic" w:hAnsi="Arial" w:cs="Arial"/>
          <w:lang w:val="en-US"/>
        </w:rPr>
        <w:t>ublication</w:t>
      </w:r>
    </w:p>
    <w:p w14:paraId="5781A3C3" w14:textId="1E2C98A9" w:rsidR="0052420B" w:rsidRPr="006C3D58" w:rsidRDefault="007E12C8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662859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6C3D58">
        <w:rPr>
          <w:rFonts w:ascii="Arial" w:eastAsia="MS Gothic" w:hAnsi="Arial" w:cs="Arial"/>
          <w:lang w:val="en-US"/>
        </w:rPr>
        <w:t xml:space="preserve">ata exchange </w:t>
      </w:r>
    </w:p>
    <w:p w14:paraId="2374616F" w14:textId="6DB2054E" w:rsidR="0052420B" w:rsidRPr="006C3D58" w:rsidRDefault="007E12C8" w:rsidP="006C3D58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510346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CB4BCC">
        <w:rPr>
          <w:rFonts w:ascii="Arial" w:eastAsia="MS Gothic" w:hAnsi="Arial" w:cs="Arial"/>
          <w:lang w:val="en-US"/>
        </w:rPr>
        <w:t xml:space="preserve"> </w:t>
      </w:r>
      <w:r w:rsidR="00AA64DA" w:rsidRPr="006C3D58">
        <w:rPr>
          <w:rFonts w:ascii="Arial" w:eastAsia="MS Gothic" w:hAnsi="Arial" w:cs="Arial"/>
          <w:lang w:val="en-US"/>
        </w:rPr>
        <w:t>Not sure</w:t>
      </w:r>
    </w:p>
    <w:p w14:paraId="2B174EE7" w14:textId="0FF228EC" w:rsidR="006365AB" w:rsidRPr="00CE449A" w:rsidRDefault="007E12C8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085183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6C3D58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6C3D58">
        <w:rPr>
          <w:rFonts w:ascii="Arial" w:eastAsia="MS Gothic" w:hAnsi="Arial" w:cs="Arial"/>
          <w:lang w:val="en-US"/>
        </w:rPr>
        <w:t xml:space="preserve"> </w:t>
      </w:r>
      <w:r w:rsidR="00AA64DA" w:rsidRPr="006C3D58">
        <w:rPr>
          <w:rFonts w:ascii="Arial" w:eastAsia="MS Gothic" w:hAnsi="Arial" w:cs="Arial"/>
          <w:lang w:val="en-US"/>
        </w:rPr>
        <w:t>Other (</w:t>
      </w:r>
      <w:r w:rsidR="00C2105A" w:rsidRPr="006C3D58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AA64DA" w:rsidRPr="006C3D58">
        <w:rPr>
          <w:rFonts w:ascii="Arial" w:eastAsia="MS Gothic" w:hAnsi="Arial" w:cs="Arial"/>
          <w:lang w:val="en-US"/>
        </w:rPr>
        <w:t>)</w:t>
      </w:r>
    </w:p>
    <w:p w14:paraId="728AFBD4" w14:textId="33C3A9F6" w:rsidR="0052420B" w:rsidRPr="00631BF9" w:rsidRDefault="0052420B" w:rsidP="00CB4BCC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c) </w:t>
      </w:r>
      <w:r w:rsidR="00AA64DA" w:rsidRPr="00631BF9">
        <w:rPr>
          <w:rFonts w:ascii="Arial" w:hAnsi="Arial" w:cs="Arial"/>
          <w:lang w:val="en-US"/>
        </w:rPr>
        <w:t>Inventions</w:t>
      </w:r>
    </w:p>
    <w:p w14:paraId="44E4A309" w14:textId="600F2640" w:rsidR="00CB4BCC" w:rsidRPr="00CB4BCC" w:rsidRDefault="007E12C8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312491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CB4BCC" w:rsidRPr="00CB4BCC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52420B" w:rsidRPr="00CB4BCC">
        <w:rPr>
          <w:rFonts w:ascii="Arial" w:eastAsia="MS Gothic" w:hAnsi="Arial" w:cs="Arial"/>
          <w:lang w:val="en-US"/>
        </w:rPr>
        <w:t>iling of the application</w:t>
      </w:r>
    </w:p>
    <w:p w14:paraId="09731F32" w14:textId="6C32C525" w:rsidR="00CB4BCC" w:rsidRPr="00CB4BCC" w:rsidRDefault="007E12C8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9675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CB4BCC">
        <w:rPr>
          <w:rFonts w:ascii="Arial" w:eastAsia="MS Gothic" w:hAnsi="Arial" w:cs="Arial"/>
          <w:lang w:val="en-US"/>
        </w:rPr>
        <w:t>xamination</w:t>
      </w:r>
    </w:p>
    <w:p w14:paraId="3076E694" w14:textId="5778F695" w:rsidR="00CB4BCC" w:rsidRPr="00CB4BCC" w:rsidRDefault="007E12C8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63077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CB4BCC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CB4BCC">
        <w:rPr>
          <w:rFonts w:ascii="Arial" w:eastAsia="MS Gothic" w:hAnsi="Arial" w:cs="Arial"/>
          <w:lang w:val="en-US"/>
        </w:rPr>
        <w:t>torage</w:t>
      </w:r>
    </w:p>
    <w:p w14:paraId="715EAA1A" w14:textId="65A891D2" w:rsidR="00CB4BCC" w:rsidRPr="00CB4BCC" w:rsidRDefault="007E12C8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2114859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CB4BCC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CB4BCC">
        <w:rPr>
          <w:rFonts w:ascii="Arial" w:eastAsia="MS Gothic" w:hAnsi="Arial" w:cs="Arial"/>
          <w:lang w:val="en-US"/>
        </w:rPr>
        <w:t>earch</w:t>
      </w:r>
    </w:p>
    <w:p w14:paraId="0DB3C2F0" w14:textId="469B66A7" w:rsidR="00CB4BCC" w:rsidRPr="00CB4BCC" w:rsidRDefault="007E12C8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262335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CB4BCC">
        <w:rPr>
          <w:rFonts w:ascii="Arial" w:eastAsia="MS Gothic" w:hAnsi="Arial" w:cs="Arial"/>
          <w:lang w:val="en-US"/>
        </w:rPr>
        <w:t>ublication</w:t>
      </w:r>
    </w:p>
    <w:p w14:paraId="58EBEC46" w14:textId="6DE1E324" w:rsidR="0052420B" w:rsidRPr="00CB4BCC" w:rsidRDefault="007E12C8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649853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CB4BCC">
        <w:rPr>
          <w:rFonts w:ascii="Arial" w:eastAsia="MS Gothic" w:hAnsi="Arial" w:cs="Arial"/>
          <w:lang w:val="en-US"/>
        </w:rPr>
        <w:t xml:space="preserve">ata exchange </w:t>
      </w:r>
    </w:p>
    <w:p w14:paraId="6DD427CC" w14:textId="444A33CC" w:rsidR="0052420B" w:rsidRPr="00CB4BCC" w:rsidRDefault="007E12C8" w:rsidP="00CB4BCC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612237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CB4BCC" w:rsidRPr="00CB4BCC">
        <w:rPr>
          <w:rFonts w:ascii="Arial" w:eastAsia="MS Gothic" w:hAnsi="Arial" w:cs="Arial"/>
          <w:lang w:val="en-US"/>
        </w:rPr>
        <w:t xml:space="preserve"> </w:t>
      </w:r>
      <w:r w:rsidR="00AA64DA" w:rsidRPr="00CB4BCC">
        <w:rPr>
          <w:rFonts w:ascii="Arial" w:eastAsia="MS Gothic" w:hAnsi="Arial" w:cs="Arial"/>
          <w:lang w:val="en-US"/>
        </w:rPr>
        <w:t>Not sure</w:t>
      </w:r>
    </w:p>
    <w:p w14:paraId="4DB38B5A" w14:textId="7041E8E3" w:rsidR="006365AB" w:rsidRPr="00CE449A" w:rsidRDefault="007E12C8" w:rsidP="002407E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316603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CB4BCC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CB4BCC">
        <w:rPr>
          <w:rFonts w:ascii="Arial" w:eastAsia="MS Gothic" w:hAnsi="Arial" w:cs="Arial"/>
          <w:lang w:val="en-US"/>
        </w:rPr>
        <w:t xml:space="preserve"> </w:t>
      </w:r>
      <w:r w:rsidR="00AA64DA" w:rsidRPr="00CB4BCC">
        <w:rPr>
          <w:rFonts w:ascii="Arial" w:eastAsia="MS Gothic" w:hAnsi="Arial" w:cs="Arial"/>
          <w:lang w:val="en-US"/>
        </w:rPr>
        <w:t>Other (</w:t>
      </w:r>
      <w:r w:rsidR="00C2105A" w:rsidRPr="00CB4BCC">
        <w:rPr>
          <w:rFonts w:ascii="Arial" w:eastAsia="MS Gothic" w:hAnsi="Arial" w:cs="Arial"/>
          <w:lang w:val="en-US"/>
        </w:rPr>
        <w:t>please specify</w:t>
      </w:r>
      <w:r w:rsidR="002407E1">
        <w:rPr>
          <w:rFonts w:ascii="Arial" w:eastAsia="MS Gothic" w:hAnsi="Arial" w:cs="Arial"/>
          <w:lang w:val="en-US"/>
        </w:rPr>
        <w:t xml:space="preserve">: </w:t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2407E1" w:rsidRPr="00CE449A">
        <w:rPr>
          <w:rFonts w:ascii="Arial" w:hAnsi="Arial" w:cs="Arial"/>
          <w:u w:val="single"/>
          <w:lang w:val="en-US"/>
        </w:rPr>
        <w:tab/>
      </w:r>
      <w:r w:rsidR="00AA64DA" w:rsidRPr="00CB4BCC">
        <w:rPr>
          <w:rFonts w:ascii="Arial" w:eastAsia="MS Gothic" w:hAnsi="Arial" w:cs="Arial"/>
          <w:lang w:val="en-US"/>
        </w:rPr>
        <w:t>)</w:t>
      </w:r>
    </w:p>
    <w:p w14:paraId="6469F517" w14:textId="77777777" w:rsidR="0052420B" w:rsidRPr="00631BF9" w:rsidRDefault="0052420B" w:rsidP="005C4051">
      <w:pPr>
        <w:keepNext/>
        <w:keepLines/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e) </w:t>
      </w:r>
      <w:r w:rsidR="00AA64DA" w:rsidRPr="00631BF9">
        <w:rPr>
          <w:rFonts w:ascii="Arial" w:hAnsi="Arial" w:cs="Arial"/>
          <w:lang w:val="en-US"/>
        </w:rPr>
        <w:t>Utility</w:t>
      </w:r>
      <w:r w:rsidRPr="00631BF9">
        <w:rPr>
          <w:rFonts w:ascii="Arial" w:hAnsi="Arial" w:cs="Arial"/>
          <w:lang w:val="en-US"/>
        </w:rPr>
        <w:t xml:space="preserve"> models</w:t>
      </w:r>
    </w:p>
    <w:p w14:paraId="1B6C6BDC" w14:textId="48D14804" w:rsidR="008321B7" w:rsidRPr="008321B7" w:rsidRDefault="007E12C8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86304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1B7" w:rsidRPr="008321B7">
            <w:rPr>
              <w:rFonts w:ascii="Arial" w:eastAsia="MS Gothic" w:hAnsi="Arial" w:cs="Arial" w:hint="eastAsia"/>
              <w:lang w:val="en-US"/>
            </w:rPr>
            <w:t>☐</w:t>
          </w:r>
        </w:sdtContent>
      </w:sdt>
      <w:r w:rsidR="008321B7" w:rsidRPr="008321B7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52420B" w:rsidRPr="008321B7">
        <w:rPr>
          <w:rFonts w:ascii="Arial" w:eastAsia="MS Gothic" w:hAnsi="Arial" w:cs="Arial"/>
          <w:lang w:val="en-US"/>
        </w:rPr>
        <w:t>iling of the application</w:t>
      </w:r>
    </w:p>
    <w:p w14:paraId="2D16FB7E" w14:textId="1F682FDB" w:rsidR="008321B7" w:rsidRPr="008321B7" w:rsidRDefault="007E12C8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973682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8321B7">
        <w:rPr>
          <w:rFonts w:ascii="Arial" w:eastAsia="MS Gothic" w:hAnsi="Arial" w:cs="Arial"/>
          <w:lang w:val="en-US"/>
        </w:rPr>
        <w:t>xamination</w:t>
      </w:r>
    </w:p>
    <w:p w14:paraId="43BE8BCE" w14:textId="36F1070E" w:rsidR="008321B7" w:rsidRPr="008321B7" w:rsidRDefault="007E12C8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830548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8321B7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8321B7">
        <w:rPr>
          <w:rFonts w:ascii="Arial" w:eastAsia="MS Gothic" w:hAnsi="Arial" w:cs="Arial"/>
          <w:lang w:val="en-US"/>
        </w:rPr>
        <w:t>torage</w:t>
      </w:r>
    </w:p>
    <w:p w14:paraId="08BC45BB" w14:textId="57FC2179" w:rsidR="008321B7" w:rsidRPr="008321B7" w:rsidRDefault="007E12C8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481349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8321B7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8321B7">
        <w:rPr>
          <w:rFonts w:ascii="Arial" w:eastAsia="MS Gothic" w:hAnsi="Arial" w:cs="Arial"/>
          <w:lang w:val="en-US"/>
        </w:rPr>
        <w:t>earch</w:t>
      </w:r>
    </w:p>
    <w:p w14:paraId="5B1DE46F" w14:textId="6F4C5182" w:rsidR="008321B7" w:rsidRPr="008321B7" w:rsidRDefault="007E12C8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56819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8321B7">
        <w:rPr>
          <w:rFonts w:ascii="Arial" w:eastAsia="MS Gothic" w:hAnsi="Arial" w:cs="Arial"/>
          <w:lang w:val="en-US"/>
        </w:rPr>
        <w:t>ublication</w:t>
      </w:r>
    </w:p>
    <w:p w14:paraId="4FEC5B94" w14:textId="6BEA0E84" w:rsidR="0052420B" w:rsidRPr="008321B7" w:rsidRDefault="007E12C8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42446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8321B7">
        <w:rPr>
          <w:rFonts w:ascii="Arial" w:eastAsia="MS Gothic" w:hAnsi="Arial" w:cs="Arial"/>
          <w:lang w:val="en-US"/>
        </w:rPr>
        <w:t xml:space="preserve">ata exchange </w:t>
      </w:r>
    </w:p>
    <w:p w14:paraId="39823002" w14:textId="6E86033A" w:rsidR="0052420B" w:rsidRPr="008321B7" w:rsidRDefault="007E12C8" w:rsidP="005C405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784618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8321B7">
        <w:rPr>
          <w:rFonts w:ascii="Arial" w:eastAsia="MS Gothic" w:hAnsi="Arial" w:cs="Arial"/>
          <w:lang w:val="en-US"/>
        </w:rPr>
        <w:t xml:space="preserve"> </w:t>
      </w:r>
      <w:r w:rsidR="00AA64DA" w:rsidRPr="008321B7">
        <w:rPr>
          <w:rFonts w:ascii="Arial" w:eastAsia="MS Gothic" w:hAnsi="Arial" w:cs="Arial"/>
          <w:lang w:val="en-US"/>
        </w:rPr>
        <w:t>Not sure</w:t>
      </w:r>
    </w:p>
    <w:p w14:paraId="52787E23" w14:textId="55A3A4D3" w:rsidR="0052420B" w:rsidRPr="00CE449A" w:rsidRDefault="007E12C8" w:rsidP="005C405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69047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8321B7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8321B7">
        <w:rPr>
          <w:rFonts w:ascii="Arial" w:eastAsia="MS Gothic" w:hAnsi="Arial" w:cs="Arial"/>
          <w:lang w:val="en-US"/>
        </w:rPr>
        <w:t xml:space="preserve"> </w:t>
      </w:r>
      <w:r w:rsidR="00AA64DA" w:rsidRPr="008321B7">
        <w:rPr>
          <w:rFonts w:ascii="Arial" w:eastAsia="MS Gothic" w:hAnsi="Arial" w:cs="Arial"/>
          <w:lang w:val="en-US"/>
        </w:rPr>
        <w:t>Other (</w:t>
      </w:r>
      <w:r w:rsidR="00C2105A" w:rsidRPr="008321B7">
        <w:rPr>
          <w:rFonts w:ascii="Arial" w:eastAsia="MS Gothic" w:hAnsi="Arial" w:cs="Arial"/>
          <w:lang w:val="en-US"/>
        </w:rPr>
        <w:t>please specify</w:t>
      </w:r>
      <w:r w:rsidR="005C4051">
        <w:rPr>
          <w:rFonts w:ascii="Arial" w:eastAsia="MS Gothic" w:hAnsi="Arial" w:cs="Arial"/>
          <w:lang w:val="en-US"/>
        </w:rPr>
        <w:t xml:space="preserve">: </w:t>
      </w:r>
      <w:r w:rsidR="005C4051" w:rsidRPr="00CE449A">
        <w:rPr>
          <w:rFonts w:ascii="Arial" w:hAnsi="Arial" w:cs="Arial"/>
          <w:u w:val="single"/>
          <w:lang w:val="en-US"/>
        </w:rPr>
        <w:tab/>
      </w:r>
      <w:r w:rsidR="005C4051" w:rsidRPr="00CE449A">
        <w:rPr>
          <w:rFonts w:ascii="Arial" w:hAnsi="Arial" w:cs="Arial"/>
          <w:u w:val="single"/>
          <w:lang w:val="en-US"/>
        </w:rPr>
        <w:tab/>
      </w:r>
      <w:r w:rsidR="005C4051" w:rsidRPr="00CE449A">
        <w:rPr>
          <w:rFonts w:ascii="Arial" w:hAnsi="Arial" w:cs="Arial"/>
          <w:u w:val="single"/>
          <w:lang w:val="en-US"/>
        </w:rPr>
        <w:tab/>
      </w:r>
      <w:r w:rsidR="00AA64DA" w:rsidRPr="008321B7">
        <w:rPr>
          <w:rFonts w:ascii="Arial" w:eastAsia="MS Gothic" w:hAnsi="Arial" w:cs="Arial"/>
          <w:lang w:val="en-US"/>
        </w:rPr>
        <w:t>)</w:t>
      </w:r>
      <w:r w:rsidR="0052420B" w:rsidRPr="008321B7">
        <w:rPr>
          <w:rFonts w:ascii="Arial" w:eastAsia="MS Gothic" w:hAnsi="Arial" w:cs="Arial"/>
          <w:lang w:val="en-US"/>
        </w:rPr>
        <w:t>.</w:t>
      </w:r>
    </w:p>
    <w:p w14:paraId="738BF481" w14:textId="77777777" w:rsidR="0052420B" w:rsidRPr="00631BF9" w:rsidRDefault="0052420B" w:rsidP="0052420B">
      <w:pPr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f) </w:t>
      </w:r>
      <w:r w:rsidR="00AA64DA" w:rsidRPr="00631BF9">
        <w:rPr>
          <w:rFonts w:ascii="Arial" w:hAnsi="Arial" w:cs="Arial"/>
          <w:lang w:val="en-US"/>
        </w:rPr>
        <w:t>I</w:t>
      </w:r>
      <w:r w:rsidRPr="00631BF9">
        <w:rPr>
          <w:rFonts w:ascii="Arial" w:hAnsi="Arial" w:cs="Arial"/>
          <w:lang w:val="en-US"/>
        </w:rPr>
        <w:t>ntegrated circuit topology</w:t>
      </w:r>
    </w:p>
    <w:p w14:paraId="77F8A40A" w14:textId="5655AED9" w:rsidR="0090163A" w:rsidRPr="0090163A" w:rsidRDefault="007E12C8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29823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90163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52420B" w:rsidRPr="0090163A">
        <w:rPr>
          <w:rFonts w:ascii="Arial" w:eastAsia="MS Gothic" w:hAnsi="Arial" w:cs="Arial"/>
          <w:lang w:val="en-US"/>
        </w:rPr>
        <w:t>i</w:t>
      </w:r>
      <w:r w:rsidR="00310F8E" w:rsidRPr="0090163A">
        <w:rPr>
          <w:rFonts w:ascii="Arial" w:eastAsia="MS Gothic" w:hAnsi="Arial" w:cs="Arial"/>
          <w:lang w:val="en-US"/>
        </w:rPr>
        <w:t>l</w:t>
      </w:r>
      <w:r w:rsidR="0052420B" w:rsidRPr="0090163A">
        <w:rPr>
          <w:rFonts w:ascii="Arial" w:eastAsia="MS Gothic" w:hAnsi="Arial" w:cs="Arial"/>
          <w:lang w:val="en-US"/>
        </w:rPr>
        <w:t>ing of the application</w:t>
      </w:r>
    </w:p>
    <w:p w14:paraId="3230D19A" w14:textId="42112F6A" w:rsidR="0090163A" w:rsidRPr="0090163A" w:rsidRDefault="007E12C8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142467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90163A">
        <w:rPr>
          <w:rFonts w:ascii="Arial" w:eastAsia="MS Gothic" w:hAnsi="Arial" w:cs="Arial"/>
          <w:lang w:val="en-US"/>
        </w:rPr>
        <w:t>xamination</w:t>
      </w:r>
    </w:p>
    <w:p w14:paraId="4B9AB19A" w14:textId="3E04E767" w:rsidR="0090163A" w:rsidRPr="0090163A" w:rsidRDefault="007E12C8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238245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90163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90163A">
        <w:rPr>
          <w:rFonts w:ascii="Arial" w:eastAsia="MS Gothic" w:hAnsi="Arial" w:cs="Arial"/>
          <w:lang w:val="en-US"/>
        </w:rPr>
        <w:t>torage</w:t>
      </w:r>
    </w:p>
    <w:p w14:paraId="6B59A0A3" w14:textId="4C20EE87" w:rsidR="0090163A" w:rsidRPr="0090163A" w:rsidRDefault="007E12C8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752156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90163A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90163A">
        <w:rPr>
          <w:rFonts w:ascii="Arial" w:eastAsia="MS Gothic" w:hAnsi="Arial" w:cs="Arial"/>
          <w:lang w:val="en-US"/>
        </w:rPr>
        <w:t>earch</w:t>
      </w:r>
    </w:p>
    <w:p w14:paraId="59064357" w14:textId="73976997" w:rsidR="0090163A" w:rsidRPr="0090163A" w:rsidRDefault="007E12C8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266821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90163A">
        <w:rPr>
          <w:rFonts w:ascii="Arial" w:eastAsia="MS Gothic" w:hAnsi="Arial" w:cs="Arial"/>
          <w:lang w:val="en-US"/>
        </w:rPr>
        <w:t>ublication</w:t>
      </w:r>
    </w:p>
    <w:p w14:paraId="5B2FF95D" w14:textId="7F6ACC83" w:rsidR="0052420B" w:rsidRPr="0090163A" w:rsidRDefault="007E12C8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404873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90163A">
        <w:rPr>
          <w:rFonts w:ascii="Arial" w:eastAsia="MS Gothic" w:hAnsi="Arial" w:cs="Arial"/>
          <w:lang w:val="en-US"/>
        </w:rPr>
        <w:t xml:space="preserve">ata exchange </w:t>
      </w:r>
    </w:p>
    <w:p w14:paraId="5A7E5267" w14:textId="4F9B81F0" w:rsidR="0052420B" w:rsidRPr="0090163A" w:rsidRDefault="007E12C8" w:rsidP="0090163A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1256478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90163A" w:rsidRPr="0090163A">
        <w:rPr>
          <w:rFonts w:ascii="Arial" w:eastAsia="MS Gothic" w:hAnsi="Arial" w:cs="Arial"/>
          <w:lang w:val="en-US"/>
        </w:rPr>
        <w:t xml:space="preserve"> </w:t>
      </w:r>
      <w:r w:rsidR="00AA64DA" w:rsidRPr="0090163A">
        <w:rPr>
          <w:rFonts w:ascii="Arial" w:eastAsia="MS Gothic" w:hAnsi="Arial" w:cs="Arial"/>
          <w:lang w:val="en-US"/>
        </w:rPr>
        <w:t>Not sure</w:t>
      </w:r>
    </w:p>
    <w:p w14:paraId="4AA3B51C" w14:textId="0000D46E" w:rsidR="006365AB" w:rsidRPr="00CE449A" w:rsidRDefault="007E12C8" w:rsidP="005C4051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739673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90163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90163A">
        <w:rPr>
          <w:rFonts w:ascii="Arial" w:eastAsia="MS Gothic" w:hAnsi="Arial" w:cs="Arial"/>
          <w:lang w:val="en-US"/>
        </w:rPr>
        <w:t xml:space="preserve"> </w:t>
      </w:r>
      <w:r w:rsidR="00AA64DA" w:rsidRPr="0090163A">
        <w:rPr>
          <w:rFonts w:ascii="Arial" w:eastAsia="MS Gothic" w:hAnsi="Arial" w:cs="Arial"/>
          <w:lang w:val="en-US"/>
        </w:rPr>
        <w:t>Other (</w:t>
      </w:r>
      <w:r w:rsidR="00C2105A" w:rsidRPr="0090163A">
        <w:rPr>
          <w:rFonts w:ascii="Arial" w:eastAsia="MS Gothic" w:hAnsi="Arial" w:cs="Arial"/>
          <w:lang w:val="en-US"/>
        </w:rPr>
        <w:t>please specify</w:t>
      </w:r>
      <w:r w:rsidR="005C4051">
        <w:rPr>
          <w:rFonts w:ascii="Arial" w:eastAsia="MS Gothic" w:hAnsi="Arial" w:cs="Arial"/>
          <w:lang w:val="en-US"/>
        </w:rPr>
        <w:t xml:space="preserve">: </w:t>
      </w:r>
      <w:r w:rsidR="005C4051" w:rsidRPr="00CE449A">
        <w:rPr>
          <w:rFonts w:ascii="Arial" w:hAnsi="Arial" w:cs="Arial"/>
          <w:u w:val="single"/>
          <w:lang w:val="en-US"/>
        </w:rPr>
        <w:tab/>
      </w:r>
      <w:r w:rsidR="005C4051" w:rsidRPr="00CE449A">
        <w:rPr>
          <w:rFonts w:ascii="Arial" w:hAnsi="Arial" w:cs="Arial"/>
          <w:u w:val="single"/>
          <w:lang w:val="en-US"/>
        </w:rPr>
        <w:tab/>
      </w:r>
      <w:r w:rsidR="005C4051" w:rsidRPr="00CE449A">
        <w:rPr>
          <w:rFonts w:ascii="Arial" w:hAnsi="Arial" w:cs="Arial"/>
          <w:u w:val="single"/>
          <w:lang w:val="en-US"/>
        </w:rPr>
        <w:tab/>
      </w:r>
      <w:r w:rsidR="00AA64DA" w:rsidRPr="0090163A">
        <w:rPr>
          <w:rFonts w:ascii="Arial" w:eastAsia="MS Gothic" w:hAnsi="Arial" w:cs="Arial"/>
          <w:lang w:val="en-US"/>
        </w:rPr>
        <w:t>)</w:t>
      </w:r>
    </w:p>
    <w:p w14:paraId="292D0BA3" w14:textId="782B2EE9" w:rsidR="0052420B" w:rsidRPr="00CE449A" w:rsidRDefault="0052420B" w:rsidP="005C4051">
      <w:pPr>
        <w:tabs>
          <w:tab w:val="left" w:pos="8100"/>
        </w:tabs>
        <w:rPr>
          <w:rFonts w:ascii="Arial" w:hAnsi="Arial" w:cs="Arial"/>
          <w:lang w:val="en-US"/>
        </w:rPr>
      </w:pPr>
      <w:r w:rsidRPr="00631BF9">
        <w:rPr>
          <w:rFonts w:ascii="Arial" w:hAnsi="Arial" w:cs="Arial"/>
          <w:lang w:val="en-US"/>
        </w:rPr>
        <w:t xml:space="preserve">e) </w:t>
      </w:r>
      <w:r w:rsidR="00AA64DA" w:rsidRPr="00631BF9">
        <w:rPr>
          <w:rFonts w:ascii="Arial" w:hAnsi="Arial" w:cs="Arial"/>
          <w:lang w:val="en-US"/>
        </w:rPr>
        <w:t>Other (</w:t>
      </w:r>
      <w:r w:rsidR="00C2105A" w:rsidRPr="00631BF9">
        <w:rPr>
          <w:rFonts w:ascii="Arial" w:hAnsi="Arial" w:cs="Arial"/>
          <w:lang w:val="en-US"/>
        </w:rPr>
        <w:t>please specify</w:t>
      </w:r>
      <w:r w:rsidR="005C4051">
        <w:rPr>
          <w:rFonts w:ascii="Arial" w:hAnsi="Arial" w:cs="Arial"/>
          <w:lang w:val="en-US"/>
        </w:rPr>
        <w:t xml:space="preserve">: </w:t>
      </w:r>
      <w:r w:rsidR="005C4051" w:rsidRPr="00CE449A">
        <w:rPr>
          <w:rFonts w:ascii="Arial" w:hAnsi="Arial" w:cs="Arial"/>
          <w:u w:val="single"/>
          <w:lang w:val="en-US"/>
        </w:rPr>
        <w:tab/>
      </w:r>
      <w:r w:rsidR="005C4051" w:rsidRPr="00CE449A">
        <w:rPr>
          <w:rFonts w:ascii="Arial" w:hAnsi="Arial" w:cs="Arial"/>
          <w:u w:val="single"/>
          <w:lang w:val="en-US"/>
        </w:rPr>
        <w:tab/>
      </w:r>
      <w:r w:rsidR="005C4051" w:rsidRPr="00CE449A">
        <w:rPr>
          <w:rFonts w:ascii="Arial" w:hAnsi="Arial" w:cs="Arial"/>
          <w:u w:val="single"/>
          <w:lang w:val="en-US"/>
        </w:rPr>
        <w:tab/>
      </w:r>
      <w:r w:rsidR="00AA64DA" w:rsidRPr="00631BF9">
        <w:rPr>
          <w:rFonts w:ascii="Arial" w:hAnsi="Arial" w:cs="Arial"/>
          <w:lang w:val="en-US"/>
        </w:rPr>
        <w:t>)</w:t>
      </w:r>
    </w:p>
    <w:p w14:paraId="2A1B4A7A" w14:textId="55E49E4D" w:rsidR="00E52D96" w:rsidRPr="00E52D96" w:rsidRDefault="007E12C8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2142758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E52D96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F</w:t>
      </w:r>
      <w:r w:rsidR="0052420B" w:rsidRPr="00E52D96">
        <w:rPr>
          <w:rFonts w:ascii="Arial" w:eastAsia="MS Gothic" w:hAnsi="Arial" w:cs="Arial"/>
          <w:lang w:val="en-US"/>
        </w:rPr>
        <w:t>iling of the application</w:t>
      </w:r>
    </w:p>
    <w:p w14:paraId="7C69CE00" w14:textId="5BD982A4" w:rsidR="00E52D96" w:rsidRPr="00E52D96" w:rsidRDefault="007E12C8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868037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E</w:t>
      </w:r>
      <w:r w:rsidR="0052420B" w:rsidRPr="00E52D96">
        <w:rPr>
          <w:rFonts w:ascii="Arial" w:eastAsia="MS Gothic" w:hAnsi="Arial" w:cs="Arial"/>
          <w:lang w:val="en-US"/>
        </w:rPr>
        <w:t>xamination</w:t>
      </w:r>
    </w:p>
    <w:p w14:paraId="3387DE6E" w14:textId="70763DBF" w:rsidR="00E52D96" w:rsidRPr="00E52D96" w:rsidRDefault="007E12C8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777461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E52D96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E52D96">
        <w:rPr>
          <w:rFonts w:ascii="Arial" w:eastAsia="MS Gothic" w:hAnsi="Arial" w:cs="Arial"/>
          <w:lang w:val="en-US"/>
        </w:rPr>
        <w:t>torage</w:t>
      </w:r>
    </w:p>
    <w:p w14:paraId="49231E74" w14:textId="429473D1" w:rsidR="00E52D96" w:rsidRPr="00E52D96" w:rsidRDefault="007E12C8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864672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E52D96">
        <w:rPr>
          <w:rFonts w:ascii="Arial" w:eastAsia="MS Gothic" w:hAnsi="Arial" w:cs="Arial"/>
          <w:lang w:val="en-US"/>
        </w:rPr>
        <w:t xml:space="preserve"> </w:t>
      </w:r>
      <w:r w:rsidR="00551621">
        <w:rPr>
          <w:rFonts w:ascii="Arial" w:eastAsia="MS Gothic" w:hAnsi="Arial" w:cs="Arial"/>
          <w:lang w:val="en-US"/>
        </w:rPr>
        <w:t>S</w:t>
      </w:r>
      <w:r w:rsidR="0052420B" w:rsidRPr="00E52D96">
        <w:rPr>
          <w:rFonts w:ascii="Arial" w:eastAsia="MS Gothic" w:hAnsi="Arial" w:cs="Arial"/>
          <w:lang w:val="en-US"/>
        </w:rPr>
        <w:t>earch</w:t>
      </w:r>
    </w:p>
    <w:p w14:paraId="3975ABBD" w14:textId="14CDF1EF" w:rsidR="00E52D96" w:rsidRPr="00E52D96" w:rsidRDefault="007E12C8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3174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P</w:t>
      </w:r>
      <w:r w:rsidR="0052420B" w:rsidRPr="00E52D96">
        <w:rPr>
          <w:rFonts w:ascii="Arial" w:eastAsia="MS Gothic" w:hAnsi="Arial" w:cs="Arial"/>
          <w:lang w:val="en-US"/>
        </w:rPr>
        <w:t>ublication</w:t>
      </w:r>
    </w:p>
    <w:p w14:paraId="40242A41" w14:textId="3836E2A8" w:rsidR="0052420B" w:rsidRPr="00E52D96" w:rsidRDefault="007E12C8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960799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51621">
        <w:rPr>
          <w:rFonts w:ascii="Arial" w:eastAsia="MS Gothic" w:hAnsi="Arial" w:cs="Arial"/>
          <w:lang w:val="en-US"/>
        </w:rPr>
        <w:t xml:space="preserve"> D</w:t>
      </w:r>
      <w:r w:rsidR="0052420B" w:rsidRPr="00E52D96">
        <w:rPr>
          <w:rFonts w:ascii="Arial" w:eastAsia="MS Gothic" w:hAnsi="Arial" w:cs="Arial"/>
          <w:lang w:val="en-US"/>
        </w:rPr>
        <w:t xml:space="preserve">ata exchange </w:t>
      </w:r>
    </w:p>
    <w:p w14:paraId="4675E8BD" w14:textId="724A48CD" w:rsidR="0052420B" w:rsidRPr="00E52D96" w:rsidRDefault="007E12C8" w:rsidP="00E44D41">
      <w:pPr>
        <w:keepNext/>
        <w:keepLines/>
        <w:spacing w:after="0"/>
        <w:rPr>
          <w:rFonts w:ascii="Arial" w:eastAsia="MS Gothic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-1342388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E52D96" w:rsidRPr="00E52D96">
        <w:rPr>
          <w:rFonts w:ascii="Arial" w:eastAsia="MS Gothic" w:hAnsi="Arial" w:cs="Arial"/>
          <w:lang w:val="en-US"/>
        </w:rPr>
        <w:t xml:space="preserve"> </w:t>
      </w:r>
      <w:r w:rsidR="00AA64DA" w:rsidRPr="00E52D96">
        <w:rPr>
          <w:rFonts w:ascii="Arial" w:eastAsia="MS Gothic" w:hAnsi="Arial" w:cs="Arial"/>
          <w:lang w:val="en-US"/>
        </w:rPr>
        <w:t>Not sure</w:t>
      </w:r>
    </w:p>
    <w:p w14:paraId="346E6E6E" w14:textId="723EC9D9" w:rsidR="0052420B" w:rsidRPr="00CE449A" w:rsidRDefault="007E12C8" w:rsidP="00ED231E">
      <w:pPr>
        <w:tabs>
          <w:tab w:val="left" w:pos="8100"/>
        </w:tabs>
        <w:rPr>
          <w:rFonts w:ascii="Arial" w:hAnsi="Arial" w:cs="Arial"/>
          <w:lang w:val="en-US"/>
        </w:rPr>
      </w:pPr>
      <w:sdt>
        <w:sdtPr>
          <w:rPr>
            <w:rFonts w:ascii="Arial" w:eastAsia="MS Gothic" w:hAnsi="Arial" w:cs="Arial"/>
            <w:lang w:val="en-US"/>
          </w:rPr>
          <w:id w:val="42331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20B" w:rsidRPr="00E52D96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52420B" w:rsidRPr="00E52D96">
        <w:rPr>
          <w:rFonts w:ascii="Arial" w:eastAsia="MS Gothic" w:hAnsi="Arial" w:cs="Arial"/>
          <w:lang w:val="en-US"/>
        </w:rPr>
        <w:t xml:space="preserve"> </w:t>
      </w:r>
      <w:r w:rsidR="00AA64DA" w:rsidRPr="00E52D96">
        <w:rPr>
          <w:rFonts w:ascii="Arial" w:eastAsia="MS Gothic" w:hAnsi="Arial" w:cs="Arial"/>
          <w:lang w:val="en-US"/>
        </w:rPr>
        <w:t>Other (</w:t>
      </w:r>
      <w:r w:rsidR="00C2105A" w:rsidRPr="00E52D96">
        <w:rPr>
          <w:rFonts w:ascii="Arial" w:eastAsia="MS Gothic" w:hAnsi="Arial" w:cs="Arial"/>
          <w:lang w:val="en-US"/>
        </w:rPr>
        <w:t>please specify</w:t>
      </w:r>
      <w:r w:rsidR="00ED231E">
        <w:rPr>
          <w:rFonts w:ascii="Arial" w:eastAsia="MS Gothic" w:hAnsi="Arial" w:cs="Arial"/>
          <w:lang w:val="en-US"/>
        </w:rPr>
        <w:t xml:space="preserve">: </w:t>
      </w:r>
      <w:r w:rsidR="00ED231E" w:rsidRPr="00CE449A">
        <w:rPr>
          <w:rFonts w:ascii="Arial" w:hAnsi="Arial" w:cs="Arial"/>
          <w:u w:val="single"/>
          <w:lang w:val="en-US"/>
        </w:rPr>
        <w:tab/>
      </w:r>
      <w:r w:rsidR="00ED231E" w:rsidRPr="00CE449A">
        <w:rPr>
          <w:rFonts w:ascii="Arial" w:hAnsi="Arial" w:cs="Arial"/>
          <w:u w:val="single"/>
          <w:lang w:val="en-US"/>
        </w:rPr>
        <w:tab/>
      </w:r>
      <w:r w:rsidR="00ED231E" w:rsidRPr="00CE449A">
        <w:rPr>
          <w:rFonts w:ascii="Arial" w:hAnsi="Arial" w:cs="Arial"/>
          <w:u w:val="single"/>
          <w:lang w:val="en-US"/>
        </w:rPr>
        <w:tab/>
      </w:r>
      <w:r w:rsidR="00AA64DA" w:rsidRPr="00E52D96">
        <w:rPr>
          <w:rFonts w:ascii="Arial" w:eastAsia="MS Gothic" w:hAnsi="Arial" w:cs="Arial"/>
          <w:lang w:val="en-US"/>
        </w:rPr>
        <w:t>)</w:t>
      </w:r>
    </w:p>
    <w:p w14:paraId="0B8F4EA7" w14:textId="1E24FA60" w:rsidR="006D5076" w:rsidRPr="00631BF9" w:rsidRDefault="00313404" w:rsidP="00067276">
      <w:pPr>
        <w:pStyle w:val="Heading2"/>
        <w:spacing w:after="220"/>
        <w:rPr>
          <w:caps w:val="0"/>
          <w:szCs w:val="22"/>
        </w:rPr>
      </w:pPr>
      <w:r>
        <w:rPr>
          <w:caps w:val="0"/>
          <w:szCs w:val="22"/>
        </w:rPr>
        <w:t>Q</w:t>
      </w:r>
      <w:r w:rsidR="00D3547F">
        <w:rPr>
          <w:caps w:val="0"/>
          <w:szCs w:val="22"/>
        </w:rPr>
        <w:t>2</w:t>
      </w:r>
      <w:r>
        <w:rPr>
          <w:caps w:val="0"/>
          <w:szCs w:val="22"/>
        </w:rPr>
        <w:t>.</w:t>
      </w:r>
      <w:r w:rsidR="006D5076" w:rsidRPr="00631BF9">
        <w:rPr>
          <w:caps w:val="0"/>
          <w:szCs w:val="22"/>
        </w:rPr>
        <w:t xml:space="preserve"> Existing practice</w:t>
      </w:r>
      <w:r w:rsidR="00AC0F8F" w:rsidRPr="00631BF9">
        <w:rPr>
          <w:caps w:val="0"/>
          <w:szCs w:val="22"/>
        </w:rPr>
        <w:t>s</w:t>
      </w:r>
      <w:r w:rsidR="006D5076" w:rsidRPr="00631BF9">
        <w:rPr>
          <w:caps w:val="0"/>
          <w:szCs w:val="22"/>
        </w:rPr>
        <w:t xml:space="preserve"> and future plans.</w:t>
      </w:r>
    </w:p>
    <w:p w14:paraId="13C9043C" w14:textId="7C33594E" w:rsidR="006D5076" w:rsidRPr="00D3547F" w:rsidRDefault="00D3547F" w:rsidP="00D3547F">
      <w:pPr>
        <w:pStyle w:val="Heading4"/>
        <w:keepLines/>
        <w:rPr>
          <w:i w:val="0"/>
          <w:szCs w:val="22"/>
        </w:rPr>
      </w:pPr>
      <w:r w:rsidRPr="00D3547F">
        <w:rPr>
          <w:i w:val="0"/>
          <w:szCs w:val="22"/>
        </w:rPr>
        <w:t xml:space="preserve">Q2.1. </w:t>
      </w:r>
      <w:r w:rsidR="006D5076" w:rsidRPr="00D3547F">
        <w:rPr>
          <w:i w:val="0"/>
          <w:szCs w:val="22"/>
        </w:rPr>
        <w:t>Please describe existing practice</w:t>
      </w:r>
      <w:r w:rsidR="00AC0F8F" w:rsidRPr="00D3547F">
        <w:rPr>
          <w:i w:val="0"/>
          <w:szCs w:val="22"/>
        </w:rPr>
        <w:t>s</w:t>
      </w:r>
      <w:r w:rsidR="00094021" w:rsidRPr="00D3547F">
        <w:rPr>
          <w:i w:val="0"/>
          <w:szCs w:val="22"/>
        </w:rPr>
        <w:t xml:space="preserve">/future plans </w:t>
      </w:r>
      <w:r w:rsidR="007F3EAE" w:rsidRPr="00D3547F">
        <w:rPr>
          <w:i w:val="0"/>
          <w:szCs w:val="22"/>
        </w:rPr>
        <w:t>for</w:t>
      </w:r>
      <w:r w:rsidR="00094021" w:rsidRPr="00D3547F">
        <w:rPr>
          <w:i w:val="0"/>
          <w:szCs w:val="22"/>
        </w:rPr>
        <w:t xml:space="preserve"> using 3D models and images with</w:t>
      </w:r>
      <w:r w:rsidR="006D5076" w:rsidRPr="00D3547F">
        <w:rPr>
          <w:i w:val="0"/>
          <w:szCs w:val="22"/>
        </w:rPr>
        <w:t xml:space="preserve">in your </w:t>
      </w:r>
      <w:r w:rsidR="009B0BBE" w:rsidRPr="00D3547F">
        <w:rPr>
          <w:i w:val="0"/>
          <w:szCs w:val="22"/>
        </w:rPr>
        <w:t>office</w:t>
      </w:r>
      <w:r>
        <w:rPr>
          <w:i w:val="0"/>
          <w:szCs w:val="22"/>
        </w:rPr>
        <w:t>.</w:t>
      </w:r>
    </w:p>
    <w:p w14:paraId="6E73C429" w14:textId="4F017E26" w:rsidR="006365AB" w:rsidRPr="00631BF9" w:rsidRDefault="006365AB" w:rsidP="006D5076">
      <w:pPr>
        <w:rPr>
          <w:rFonts w:ascii="Arial" w:hAnsi="Arial" w:cs="Arial"/>
          <w:lang w:val="en-US"/>
        </w:rPr>
      </w:pP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</w:p>
    <w:p w14:paraId="21B421AE" w14:textId="764D2300" w:rsidR="0052420B" w:rsidRPr="00631BF9" w:rsidRDefault="00313404" w:rsidP="00067276">
      <w:pPr>
        <w:pStyle w:val="Heading2"/>
        <w:spacing w:after="220"/>
        <w:rPr>
          <w:caps w:val="0"/>
          <w:szCs w:val="22"/>
        </w:rPr>
      </w:pPr>
      <w:r>
        <w:rPr>
          <w:caps w:val="0"/>
          <w:szCs w:val="22"/>
        </w:rPr>
        <w:t>Q</w:t>
      </w:r>
      <w:r w:rsidR="00D3547F">
        <w:rPr>
          <w:caps w:val="0"/>
          <w:szCs w:val="22"/>
        </w:rPr>
        <w:t>3</w:t>
      </w:r>
      <w:r>
        <w:rPr>
          <w:caps w:val="0"/>
          <w:szCs w:val="22"/>
        </w:rPr>
        <w:t>.</w:t>
      </w:r>
      <w:r w:rsidR="006D5076" w:rsidRPr="00631BF9">
        <w:rPr>
          <w:caps w:val="0"/>
          <w:szCs w:val="22"/>
        </w:rPr>
        <w:t xml:space="preserve"> Regulations </w:t>
      </w:r>
    </w:p>
    <w:p w14:paraId="167CC650" w14:textId="1AB8B24B" w:rsidR="006D5076" w:rsidRPr="00D3547F" w:rsidRDefault="00D3547F" w:rsidP="00D3547F">
      <w:pPr>
        <w:pStyle w:val="Heading4"/>
        <w:keepLines/>
        <w:rPr>
          <w:i w:val="0"/>
          <w:szCs w:val="22"/>
        </w:rPr>
      </w:pPr>
      <w:r w:rsidRPr="00D3547F">
        <w:rPr>
          <w:i w:val="0"/>
          <w:szCs w:val="22"/>
        </w:rPr>
        <w:t>Q3.1.</w:t>
      </w:r>
      <w:r w:rsidR="006D5076" w:rsidRPr="00D3547F">
        <w:rPr>
          <w:i w:val="0"/>
          <w:szCs w:val="22"/>
        </w:rPr>
        <w:t xml:space="preserve">What patent laws and regulations </w:t>
      </w:r>
      <w:r w:rsidR="00851953" w:rsidRPr="00D3547F">
        <w:rPr>
          <w:i w:val="0"/>
          <w:szCs w:val="22"/>
        </w:rPr>
        <w:t>concerning 3D models and images are implemented</w:t>
      </w:r>
      <w:r w:rsidR="006D5076" w:rsidRPr="00D3547F">
        <w:rPr>
          <w:i w:val="0"/>
          <w:szCs w:val="22"/>
        </w:rPr>
        <w:t xml:space="preserve"> </w:t>
      </w:r>
      <w:r w:rsidR="006365AB" w:rsidRPr="00D3547F">
        <w:rPr>
          <w:i w:val="0"/>
          <w:szCs w:val="22"/>
        </w:rPr>
        <w:t>within your j</w:t>
      </w:r>
      <w:r w:rsidR="00851953" w:rsidRPr="00D3547F">
        <w:rPr>
          <w:i w:val="0"/>
          <w:szCs w:val="22"/>
        </w:rPr>
        <w:t>urisdiction</w:t>
      </w:r>
      <w:r w:rsidR="007F3EAE" w:rsidRPr="00D3547F">
        <w:rPr>
          <w:i w:val="0"/>
          <w:szCs w:val="22"/>
        </w:rPr>
        <w:t>?</w:t>
      </w:r>
    </w:p>
    <w:p w14:paraId="437660A7" w14:textId="6D28BDAD" w:rsidR="006365AB" w:rsidRPr="00631BF9" w:rsidRDefault="006365AB" w:rsidP="006D5076">
      <w:pPr>
        <w:rPr>
          <w:rFonts w:ascii="Arial" w:hAnsi="Arial" w:cs="Arial"/>
          <w:lang w:val="en-US"/>
        </w:rPr>
      </w:pP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</w:p>
    <w:p w14:paraId="4BD0A415" w14:textId="145EBEF8" w:rsidR="006D5076" w:rsidRPr="00631BF9" w:rsidRDefault="00313404" w:rsidP="00067276">
      <w:pPr>
        <w:pStyle w:val="Heading2"/>
        <w:spacing w:after="220"/>
        <w:rPr>
          <w:caps w:val="0"/>
          <w:szCs w:val="22"/>
        </w:rPr>
      </w:pPr>
      <w:r>
        <w:rPr>
          <w:caps w:val="0"/>
          <w:szCs w:val="22"/>
        </w:rPr>
        <w:t>Q</w:t>
      </w:r>
      <w:r w:rsidR="00D3547F">
        <w:rPr>
          <w:caps w:val="0"/>
          <w:szCs w:val="22"/>
        </w:rPr>
        <w:t>4</w:t>
      </w:r>
      <w:r>
        <w:rPr>
          <w:caps w:val="0"/>
          <w:szCs w:val="22"/>
        </w:rPr>
        <w:t>.</w:t>
      </w:r>
      <w:r w:rsidR="006D5076" w:rsidRPr="00631BF9">
        <w:rPr>
          <w:caps w:val="0"/>
          <w:szCs w:val="22"/>
        </w:rPr>
        <w:t xml:space="preserve"> Formats and technical tools</w:t>
      </w:r>
    </w:p>
    <w:p w14:paraId="1E339C3D" w14:textId="7DCEDBDC" w:rsidR="006D5076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>
        <w:rPr>
          <w:i w:val="0"/>
          <w:szCs w:val="22"/>
        </w:rPr>
        <w:t>.</w:t>
      </w:r>
      <w:r w:rsidR="00404621">
        <w:rPr>
          <w:i w:val="0"/>
          <w:szCs w:val="22"/>
        </w:rPr>
        <w:t>1.</w:t>
      </w:r>
      <w:r w:rsidR="006D5076" w:rsidRPr="00631BF9">
        <w:rPr>
          <w:i w:val="0"/>
          <w:szCs w:val="22"/>
        </w:rPr>
        <w:t xml:space="preserve"> </w:t>
      </w:r>
      <w:proofErr w:type="gramStart"/>
      <w:r w:rsidR="006D5076" w:rsidRPr="00631BF9">
        <w:rPr>
          <w:i w:val="0"/>
          <w:szCs w:val="22"/>
        </w:rPr>
        <w:t>Wh</w:t>
      </w:r>
      <w:r w:rsidR="002A6D7C" w:rsidRPr="00631BF9">
        <w:rPr>
          <w:i w:val="0"/>
          <w:szCs w:val="22"/>
        </w:rPr>
        <w:t>ich</w:t>
      </w:r>
      <w:proofErr w:type="gramEnd"/>
      <w:r w:rsidR="002A6D7C" w:rsidRPr="00631BF9">
        <w:rPr>
          <w:i w:val="0"/>
          <w:szCs w:val="22"/>
        </w:rPr>
        <w:t xml:space="preserve"> </w:t>
      </w:r>
      <w:r w:rsidR="006D5076" w:rsidRPr="00631BF9">
        <w:rPr>
          <w:i w:val="0"/>
          <w:szCs w:val="22"/>
        </w:rPr>
        <w:t xml:space="preserve">formats of 3D models or images </w:t>
      </w:r>
      <w:r w:rsidR="002A6D7C" w:rsidRPr="00631BF9">
        <w:rPr>
          <w:i w:val="0"/>
          <w:szCs w:val="22"/>
        </w:rPr>
        <w:t xml:space="preserve">does </w:t>
      </w:r>
      <w:r w:rsidR="006D5076" w:rsidRPr="00631BF9">
        <w:rPr>
          <w:i w:val="0"/>
          <w:szCs w:val="22"/>
        </w:rPr>
        <w:t xml:space="preserve">your </w:t>
      </w:r>
      <w:r w:rsidR="00BC66C7" w:rsidRPr="00631BF9">
        <w:rPr>
          <w:i w:val="0"/>
          <w:szCs w:val="22"/>
        </w:rPr>
        <w:t>office</w:t>
      </w:r>
      <w:r w:rsidR="002A6D7C" w:rsidRPr="00631BF9">
        <w:rPr>
          <w:i w:val="0"/>
          <w:szCs w:val="22"/>
        </w:rPr>
        <w:t xml:space="preserve"> use at the moment</w:t>
      </w:r>
      <w:r w:rsidR="007F3EAE" w:rsidRPr="00631BF9">
        <w:rPr>
          <w:i w:val="0"/>
          <w:szCs w:val="22"/>
        </w:rPr>
        <w:t>?</w:t>
      </w:r>
      <w:r w:rsidR="006D5076" w:rsidRPr="00631BF9">
        <w:rPr>
          <w:i w:val="0"/>
          <w:szCs w:val="22"/>
        </w:rPr>
        <w:t xml:space="preserve"> </w:t>
      </w:r>
      <w:r w:rsidR="0026124C" w:rsidRPr="00631BF9">
        <w:rPr>
          <w:i w:val="0"/>
          <w:szCs w:val="22"/>
        </w:rPr>
        <w:t>D</w:t>
      </w:r>
      <w:r w:rsidR="000A3818" w:rsidRPr="00631BF9">
        <w:rPr>
          <w:i w:val="0"/>
          <w:szCs w:val="22"/>
        </w:rPr>
        <w:t xml:space="preserve">oes your office use the same or different formats for </w:t>
      </w:r>
      <w:r w:rsidR="00131424" w:rsidRPr="00631BF9">
        <w:rPr>
          <w:i w:val="0"/>
          <w:szCs w:val="22"/>
        </w:rPr>
        <w:t xml:space="preserve">different stages of lifecycle: </w:t>
      </w:r>
      <w:r w:rsidR="000A3818" w:rsidRPr="00631BF9">
        <w:rPr>
          <w:i w:val="0"/>
          <w:szCs w:val="22"/>
        </w:rPr>
        <w:t>fillin</w:t>
      </w:r>
      <w:r w:rsidR="0026124C" w:rsidRPr="00631BF9">
        <w:rPr>
          <w:i w:val="0"/>
          <w:szCs w:val="22"/>
        </w:rPr>
        <w:t>g, examination, publication etc.</w:t>
      </w:r>
      <w:r w:rsidR="007F3EAE" w:rsidRPr="00631BF9">
        <w:rPr>
          <w:i w:val="0"/>
          <w:szCs w:val="22"/>
        </w:rPr>
        <w:t>?</w:t>
      </w:r>
    </w:p>
    <w:p w14:paraId="2D4BDC4E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</w:p>
    <w:p w14:paraId="4D8DEDC3" w14:textId="3154042A" w:rsidR="000A3818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 w:rsidR="00404621">
        <w:rPr>
          <w:i w:val="0"/>
          <w:szCs w:val="22"/>
        </w:rPr>
        <w:t>.2</w:t>
      </w:r>
      <w:r>
        <w:rPr>
          <w:i w:val="0"/>
          <w:szCs w:val="22"/>
        </w:rPr>
        <w:t>.</w:t>
      </w:r>
      <w:r w:rsidR="000A3818" w:rsidRPr="00631BF9">
        <w:rPr>
          <w:i w:val="0"/>
          <w:szCs w:val="22"/>
        </w:rPr>
        <w:t xml:space="preserve"> </w:t>
      </w:r>
      <w:proofErr w:type="gramStart"/>
      <w:r w:rsidR="000A3818" w:rsidRPr="00631BF9">
        <w:rPr>
          <w:i w:val="0"/>
          <w:szCs w:val="22"/>
        </w:rPr>
        <w:t>Which</w:t>
      </w:r>
      <w:proofErr w:type="gramEnd"/>
      <w:r w:rsidR="000A3818" w:rsidRPr="00631BF9">
        <w:rPr>
          <w:i w:val="0"/>
          <w:szCs w:val="22"/>
        </w:rPr>
        <w:t xml:space="preserve"> formats of 3D models or images does your office </w:t>
      </w:r>
      <w:r w:rsidR="00481A8E" w:rsidRPr="00631BF9">
        <w:rPr>
          <w:i w:val="0"/>
          <w:szCs w:val="22"/>
        </w:rPr>
        <w:t>consider</w:t>
      </w:r>
      <w:r w:rsidR="000A3818" w:rsidRPr="00631BF9">
        <w:rPr>
          <w:i w:val="0"/>
          <w:szCs w:val="22"/>
        </w:rPr>
        <w:t xml:space="preserve"> </w:t>
      </w:r>
      <w:r w:rsidR="00481A8E" w:rsidRPr="00631BF9">
        <w:rPr>
          <w:i w:val="0"/>
          <w:szCs w:val="22"/>
        </w:rPr>
        <w:t>using</w:t>
      </w:r>
      <w:r w:rsidR="000A3818" w:rsidRPr="00631BF9">
        <w:rPr>
          <w:i w:val="0"/>
          <w:szCs w:val="22"/>
        </w:rPr>
        <w:t xml:space="preserve"> in the future? </w:t>
      </w:r>
      <w:r w:rsidR="0026124C" w:rsidRPr="00631BF9">
        <w:rPr>
          <w:i w:val="0"/>
          <w:szCs w:val="22"/>
        </w:rPr>
        <w:t>D</w:t>
      </w:r>
      <w:r w:rsidR="000A3818" w:rsidRPr="00631BF9">
        <w:rPr>
          <w:i w:val="0"/>
          <w:szCs w:val="22"/>
        </w:rPr>
        <w:t xml:space="preserve">oes your office </w:t>
      </w:r>
      <w:r w:rsidR="00481A8E" w:rsidRPr="00631BF9">
        <w:rPr>
          <w:i w:val="0"/>
          <w:szCs w:val="22"/>
        </w:rPr>
        <w:t>consider using</w:t>
      </w:r>
      <w:r w:rsidR="000A3818" w:rsidRPr="00631BF9">
        <w:rPr>
          <w:i w:val="0"/>
          <w:szCs w:val="22"/>
        </w:rPr>
        <w:t xml:space="preserve"> the same or different formats for </w:t>
      </w:r>
      <w:r w:rsidR="00131424" w:rsidRPr="00631BF9">
        <w:rPr>
          <w:i w:val="0"/>
          <w:szCs w:val="22"/>
        </w:rPr>
        <w:t xml:space="preserve">different stages of lifecycle: </w:t>
      </w:r>
      <w:r w:rsidR="000A3818" w:rsidRPr="00631BF9">
        <w:rPr>
          <w:i w:val="0"/>
          <w:szCs w:val="22"/>
        </w:rPr>
        <w:t>fillin</w:t>
      </w:r>
      <w:r w:rsidR="0026124C" w:rsidRPr="00631BF9">
        <w:rPr>
          <w:i w:val="0"/>
          <w:szCs w:val="22"/>
        </w:rPr>
        <w:t>g, examination, publication etc.</w:t>
      </w:r>
      <w:r w:rsidR="000A3818" w:rsidRPr="00631BF9">
        <w:rPr>
          <w:i w:val="0"/>
          <w:szCs w:val="22"/>
        </w:rPr>
        <w:t>?</w:t>
      </w:r>
    </w:p>
    <w:p w14:paraId="0794AC6A" w14:textId="77C468AF" w:rsidR="005C14EC" w:rsidRPr="00631BF9" w:rsidRDefault="005C14EC" w:rsidP="005C14EC">
      <w:pPr>
        <w:rPr>
          <w:rFonts w:ascii="Arial" w:hAnsi="Arial" w:cs="Arial"/>
          <w:lang w:val="en-US"/>
        </w:rPr>
      </w:pP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</w:p>
    <w:p w14:paraId="7B4769D6" w14:textId="609D33A8" w:rsidR="0052420B" w:rsidRPr="00631BF9" w:rsidRDefault="00313404" w:rsidP="008D36CE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 w:rsidR="00404621">
        <w:rPr>
          <w:i w:val="0"/>
          <w:szCs w:val="22"/>
        </w:rPr>
        <w:t>.3</w:t>
      </w:r>
      <w:r>
        <w:rPr>
          <w:i w:val="0"/>
          <w:szCs w:val="22"/>
        </w:rPr>
        <w:t>.</w:t>
      </w:r>
      <w:r w:rsidR="0052420B" w:rsidRPr="00631BF9">
        <w:rPr>
          <w:i w:val="0"/>
          <w:szCs w:val="22"/>
        </w:rPr>
        <w:t xml:space="preserve"> </w:t>
      </w:r>
      <w:r w:rsidR="009C65F1" w:rsidRPr="00631BF9">
        <w:rPr>
          <w:i w:val="0"/>
          <w:szCs w:val="22"/>
        </w:rPr>
        <w:t xml:space="preserve">Please </w:t>
      </w:r>
      <w:r w:rsidR="00682EBD" w:rsidRPr="00631BF9">
        <w:rPr>
          <w:i w:val="0"/>
          <w:szCs w:val="22"/>
        </w:rPr>
        <w:t>provide</w:t>
      </w:r>
      <w:r w:rsidR="009C65F1" w:rsidRPr="00631BF9">
        <w:rPr>
          <w:i w:val="0"/>
          <w:szCs w:val="22"/>
        </w:rPr>
        <w:t xml:space="preserve"> </w:t>
      </w:r>
      <w:r w:rsidR="00682EBD" w:rsidRPr="00631BF9">
        <w:rPr>
          <w:i w:val="0"/>
          <w:szCs w:val="22"/>
        </w:rPr>
        <w:t xml:space="preserve">us with </w:t>
      </w:r>
      <w:r w:rsidR="009C65F1" w:rsidRPr="00631BF9">
        <w:rPr>
          <w:i w:val="0"/>
          <w:szCs w:val="22"/>
        </w:rPr>
        <w:t xml:space="preserve">your suggestions </w:t>
      </w:r>
      <w:r w:rsidR="00142D75" w:rsidRPr="00631BF9">
        <w:rPr>
          <w:i w:val="0"/>
          <w:szCs w:val="22"/>
        </w:rPr>
        <w:t xml:space="preserve">and proposals on </w:t>
      </w:r>
      <w:r w:rsidR="009C65F1" w:rsidRPr="00631BF9">
        <w:rPr>
          <w:i w:val="0"/>
          <w:szCs w:val="22"/>
        </w:rPr>
        <w:t xml:space="preserve">formats </w:t>
      </w:r>
      <w:r w:rsidR="001252D4" w:rsidRPr="00631BF9">
        <w:rPr>
          <w:i w:val="0"/>
          <w:szCs w:val="22"/>
        </w:rPr>
        <w:t xml:space="preserve">and reasons why you suppose them to be important </w:t>
      </w:r>
      <w:r w:rsidR="00CE06E6" w:rsidRPr="00631BF9">
        <w:rPr>
          <w:i w:val="0"/>
          <w:szCs w:val="22"/>
        </w:rPr>
        <w:t>(</w:t>
      </w:r>
      <w:r w:rsidR="00142D75" w:rsidRPr="00631BF9">
        <w:rPr>
          <w:i w:val="0"/>
          <w:szCs w:val="22"/>
        </w:rPr>
        <w:t xml:space="preserve">a </w:t>
      </w:r>
      <w:r w:rsidR="00CE06E6" w:rsidRPr="00631BF9">
        <w:rPr>
          <w:i w:val="0"/>
          <w:szCs w:val="22"/>
        </w:rPr>
        <w:t>list of formats</w:t>
      </w:r>
      <w:r w:rsidR="003E41B6" w:rsidRPr="00631BF9">
        <w:rPr>
          <w:i w:val="0"/>
          <w:szCs w:val="22"/>
        </w:rPr>
        <w:t xml:space="preserve"> to consider</w:t>
      </w:r>
      <w:r w:rsidR="00CE06E6" w:rsidRPr="00631BF9">
        <w:rPr>
          <w:i w:val="0"/>
          <w:szCs w:val="22"/>
        </w:rPr>
        <w:t>)</w:t>
      </w:r>
      <w:r w:rsidR="003E41B6" w:rsidRPr="00631BF9">
        <w:rPr>
          <w:i w:val="0"/>
          <w:szCs w:val="22"/>
        </w:rPr>
        <w:t xml:space="preserve"> </w:t>
      </w:r>
      <w:r w:rsidR="00131424" w:rsidRPr="00631BF9">
        <w:rPr>
          <w:i w:val="0"/>
          <w:szCs w:val="22"/>
        </w:rPr>
        <w:t>except</w:t>
      </w:r>
      <w:r w:rsidR="003E41B6" w:rsidRPr="00631BF9">
        <w:rPr>
          <w:i w:val="0"/>
          <w:szCs w:val="22"/>
        </w:rPr>
        <w:t xml:space="preserve"> </w:t>
      </w:r>
      <w:r w:rsidR="00481A8E" w:rsidRPr="00631BF9">
        <w:rPr>
          <w:i w:val="0"/>
          <w:szCs w:val="22"/>
        </w:rPr>
        <w:t xml:space="preserve">mentioned </w:t>
      </w:r>
      <w:r w:rsidR="003E41B6" w:rsidRPr="00631BF9">
        <w:rPr>
          <w:i w:val="0"/>
          <w:szCs w:val="22"/>
        </w:rPr>
        <w:t xml:space="preserve">in items </w:t>
      </w:r>
      <w:r w:rsidR="00853287" w:rsidRPr="00631BF9">
        <w:rPr>
          <w:i w:val="0"/>
          <w:szCs w:val="22"/>
        </w:rPr>
        <w:t>6</w:t>
      </w:r>
      <w:r w:rsidR="003E41B6" w:rsidRPr="00631BF9">
        <w:rPr>
          <w:i w:val="0"/>
          <w:szCs w:val="22"/>
        </w:rPr>
        <w:t xml:space="preserve">.1, </w:t>
      </w:r>
      <w:r w:rsidR="00853287" w:rsidRPr="00631BF9">
        <w:rPr>
          <w:i w:val="0"/>
          <w:szCs w:val="22"/>
        </w:rPr>
        <w:t>6</w:t>
      </w:r>
      <w:r w:rsidR="003E41B6" w:rsidRPr="00631BF9">
        <w:rPr>
          <w:i w:val="0"/>
          <w:szCs w:val="22"/>
        </w:rPr>
        <w:t>.2</w:t>
      </w:r>
    </w:p>
    <w:p w14:paraId="70BF1C43" w14:textId="77777777" w:rsidR="000D01B2" w:rsidRPr="00631BF9" w:rsidRDefault="000D01B2" w:rsidP="008D36CE">
      <w:pPr>
        <w:keepNext/>
        <w:rPr>
          <w:rFonts w:ascii="Arial" w:hAnsi="Arial" w:cs="Arial"/>
          <w:lang w:val="en-US"/>
        </w:rPr>
      </w:pP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</w:p>
    <w:p w14:paraId="00DA3634" w14:textId="734C3065" w:rsidR="006D5076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 w:rsidR="00404621">
        <w:rPr>
          <w:i w:val="0"/>
          <w:szCs w:val="22"/>
        </w:rPr>
        <w:t>.4.</w:t>
      </w:r>
      <w:r>
        <w:rPr>
          <w:i w:val="0"/>
          <w:szCs w:val="22"/>
        </w:rPr>
        <w:t xml:space="preserve"> </w:t>
      </w:r>
      <w:proofErr w:type="gramStart"/>
      <w:r w:rsidR="00682EBD" w:rsidRPr="00631BF9">
        <w:rPr>
          <w:i w:val="0"/>
          <w:szCs w:val="22"/>
        </w:rPr>
        <w:t>Which</w:t>
      </w:r>
      <w:proofErr w:type="gramEnd"/>
      <w:r w:rsidR="00142D75" w:rsidRPr="00631BF9">
        <w:rPr>
          <w:i w:val="0"/>
          <w:szCs w:val="22"/>
        </w:rPr>
        <w:t xml:space="preserve"> </w:t>
      </w:r>
      <w:r w:rsidR="0014013D" w:rsidRPr="00631BF9">
        <w:rPr>
          <w:i w:val="0"/>
          <w:szCs w:val="22"/>
        </w:rPr>
        <w:t xml:space="preserve">technical </w:t>
      </w:r>
      <w:r w:rsidR="00142D75" w:rsidRPr="00631BF9">
        <w:rPr>
          <w:i w:val="0"/>
          <w:szCs w:val="22"/>
        </w:rPr>
        <w:t xml:space="preserve">tools does </w:t>
      </w:r>
      <w:r w:rsidR="006D5076" w:rsidRPr="00631BF9">
        <w:rPr>
          <w:i w:val="0"/>
          <w:szCs w:val="22"/>
        </w:rPr>
        <w:t xml:space="preserve">your </w:t>
      </w:r>
      <w:r w:rsidR="00BC66C7" w:rsidRPr="00631BF9">
        <w:rPr>
          <w:i w:val="0"/>
          <w:szCs w:val="22"/>
        </w:rPr>
        <w:t>office</w:t>
      </w:r>
      <w:r w:rsidR="00142D75" w:rsidRPr="00631BF9">
        <w:rPr>
          <w:i w:val="0"/>
          <w:szCs w:val="22"/>
        </w:rPr>
        <w:t xml:space="preserve"> </w:t>
      </w:r>
      <w:r w:rsidR="0014013D" w:rsidRPr="00631BF9">
        <w:rPr>
          <w:i w:val="0"/>
          <w:szCs w:val="22"/>
        </w:rPr>
        <w:t xml:space="preserve">currently </w:t>
      </w:r>
      <w:r w:rsidR="00142D75" w:rsidRPr="00631BF9">
        <w:rPr>
          <w:i w:val="0"/>
          <w:szCs w:val="22"/>
        </w:rPr>
        <w:t xml:space="preserve">use </w:t>
      </w:r>
      <w:r w:rsidR="00481A8E" w:rsidRPr="00631BF9">
        <w:rPr>
          <w:i w:val="0"/>
          <w:szCs w:val="22"/>
        </w:rPr>
        <w:t xml:space="preserve">to </w:t>
      </w:r>
      <w:r w:rsidR="009B0BBE" w:rsidRPr="00631BF9">
        <w:rPr>
          <w:i w:val="0"/>
          <w:szCs w:val="22"/>
        </w:rPr>
        <w:t>work</w:t>
      </w:r>
      <w:r w:rsidR="006D5076" w:rsidRPr="00631BF9">
        <w:rPr>
          <w:i w:val="0"/>
          <w:szCs w:val="22"/>
        </w:rPr>
        <w:t xml:space="preserve"> with 3D models (</w:t>
      </w:r>
      <w:r w:rsidR="00682EBD" w:rsidRPr="00631BF9">
        <w:rPr>
          <w:i w:val="0"/>
          <w:szCs w:val="22"/>
        </w:rPr>
        <w:t xml:space="preserve">i.e. </w:t>
      </w:r>
      <w:r w:rsidR="006D5076" w:rsidRPr="00631BF9">
        <w:rPr>
          <w:i w:val="0"/>
          <w:szCs w:val="22"/>
        </w:rPr>
        <w:t>viewers</w:t>
      </w:r>
      <w:r w:rsidR="001130F4" w:rsidRPr="00631BF9">
        <w:rPr>
          <w:i w:val="0"/>
          <w:szCs w:val="22"/>
        </w:rPr>
        <w:t>, converters,</w:t>
      </w:r>
      <w:r w:rsidR="006D5076" w:rsidRPr="00631BF9">
        <w:rPr>
          <w:i w:val="0"/>
          <w:szCs w:val="22"/>
        </w:rPr>
        <w:t xml:space="preserve"> </w:t>
      </w:r>
      <w:r w:rsidR="001537F1" w:rsidRPr="00631BF9">
        <w:rPr>
          <w:i w:val="0"/>
          <w:szCs w:val="22"/>
        </w:rPr>
        <w:t>etc.</w:t>
      </w:r>
      <w:r w:rsidR="006D5076" w:rsidRPr="00631BF9">
        <w:rPr>
          <w:i w:val="0"/>
          <w:szCs w:val="22"/>
        </w:rPr>
        <w:t>)</w:t>
      </w:r>
      <w:r w:rsidR="00B92DAF" w:rsidRPr="00631BF9">
        <w:rPr>
          <w:i w:val="0"/>
          <w:szCs w:val="22"/>
        </w:rPr>
        <w:t xml:space="preserve">?  Are these standard tools commercially available, or do you </w:t>
      </w:r>
      <w:r w:rsidR="00FE0EF0" w:rsidRPr="00631BF9">
        <w:rPr>
          <w:i w:val="0"/>
          <w:szCs w:val="22"/>
        </w:rPr>
        <w:t>consider using</w:t>
      </w:r>
      <w:r w:rsidR="00B92DAF" w:rsidRPr="00631BF9">
        <w:rPr>
          <w:i w:val="0"/>
          <w:szCs w:val="22"/>
        </w:rPr>
        <w:t xml:space="preserve"> any special tool developed for your Office or by your Office?</w:t>
      </w:r>
    </w:p>
    <w:p w14:paraId="6EAC3245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</w:p>
    <w:p w14:paraId="36A60978" w14:textId="0E275A0E" w:rsidR="003E41B6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 w:rsidR="00404621">
        <w:rPr>
          <w:i w:val="0"/>
          <w:szCs w:val="22"/>
        </w:rPr>
        <w:t>.5</w:t>
      </w:r>
      <w:r>
        <w:rPr>
          <w:i w:val="0"/>
          <w:szCs w:val="22"/>
        </w:rPr>
        <w:t>.</w:t>
      </w:r>
      <w:r w:rsidR="003E41B6" w:rsidRPr="00631BF9">
        <w:rPr>
          <w:i w:val="0"/>
          <w:szCs w:val="22"/>
        </w:rPr>
        <w:t xml:space="preserve"> </w:t>
      </w:r>
      <w:proofErr w:type="gramStart"/>
      <w:r w:rsidR="003E41B6" w:rsidRPr="00631BF9">
        <w:rPr>
          <w:i w:val="0"/>
          <w:szCs w:val="22"/>
        </w:rPr>
        <w:t>Which</w:t>
      </w:r>
      <w:proofErr w:type="gramEnd"/>
      <w:r w:rsidR="003E41B6" w:rsidRPr="00631BF9">
        <w:rPr>
          <w:i w:val="0"/>
          <w:szCs w:val="22"/>
        </w:rPr>
        <w:t xml:space="preserve"> technical tools does your office </w:t>
      </w:r>
      <w:r w:rsidR="00FE0EF0" w:rsidRPr="00631BF9">
        <w:rPr>
          <w:i w:val="0"/>
          <w:szCs w:val="22"/>
        </w:rPr>
        <w:t>consider using</w:t>
      </w:r>
      <w:r w:rsidR="003E41B6" w:rsidRPr="00631BF9">
        <w:rPr>
          <w:i w:val="0"/>
          <w:szCs w:val="22"/>
        </w:rPr>
        <w:t xml:space="preserve"> in future work with 3D models (i.e. viewers</w:t>
      </w:r>
      <w:r w:rsidR="00D31ABA" w:rsidRPr="00631BF9">
        <w:rPr>
          <w:i w:val="0"/>
          <w:szCs w:val="22"/>
        </w:rPr>
        <w:t>, converters,</w:t>
      </w:r>
      <w:r w:rsidR="003E41B6" w:rsidRPr="00631BF9">
        <w:rPr>
          <w:i w:val="0"/>
          <w:szCs w:val="22"/>
        </w:rPr>
        <w:t xml:space="preserve"> etc.)?  Are these standard tools commercially available, or do you </w:t>
      </w:r>
      <w:r w:rsidR="001252D4" w:rsidRPr="00631BF9">
        <w:rPr>
          <w:i w:val="0"/>
          <w:szCs w:val="22"/>
        </w:rPr>
        <w:t>consider using</w:t>
      </w:r>
      <w:r w:rsidR="003E41B6" w:rsidRPr="00631BF9">
        <w:rPr>
          <w:i w:val="0"/>
          <w:szCs w:val="22"/>
        </w:rPr>
        <w:t xml:space="preserve"> any special tool developed for your Office or by your Office?</w:t>
      </w:r>
    </w:p>
    <w:p w14:paraId="5F116BB0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</w:p>
    <w:p w14:paraId="006A8FD0" w14:textId="18B941A6" w:rsidR="009C65F1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4</w:t>
      </w:r>
      <w:r w:rsidR="00404621">
        <w:rPr>
          <w:i w:val="0"/>
          <w:szCs w:val="22"/>
        </w:rPr>
        <w:t>.6</w:t>
      </w:r>
      <w:r>
        <w:rPr>
          <w:i w:val="0"/>
          <w:szCs w:val="22"/>
        </w:rPr>
        <w:t>.</w:t>
      </w:r>
      <w:r w:rsidR="009C65F1" w:rsidRPr="00631BF9">
        <w:rPr>
          <w:i w:val="0"/>
          <w:szCs w:val="22"/>
        </w:rPr>
        <w:t xml:space="preserve"> Please </w:t>
      </w:r>
      <w:r w:rsidR="00682EBD" w:rsidRPr="00631BF9">
        <w:rPr>
          <w:i w:val="0"/>
          <w:szCs w:val="22"/>
        </w:rPr>
        <w:t>provide us with</w:t>
      </w:r>
      <w:r w:rsidR="009C65F1" w:rsidRPr="00631BF9">
        <w:rPr>
          <w:i w:val="0"/>
          <w:szCs w:val="22"/>
        </w:rPr>
        <w:t xml:space="preserve"> your suggestions </w:t>
      </w:r>
      <w:r w:rsidR="00142D75" w:rsidRPr="00631BF9">
        <w:rPr>
          <w:i w:val="0"/>
          <w:szCs w:val="22"/>
        </w:rPr>
        <w:t>and proposals on</w:t>
      </w:r>
      <w:r w:rsidR="009C65F1" w:rsidRPr="00631BF9">
        <w:rPr>
          <w:i w:val="0"/>
          <w:szCs w:val="22"/>
        </w:rPr>
        <w:t xml:space="preserve"> tools </w:t>
      </w:r>
      <w:r w:rsidR="001252D4" w:rsidRPr="00631BF9">
        <w:rPr>
          <w:i w:val="0"/>
          <w:szCs w:val="22"/>
        </w:rPr>
        <w:t xml:space="preserve">and reasons why do you suppose them to be important </w:t>
      </w:r>
      <w:r w:rsidR="00CE06E6" w:rsidRPr="00631BF9">
        <w:rPr>
          <w:i w:val="0"/>
          <w:szCs w:val="22"/>
        </w:rPr>
        <w:t>(</w:t>
      </w:r>
      <w:r w:rsidR="00142D75" w:rsidRPr="00631BF9">
        <w:rPr>
          <w:i w:val="0"/>
          <w:szCs w:val="22"/>
        </w:rPr>
        <w:t xml:space="preserve">a </w:t>
      </w:r>
      <w:r w:rsidR="00CE06E6" w:rsidRPr="00631BF9">
        <w:rPr>
          <w:i w:val="0"/>
          <w:szCs w:val="22"/>
        </w:rPr>
        <w:t>list of tools</w:t>
      </w:r>
      <w:r w:rsidR="003E41B6" w:rsidRPr="00631BF9">
        <w:rPr>
          <w:i w:val="0"/>
          <w:szCs w:val="22"/>
        </w:rPr>
        <w:t xml:space="preserve"> to consider</w:t>
      </w:r>
      <w:r w:rsidR="00CE06E6" w:rsidRPr="00631BF9">
        <w:rPr>
          <w:i w:val="0"/>
          <w:szCs w:val="22"/>
        </w:rPr>
        <w:t>)</w:t>
      </w:r>
      <w:r w:rsidR="003E41B6" w:rsidRPr="00631BF9">
        <w:rPr>
          <w:i w:val="0"/>
          <w:szCs w:val="22"/>
        </w:rPr>
        <w:t xml:space="preserve"> </w:t>
      </w:r>
    </w:p>
    <w:p w14:paraId="3A5D2B0F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</w:p>
    <w:p w14:paraId="2EDF6997" w14:textId="4E5DF00D" w:rsidR="006D5076" w:rsidRPr="00631BF9" w:rsidRDefault="00313404" w:rsidP="00067276">
      <w:pPr>
        <w:pStyle w:val="Heading2"/>
        <w:spacing w:after="220"/>
        <w:rPr>
          <w:caps w:val="0"/>
          <w:szCs w:val="22"/>
        </w:rPr>
      </w:pPr>
      <w:r>
        <w:rPr>
          <w:caps w:val="0"/>
          <w:szCs w:val="22"/>
        </w:rPr>
        <w:t>Q</w:t>
      </w:r>
      <w:r w:rsidR="00D3547F">
        <w:rPr>
          <w:caps w:val="0"/>
          <w:szCs w:val="22"/>
        </w:rPr>
        <w:t>5</w:t>
      </w:r>
      <w:r>
        <w:rPr>
          <w:caps w:val="0"/>
          <w:szCs w:val="22"/>
        </w:rPr>
        <w:t>.</w:t>
      </w:r>
      <w:r w:rsidR="00885905" w:rsidRPr="00631BF9">
        <w:rPr>
          <w:caps w:val="0"/>
          <w:szCs w:val="22"/>
        </w:rPr>
        <w:t xml:space="preserve"> Specific requirements </w:t>
      </w:r>
      <w:r w:rsidR="009D700C" w:rsidRPr="00631BF9">
        <w:rPr>
          <w:caps w:val="0"/>
          <w:szCs w:val="22"/>
        </w:rPr>
        <w:t>and limitations</w:t>
      </w:r>
    </w:p>
    <w:p w14:paraId="35732A20" w14:textId="0F5D00AB" w:rsidR="00885905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5</w:t>
      </w:r>
      <w:r w:rsidR="00D31ABA" w:rsidRPr="00631BF9">
        <w:rPr>
          <w:i w:val="0"/>
          <w:szCs w:val="22"/>
        </w:rPr>
        <w:t>.1</w:t>
      </w:r>
      <w:r>
        <w:rPr>
          <w:i w:val="0"/>
          <w:szCs w:val="22"/>
        </w:rPr>
        <w:t>.</w:t>
      </w:r>
      <w:r w:rsidR="00885905" w:rsidRPr="00631BF9">
        <w:rPr>
          <w:i w:val="0"/>
          <w:szCs w:val="22"/>
        </w:rPr>
        <w:t xml:space="preserve"> </w:t>
      </w:r>
      <w:r w:rsidR="009D700C" w:rsidRPr="00631BF9">
        <w:rPr>
          <w:i w:val="0"/>
          <w:szCs w:val="22"/>
        </w:rPr>
        <w:t>Please provide us with preferable s</w:t>
      </w:r>
      <w:r w:rsidR="00885905" w:rsidRPr="00631BF9">
        <w:rPr>
          <w:i w:val="0"/>
          <w:szCs w:val="22"/>
        </w:rPr>
        <w:t>pecific</w:t>
      </w:r>
      <w:r w:rsidR="0045224E" w:rsidRPr="00631BF9">
        <w:rPr>
          <w:i w:val="0"/>
          <w:szCs w:val="22"/>
        </w:rPr>
        <w:t xml:space="preserve"> file</w:t>
      </w:r>
      <w:r w:rsidR="00885905" w:rsidRPr="00631BF9">
        <w:rPr>
          <w:i w:val="0"/>
          <w:szCs w:val="22"/>
        </w:rPr>
        <w:t xml:space="preserve"> </w:t>
      </w:r>
      <w:r w:rsidR="00D31ABA" w:rsidRPr="00631BF9">
        <w:rPr>
          <w:i w:val="0"/>
          <w:szCs w:val="22"/>
        </w:rPr>
        <w:t>requirements</w:t>
      </w:r>
      <w:r w:rsidR="00DA78A1" w:rsidRPr="00631BF9">
        <w:rPr>
          <w:i w:val="0"/>
          <w:szCs w:val="22"/>
        </w:rPr>
        <w:t>? Should they be the same or different for different objects and stages</w:t>
      </w:r>
      <w:r w:rsidR="00D31ABA" w:rsidRPr="00631BF9">
        <w:rPr>
          <w:i w:val="0"/>
          <w:szCs w:val="22"/>
        </w:rPr>
        <w:t xml:space="preserve"> (i.e. </w:t>
      </w:r>
      <w:r w:rsidR="00885905" w:rsidRPr="00631BF9">
        <w:rPr>
          <w:i w:val="0"/>
          <w:szCs w:val="22"/>
        </w:rPr>
        <w:t>l</w:t>
      </w:r>
      <w:r w:rsidR="0026124C" w:rsidRPr="00631BF9">
        <w:rPr>
          <w:i w:val="0"/>
          <w:szCs w:val="22"/>
        </w:rPr>
        <w:t>imitations and restrictions</w:t>
      </w:r>
      <w:r w:rsidR="00D31ABA" w:rsidRPr="00631BF9">
        <w:rPr>
          <w:i w:val="0"/>
          <w:szCs w:val="22"/>
        </w:rPr>
        <w:t xml:space="preserve"> for 3D files,</w:t>
      </w:r>
      <w:r w:rsidR="00885905" w:rsidRPr="00631BF9">
        <w:rPr>
          <w:i w:val="0"/>
          <w:szCs w:val="22"/>
        </w:rPr>
        <w:t xml:space="preserve"> size </w:t>
      </w:r>
      <w:r w:rsidR="00924512" w:rsidRPr="00631BF9">
        <w:rPr>
          <w:i w:val="0"/>
          <w:szCs w:val="22"/>
        </w:rPr>
        <w:t xml:space="preserve">(Mb) </w:t>
      </w:r>
      <w:r w:rsidR="0076147E" w:rsidRPr="00631BF9">
        <w:rPr>
          <w:i w:val="0"/>
          <w:szCs w:val="22"/>
        </w:rPr>
        <w:t xml:space="preserve">and format </w:t>
      </w:r>
      <w:r w:rsidR="00885905" w:rsidRPr="00631BF9">
        <w:rPr>
          <w:i w:val="0"/>
          <w:szCs w:val="22"/>
        </w:rPr>
        <w:t>of 3D model</w:t>
      </w:r>
      <w:r w:rsidR="009D700C" w:rsidRPr="00631BF9">
        <w:rPr>
          <w:i w:val="0"/>
          <w:szCs w:val="22"/>
        </w:rPr>
        <w:t xml:space="preserve"> </w:t>
      </w:r>
      <w:r w:rsidR="00885905" w:rsidRPr="00631BF9">
        <w:rPr>
          <w:i w:val="0"/>
          <w:szCs w:val="22"/>
        </w:rPr>
        <w:t xml:space="preserve">for storing, processing, </w:t>
      </w:r>
      <w:r w:rsidR="00D31ABA" w:rsidRPr="00631BF9">
        <w:rPr>
          <w:i w:val="0"/>
          <w:szCs w:val="22"/>
        </w:rPr>
        <w:t xml:space="preserve">and </w:t>
      </w:r>
      <w:r w:rsidR="00885905" w:rsidRPr="00631BF9">
        <w:rPr>
          <w:i w:val="0"/>
          <w:szCs w:val="22"/>
        </w:rPr>
        <w:t>sharing</w:t>
      </w:r>
      <w:r w:rsidR="00D31ABA" w:rsidRPr="00631BF9">
        <w:rPr>
          <w:i w:val="0"/>
          <w:szCs w:val="22"/>
        </w:rPr>
        <w:t>, etc.</w:t>
      </w:r>
      <w:r w:rsidR="00885905" w:rsidRPr="00631BF9">
        <w:rPr>
          <w:i w:val="0"/>
          <w:szCs w:val="22"/>
        </w:rPr>
        <w:t>)</w:t>
      </w:r>
    </w:p>
    <w:p w14:paraId="2349BC69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</w:p>
    <w:p w14:paraId="09BB0F02" w14:textId="42BFBEDF" w:rsidR="009D700C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5</w:t>
      </w:r>
      <w:r w:rsidR="00D31ABA" w:rsidRPr="00631BF9">
        <w:rPr>
          <w:i w:val="0"/>
          <w:szCs w:val="22"/>
        </w:rPr>
        <w:t>.2</w:t>
      </w:r>
      <w:r>
        <w:rPr>
          <w:i w:val="0"/>
          <w:szCs w:val="22"/>
        </w:rPr>
        <w:t>.</w:t>
      </w:r>
      <w:r w:rsidR="009D700C" w:rsidRPr="00631BF9">
        <w:rPr>
          <w:i w:val="0"/>
          <w:szCs w:val="22"/>
        </w:rPr>
        <w:t xml:space="preserve"> In your opinion, what </w:t>
      </w:r>
      <w:r w:rsidR="0076147E" w:rsidRPr="00631BF9">
        <w:rPr>
          <w:i w:val="0"/>
          <w:szCs w:val="22"/>
        </w:rPr>
        <w:t>would be</w:t>
      </w:r>
      <w:r w:rsidR="009D700C" w:rsidRPr="00631BF9">
        <w:rPr>
          <w:i w:val="0"/>
          <w:szCs w:val="22"/>
        </w:rPr>
        <w:t xml:space="preserve"> the main requirements </w:t>
      </w:r>
      <w:r w:rsidR="0026124C" w:rsidRPr="00631BF9">
        <w:rPr>
          <w:i w:val="0"/>
          <w:szCs w:val="22"/>
        </w:rPr>
        <w:t>when</w:t>
      </w:r>
      <w:r w:rsidR="009D700C" w:rsidRPr="00631BF9">
        <w:rPr>
          <w:i w:val="0"/>
          <w:szCs w:val="22"/>
        </w:rPr>
        <w:t xml:space="preserve"> choosing 3D file formats (open source, wide spread adoption, etc</w:t>
      </w:r>
      <w:r w:rsidR="0026124C" w:rsidRPr="00631BF9">
        <w:rPr>
          <w:i w:val="0"/>
          <w:szCs w:val="22"/>
        </w:rPr>
        <w:t>.</w:t>
      </w:r>
      <w:r w:rsidR="009D700C" w:rsidRPr="00631BF9">
        <w:rPr>
          <w:i w:val="0"/>
          <w:szCs w:val="22"/>
        </w:rPr>
        <w:t>)</w:t>
      </w:r>
    </w:p>
    <w:p w14:paraId="5ECDD971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</w:p>
    <w:p w14:paraId="081C4423" w14:textId="23D923B4" w:rsidR="00067276" w:rsidRPr="00631BF9" w:rsidRDefault="00313404" w:rsidP="00067276">
      <w:pPr>
        <w:pStyle w:val="Heading4"/>
        <w:rPr>
          <w:i w:val="0"/>
          <w:szCs w:val="22"/>
        </w:rPr>
      </w:pPr>
      <w:r>
        <w:rPr>
          <w:i w:val="0"/>
          <w:szCs w:val="22"/>
        </w:rPr>
        <w:t>Q</w:t>
      </w:r>
      <w:r w:rsidR="00D3547F">
        <w:rPr>
          <w:i w:val="0"/>
          <w:szCs w:val="22"/>
        </w:rPr>
        <w:t>5</w:t>
      </w:r>
      <w:r w:rsidR="00D31ABA" w:rsidRPr="00631BF9">
        <w:rPr>
          <w:i w:val="0"/>
          <w:szCs w:val="22"/>
        </w:rPr>
        <w:t>.3</w:t>
      </w:r>
      <w:r>
        <w:rPr>
          <w:i w:val="0"/>
          <w:szCs w:val="22"/>
        </w:rPr>
        <w:t>.</w:t>
      </w:r>
      <w:r w:rsidR="009D700C" w:rsidRPr="00631BF9">
        <w:rPr>
          <w:i w:val="0"/>
          <w:szCs w:val="22"/>
        </w:rPr>
        <w:t xml:space="preserve"> In your opinion, what </w:t>
      </w:r>
      <w:r w:rsidR="0076147E" w:rsidRPr="00631BF9">
        <w:rPr>
          <w:i w:val="0"/>
          <w:szCs w:val="22"/>
        </w:rPr>
        <w:t>would be</w:t>
      </w:r>
      <w:r w:rsidR="009D700C" w:rsidRPr="00631BF9">
        <w:rPr>
          <w:i w:val="0"/>
          <w:szCs w:val="22"/>
        </w:rPr>
        <w:t xml:space="preserve"> the main requirements when choosing tools for working with 3D files?</w:t>
      </w:r>
    </w:p>
    <w:p w14:paraId="1A1BA0F7" w14:textId="77777777" w:rsidR="000D01B2" w:rsidRPr="00631BF9" w:rsidRDefault="000D01B2" w:rsidP="000D01B2">
      <w:pPr>
        <w:rPr>
          <w:rFonts w:ascii="Arial" w:hAnsi="Arial" w:cs="Arial"/>
          <w:lang w:val="en-US"/>
        </w:rPr>
      </w:pP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</w:p>
    <w:p w14:paraId="4BE28F3F" w14:textId="7E151DA2" w:rsidR="006D5076" w:rsidRPr="00631BF9" w:rsidRDefault="00313404" w:rsidP="00067276">
      <w:pPr>
        <w:pStyle w:val="Heading2"/>
        <w:spacing w:after="220"/>
        <w:rPr>
          <w:caps w:val="0"/>
          <w:szCs w:val="22"/>
        </w:rPr>
      </w:pPr>
      <w:r>
        <w:rPr>
          <w:caps w:val="0"/>
          <w:szCs w:val="22"/>
        </w:rPr>
        <w:t>Q</w:t>
      </w:r>
      <w:r w:rsidR="00D3547F">
        <w:rPr>
          <w:caps w:val="0"/>
          <w:szCs w:val="22"/>
        </w:rPr>
        <w:t>6</w:t>
      </w:r>
      <w:r>
        <w:rPr>
          <w:caps w:val="0"/>
          <w:szCs w:val="22"/>
        </w:rPr>
        <w:t>.</w:t>
      </w:r>
      <w:r w:rsidR="006D5076" w:rsidRPr="00631BF9">
        <w:rPr>
          <w:caps w:val="0"/>
          <w:szCs w:val="22"/>
        </w:rPr>
        <w:t xml:space="preserve"> Any other comments</w:t>
      </w:r>
    </w:p>
    <w:p w14:paraId="2377CE69" w14:textId="77777777" w:rsidR="000D01B2" w:rsidRPr="00631BF9" w:rsidRDefault="000D01B2" w:rsidP="000D01B2">
      <w:pPr>
        <w:spacing w:after="0"/>
        <w:rPr>
          <w:rFonts w:ascii="Arial" w:hAnsi="Arial" w:cs="Arial"/>
          <w:lang w:val="en-US"/>
        </w:rPr>
      </w:pP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  <w:r w:rsidRPr="00CE449A">
        <w:rPr>
          <w:rFonts w:ascii="Arial" w:hAnsi="Arial" w:cs="Arial"/>
          <w:u w:val="single"/>
          <w:lang w:val="en-US"/>
        </w:rPr>
        <w:tab/>
      </w:r>
    </w:p>
    <w:p w14:paraId="4997190B" w14:textId="18569751" w:rsidR="00663630" w:rsidRPr="00631BF9" w:rsidRDefault="00663630" w:rsidP="000D01B2">
      <w:pPr>
        <w:spacing w:after="0"/>
        <w:rPr>
          <w:rFonts w:ascii="Arial" w:hAnsi="Arial" w:cs="Arial"/>
          <w:lang w:val="en-US"/>
        </w:rPr>
      </w:pPr>
    </w:p>
    <w:p w14:paraId="4CF7AB15" w14:textId="77777777" w:rsidR="000D01B2" w:rsidRPr="00631BF9" w:rsidRDefault="000D01B2" w:rsidP="000D01B2">
      <w:pPr>
        <w:spacing w:after="0"/>
        <w:rPr>
          <w:rFonts w:ascii="Arial" w:hAnsi="Arial" w:cs="Arial"/>
          <w:lang w:val="en-US"/>
        </w:rPr>
      </w:pPr>
    </w:p>
    <w:p w14:paraId="623FE786" w14:textId="026F3360" w:rsidR="00067276" w:rsidRPr="00D469B0" w:rsidRDefault="00067276" w:rsidP="00067276">
      <w:pPr>
        <w:pStyle w:val="Endofdocument-Annex"/>
        <w:rPr>
          <w:szCs w:val="22"/>
          <w:lang w:val="ru-RU"/>
        </w:rPr>
      </w:pPr>
      <w:r w:rsidRPr="004D0F71">
        <w:rPr>
          <w:szCs w:val="22"/>
          <w:lang w:val="ru-RU"/>
        </w:rPr>
        <w:t>[</w:t>
      </w:r>
      <w:r w:rsidR="00D469B0" w:rsidRPr="004D0F71">
        <w:rPr>
          <w:szCs w:val="22"/>
          <w:lang w:val="ru-RU"/>
        </w:rPr>
        <w:t>Конец Приложения и документа</w:t>
      </w:r>
      <w:r w:rsidRPr="004D0F71">
        <w:rPr>
          <w:szCs w:val="22"/>
          <w:lang w:val="ru-RU"/>
        </w:rPr>
        <w:t>]</w:t>
      </w:r>
    </w:p>
    <w:sectPr w:rsidR="00067276" w:rsidRPr="00D469B0" w:rsidSect="003E5640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65536" w14:textId="77777777" w:rsidR="006B5291" w:rsidRDefault="006B5291" w:rsidP="00067276">
      <w:pPr>
        <w:spacing w:after="0" w:line="240" w:lineRule="auto"/>
      </w:pPr>
      <w:r>
        <w:separator/>
      </w:r>
    </w:p>
  </w:endnote>
  <w:endnote w:type="continuationSeparator" w:id="0">
    <w:p w14:paraId="247A208F" w14:textId="77777777" w:rsidR="006B5291" w:rsidRDefault="006B5291" w:rsidP="0006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7935A" w14:textId="77777777" w:rsidR="006B5291" w:rsidRDefault="006B5291" w:rsidP="00067276">
      <w:pPr>
        <w:spacing w:after="0" w:line="240" w:lineRule="auto"/>
      </w:pPr>
      <w:r>
        <w:separator/>
      </w:r>
    </w:p>
  </w:footnote>
  <w:footnote w:type="continuationSeparator" w:id="0">
    <w:p w14:paraId="3F0D182B" w14:textId="77777777" w:rsidR="006B5291" w:rsidRDefault="006B5291" w:rsidP="0006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C243F" w14:textId="77777777" w:rsidR="007256CD" w:rsidRPr="004D0F71" w:rsidRDefault="007256CD">
    <w:pPr>
      <w:pStyle w:val="Header"/>
      <w:jc w:val="right"/>
      <w:rPr>
        <w:rFonts w:ascii="Arial" w:hAnsi="Arial" w:cs="Arial"/>
      </w:rPr>
    </w:pPr>
    <w:r w:rsidRPr="004D0F71">
      <w:rPr>
        <w:rFonts w:ascii="Arial" w:hAnsi="Arial" w:cs="Arial"/>
        <w:lang w:val="en-US"/>
      </w:rPr>
      <w:t>CWS</w:t>
    </w:r>
    <w:r w:rsidRPr="004D0F71">
      <w:rPr>
        <w:rFonts w:ascii="Arial" w:hAnsi="Arial" w:cs="Arial"/>
      </w:rPr>
      <w:t>/7/9</w:t>
    </w:r>
  </w:p>
  <w:p w14:paraId="4B2185BE" w14:textId="65C654FC" w:rsidR="007256CD" w:rsidRPr="007256CD" w:rsidRDefault="00D469B0">
    <w:pPr>
      <w:pStyle w:val="Header"/>
      <w:jc w:val="right"/>
      <w:rPr>
        <w:rFonts w:ascii="Arial" w:hAnsi="Arial" w:cs="Arial"/>
      </w:rPr>
    </w:pPr>
    <w:r w:rsidRPr="004D0F71">
      <w:rPr>
        <w:rFonts w:ascii="Arial" w:hAnsi="Arial" w:cs="Arial"/>
      </w:rPr>
      <w:t>Приложение</w:t>
    </w:r>
    <w:r w:rsidR="007256CD" w:rsidRPr="004D0F71">
      <w:rPr>
        <w:rFonts w:ascii="Arial" w:hAnsi="Arial" w:cs="Arial"/>
      </w:rPr>
      <w:t xml:space="preserve">, </w:t>
    </w:r>
    <w:r w:rsidRPr="004D0F71">
      <w:rPr>
        <w:rFonts w:ascii="Arial" w:hAnsi="Arial" w:cs="Arial"/>
      </w:rPr>
      <w:t xml:space="preserve">стр. </w:t>
    </w:r>
    <w:sdt>
      <w:sdtPr>
        <w:rPr>
          <w:rFonts w:ascii="Arial" w:hAnsi="Arial" w:cs="Arial"/>
        </w:rPr>
        <w:id w:val="1138684335"/>
        <w:docPartObj>
          <w:docPartGallery w:val="Page Numbers (Top of Page)"/>
          <w:docPartUnique/>
        </w:docPartObj>
      </w:sdtPr>
      <w:sdtEndPr/>
      <w:sdtContent>
        <w:r w:rsidR="007256CD" w:rsidRPr="004D0F71">
          <w:rPr>
            <w:rFonts w:ascii="Arial" w:hAnsi="Arial" w:cs="Arial"/>
          </w:rPr>
          <w:fldChar w:fldCharType="begin"/>
        </w:r>
        <w:r w:rsidR="007256CD" w:rsidRPr="004D0F71">
          <w:rPr>
            <w:rFonts w:ascii="Arial" w:hAnsi="Arial" w:cs="Arial"/>
          </w:rPr>
          <w:instrText>PAGE   \* MERGEFORMAT</w:instrText>
        </w:r>
        <w:r w:rsidR="007256CD" w:rsidRPr="004D0F71">
          <w:rPr>
            <w:rFonts w:ascii="Arial" w:hAnsi="Arial" w:cs="Arial"/>
          </w:rPr>
          <w:fldChar w:fldCharType="separate"/>
        </w:r>
        <w:r w:rsidR="007E12C8" w:rsidRPr="007E12C8">
          <w:rPr>
            <w:rFonts w:ascii="Arial" w:hAnsi="Arial" w:cs="Arial"/>
            <w:noProof/>
            <w:lang w:val="de-DE"/>
          </w:rPr>
          <w:t>8</w:t>
        </w:r>
        <w:r w:rsidR="007256CD" w:rsidRPr="004D0F71">
          <w:rPr>
            <w:rFonts w:ascii="Arial" w:hAnsi="Arial" w:cs="Arial"/>
          </w:rPr>
          <w:fldChar w:fldCharType="end"/>
        </w:r>
      </w:sdtContent>
    </w:sdt>
  </w:p>
  <w:p w14:paraId="44ED7ABF" w14:textId="0881FA67" w:rsidR="00067276" w:rsidRPr="007256CD" w:rsidRDefault="00067276" w:rsidP="003E5640">
    <w:pPr>
      <w:pStyle w:val="Header"/>
      <w:jc w:val="right"/>
      <w:rPr>
        <w:rFonts w:ascii="Arial" w:hAnsi="Arial" w:cs="Arial"/>
      </w:rPr>
    </w:pPr>
  </w:p>
  <w:p w14:paraId="7D6FF737" w14:textId="77777777" w:rsidR="007256CD" w:rsidRPr="007256CD" w:rsidRDefault="007256CD" w:rsidP="003E5640">
    <w:pPr>
      <w:pStyle w:val="Header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686F5" w14:textId="521720C0" w:rsidR="003E5640" w:rsidRPr="004D0F71" w:rsidRDefault="003E5640" w:rsidP="003E5640">
    <w:pPr>
      <w:pStyle w:val="Header"/>
      <w:jc w:val="right"/>
      <w:rPr>
        <w:rFonts w:ascii="Arial" w:hAnsi="Arial" w:cs="Arial"/>
      </w:rPr>
    </w:pPr>
    <w:r w:rsidRPr="004D0F71">
      <w:rPr>
        <w:rFonts w:ascii="Arial" w:hAnsi="Arial" w:cs="Arial"/>
      </w:rPr>
      <w:t>CWS/7/9</w:t>
    </w:r>
  </w:p>
  <w:p w14:paraId="15341A22" w14:textId="0131181C" w:rsidR="003E5640" w:rsidRPr="003E5640" w:rsidRDefault="00CE449A" w:rsidP="003E5640">
    <w:pPr>
      <w:pStyle w:val="Header"/>
      <w:jc w:val="right"/>
      <w:rPr>
        <w:rFonts w:ascii="Arial" w:hAnsi="Arial" w:cs="Arial"/>
      </w:rPr>
    </w:pPr>
    <w:r w:rsidRPr="004D0F71">
      <w:rPr>
        <w:rFonts w:ascii="Arial" w:hAnsi="Arial" w:cs="Arial"/>
      </w:rPr>
      <w:t>ПРИЛОЖЕНИЕ</w:t>
    </w:r>
  </w:p>
  <w:p w14:paraId="0ADB3584" w14:textId="77777777" w:rsidR="003E5640" w:rsidRPr="003E5640" w:rsidRDefault="003E5640" w:rsidP="003E5640">
    <w:pPr>
      <w:pStyle w:val="Header"/>
      <w:jc w:val="right"/>
      <w:rPr>
        <w:rFonts w:ascii="Arial" w:hAnsi="Arial" w:cs="Arial"/>
      </w:rPr>
    </w:pPr>
  </w:p>
  <w:p w14:paraId="36B4B78F" w14:textId="77777777" w:rsidR="003E5640" w:rsidRPr="003E5640" w:rsidRDefault="003E5640" w:rsidP="003E5640">
    <w:pPr>
      <w:pStyle w:val="Header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631D6"/>
    <w:multiLevelType w:val="multilevel"/>
    <w:tmpl w:val="573AA7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ru-RU" w:vendorID="64" w:dllVersion="131078" w:nlCheck="1" w:checkStyle="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076"/>
    <w:rsid w:val="00003ADB"/>
    <w:rsid w:val="00003F1D"/>
    <w:rsid w:val="00042EE3"/>
    <w:rsid w:val="000572CB"/>
    <w:rsid w:val="00067276"/>
    <w:rsid w:val="00094021"/>
    <w:rsid w:val="000A3818"/>
    <w:rsid w:val="000B0E09"/>
    <w:rsid w:val="000C0A4D"/>
    <w:rsid w:val="000D01B2"/>
    <w:rsid w:val="00106267"/>
    <w:rsid w:val="001130F4"/>
    <w:rsid w:val="001252D4"/>
    <w:rsid w:val="00131424"/>
    <w:rsid w:val="0014013D"/>
    <w:rsid w:val="00142D75"/>
    <w:rsid w:val="001537F1"/>
    <w:rsid w:val="00174487"/>
    <w:rsid w:val="00191F95"/>
    <w:rsid w:val="001A0848"/>
    <w:rsid w:val="001B0A4F"/>
    <w:rsid w:val="001B44A2"/>
    <w:rsid w:val="001F5D89"/>
    <w:rsid w:val="002407E1"/>
    <w:rsid w:val="00240ADD"/>
    <w:rsid w:val="002451D8"/>
    <w:rsid w:val="0026124C"/>
    <w:rsid w:val="002941A5"/>
    <w:rsid w:val="002A1236"/>
    <w:rsid w:val="002A16BA"/>
    <w:rsid w:val="002A6D7C"/>
    <w:rsid w:val="002C2567"/>
    <w:rsid w:val="003025CC"/>
    <w:rsid w:val="00310F8E"/>
    <w:rsid w:val="00313404"/>
    <w:rsid w:val="003B4961"/>
    <w:rsid w:val="003C3A0B"/>
    <w:rsid w:val="003D2F15"/>
    <w:rsid w:val="003D5E37"/>
    <w:rsid w:val="003E41B6"/>
    <w:rsid w:val="003E5640"/>
    <w:rsid w:val="00400163"/>
    <w:rsid w:val="00404621"/>
    <w:rsid w:val="00441C53"/>
    <w:rsid w:val="0045224E"/>
    <w:rsid w:val="00481A8E"/>
    <w:rsid w:val="004836D4"/>
    <w:rsid w:val="004972A1"/>
    <w:rsid w:val="004C068D"/>
    <w:rsid w:val="004D0F71"/>
    <w:rsid w:val="0052420B"/>
    <w:rsid w:val="00551621"/>
    <w:rsid w:val="005C14EC"/>
    <w:rsid w:val="005C4051"/>
    <w:rsid w:val="00614CB2"/>
    <w:rsid w:val="00631BF9"/>
    <w:rsid w:val="00635BAE"/>
    <w:rsid w:val="006365AB"/>
    <w:rsid w:val="00663630"/>
    <w:rsid w:val="00682EBD"/>
    <w:rsid w:val="00686FED"/>
    <w:rsid w:val="006A26BC"/>
    <w:rsid w:val="006B5291"/>
    <w:rsid w:val="006C05E5"/>
    <w:rsid w:val="006C3D58"/>
    <w:rsid w:val="006D5076"/>
    <w:rsid w:val="00707CC9"/>
    <w:rsid w:val="007256CD"/>
    <w:rsid w:val="0076147E"/>
    <w:rsid w:val="007A326E"/>
    <w:rsid w:val="007E12C8"/>
    <w:rsid w:val="007F3EAE"/>
    <w:rsid w:val="00814BA0"/>
    <w:rsid w:val="008321B7"/>
    <w:rsid w:val="00840ADC"/>
    <w:rsid w:val="00851953"/>
    <w:rsid w:val="00853287"/>
    <w:rsid w:val="008810D2"/>
    <w:rsid w:val="00885905"/>
    <w:rsid w:val="00893B91"/>
    <w:rsid w:val="008D2FB6"/>
    <w:rsid w:val="008D36CE"/>
    <w:rsid w:val="008D73B3"/>
    <w:rsid w:val="0090163A"/>
    <w:rsid w:val="00906A8F"/>
    <w:rsid w:val="00924512"/>
    <w:rsid w:val="00934E78"/>
    <w:rsid w:val="00971218"/>
    <w:rsid w:val="00975548"/>
    <w:rsid w:val="00984878"/>
    <w:rsid w:val="009A0ACD"/>
    <w:rsid w:val="009B0B5C"/>
    <w:rsid w:val="009B0BBE"/>
    <w:rsid w:val="009B43B7"/>
    <w:rsid w:val="009C65F1"/>
    <w:rsid w:val="009D700C"/>
    <w:rsid w:val="009F6689"/>
    <w:rsid w:val="00A023EB"/>
    <w:rsid w:val="00AA64DA"/>
    <w:rsid w:val="00AC0F8F"/>
    <w:rsid w:val="00AC6A33"/>
    <w:rsid w:val="00B01F7D"/>
    <w:rsid w:val="00B4337A"/>
    <w:rsid w:val="00B7254D"/>
    <w:rsid w:val="00B92DAF"/>
    <w:rsid w:val="00BA1E1E"/>
    <w:rsid w:val="00BC66C7"/>
    <w:rsid w:val="00BF00D2"/>
    <w:rsid w:val="00C2105A"/>
    <w:rsid w:val="00C30A7D"/>
    <w:rsid w:val="00C360BC"/>
    <w:rsid w:val="00C7245A"/>
    <w:rsid w:val="00C832D4"/>
    <w:rsid w:val="00C853A1"/>
    <w:rsid w:val="00CB4BCC"/>
    <w:rsid w:val="00CE06E6"/>
    <w:rsid w:val="00CE3044"/>
    <w:rsid w:val="00CE449A"/>
    <w:rsid w:val="00CF4BB0"/>
    <w:rsid w:val="00D31ABA"/>
    <w:rsid w:val="00D3547F"/>
    <w:rsid w:val="00D469B0"/>
    <w:rsid w:val="00D6788E"/>
    <w:rsid w:val="00D83426"/>
    <w:rsid w:val="00D901F9"/>
    <w:rsid w:val="00DA78A1"/>
    <w:rsid w:val="00DD0176"/>
    <w:rsid w:val="00DE564B"/>
    <w:rsid w:val="00E06219"/>
    <w:rsid w:val="00E355E6"/>
    <w:rsid w:val="00E44D41"/>
    <w:rsid w:val="00E52D96"/>
    <w:rsid w:val="00E542FA"/>
    <w:rsid w:val="00E576CC"/>
    <w:rsid w:val="00EA5075"/>
    <w:rsid w:val="00ED231E"/>
    <w:rsid w:val="00ED32D6"/>
    <w:rsid w:val="00F039B2"/>
    <w:rsid w:val="00F51DCC"/>
    <w:rsid w:val="00F97406"/>
    <w:rsid w:val="00FC417A"/>
    <w:rsid w:val="00FC701B"/>
    <w:rsid w:val="00FD1ED9"/>
    <w:rsid w:val="00FE0EF0"/>
    <w:rsid w:val="00FE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186A94"/>
  <w15:docId w15:val="{EF011DE5-C1BB-4F9B-977D-EBE9A9DDC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E78"/>
  </w:style>
  <w:style w:type="paragraph" w:styleId="Heading1">
    <w:name w:val="heading 1"/>
    <w:basedOn w:val="Normal"/>
    <w:next w:val="Normal"/>
    <w:link w:val="Heading1Char"/>
    <w:qFormat/>
    <w:rsid w:val="00067276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caps/>
      <w:kern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885905"/>
    <w:pPr>
      <w:keepNext/>
      <w:spacing w:before="240" w:after="60" w:line="240" w:lineRule="auto"/>
      <w:outlineLvl w:val="1"/>
    </w:pPr>
    <w:rPr>
      <w:rFonts w:ascii="Arial" w:eastAsia="SimSun" w:hAnsi="Arial" w:cs="Arial"/>
      <w:bCs/>
      <w:iCs/>
      <w:caps/>
      <w:szCs w:val="28"/>
      <w:lang w:val="en-US"/>
    </w:rPr>
  </w:style>
  <w:style w:type="paragraph" w:styleId="Heading4">
    <w:name w:val="heading 4"/>
    <w:basedOn w:val="Normal"/>
    <w:next w:val="Normal"/>
    <w:link w:val="Heading4Char"/>
    <w:qFormat/>
    <w:rsid w:val="00067276"/>
    <w:pPr>
      <w:keepNext/>
      <w:spacing w:before="240" w:after="60" w:line="240" w:lineRule="auto"/>
      <w:outlineLvl w:val="3"/>
    </w:pPr>
    <w:rPr>
      <w:rFonts w:ascii="Arial" w:eastAsia="SimSun" w:hAnsi="Arial" w:cs="Arial"/>
      <w:bCs/>
      <w:i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4E7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E78"/>
    <w:rPr>
      <w:rFonts w:ascii="Tahoma" w:hAnsi="Tahoma" w:cs="Tahoma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34E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4E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4E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4E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4E78"/>
    <w:rPr>
      <w:b/>
      <w:bCs/>
      <w:sz w:val="20"/>
      <w:szCs w:val="20"/>
    </w:rPr>
  </w:style>
  <w:style w:type="character" w:customStyle="1" w:styleId="snck-msg">
    <w:name w:val="snck-msg"/>
    <w:basedOn w:val="DefaultParagraphFont"/>
    <w:rsid w:val="00C30A7D"/>
  </w:style>
  <w:style w:type="character" w:customStyle="1" w:styleId="ovfl-xlt">
    <w:name w:val="ovfl-xlt"/>
    <w:basedOn w:val="DefaultParagraphFont"/>
    <w:rsid w:val="00C30A7D"/>
  </w:style>
  <w:style w:type="character" w:customStyle="1" w:styleId="tlid-translation">
    <w:name w:val="tlid-translation"/>
    <w:basedOn w:val="DefaultParagraphFont"/>
    <w:rsid w:val="00C30A7D"/>
  </w:style>
  <w:style w:type="paragraph" w:styleId="Revision">
    <w:name w:val="Revision"/>
    <w:hidden/>
    <w:uiPriority w:val="99"/>
    <w:semiHidden/>
    <w:rsid w:val="003E41B6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885905"/>
    <w:rPr>
      <w:rFonts w:ascii="Arial" w:eastAsia="SimSun" w:hAnsi="Arial" w:cs="Arial"/>
      <w:bCs/>
      <w:iCs/>
      <w:caps/>
      <w:szCs w:val="28"/>
      <w:lang w:val="en-US"/>
    </w:rPr>
  </w:style>
  <w:style w:type="character" w:customStyle="1" w:styleId="Heading1Char">
    <w:name w:val="Heading 1 Char"/>
    <w:basedOn w:val="DefaultParagraphFont"/>
    <w:link w:val="Heading1"/>
    <w:rsid w:val="00067276"/>
    <w:rPr>
      <w:rFonts w:ascii="Arial" w:eastAsia="SimSun" w:hAnsi="Arial" w:cs="Arial"/>
      <w:b/>
      <w:bCs/>
      <w:caps/>
      <w:kern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67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276"/>
  </w:style>
  <w:style w:type="paragraph" w:styleId="Footer">
    <w:name w:val="footer"/>
    <w:basedOn w:val="Normal"/>
    <w:link w:val="FooterChar"/>
    <w:uiPriority w:val="99"/>
    <w:unhideWhenUsed/>
    <w:rsid w:val="000672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276"/>
  </w:style>
  <w:style w:type="character" w:customStyle="1" w:styleId="Heading4Char">
    <w:name w:val="Heading 4 Char"/>
    <w:basedOn w:val="DefaultParagraphFont"/>
    <w:link w:val="Heading4"/>
    <w:rsid w:val="00067276"/>
    <w:rPr>
      <w:rFonts w:ascii="Arial" w:eastAsia="SimSun" w:hAnsi="Arial" w:cs="Arial"/>
      <w:bCs/>
      <w:i/>
      <w:szCs w:val="28"/>
      <w:lang w:val="en-US"/>
    </w:rPr>
  </w:style>
  <w:style w:type="paragraph" w:customStyle="1" w:styleId="Endofdocument-Annex">
    <w:name w:val="[End of document - Annex]"/>
    <w:basedOn w:val="Normal"/>
    <w:rsid w:val="00067276"/>
    <w:pPr>
      <w:spacing w:after="0" w:line="240" w:lineRule="auto"/>
      <w:ind w:left="5534"/>
    </w:pPr>
    <w:rPr>
      <w:rFonts w:ascii="Arial" w:eastAsia="SimSun" w:hAnsi="Arial" w:cs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95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3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3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68048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817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168400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33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4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54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0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8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9%20(E)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CCBC7-C6E7-46B8-8903-6ABE77B44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29 (E).dotm</Template>
  <TotalTime>0</TotalTime>
  <Pages>8</Pages>
  <Words>1057</Words>
  <Characters>6665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CWS/7/9 Annex (in English)</vt:lpstr>
      <vt:lpstr/>
    </vt:vector>
  </TitlesOfParts>
  <Company/>
  <LinksUpToDate>false</LinksUpToDate>
  <CharactersWithSpaces>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CWS/7/9 Annex (in English)</dc:title>
  <dc:subject>DRAFT QUESTIONNAIRE ON THE USE OF 3D MODELS AND IMAGES IN IP DATA AND DOCUMENTATION</dc:subject>
  <dc:creator>WIPO</dc:creator>
  <cp:keywords>CWS, WIPO</cp:keywords>
  <cp:lastModifiedBy>DRAKE Sophie</cp:lastModifiedBy>
  <cp:revision>7</cp:revision>
  <dcterms:created xsi:type="dcterms:W3CDTF">2019-05-22T07:02:00Z</dcterms:created>
  <dcterms:modified xsi:type="dcterms:W3CDTF">2019-05-28T14:32:00Z</dcterms:modified>
</cp:coreProperties>
</file>