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71" w:rsidRDefault="00030BE3">
      <w:pPr>
        <w:pStyle w:val="Heading1"/>
      </w:pPr>
      <w:r>
        <w:t>NORME </w:t>
      </w:r>
      <w:r w:rsidR="00DC3A71">
        <w:t>ST.3</w:t>
      </w:r>
    </w:p>
    <w:p w:rsidR="00DC3A71" w:rsidRDefault="00DC3A71"/>
    <w:p w:rsidR="00DC3A71" w:rsidRDefault="00DC3A71"/>
    <w:p w:rsidR="00DC3A71" w:rsidRDefault="00DC3A71">
      <w:pPr>
        <w:pStyle w:val="TitleCAPS"/>
      </w:pPr>
      <w:r>
        <w:t>NORME RECOMMANDÉE CONCERNANT LES CODES À DEUX LETTRES</w:t>
      </w:r>
      <w:r>
        <w:br/>
        <w:t>POUR LA REPRÉSENTATION DES ÉTATS, AUTRES ENTITÉS</w:t>
      </w:r>
      <w:r>
        <w:br/>
        <w:t>ET ORGANISATIONS INTERGOUVERNEMENTALES</w:t>
      </w:r>
    </w:p>
    <w:p w:rsidR="0004693B" w:rsidRPr="009F7D61" w:rsidRDefault="0004693B" w:rsidP="009F7D61">
      <w:pPr>
        <w:pStyle w:val="EmitInfo"/>
        <w:shd w:val="clear" w:color="auto" w:fill="FFFF00"/>
        <w:spacing w:after="0"/>
        <w:rPr>
          <w:color w:val="000000"/>
          <w:u w:val="single"/>
        </w:rPr>
      </w:pPr>
      <w:r w:rsidRPr="009F7D61">
        <w:rPr>
          <w:color w:val="000000"/>
          <w:u w:val="single"/>
        </w:rPr>
        <w:t xml:space="preserve">Proposition présentée pour examen à la dixième session </w:t>
      </w:r>
    </w:p>
    <w:p w:rsidR="0004693B" w:rsidRPr="009F7D61" w:rsidRDefault="0004693B" w:rsidP="009F7D61">
      <w:pPr>
        <w:pStyle w:val="EmitInfo"/>
        <w:shd w:val="clear" w:color="auto" w:fill="FFFF00"/>
        <w:spacing w:after="0"/>
        <w:rPr>
          <w:color w:val="000000"/>
          <w:u w:val="single"/>
        </w:rPr>
      </w:pPr>
      <w:r w:rsidRPr="009F7D61">
        <w:rPr>
          <w:color w:val="000000"/>
          <w:u w:val="single"/>
        </w:rPr>
        <w:t>du Comité des normes de l</w:t>
      </w:r>
      <w:r w:rsidR="00CD7E0F" w:rsidRPr="009F7D61">
        <w:rPr>
          <w:color w:val="000000"/>
          <w:u w:val="single"/>
          <w:shd w:val="clear" w:color="auto" w:fill="FFFF00"/>
        </w:rPr>
        <w:t>’</w:t>
      </w:r>
      <w:r w:rsidRPr="009F7D61">
        <w:rPr>
          <w:color w:val="000000"/>
          <w:u w:val="single"/>
        </w:rPr>
        <w:t>OMPI (CWS)</w:t>
      </w:r>
    </w:p>
    <w:p w:rsidR="00DC3A71" w:rsidRPr="00030BE3" w:rsidRDefault="00E8642D" w:rsidP="00E8642D">
      <w:pPr>
        <w:pStyle w:val="EmitInfo"/>
      </w:pPr>
      <w:r w:rsidRPr="009F7D61">
        <w:rPr>
          <w:strike/>
          <w:color w:val="FFFFFF"/>
          <w:shd w:val="clear" w:color="auto" w:fill="800080"/>
        </w:rPr>
        <w:t xml:space="preserve">Révision approuvée </w:t>
      </w:r>
      <w:r w:rsidR="00B37250" w:rsidRPr="009F7D61">
        <w:rPr>
          <w:strike/>
          <w:color w:val="FFFFFF"/>
          <w:shd w:val="clear" w:color="auto" w:fill="800080"/>
        </w:rPr>
        <w:t>par le Comité des normes de l</w:t>
      </w:r>
      <w:r w:rsidR="00DD07FE">
        <w:t>’</w:t>
      </w:r>
      <w:r w:rsidR="00B37250" w:rsidRPr="009F7D61">
        <w:rPr>
          <w:strike/>
          <w:color w:val="FFFFFF"/>
          <w:shd w:val="clear" w:color="auto" w:fill="800080"/>
        </w:rPr>
        <w:t>OMPI (CWS)</w:t>
      </w:r>
      <w:r w:rsidRPr="009F7D61">
        <w:rPr>
          <w:strike/>
          <w:color w:val="FFFFFF"/>
          <w:shd w:val="clear" w:color="auto" w:fill="800080"/>
        </w:rPr>
        <w:br/>
        <w:t>à sa septième session le 5 juillet 2019</w:t>
      </w:r>
      <w:r w:rsidR="00B37250" w:rsidRPr="00030BE3">
        <w:rPr>
          <w:u w:val="single"/>
        </w:rPr>
        <w:br/>
      </w:r>
    </w:p>
    <w:p w:rsidR="00DC3A71" w:rsidRDefault="00DC3A71">
      <w:pPr>
        <w:pStyle w:val="Heading2"/>
      </w:pPr>
      <w:r>
        <w:t>INTRODUCTION</w:t>
      </w:r>
    </w:p>
    <w:p w:rsidR="00DC3A71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La présente norme recommandée établit des codes alphabétiques à deux</w:t>
      </w:r>
      <w:r w:rsidR="00030BE3">
        <w:t> </w:t>
      </w:r>
      <w:r>
        <w:t>lettres qui, afin d</w:t>
      </w:r>
      <w:r w:rsidR="00DD07FE">
        <w:t>’</w:t>
      </w:r>
      <w:r>
        <w:t>améliorer l</w:t>
      </w:r>
      <w:r w:rsidR="00DD07FE">
        <w:t>’</w:t>
      </w:r>
      <w:r>
        <w:t>accès à l</w:t>
      </w:r>
      <w:r w:rsidR="00DD07FE">
        <w:t>’</w:t>
      </w:r>
      <w:r>
        <w:t xml:space="preserve">information en matière de propriété </w:t>
      </w:r>
      <w:r w:rsidRPr="009F7D61">
        <w:rPr>
          <w:strike/>
          <w:color w:val="FFFFFF"/>
          <w:shd w:val="clear" w:color="auto" w:fill="800080"/>
        </w:rPr>
        <w:t>industrielle</w:t>
      </w:r>
      <w:r w:rsidR="0004693B" w:rsidRPr="009F7D61">
        <w:rPr>
          <w:color w:val="000000"/>
          <w:u w:val="single"/>
          <w:shd w:val="clear" w:color="auto" w:fill="FFFF00"/>
        </w:rPr>
        <w:t>intellectuelle</w:t>
      </w:r>
      <w:r>
        <w:t xml:space="preserve">, représentent, en particulier, les noms des États, autres entités et organisations intergouvernementales qui ont une législation protégeant les droits de propriété </w:t>
      </w:r>
      <w:r w:rsidRPr="009F7D61">
        <w:rPr>
          <w:strike/>
          <w:color w:val="FFFFFF"/>
          <w:shd w:val="clear" w:color="auto" w:fill="800080"/>
        </w:rPr>
        <w:t xml:space="preserve">industrielle </w:t>
      </w:r>
      <w:r w:rsidR="0004693B" w:rsidRPr="009F7D61">
        <w:rPr>
          <w:color w:val="000000"/>
          <w:u w:val="single"/>
          <w:shd w:val="clear" w:color="auto" w:fill="FFFF00"/>
        </w:rPr>
        <w:t xml:space="preserve">intellectuelle </w:t>
      </w:r>
      <w:r>
        <w:t>ou qui, pour ce qui est des organisations, agissent dans le cadre d</w:t>
      </w:r>
      <w:r w:rsidR="00DD07FE">
        <w:t>’</w:t>
      </w:r>
      <w:r>
        <w:t xml:space="preserve">un traité de propriété </w:t>
      </w:r>
      <w:r w:rsidRPr="009F7D61">
        <w:rPr>
          <w:strike/>
          <w:color w:val="FFFFFF"/>
          <w:shd w:val="clear" w:color="auto" w:fill="800080"/>
        </w:rPr>
        <w:t>industrielle</w:t>
      </w:r>
      <w:r w:rsidR="0004693B" w:rsidRPr="009F7D61">
        <w:rPr>
          <w:color w:val="000000"/>
          <w:u w:val="single"/>
          <w:shd w:val="clear" w:color="auto" w:fill="FFFF00"/>
        </w:rPr>
        <w:t>intellectuelle</w:t>
      </w:r>
      <w:r>
        <w:t>.</w:t>
      </w:r>
    </w:p>
    <w:p w:rsidR="00DC3A71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La désignation des États ou autres entités répertoriés dans la présente norme recommandée n</w:t>
      </w:r>
      <w:r w:rsidR="00DD07FE">
        <w:t>’</w:t>
      </w:r>
      <w:r>
        <w:t>implique aucune prise de position quant au statut juridique des États ou territoires, ou de leurs autorités, ni quant au tracé de leurs frontières.</w:t>
      </w:r>
    </w:p>
    <w:p w:rsidR="00DC3A71" w:rsidRPr="009A1D45" w:rsidRDefault="00DC3A71" w:rsidP="002E6901">
      <w:pPr>
        <w:pStyle w:val="List0"/>
        <w:rPr>
          <w:snapToGrid w:val="0"/>
        </w:rPr>
      </w:pPr>
      <w:r w:rsidRPr="009A1D45">
        <w:fldChar w:fldCharType="begin"/>
      </w:r>
      <w:r w:rsidRPr="009A1D45">
        <w:instrText xml:space="preserve"> AUTONUM </w:instrText>
      </w:r>
      <w:r w:rsidRPr="009A1D45">
        <w:fldChar w:fldCharType="end"/>
      </w:r>
      <w:r w:rsidRPr="009A1D45">
        <w:tab/>
      </w:r>
      <w:r w:rsidR="00B37250" w:rsidRPr="009A1D45">
        <w:t xml:space="preserve">Les codes alphabétiques </w:t>
      </w:r>
      <w:r w:rsidR="00030BE3">
        <w:rPr>
          <w:szCs w:val="17"/>
        </w:rPr>
        <w:t>à deux </w:t>
      </w:r>
      <w:r w:rsidR="00B37250" w:rsidRPr="009A1D45">
        <w:rPr>
          <w:szCs w:val="17"/>
        </w:rPr>
        <w:t>lettres figurant dans la</w:t>
      </w:r>
      <w:r w:rsidR="00B37250" w:rsidRPr="009A1D45">
        <w:rPr>
          <w:spacing w:val="-6"/>
        </w:rPr>
        <w:t xml:space="preserve"> </w:t>
      </w:r>
      <w:r w:rsidR="00B37250" w:rsidRPr="009A1D45">
        <w:t>présente</w:t>
      </w:r>
      <w:r w:rsidR="00B37250" w:rsidRPr="009A1D45">
        <w:rPr>
          <w:spacing w:val="-6"/>
        </w:rPr>
        <w:t xml:space="preserve"> </w:t>
      </w:r>
      <w:r w:rsidR="00B37250" w:rsidRPr="009A1D45">
        <w:t>norme</w:t>
      </w:r>
      <w:r w:rsidR="00B37250" w:rsidRPr="009A1D45">
        <w:rPr>
          <w:spacing w:val="-6"/>
        </w:rPr>
        <w:t xml:space="preserve"> </w:t>
      </w:r>
      <w:r w:rsidR="00B37250" w:rsidRPr="009A1D45">
        <w:t>recommandée</w:t>
      </w:r>
      <w:r w:rsidR="00B37250" w:rsidRPr="009A1D45">
        <w:rPr>
          <w:spacing w:val="-6"/>
        </w:rPr>
        <w:t xml:space="preserve"> </w:t>
      </w:r>
      <w:r w:rsidR="00B37250" w:rsidRPr="009A1D45">
        <w:t>sont</w:t>
      </w:r>
      <w:r w:rsidR="00B37250" w:rsidRPr="009A1D45">
        <w:rPr>
          <w:spacing w:val="-4"/>
        </w:rPr>
        <w:t xml:space="preserve"> </w:t>
      </w:r>
      <w:r w:rsidR="00B37250" w:rsidRPr="009A1D45">
        <w:t>alignés</w:t>
      </w:r>
      <w:r w:rsidR="00B37250" w:rsidRPr="009A1D45">
        <w:rPr>
          <w:spacing w:val="-6"/>
        </w:rPr>
        <w:t xml:space="preserve"> </w:t>
      </w:r>
      <w:r w:rsidR="00B37250" w:rsidRPr="009A1D45">
        <w:t>sur</w:t>
      </w:r>
      <w:r w:rsidR="00B37250" w:rsidRPr="009A1D45">
        <w:rPr>
          <w:spacing w:val="-4"/>
        </w:rPr>
        <w:t xml:space="preserve"> </w:t>
      </w:r>
      <w:r w:rsidR="00B37250" w:rsidRPr="009A1D45">
        <w:t>les</w:t>
      </w:r>
      <w:r w:rsidR="00B37250" w:rsidRPr="009A1D45">
        <w:rPr>
          <w:spacing w:val="-3"/>
        </w:rPr>
        <w:t xml:space="preserve"> </w:t>
      </w:r>
      <w:r w:rsidR="00B37250" w:rsidRPr="009A1D45">
        <w:t>codes</w:t>
      </w:r>
      <w:r w:rsidR="00B37250" w:rsidRPr="009A1D45">
        <w:rPr>
          <w:spacing w:val="-3"/>
        </w:rPr>
        <w:t xml:space="preserve"> </w:t>
      </w:r>
      <w:r w:rsidR="00B37250" w:rsidRPr="009A1D45">
        <w:t>ISO</w:t>
      </w:r>
      <w:r w:rsidR="00B37250" w:rsidRPr="009A1D45">
        <w:rPr>
          <w:spacing w:val="-5"/>
        </w:rPr>
        <w:t xml:space="preserve"> </w:t>
      </w:r>
      <w:r w:rsidR="00B37250" w:rsidRPr="009A1D45">
        <w:t>alpha-2</w:t>
      </w:r>
      <w:r w:rsidR="00B37250" w:rsidRPr="009A1D45">
        <w:rPr>
          <w:spacing w:val="-6"/>
        </w:rPr>
        <w:t xml:space="preserve"> </w:t>
      </w:r>
      <w:r w:rsidR="00B37250" w:rsidRPr="009A1D45">
        <w:t>universellement</w:t>
      </w:r>
      <w:r w:rsidR="00B37250" w:rsidRPr="009A1D45">
        <w:rPr>
          <w:spacing w:val="-4"/>
        </w:rPr>
        <w:t xml:space="preserve"> </w:t>
      </w:r>
      <w:r w:rsidR="00B37250" w:rsidRPr="009A1D45">
        <w:t>reconnus,</w:t>
      </w:r>
      <w:r w:rsidR="00B37250" w:rsidRPr="009A1D45">
        <w:rPr>
          <w:spacing w:val="-4"/>
        </w:rPr>
        <w:t xml:space="preserve"> </w:t>
      </w:r>
      <w:r w:rsidR="00B37250" w:rsidRPr="009A1D45">
        <w:t>qui</w:t>
      </w:r>
      <w:r w:rsidR="00B37250" w:rsidRPr="009A1D45">
        <w:rPr>
          <w:spacing w:val="-4"/>
        </w:rPr>
        <w:t xml:space="preserve"> </w:t>
      </w:r>
      <w:r w:rsidR="00B37250" w:rsidRPr="009A1D45">
        <w:t>figurent dans la norme internationale ISO 3166-1 intitulée “Codes pour la représentation des noms de pays et</w:t>
      </w:r>
      <w:r w:rsidR="00B37250" w:rsidRPr="009A1D45">
        <w:rPr>
          <w:spacing w:val="-25"/>
        </w:rPr>
        <w:t xml:space="preserve"> </w:t>
      </w:r>
      <w:r w:rsidR="00B37250" w:rsidRPr="009A1D45">
        <w:t xml:space="preserve">de </w:t>
      </w:r>
      <w:r w:rsidR="00B37250" w:rsidRPr="009A1D45">
        <w:rPr>
          <w:szCs w:val="17"/>
        </w:rPr>
        <w:t xml:space="preserve">leurs subdivisions – Partie 1 : Codes de pays” qui est disponible sur la </w:t>
      </w:r>
      <w:hyperlink r:id="rId8">
        <w:r w:rsidR="00B37250" w:rsidRPr="009A1D45">
          <w:rPr>
            <w:color w:val="0000FF"/>
            <w:szCs w:val="17"/>
          </w:rPr>
          <w:t xml:space="preserve">Plateforme de consultation en ligne </w:t>
        </w:r>
      </w:hyperlink>
      <w:r w:rsidR="00B37250" w:rsidRPr="009A1D45">
        <w:rPr>
          <w:szCs w:val="17"/>
        </w:rPr>
        <w:t>de l</w:t>
      </w:r>
      <w:r w:rsidR="00DD07FE">
        <w:rPr>
          <w:szCs w:val="17"/>
        </w:rPr>
        <w:t>’</w:t>
      </w:r>
      <w:r w:rsidR="00B37250" w:rsidRPr="009A1D45">
        <w:rPr>
          <w:szCs w:val="17"/>
        </w:rPr>
        <w:t>Organisation internationale de normalisation (ISO).  La forme abrégée des noms d</w:t>
      </w:r>
      <w:r w:rsidR="00DD07FE">
        <w:rPr>
          <w:szCs w:val="17"/>
        </w:rPr>
        <w:t>’</w:t>
      </w:r>
      <w:r w:rsidR="00B37250" w:rsidRPr="009A1D45">
        <w:rPr>
          <w:szCs w:val="17"/>
        </w:rPr>
        <w:t>États figurant dans la</w:t>
      </w:r>
      <w:r w:rsidR="00B37250" w:rsidRPr="009A1D45">
        <w:rPr>
          <w:spacing w:val="-6"/>
        </w:rPr>
        <w:t xml:space="preserve"> </w:t>
      </w:r>
      <w:r w:rsidR="00B37250" w:rsidRPr="009A1D45">
        <w:t>présente</w:t>
      </w:r>
      <w:r w:rsidR="00B37250" w:rsidRPr="009A1D45">
        <w:rPr>
          <w:spacing w:val="-6"/>
        </w:rPr>
        <w:t xml:space="preserve"> </w:t>
      </w:r>
      <w:r w:rsidR="00B37250" w:rsidRPr="009A1D45">
        <w:t>norme</w:t>
      </w:r>
      <w:r w:rsidR="00B37250" w:rsidRPr="009A1D45">
        <w:rPr>
          <w:spacing w:val="-6"/>
        </w:rPr>
        <w:t xml:space="preserve"> </w:t>
      </w:r>
      <w:r w:rsidR="00B37250" w:rsidRPr="009A1D45">
        <w:t>recommandée est aligné</w:t>
      </w:r>
      <w:r w:rsidR="00B37250" w:rsidRPr="009A1D45">
        <w:rPr>
          <w:szCs w:val="17"/>
        </w:rPr>
        <w:t>e</w:t>
      </w:r>
      <w:r w:rsidR="00B37250" w:rsidRPr="009A1D45">
        <w:t xml:space="preserve"> sur celle de la base de données terminologique de l</w:t>
      </w:r>
      <w:r w:rsidR="00DD07FE">
        <w:t>’</w:t>
      </w:r>
      <w:r w:rsidR="00B37250" w:rsidRPr="009A1D45">
        <w:t>ONU (UNTERM)</w:t>
      </w:r>
      <w:r w:rsidR="00B37250" w:rsidRPr="009A1D45">
        <w:rPr>
          <w:szCs w:val="17"/>
        </w:rPr>
        <w:t>, à quelques exceptions près.  Ces exceptions, ainsi que les noms de territoires, procèdent de la pratique de longue date de l</w:t>
      </w:r>
      <w:r w:rsidR="00DD07FE">
        <w:rPr>
          <w:szCs w:val="17"/>
        </w:rPr>
        <w:t>’</w:t>
      </w:r>
      <w:r w:rsidR="00B37250" w:rsidRPr="009A1D45">
        <w:rPr>
          <w:szCs w:val="17"/>
        </w:rPr>
        <w:t>OMPI, répondant à des demandes officielles des États concernés.</w:t>
      </w:r>
    </w:p>
    <w:p w:rsidR="00DC3A71" w:rsidRDefault="00DC3A71">
      <w:pPr>
        <w:pStyle w:val="Heading2"/>
      </w:pPr>
      <w:r>
        <w:t>CODE NORMALISÉ RECOMMANDÉ</w:t>
      </w:r>
    </w:p>
    <w:p w:rsidR="00DC3A71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La présente norme recommandée est destinée à être appliquée par les offices de propriété </w:t>
      </w:r>
      <w:r w:rsidRPr="009F7D61">
        <w:rPr>
          <w:strike/>
          <w:color w:val="FFFFFF"/>
          <w:shd w:val="clear" w:color="auto" w:fill="800080"/>
        </w:rPr>
        <w:t xml:space="preserve">industrielle </w:t>
      </w:r>
      <w:r w:rsidR="0004693B" w:rsidRPr="009F7D61">
        <w:rPr>
          <w:color w:val="000000"/>
          <w:u w:val="single"/>
          <w:shd w:val="clear" w:color="auto" w:fill="FFFF00"/>
        </w:rPr>
        <w:t xml:space="preserve">intellectuelle </w:t>
      </w:r>
      <w:r>
        <w:t>dans tous les cas où il est nécessaire d</w:t>
      </w:r>
      <w:r w:rsidR="00DD07FE">
        <w:t>’</w:t>
      </w:r>
      <w:r>
        <w:t>indiquer sous une forme codée les noms des États, autres entités et organisations intergouvernementales.</w:t>
      </w:r>
    </w:p>
    <w:p w:rsidR="00DC3A71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Les codes recommandés</w:t>
      </w:r>
      <w:r w:rsidR="003F5A7C" w:rsidRPr="009A1D45">
        <w:t>, avec les noms auxquels ils correspondent,</w:t>
      </w:r>
      <w:r>
        <w:t xml:space="preserve"> figurent à l</w:t>
      </w:r>
      <w:r w:rsidR="00DD07FE">
        <w:t>’</w:t>
      </w:r>
      <w:r>
        <w:t xml:space="preserve">annexe </w:t>
      </w:r>
      <w:r w:rsidR="003F5A7C" w:rsidRPr="009A1D45">
        <w:t>I</w:t>
      </w:r>
      <w:r>
        <w:t xml:space="preserve"> qui comporte les deux</w:t>
      </w:r>
      <w:r w:rsidR="00030BE3">
        <w:t> sections suivantes </w:t>
      </w:r>
      <w:r>
        <w:t>:</w:t>
      </w:r>
    </w:p>
    <w:p w:rsidR="00DC3A71" w:rsidRDefault="00DC3A71">
      <w:pPr>
        <w:pStyle w:val="List2RomB"/>
        <w:tabs>
          <w:tab w:val="clear" w:pos="1418"/>
          <w:tab w:val="clear" w:pos="1701"/>
          <w:tab w:val="right" w:pos="851"/>
          <w:tab w:val="left" w:pos="1134"/>
        </w:tabs>
      </w:pPr>
      <w:r>
        <w:tab/>
        <w:t>i)</w:t>
      </w:r>
      <w:r>
        <w:tab/>
        <w:t>la section 1 contient une liste alphabétique des noms abrégés des États, autres entités et organisations intergouvernementales, avec les codes correspondants;</w:t>
      </w:r>
    </w:p>
    <w:p w:rsidR="00DC3A71" w:rsidRDefault="00DC3A71">
      <w:pPr>
        <w:pStyle w:val="List2RomB"/>
        <w:tabs>
          <w:tab w:val="clear" w:pos="1418"/>
          <w:tab w:val="clear" w:pos="1701"/>
          <w:tab w:val="right" w:pos="851"/>
          <w:tab w:val="left" w:pos="1134"/>
        </w:tabs>
      </w:pPr>
      <w:r>
        <w:tab/>
        <w:t>ii)</w:t>
      </w:r>
      <w:r>
        <w:tab/>
        <w:t>la section 2 contient une liste alphabétique des codes visés à l</w:t>
      </w:r>
      <w:r w:rsidR="00DD07FE">
        <w:t>’</w:t>
      </w:r>
      <w:r>
        <w:t>alinéa i) représentant les États, autres entités et organisations intergouvernementales, avec les noms abrégés correspondants.</w:t>
      </w:r>
    </w:p>
    <w:p w:rsidR="00207EFB" w:rsidRDefault="00207EFB" w:rsidP="00207EFB">
      <w:pPr>
        <w:pStyle w:val="List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207EFB">
        <w:t>Outre les codes susmentionnés, le code alphabétique à deux</w:t>
      </w:r>
      <w:r w:rsidR="00030BE3">
        <w:t> </w:t>
      </w:r>
      <w:r w:rsidRPr="00207EFB">
        <w:t>lettres “XX” est recommandé pour représenter les États, autres entités ou organisations inconnus.</w:t>
      </w:r>
    </w:p>
    <w:p w:rsidR="00DC3A71" w:rsidRDefault="00DC3A71">
      <w:pPr>
        <w:pStyle w:val="Heading2"/>
      </w:pPr>
      <w:r>
        <w:t>MISE À JOUR</w:t>
      </w:r>
    </w:p>
    <w:p w:rsidR="00DC3A71" w:rsidRPr="009A1D45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L</w:t>
      </w:r>
      <w:r w:rsidR="00DD07FE">
        <w:t>’</w:t>
      </w:r>
      <w:r>
        <w:t>ISO a chargé une Autorité de mise à jour de gérer la norme internationale ISO 3166.</w:t>
      </w:r>
      <w:r w:rsidR="003F5A7C">
        <w:t xml:space="preserve">  </w:t>
      </w:r>
      <w:r w:rsidR="003F5A7C" w:rsidRPr="009A1D45">
        <w:t>L</w:t>
      </w:r>
      <w:r w:rsidR="00DD07FE">
        <w:t>’</w:t>
      </w:r>
      <w:r w:rsidR="003F5A7C" w:rsidRPr="009A1D45">
        <w:t>OMPI a le statut d</w:t>
      </w:r>
      <w:r w:rsidR="00DD07FE">
        <w:t>’</w:t>
      </w:r>
      <w:r w:rsidR="003F5A7C" w:rsidRPr="009A1D45">
        <w:t>observateur auprès de l</w:t>
      </w:r>
      <w:r w:rsidR="00DD07FE">
        <w:t>’</w:t>
      </w:r>
      <w:r w:rsidR="003F5A7C" w:rsidRPr="009A1D45">
        <w:t>Autorité de mise à jour et se trouve donc étroitement associée à ses travaux.</w:t>
      </w:r>
    </w:p>
    <w:p w:rsidR="00DC3A71" w:rsidRPr="009A1D45" w:rsidRDefault="00DC3A71" w:rsidP="003923E9">
      <w:pPr>
        <w:pStyle w:val="EmitInfo"/>
        <w:keepLines/>
        <w:jc w:val="left"/>
        <w:rPr>
          <w:i w:val="0"/>
        </w:rPr>
      </w:pPr>
      <w:r w:rsidRPr="003F5A7C">
        <w:rPr>
          <w:i w:val="0"/>
        </w:rPr>
        <w:fldChar w:fldCharType="begin"/>
      </w:r>
      <w:r w:rsidRPr="003F5A7C">
        <w:rPr>
          <w:i w:val="0"/>
        </w:rPr>
        <w:instrText xml:space="preserve"> AUTONUM </w:instrText>
      </w:r>
      <w:r w:rsidRPr="003F5A7C">
        <w:rPr>
          <w:i w:val="0"/>
        </w:rPr>
        <w:fldChar w:fldCharType="end"/>
      </w:r>
      <w:r w:rsidRPr="003F5A7C">
        <w:rPr>
          <w:i w:val="0"/>
        </w:rPr>
        <w:tab/>
        <w:t>Le Bureau international met cette norme recommandée à jour de temps à autre selon les décisions de l</w:t>
      </w:r>
      <w:r w:rsidR="00DD07FE">
        <w:rPr>
          <w:i w:val="0"/>
        </w:rPr>
        <w:t>’</w:t>
      </w:r>
      <w:r w:rsidRPr="003F5A7C">
        <w:rPr>
          <w:i w:val="0"/>
        </w:rPr>
        <w:t>Autorité de mise à jour et de l</w:t>
      </w:r>
      <w:r w:rsidR="00DD07FE">
        <w:rPr>
          <w:i w:val="0"/>
        </w:rPr>
        <w:t>’</w:t>
      </w:r>
      <w:r w:rsidRPr="003F5A7C">
        <w:rPr>
          <w:i w:val="0"/>
        </w:rPr>
        <w:t>organe compétent de l</w:t>
      </w:r>
      <w:r w:rsidR="00DD07FE">
        <w:rPr>
          <w:i w:val="0"/>
        </w:rPr>
        <w:t>’</w:t>
      </w:r>
      <w:r w:rsidRPr="003F5A7C">
        <w:rPr>
          <w:i w:val="0"/>
        </w:rPr>
        <w:t>OMPI concernant l</w:t>
      </w:r>
      <w:r w:rsidR="00DD07FE">
        <w:rPr>
          <w:i w:val="0"/>
        </w:rPr>
        <w:t>’</w:t>
      </w:r>
      <w:r w:rsidRPr="003F5A7C">
        <w:rPr>
          <w:i w:val="0"/>
        </w:rPr>
        <w:t>insertion de nouveaux codes alphabétiques à deux lettres ou la modification</w:t>
      </w:r>
      <w:r w:rsidR="00030BE3">
        <w:rPr>
          <w:i w:val="0"/>
        </w:rPr>
        <w:t xml:space="preserve"> des codes alphabétiques à deux </w:t>
      </w:r>
      <w:r w:rsidRPr="003F5A7C">
        <w:rPr>
          <w:i w:val="0"/>
        </w:rPr>
        <w:t>lettres existants.</w:t>
      </w:r>
      <w:r w:rsidR="003F5A7C" w:rsidRPr="003F5A7C">
        <w:rPr>
          <w:i w:val="0"/>
        </w:rPr>
        <w:t xml:space="preserve">  </w:t>
      </w:r>
      <w:r w:rsidR="003F5A7C" w:rsidRPr="009A1D45">
        <w:rPr>
          <w:i w:val="0"/>
          <w:szCs w:val="17"/>
        </w:rPr>
        <w:t>En ce qui concerne l</w:t>
      </w:r>
      <w:r w:rsidR="00DD07FE">
        <w:rPr>
          <w:i w:val="0"/>
          <w:szCs w:val="17"/>
        </w:rPr>
        <w:t>’</w:t>
      </w:r>
      <w:r w:rsidR="003F5A7C" w:rsidRPr="009A1D45">
        <w:rPr>
          <w:i w:val="0"/>
          <w:szCs w:val="17"/>
        </w:rPr>
        <w:t>inclusion de nouveaux noms ou la modification de noms existants d</w:t>
      </w:r>
      <w:r w:rsidR="00DD07FE">
        <w:rPr>
          <w:i w:val="0"/>
          <w:szCs w:val="17"/>
        </w:rPr>
        <w:t>’</w:t>
      </w:r>
      <w:r w:rsidR="003F5A7C" w:rsidRPr="009A1D45">
        <w:rPr>
          <w:i w:val="0"/>
          <w:szCs w:val="17"/>
        </w:rPr>
        <w:t>États et de territoires</w:t>
      </w:r>
      <w:r w:rsidR="003F5A7C" w:rsidRPr="009A1D45">
        <w:rPr>
          <w:i w:val="0"/>
        </w:rPr>
        <w:t>, le Bureau international met à jour la présente</w:t>
      </w:r>
      <w:r w:rsidR="003F5A7C" w:rsidRPr="009A1D45">
        <w:rPr>
          <w:i w:val="0"/>
          <w:spacing w:val="-5"/>
        </w:rPr>
        <w:t xml:space="preserve"> </w:t>
      </w:r>
      <w:r w:rsidR="003F5A7C" w:rsidRPr="009A1D45">
        <w:rPr>
          <w:i w:val="0"/>
        </w:rPr>
        <w:t>norme</w:t>
      </w:r>
      <w:r w:rsidR="003F5A7C" w:rsidRPr="009A1D45">
        <w:rPr>
          <w:i w:val="0"/>
          <w:spacing w:val="-5"/>
        </w:rPr>
        <w:t xml:space="preserve"> </w:t>
      </w:r>
      <w:r w:rsidR="003F5A7C" w:rsidRPr="009A1D45">
        <w:rPr>
          <w:i w:val="0"/>
        </w:rPr>
        <w:t>recommandée d</w:t>
      </w:r>
      <w:r w:rsidR="00DD07FE">
        <w:rPr>
          <w:i w:val="0"/>
        </w:rPr>
        <w:t>’</w:t>
      </w:r>
      <w:r w:rsidR="003F5A7C" w:rsidRPr="009A1D45">
        <w:rPr>
          <w:i w:val="0"/>
        </w:rPr>
        <w:t xml:space="preserve">après UNTERM, avec les quelques exceptions mentionnées au paragraphe 3.  Pour ce qui est de </w:t>
      </w:r>
      <w:r w:rsidR="003F5A7C" w:rsidRPr="009A1D45">
        <w:rPr>
          <w:i w:val="0"/>
          <w:szCs w:val="17"/>
        </w:rPr>
        <w:t>l</w:t>
      </w:r>
      <w:r w:rsidR="00DD07FE">
        <w:rPr>
          <w:i w:val="0"/>
          <w:szCs w:val="17"/>
        </w:rPr>
        <w:t>’</w:t>
      </w:r>
      <w:r w:rsidR="003F5A7C" w:rsidRPr="009A1D45">
        <w:rPr>
          <w:i w:val="0"/>
          <w:szCs w:val="17"/>
        </w:rPr>
        <w:t>inclusion de nouveaux noms ou la modification de noms existants d</w:t>
      </w:r>
      <w:r w:rsidR="00DD07FE">
        <w:rPr>
          <w:i w:val="0"/>
          <w:szCs w:val="17"/>
        </w:rPr>
        <w:t>’</w:t>
      </w:r>
      <w:r w:rsidR="003F5A7C" w:rsidRPr="009A1D45">
        <w:rPr>
          <w:i w:val="0"/>
        </w:rPr>
        <w:t>organisations intergouvernementales, le Bureau international met à jour la présente</w:t>
      </w:r>
      <w:r w:rsidR="003F5A7C" w:rsidRPr="009A1D45">
        <w:rPr>
          <w:i w:val="0"/>
          <w:spacing w:val="-5"/>
        </w:rPr>
        <w:t xml:space="preserve"> </w:t>
      </w:r>
      <w:r w:rsidR="003F5A7C" w:rsidRPr="009A1D45">
        <w:rPr>
          <w:i w:val="0"/>
        </w:rPr>
        <w:t>norme</w:t>
      </w:r>
      <w:r w:rsidR="003F5A7C" w:rsidRPr="009A1D45">
        <w:rPr>
          <w:i w:val="0"/>
          <w:spacing w:val="-5"/>
        </w:rPr>
        <w:t xml:space="preserve"> </w:t>
      </w:r>
      <w:r w:rsidR="003F5A7C" w:rsidRPr="009A1D45">
        <w:rPr>
          <w:i w:val="0"/>
        </w:rPr>
        <w:t>recommandée en fonction des communications reçues de l</w:t>
      </w:r>
      <w:r w:rsidR="00DD07FE">
        <w:rPr>
          <w:i w:val="0"/>
        </w:rPr>
        <w:t>’</w:t>
      </w:r>
      <w:r w:rsidR="003F5A7C" w:rsidRPr="009A1D45">
        <w:rPr>
          <w:i w:val="0"/>
        </w:rPr>
        <w:t>organisation intergouvernementale concernée et selon la pratique de longue date de l</w:t>
      </w:r>
      <w:r w:rsidR="00DD07FE">
        <w:rPr>
          <w:i w:val="0"/>
        </w:rPr>
        <w:t>’</w:t>
      </w:r>
      <w:r w:rsidR="003F5A7C" w:rsidRPr="009A1D45">
        <w:rPr>
          <w:i w:val="0"/>
        </w:rPr>
        <w:t>OMPI à cet égard.  La procédure de révision de la présente</w:t>
      </w:r>
      <w:r w:rsidR="003F5A7C" w:rsidRPr="009A1D45">
        <w:rPr>
          <w:i w:val="0"/>
          <w:spacing w:val="-5"/>
        </w:rPr>
        <w:t xml:space="preserve"> </w:t>
      </w:r>
      <w:r w:rsidR="003F5A7C" w:rsidRPr="009A1D45">
        <w:rPr>
          <w:i w:val="0"/>
        </w:rPr>
        <w:t>norme</w:t>
      </w:r>
      <w:r w:rsidR="003F5A7C" w:rsidRPr="009A1D45">
        <w:rPr>
          <w:i w:val="0"/>
          <w:spacing w:val="-5"/>
        </w:rPr>
        <w:t xml:space="preserve"> </w:t>
      </w:r>
      <w:r w:rsidR="003F5A7C" w:rsidRPr="009A1D45">
        <w:rPr>
          <w:i w:val="0"/>
        </w:rPr>
        <w:t>recommandée est reproduite à l</w:t>
      </w:r>
      <w:r w:rsidR="00DD07FE">
        <w:rPr>
          <w:i w:val="0"/>
        </w:rPr>
        <w:t>’</w:t>
      </w:r>
      <w:r w:rsidR="003F5A7C" w:rsidRPr="009A1D45">
        <w:rPr>
          <w:i w:val="0"/>
        </w:rPr>
        <w:t>annexe III</w:t>
      </w:r>
      <w:r w:rsidR="00D151E4">
        <w:rPr>
          <w:i w:val="0"/>
        </w:rPr>
        <w:t>.</w:t>
      </w:r>
    </w:p>
    <w:p w:rsidR="00DC3A71" w:rsidRDefault="00DC3A71">
      <w:pPr>
        <w:pStyle w:val="Heading2"/>
      </w:pPr>
      <w:r>
        <w:lastRenderedPageBreak/>
        <w:t>APPLICATION ET DIRECTIVES À L</w:t>
      </w:r>
      <w:r w:rsidR="00DD07FE">
        <w:t>’</w:t>
      </w:r>
      <w:r>
        <w:t>INTENTION DES UTILISATEURS</w:t>
      </w:r>
    </w:p>
    <w:p w:rsidR="00DC3A71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Afin d</w:t>
      </w:r>
      <w:r w:rsidR="00DD07FE">
        <w:t>’</w:t>
      </w:r>
      <w:r>
        <w:t xml:space="preserve">aider les utilisateurs des documents relatifs aux titres de propriété </w:t>
      </w:r>
      <w:r w:rsidRPr="009F7D61">
        <w:rPr>
          <w:strike/>
          <w:color w:val="FFFFFF"/>
          <w:shd w:val="clear" w:color="auto" w:fill="800080"/>
        </w:rPr>
        <w:t xml:space="preserve">industrielle </w:t>
      </w:r>
      <w:r w:rsidR="0004693B" w:rsidRPr="009F7D61">
        <w:rPr>
          <w:color w:val="000000"/>
          <w:u w:val="single"/>
          <w:shd w:val="clear" w:color="auto" w:fill="FFFF00"/>
        </w:rPr>
        <w:t xml:space="preserve">intellectuelle </w:t>
      </w:r>
      <w:r>
        <w:t>ou aux demandes correspondantes, la section 1 de l</w:t>
      </w:r>
      <w:r w:rsidR="00DD07FE">
        <w:t>’</w:t>
      </w:r>
      <w:r>
        <w:t>annexe </w:t>
      </w:r>
      <w:r w:rsidR="001C6A6D" w:rsidRPr="009A1D45">
        <w:rPr>
          <w:szCs w:val="17"/>
        </w:rPr>
        <w:t>II</w:t>
      </w:r>
      <w:r>
        <w:t xml:space="preserve"> de la présente norme recommandée donne une liste des États pour lesquels le code en vigueur avant le 1</w:t>
      </w:r>
      <w:r>
        <w:rPr>
          <w:vertAlign w:val="superscript"/>
        </w:rPr>
        <w:t>er</w:t>
      </w:r>
      <w:r>
        <w:t> janvier 1978 a été depuis remplacé par un nouveau code.  Une liste des États ou organisations qui ont cessé d</w:t>
      </w:r>
      <w:r w:rsidR="00DD07FE">
        <w:t>’</w:t>
      </w:r>
      <w:r>
        <w:t>exister figure, avec leur code respectif, dans la section 2 de l</w:t>
      </w:r>
      <w:r w:rsidR="00DD07FE">
        <w:t>’</w:t>
      </w:r>
      <w:r>
        <w:t>annexe </w:t>
      </w:r>
      <w:r w:rsidR="001C6A6D" w:rsidRPr="009A1D45">
        <w:rPr>
          <w:szCs w:val="17"/>
        </w:rPr>
        <w:t>II</w:t>
      </w:r>
      <w:r>
        <w:t>.</w:t>
      </w:r>
    </w:p>
    <w:p w:rsidR="00DC3A71" w:rsidRDefault="00DC3A71">
      <w:pPr>
        <w:pStyle w:val="List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Les codes figurant à l</w:t>
      </w:r>
      <w:r w:rsidR="00DD07FE">
        <w:t>’</w:t>
      </w:r>
      <w:r>
        <w:t>annexe</w:t>
      </w:r>
      <w:r w:rsidRPr="009A1D45">
        <w:t> </w:t>
      </w:r>
      <w:r w:rsidR="00731E80" w:rsidRPr="009A1D45">
        <w:rPr>
          <w:color w:val="000000"/>
        </w:rPr>
        <w:t>I</w:t>
      </w:r>
      <w:r>
        <w:t xml:space="preserve"> de la présente norme recommandée doivent être utilisés dans tous les documents relatifs à des titres de propriété </w:t>
      </w:r>
      <w:r w:rsidRPr="009F7D61">
        <w:rPr>
          <w:strike/>
          <w:color w:val="FFFFFF"/>
          <w:shd w:val="clear" w:color="auto" w:fill="800080"/>
        </w:rPr>
        <w:t xml:space="preserve">industrielle </w:t>
      </w:r>
      <w:r w:rsidR="0004693B" w:rsidRPr="009F7D61">
        <w:rPr>
          <w:color w:val="000000"/>
          <w:u w:val="single"/>
          <w:shd w:val="clear" w:color="auto" w:fill="FFFF00"/>
        </w:rPr>
        <w:t xml:space="preserve">intellectuelle </w:t>
      </w:r>
      <w:r>
        <w:t>ou aux demandes correspondantes, même lorsqu</w:t>
      </w:r>
      <w:r w:rsidR="00DD07FE">
        <w:t>’</w:t>
      </w:r>
      <w:r>
        <w:t>il s</w:t>
      </w:r>
      <w:r w:rsidR="00DD07FE">
        <w:t>’</w:t>
      </w:r>
      <w:r>
        <w:t>agit de documents pour lesquels il existait un autre code avant le 1</w:t>
      </w:r>
      <w:r>
        <w:rPr>
          <w:vertAlign w:val="superscript"/>
        </w:rPr>
        <w:t>er</w:t>
      </w:r>
      <w:r>
        <w:t> janvier 1978.</w:t>
      </w:r>
    </w:p>
    <w:p w:rsidR="00801E60" w:rsidRDefault="00DC3A71" w:rsidP="00801E60">
      <w:pPr>
        <w:pStyle w:val="List0"/>
        <w:spacing w:after="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Les combinaisons de lettres AA, QM à QY, XA </w:t>
      </w:r>
      <w:r w:rsidR="00B740AF">
        <w:t xml:space="preserve">à XM, XO </w:t>
      </w:r>
      <w:r>
        <w:t>à</w:t>
      </w:r>
      <w:r w:rsidR="00A106A5">
        <w:t xml:space="preserve"> XT, X</w:t>
      </w:r>
      <w:r w:rsidR="00207EFB">
        <w:t>W</w:t>
      </w:r>
      <w:r w:rsidR="00E016F9">
        <w:t xml:space="preserve">, XY, XZ </w:t>
      </w:r>
      <w:r>
        <w:t>et ZZ peuvent être utilisées à des fins propres et pour les codes provisoires.</w:t>
      </w:r>
    </w:p>
    <w:p w:rsidR="00DC3A71" w:rsidRDefault="00DC3A71">
      <w:pPr>
        <w:pStyle w:val="ContinueOrEndOfFile"/>
      </w:pPr>
      <w:r>
        <w:t>[Les annexes suivent]</w:t>
      </w:r>
    </w:p>
    <w:p w:rsidR="00731E80" w:rsidRDefault="00731E80" w:rsidP="00731E80">
      <w:pPr>
        <w:rPr>
          <w:sz w:val="20"/>
        </w:rPr>
      </w:pPr>
      <w:r>
        <w:br w:type="page"/>
      </w:r>
    </w:p>
    <w:p w:rsidR="00941F8D" w:rsidRDefault="00941F8D" w:rsidP="007510B4">
      <w:pPr>
        <w:pStyle w:val="Heading1"/>
      </w:pPr>
    </w:p>
    <w:p w:rsidR="007510B4" w:rsidRDefault="007510B4" w:rsidP="007510B4">
      <w:pPr>
        <w:pStyle w:val="Heading1"/>
      </w:pPr>
      <w:r>
        <w:t xml:space="preserve">ANNEXE </w:t>
      </w:r>
      <w:r w:rsidR="00731E80" w:rsidRPr="009A1D45">
        <w:rPr>
          <w:caps w:val="0"/>
          <w:color w:val="000000"/>
        </w:rPr>
        <w:t>I</w:t>
      </w:r>
      <w:r>
        <w:t>, SECTION 1</w:t>
      </w:r>
    </w:p>
    <w:p w:rsidR="00DC3A71" w:rsidRDefault="00DC3A71">
      <w:pPr>
        <w:pStyle w:val="Heading2Hidden"/>
      </w:pPr>
      <w:r>
        <w:t>LISTE DES ÉTATS ET AUTRES ENTITÉS, AVEC LES CODES CORRESPONDANTS</w:t>
      </w:r>
    </w:p>
    <w:p w:rsidR="00DC3A71" w:rsidRDefault="00DC3A71"/>
    <w:p w:rsidR="00DC3A71" w:rsidRDefault="00DC3A71">
      <w:pPr>
        <w:pStyle w:val="TitleCAPS"/>
      </w:pPr>
      <w:r>
        <w:t xml:space="preserve">LISTE ALPHABÉTIQUE DES NOMS ABRÉGÉS DES ÉTATS, AUTRES ENTITÉS </w:t>
      </w:r>
      <w:r>
        <w:br/>
        <w:t xml:space="preserve">ET ORGANISATIONS INTERGOUVERNEMENTALES, </w:t>
      </w:r>
      <w:r>
        <w:br/>
        <w:t>AVEC LES CODES CORRESPONDANTS</w:t>
      </w:r>
    </w:p>
    <w:p w:rsidR="00B37250" w:rsidRDefault="00B37250">
      <w:pPr>
        <w:tabs>
          <w:tab w:val="left" w:pos="142"/>
          <w:tab w:val="left" w:leader="dot" w:pos="3544"/>
          <w:tab w:val="left" w:pos="3714"/>
          <w:tab w:val="left" w:pos="3827"/>
        </w:tabs>
      </w:pPr>
    </w:p>
    <w:p w:rsidR="00851A4E" w:rsidRDefault="00851A4E" w:rsidP="00731E80">
      <w:pPr>
        <w:tabs>
          <w:tab w:val="left" w:leader="dot" w:pos="3544"/>
          <w:tab w:val="left" w:pos="3686"/>
        </w:tabs>
        <w:ind w:left="142" w:hanging="142"/>
        <w:sectPr w:rsidR="00851A4E" w:rsidSect="00DA7F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 w:code="9"/>
          <w:pgMar w:top="567" w:right="1134" w:bottom="1417" w:left="1417" w:header="510" w:footer="1020" w:gutter="0"/>
          <w:cols w:space="720"/>
          <w:titlePg/>
          <w:docGrid w:linePitch="231"/>
        </w:sectPr>
      </w:pP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AFGHANISTAN </w:t>
      </w:r>
      <w:r>
        <w:tab/>
      </w:r>
      <w:r>
        <w:tab/>
        <w:t>AF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AFRIQUE DU SUD </w:t>
      </w:r>
      <w:r>
        <w:tab/>
      </w:r>
      <w:r>
        <w:tab/>
        <w:t>ZA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ALBANIE </w:t>
      </w:r>
      <w:r>
        <w:tab/>
      </w:r>
      <w:r>
        <w:tab/>
        <w:t>AL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ALGÉRIE </w:t>
      </w:r>
      <w:r>
        <w:tab/>
      </w:r>
      <w:r>
        <w:tab/>
        <w:t>DZ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ALLEMAGNE</w:t>
      </w:r>
      <w:r>
        <w:fldChar w:fldCharType="begin"/>
      </w:r>
      <w:r>
        <w:instrText xml:space="preserve"> REF </w:instrText>
      </w:r>
      <w:r w:rsidR="00DF443A">
        <w:instrText xml:space="preserve">Note3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(3)</w:t>
      </w:r>
      <w:r>
        <w:fldChar w:fldCharType="end"/>
      </w:r>
      <w:r>
        <w:t xml:space="preserve"> </w:t>
      </w:r>
      <w:r>
        <w:tab/>
      </w:r>
      <w:r>
        <w:tab/>
        <w:t>DE</w:t>
      </w:r>
    </w:p>
    <w:p w:rsidR="00DC3A71" w:rsidRPr="00030BE3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030BE3">
        <w:rPr>
          <w:lang w:val="es-ES"/>
        </w:rPr>
        <w:t xml:space="preserve">ANDORRE </w:t>
      </w:r>
      <w:r w:rsidRPr="00030BE3">
        <w:rPr>
          <w:lang w:val="es-ES"/>
        </w:rPr>
        <w:tab/>
      </w:r>
      <w:r w:rsidRPr="00030BE3">
        <w:rPr>
          <w:lang w:val="es-ES"/>
        </w:rPr>
        <w:tab/>
        <w:t>AD</w:t>
      </w:r>
    </w:p>
    <w:p w:rsidR="00DC3A71" w:rsidRPr="00030BE3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030BE3">
        <w:rPr>
          <w:lang w:val="es-ES"/>
        </w:rPr>
        <w:t xml:space="preserve">ANGOLA </w:t>
      </w:r>
      <w:r w:rsidRPr="00030BE3">
        <w:rPr>
          <w:lang w:val="es-ES"/>
        </w:rPr>
        <w:tab/>
      </w:r>
      <w:r w:rsidRPr="00030BE3">
        <w:rPr>
          <w:lang w:val="es-ES"/>
        </w:rPr>
        <w:tab/>
        <w:t>AO</w:t>
      </w:r>
    </w:p>
    <w:p w:rsidR="00DC3A71" w:rsidRPr="00030BE3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030BE3">
        <w:rPr>
          <w:lang w:val="es-ES"/>
        </w:rPr>
        <w:t xml:space="preserve">ANGUILLA </w:t>
      </w:r>
      <w:r w:rsidRPr="00030BE3">
        <w:rPr>
          <w:lang w:val="es-ES"/>
        </w:rPr>
        <w:tab/>
      </w:r>
      <w:r w:rsidRPr="00030BE3">
        <w:rPr>
          <w:lang w:val="es-ES"/>
        </w:rPr>
        <w:tab/>
        <w:t>AI</w:t>
      </w:r>
    </w:p>
    <w:p w:rsidR="00DC3A71" w:rsidRPr="00030BE3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030BE3">
        <w:rPr>
          <w:lang w:val="es-ES"/>
        </w:rPr>
        <w:t>ANTIGUA</w:t>
      </w:r>
      <w:r w:rsidRPr="00030BE3">
        <w:rPr>
          <w:lang w:val="es-ES"/>
        </w:rPr>
        <w:noBreakHyphen/>
        <w:t>ET</w:t>
      </w:r>
      <w:r w:rsidRPr="00030BE3">
        <w:rPr>
          <w:lang w:val="es-ES"/>
        </w:rPr>
        <w:noBreakHyphen/>
        <w:t xml:space="preserve">BARBUDA </w:t>
      </w:r>
      <w:r w:rsidRPr="00030BE3">
        <w:rPr>
          <w:lang w:val="es-ES"/>
        </w:rPr>
        <w:tab/>
      </w:r>
      <w:r w:rsidRPr="00030BE3">
        <w:rPr>
          <w:lang w:val="es-ES"/>
        </w:rPr>
        <w:tab/>
        <w:t>AG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ARABIE SAOUDITE </w:t>
      </w:r>
      <w:r>
        <w:tab/>
      </w:r>
      <w:r>
        <w:tab/>
        <w:t>SA</w:t>
      </w:r>
    </w:p>
    <w:p w:rsidR="00DC3A71" w:rsidRPr="00FE7B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FE7B7D">
        <w:rPr>
          <w:lang w:val="fr-CH"/>
        </w:rPr>
        <w:t xml:space="preserve">ARGENTINE </w:t>
      </w:r>
      <w:r w:rsidRPr="00FE7B7D">
        <w:rPr>
          <w:lang w:val="fr-CH"/>
        </w:rPr>
        <w:tab/>
      </w:r>
      <w:r w:rsidRPr="00FE7B7D">
        <w:rPr>
          <w:lang w:val="fr-CH"/>
        </w:rPr>
        <w:tab/>
        <w:t>AR</w:t>
      </w:r>
    </w:p>
    <w:p w:rsidR="00DC3A71" w:rsidRPr="00FE7B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FE7B7D">
        <w:rPr>
          <w:lang w:val="fr-CH"/>
        </w:rPr>
        <w:t xml:space="preserve">ARMÉNIE </w:t>
      </w:r>
      <w:r w:rsidRPr="00FE7B7D">
        <w:rPr>
          <w:lang w:val="fr-CH"/>
        </w:rPr>
        <w:tab/>
      </w:r>
      <w:r w:rsidRPr="00FE7B7D">
        <w:rPr>
          <w:lang w:val="fr-CH"/>
        </w:rPr>
        <w:tab/>
        <w:t>AM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ARUBA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AW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AUSTRALIE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AU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AUTRICHE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AT</w:t>
      </w:r>
    </w:p>
    <w:p w:rsidR="00DC3A71" w:rsidRPr="0057387D" w:rsidRDefault="00DC3A71" w:rsidP="009A1D45">
      <w:pPr>
        <w:tabs>
          <w:tab w:val="left" w:leader="dot" w:pos="3544"/>
          <w:tab w:val="left" w:pos="3686"/>
        </w:tabs>
        <w:spacing w:after="240"/>
        <w:ind w:left="144" w:hanging="144"/>
        <w:rPr>
          <w:lang w:val="de-DE"/>
        </w:rPr>
      </w:pPr>
      <w:r w:rsidRPr="0057387D">
        <w:rPr>
          <w:lang w:val="de-DE"/>
        </w:rPr>
        <w:t xml:space="preserve">AZERBAÏDJAN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AZ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BAHAMAS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BS</w:t>
      </w:r>
    </w:p>
    <w:p w:rsidR="00DC3A71" w:rsidRPr="00030BE3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030BE3">
        <w:rPr>
          <w:lang w:val="de-DE"/>
        </w:rPr>
        <w:t xml:space="preserve">BAHREÏN </w:t>
      </w:r>
      <w:r w:rsidRPr="00030BE3">
        <w:rPr>
          <w:lang w:val="de-DE"/>
        </w:rPr>
        <w:tab/>
      </w:r>
      <w:r w:rsidRPr="00030BE3">
        <w:rPr>
          <w:lang w:val="de-DE"/>
        </w:rPr>
        <w:tab/>
        <w:t>BH</w:t>
      </w:r>
    </w:p>
    <w:p w:rsidR="00DC3A71" w:rsidRPr="00DA7FA4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DA7FA4">
        <w:rPr>
          <w:lang w:val="en-US"/>
        </w:rPr>
        <w:t xml:space="preserve">BANGLADESH </w:t>
      </w:r>
      <w:r w:rsidRPr="00DA7FA4">
        <w:rPr>
          <w:lang w:val="en-US"/>
        </w:rPr>
        <w:tab/>
      </w:r>
      <w:r w:rsidRPr="00DA7FA4">
        <w:rPr>
          <w:lang w:val="en-US"/>
        </w:rPr>
        <w:tab/>
        <w:t>BD</w:t>
      </w:r>
    </w:p>
    <w:p w:rsidR="00DC3A71" w:rsidRPr="00DA7FA4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DA7FA4">
        <w:rPr>
          <w:lang w:val="en-US"/>
        </w:rPr>
        <w:t xml:space="preserve">BARBADE </w:t>
      </w:r>
      <w:r w:rsidRPr="00DA7FA4">
        <w:rPr>
          <w:lang w:val="en-US"/>
        </w:rPr>
        <w:tab/>
      </w:r>
      <w:r w:rsidRPr="00DA7FA4">
        <w:rPr>
          <w:lang w:val="en-US"/>
        </w:rPr>
        <w:tab/>
        <w:t>BB</w:t>
      </w:r>
    </w:p>
    <w:p w:rsidR="00DC3A71" w:rsidRPr="00DA7FA4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DA7FA4">
        <w:rPr>
          <w:lang w:val="en-US"/>
        </w:rPr>
        <w:t xml:space="preserve">BÉLARUS </w:t>
      </w:r>
      <w:r w:rsidRPr="00DA7FA4">
        <w:rPr>
          <w:lang w:val="en-US"/>
        </w:rPr>
        <w:tab/>
      </w:r>
      <w:r w:rsidRPr="00DA7FA4">
        <w:rPr>
          <w:lang w:val="en-US"/>
        </w:rPr>
        <w:tab/>
        <w:t>BY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BELGIQUE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BE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BELIZE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BZ</w:t>
      </w:r>
    </w:p>
    <w:p w:rsidR="00DC3A71" w:rsidRPr="001E15C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1E15CC">
        <w:rPr>
          <w:lang w:val="fr-CH"/>
        </w:rPr>
        <w:t xml:space="preserve">BÉNIN </w:t>
      </w:r>
      <w:r w:rsidRPr="001E15CC">
        <w:rPr>
          <w:lang w:val="fr-CH"/>
        </w:rPr>
        <w:tab/>
      </w:r>
      <w:r w:rsidRPr="001E15CC">
        <w:rPr>
          <w:lang w:val="fr-CH"/>
        </w:rPr>
        <w:tab/>
        <w:t>BJ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57387D">
        <w:rPr>
          <w:lang w:val="fr-CH"/>
        </w:rPr>
        <w:t xml:space="preserve">BERMUDES </w:t>
      </w:r>
      <w:r w:rsidRPr="0057387D">
        <w:rPr>
          <w:lang w:val="fr-CH"/>
        </w:rPr>
        <w:tab/>
      </w:r>
      <w:r w:rsidRPr="0057387D">
        <w:rPr>
          <w:lang w:val="fr-CH"/>
        </w:rPr>
        <w:tab/>
        <w:t>BM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57387D">
        <w:rPr>
          <w:lang w:val="fr-CH"/>
        </w:rPr>
        <w:t xml:space="preserve">BHOUTAN </w:t>
      </w:r>
      <w:r w:rsidRPr="0057387D">
        <w:rPr>
          <w:lang w:val="fr-CH"/>
        </w:rPr>
        <w:tab/>
      </w:r>
      <w:r w:rsidRPr="0057387D">
        <w:rPr>
          <w:lang w:val="fr-CH"/>
        </w:rPr>
        <w:tab/>
        <w:t>BT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 w:rsidRPr="009A1D45">
        <w:t>BOLIVIE</w:t>
      </w:r>
      <w:r w:rsidR="00E45B27" w:rsidRPr="009A1D45">
        <w:rPr>
          <w:color w:val="000000"/>
          <w:lang w:val="fr-CH"/>
        </w:rPr>
        <w:t xml:space="preserve"> (</w:t>
      </w:r>
      <w:r w:rsidR="00C20857" w:rsidRPr="009A1D45">
        <w:rPr>
          <w:color w:val="000000"/>
          <w:szCs w:val="24"/>
        </w:rPr>
        <w:t>ÉTAT PLURINATIONAL DE</w:t>
      </w:r>
      <w:r w:rsidR="00E45B27" w:rsidRPr="009A1D45">
        <w:rPr>
          <w:color w:val="000000"/>
          <w:szCs w:val="24"/>
        </w:rPr>
        <w:t>)</w:t>
      </w:r>
      <w:r w:rsidR="00C20857">
        <w:rPr>
          <w:color w:val="000000"/>
          <w:szCs w:val="24"/>
        </w:rPr>
        <w:t xml:space="preserve"> </w:t>
      </w:r>
      <w:r w:rsidRPr="00954783">
        <w:tab/>
      </w:r>
      <w:r w:rsidRPr="00954783">
        <w:tab/>
        <w:t>BO</w:t>
      </w:r>
    </w:p>
    <w:p w:rsidR="00CD0BE3" w:rsidRPr="00954783" w:rsidRDefault="00CD0BE3" w:rsidP="00731E80">
      <w:pPr>
        <w:tabs>
          <w:tab w:val="left" w:leader="dot" w:pos="3544"/>
          <w:tab w:val="left" w:pos="3686"/>
        </w:tabs>
        <w:ind w:left="142" w:hanging="142"/>
      </w:pPr>
      <w:r>
        <w:t>BONAIRE, SAINT-EUSTACHE ET SABA</w:t>
      </w:r>
      <w:r>
        <w:tab/>
      </w:r>
      <w:r>
        <w:tab/>
        <w:t>BQ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>BOSNIE</w:t>
      </w:r>
      <w:r w:rsidRPr="00727F7B">
        <w:rPr>
          <w:lang w:val="en-US"/>
        </w:rPr>
        <w:noBreakHyphen/>
        <w:t xml:space="preserve">HERZÉGOVINE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BA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BOTSWANA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BW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BOUVET, ÎLE </w:t>
      </w:r>
      <w:r w:rsidR="007510B4" w:rsidRPr="00727F7B">
        <w:rPr>
          <w:lang w:val="en-US"/>
        </w:rPr>
        <w:tab/>
      </w:r>
      <w:r w:rsidRPr="00727F7B">
        <w:rPr>
          <w:lang w:val="en-US"/>
        </w:rPr>
        <w:tab/>
        <w:t>BV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BRÉSIL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BR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BRUNÉI DARUSSALAM </w:t>
      </w:r>
      <w:r w:rsidR="007510B4" w:rsidRPr="0057387D">
        <w:rPr>
          <w:lang w:val="de-DE"/>
        </w:rPr>
        <w:tab/>
      </w:r>
      <w:r w:rsidRPr="0057387D">
        <w:rPr>
          <w:lang w:val="de-DE"/>
        </w:rPr>
        <w:tab/>
        <w:t>BN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BULGARIE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BG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BUREAU INTERNATIONAL DE</w:t>
      </w:r>
      <w:r>
        <w:br/>
        <w:t>L</w:t>
      </w:r>
      <w:r w:rsidR="00DD07FE">
        <w:t>’</w:t>
      </w:r>
      <w:r>
        <w:t>ORGANISATION MONDIALE DE</w:t>
      </w:r>
      <w:r>
        <w:br/>
        <w:t>LA PROPRIÉTÉ INTELLECTUELLE</w:t>
      </w:r>
      <w:r>
        <w:br/>
        <w:t>(OMPI)</w:t>
      </w:r>
      <w:r>
        <w:fldChar w:fldCharType="begin"/>
      </w:r>
      <w:r>
        <w:instrText xml:space="preserve"> REF </w:instrText>
      </w:r>
      <w:r w:rsidR="00DF443A">
        <w:instrText xml:space="preserve">Note4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(4)</w:t>
      </w:r>
      <w:r>
        <w:fldChar w:fldCharType="end"/>
      </w:r>
      <w:r w:rsidR="00851A4E">
        <w:t xml:space="preserve"> </w:t>
      </w:r>
      <w:r w:rsidR="00851A4E" w:rsidRPr="009A1D45">
        <w:rPr>
          <w:u w:val="single"/>
        </w:rPr>
        <w:fldChar w:fldCharType="begin"/>
      </w:r>
      <w:r w:rsidR="00851A4E" w:rsidRPr="009A1D45">
        <w:rPr>
          <w:u w:val="single"/>
        </w:rPr>
        <w:instrText xml:space="preserve"> REF Note13 \h  \* MERGEFORMAT </w:instrText>
      </w:r>
      <w:r w:rsidR="00851A4E" w:rsidRPr="009A1D45">
        <w:rPr>
          <w:u w:val="single"/>
        </w:rPr>
      </w:r>
      <w:r w:rsidR="00851A4E" w:rsidRPr="009A1D45">
        <w:rPr>
          <w:u w:val="single"/>
        </w:rPr>
        <w:fldChar w:fldCharType="separate"/>
      </w:r>
      <w:r w:rsidR="00BB4418" w:rsidRPr="00BB4418">
        <w:rPr>
          <w:color w:val="0000FF"/>
          <w:u w:val="single"/>
          <w:vertAlign w:val="superscript"/>
        </w:rPr>
        <w:t>(13)</w:t>
      </w:r>
      <w:r w:rsidR="00851A4E" w:rsidRPr="009A1D45">
        <w:rPr>
          <w:u w:val="single"/>
        </w:rPr>
        <w:fldChar w:fldCharType="end"/>
      </w:r>
      <w:r>
        <w:t xml:space="preserve"> </w:t>
      </w:r>
      <w:r>
        <w:tab/>
      </w:r>
      <w:r>
        <w:tab/>
        <w:t>IB, WO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BURKINA FASO </w:t>
      </w:r>
      <w:r>
        <w:tab/>
      </w:r>
      <w:r>
        <w:tab/>
        <w:t>BF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BURUNDI </w:t>
      </w:r>
      <w:r>
        <w:tab/>
      </w:r>
      <w:r>
        <w:tab/>
        <w:t>BI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CAÏMANES, ÎLES </w:t>
      </w:r>
      <w:r>
        <w:tab/>
      </w:r>
      <w:r>
        <w:tab/>
        <w:t>KY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C5786C">
        <w:rPr>
          <w:lang w:val="es-ES"/>
        </w:rPr>
        <w:t xml:space="preserve">CAMBODGE </w:t>
      </w:r>
      <w:r w:rsidRPr="00C5786C">
        <w:rPr>
          <w:lang w:val="es-ES"/>
        </w:rPr>
        <w:tab/>
      </w:r>
      <w:r w:rsidRPr="00C5786C">
        <w:rPr>
          <w:lang w:val="es-ES"/>
        </w:rPr>
        <w:tab/>
        <w:t>KH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C5786C">
        <w:rPr>
          <w:lang w:val="es-ES"/>
        </w:rPr>
        <w:t xml:space="preserve">CAMEROUN </w:t>
      </w:r>
      <w:r w:rsidRPr="00C5786C">
        <w:rPr>
          <w:lang w:val="es-ES"/>
        </w:rPr>
        <w:tab/>
      </w:r>
      <w:r w:rsidRPr="00C5786C">
        <w:rPr>
          <w:lang w:val="es-ES"/>
        </w:rPr>
        <w:tab/>
        <w:t>CM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C5786C">
        <w:rPr>
          <w:lang w:val="es-ES"/>
        </w:rPr>
        <w:t xml:space="preserve">CANADA </w:t>
      </w:r>
      <w:r w:rsidRPr="00C5786C">
        <w:rPr>
          <w:lang w:val="es-ES"/>
        </w:rPr>
        <w:tab/>
      </w:r>
      <w:r w:rsidRPr="00C5786C">
        <w:rPr>
          <w:lang w:val="es-ES"/>
        </w:rPr>
        <w:tab/>
        <w:t>CA</w:t>
      </w:r>
    </w:p>
    <w:p w:rsidR="00DC3A71" w:rsidRPr="00C5786C" w:rsidRDefault="002766CD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C5786C">
        <w:rPr>
          <w:lang w:val="es-ES"/>
        </w:rPr>
        <w:t xml:space="preserve">CABO VERDE </w:t>
      </w:r>
      <w:r w:rsidR="00DC3A71" w:rsidRPr="00C5786C">
        <w:rPr>
          <w:lang w:val="es-ES"/>
        </w:rPr>
        <w:tab/>
      </w:r>
      <w:r w:rsidR="00DC3A71" w:rsidRPr="00C5786C">
        <w:rPr>
          <w:lang w:val="es-ES"/>
        </w:rPr>
        <w:tab/>
        <w:t>CV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CENTRAFRICAINE, RÉPUBLIQUE </w:t>
      </w:r>
      <w:r>
        <w:tab/>
      </w:r>
      <w:r>
        <w:tab/>
        <w:t>CF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CHILI </w:t>
      </w:r>
      <w:r>
        <w:tab/>
      </w:r>
      <w:r>
        <w:tab/>
        <w:t>CL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CHINE</w:t>
      </w:r>
      <w:r>
        <w:rPr>
          <w:vertAlign w:val="superscript"/>
        </w:rPr>
        <w:t xml:space="preserve"> </w:t>
      </w:r>
      <w:r>
        <w:tab/>
      </w:r>
      <w:r>
        <w:tab/>
        <w:t>CN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CHYPRE </w:t>
      </w:r>
      <w:r>
        <w:tab/>
      </w:r>
      <w:r>
        <w:tab/>
        <w:t>CY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COLOMBIE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CO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COMORES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KM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CONGO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CG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CONSEIL DE COOPÉRATION DU GOLFE</w:t>
      </w:r>
      <w:r>
        <w:br/>
        <w:t xml:space="preserve">(voir Office des brevets du Conseil de </w:t>
      </w:r>
      <w:r>
        <w:br/>
        <w:t>coopération des États arabes du Golfe)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COOK, ÎLES </w:t>
      </w:r>
      <w:r>
        <w:tab/>
      </w:r>
      <w:r>
        <w:tab/>
        <w:t>CK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CORÉE (voir République de Corée;  République</w:t>
      </w:r>
      <w:r>
        <w:br/>
        <w:t>populaire démocratique de Corée)</w:t>
      </w:r>
    </w:p>
    <w:p w:rsidR="00DC3A71" w:rsidRDefault="00030BE3" w:rsidP="00731E80">
      <w:pPr>
        <w:tabs>
          <w:tab w:val="left" w:leader="dot" w:pos="3544"/>
          <w:tab w:val="left" w:pos="3686"/>
        </w:tabs>
        <w:ind w:left="142" w:hanging="142"/>
      </w:pPr>
      <w:r>
        <w:t>COSTA </w:t>
      </w:r>
      <w:r w:rsidR="00DC3A71">
        <w:t xml:space="preserve">RICA </w:t>
      </w:r>
      <w:r w:rsidR="00DC3A71">
        <w:tab/>
      </w:r>
      <w:r w:rsidR="00DC3A71">
        <w:tab/>
        <w:t>CR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CÔTE D</w:t>
      </w:r>
      <w:r w:rsidR="00DD07FE">
        <w:t>’</w:t>
      </w:r>
      <w:r>
        <w:t xml:space="preserve">IVOIRE </w:t>
      </w:r>
      <w:r>
        <w:tab/>
      </w:r>
      <w:r>
        <w:tab/>
        <w:t>CI</w:t>
      </w:r>
    </w:p>
    <w:p w:rsidR="00CD0BE3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CROATIE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HR</w:t>
      </w:r>
    </w:p>
    <w:p w:rsidR="00CD0BE3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CUBA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CU</w:t>
      </w:r>
    </w:p>
    <w:p w:rsidR="00CD0BE3" w:rsidRPr="00727F7B" w:rsidRDefault="00CD0BE3" w:rsidP="00666967">
      <w:pPr>
        <w:tabs>
          <w:tab w:val="left" w:leader="dot" w:pos="3544"/>
          <w:tab w:val="left" w:pos="3686"/>
        </w:tabs>
        <w:spacing w:after="240"/>
        <w:ind w:left="142" w:hanging="142"/>
        <w:rPr>
          <w:lang w:val="en-US"/>
        </w:rPr>
      </w:pPr>
      <w:r w:rsidRPr="00727F7B">
        <w:rPr>
          <w:lang w:val="en-US"/>
        </w:rPr>
        <w:t>CURAÇAO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CW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DANEMARK </w:t>
      </w:r>
      <w:r>
        <w:tab/>
      </w:r>
      <w:r>
        <w:tab/>
        <w:t>DK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DJIBOUTI </w:t>
      </w:r>
      <w:r>
        <w:tab/>
      </w:r>
      <w:r>
        <w:tab/>
        <w:t>DJ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DOMINICAINE, RÉPUBLIQUE </w:t>
      </w:r>
      <w:r>
        <w:tab/>
      </w:r>
      <w:r>
        <w:tab/>
        <w:t>DO</w:t>
      </w:r>
    </w:p>
    <w:p w:rsidR="00DC3A71" w:rsidRPr="00C5786C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  <w:rPr>
          <w:lang w:val="fr-CH"/>
        </w:rPr>
      </w:pPr>
      <w:r w:rsidRPr="00C5786C">
        <w:rPr>
          <w:lang w:val="fr-CH"/>
        </w:rPr>
        <w:t xml:space="preserve">DOMINIQUE </w:t>
      </w:r>
      <w:r w:rsidRPr="00C5786C">
        <w:rPr>
          <w:lang w:val="fr-CH"/>
        </w:rPr>
        <w:tab/>
      </w:r>
      <w:r w:rsidRPr="00C5786C">
        <w:rPr>
          <w:lang w:val="fr-CH"/>
        </w:rPr>
        <w:tab/>
        <w:t>DM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C5786C">
        <w:rPr>
          <w:lang w:val="fr-CH"/>
        </w:rPr>
        <w:t xml:space="preserve">ÉGYPTE </w:t>
      </w:r>
      <w:r w:rsidRPr="00C5786C">
        <w:rPr>
          <w:lang w:val="fr-CH"/>
        </w:rPr>
        <w:tab/>
      </w:r>
      <w:r w:rsidRPr="00C5786C">
        <w:rPr>
          <w:lang w:val="fr-CH"/>
        </w:rPr>
        <w:tab/>
        <w:t>EG</w:t>
      </w:r>
    </w:p>
    <w:p w:rsidR="00DC3A71" w:rsidRPr="003C49AA" w:rsidRDefault="00030BE3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>
        <w:rPr>
          <w:lang w:val="es-ES"/>
        </w:rPr>
        <w:t>EL </w:t>
      </w:r>
      <w:r w:rsidR="00DC3A71" w:rsidRPr="003C49AA">
        <w:rPr>
          <w:lang w:val="es-ES"/>
        </w:rPr>
        <w:t xml:space="preserve">SALVADOR </w:t>
      </w:r>
      <w:r w:rsidR="00DC3A71" w:rsidRPr="003C49AA">
        <w:rPr>
          <w:lang w:val="es-ES"/>
        </w:rPr>
        <w:tab/>
      </w:r>
      <w:r w:rsidR="00DC3A71" w:rsidRPr="003C49AA">
        <w:rPr>
          <w:lang w:val="es-ES"/>
        </w:rPr>
        <w:tab/>
        <w:t>SV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C5786C">
        <w:rPr>
          <w:lang w:val="es-ES"/>
        </w:rPr>
        <w:t xml:space="preserve">ÉMIRATS ARABES UNIS </w:t>
      </w:r>
      <w:r w:rsidRPr="00C5786C">
        <w:rPr>
          <w:lang w:val="es-ES"/>
        </w:rPr>
        <w:tab/>
      </w:r>
      <w:r w:rsidRPr="00C5786C">
        <w:rPr>
          <w:lang w:val="es-ES"/>
        </w:rPr>
        <w:tab/>
        <w:t>AE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ÉQUATEUR </w:t>
      </w:r>
      <w:r>
        <w:tab/>
      </w:r>
      <w:r>
        <w:tab/>
        <w:t>EC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ÉRYTHRÉE </w:t>
      </w:r>
      <w:r>
        <w:tab/>
      </w:r>
      <w:r>
        <w:tab/>
        <w:t>ER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ESPAGNE </w:t>
      </w:r>
      <w:r>
        <w:tab/>
      </w:r>
      <w:r>
        <w:tab/>
        <w:t>ES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ESTONIE</w:t>
      </w:r>
      <w:r>
        <w:tab/>
      </w:r>
      <w:r>
        <w:tab/>
        <w:t>EE</w:t>
      </w:r>
    </w:p>
    <w:p w:rsidR="00C35BDA" w:rsidRDefault="00C35BDA" w:rsidP="00731E80">
      <w:pPr>
        <w:tabs>
          <w:tab w:val="left" w:leader="dot" w:pos="3544"/>
          <w:tab w:val="left" w:pos="3686"/>
        </w:tabs>
        <w:ind w:left="142" w:hanging="142"/>
      </w:pPr>
      <w:r>
        <w:t>ESWATINI (</w:t>
      </w:r>
      <w:r w:rsidR="007153F2">
        <w:t>l</w:t>
      </w:r>
      <w:r w:rsidR="00DD07FE">
        <w:t>’</w:t>
      </w:r>
      <w:r>
        <w:t xml:space="preserve">) </w:t>
      </w:r>
      <w:r>
        <w:tab/>
      </w:r>
      <w:r>
        <w:tab/>
        <w:t>SZ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ÉTATS</w:t>
      </w:r>
      <w:r>
        <w:noBreakHyphen/>
        <w:t>UNIS D</w:t>
      </w:r>
      <w:r w:rsidR="00DD07FE">
        <w:t>’</w:t>
      </w:r>
      <w:r>
        <w:t>AMÉRIQUE</w:t>
      </w:r>
      <w:r>
        <w:tab/>
      </w:r>
      <w:r>
        <w:tab/>
        <w:t>US</w:t>
      </w:r>
    </w:p>
    <w:p w:rsidR="00DC3A71" w:rsidRDefault="00DC3A71" w:rsidP="009A1D45">
      <w:pPr>
        <w:tabs>
          <w:tab w:val="left" w:leader="dot" w:pos="3544"/>
          <w:tab w:val="left" w:pos="3686"/>
        </w:tabs>
        <w:spacing w:after="240"/>
        <w:ind w:left="144" w:hanging="144"/>
      </w:pPr>
      <w:r>
        <w:t xml:space="preserve">ÉTHIOPIE </w:t>
      </w:r>
      <w:r>
        <w:tab/>
      </w:r>
      <w:r>
        <w:tab/>
        <w:t>ET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FALKLAND, ÎLES (MALVINAS)</w:t>
      </w:r>
      <w:r>
        <w:tab/>
      </w:r>
      <w:r>
        <w:tab/>
        <w:t>FK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FÉDÉRATION DE RUSSIE </w:t>
      </w:r>
      <w:r>
        <w:tab/>
      </w:r>
      <w:r>
        <w:tab/>
        <w:t>RU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FIDJI </w:t>
      </w:r>
      <w:r>
        <w:tab/>
      </w:r>
      <w:r>
        <w:tab/>
        <w:t>FJ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FÉROÉ, ÎLES </w:t>
      </w:r>
      <w:r>
        <w:tab/>
      </w:r>
      <w:r>
        <w:tab/>
        <w:t>FO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FINLANDE </w:t>
      </w:r>
      <w:r>
        <w:tab/>
      </w:r>
      <w:r>
        <w:tab/>
        <w:t>FI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FRANCE </w:t>
      </w:r>
      <w:r>
        <w:tab/>
      </w:r>
      <w:r>
        <w:tab/>
        <w:t>FR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GABON </w:t>
      </w:r>
      <w:r>
        <w:tab/>
      </w:r>
      <w:r>
        <w:tab/>
        <w:t>GA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GAMBIE </w:t>
      </w:r>
      <w:r>
        <w:tab/>
      </w:r>
      <w:r>
        <w:tab/>
        <w:t>GM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GÉORGIE </w:t>
      </w:r>
      <w:r>
        <w:tab/>
      </w:r>
      <w:r>
        <w:tab/>
        <w:t>GE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GÉORGIE DU SUD ET LES ÎLES</w:t>
      </w:r>
      <w:r>
        <w:br/>
        <w:t xml:space="preserve">SANDWICH DU SUD </w:t>
      </w:r>
      <w:r>
        <w:tab/>
      </w:r>
      <w:r>
        <w:tab/>
        <w:t>GS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GHANA </w:t>
      </w:r>
      <w:r>
        <w:tab/>
      </w:r>
      <w:r>
        <w:tab/>
        <w:t>GH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GIBRALTAR </w:t>
      </w:r>
      <w:r>
        <w:tab/>
      </w:r>
      <w:r>
        <w:tab/>
        <w:t>GI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GRÈCE </w:t>
      </w:r>
      <w:r>
        <w:tab/>
      </w:r>
      <w:r>
        <w:tab/>
        <w:t>GR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727F7B">
        <w:rPr>
          <w:lang w:val="fr-CH"/>
        </w:rPr>
        <w:t>GRENADE</w:t>
      </w:r>
      <w:r w:rsidRPr="00727F7B">
        <w:rPr>
          <w:lang w:val="fr-CH"/>
        </w:rPr>
        <w:tab/>
      </w:r>
      <w:r w:rsidRPr="00727F7B">
        <w:rPr>
          <w:lang w:val="fr-CH"/>
        </w:rPr>
        <w:tab/>
        <w:t>GD</w:t>
      </w:r>
    </w:p>
    <w:p w:rsidR="00DC3A71" w:rsidRPr="001E15C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1E15CC">
        <w:rPr>
          <w:lang w:val="en-US"/>
        </w:rPr>
        <w:t xml:space="preserve">GROENLAND </w:t>
      </w:r>
      <w:r w:rsidRPr="001E15CC">
        <w:rPr>
          <w:lang w:val="en-US"/>
        </w:rPr>
        <w:tab/>
      </w:r>
      <w:r w:rsidRPr="001E15CC">
        <w:rPr>
          <w:lang w:val="en-US"/>
        </w:rPr>
        <w:tab/>
        <w:t>GL</w:t>
      </w:r>
    </w:p>
    <w:p w:rsidR="00DC3A71" w:rsidRPr="001E15C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1E15CC">
        <w:rPr>
          <w:lang w:val="en-US"/>
        </w:rPr>
        <w:t xml:space="preserve">GUATEMALA </w:t>
      </w:r>
      <w:r w:rsidRPr="001E15CC">
        <w:rPr>
          <w:lang w:val="en-US"/>
        </w:rPr>
        <w:tab/>
      </w:r>
      <w:r w:rsidRPr="001E15CC">
        <w:rPr>
          <w:lang w:val="en-US"/>
        </w:rPr>
        <w:tab/>
        <w:t>GT</w:t>
      </w:r>
    </w:p>
    <w:p w:rsidR="003C49AA" w:rsidRPr="00727F7B" w:rsidRDefault="003C49AA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>GUERNESEY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GG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GUINÉE </w:t>
      </w:r>
      <w:r>
        <w:tab/>
      </w:r>
      <w:r>
        <w:tab/>
        <w:t>GN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GUINÉE</w:t>
      </w:r>
      <w:r>
        <w:noBreakHyphen/>
        <w:t xml:space="preserve">BISSAU </w:t>
      </w:r>
      <w:r>
        <w:tab/>
      </w:r>
      <w:r>
        <w:tab/>
        <w:t>GW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GUINÉE ÉQUATORIALE </w:t>
      </w:r>
      <w:r>
        <w:tab/>
      </w:r>
      <w:r>
        <w:tab/>
        <w:t>GQ</w:t>
      </w:r>
    </w:p>
    <w:p w:rsidR="00DC3A71" w:rsidRPr="00727F7B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  <w:rPr>
          <w:lang w:val="en-US"/>
        </w:rPr>
      </w:pPr>
      <w:r w:rsidRPr="00727F7B">
        <w:rPr>
          <w:lang w:val="en-US"/>
        </w:rPr>
        <w:t xml:space="preserve">GUYANA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GY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HAÏTI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HT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HONDURAS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HN</w:t>
      </w:r>
    </w:p>
    <w:p w:rsidR="00DC3A71" w:rsidRPr="00851A4E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HONG KONG</w:t>
      </w:r>
      <w:r w:rsidR="00D95E07" w:rsidRPr="009A1D45">
        <w:t>, CHINE</w:t>
      </w:r>
      <w:r w:rsidR="00851A4E" w:rsidRPr="00851A4E">
        <w:tab/>
      </w:r>
      <w:r w:rsidR="00851A4E" w:rsidRPr="00851A4E">
        <w:tab/>
        <w:t>HK</w:t>
      </w:r>
    </w:p>
    <w:p w:rsidR="00DC3A71" w:rsidRPr="00DA7FA4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  <w:rPr>
          <w:lang w:val="de-CH"/>
        </w:rPr>
      </w:pPr>
      <w:r w:rsidRPr="00DA7FA4">
        <w:rPr>
          <w:lang w:val="de-CH"/>
        </w:rPr>
        <w:t xml:space="preserve">HONGRIE </w:t>
      </w:r>
      <w:r w:rsidRPr="00DA7FA4">
        <w:rPr>
          <w:lang w:val="de-CH"/>
        </w:rPr>
        <w:tab/>
      </w:r>
      <w:r w:rsidRPr="00DA7FA4">
        <w:rPr>
          <w:lang w:val="de-CH"/>
        </w:rPr>
        <w:tab/>
        <w:t>HU</w:t>
      </w:r>
    </w:p>
    <w:p w:rsidR="003C49AA" w:rsidRPr="009F7D61" w:rsidRDefault="003C49AA" w:rsidP="009F7D61">
      <w:pPr>
        <w:tabs>
          <w:tab w:val="left" w:leader="dot" w:pos="3544"/>
          <w:tab w:val="left" w:pos="3686"/>
        </w:tabs>
        <w:ind w:left="142" w:hanging="142"/>
        <w:rPr>
          <w:color w:val="000000"/>
          <w:u w:val="single"/>
          <w:lang w:val="de-CH"/>
        </w:rPr>
      </w:pPr>
      <w:r w:rsidRPr="00DA7FA4">
        <w:rPr>
          <w:lang w:val="de-CH"/>
        </w:rPr>
        <w:t>ÎLE DE MAN</w:t>
      </w:r>
      <w:r w:rsidRPr="00DA7FA4">
        <w:rPr>
          <w:lang w:val="de-CH"/>
        </w:rPr>
        <w:tab/>
      </w:r>
      <w:r w:rsidRPr="00DA7FA4">
        <w:rPr>
          <w:lang w:val="de-CH"/>
        </w:rPr>
        <w:tab/>
        <w:t>IM</w:t>
      </w:r>
    </w:p>
    <w:p w:rsidR="00223F1F" w:rsidRPr="00DA7FA4" w:rsidRDefault="00223F1F" w:rsidP="009F7D61">
      <w:pPr>
        <w:shd w:val="clear" w:color="auto" w:fill="FFFF00"/>
        <w:tabs>
          <w:tab w:val="left" w:leader="dot" w:pos="3544"/>
          <w:tab w:val="left" w:pos="3686"/>
        </w:tabs>
        <w:ind w:left="142" w:hanging="142"/>
        <w:rPr>
          <w:lang w:val="de-CH"/>
        </w:rPr>
      </w:pPr>
      <w:r w:rsidRPr="009F7D61">
        <w:rPr>
          <w:color w:val="000000"/>
          <w:u w:val="single"/>
          <w:lang w:val="de-CH"/>
        </w:rPr>
        <w:t>ÎLES MARSHALL</w:t>
      </w:r>
      <w:r w:rsidRPr="009F7D61">
        <w:rPr>
          <w:color w:val="000000"/>
          <w:u w:val="single"/>
          <w:lang w:val="de-CH"/>
        </w:rPr>
        <w:tab/>
      </w:r>
      <w:r w:rsidRPr="009F7D61">
        <w:rPr>
          <w:color w:val="000000"/>
          <w:u w:val="single"/>
          <w:lang w:val="de-CH"/>
        </w:rPr>
        <w:tab/>
        <w:t>MH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ÎLES VIERGES BRITANNIQUES</w:t>
      </w:r>
      <w:r>
        <w:tab/>
      </w:r>
      <w:r>
        <w:tab/>
        <w:t>VG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INDE </w:t>
      </w:r>
      <w:r>
        <w:tab/>
      </w:r>
      <w:r>
        <w:tab/>
        <w:t>IN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INDONÉSIE </w:t>
      </w:r>
      <w:r>
        <w:tab/>
      </w:r>
      <w:r>
        <w:tab/>
        <w:t>ID</w:t>
      </w:r>
    </w:p>
    <w:p w:rsidR="00E016F9" w:rsidRDefault="00E016F9" w:rsidP="00731E80">
      <w:pPr>
        <w:tabs>
          <w:tab w:val="left" w:leader="dot" w:pos="3544"/>
          <w:tab w:val="left" w:pos="3686"/>
        </w:tabs>
        <w:ind w:left="142" w:hanging="142"/>
      </w:pPr>
      <w:r w:rsidRPr="00E016F9">
        <w:t xml:space="preserve">INSTITUT DES BREVETS DE </w:t>
      </w:r>
      <w:r>
        <w:br/>
      </w:r>
      <w:r w:rsidRPr="00E016F9">
        <w:t>VISEGRADE</w:t>
      </w:r>
      <w:r>
        <w:t xml:space="preserve"> (VPI)</w:t>
      </w:r>
      <w:r w:rsidR="00572643">
        <w:fldChar w:fldCharType="begin"/>
      </w:r>
      <w:r w:rsidR="00572643">
        <w:instrText xml:space="preserve"> REF Note1 \h </w:instrText>
      </w:r>
      <w:r w:rsidR="00572643">
        <w:fldChar w:fldCharType="separate"/>
      </w:r>
      <w:r w:rsidR="00BB4418">
        <w:rPr>
          <w:color w:val="0000FF"/>
          <w:vertAlign w:val="superscript"/>
        </w:rPr>
        <w:t>(1)</w:t>
      </w:r>
      <w:r w:rsidR="00572643">
        <w:fldChar w:fldCharType="end"/>
      </w:r>
      <w:r w:rsidR="00851A4E">
        <w:t xml:space="preserve"> </w:t>
      </w:r>
      <w:r w:rsidR="00851A4E" w:rsidRPr="009A1D45">
        <w:fldChar w:fldCharType="begin"/>
      </w:r>
      <w:r w:rsidR="00851A4E" w:rsidRPr="009A1D45">
        <w:instrText xml:space="preserve"> REF Note13 \h  \* MERGEFORMAT </w:instrText>
      </w:r>
      <w:r w:rsidR="00851A4E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851A4E" w:rsidRPr="009A1D45">
        <w:fldChar w:fldCharType="end"/>
      </w:r>
      <w:r>
        <w:tab/>
      </w:r>
      <w:r>
        <w:tab/>
        <w:t>XV</w:t>
      </w:r>
    </w:p>
    <w:p w:rsidR="00B740AF" w:rsidRDefault="00064AFA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INSTITUT NORDIQUE DES BREVETS </w:t>
      </w:r>
      <w:r w:rsidR="007F47A9">
        <w:br/>
      </w:r>
      <w:r w:rsidR="000F7CE1">
        <w:t>(INB</w:t>
      </w:r>
      <w:r w:rsidR="00B740AF">
        <w:t>)</w:t>
      </w:r>
      <w:r w:rsidR="00572643">
        <w:fldChar w:fldCharType="begin"/>
      </w:r>
      <w:r w:rsidR="00572643">
        <w:instrText xml:space="preserve"> REF Note1 \h </w:instrText>
      </w:r>
      <w:r w:rsidR="00572643">
        <w:fldChar w:fldCharType="separate"/>
      </w:r>
      <w:r w:rsidR="00BB4418">
        <w:rPr>
          <w:color w:val="0000FF"/>
          <w:vertAlign w:val="superscript"/>
        </w:rPr>
        <w:t>(1)</w:t>
      </w:r>
      <w:r w:rsidR="00572643">
        <w:fldChar w:fldCharType="end"/>
      </w:r>
      <w:r w:rsidR="007F47A9">
        <w:t xml:space="preserve"> </w:t>
      </w:r>
      <w:r w:rsidR="007F47A9" w:rsidRPr="009A1D45">
        <w:fldChar w:fldCharType="begin"/>
      </w:r>
      <w:r w:rsidR="007F47A9" w:rsidRPr="009A1D45">
        <w:instrText xml:space="preserve"> REF Note13 \h  \* MERGEFORMAT </w:instrText>
      </w:r>
      <w:r w:rsidR="007F47A9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7F47A9" w:rsidRPr="009A1D45">
        <w:fldChar w:fldCharType="end"/>
      </w:r>
      <w:r w:rsidR="00B740AF">
        <w:tab/>
        <w:t>XN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IRAN (RÉPUBLIQUE ISLAMIQUE D</w:t>
      </w:r>
      <w:r w:rsidR="00DD07FE">
        <w:t>’</w:t>
      </w:r>
      <w:r>
        <w:t xml:space="preserve">) </w:t>
      </w:r>
      <w:r>
        <w:tab/>
      </w:r>
      <w:r>
        <w:tab/>
        <w:t>IR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IRAQ </w:t>
      </w:r>
      <w:r>
        <w:tab/>
      </w:r>
      <w:r>
        <w:tab/>
        <w:t>IQ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IRLANDE </w:t>
      </w:r>
      <w:r>
        <w:tab/>
      </w:r>
      <w:r>
        <w:tab/>
        <w:t>IE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ISLANDE </w:t>
      </w:r>
      <w:r>
        <w:tab/>
      </w:r>
      <w:r>
        <w:tab/>
        <w:t>IS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ISRAËL </w:t>
      </w:r>
      <w:r>
        <w:tab/>
      </w:r>
      <w:r>
        <w:tab/>
        <w:t>IL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ITALIE </w:t>
      </w:r>
      <w:r>
        <w:tab/>
      </w:r>
      <w:r>
        <w:tab/>
        <w:t>IT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JAMAÏQUE </w:t>
      </w:r>
      <w:r>
        <w:tab/>
      </w:r>
      <w:r>
        <w:tab/>
        <w:t>JM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JAPON </w:t>
      </w:r>
      <w:r>
        <w:tab/>
      </w:r>
      <w:r>
        <w:tab/>
        <w:t>JP</w:t>
      </w:r>
    </w:p>
    <w:p w:rsidR="003C49AA" w:rsidRDefault="003C49AA" w:rsidP="00731E80">
      <w:pPr>
        <w:tabs>
          <w:tab w:val="left" w:leader="dot" w:pos="3544"/>
          <w:tab w:val="left" w:pos="3686"/>
        </w:tabs>
        <w:ind w:left="142" w:hanging="142"/>
      </w:pPr>
      <w:r>
        <w:t>JERSEY</w:t>
      </w:r>
      <w:r>
        <w:tab/>
      </w:r>
      <w:r>
        <w:tab/>
        <w:t>JE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JORDANIE </w:t>
      </w:r>
      <w:r>
        <w:tab/>
      </w:r>
      <w:r>
        <w:tab/>
        <w:t>JO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KAZAKHSTAN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KZ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KENYA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KE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KIRGHIZISTAN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KG</w:t>
      </w:r>
    </w:p>
    <w:p w:rsidR="00DC3A71" w:rsidRPr="00030BE3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030BE3">
        <w:rPr>
          <w:lang w:val="de-DE"/>
        </w:rPr>
        <w:t xml:space="preserve">KIRIBATI </w:t>
      </w:r>
      <w:r w:rsidRPr="00030BE3">
        <w:rPr>
          <w:lang w:val="de-DE"/>
        </w:rPr>
        <w:tab/>
      </w:r>
      <w:r w:rsidRPr="00030BE3">
        <w:rPr>
          <w:lang w:val="de-DE"/>
        </w:rPr>
        <w:tab/>
        <w:t>KI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KOWEÏT </w:t>
      </w:r>
      <w:r>
        <w:tab/>
      </w:r>
      <w:r>
        <w:tab/>
        <w:t>KW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LAOS (voir République démocratique</w:t>
      </w:r>
      <w:r>
        <w:br/>
        <w:t>populaire lao)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LESOTHO </w:t>
      </w:r>
      <w:r>
        <w:tab/>
      </w:r>
      <w:r>
        <w:tab/>
        <w:t>LS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LETTONIE </w:t>
      </w:r>
      <w:r>
        <w:tab/>
      </w:r>
      <w:r>
        <w:tab/>
        <w:t>LV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LIBAN </w:t>
      </w:r>
      <w:r>
        <w:tab/>
      </w:r>
      <w:r>
        <w:tab/>
        <w:t>LB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LIBÉRIA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LR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LIECHTENSTEIN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LI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DE"/>
        </w:rPr>
      </w:pPr>
      <w:r w:rsidRPr="0057387D">
        <w:rPr>
          <w:lang w:val="de-DE"/>
        </w:rPr>
        <w:t xml:space="preserve">LITUANIE </w:t>
      </w:r>
      <w:r w:rsidRPr="0057387D">
        <w:rPr>
          <w:lang w:val="de-DE"/>
        </w:rPr>
        <w:tab/>
      </w:r>
      <w:r w:rsidRPr="0057387D">
        <w:rPr>
          <w:lang w:val="de-DE"/>
        </w:rPr>
        <w:tab/>
        <w:t>LT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LUXEMBOURG </w:t>
      </w:r>
      <w:r>
        <w:tab/>
      </w:r>
      <w:r>
        <w:tab/>
        <w:t>LU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>LIBYE</w:t>
      </w:r>
      <w:r w:rsidR="001D19AA">
        <w:t xml:space="preserve"> </w:t>
      </w:r>
      <w:r w:rsidR="001D19AA">
        <w:tab/>
      </w:r>
      <w:r w:rsidR="001D19AA">
        <w:tab/>
        <w:t>LY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MACAO</w:t>
      </w:r>
      <w:r w:rsidR="00D95E07" w:rsidRPr="00245474">
        <w:t>, CHINE</w:t>
      </w:r>
      <w:r>
        <w:t xml:space="preserve"> </w:t>
      </w:r>
      <w:r>
        <w:tab/>
      </w:r>
      <w:r>
        <w:tab/>
        <w:t>MO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MACÉDOINE</w:t>
      </w:r>
      <w:r w:rsidR="00D95E07">
        <w:t xml:space="preserve"> </w:t>
      </w:r>
      <w:r w:rsidR="00D95E07" w:rsidRPr="00245474">
        <w:t>DU NORD</w:t>
      </w:r>
      <w:r w:rsidR="00D95E07">
        <w:tab/>
      </w:r>
      <w:r w:rsidR="00D95E07">
        <w:tab/>
        <w:t>MK</w:t>
      </w:r>
    </w:p>
    <w:p w:rsidR="00DC3A71" w:rsidRPr="00E066F7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E066F7">
        <w:rPr>
          <w:lang w:val="fr-CH"/>
        </w:rPr>
        <w:t xml:space="preserve">MADAGASCAR </w:t>
      </w:r>
      <w:r w:rsidRPr="00E066F7">
        <w:rPr>
          <w:lang w:val="fr-CH"/>
        </w:rPr>
        <w:tab/>
      </w:r>
      <w:r w:rsidRPr="00E066F7">
        <w:rPr>
          <w:lang w:val="fr-CH"/>
        </w:rPr>
        <w:tab/>
        <w:t>MG</w:t>
      </w:r>
    </w:p>
    <w:p w:rsidR="00DC3A71" w:rsidRPr="00E066F7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E066F7">
        <w:rPr>
          <w:lang w:val="fr-CH"/>
        </w:rPr>
        <w:t xml:space="preserve">MALAISIE </w:t>
      </w:r>
      <w:r w:rsidRPr="00E066F7">
        <w:rPr>
          <w:lang w:val="fr-CH"/>
        </w:rPr>
        <w:tab/>
      </w:r>
      <w:r w:rsidRPr="00E066F7">
        <w:rPr>
          <w:lang w:val="fr-CH"/>
        </w:rPr>
        <w:tab/>
        <w:t>MY</w:t>
      </w:r>
    </w:p>
    <w:p w:rsidR="00DC3A71" w:rsidRPr="00E066F7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E066F7">
        <w:rPr>
          <w:lang w:val="fr-CH"/>
        </w:rPr>
        <w:t xml:space="preserve">MALAWI </w:t>
      </w:r>
      <w:r w:rsidRPr="00E066F7">
        <w:rPr>
          <w:lang w:val="fr-CH"/>
        </w:rPr>
        <w:tab/>
      </w:r>
      <w:r w:rsidRPr="00E066F7">
        <w:rPr>
          <w:lang w:val="fr-CH"/>
        </w:rPr>
        <w:tab/>
        <w:t>MW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57387D">
        <w:rPr>
          <w:lang w:val="fr-CH"/>
        </w:rPr>
        <w:t xml:space="preserve">MALDIVES </w:t>
      </w:r>
      <w:r w:rsidRPr="0057387D">
        <w:rPr>
          <w:lang w:val="fr-CH"/>
        </w:rPr>
        <w:tab/>
      </w:r>
      <w:r w:rsidRPr="0057387D">
        <w:rPr>
          <w:lang w:val="fr-CH"/>
        </w:rPr>
        <w:tab/>
        <w:t>MV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MALI </w:t>
      </w:r>
      <w:r>
        <w:tab/>
      </w:r>
      <w:r>
        <w:tab/>
        <w:t>ML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MALTE </w:t>
      </w:r>
      <w:r>
        <w:tab/>
      </w:r>
      <w:r>
        <w:tab/>
        <w:t>MT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MARIANNES DU NORD, ÎLES </w:t>
      </w:r>
      <w:r>
        <w:tab/>
      </w:r>
      <w:r>
        <w:tab/>
        <w:t>MP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MAROC </w:t>
      </w:r>
      <w:r>
        <w:tab/>
      </w:r>
      <w:r>
        <w:tab/>
        <w:t>MA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MAURICE </w:t>
      </w:r>
      <w:r>
        <w:tab/>
      </w:r>
      <w:r>
        <w:tab/>
        <w:t>MU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MAURITANIE </w:t>
      </w:r>
      <w:r>
        <w:tab/>
      </w:r>
      <w:r>
        <w:tab/>
        <w:t>MR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MEXIQUE </w:t>
      </w:r>
      <w:r>
        <w:tab/>
      </w:r>
      <w:r>
        <w:tab/>
        <w:t>MX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MOLDOVA (voir République de Moldova)</w:t>
      </w:r>
    </w:p>
    <w:p w:rsidR="006A6CE8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 xml:space="preserve">MONACO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MC</w:t>
      </w:r>
    </w:p>
    <w:p w:rsidR="00DC3A71" w:rsidRDefault="006A6CE8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 xml:space="preserve">MONGOLIE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MN</w:t>
      </w:r>
    </w:p>
    <w:p w:rsidR="00DF443A" w:rsidRPr="003C49AA" w:rsidRDefault="006A6CE8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>
        <w:rPr>
          <w:lang w:val="es-ES"/>
        </w:rPr>
        <w:t>MONTÉNÉ</w:t>
      </w:r>
      <w:r w:rsidR="00DF443A">
        <w:rPr>
          <w:lang w:val="es-ES"/>
        </w:rPr>
        <w:t>GRO</w:t>
      </w:r>
      <w:r w:rsidR="00DF443A">
        <w:rPr>
          <w:lang w:val="es-ES"/>
        </w:rPr>
        <w:tab/>
      </w:r>
      <w:r w:rsidR="00DF443A">
        <w:rPr>
          <w:lang w:val="es-ES"/>
        </w:rPr>
        <w:tab/>
        <w:t>ME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 xml:space="preserve">MONTSERRAT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MS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 xml:space="preserve">MOZAMBIQUE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MZ</w:t>
      </w:r>
    </w:p>
    <w:p w:rsidR="00DC3A71" w:rsidRPr="003C49AA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  <w:rPr>
          <w:lang w:val="es-ES"/>
        </w:rPr>
      </w:pPr>
      <w:r w:rsidRPr="003C49AA">
        <w:rPr>
          <w:lang w:val="es-ES"/>
        </w:rPr>
        <w:t xml:space="preserve">MYANMAR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MM</w:t>
      </w:r>
    </w:p>
    <w:p w:rsidR="00DC3A71" w:rsidRPr="00DA7FA4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CH"/>
        </w:rPr>
      </w:pPr>
      <w:r w:rsidRPr="00DA7FA4">
        <w:rPr>
          <w:lang w:val="de-CH"/>
        </w:rPr>
        <w:t xml:space="preserve">NAMIBIE </w:t>
      </w:r>
      <w:r w:rsidRPr="00DA7FA4">
        <w:rPr>
          <w:lang w:val="de-CH"/>
        </w:rPr>
        <w:tab/>
      </w:r>
      <w:r w:rsidRPr="00DA7FA4">
        <w:rPr>
          <w:lang w:val="de-CH"/>
        </w:rPr>
        <w:tab/>
        <w:t>NA</w:t>
      </w:r>
    </w:p>
    <w:p w:rsidR="00DC3A71" w:rsidRPr="00DA7FA4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de-CH"/>
        </w:rPr>
      </w:pPr>
      <w:r w:rsidRPr="00DA7FA4">
        <w:rPr>
          <w:lang w:val="de-CH"/>
        </w:rPr>
        <w:t xml:space="preserve">NAURU </w:t>
      </w:r>
      <w:r w:rsidRPr="00DA7FA4">
        <w:rPr>
          <w:lang w:val="de-CH"/>
        </w:rPr>
        <w:tab/>
      </w:r>
      <w:r w:rsidRPr="00DA7FA4">
        <w:rPr>
          <w:lang w:val="de-CH"/>
        </w:rPr>
        <w:tab/>
        <w:t>NR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fr-CH"/>
        </w:rPr>
      </w:pPr>
      <w:r w:rsidRPr="00C5786C">
        <w:rPr>
          <w:lang w:val="fr-CH"/>
        </w:rPr>
        <w:t xml:space="preserve">NÉPAL </w:t>
      </w:r>
      <w:r w:rsidRPr="00C5786C">
        <w:rPr>
          <w:lang w:val="fr-CH"/>
        </w:rPr>
        <w:tab/>
      </w:r>
      <w:r w:rsidRPr="00C5786C">
        <w:rPr>
          <w:lang w:val="fr-CH"/>
        </w:rPr>
        <w:tab/>
        <w:t>NP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 xml:space="preserve">NICARAGUA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NI</w:t>
      </w:r>
    </w:p>
    <w:p w:rsidR="00DC3A71" w:rsidRPr="00C5786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C5786C">
        <w:rPr>
          <w:lang w:val="es-ES"/>
        </w:rPr>
        <w:t xml:space="preserve">NIGER </w:t>
      </w:r>
      <w:r w:rsidRPr="00C5786C">
        <w:rPr>
          <w:lang w:val="es-ES"/>
        </w:rPr>
        <w:tab/>
      </w:r>
      <w:r w:rsidRPr="00C5786C">
        <w:rPr>
          <w:lang w:val="es-ES"/>
        </w:rPr>
        <w:tab/>
        <w:t>NE</w:t>
      </w:r>
    </w:p>
    <w:p w:rsidR="00DC3A71" w:rsidRPr="009F7D61" w:rsidRDefault="00DC3A71" w:rsidP="009F7D61">
      <w:pPr>
        <w:tabs>
          <w:tab w:val="left" w:leader="dot" w:pos="3544"/>
          <w:tab w:val="left" w:pos="3686"/>
        </w:tabs>
        <w:ind w:left="142" w:hanging="142"/>
        <w:rPr>
          <w:color w:val="000000"/>
          <w:u w:val="single"/>
          <w:lang w:val="es-ES"/>
        </w:rPr>
      </w:pPr>
      <w:r w:rsidRPr="00C5786C">
        <w:rPr>
          <w:lang w:val="es-ES"/>
        </w:rPr>
        <w:t xml:space="preserve">NIGÉRIA </w:t>
      </w:r>
      <w:r w:rsidRPr="00C5786C">
        <w:rPr>
          <w:lang w:val="es-ES"/>
        </w:rPr>
        <w:tab/>
      </w:r>
      <w:r w:rsidRPr="00C5786C">
        <w:rPr>
          <w:lang w:val="es-ES"/>
        </w:rPr>
        <w:tab/>
        <w:t>NG</w:t>
      </w:r>
    </w:p>
    <w:p w:rsidR="00223F1F" w:rsidRPr="00030BE3" w:rsidRDefault="00223F1F" w:rsidP="009F7D61">
      <w:pPr>
        <w:shd w:val="clear" w:color="auto" w:fill="FFFF00"/>
        <w:tabs>
          <w:tab w:val="left" w:leader="dot" w:pos="3544"/>
          <w:tab w:val="left" w:pos="3686"/>
        </w:tabs>
        <w:ind w:left="142" w:hanging="142"/>
      </w:pPr>
      <w:r w:rsidRPr="009F7D61">
        <w:rPr>
          <w:color w:val="000000"/>
          <w:u w:val="single"/>
        </w:rPr>
        <w:t>NIOUÉ.</w:t>
      </w:r>
      <w:r w:rsidRPr="009F7D61">
        <w:rPr>
          <w:color w:val="000000"/>
          <w:u w:val="single"/>
        </w:rPr>
        <w:tab/>
      </w:r>
      <w:r w:rsidRPr="009F7D61">
        <w:rPr>
          <w:color w:val="000000"/>
          <w:u w:val="single"/>
        </w:rPr>
        <w:tab/>
        <w:t>NU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NORVÈGE </w:t>
      </w:r>
      <w:r>
        <w:tab/>
      </w:r>
      <w:r>
        <w:tab/>
        <w:t>NO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>NOUVELLE</w:t>
      </w:r>
      <w:r>
        <w:noBreakHyphen/>
        <w:t xml:space="preserve">ZÉLANDE </w:t>
      </w:r>
      <w:r>
        <w:tab/>
      </w:r>
      <w:r>
        <w:tab/>
        <w:t>NZ</w:t>
      </w:r>
    </w:p>
    <w:p w:rsidR="00B740AF" w:rsidRDefault="00B740AF" w:rsidP="00731E80">
      <w:pPr>
        <w:tabs>
          <w:tab w:val="left" w:leader="dot" w:pos="3544"/>
          <w:tab w:val="left" w:pos="3686"/>
        </w:tabs>
        <w:ind w:left="142" w:hanging="142"/>
        <w:rPr>
          <w:snapToGrid w:val="0"/>
        </w:rPr>
      </w:pPr>
      <w:r>
        <w:rPr>
          <w:snapToGrid w:val="0"/>
        </w:rPr>
        <w:t xml:space="preserve">OFFICE BENELUX DE LA PROPRIÉTÉ </w:t>
      </w:r>
      <w:r w:rsidR="00731E80">
        <w:rPr>
          <w:snapToGrid w:val="0"/>
        </w:rPr>
        <w:br/>
      </w:r>
      <w:r>
        <w:rPr>
          <w:snapToGrid w:val="0"/>
        </w:rPr>
        <w:t>INTELLECTUELLE (OBPI)</w:t>
      </w:r>
      <w:r w:rsidR="00AA564C">
        <w:fldChar w:fldCharType="begin"/>
      </w:r>
      <w:r w:rsidR="00AA564C">
        <w:instrText xml:space="preserve"> REF  Note2 \h </w:instrText>
      </w:r>
      <w:r w:rsidR="00AA564C">
        <w:fldChar w:fldCharType="separate"/>
      </w:r>
      <w:r w:rsidR="00BB4418">
        <w:rPr>
          <w:color w:val="0000FF"/>
          <w:vertAlign w:val="superscript"/>
        </w:rPr>
        <w:t>(2)</w:t>
      </w:r>
      <w:r w:rsidR="00AA564C">
        <w:fldChar w:fldCharType="end"/>
      </w:r>
      <w:r w:rsidR="00E45B27">
        <w:t xml:space="preserve"> </w:t>
      </w:r>
      <w:r w:rsidR="00E45B27" w:rsidRPr="009A1D45">
        <w:fldChar w:fldCharType="begin"/>
      </w:r>
      <w:r w:rsidR="00E45B27" w:rsidRPr="009A1D45">
        <w:instrText xml:space="preserve"> REF Note13 \h  \* MERGEFORMAT </w:instrText>
      </w:r>
      <w:r w:rsidR="00E45B27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E45B27" w:rsidRPr="009A1D45">
        <w:fldChar w:fldCharType="end"/>
      </w:r>
      <w:r>
        <w:rPr>
          <w:snapToGrid w:val="0"/>
        </w:rPr>
        <w:tab/>
      </w:r>
      <w:r>
        <w:rPr>
          <w:snapToGrid w:val="0"/>
        </w:rPr>
        <w:tab/>
        <w:t>BX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rPr>
          <w:snapToGrid w:val="0"/>
        </w:rPr>
        <w:t xml:space="preserve">OFFICE COMMUNAUTAIRE DES VARIÉTÉS </w:t>
      </w:r>
      <w:r w:rsidR="00731E80">
        <w:rPr>
          <w:snapToGrid w:val="0"/>
        </w:rPr>
        <w:br/>
      </w:r>
      <w:r>
        <w:rPr>
          <w:snapToGrid w:val="0"/>
        </w:rPr>
        <w:t>VÉGÉTALES (</w:t>
      </w:r>
      <w:r w:rsidR="00F55659">
        <w:rPr>
          <w:snapToGrid w:val="0"/>
        </w:rPr>
        <w:t>UNION</w:t>
      </w:r>
      <w:r>
        <w:rPr>
          <w:snapToGrid w:val="0"/>
        </w:rPr>
        <w:t xml:space="preserve"> EUROPÉENNE) </w:t>
      </w:r>
      <w:r w:rsidR="00F55659">
        <w:rPr>
          <w:snapToGrid w:val="0"/>
        </w:rPr>
        <w:br/>
      </w:r>
      <w:r>
        <w:rPr>
          <w:snapToGrid w:val="0"/>
        </w:rPr>
        <w:t>(OCVV)</w:t>
      </w:r>
      <w:r w:rsidR="00D95E07" w:rsidRPr="009A1D45">
        <w:fldChar w:fldCharType="begin"/>
      </w:r>
      <w:r w:rsidR="00D95E07" w:rsidRPr="009A1D45">
        <w:instrText xml:space="preserve"> REF Note13 \h  \* MERGEFORMAT </w:instrText>
      </w:r>
      <w:r w:rsidR="00D95E07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D95E07" w:rsidRPr="009A1D45">
        <w:fldChar w:fldCharType="end"/>
      </w:r>
      <w:r w:rsidRPr="009A1D45">
        <w:rPr>
          <w:snapToGrid w:val="0"/>
        </w:rPr>
        <w:t xml:space="preserve"> </w:t>
      </w:r>
      <w:r w:rsidR="00D06239" w:rsidRPr="009A1D45">
        <w:rPr>
          <w:color w:val="0000FF"/>
          <w:vertAlign w:val="superscript"/>
        </w:rPr>
        <w:t>(</w:t>
      </w:r>
      <w:hyperlink w:anchor="Note14" w:history="1">
        <w:r w:rsidR="00D06239" w:rsidRPr="009A1D45">
          <w:rPr>
            <w:rStyle w:val="Hyperlink"/>
            <w:u w:val="none"/>
            <w:vertAlign w:val="superscript"/>
          </w:rPr>
          <w:t>14</w:t>
        </w:r>
      </w:hyperlink>
      <w:r w:rsidR="00D06239" w:rsidRPr="009A1D45">
        <w:rPr>
          <w:color w:val="0000FF"/>
          <w:vertAlign w:val="superscript"/>
        </w:rPr>
        <w:t>)</w:t>
      </w:r>
      <w:r>
        <w:rPr>
          <w:snapToGrid w:val="0"/>
        </w:rPr>
        <w:tab/>
      </w:r>
      <w:r>
        <w:rPr>
          <w:snapToGrid w:val="0"/>
        </w:rPr>
        <w:tab/>
        <w:t>QZ</w:t>
      </w:r>
    </w:p>
    <w:p w:rsidR="00DC3A71" w:rsidRDefault="00D95E07" w:rsidP="00731E80">
      <w:pPr>
        <w:tabs>
          <w:tab w:val="left" w:leader="dot" w:pos="3544"/>
          <w:tab w:val="left" w:pos="3686"/>
        </w:tabs>
        <w:ind w:left="142" w:hanging="142"/>
      </w:pPr>
      <w:r>
        <w:t>OFFICE DE L</w:t>
      </w:r>
      <w:r w:rsidR="00DD07FE">
        <w:t>’</w:t>
      </w:r>
      <w:r w:rsidR="0060755E">
        <w:t>UNION EUROPÉ</w:t>
      </w:r>
      <w:r w:rsidR="00E016F9" w:rsidRPr="00E016F9">
        <w:t xml:space="preserve">ENNE POUR </w:t>
      </w:r>
      <w:r w:rsidR="00E016F9">
        <w:br/>
      </w:r>
      <w:r w:rsidR="0060755E">
        <w:t>LA PROPRIÉ</w:t>
      </w:r>
      <w:r w:rsidR="00E016F9" w:rsidRPr="00E016F9">
        <w:t>T</w:t>
      </w:r>
      <w:r w:rsidR="0060755E">
        <w:t>É</w:t>
      </w:r>
      <w:r w:rsidR="00E016F9" w:rsidRPr="00E016F9">
        <w:t xml:space="preserve"> INTELLECTUELLE </w:t>
      </w:r>
      <w:r>
        <w:br/>
      </w:r>
      <w:r w:rsidR="00E016F9" w:rsidRPr="00E016F9">
        <w:t>(EUIPO)</w:t>
      </w:r>
      <w:r w:rsidRPr="009A1D45">
        <w:fldChar w:fldCharType="begin"/>
      </w:r>
      <w:r w:rsidRPr="009A1D45">
        <w:instrText xml:space="preserve"> REF Note13 \h  \* MERGEFORMAT </w:instrText>
      </w:r>
      <w:r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Pr="009A1D45">
        <w:fldChar w:fldCharType="end"/>
      </w:r>
      <w:r w:rsidR="00D519AB" w:rsidRPr="009A1D45">
        <w:t xml:space="preserve"> </w:t>
      </w:r>
      <w:hyperlink w:anchor="Note14" w:history="1">
        <w:r w:rsidR="00D519AB" w:rsidRPr="009A1D45">
          <w:rPr>
            <w:rStyle w:val="Hyperlink"/>
            <w:u w:val="none"/>
            <w:vertAlign w:val="superscript"/>
          </w:rPr>
          <w:t>(14)</w:t>
        </w:r>
      </w:hyperlink>
      <w:r w:rsidR="00E016F9">
        <w:tab/>
      </w:r>
      <w:r>
        <w:tab/>
      </w:r>
      <w:r w:rsidR="00DC3A71">
        <w:t>EM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OFFICE DES BREVETS DU CONSEIL DE</w:t>
      </w:r>
      <w:r>
        <w:br/>
        <w:t>COOPÉRATION DES ÉTATS ARABES</w:t>
      </w:r>
      <w:r>
        <w:br/>
        <w:t>DU GOLFE (</w:t>
      </w:r>
      <w:r w:rsidR="00D95E07" w:rsidRPr="009A1D45">
        <w:t>Office des brevets du</w:t>
      </w:r>
      <w:r w:rsidR="00D95E07">
        <w:t xml:space="preserve"> </w:t>
      </w:r>
      <w:r>
        <w:t>CCG)</w:t>
      </w:r>
      <w:r w:rsidR="00D95E07" w:rsidRPr="009A1D45">
        <w:fldChar w:fldCharType="begin"/>
      </w:r>
      <w:r w:rsidR="00D95E07" w:rsidRPr="009A1D45">
        <w:instrText xml:space="preserve"> REF Note13 \h  \* MERGEFORMAT </w:instrText>
      </w:r>
      <w:r w:rsidR="00D95E07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D95E07" w:rsidRPr="009A1D45">
        <w:fldChar w:fldCharType="end"/>
      </w:r>
      <w:r>
        <w:tab/>
      </w:r>
      <w:r>
        <w:tab/>
        <w:t>GC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OFFICE DES MARQUES </w:t>
      </w:r>
      <w:r w:rsidR="006C53B9">
        <w:t xml:space="preserve">ET DESSINS OU </w:t>
      </w:r>
      <w:r w:rsidR="006C53B9">
        <w:br/>
        <w:t xml:space="preserve">MODÈLES </w:t>
      </w:r>
      <w:r>
        <w:t>DE</w:t>
      </w:r>
      <w:r w:rsidR="00F55659">
        <w:t xml:space="preserve"> </w:t>
      </w:r>
      <w:r>
        <w:t>L</w:t>
      </w:r>
      <w:r w:rsidR="00DD07FE">
        <w:t>’</w:t>
      </w:r>
      <w:r w:rsidR="00F55659">
        <w:t>UNION</w:t>
      </w:r>
      <w:r>
        <w:t xml:space="preserve"> EUROPÉENNE</w:t>
      </w:r>
      <w:r w:rsidR="007510B4">
        <w:t xml:space="preserve"> </w:t>
      </w:r>
      <w:r w:rsidR="006C53B9">
        <w:br/>
      </w:r>
      <w:r>
        <w:t>(voir “Office de l</w:t>
      </w:r>
      <w:r w:rsidR="00DD07FE">
        <w:t>’</w:t>
      </w:r>
      <w:r>
        <w:t>harmonisation dans</w:t>
      </w:r>
      <w:r w:rsidR="00F55659">
        <w:t xml:space="preserve"> </w:t>
      </w:r>
      <w:r>
        <w:t xml:space="preserve">le </w:t>
      </w:r>
      <w:r w:rsidR="006C53B9">
        <w:br/>
      </w:r>
      <w:r>
        <w:t>marché intérieur”)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OFFICE EUROPÉEN DES BREVETS</w:t>
      </w:r>
      <w:r>
        <w:br/>
        <w:t>(OEB)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 w:rsidR="00D95E07">
        <w:t xml:space="preserve"> </w:t>
      </w:r>
      <w:r w:rsidR="00D95E07" w:rsidRPr="009A1D45">
        <w:fldChar w:fldCharType="begin"/>
      </w:r>
      <w:r w:rsidR="00D95E07" w:rsidRPr="009A1D45">
        <w:instrText xml:space="preserve"> REF Note13 \h  \* MERGEFORMAT </w:instrText>
      </w:r>
      <w:r w:rsidR="00D95E07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D95E07" w:rsidRPr="009A1D45">
        <w:fldChar w:fldCharType="end"/>
      </w:r>
      <w:r w:rsidR="00801E60" w:rsidRPr="009A1D45">
        <w:t xml:space="preserve"> </w:t>
      </w:r>
      <w:r w:rsidR="0058226C" w:rsidRPr="009A1D45">
        <w:rPr>
          <w:color w:val="0000FF"/>
          <w:vertAlign w:val="superscript"/>
        </w:rPr>
        <w:t>(</w:t>
      </w:r>
      <w:hyperlink w:anchor="Note14" w:history="1">
        <w:r w:rsidR="0058226C" w:rsidRPr="009A1D45">
          <w:rPr>
            <w:rStyle w:val="Hyperlink"/>
            <w:u w:val="none"/>
            <w:vertAlign w:val="superscript"/>
          </w:rPr>
          <w:t>14</w:t>
        </w:r>
      </w:hyperlink>
      <w:r w:rsidR="0058226C" w:rsidRPr="009A1D45">
        <w:rPr>
          <w:color w:val="0000FF"/>
          <w:vertAlign w:val="superscript"/>
        </w:rPr>
        <w:t>)</w:t>
      </w:r>
      <w:r>
        <w:t xml:space="preserve"> </w:t>
      </w:r>
      <w:r>
        <w:tab/>
      </w:r>
      <w:r>
        <w:tab/>
        <w:t>EP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OMAN </w:t>
      </w:r>
      <w:r>
        <w:tab/>
      </w:r>
      <w:r>
        <w:tab/>
        <w:t>OM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ORGANISATION AFRICAINE DE LA </w:t>
      </w:r>
      <w:r>
        <w:br/>
        <w:t>PROPRIÉTÉ INTELLECTUELLE (OAPI)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>
        <w:t xml:space="preserve"> </w:t>
      </w:r>
      <w:r w:rsidR="00731E80" w:rsidRPr="009A1D45">
        <w:fldChar w:fldCharType="begin"/>
      </w:r>
      <w:r w:rsidR="00731E80" w:rsidRPr="009A1D45">
        <w:instrText xml:space="preserve"> REF Note13 \h  \* MERGEFORMAT </w:instrText>
      </w:r>
      <w:r w:rsidR="00731E80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731E80" w:rsidRPr="009A1D45">
        <w:fldChar w:fldCharType="end"/>
      </w:r>
      <w:r>
        <w:tab/>
        <w:t>OA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ORGANISATION EURASIENNE</w:t>
      </w:r>
      <w:r>
        <w:br/>
        <w:t>DES BREVETS (OEAB)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 w:rsidR="00D95E07">
        <w:t xml:space="preserve"> </w:t>
      </w:r>
      <w:r w:rsidR="00D95E07" w:rsidRPr="009A1D45">
        <w:fldChar w:fldCharType="begin"/>
      </w:r>
      <w:r w:rsidR="00D95E07" w:rsidRPr="009A1D45">
        <w:instrText xml:space="preserve"> REF Note13 \h  \* MERGEFORMAT </w:instrText>
      </w:r>
      <w:r w:rsidR="00D95E07" w:rsidRPr="009A1D45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D95E07" w:rsidRPr="009A1D45">
        <w:fldChar w:fldCharType="end"/>
      </w:r>
      <w:r>
        <w:tab/>
      </w:r>
      <w:r>
        <w:tab/>
        <w:t>EA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ORGANISATION MONDIALE DE LA </w:t>
      </w:r>
      <w:r>
        <w:br/>
        <w:t>PROPRIÉTÉ INTELLECTUELLE (OMPI)</w:t>
      </w:r>
      <w:r>
        <w:br/>
        <w:t>(BUREAU INTERNATIONAL DE L</w:t>
      </w:r>
      <w:r w:rsidR="00DD07FE">
        <w:t>’</w:t>
      </w:r>
      <w:r>
        <w:t>)</w:t>
      </w:r>
      <w:r>
        <w:fldChar w:fldCharType="begin"/>
      </w:r>
      <w:r>
        <w:instrText xml:space="preserve"> REF </w:instrText>
      </w:r>
      <w:r w:rsidR="00DF443A">
        <w:instrText xml:space="preserve">Note4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(4)</w:t>
      </w:r>
      <w:r>
        <w:fldChar w:fldCharType="end"/>
      </w:r>
      <w:r>
        <w:t xml:space="preserve"> </w:t>
      </w:r>
      <w:r w:rsidR="00D95E07" w:rsidRPr="00245474">
        <w:fldChar w:fldCharType="begin"/>
      </w:r>
      <w:r w:rsidR="00D95E07" w:rsidRPr="00245474">
        <w:instrText xml:space="preserve"> REF Note13 \h  \* MERGEFORMAT </w:instrText>
      </w:r>
      <w:r w:rsidR="00D95E07" w:rsidRPr="0024547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D95E07" w:rsidRPr="00245474">
        <w:fldChar w:fldCharType="end"/>
      </w:r>
      <w:r>
        <w:tab/>
      </w:r>
      <w:r>
        <w:tab/>
        <w:t>WO, IB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ORGANISATION RÉGIONALE AFRICAINE</w:t>
      </w:r>
      <w:r>
        <w:br/>
        <w:t>DE LA PROPRIÉTÉ INTELLECTUELLE</w:t>
      </w:r>
      <w:r>
        <w:br/>
        <w:t>(ARIPO)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>
        <w:rPr>
          <w:vertAlign w:val="superscript"/>
        </w:rPr>
        <w:t xml:space="preserve"> </w:t>
      </w:r>
      <w:r w:rsidR="00E45B27" w:rsidRPr="00245474">
        <w:fldChar w:fldCharType="begin"/>
      </w:r>
      <w:r w:rsidR="00E45B27" w:rsidRPr="00245474">
        <w:instrText xml:space="preserve"> REF Note13 \h  \* MERGEFORMAT </w:instrText>
      </w:r>
      <w:r w:rsidR="00E45B27" w:rsidRPr="0024547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E45B27" w:rsidRPr="00245474">
        <w:fldChar w:fldCharType="end"/>
      </w:r>
      <w:r>
        <w:tab/>
      </w:r>
      <w:r>
        <w:tab/>
        <w:t>AP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 xml:space="preserve">OUGANDA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UG</w:t>
      </w:r>
    </w:p>
    <w:p w:rsidR="00DC3A71" w:rsidRPr="003C49AA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  <w:rPr>
          <w:lang w:val="es-ES"/>
        </w:rPr>
      </w:pPr>
      <w:r w:rsidRPr="003C49AA">
        <w:rPr>
          <w:lang w:val="es-ES"/>
        </w:rPr>
        <w:t xml:space="preserve">OUZBÉKISTAN 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UZ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s-ES"/>
        </w:rPr>
      </w:pPr>
      <w:r w:rsidRPr="003C49AA">
        <w:rPr>
          <w:lang w:val="es-ES"/>
        </w:rPr>
        <w:t>PAKISTAN</w:t>
      </w:r>
      <w:r w:rsidRPr="003C49AA">
        <w:rPr>
          <w:lang w:val="es-ES"/>
        </w:rPr>
        <w:tab/>
      </w:r>
      <w:r w:rsidRPr="003C49AA">
        <w:rPr>
          <w:lang w:val="es-ES"/>
        </w:rPr>
        <w:tab/>
        <w:t>PK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PALAOS </w:t>
      </w:r>
      <w:r>
        <w:tab/>
      </w:r>
      <w:r>
        <w:tab/>
        <w:t>PW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PANAMA </w:t>
      </w:r>
      <w:r>
        <w:tab/>
      </w:r>
      <w:r>
        <w:tab/>
        <w:t>PA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PAPOUASIE</w:t>
      </w:r>
      <w:r>
        <w:noBreakHyphen/>
        <w:t>NOUVELLE</w:t>
      </w:r>
      <w:r>
        <w:noBreakHyphen/>
        <w:t xml:space="preserve">GUINÉE </w:t>
      </w:r>
      <w:r>
        <w:tab/>
      </w:r>
      <w:r>
        <w:tab/>
        <w:t>PG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PARAGUAY </w:t>
      </w:r>
      <w:r>
        <w:tab/>
      </w:r>
      <w:r>
        <w:tab/>
        <w:t>PY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PAYS</w:t>
      </w:r>
      <w:r>
        <w:noBreakHyphen/>
        <w:t xml:space="preserve">BAS </w:t>
      </w:r>
      <w:r>
        <w:tab/>
      </w:r>
      <w:r>
        <w:tab/>
        <w:t>NL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PÉROU </w:t>
      </w:r>
      <w:r>
        <w:tab/>
      </w:r>
      <w:r>
        <w:tab/>
        <w:t>PE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PHILIPPINES </w:t>
      </w:r>
      <w:r>
        <w:tab/>
      </w:r>
      <w:r>
        <w:tab/>
        <w:t>PH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POLOGNE </w:t>
      </w:r>
      <w:r>
        <w:tab/>
      </w:r>
      <w:r>
        <w:tab/>
        <w:t>PL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PORTUGAL </w:t>
      </w:r>
      <w:r>
        <w:tab/>
      </w:r>
      <w:r>
        <w:tab/>
        <w:t>PT</w:t>
      </w:r>
    </w:p>
    <w:p w:rsidR="007F47A9" w:rsidRPr="00245474" w:rsidRDefault="007F47A9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 w:rsidRPr="00245474">
        <w:t>PROVINCE CHINOISE DE TA</w:t>
      </w:r>
      <w:r w:rsidR="001C0091" w:rsidRPr="00245474">
        <w:t>I</w:t>
      </w:r>
      <w:r w:rsidRPr="00245474">
        <w:t xml:space="preserve">WAN </w:t>
      </w:r>
      <w:r w:rsidRPr="00245474">
        <w:tab/>
      </w:r>
      <w:r w:rsidRPr="00245474">
        <w:tab/>
        <w:t>TW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QATAR </w:t>
      </w:r>
      <w:r>
        <w:tab/>
      </w:r>
      <w:r>
        <w:tab/>
        <w:t>QA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RÉPUBLIQUE ARABE SYRIENNE </w:t>
      </w:r>
      <w:r>
        <w:tab/>
      </w:r>
      <w:r>
        <w:tab/>
        <w:t>SY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RÉPUBLIQUE DE CORÉE </w:t>
      </w:r>
      <w:r>
        <w:tab/>
      </w:r>
      <w:r>
        <w:tab/>
        <w:t>KR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RÉPUBLIQUE DÉMOCRATIQUE </w:t>
      </w:r>
      <w:r>
        <w:br/>
        <w:t xml:space="preserve">DU CONGO </w:t>
      </w:r>
      <w:r>
        <w:tab/>
      </w:r>
      <w:r>
        <w:tab/>
        <w:t>CD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RÉPUBLIQUE DÉMOCRATIQUE </w:t>
      </w:r>
      <w:r>
        <w:br/>
        <w:t xml:space="preserve">POPULAIRE LAO </w:t>
      </w:r>
      <w:r>
        <w:tab/>
      </w:r>
      <w:r>
        <w:tab/>
        <w:t>LA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RÉPUBLIQUE DE MOLDOVA </w:t>
      </w:r>
      <w:r>
        <w:tab/>
      </w:r>
      <w:r>
        <w:tab/>
        <w:t>MD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RÉPUBLIQUE POPULAIRE DÉMOCRATIQUE</w:t>
      </w:r>
      <w:r>
        <w:br/>
        <w:t xml:space="preserve">DE CORÉE </w:t>
      </w:r>
      <w:r>
        <w:tab/>
      </w:r>
      <w:r>
        <w:tab/>
        <w:t>KP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RÉPUBLIQUE</w:t>
      </w:r>
      <w:r>
        <w:noBreakHyphen/>
        <w:t xml:space="preserve">UNIE DE TANZANIE </w:t>
      </w:r>
      <w:r>
        <w:tab/>
      </w:r>
      <w:r>
        <w:tab/>
        <w:t>TZ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ROUMANIE </w:t>
      </w:r>
      <w:r>
        <w:tab/>
      </w:r>
      <w:r>
        <w:tab/>
        <w:t>RO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ROYAUME</w:t>
      </w:r>
      <w:r>
        <w:noBreakHyphen/>
        <w:t xml:space="preserve">UNI </w:t>
      </w:r>
      <w:r>
        <w:tab/>
      </w:r>
      <w:r>
        <w:tab/>
        <w:t>GB</w:t>
      </w:r>
    </w:p>
    <w:p w:rsidR="00DC3A71" w:rsidRDefault="00DC3A71" w:rsidP="00666967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RWANDA </w:t>
      </w:r>
      <w:r>
        <w:tab/>
      </w:r>
      <w:r>
        <w:tab/>
        <w:t>RW</w:t>
      </w:r>
    </w:p>
    <w:p w:rsidR="00DC3A71" w:rsidRDefault="00DC3A71" w:rsidP="00731E80">
      <w:pPr>
        <w:keepNext/>
        <w:tabs>
          <w:tab w:val="left" w:leader="dot" w:pos="3544"/>
          <w:tab w:val="left" w:pos="3686"/>
        </w:tabs>
        <w:ind w:left="142" w:hanging="142"/>
      </w:pPr>
      <w:r>
        <w:t>SAHARA OCCIDENTAL</w:t>
      </w:r>
      <w:r>
        <w:fldChar w:fldCharType="begin"/>
      </w:r>
      <w:r>
        <w:instrText xml:space="preserve"> REF </w:instrText>
      </w:r>
      <w:r w:rsidR="00DF443A">
        <w:instrText xml:space="preserve">Note5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(5)</w:t>
      </w:r>
      <w:r>
        <w:fldChar w:fldCharType="end"/>
      </w:r>
      <w:r>
        <w:t xml:space="preserve"> </w:t>
      </w:r>
      <w:r>
        <w:tab/>
      </w:r>
      <w:r>
        <w:tab/>
        <w:t>EH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SAINTE</w:t>
      </w:r>
      <w:r>
        <w:noBreakHyphen/>
        <w:t>HÉLÈNE</w:t>
      </w:r>
      <w:r w:rsidR="00CD0BE3">
        <w:t xml:space="preserve">, ASCENSION ET </w:t>
      </w:r>
      <w:r w:rsidR="00985EA5">
        <w:br/>
      </w:r>
      <w:r w:rsidR="00CD0BE3">
        <w:t>TRISTAN DA CUNHA</w:t>
      </w:r>
      <w:r>
        <w:t xml:space="preserve"> </w:t>
      </w:r>
      <w:r>
        <w:tab/>
      </w:r>
      <w:r>
        <w:tab/>
        <w:t>SH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SAINT</w:t>
      </w:r>
      <w:r>
        <w:noBreakHyphen/>
        <w:t>KITTS</w:t>
      </w:r>
      <w:r>
        <w:noBreakHyphen/>
        <w:t>ET</w:t>
      </w:r>
      <w:r>
        <w:noBreakHyphen/>
        <w:t xml:space="preserve">NEVIS </w:t>
      </w:r>
      <w:r>
        <w:tab/>
      </w:r>
      <w:r>
        <w:tab/>
        <w:t>KN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SAINTE</w:t>
      </w:r>
      <w:r>
        <w:noBreakHyphen/>
        <w:t xml:space="preserve">LUCIE </w:t>
      </w:r>
      <w:r>
        <w:tab/>
      </w:r>
      <w:r>
        <w:tab/>
        <w:t>LC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SAINT</w:t>
      </w:r>
      <w:r>
        <w:noBreakHyphen/>
        <w:t xml:space="preserve">MARIN </w:t>
      </w:r>
      <w:r>
        <w:tab/>
      </w:r>
      <w:r>
        <w:tab/>
        <w:t>SM</w:t>
      </w:r>
    </w:p>
    <w:p w:rsidR="00CD0BE3" w:rsidRDefault="00CD0BE3" w:rsidP="00731E80">
      <w:pPr>
        <w:tabs>
          <w:tab w:val="left" w:leader="dot" w:pos="3544"/>
          <w:tab w:val="left" w:pos="3686"/>
        </w:tabs>
        <w:ind w:left="142" w:hanging="142"/>
      </w:pPr>
      <w:r>
        <w:t>SAINT-MARTIN (partie néerlandaise)</w:t>
      </w:r>
      <w:r>
        <w:tab/>
      </w:r>
      <w:r>
        <w:tab/>
        <w:t>SX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SAINT</w:t>
      </w:r>
      <w:r>
        <w:noBreakHyphen/>
        <w:t xml:space="preserve">SIÈGE </w:t>
      </w:r>
      <w:r>
        <w:tab/>
      </w:r>
      <w:r>
        <w:tab/>
        <w:t>VA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SAINT-VINCENT-ET-LES GRENADINES (a, b)</w:t>
      </w:r>
      <w:r>
        <w:tab/>
        <w:t>VC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SALOMON, ÎLES </w:t>
      </w:r>
      <w:r>
        <w:tab/>
      </w:r>
      <w:r>
        <w:tab/>
        <w:t>SB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SAMOA </w:t>
      </w:r>
      <w:r>
        <w:tab/>
      </w:r>
      <w:r>
        <w:tab/>
        <w:t>WS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SAO TOMÉ</w:t>
      </w:r>
      <w:r>
        <w:noBreakHyphen/>
        <w:t>ET</w:t>
      </w:r>
      <w:r>
        <w:noBreakHyphen/>
        <w:t xml:space="preserve">PRINCIPE </w:t>
      </w:r>
      <w:r>
        <w:tab/>
      </w:r>
      <w:r>
        <w:tab/>
        <w:t>ST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SÉNÉGAL </w:t>
      </w:r>
      <w:r>
        <w:tab/>
      </w:r>
      <w:r>
        <w:tab/>
        <w:t>SN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>SERBIE</w:t>
      </w:r>
      <w:r>
        <w:tab/>
      </w:r>
      <w:r>
        <w:tab/>
      </w:r>
      <w:r w:rsidR="00DF443A">
        <w:t>RS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SEYCHELLES </w:t>
      </w:r>
      <w:r>
        <w:tab/>
      </w:r>
      <w:r>
        <w:tab/>
        <w:t>SC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SIERRA LEONE </w:t>
      </w:r>
      <w:r>
        <w:tab/>
      </w:r>
      <w:r>
        <w:tab/>
        <w:t>SL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SINGAPOUR </w:t>
      </w:r>
      <w:r>
        <w:tab/>
      </w:r>
      <w:r>
        <w:tab/>
        <w:t>SG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SLOVAQUIE </w:t>
      </w:r>
      <w:r>
        <w:tab/>
      </w:r>
      <w:r>
        <w:tab/>
        <w:t>SK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SLOVÉNIE </w:t>
      </w:r>
      <w:r>
        <w:tab/>
      </w:r>
      <w:r>
        <w:tab/>
        <w:t>SI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SOMALIE </w:t>
      </w:r>
      <w:r>
        <w:tab/>
      </w:r>
      <w:r>
        <w:tab/>
        <w:t>SO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SOUDAN </w:t>
      </w:r>
      <w:r>
        <w:tab/>
      </w:r>
      <w:r>
        <w:tab/>
        <w:t>SD</w:t>
      </w:r>
    </w:p>
    <w:p w:rsidR="00E24F98" w:rsidRDefault="00E24F98" w:rsidP="00731E80">
      <w:pPr>
        <w:tabs>
          <w:tab w:val="left" w:leader="dot" w:pos="3544"/>
          <w:tab w:val="left" w:pos="3686"/>
        </w:tabs>
        <w:ind w:left="142" w:hanging="142"/>
      </w:pPr>
      <w:r>
        <w:t>SOUDAN DU SUD</w:t>
      </w:r>
      <w:r>
        <w:tab/>
      </w:r>
      <w:r>
        <w:tab/>
        <w:t>SS</w:t>
      </w:r>
    </w:p>
    <w:p w:rsidR="00DC3A71" w:rsidRDefault="00030BE3" w:rsidP="00731E80">
      <w:pPr>
        <w:tabs>
          <w:tab w:val="left" w:leader="dot" w:pos="3544"/>
          <w:tab w:val="left" w:pos="3686"/>
        </w:tabs>
        <w:ind w:left="142" w:hanging="142"/>
      </w:pPr>
      <w:r>
        <w:t>SRI </w:t>
      </w:r>
      <w:r w:rsidR="00DC3A71">
        <w:t xml:space="preserve">LANKA </w:t>
      </w:r>
      <w:r w:rsidR="00DC3A71">
        <w:tab/>
      </w:r>
      <w:r w:rsidR="00DC3A71">
        <w:tab/>
        <w:t>LK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SUÈDE </w:t>
      </w:r>
      <w:r>
        <w:tab/>
      </w:r>
      <w:r>
        <w:tab/>
        <w:t>SE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SUISSE </w:t>
      </w:r>
      <w:r>
        <w:tab/>
      </w:r>
      <w:r>
        <w:tab/>
        <w:t>CH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SURINAME </w:t>
      </w:r>
      <w:r>
        <w:tab/>
      </w:r>
      <w:r>
        <w:tab/>
        <w:t>SR</w:t>
      </w:r>
    </w:p>
    <w:p w:rsidR="00DC3A71" w:rsidRDefault="00DC3A71" w:rsidP="005153F3">
      <w:pPr>
        <w:tabs>
          <w:tab w:val="left" w:leader="dot" w:pos="3544"/>
          <w:tab w:val="left" w:pos="3686"/>
        </w:tabs>
        <w:spacing w:after="240"/>
        <w:ind w:left="142" w:hanging="142"/>
      </w:pPr>
      <w:r>
        <w:t>SYRIE (voir République arabe syrienne)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TADJIKISTAN </w:t>
      </w:r>
      <w:r>
        <w:tab/>
      </w:r>
      <w:r>
        <w:tab/>
        <w:t>TJ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TANZANIE (voir </w:t>
      </w:r>
      <w:r w:rsidRPr="007510B4">
        <w:t>République</w:t>
      </w:r>
      <w:r w:rsidRPr="007510B4">
        <w:noBreakHyphen/>
        <w:t>Unie</w:t>
      </w:r>
      <w:r>
        <w:t xml:space="preserve"> de Tanzanie)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57387D">
        <w:rPr>
          <w:lang w:val="en-US"/>
        </w:rPr>
        <w:t xml:space="preserve">TCHAD </w:t>
      </w:r>
      <w:r w:rsidRPr="0057387D">
        <w:rPr>
          <w:lang w:val="en-US"/>
        </w:rPr>
        <w:tab/>
      </w:r>
      <w:r w:rsidRPr="0057387D">
        <w:rPr>
          <w:lang w:val="en-US"/>
        </w:rPr>
        <w:tab/>
        <w:t>TD</w:t>
      </w:r>
    </w:p>
    <w:p w:rsidR="00DC3A71" w:rsidRPr="0057387D" w:rsidRDefault="001361BD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57387D">
        <w:rPr>
          <w:lang w:val="en-US"/>
        </w:rPr>
        <w:t>TCHÉ</w:t>
      </w:r>
      <w:r w:rsidR="00DC3A71" w:rsidRPr="0057387D">
        <w:rPr>
          <w:lang w:val="en-US"/>
        </w:rPr>
        <w:t>QU</w:t>
      </w:r>
      <w:r w:rsidR="00A66245" w:rsidRPr="0057387D">
        <w:rPr>
          <w:lang w:val="en-US"/>
        </w:rPr>
        <w:t>I</w:t>
      </w:r>
      <w:r w:rsidR="00DC3A71" w:rsidRPr="0057387D">
        <w:rPr>
          <w:lang w:val="en-US"/>
        </w:rPr>
        <w:t xml:space="preserve">E </w:t>
      </w:r>
      <w:r w:rsidR="00A66245" w:rsidRPr="0057387D">
        <w:rPr>
          <w:lang w:val="en-US"/>
        </w:rPr>
        <w:t>(LA)</w:t>
      </w:r>
      <w:r w:rsidR="00DC3A71" w:rsidRPr="0057387D">
        <w:rPr>
          <w:lang w:val="en-US"/>
        </w:rPr>
        <w:t xml:space="preserve"> </w:t>
      </w:r>
      <w:r w:rsidR="00DC3A71" w:rsidRPr="0057387D">
        <w:rPr>
          <w:lang w:val="en-US"/>
        </w:rPr>
        <w:tab/>
      </w:r>
      <w:r w:rsidR="00DC3A71" w:rsidRPr="0057387D">
        <w:rPr>
          <w:lang w:val="en-US"/>
        </w:rPr>
        <w:tab/>
        <w:t>CZ</w:t>
      </w:r>
    </w:p>
    <w:p w:rsidR="00DC3A71" w:rsidRPr="0057387D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57387D">
        <w:rPr>
          <w:lang w:val="en-US"/>
        </w:rPr>
        <w:t xml:space="preserve">THAÏLANDE </w:t>
      </w:r>
      <w:r w:rsidRPr="0057387D">
        <w:rPr>
          <w:lang w:val="en-US"/>
        </w:rPr>
        <w:tab/>
      </w:r>
      <w:r w:rsidRPr="0057387D">
        <w:rPr>
          <w:lang w:val="en-US"/>
        </w:rPr>
        <w:tab/>
        <w:t>TH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3C49AA">
        <w:rPr>
          <w:lang w:val="en-US"/>
        </w:rPr>
        <w:t>TIMOR-LESTE</w:t>
      </w:r>
      <w:r w:rsidRPr="003C49AA">
        <w:rPr>
          <w:lang w:val="en-US"/>
        </w:rPr>
        <w:tab/>
      </w:r>
      <w:r w:rsidRPr="003C49AA">
        <w:rPr>
          <w:lang w:val="en-US"/>
        </w:rPr>
        <w:tab/>
        <w:t>TL</w:t>
      </w:r>
    </w:p>
    <w:p w:rsidR="00DC3A71" w:rsidRPr="003C49AA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TOGO</w:t>
          </w:r>
        </w:smartTag>
      </w:smartTag>
      <w:r w:rsidRPr="003C49AA">
        <w:rPr>
          <w:lang w:val="en-US"/>
        </w:rPr>
        <w:t xml:space="preserve"> </w:t>
      </w:r>
      <w:r w:rsidRPr="003C49AA">
        <w:rPr>
          <w:lang w:val="en-US"/>
        </w:rPr>
        <w:tab/>
      </w:r>
      <w:r w:rsidRPr="003C49AA">
        <w:rPr>
          <w:lang w:val="en-US"/>
        </w:rPr>
        <w:tab/>
        <w:t>TG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 xml:space="preserve">TONGA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TO</w:t>
      </w:r>
    </w:p>
    <w:p w:rsidR="00DC3A71" w:rsidRPr="00727F7B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727F7B">
        <w:rPr>
          <w:lang w:val="en-US"/>
        </w:rPr>
        <w:t>TRINITÉ</w:t>
      </w:r>
      <w:r w:rsidRPr="00727F7B">
        <w:rPr>
          <w:lang w:val="en-US"/>
        </w:rPr>
        <w:noBreakHyphen/>
        <w:t>ET</w:t>
      </w:r>
      <w:r w:rsidRPr="00727F7B">
        <w:rPr>
          <w:lang w:val="en-US"/>
        </w:rPr>
        <w:noBreakHyphen/>
        <w:t xml:space="preserve">TOBAGO </w:t>
      </w:r>
      <w:r w:rsidRPr="00727F7B">
        <w:rPr>
          <w:lang w:val="en-US"/>
        </w:rPr>
        <w:tab/>
      </w:r>
      <w:r w:rsidRPr="00727F7B">
        <w:rPr>
          <w:lang w:val="en-US"/>
        </w:rPr>
        <w:tab/>
        <w:t>TT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TUNISIE </w:t>
      </w:r>
      <w:r>
        <w:tab/>
      </w:r>
      <w:r>
        <w:tab/>
        <w:t>TN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TURKMÉNISTAN </w:t>
      </w:r>
      <w:r>
        <w:tab/>
      </w:r>
      <w:r>
        <w:tab/>
        <w:t>TM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TURKS ET CAÏQUES, ÎLES </w:t>
      </w:r>
      <w:r>
        <w:tab/>
      </w:r>
      <w:r>
        <w:tab/>
        <w:t>TC</w:t>
      </w:r>
    </w:p>
    <w:p w:rsidR="00DC3A71" w:rsidRPr="001E15CC" w:rsidRDefault="00473E32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1E15CC">
        <w:rPr>
          <w:szCs w:val="17"/>
          <w:lang w:val="en-US"/>
        </w:rPr>
        <w:t>TÜRKIYE</w:t>
      </w:r>
      <w:r w:rsidR="00DC3A71" w:rsidRPr="001E15CC">
        <w:rPr>
          <w:lang w:val="en-US"/>
        </w:rPr>
        <w:t xml:space="preserve"> </w:t>
      </w:r>
      <w:r w:rsidR="00DC3A71" w:rsidRPr="001E15CC">
        <w:rPr>
          <w:lang w:val="en-US"/>
        </w:rPr>
        <w:tab/>
      </w:r>
      <w:r w:rsidR="00DC3A71" w:rsidRPr="001E15CC">
        <w:rPr>
          <w:lang w:val="en-US"/>
        </w:rPr>
        <w:tab/>
        <w:t>TR</w:t>
      </w:r>
    </w:p>
    <w:p w:rsidR="00DC3A71" w:rsidRPr="001E15CC" w:rsidRDefault="00DC3A71" w:rsidP="005153F3">
      <w:pPr>
        <w:tabs>
          <w:tab w:val="left" w:leader="dot" w:pos="3544"/>
          <w:tab w:val="left" w:pos="3686"/>
        </w:tabs>
        <w:spacing w:after="240"/>
        <w:ind w:left="142" w:hanging="142"/>
        <w:rPr>
          <w:lang w:val="en-US"/>
        </w:rPr>
      </w:pPr>
      <w:r w:rsidRPr="001E15CC">
        <w:rPr>
          <w:lang w:val="en-US"/>
        </w:rPr>
        <w:t xml:space="preserve">TUVALU </w:t>
      </w:r>
      <w:r w:rsidRPr="001E15CC">
        <w:rPr>
          <w:lang w:val="en-US"/>
        </w:rPr>
        <w:tab/>
      </w:r>
      <w:r w:rsidRPr="001E15CC">
        <w:rPr>
          <w:lang w:val="en-US"/>
        </w:rPr>
        <w:tab/>
        <w:t>TV</w:t>
      </w:r>
    </w:p>
    <w:p w:rsidR="00DC3A71" w:rsidRPr="001E15CC" w:rsidRDefault="00DC3A71" w:rsidP="00731E80">
      <w:pPr>
        <w:tabs>
          <w:tab w:val="left" w:leader="dot" w:pos="3544"/>
          <w:tab w:val="left" w:pos="3686"/>
        </w:tabs>
        <w:ind w:left="142" w:hanging="142"/>
        <w:rPr>
          <w:lang w:val="en-US"/>
        </w:rPr>
      </w:pPr>
      <w:r w:rsidRPr="001E15CC">
        <w:rPr>
          <w:lang w:val="en-US"/>
        </w:rPr>
        <w:t xml:space="preserve">UKRAINE </w:t>
      </w:r>
      <w:r w:rsidRPr="001E15CC">
        <w:rPr>
          <w:lang w:val="en-US"/>
        </w:rPr>
        <w:tab/>
      </w:r>
      <w:r w:rsidRPr="001E15CC">
        <w:rPr>
          <w:lang w:val="en-US"/>
        </w:rPr>
        <w:tab/>
        <w:t>UA</w:t>
      </w:r>
    </w:p>
    <w:p w:rsidR="00E066F7" w:rsidRDefault="00E066F7" w:rsidP="00731E80">
      <w:pPr>
        <w:tabs>
          <w:tab w:val="left" w:leader="dot" w:pos="3544"/>
          <w:tab w:val="left" w:pos="3686"/>
        </w:tabs>
        <w:ind w:left="142" w:hanging="142"/>
      </w:pPr>
      <w:r>
        <w:t>UNION EUROPÉEN</w:t>
      </w:r>
      <w:r w:rsidR="000F4F3F">
        <w:t>N</w:t>
      </w:r>
      <w:r>
        <w:t>E</w:t>
      </w:r>
      <w:r w:rsidR="000D0ADE" w:rsidRPr="00D151E4">
        <w:rPr>
          <w:color w:val="0000FF"/>
          <w:vertAlign w:val="superscript"/>
        </w:rPr>
        <w:t>(</w:t>
      </w:r>
      <w:hyperlink w:anchor="Note14" w:history="1">
        <w:r w:rsidR="000D0ADE" w:rsidRPr="00D151E4">
          <w:rPr>
            <w:rStyle w:val="Hyperlink"/>
            <w:u w:val="none"/>
            <w:vertAlign w:val="superscript"/>
          </w:rPr>
          <w:t>14</w:t>
        </w:r>
      </w:hyperlink>
      <w:r w:rsidR="000D0ADE" w:rsidRPr="00D151E4">
        <w:rPr>
          <w:color w:val="0000FF"/>
          <w:vertAlign w:val="superscript"/>
        </w:rPr>
        <w:t>)</w:t>
      </w:r>
      <w:r>
        <w:tab/>
      </w:r>
      <w:r>
        <w:tab/>
        <w:t>EU</w:t>
      </w:r>
    </w:p>
    <w:p w:rsidR="00D70772" w:rsidRDefault="00A106A5" w:rsidP="00731E80">
      <w:pPr>
        <w:tabs>
          <w:tab w:val="left" w:leader="dot" w:pos="3544"/>
          <w:tab w:val="left" w:pos="3686"/>
        </w:tabs>
        <w:ind w:left="142" w:hanging="142"/>
      </w:pPr>
      <w:r>
        <w:t>UNION INTERNATIONALE</w:t>
      </w:r>
      <w:r w:rsidR="00D70772">
        <w:t xml:space="preserve"> POUR LA </w:t>
      </w:r>
      <w:r w:rsidR="007945E0">
        <w:br/>
      </w:r>
      <w:r w:rsidR="00D70772">
        <w:t xml:space="preserve">PROTECTION DES OBTENTIONS </w:t>
      </w:r>
      <w:r w:rsidR="007945E0">
        <w:br/>
      </w:r>
      <w:r w:rsidR="00D70772">
        <w:t>VÉGÉTALES (UPOV)</w:t>
      </w:r>
      <w:r w:rsidR="00D95E07" w:rsidRPr="00245474">
        <w:fldChar w:fldCharType="begin"/>
      </w:r>
      <w:r w:rsidR="00D95E07" w:rsidRPr="00245474">
        <w:instrText xml:space="preserve"> REF Note13 \h  \* MERGEFORMAT </w:instrText>
      </w:r>
      <w:r w:rsidR="00D95E07" w:rsidRPr="0024547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D95E07" w:rsidRPr="00245474">
        <w:fldChar w:fldCharType="end"/>
      </w:r>
      <w:r w:rsidR="00D70772">
        <w:tab/>
      </w:r>
      <w:r w:rsidR="00D70772">
        <w:tab/>
        <w:t>XU</w:t>
      </w:r>
    </w:p>
    <w:p w:rsidR="00DC3A71" w:rsidRDefault="00DC3A71" w:rsidP="005153F3">
      <w:pPr>
        <w:tabs>
          <w:tab w:val="left" w:leader="dot" w:pos="3544"/>
          <w:tab w:val="left" w:pos="3686"/>
        </w:tabs>
        <w:spacing w:after="240"/>
        <w:ind w:left="142" w:hanging="142"/>
      </w:pPr>
      <w:r>
        <w:t xml:space="preserve">URUGUAY </w:t>
      </w:r>
      <w:r>
        <w:tab/>
      </w:r>
      <w:r>
        <w:tab/>
        <w:t>UY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VANUATU </w:t>
      </w:r>
      <w:r>
        <w:tab/>
      </w:r>
      <w:r>
        <w:tab/>
        <w:t>VU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VATICAN, ÉTAT DE LA CITÉ DU </w:t>
      </w:r>
      <w:r>
        <w:br/>
        <w:t xml:space="preserve">(voir </w:t>
      </w:r>
      <w:r w:rsidRPr="007510B4">
        <w:t>Saint</w:t>
      </w:r>
      <w:r w:rsidRPr="007510B4">
        <w:noBreakHyphen/>
        <w:t>Siège</w:t>
      </w:r>
      <w:r>
        <w:t>)</w:t>
      </w:r>
    </w:p>
    <w:p w:rsidR="00DC3A71" w:rsidRPr="00954783" w:rsidRDefault="00DC3A71" w:rsidP="00731E80">
      <w:pPr>
        <w:tabs>
          <w:tab w:val="left" w:leader="dot" w:pos="3544"/>
          <w:tab w:val="left" w:pos="3686"/>
        </w:tabs>
        <w:ind w:left="142" w:hanging="142"/>
      </w:pPr>
      <w:r w:rsidRPr="00954783">
        <w:t>VENEZUELA</w:t>
      </w:r>
      <w:r w:rsidR="00851A4E" w:rsidRPr="00245474">
        <w:rPr>
          <w:color w:val="000000"/>
        </w:rPr>
        <w:t xml:space="preserve"> (</w:t>
      </w:r>
      <w:r w:rsidR="00851A4E" w:rsidRPr="00C94B5F">
        <w:rPr>
          <w:color w:val="000000"/>
          <w:szCs w:val="24"/>
        </w:rPr>
        <w:t>R</w:t>
      </w:r>
      <w:r w:rsidR="00851A4E">
        <w:rPr>
          <w:color w:val="000000"/>
          <w:szCs w:val="24"/>
        </w:rPr>
        <w:t>É</w:t>
      </w:r>
      <w:r w:rsidR="00851A4E" w:rsidRPr="00C94B5F">
        <w:rPr>
          <w:color w:val="000000"/>
          <w:szCs w:val="24"/>
        </w:rPr>
        <w:t xml:space="preserve">PUBLIQUE </w:t>
      </w:r>
      <w:r w:rsidR="00C20857">
        <w:rPr>
          <w:color w:val="000000"/>
          <w:szCs w:val="24"/>
        </w:rPr>
        <w:br/>
      </w:r>
      <w:r w:rsidR="00C20857" w:rsidRPr="00C94B5F">
        <w:rPr>
          <w:color w:val="000000"/>
          <w:szCs w:val="24"/>
        </w:rPr>
        <w:t>BOLIVARIENNE DU</w:t>
      </w:r>
      <w:r w:rsidR="00851A4E" w:rsidRPr="00245474">
        <w:rPr>
          <w:color w:val="000000"/>
          <w:szCs w:val="24"/>
        </w:rPr>
        <w:t>)</w:t>
      </w:r>
      <w:r w:rsidRPr="00954783">
        <w:tab/>
      </w:r>
      <w:r w:rsidRPr="00954783">
        <w:tab/>
        <w:t>VE</w:t>
      </w:r>
    </w:p>
    <w:p w:rsidR="00DC3A71" w:rsidRPr="00954783" w:rsidRDefault="00030BE3" w:rsidP="005153F3">
      <w:pPr>
        <w:tabs>
          <w:tab w:val="left" w:leader="dot" w:pos="3544"/>
          <w:tab w:val="left" w:pos="3686"/>
        </w:tabs>
        <w:spacing w:after="240"/>
        <w:ind w:left="142" w:hanging="142"/>
      </w:pPr>
      <w:r>
        <w:t>VIET </w:t>
      </w:r>
      <w:r w:rsidR="00DC3A71" w:rsidRPr="00954783">
        <w:t xml:space="preserve">NAM </w:t>
      </w:r>
      <w:r w:rsidR="00DC3A71" w:rsidRPr="00954783">
        <w:tab/>
      </w:r>
      <w:r w:rsidR="00DC3A71" w:rsidRPr="00954783">
        <w:tab/>
        <w:t>VN</w:t>
      </w:r>
    </w:p>
    <w:p w:rsidR="00DC3A71" w:rsidRPr="00954783" w:rsidRDefault="00DC3A71" w:rsidP="005153F3">
      <w:pPr>
        <w:tabs>
          <w:tab w:val="left" w:leader="dot" w:pos="3544"/>
          <w:tab w:val="left" w:pos="3686"/>
        </w:tabs>
        <w:spacing w:after="240"/>
        <w:ind w:left="142" w:hanging="142"/>
      </w:pPr>
      <w:r w:rsidRPr="00954783">
        <w:t xml:space="preserve">YÉMEN </w:t>
      </w:r>
      <w:r w:rsidRPr="00954783">
        <w:tab/>
      </w:r>
      <w:r w:rsidRPr="00954783">
        <w:tab/>
        <w:t>YE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ZAMBIE </w:t>
      </w:r>
      <w:r>
        <w:tab/>
      </w:r>
      <w:r>
        <w:tab/>
        <w:t>ZM</w:t>
      </w:r>
    </w:p>
    <w:p w:rsidR="00DC3A71" w:rsidRDefault="00DC3A71" w:rsidP="00731E80">
      <w:pPr>
        <w:tabs>
          <w:tab w:val="left" w:leader="dot" w:pos="3544"/>
          <w:tab w:val="left" w:pos="3686"/>
        </w:tabs>
        <w:ind w:left="142" w:hanging="142"/>
      </w:pPr>
      <w:r>
        <w:t xml:space="preserve">ZIMBABWE </w:t>
      </w:r>
      <w:r>
        <w:tab/>
      </w:r>
      <w:r>
        <w:tab/>
        <w:t>ZW</w:t>
      </w:r>
    </w:p>
    <w:p w:rsidR="00851A4E" w:rsidRDefault="00851A4E">
      <w:pPr>
        <w:tabs>
          <w:tab w:val="left" w:pos="142"/>
          <w:tab w:val="left" w:leader="dot" w:pos="3544"/>
          <w:tab w:val="left" w:pos="3714"/>
          <w:tab w:val="left" w:pos="3827"/>
        </w:tabs>
        <w:sectPr w:rsidR="00851A4E" w:rsidSect="00851A4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567" w:right="1134" w:bottom="1417" w:left="1417" w:header="510" w:footer="1020" w:gutter="0"/>
          <w:cols w:num="2" w:space="720"/>
          <w:titlePg/>
          <w:docGrid w:linePitch="231"/>
        </w:sectPr>
      </w:pPr>
    </w:p>
    <w:p w:rsidR="00B37250" w:rsidRDefault="00B37250">
      <w:pPr>
        <w:tabs>
          <w:tab w:val="left" w:pos="142"/>
          <w:tab w:val="left" w:leader="dot" w:pos="3544"/>
          <w:tab w:val="left" w:pos="3714"/>
          <w:tab w:val="left" w:pos="3827"/>
        </w:tabs>
      </w:pPr>
    </w:p>
    <w:p w:rsidR="00DC3A71" w:rsidRDefault="00DC3A71">
      <w:pPr>
        <w:tabs>
          <w:tab w:val="left" w:pos="142"/>
          <w:tab w:val="left" w:leader="dot" w:pos="3544"/>
          <w:tab w:val="left" w:pos="3714"/>
          <w:tab w:val="left" w:pos="3827"/>
        </w:tabs>
      </w:pPr>
    </w:p>
    <w:p w:rsidR="00DC3A71" w:rsidRDefault="00DC3A71"/>
    <w:p w:rsidR="00DC3A71" w:rsidRDefault="00DC3A71">
      <w:pPr>
        <w:pStyle w:val="ContinueOrEndOfFile"/>
      </w:pPr>
      <w:r>
        <w:t>[La section 2 suit]</w:t>
      </w:r>
    </w:p>
    <w:p w:rsidR="00DC3A71" w:rsidRDefault="00DC3A71"/>
    <w:p w:rsidR="00B37250" w:rsidRDefault="00B37250"/>
    <w:p w:rsidR="00666967" w:rsidRDefault="009E44AF" w:rsidP="0057387D">
      <w:r>
        <w:fldChar w:fldCharType="begin"/>
      </w:r>
      <w:r>
        <w:instrText xml:space="preserve"> PRINT "[/Dest/codes/DEST pdfmark"  \* MERGEFORMAT </w:instrText>
      </w:r>
      <w:r>
        <w:fldChar w:fldCharType="end"/>
      </w:r>
    </w:p>
    <w:p w:rsidR="00666967" w:rsidRDefault="00666967" w:rsidP="00666967">
      <w:pPr>
        <w:rPr>
          <w:sz w:val="20"/>
        </w:rPr>
      </w:pPr>
      <w:r>
        <w:br w:type="page"/>
      </w:r>
    </w:p>
    <w:p w:rsidR="00941F8D" w:rsidRDefault="00941F8D" w:rsidP="007510B4">
      <w:pPr>
        <w:pStyle w:val="Heading1"/>
      </w:pPr>
    </w:p>
    <w:p w:rsidR="00DC3A71" w:rsidRDefault="00245474" w:rsidP="007510B4">
      <w:pPr>
        <w:pStyle w:val="Heading1"/>
      </w:pPr>
      <w:r>
        <w:t>ANNEXE I</w:t>
      </w:r>
      <w:r w:rsidR="00DC3A71">
        <w:t>, SECTION 2</w:t>
      </w:r>
    </w:p>
    <w:p w:rsidR="00DC3A71" w:rsidRDefault="00DC3A71">
      <w:pPr>
        <w:pStyle w:val="Heading2Hidden"/>
      </w:pPr>
      <w:r>
        <w:t>LISTE DES CODES ET NOMS DES ÉTATS ET AUTRES ENTITÉS</w:t>
      </w:r>
    </w:p>
    <w:p w:rsidR="00DC3A71" w:rsidRDefault="00DC3A71"/>
    <w:p w:rsidR="00DC3A71" w:rsidRDefault="00DC3A71" w:rsidP="001C0091">
      <w:pPr>
        <w:pStyle w:val="TitleCAPS"/>
        <w:spacing w:after="240"/>
      </w:pPr>
      <w:r>
        <w:t>LISTE ALPHABÉTIQUE DES CODES REPRÉSENTANT LES ÉTATS, AUTRES ENTITÉS</w:t>
      </w:r>
      <w:r>
        <w:br/>
        <w:t>ET ORGANISATIONS INTERGOUVERNEMENTALES, AVEC</w:t>
      </w:r>
      <w:r>
        <w:br/>
        <w:t>LES NOMS ABRÉGÉS CORRESPONDANTS</w:t>
      </w:r>
    </w:p>
    <w:p w:rsidR="00B37250" w:rsidRDefault="00B37250">
      <w:pPr>
        <w:tabs>
          <w:tab w:val="left" w:pos="567"/>
          <w:tab w:val="left" w:pos="709"/>
        </w:tabs>
      </w:pPr>
    </w:p>
    <w:p w:rsidR="00567501" w:rsidRDefault="00567501">
      <w:pPr>
        <w:tabs>
          <w:tab w:val="left" w:pos="567"/>
        </w:tabs>
        <w:ind w:left="709" w:hanging="709"/>
        <w:sectPr w:rsidR="00567501" w:rsidSect="00851A4E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7" w:h="16840" w:code="9"/>
          <w:pgMar w:top="567" w:right="1134" w:bottom="1417" w:left="1417" w:header="510" w:footer="1020" w:gutter="0"/>
          <w:cols w:space="720"/>
          <w:titlePg/>
          <w:docGrid w:linePitch="231"/>
        </w:sectPr>
      </w:pPr>
    </w:p>
    <w:p w:rsidR="00DC3A71" w:rsidRDefault="00DC3A71" w:rsidP="001C0091">
      <w:pPr>
        <w:tabs>
          <w:tab w:val="left" w:pos="567"/>
        </w:tabs>
        <w:ind w:left="709" w:hanging="709"/>
      </w:pPr>
      <w:r>
        <w:t>AD</w:t>
      </w:r>
      <w:r>
        <w:tab/>
        <w:t>Andorre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AE</w:t>
      </w:r>
      <w:r>
        <w:tab/>
        <w:t>Émirats arabes unis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AF</w:t>
      </w:r>
      <w:r w:rsidRPr="003C49AA">
        <w:rPr>
          <w:lang w:val="es-ES"/>
        </w:rPr>
        <w:tab/>
      </w:r>
      <w:r w:rsidRPr="00C5786C">
        <w:rPr>
          <w:lang w:val="es-ES"/>
        </w:rPr>
        <w:t>Afghanistan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AG</w:t>
      </w:r>
      <w:r w:rsidRPr="003C49AA">
        <w:rPr>
          <w:lang w:val="es-ES"/>
        </w:rPr>
        <w:tab/>
      </w:r>
      <w:r w:rsidRPr="00C5786C">
        <w:rPr>
          <w:lang w:val="es-ES"/>
        </w:rPr>
        <w:t>Antigua</w:t>
      </w:r>
      <w:r w:rsidRPr="00C5786C">
        <w:rPr>
          <w:lang w:val="es-ES"/>
        </w:rPr>
        <w:noBreakHyphen/>
        <w:t>et</w:t>
      </w:r>
      <w:r w:rsidRPr="00C5786C">
        <w:rPr>
          <w:lang w:val="es-ES"/>
        </w:rPr>
        <w:noBreakHyphen/>
        <w:t>Barbuda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AI</w:t>
      </w:r>
      <w:r w:rsidRPr="003C49AA">
        <w:rPr>
          <w:lang w:val="es-ES"/>
        </w:rPr>
        <w:tab/>
      </w:r>
      <w:r w:rsidRPr="00C5786C">
        <w:rPr>
          <w:lang w:val="es-ES"/>
        </w:rPr>
        <w:t>Anguilla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AL</w:t>
      </w:r>
      <w:r w:rsidRPr="003C49AA">
        <w:rPr>
          <w:lang w:val="es-ES"/>
        </w:rPr>
        <w:tab/>
      </w:r>
      <w:r w:rsidRPr="00C5786C">
        <w:rPr>
          <w:lang w:val="es-ES"/>
        </w:rPr>
        <w:t>Albanie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de-CH"/>
        </w:rPr>
      </w:pPr>
      <w:r w:rsidRPr="00DA7FA4">
        <w:rPr>
          <w:lang w:val="de-CH"/>
        </w:rPr>
        <w:t>AM</w:t>
      </w:r>
      <w:r w:rsidRPr="00DA7FA4">
        <w:rPr>
          <w:lang w:val="de-CH"/>
        </w:rPr>
        <w:tab/>
        <w:t>Arménie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de-CH"/>
        </w:rPr>
      </w:pPr>
      <w:r w:rsidRPr="00DA7FA4">
        <w:rPr>
          <w:lang w:val="de-CH"/>
        </w:rPr>
        <w:t>AO</w:t>
      </w:r>
      <w:r w:rsidRPr="00DA7FA4">
        <w:rPr>
          <w:lang w:val="de-CH"/>
        </w:rPr>
        <w:tab/>
        <w:t>Angola</w:t>
      </w:r>
    </w:p>
    <w:p w:rsidR="00DC3A71" w:rsidRPr="00245474" w:rsidRDefault="00DC3A71" w:rsidP="001C0091">
      <w:pPr>
        <w:tabs>
          <w:tab w:val="left" w:pos="567"/>
        </w:tabs>
        <w:ind w:left="709" w:hanging="709"/>
      </w:pPr>
      <w:r>
        <w:t>AP</w:t>
      </w:r>
      <w:r>
        <w:tab/>
        <w:t>Organisation régionale africaine de</w:t>
      </w:r>
      <w:r>
        <w:br/>
        <w:t>la propriété intellectuelle (ARIPO)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 w:rsidR="00666967">
        <w:t xml:space="preserve"> </w:t>
      </w:r>
      <w:r w:rsidR="00666967" w:rsidRPr="00245474">
        <w:fldChar w:fldCharType="begin"/>
      </w:r>
      <w:r w:rsidR="00666967" w:rsidRPr="00245474">
        <w:instrText xml:space="preserve"> REF Note13 \h  \* MERGEFORMAT </w:instrText>
      </w:r>
      <w:r w:rsidR="00666967" w:rsidRPr="0024547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666967" w:rsidRPr="00245474">
        <w:fldChar w:fldCharType="end"/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AR</w:t>
      </w:r>
      <w:r w:rsidRPr="0057387D">
        <w:rPr>
          <w:lang w:val="de-DE"/>
        </w:rPr>
        <w:tab/>
        <w:t>Argentine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AT</w:t>
      </w:r>
      <w:r w:rsidRPr="0057387D">
        <w:rPr>
          <w:lang w:val="de-DE"/>
        </w:rPr>
        <w:tab/>
        <w:t>Autriche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AU</w:t>
      </w:r>
      <w:r w:rsidRPr="0057387D">
        <w:rPr>
          <w:lang w:val="de-DE"/>
        </w:rPr>
        <w:tab/>
        <w:t>Australie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AW</w:t>
      </w:r>
      <w:r w:rsidRPr="0057387D">
        <w:rPr>
          <w:lang w:val="de-DE"/>
        </w:rPr>
        <w:tab/>
        <w:t>Aruba</w:t>
      </w:r>
    </w:p>
    <w:p w:rsidR="00DC3A71" w:rsidRPr="0057387D" w:rsidRDefault="00DC3A71" w:rsidP="001C0091">
      <w:pPr>
        <w:tabs>
          <w:tab w:val="left" w:pos="567"/>
        </w:tabs>
        <w:spacing w:after="120"/>
        <w:ind w:left="709" w:hanging="709"/>
        <w:rPr>
          <w:lang w:val="de-DE"/>
        </w:rPr>
      </w:pPr>
      <w:r w:rsidRPr="0057387D">
        <w:rPr>
          <w:lang w:val="de-DE"/>
        </w:rPr>
        <w:t>AZ</w:t>
      </w:r>
      <w:r w:rsidRPr="0057387D">
        <w:rPr>
          <w:lang w:val="de-DE"/>
        </w:rPr>
        <w:tab/>
        <w:t>Azerbaïdjan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BA</w:t>
      </w:r>
      <w:r w:rsidRPr="0057387D">
        <w:rPr>
          <w:lang w:val="de-DE"/>
        </w:rPr>
        <w:tab/>
        <w:t>Bosnie</w:t>
      </w:r>
      <w:r w:rsidRPr="0057387D">
        <w:rPr>
          <w:lang w:val="de-DE"/>
        </w:rPr>
        <w:noBreakHyphen/>
        <w:t>Herzégovine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BB</w:t>
      </w:r>
      <w:r w:rsidRPr="0057387D">
        <w:rPr>
          <w:lang w:val="de-DE"/>
        </w:rPr>
        <w:tab/>
        <w:t>Barbade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BD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Bangladesh</w:t>
          </w:r>
        </w:smartTag>
      </w:smartTag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BE</w:t>
      </w:r>
      <w:r w:rsidRPr="003C49AA">
        <w:rPr>
          <w:lang w:val="en-US"/>
        </w:rPr>
        <w:tab/>
      </w:r>
      <w:r w:rsidRPr="0057387D">
        <w:rPr>
          <w:lang w:val="en-US"/>
        </w:rPr>
        <w:t>Belgique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BF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Burkina Faso</w:t>
          </w:r>
        </w:smartTag>
      </w:smartTag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BG</w:t>
      </w:r>
      <w:r w:rsidRPr="0057387D">
        <w:rPr>
          <w:lang w:val="de-DE"/>
        </w:rPr>
        <w:tab/>
        <w:t>Bulgarie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BH</w:t>
      </w:r>
      <w:r w:rsidRPr="0057387D">
        <w:rPr>
          <w:lang w:val="de-DE"/>
        </w:rPr>
        <w:tab/>
        <w:t>Bahreïn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BI</w:t>
      </w:r>
      <w:r w:rsidRPr="0057387D">
        <w:rPr>
          <w:lang w:val="de-DE"/>
        </w:rPr>
        <w:tab/>
        <w:t>Burundi</w:t>
      </w:r>
    </w:p>
    <w:p w:rsidR="00DC3A71" w:rsidRPr="00727F7B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727F7B">
        <w:rPr>
          <w:lang w:val="fr-CH"/>
        </w:rPr>
        <w:t>BJ</w:t>
      </w:r>
      <w:r w:rsidRPr="00727F7B">
        <w:rPr>
          <w:lang w:val="fr-CH"/>
        </w:rPr>
        <w:tab/>
        <w:t>Bénin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BM</w:t>
      </w:r>
      <w:r>
        <w:tab/>
        <w:t>Bermudes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BN</w:t>
      </w:r>
      <w:r>
        <w:tab/>
        <w:t>Brunéi Darussalam</w:t>
      </w:r>
    </w:p>
    <w:p w:rsidR="00DC3A71" w:rsidRDefault="00DC3A71" w:rsidP="001C0091">
      <w:pPr>
        <w:tabs>
          <w:tab w:val="left" w:pos="567"/>
        </w:tabs>
        <w:ind w:left="709" w:hanging="709"/>
        <w:rPr>
          <w:color w:val="000000"/>
          <w:szCs w:val="24"/>
        </w:rPr>
      </w:pPr>
      <w:r>
        <w:t>BO</w:t>
      </w:r>
      <w:r>
        <w:tab/>
        <w:t>Bolivie</w:t>
      </w:r>
      <w:r w:rsidR="00567501" w:rsidRPr="00D151E4">
        <w:rPr>
          <w:color w:val="000000"/>
          <w:lang w:val="fr-CH"/>
        </w:rPr>
        <w:t xml:space="preserve"> (</w:t>
      </w:r>
      <w:r w:rsidR="00C20857" w:rsidRPr="00CE015E">
        <w:rPr>
          <w:color w:val="000000"/>
          <w:szCs w:val="24"/>
        </w:rPr>
        <w:t>État plurinational de</w:t>
      </w:r>
      <w:r w:rsidR="00567501" w:rsidRPr="00D151E4">
        <w:rPr>
          <w:color w:val="000000"/>
          <w:szCs w:val="24"/>
        </w:rPr>
        <w:t>)</w:t>
      </w:r>
    </w:p>
    <w:p w:rsidR="00CD0BE3" w:rsidRDefault="00CD0BE3" w:rsidP="001C0091">
      <w:pPr>
        <w:tabs>
          <w:tab w:val="left" w:pos="567"/>
        </w:tabs>
        <w:ind w:left="709" w:hanging="709"/>
      </w:pPr>
      <w:r>
        <w:t>BQ</w:t>
      </w:r>
      <w:r>
        <w:tab/>
        <w:t>Bonaire, Saint-Eustache et Saba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030BE3">
        <w:rPr>
          <w:lang w:val="es-ES"/>
        </w:rPr>
        <w:t>BR</w:t>
      </w:r>
      <w:r w:rsidRPr="00030BE3">
        <w:rPr>
          <w:lang w:val="es-ES"/>
        </w:rPr>
        <w:tab/>
        <w:t>Brésil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030BE3">
        <w:rPr>
          <w:lang w:val="es-ES"/>
        </w:rPr>
        <w:t>BS</w:t>
      </w:r>
      <w:r w:rsidRPr="00030BE3">
        <w:rPr>
          <w:lang w:val="es-ES"/>
        </w:rPr>
        <w:tab/>
        <w:t>Bahamas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030BE3">
        <w:rPr>
          <w:lang w:val="es-ES"/>
        </w:rPr>
        <w:t>BT</w:t>
      </w:r>
      <w:r w:rsidRPr="00030BE3">
        <w:rPr>
          <w:lang w:val="es-ES"/>
        </w:rPr>
        <w:tab/>
        <w:t>Bhoutan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BV</w:t>
      </w:r>
      <w:r>
        <w:tab/>
        <w:t>Île Bouvet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BW</w:t>
      </w:r>
      <w:r>
        <w:tab/>
        <w:t>Botswana</w:t>
      </w:r>
    </w:p>
    <w:p w:rsidR="00DC3A71" w:rsidRPr="00BB4418" w:rsidRDefault="00DC3A71" w:rsidP="001C0091">
      <w:pPr>
        <w:tabs>
          <w:tab w:val="left" w:pos="567"/>
        </w:tabs>
        <w:ind w:left="709" w:hanging="709"/>
      </w:pPr>
      <w:r>
        <w:t>BX</w:t>
      </w:r>
      <w:r>
        <w:tab/>
      </w:r>
      <w:r w:rsidR="00B17F56">
        <w:t xml:space="preserve">Office Benelux de la Propriété </w:t>
      </w:r>
      <w:r w:rsidR="007510B4">
        <w:t>intellectuelle</w:t>
      </w:r>
      <w:r w:rsidR="00B17F56">
        <w:t xml:space="preserve"> (OBPI)</w:t>
      </w:r>
      <w:r>
        <w:fldChar w:fldCharType="begin"/>
      </w:r>
      <w:r>
        <w:instrText xml:space="preserve"> REF </w:instrText>
      </w:r>
      <w:r w:rsidR="00DF443A">
        <w:instrText xml:space="preserve">Note2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(2)</w:t>
      </w:r>
      <w:r>
        <w:fldChar w:fldCharType="end"/>
      </w:r>
      <w:r w:rsidR="00666967">
        <w:t xml:space="preserve"> </w:t>
      </w:r>
      <w:r w:rsidR="00666967" w:rsidRPr="00BB4418">
        <w:fldChar w:fldCharType="begin"/>
      </w:r>
      <w:r w:rsidR="00666967" w:rsidRPr="00BB4418">
        <w:instrText xml:space="preserve"> REF Note13 \h  \* MERGEFORMAT </w:instrText>
      </w:r>
      <w:r w:rsidR="00666967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666967" w:rsidRPr="00BB4418">
        <w:fldChar w:fldCharType="end"/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BY</w:t>
      </w:r>
      <w:r w:rsidRPr="003C49AA">
        <w:rPr>
          <w:lang w:val="en-US"/>
        </w:rPr>
        <w:tab/>
      </w:r>
      <w:r w:rsidRPr="0057387D">
        <w:rPr>
          <w:lang w:val="en-US"/>
        </w:rPr>
        <w:t>Bélarus</w:t>
      </w:r>
    </w:p>
    <w:p w:rsidR="00DC3A71" w:rsidRPr="003C49AA" w:rsidRDefault="00DC3A71" w:rsidP="001C0091">
      <w:pPr>
        <w:tabs>
          <w:tab w:val="left" w:pos="567"/>
        </w:tabs>
        <w:spacing w:after="120"/>
        <w:ind w:left="709" w:hanging="709"/>
        <w:rPr>
          <w:lang w:val="en-US"/>
        </w:rPr>
      </w:pPr>
      <w:r w:rsidRPr="003C49AA">
        <w:rPr>
          <w:lang w:val="en-US"/>
        </w:rPr>
        <w:t>BZ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Belize</w:t>
          </w:r>
        </w:smartTag>
      </w:smartTag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CA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Canada</w:t>
          </w:r>
        </w:smartTag>
      </w:smartTag>
    </w:p>
    <w:p w:rsidR="000C3782" w:rsidRDefault="000C3782" w:rsidP="001C0091">
      <w:pPr>
        <w:tabs>
          <w:tab w:val="left" w:pos="567"/>
        </w:tabs>
        <w:ind w:left="709" w:hanging="709"/>
      </w:pPr>
      <w:r>
        <w:t>CD</w:t>
      </w:r>
      <w:r>
        <w:tab/>
        <w:t>République démocratique du Congo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CF</w:t>
      </w:r>
      <w:r>
        <w:tab/>
        <w:t>République centrafricaine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CG</w:t>
      </w:r>
      <w:r>
        <w:tab/>
        <w:t>Congo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CH</w:t>
      </w:r>
      <w:r>
        <w:tab/>
        <w:t>Suisse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CI</w:t>
      </w:r>
      <w:r>
        <w:tab/>
        <w:t>Côte d</w:t>
      </w:r>
      <w:r w:rsidR="00DD07FE">
        <w:t>’</w:t>
      </w:r>
      <w:r>
        <w:t>Ivoire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CK</w:t>
      </w:r>
      <w:r w:rsidRPr="003C49AA">
        <w:rPr>
          <w:lang w:val="en-US"/>
        </w:rPr>
        <w:tab/>
      </w:r>
      <w:r w:rsidRPr="0057387D">
        <w:rPr>
          <w:lang w:val="en-US"/>
        </w:rPr>
        <w:t>Îles</w:t>
      </w:r>
      <w:r w:rsidRPr="003C49AA">
        <w:rPr>
          <w:lang w:val="en-US"/>
        </w:rPr>
        <w:t xml:space="preserve"> Cook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CL</w:t>
      </w:r>
      <w:r w:rsidRPr="003C49AA">
        <w:rPr>
          <w:lang w:val="en-US"/>
        </w:rPr>
        <w:tab/>
        <w:t>Chili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CM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Cameroun</w:t>
          </w:r>
        </w:smartTag>
      </w:smartTag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CN</w:t>
      </w:r>
      <w:r w:rsidRPr="003C49AA">
        <w:rPr>
          <w:lang w:val="es-ES"/>
        </w:rPr>
        <w:tab/>
      </w:r>
      <w:r w:rsidRPr="00C5786C">
        <w:rPr>
          <w:lang w:val="es-ES"/>
        </w:rPr>
        <w:t>Chine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CO</w:t>
      </w:r>
      <w:r w:rsidRPr="003C49AA">
        <w:rPr>
          <w:lang w:val="es-ES"/>
        </w:rPr>
        <w:tab/>
      </w:r>
      <w:r w:rsidRPr="00C5786C">
        <w:rPr>
          <w:lang w:val="es-ES"/>
        </w:rPr>
        <w:t>Colombie</w:t>
      </w:r>
    </w:p>
    <w:p w:rsidR="00DC3A71" w:rsidRPr="003C49AA" w:rsidRDefault="00030BE3" w:rsidP="001C0091">
      <w:pPr>
        <w:tabs>
          <w:tab w:val="left" w:pos="567"/>
        </w:tabs>
        <w:ind w:left="709" w:hanging="709"/>
        <w:rPr>
          <w:lang w:val="es-ES"/>
        </w:rPr>
      </w:pPr>
      <w:r>
        <w:rPr>
          <w:lang w:val="es-ES"/>
        </w:rPr>
        <w:t>CR</w:t>
      </w:r>
      <w:r>
        <w:rPr>
          <w:lang w:val="es-ES"/>
        </w:rPr>
        <w:tab/>
        <w:t>Costa </w:t>
      </w:r>
      <w:r w:rsidR="00DC3A71" w:rsidRPr="003C49AA">
        <w:rPr>
          <w:lang w:val="es-ES"/>
        </w:rPr>
        <w:t>Rica</w:t>
      </w:r>
    </w:p>
    <w:p w:rsidR="00DC3A71" w:rsidRPr="00C5786C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C5786C">
        <w:rPr>
          <w:lang w:val="es-ES"/>
        </w:rPr>
        <w:t>CU</w:t>
      </w:r>
      <w:r w:rsidRPr="00C5786C">
        <w:rPr>
          <w:lang w:val="es-ES"/>
        </w:rPr>
        <w:tab/>
        <w:t>Cuba</w:t>
      </w:r>
    </w:p>
    <w:p w:rsidR="00DC3A71" w:rsidRPr="00D70772" w:rsidRDefault="00DC3A71" w:rsidP="001C0091">
      <w:pPr>
        <w:tabs>
          <w:tab w:val="left" w:pos="567"/>
        </w:tabs>
        <w:ind w:left="709" w:hanging="709"/>
        <w:rPr>
          <w:lang w:val="es-CO"/>
        </w:rPr>
      </w:pPr>
      <w:r w:rsidRPr="00D70772">
        <w:rPr>
          <w:lang w:val="es-CO"/>
        </w:rPr>
        <w:t>CV</w:t>
      </w:r>
      <w:r w:rsidRPr="00D70772">
        <w:rPr>
          <w:lang w:val="es-CO"/>
        </w:rPr>
        <w:tab/>
      </w:r>
      <w:r w:rsidR="002766CD" w:rsidRPr="00D70772">
        <w:rPr>
          <w:lang w:val="es-CO"/>
        </w:rPr>
        <w:t>Cabo Verd</w:t>
      </w:r>
      <w:r w:rsidR="002766CD">
        <w:rPr>
          <w:lang w:val="es-CO"/>
        </w:rPr>
        <w:t>e</w:t>
      </w:r>
    </w:p>
    <w:p w:rsidR="00CD0BE3" w:rsidRPr="00D70772" w:rsidRDefault="00CD0BE3" w:rsidP="001C0091">
      <w:pPr>
        <w:tabs>
          <w:tab w:val="left" w:pos="567"/>
        </w:tabs>
        <w:ind w:left="709" w:hanging="709"/>
        <w:rPr>
          <w:lang w:val="es-CO"/>
        </w:rPr>
      </w:pPr>
      <w:r w:rsidRPr="00D70772">
        <w:rPr>
          <w:lang w:val="es-CO"/>
        </w:rPr>
        <w:t>CW</w:t>
      </w:r>
      <w:r w:rsidRPr="00D70772">
        <w:rPr>
          <w:lang w:val="es-CO"/>
        </w:rPr>
        <w:tab/>
        <w:t>Curaçao</w:t>
      </w:r>
    </w:p>
    <w:p w:rsidR="00DC3A71" w:rsidRPr="00727F7B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727F7B">
        <w:rPr>
          <w:lang w:val="en-US"/>
        </w:rPr>
        <w:t>CY</w:t>
      </w:r>
      <w:r w:rsidRPr="00727F7B">
        <w:rPr>
          <w:lang w:val="en-US"/>
        </w:rPr>
        <w:tab/>
        <w:t>Chypre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CZ</w:t>
      </w:r>
      <w:r>
        <w:tab/>
      </w:r>
      <w:r w:rsidR="00A66245" w:rsidRPr="00BE2CE5">
        <w:t>T</w:t>
      </w:r>
      <w:r w:rsidR="001361BD" w:rsidRPr="00BE2CE5">
        <w:t>ché</w:t>
      </w:r>
      <w:r w:rsidRPr="00BE2CE5">
        <w:t>qu</w:t>
      </w:r>
      <w:r w:rsidR="00A66245" w:rsidRPr="00BE2CE5">
        <w:t>i</w:t>
      </w:r>
      <w:r w:rsidRPr="00BE2CE5">
        <w:t>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DE</w:t>
      </w:r>
      <w:r>
        <w:tab/>
        <w:t>Allemagne</w:t>
      </w:r>
      <w:r>
        <w:fldChar w:fldCharType="begin"/>
      </w:r>
      <w:r>
        <w:instrText xml:space="preserve"> REF </w:instrText>
      </w:r>
      <w:r w:rsidR="00DF443A">
        <w:instrText xml:space="preserve">Note3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(3)</w:t>
      </w:r>
      <w:r>
        <w:fldChar w:fldCharType="end"/>
      </w:r>
    </w:p>
    <w:p w:rsidR="00DC3A71" w:rsidRDefault="00DC3A71" w:rsidP="001C0091">
      <w:pPr>
        <w:tabs>
          <w:tab w:val="left" w:pos="567"/>
        </w:tabs>
        <w:ind w:left="709" w:hanging="709"/>
      </w:pPr>
      <w:r>
        <w:t>DJ</w:t>
      </w:r>
      <w:r>
        <w:tab/>
        <w:t>Djibouti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DK</w:t>
      </w:r>
      <w:r>
        <w:tab/>
        <w:t>Danemark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DM</w:t>
      </w:r>
      <w:r>
        <w:tab/>
        <w:t>Dominique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DO</w:t>
      </w:r>
      <w:r>
        <w:tab/>
        <w:t>République dominicaine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DZ</w:t>
      </w:r>
      <w:r>
        <w:tab/>
        <w:t>Algérie</w:t>
      </w:r>
    </w:p>
    <w:p w:rsidR="00DC3A71" w:rsidRPr="00BB4418" w:rsidRDefault="00DC3A71" w:rsidP="001C0091">
      <w:pPr>
        <w:tabs>
          <w:tab w:val="left" w:pos="567"/>
        </w:tabs>
        <w:ind w:left="709" w:hanging="709"/>
        <w:rPr>
          <w:spacing w:val="-2"/>
        </w:rPr>
      </w:pPr>
      <w:r w:rsidRPr="001C0091">
        <w:rPr>
          <w:spacing w:val="-2"/>
        </w:rPr>
        <w:t>EA</w:t>
      </w:r>
      <w:r w:rsidRPr="001C0091">
        <w:rPr>
          <w:spacing w:val="-2"/>
        </w:rPr>
        <w:tab/>
        <w:t>Organisation eurasienne des brevets (OEAB)</w:t>
      </w:r>
      <w:r w:rsidRPr="001C0091">
        <w:rPr>
          <w:spacing w:val="-2"/>
        </w:rPr>
        <w:fldChar w:fldCharType="begin"/>
      </w:r>
      <w:r w:rsidRPr="001C0091">
        <w:rPr>
          <w:spacing w:val="-2"/>
        </w:rPr>
        <w:instrText xml:space="preserve"> REF </w:instrText>
      </w:r>
      <w:r w:rsidR="00DF443A" w:rsidRPr="001C0091">
        <w:rPr>
          <w:spacing w:val="-2"/>
        </w:rPr>
        <w:instrText xml:space="preserve">Note1 </w:instrText>
      </w:r>
      <w:r w:rsidRPr="001C0091">
        <w:rPr>
          <w:spacing w:val="-2"/>
        </w:rPr>
        <w:instrText xml:space="preserve">\h </w:instrText>
      </w:r>
      <w:r w:rsidR="001C0091">
        <w:rPr>
          <w:spacing w:val="-2"/>
        </w:rPr>
        <w:instrText xml:space="preserve"> \* MERGEFORMAT </w:instrText>
      </w:r>
      <w:r w:rsidRPr="001C0091">
        <w:rPr>
          <w:spacing w:val="-2"/>
        </w:rPr>
      </w:r>
      <w:r w:rsidRPr="001C0091">
        <w:rPr>
          <w:spacing w:val="-2"/>
        </w:rPr>
        <w:fldChar w:fldCharType="separate"/>
      </w:r>
      <w:r w:rsidR="00BB4418" w:rsidRPr="00BB4418">
        <w:rPr>
          <w:color w:val="0000FF"/>
          <w:spacing w:val="-2"/>
          <w:vertAlign w:val="superscript"/>
        </w:rPr>
        <w:t>(1)</w:t>
      </w:r>
      <w:r w:rsidRPr="001C0091">
        <w:rPr>
          <w:spacing w:val="-2"/>
        </w:rPr>
        <w:fldChar w:fldCharType="end"/>
      </w:r>
      <w:r w:rsidR="00666967" w:rsidRPr="001C0091">
        <w:rPr>
          <w:spacing w:val="-2"/>
        </w:rPr>
        <w:t xml:space="preserve"> </w:t>
      </w:r>
      <w:r w:rsidR="00666967" w:rsidRPr="00BB4418">
        <w:rPr>
          <w:spacing w:val="-2"/>
        </w:rPr>
        <w:fldChar w:fldCharType="begin"/>
      </w:r>
      <w:r w:rsidR="00666967" w:rsidRPr="00BB4418">
        <w:rPr>
          <w:spacing w:val="-2"/>
        </w:rPr>
        <w:instrText xml:space="preserve"> REF Note13 \h  \* MERGEFORMAT </w:instrText>
      </w:r>
      <w:r w:rsidR="00666967" w:rsidRPr="00BB4418">
        <w:rPr>
          <w:spacing w:val="-2"/>
        </w:rPr>
      </w:r>
      <w:r w:rsidR="00666967" w:rsidRPr="00BB4418">
        <w:rPr>
          <w:spacing w:val="-2"/>
        </w:rPr>
        <w:fldChar w:fldCharType="separate"/>
      </w:r>
      <w:r w:rsidR="00BB4418" w:rsidRPr="00BB4418">
        <w:rPr>
          <w:color w:val="0000FF"/>
          <w:spacing w:val="-2"/>
          <w:vertAlign w:val="superscript"/>
        </w:rPr>
        <w:t>(13)</w:t>
      </w:r>
      <w:r w:rsidR="00666967" w:rsidRPr="00BB4418">
        <w:rPr>
          <w:spacing w:val="-2"/>
        </w:rPr>
        <w:fldChar w:fldCharType="end"/>
      </w:r>
    </w:p>
    <w:p w:rsidR="00DC3A71" w:rsidRDefault="00DC3A71" w:rsidP="001C0091">
      <w:pPr>
        <w:tabs>
          <w:tab w:val="left" w:pos="567"/>
        </w:tabs>
        <w:ind w:left="709" w:hanging="709"/>
      </w:pPr>
      <w:r>
        <w:t>EC</w:t>
      </w:r>
      <w:r>
        <w:tab/>
        <w:t>Équateur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EE</w:t>
      </w:r>
      <w:r>
        <w:tab/>
        <w:t>Estonie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EG</w:t>
      </w:r>
      <w:r>
        <w:tab/>
        <w:t>Égypte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EH</w:t>
      </w:r>
      <w:r>
        <w:tab/>
        <w:t>Sahara occidental</w:t>
      </w:r>
      <w:r>
        <w:fldChar w:fldCharType="begin"/>
      </w:r>
      <w:r>
        <w:instrText xml:space="preserve"> REF </w:instrText>
      </w:r>
      <w:r w:rsidR="00DF443A">
        <w:instrText xml:space="preserve">Note5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(5)</w:t>
      </w:r>
      <w:r>
        <w:fldChar w:fldCharType="end"/>
      </w:r>
    </w:p>
    <w:p w:rsidR="00DC3A71" w:rsidRPr="00D151E4" w:rsidRDefault="00DC3A71" w:rsidP="001C0091">
      <w:pPr>
        <w:tabs>
          <w:tab w:val="left" w:pos="567"/>
        </w:tabs>
        <w:ind w:left="709" w:hanging="709"/>
      </w:pPr>
      <w:r>
        <w:t>EM</w:t>
      </w:r>
      <w:r>
        <w:tab/>
      </w:r>
      <w:r w:rsidR="00A01F03" w:rsidRPr="00A01F03">
        <w:t>Office de l</w:t>
      </w:r>
      <w:r w:rsidR="00DD07FE">
        <w:t>’</w:t>
      </w:r>
      <w:r w:rsidR="00A01F03" w:rsidRPr="00A01F03">
        <w:t>Union européenne pour la propriété intellectuelle (EUIPO)</w:t>
      </w:r>
      <w:r w:rsidR="00FF5217" w:rsidRPr="00D151E4">
        <w:fldChar w:fldCharType="begin"/>
      </w:r>
      <w:r w:rsidR="00FF5217" w:rsidRPr="00D151E4">
        <w:instrText xml:space="preserve"> REF Note13 \h  \* MERGEFORMAT </w:instrText>
      </w:r>
      <w:r w:rsidR="00FF5217" w:rsidRPr="00D151E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FF5217" w:rsidRPr="00D151E4">
        <w:fldChar w:fldCharType="end"/>
      </w:r>
      <w:r w:rsidR="0058226C" w:rsidRPr="00D151E4">
        <w:t xml:space="preserve"> </w:t>
      </w:r>
      <w:r w:rsidR="0058226C" w:rsidRPr="00D151E4">
        <w:rPr>
          <w:color w:val="0000FF"/>
          <w:vertAlign w:val="superscript"/>
        </w:rPr>
        <w:t>(</w:t>
      </w:r>
      <w:hyperlink w:anchor="Note14" w:history="1">
        <w:r w:rsidR="0058226C" w:rsidRPr="00D151E4">
          <w:rPr>
            <w:rStyle w:val="Hyperlink"/>
            <w:u w:val="none"/>
            <w:vertAlign w:val="superscript"/>
          </w:rPr>
          <w:t>14</w:t>
        </w:r>
      </w:hyperlink>
      <w:r w:rsidR="0058226C" w:rsidRPr="00D151E4">
        <w:rPr>
          <w:color w:val="0000FF"/>
          <w:vertAlign w:val="superscript"/>
        </w:rPr>
        <w:t>)</w:t>
      </w:r>
    </w:p>
    <w:p w:rsidR="00DC3A71" w:rsidRPr="00D151E4" w:rsidRDefault="00DC3A71" w:rsidP="001C0091">
      <w:pPr>
        <w:tabs>
          <w:tab w:val="left" w:pos="567"/>
        </w:tabs>
        <w:ind w:left="709" w:hanging="709"/>
      </w:pPr>
      <w:r>
        <w:t>EP</w:t>
      </w:r>
      <w:r>
        <w:tab/>
        <w:t>Office européen des brevets (OEB)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 w:rsidR="00FF5217">
        <w:t xml:space="preserve"> </w:t>
      </w:r>
      <w:r w:rsidR="00FF5217" w:rsidRPr="00D151E4">
        <w:fldChar w:fldCharType="begin"/>
      </w:r>
      <w:r w:rsidR="00FF5217" w:rsidRPr="00D151E4">
        <w:instrText xml:space="preserve"> REF Note13 \h  \* MERGEFORMAT </w:instrText>
      </w:r>
      <w:r w:rsidR="00FF5217" w:rsidRPr="00D151E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FF5217" w:rsidRPr="00D151E4">
        <w:fldChar w:fldCharType="end"/>
      </w:r>
      <w:r w:rsidR="00801E60" w:rsidRPr="00D151E4">
        <w:t xml:space="preserve"> </w:t>
      </w:r>
      <w:r w:rsidR="00801E60" w:rsidRPr="00D151E4">
        <w:rPr>
          <w:color w:val="0000FF"/>
          <w:vertAlign w:val="superscript"/>
        </w:rPr>
        <w:t>(</w:t>
      </w:r>
      <w:hyperlink w:anchor="Note14" w:history="1">
        <w:r w:rsidR="00801E60" w:rsidRPr="00D151E4">
          <w:rPr>
            <w:rStyle w:val="Hyperlink"/>
            <w:u w:val="none"/>
            <w:vertAlign w:val="superscript"/>
          </w:rPr>
          <w:t>14</w:t>
        </w:r>
      </w:hyperlink>
      <w:r w:rsidR="00801E60" w:rsidRPr="00D151E4">
        <w:rPr>
          <w:color w:val="0000FF"/>
          <w:vertAlign w:val="superscript"/>
        </w:rPr>
        <w:t>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ER</w:t>
      </w:r>
      <w:r>
        <w:tab/>
        <w:t>Érythrée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ES</w:t>
      </w:r>
      <w:r>
        <w:tab/>
        <w:t>Espagne</w:t>
      </w:r>
    </w:p>
    <w:p w:rsidR="00DC3A71" w:rsidRDefault="00DC3A71" w:rsidP="00265231">
      <w:pPr>
        <w:tabs>
          <w:tab w:val="left" w:pos="567"/>
        </w:tabs>
        <w:ind w:left="706" w:hanging="706"/>
      </w:pPr>
      <w:r>
        <w:t>ET</w:t>
      </w:r>
      <w:r>
        <w:tab/>
        <w:t>Éthiopie</w:t>
      </w:r>
    </w:p>
    <w:p w:rsidR="00265231" w:rsidRPr="00D151E4" w:rsidRDefault="00265231" w:rsidP="001C0091">
      <w:pPr>
        <w:tabs>
          <w:tab w:val="left" w:pos="567"/>
        </w:tabs>
        <w:spacing w:after="120"/>
        <w:ind w:left="709" w:hanging="709"/>
      </w:pPr>
      <w:r w:rsidRPr="00D151E4">
        <w:t>EU</w:t>
      </w:r>
      <w:r w:rsidRPr="00D151E4">
        <w:tab/>
        <w:t xml:space="preserve">Union </w:t>
      </w:r>
      <w:r w:rsidRPr="00D151E4">
        <w:rPr>
          <w:lang w:eastAsia="ko-KR"/>
        </w:rPr>
        <w:t>européenne</w:t>
      </w:r>
      <w:r w:rsidRPr="00D151E4">
        <w:rPr>
          <w:color w:val="0000FF"/>
          <w:vertAlign w:val="superscript"/>
        </w:rPr>
        <w:t>(</w:t>
      </w:r>
      <w:hyperlink w:anchor="Note14" w:history="1">
        <w:r w:rsidRPr="00D151E4">
          <w:rPr>
            <w:rStyle w:val="Hyperlink"/>
            <w:u w:val="none"/>
            <w:vertAlign w:val="superscript"/>
          </w:rPr>
          <w:t>14</w:t>
        </w:r>
      </w:hyperlink>
      <w:r w:rsidRPr="00D151E4">
        <w:rPr>
          <w:color w:val="0000FF"/>
          <w:vertAlign w:val="superscript"/>
        </w:rPr>
        <w:t>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FI</w:t>
      </w:r>
      <w:r>
        <w:tab/>
        <w:t>Finlande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FJ</w:t>
      </w:r>
      <w:r>
        <w:tab/>
        <w:t>Fidji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FK</w:t>
      </w:r>
      <w:r>
        <w:tab/>
        <w:t>Îles Falkland (Malvinas)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FO</w:t>
      </w:r>
      <w:r>
        <w:tab/>
        <w:t>Îles Féroé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FR</w:t>
      </w:r>
      <w:r>
        <w:tab/>
        <w:t>France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GA</w:t>
      </w:r>
      <w:r>
        <w:tab/>
        <w:t>Gabon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GB</w:t>
      </w:r>
      <w:r>
        <w:tab/>
        <w:t>Royaume</w:t>
      </w:r>
      <w:r>
        <w:noBreakHyphen/>
        <w:t>Uni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GC</w:t>
      </w:r>
      <w:r>
        <w:tab/>
        <w:t>Office des brevets du Conseil de coopération</w:t>
      </w:r>
      <w:r w:rsidR="001C0091">
        <w:t xml:space="preserve"> </w:t>
      </w:r>
      <w:r>
        <w:t>des</w:t>
      </w:r>
      <w:r w:rsidR="001C0091">
        <w:t> </w:t>
      </w:r>
      <w:r>
        <w:t>États arabes du Golfe (</w:t>
      </w:r>
      <w:r w:rsidR="00567501" w:rsidRPr="00D151E4">
        <w:t>Office des brevets du</w:t>
      </w:r>
      <w:r w:rsidR="00567501">
        <w:t xml:space="preserve"> </w:t>
      </w:r>
      <w:r>
        <w:t>CCG)</w:t>
      </w:r>
      <w:r w:rsidR="00FF5217" w:rsidRPr="00D151E4">
        <w:fldChar w:fldCharType="begin"/>
      </w:r>
      <w:r w:rsidR="00FF5217" w:rsidRPr="00D151E4">
        <w:instrText xml:space="preserve"> REF Note13 \h  \* MERGEFORMAT </w:instrText>
      </w:r>
      <w:r w:rsidR="00FF5217" w:rsidRPr="00D151E4">
        <w:fldChar w:fldCharType="separate"/>
      </w:r>
      <w:r w:rsidR="00BB4418" w:rsidRPr="00D151E4">
        <w:rPr>
          <w:color w:val="0000FF"/>
          <w:vertAlign w:val="superscript"/>
        </w:rPr>
        <w:t>(13)</w:t>
      </w:r>
      <w:r w:rsidR="00FF5217" w:rsidRPr="00D151E4">
        <w:fldChar w:fldCharType="end"/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GD</w:t>
      </w:r>
      <w:r>
        <w:tab/>
        <w:t>Grenade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GE</w:t>
      </w:r>
      <w:r>
        <w:tab/>
        <w:t>Géorgie</w:t>
      </w:r>
    </w:p>
    <w:p w:rsidR="0051728D" w:rsidRDefault="0051728D" w:rsidP="001C0091">
      <w:pPr>
        <w:tabs>
          <w:tab w:val="left" w:pos="567"/>
        </w:tabs>
        <w:ind w:left="709" w:hanging="709"/>
      </w:pPr>
      <w:r>
        <w:t>GG</w:t>
      </w:r>
      <w:r>
        <w:tab/>
        <w:t>Guernesey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030BE3">
        <w:rPr>
          <w:lang w:val="en-US"/>
        </w:rPr>
        <w:t>GH</w:t>
      </w:r>
      <w:r w:rsidRPr="00030BE3">
        <w:rPr>
          <w:lang w:val="en-US"/>
        </w:rPr>
        <w:tab/>
        <w:t>Ghana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030BE3">
        <w:rPr>
          <w:lang w:val="en-US"/>
        </w:rPr>
        <w:t>GI</w:t>
      </w:r>
      <w:r w:rsidRPr="00030BE3">
        <w:rPr>
          <w:lang w:val="en-US"/>
        </w:rPr>
        <w:tab/>
        <w:t>Gibraltar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030BE3">
        <w:rPr>
          <w:lang w:val="en-US"/>
        </w:rPr>
        <w:t>GL</w:t>
      </w:r>
      <w:r w:rsidRPr="00030BE3">
        <w:rPr>
          <w:lang w:val="en-US"/>
        </w:rPr>
        <w:tab/>
        <w:t>Groenland</w:t>
      </w:r>
    </w:p>
    <w:p w:rsidR="00DC3A71" w:rsidRPr="00727F7B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727F7B">
        <w:rPr>
          <w:lang w:val="fr-CH"/>
        </w:rPr>
        <w:t>GM</w:t>
      </w:r>
      <w:r w:rsidRPr="00727F7B">
        <w:rPr>
          <w:lang w:val="fr-CH"/>
        </w:rPr>
        <w:tab/>
        <w:t>Gambie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GN</w:t>
      </w:r>
      <w:r>
        <w:tab/>
        <w:t>Guinée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GQ</w:t>
      </w:r>
      <w:r>
        <w:tab/>
        <w:t>Guinée équatoriale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GR</w:t>
      </w:r>
      <w:r>
        <w:tab/>
        <w:t>Grèce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GS</w:t>
      </w:r>
      <w:r>
        <w:tab/>
        <w:t>Géorgie du Sud et les îles Sandwich du Sud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GT</w:t>
      </w:r>
      <w:r>
        <w:tab/>
        <w:t>Guatemala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GW</w:t>
      </w:r>
      <w:r>
        <w:tab/>
        <w:t>Guinée</w:t>
      </w:r>
      <w:r>
        <w:noBreakHyphen/>
        <w:t>Bissau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GY</w:t>
      </w:r>
      <w:r>
        <w:tab/>
        <w:t>Guyana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HK</w:t>
      </w:r>
      <w:r>
        <w:tab/>
        <w:t>Hong Kong</w:t>
      </w:r>
      <w:r w:rsidR="00567501" w:rsidRPr="00BB4418">
        <w:t>,</w:t>
      </w:r>
      <w:r w:rsidR="00567501">
        <w:t xml:space="preserve"> </w:t>
      </w:r>
      <w:r w:rsidR="00BB4418">
        <w:t>Chine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HN</w:t>
      </w:r>
      <w:r>
        <w:tab/>
        <w:t>Honduras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HR</w:t>
      </w:r>
      <w:r>
        <w:tab/>
        <w:t>Croatie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HT</w:t>
      </w:r>
      <w:r>
        <w:tab/>
        <w:t>Haïti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HU</w:t>
      </w:r>
      <w:r>
        <w:tab/>
        <w:t>Hongrie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IB</w:t>
      </w:r>
      <w:r>
        <w:tab/>
        <w:t>Bureau international de l</w:t>
      </w:r>
      <w:r w:rsidR="00DD07FE">
        <w:t>’</w:t>
      </w:r>
      <w:r>
        <w:t>Organisation Mondiale</w:t>
      </w:r>
      <w:r>
        <w:br/>
        <w:t>de la Propriété Intellectuelle (OMPI)</w:t>
      </w:r>
      <w:r>
        <w:fldChar w:fldCharType="begin"/>
      </w:r>
      <w:r>
        <w:instrText xml:space="preserve"> REF </w:instrText>
      </w:r>
      <w:r w:rsidR="00DF443A">
        <w:instrText xml:space="preserve">Note4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(4)</w:t>
      </w:r>
      <w:r>
        <w:fldChar w:fldCharType="end"/>
      </w:r>
      <w:r w:rsidR="00F70963">
        <w:t xml:space="preserve"> 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ID</w:t>
      </w:r>
      <w:r w:rsidRPr="0057387D">
        <w:rPr>
          <w:lang w:val="de-DE"/>
        </w:rPr>
        <w:tab/>
        <w:t>Indonésie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IE</w:t>
      </w:r>
      <w:r w:rsidRPr="0057387D">
        <w:rPr>
          <w:lang w:val="de-DE"/>
        </w:rPr>
        <w:tab/>
        <w:t>Irlande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IL</w:t>
      </w:r>
      <w:r w:rsidRPr="0057387D">
        <w:rPr>
          <w:lang w:val="de-DE"/>
        </w:rPr>
        <w:tab/>
        <w:t>Israël</w:t>
      </w:r>
    </w:p>
    <w:p w:rsidR="00554FB5" w:rsidRPr="0057387D" w:rsidRDefault="00554FB5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IM</w:t>
      </w:r>
      <w:r w:rsidRPr="0057387D">
        <w:rPr>
          <w:lang w:val="de-DE"/>
        </w:rPr>
        <w:tab/>
        <w:t>Île de Man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IN</w:t>
      </w:r>
      <w:r w:rsidRPr="0057387D">
        <w:rPr>
          <w:lang w:val="de-DE"/>
        </w:rPr>
        <w:tab/>
        <w:t>Inde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IQ</w:t>
      </w:r>
      <w:r>
        <w:tab/>
        <w:t>Iraq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IR</w:t>
      </w:r>
      <w:r>
        <w:tab/>
        <w:t>Iran (République islamique d</w:t>
      </w:r>
      <w:r w:rsidR="00DD07FE">
        <w:t>’</w:t>
      </w:r>
      <w:r>
        <w:t>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IS</w:t>
      </w:r>
      <w:r>
        <w:tab/>
        <w:t>Islande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IT</w:t>
      </w:r>
      <w:r>
        <w:tab/>
        <w:t>Italie</w:t>
      </w:r>
    </w:p>
    <w:p w:rsidR="00554FB5" w:rsidRDefault="00554FB5" w:rsidP="001C0091">
      <w:pPr>
        <w:tabs>
          <w:tab w:val="left" w:pos="567"/>
        </w:tabs>
        <w:ind w:left="709" w:hanging="709"/>
      </w:pPr>
      <w:r>
        <w:t>JE</w:t>
      </w:r>
      <w:r>
        <w:tab/>
        <w:t>Jersey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JM</w:t>
      </w:r>
      <w:r>
        <w:tab/>
        <w:t>Jamaïque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JO</w:t>
      </w:r>
      <w:r>
        <w:tab/>
        <w:t>Jordanie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JP</w:t>
      </w:r>
      <w:r>
        <w:tab/>
        <w:t>Japon</w:t>
      </w:r>
    </w:p>
    <w:p w:rsidR="00DC3A71" w:rsidRPr="0057387D" w:rsidRDefault="00DC3A71" w:rsidP="001C0091">
      <w:pPr>
        <w:tabs>
          <w:tab w:val="left" w:pos="567"/>
        </w:tabs>
        <w:ind w:left="709" w:hanging="709"/>
      </w:pPr>
      <w:r w:rsidRPr="0057387D">
        <w:t>KE</w:t>
      </w:r>
      <w:r w:rsidRPr="0057387D">
        <w:tab/>
        <w:t>Kenya</w:t>
      </w:r>
    </w:p>
    <w:p w:rsidR="00DC3A71" w:rsidRPr="0057387D" w:rsidRDefault="00DC3A71" w:rsidP="001C0091">
      <w:pPr>
        <w:tabs>
          <w:tab w:val="left" w:pos="567"/>
        </w:tabs>
        <w:ind w:left="709" w:hanging="709"/>
      </w:pPr>
      <w:r w:rsidRPr="0057387D">
        <w:t>KG</w:t>
      </w:r>
      <w:r w:rsidRPr="0057387D">
        <w:tab/>
      </w:r>
      <w:r w:rsidRPr="00554FB5">
        <w:t>Kirghizistan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KH</w:t>
      </w:r>
      <w:r w:rsidRPr="003C49AA">
        <w:rPr>
          <w:lang w:val="en-US"/>
        </w:rPr>
        <w:tab/>
      </w:r>
      <w:r w:rsidRPr="0057387D">
        <w:rPr>
          <w:lang w:val="en-US"/>
        </w:rPr>
        <w:t>Cambodge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KI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Kiribati</w:t>
          </w:r>
        </w:smartTag>
      </w:smartTag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KM</w:t>
      </w:r>
      <w:r w:rsidRPr="003C49AA">
        <w:rPr>
          <w:lang w:val="en-US"/>
        </w:rPr>
        <w:tab/>
      </w:r>
      <w:r w:rsidRPr="0057387D">
        <w:rPr>
          <w:lang w:val="en-US"/>
        </w:rPr>
        <w:t>Comores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57387D">
        <w:rPr>
          <w:lang w:val="fr-CH"/>
        </w:rPr>
        <w:t>KN</w:t>
      </w:r>
      <w:r w:rsidRPr="0057387D">
        <w:rPr>
          <w:lang w:val="fr-CH"/>
        </w:rPr>
        <w:tab/>
        <w:t>Saint</w:t>
      </w:r>
      <w:r w:rsidRPr="0057387D">
        <w:rPr>
          <w:lang w:val="fr-CH"/>
        </w:rPr>
        <w:noBreakHyphen/>
        <w:t>Kitts</w:t>
      </w:r>
      <w:r w:rsidRPr="0057387D">
        <w:rPr>
          <w:lang w:val="fr-CH"/>
        </w:rPr>
        <w:noBreakHyphen/>
        <w:t>et</w:t>
      </w:r>
      <w:r w:rsidRPr="0057387D">
        <w:rPr>
          <w:lang w:val="fr-CH"/>
        </w:rPr>
        <w:noBreakHyphen/>
        <w:t>Nevis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KP</w:t>
      </w:r>
      <w:r>
        <w:tab/>
        <w:t xml:space="preserve">République populaire </w:t>
      </w:r>
      <w:r>
        <w:br/>
        <w:t>démocratique de Corée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KR</w:t>
      </w:r>
      <w:r>
        <w:tab/>
        <w:t>République de Corée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KW</w:t>
      </w:r>
      <w:r>
        <w:tab/>
        <w:t>Koweït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KY</w:t>
      </w:r>
      <w:r>
        <w:tab/>
        <w:t>Îles Caïmanes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KZ</w:t>
      </w:r>
      <w:r>
        <w:tab/>
        <w:t>Kazakhstan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LA</w:t>
      </w:r>
      <w:r>
        <w:tab/>
        <w:t>République démocratique populaire lao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LB</w:t>
      </w:r>
      <w:r w:rsidRPr="0057387D">
        <w:rPr>
          <w:lang w:val="de-DE"/>
        </w:rPr>
        <w:tab/>
        <w:t>Liban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LC</w:t>
      </w:r>
      <w:r w:rsidRPr="0057387D">
        <w:rPr>
          <w:lang w:val="de-DE"/>
        </w:rPr>
        <w:tab/>
        <w:t>Sainte</w:t>
      </w:r>
      <w:r w:rsidRPr="0057387D">
        <w:rPr>
          <w:lang w:val="de-DE"/>
        </w:rPr>
        <w:noBreakHyphen/>
        <w:t>Lucie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LI</w:t>
      </w:r>
      <w:r w:rsidRPr="0057387D">
        <w:rPr>
          <w:lang w:val="de-DE"/>
        </w:rPr>
        <w:tab/>
        <w:t>Liechtenstein</w:t>
      </w:r>
    </w:p>
    <w:p w:rsidR="00DC3A71" w:rsidRDefault="00030BE3" w:rsidP="001C0091">
      <w:pPr>
        <w:tabs>
          <w:tab w:val="left" w:pos="567"/>
        </w:tabs>
        <w:ind w:left="709" w:hanging="709"/>
      </w:pPr>
      <w:r>
        <w:t>LK</w:t>
      </w:r>
      <w:r>
        <w:tab/>
        <w:t>Sri </w:t>
      </w:r>
      <w:r w:rsidR="00DC3A71">
        <w:t>Lanka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LR</w:t>
      </w:r>
      <w:r>
        <w:tab/>
        <w:t>Libéria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LS</w:t>
      </w:r>
      <w:r>
        <w:tab/>
        <w:t>Lesotho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LT</w:t>
      </w:r>
      <w:r w:rsidRPr="0057387D">
        <w:rPr>
          <w:lang w:val="de-DE"/>
        </w:rPr>
        <w:tab/>
        <w:t>Lituanie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LU</w:t>
      </w:r>
      <w:r w:rsidRPr="0057387D">
        <w:rPr>
          <w:lang w:val="de-DE"/>
        </w:rPr>
        <w:tab/>
        <w:t>Luxembourg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de-DE"/>
        </w:rPr>
      </w:pPr>
      <w:r w:rsidRPr="0057387D">
        <w:rPr>
          <w:lang w:val="de-DE"/>
        </w:rPr>
        <w:t>LV</w:t>
      </w:r>
      <w:r w:rsidRPr="0057387D">
        <w:rPr>
          <w:lang w:val="de-DE"/>
        </w:rPr>
        <w:tab/>
        <w:t>Lettonie</w:t>
      </w:r>
    </w:p>
    <w:p w:rsidR="00DC3A71" w:rsidRPr="00C5786C" w:rsidRDefault="00DC3A71" w:rsidP="001C0091">
      <w:pPr>
        <w:tabs>
          <w:tab w:val="left" w:pos="567"/>
        </w:tabs>
        <w:spacing w:after="120"/>
        <w:ind w:left="709" w:hanging="709"/>
        <w:rPr>
          <w:lang w:val="es-ES"/>
        </w:rPr>
      </w:pPr>
      <w:r w:rsidRPr="00C5786C">
        <w:rPr>
          <w:lang w:val="es-ES"/>
        </w:rPr>
        <w:t>LY</w:t>
      </w:r>
      <w:r w:rsidRPr="00C5786C">
        <w:rPr>
          <w:lang w:val="es-ES"/>
        </w:rPr>
        <w:tab/>
      </w:r>
      <w:r w:rsidR="001D19AA" w:rsidRPr="00C5786C">
        <w:rPr>
          <w:lang w:val="es-ES"/>
        </w:rPr>
        <w:t>L</w:t>
      </w:r>
      <w:r w:rsidRPr="00C5786C">
        <w:rPr>
          <w:lang w:val="es-ES"/>
        </w:rPr>
        <w:t>ibye</w:t>
      </w:r>
    </w:p>
    <w:p w:rsidR="00DC3A71" w:rsidRPr="00C5786C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C5786C">
        <w:rPr>
          <w:lang w:val="es-ES"/>
        </w:rPr>
        <w:t>MA</w:t>
      </w:r>
      <w:r w:rsidRPr="00C5786C">
        <w:rPr>
          <w:lang w:val="es-ES"/>
        </w:rPr>
        <w:tab/>
        <w:t>Maroc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MC</w:t>
      </w:r>
      <w:r w:rsidRPr="003C49AA">
        <w:rPr>
          <w:lang w:val="es-ES"/>
        </w:rPr>
        <w:tab/>
      </w:r>
      <w:r w:rsidRPr="00C5786C">
        <w:rPr>
          <w:lang w:val="es-ES"/>
        </w:rPr>
        <w:t>Monaco</w:t>
      </w:r>
    </w:p>
    <w:p w:rsidR="00DC3A71" w:rsidRPr="00B740AF" w:rsidRDefault="00DC3A71" w:rsidP="001C0091">
      <w:pPr>
        <w:tabs>
          <w:tab w:val="left" w:pos="567"/>
        </w:tabs>
        <w:ind w:left="709" w:hanging="709"/>
      </w:pPr>
      <w:r w:rsidRPr="00B740AF">
        <w:t>MD</w:t>
      </w:r>
      <w:r w:rsidRPr="00B740AF">
        <w:tab/>
      </w:r>
      <w:r w:rsidRPr="00554FB5">
        <w:t>République</w:t>
      </w:r>
      <w:r w:rsidRPr="00B740AF">
        <w:t xml:space="preserve"> de Moldova</w:t>
      </w:r>
    </w:p>
    <w:p w:rsidR="00DF443A" w:rsidRPr="00B740AF" w:rsidRDefault="006A6CE8" w:rsidP="001C0091">
      <w:pPr>
        <w:tabs>
          <w:tab w:val="left" w:pos="567"/>
        </w:tabs>
        <w:ind w:left="709" w:hanging="709"/>
      </w:pPr>
      <w:r w:rsidRPr="00B740AF">
        <w:t>ME</w:t>
      </w:r>
      <w:r w:rsidRPr="00B740AF">
        <w:tab/>
        <w:t>Monténé</w:t>
      </w:r>
      <w:r w:rsidR="00DF443A" w:rsidRPr="00B740AF">
        <w:t>gro</w:t>
      </w:r>
    </w:p>
    <w:p w:rsidR="00DC3A71" w:rsidRPr="009F7D61" w:rsidRDefault="00DC3A71" w:rsidP="009F7D61">
      <w:pPr>
        <w:tabs>
          <w:tab w:val="left" w:pos="567"/>
        </w:tabs>
        <w:ind w:left="709" w:hanging="709"/>
        <w:rPr>
          <w:color w:val="000000"/>
          <w:u w:val="single"/>
          <w:lang w:val="fr-CH"/>
        </w:rPr>
      </w:pPr>
      <w:r w:rsidRPr="00C5786C">
        <w:rPr>
          <w:lang w:val="fr-CH"/>
        </w:rPr>
        <w:t>MG</w:t>
      </w:r>
      <w:r w:rsidRPr="00C5786C">
        <w:rPr>
          <w:lang w:val="fr-CH"/>
        </w:rPr>
        <w:tab/>
        <w:t>Madagascar</w:t>
      </w:r>
    </w:p>
    <w:p w:rsidR="00223F1F" w:rsidRPr="00C5786C" w:rsidRDefault="00223F1F" w:rsidP="009F7D61">
      <w:pPr>
        <w:shd w:val="clear" w:color="auto" w:fill="FFFF00"/>
        <w:tabs>
          <w:tab w:val="left" w:pos="567"/>
        </w:tabs>
        <w:ind w:left="709" w:hanging="709"/>
        <w:rPr>
          <w:lang w:val="fr-CH"/>
        </w:rPr>
      </w:pPr>
      <w:r w:rsidRPr="009F7D61">
        <w:rPr>
          <w:color w:val="000000"/>
          <w:u w:val="single"/>
          <w:lang w:val="fr-CH"/>
        </w:rPr>
        <w:t>MH</w:t>
      </w:r>
      <w:r w:rsidRPr="009F7D61">
        <w:rPr>
          <w:color w:val="000000"/>
          <w:u w:val="single"/>
          <w:lang w:val="fr-CH"/>
        </w:rPr>
        <w:tab/>
        <w:t>Îles Marshall</w:t>
      </w:r>
    </w:p>
    <w:p w:rsidR="00DC3A71" w:rsidRPr="001C0091" w:rsidRDefault="00DC3A71" w:rsidP="001C0091">
      <w:pPr>
        <w:tabs>
          <w:tab w:val="left" w:pos="567"/>
        </w:tabs>
        <w:ind w:left="709" w:hanging="709"/>
        <w:rPr>
          <w:spacing w:val="-2"/>
        </w:rPr>
      </w:pPr>
      <w:r w:rsidRPr="001C0091">
        <w:rPr>
          <w:spacing w:val="-2"/>
        </w:rPr>
        <w:t>MK</w:t>
      </w:r>
      <w:r w:rsidRPr="001C0091">
        <w:rPr>
          <w:spacing w:val="-2"/>
        </w:rPr>
        <w:tab/>
        <w:t>Macédoine</w:t>
      </w:r>
      <w:r w:rsidR="00567501" w:rsidRPr="001C0091">
        <w:rPr>
          <w:spacing w:val="-2"/>
        </w:rPr>
        <w:t xml:space="preserve"> </w:t>
      </w:r>
      <w:r w:rsidR="00567501" w:rsidRPr="00BB4418">
        <w:rPr>
          <w:spacing w:val="-2"/>
        </w:rPr>
        <w:t>du Nord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ML</w:t>
      </w:r>
      <w:r>
        <w:tab/>
        <w:t>Mali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MM</w:t>
      </w:r>
      <w:r>
        <w:tab/>
        <w:t>Myanmar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MN</w:t>
      </w:r>
      <w:r>
        <w:tab/>
        <w:t>Mongolie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MO</w:t>
      </w:r>
      <w:r>
        <w:tab/>
        <w:t>Macao</w:t>
      </w:r>
      <w:r w:rsidR="00567501" w:rsidRPr="00BB4418">
        <w:t>, Chine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MP</w:t>
      </w:r>
      <w:r>
        <w:tab/>
        <w:t>Îles Mariannes du Nord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MR</w:t>
      </w:r>
      <w:r>
        <w:tab/>
        <w:t>Mauritanie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DA7FA4">
        <w:rPr>
          <w:lang w:val="fr-CH"/>
        </w:rPr>
        <w:t>MS</w:t>
      </w:r>
      <w:r w:rsidRPr="00DA7FA4">
        <w:rPr>
          <w:lang w:val="fr-CH"/>
        </w:rPr>
        <w:tab/>
        <w:t>Montserrat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DA7FA4">
        <w:rPr>
          <w:lang w:val="fr-CH"/>
        </w:rPr>
        <w:t>MT</w:t>
      </w:r>
      <w:r w:rsidRPr="00DA7FA4">
        <w:rPr>
          <w:lang w:val="fr-CH"/>
        </w:rPr>
        <w:tab/>
        <w:t>Malte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DA7FA4">
        <w:rPr>
          <w:lang w:val="fr-CH"/>
        </w:rPr>
        <w:t>MU</w:t>
      </w:r>
      <w:r w:rsidRPr="00DA7FA4">
        <w:rPr>
          <w:lang w:val="fr-CH"/>
        </w:rPr>
        <w:tab/>
        <w:t>Maurice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MV</w:t>
      </w:r>
      <w:r>
        <w:tab/>
        <w:t>Maldives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MW</w:t>
      </w:r>
      <w:r>
        <w:tab/>
        <w:t>Malawi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MX</w:t>
      </w:r>
      <w:r>
        <w:tab/>
        <w:t>Mexique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MY</w:t>
      </w:r>
      <w:r>
        <w:tab/>
        <w:t>Malaisie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MZ</w:t>
      </w:r>
      <w:r>
        <w:tab/>
        <w:t>Mozambique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NA</w:t>
      </w:r>
      <w:r>
        <w:tab/>
        <w:t>Namibie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NE</w:t>
      </w:r>
      <w:r>
        <w:tab/>
        <w:t>Niger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NG</w:t>
      </w:r>
      <w:r>
        <w:tab/>
        <w:t>Nigéria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NI</w:t>
      </w:r>
      <w:r>
        <w:tab/>
        <w:t>Nicaragua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NL</w:t>
      </w:r>
      <w:r>
        <w:tab/>
        <w:t>Pays</w:t>
      </w:r>
      <w:r>
        <w:noBreakHyphen/>
        <w:t>Bas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NO</w:t>
      </w:r>
      <w:r>
        <w:tab/>
        <w:t>Norvège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NP</w:t>
      </w:r>
      <w:r>
        <w:tab/>
        <w:t>Népal</w:t>
      </w:r>
    </w:p>
    <w:p w:rsidR="00DC3A71" w:rsidRPr="009F7D61" w:rsidRDefault="00DC3A71" w:rsidP="009F7D61">
      <w:pPr>
        <w:tabs>
          <w:tab w:val="left" w:pos="567"/>
        </w:tabs>
        <w:ind w:left="709" w:hanging="709"/>
        <w:rPr>
          <w:color w:val="000000"/>
          <w:u w:val="single"/>
        </w:rPr>
      </w:pPr>
      <w:r>
        <w:t>NR</w:t>
      </w:r>
      <w:r>
        <w:tab/>
        <w:t>Nauru</w:t>
      </w:r>
    </w:p>
    <w:p w:rsidR="00223F1F" w:rsidRDefault="00223F1F" w:rsidP="009F7D61">
      <w:pPr>
        <w:shd w:val="clear" w:color="auto" w:fill="FFFF00"/>
        <w:tabs>
          <w:tab w:val="left" w:pos="567"/>
        </w:tabs>
        <w:ind w:left="709" w:hanging="709"/>
      </w:pPr>
      <w:r w:rsidRPr="009F7D61">
        <w:rPr>
          <w:color w:val="000000"/>
          <w:u w:val="single"/>
        </w:rPr>
        <w:t>NU</w:t>
      </w:r>
      <w:r w:rsidRPr="009F7D61">
        <w:rPr>
          <w:color w:val="000000"/>
          <w:u w:val="single"/>
        </w:rPr>
        <w:tab/>
        <w:t>Nioué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NZ</w:t>
      </w:r>
      <w:r>
        <w:tab/>
        <w:t>Nouvelle</w:t>
      </w:r>
      <w:r>
        <w:noBreakHyphen/>
        <w:t>Zélande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OA</w:t>
      </w:r>
      <w:r>
        <w:tab/>
        <w:t>Organisation africaine de la propriété</w:t>
      </w:r>
      <w:r>
        <w:br/>
        <w:t>intellectuelle (OAPI)</w:t>
      </w:r>
      <w:r>
        <w:fldChar w:fldCharType="begin"/>
      </w:r>
      <w:r>
        <w:instrText xml:space="preserve"> REF </w:instrText>
      </w:r>
      <w:r w:rsidR="00DF443A">
        <w:instrText xml:space="preserve">Note1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(1)</w:t>
      </w:r>
      <w:r>
        <w:fldChar w:fldCharType="end"/>
      </w:r>
      <w:r w:rsidR="00F70963">
        <w:t xml:space="preserve"> 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OM</w:t>
      </w:r>
      <w:r>
        <w:tab/>
        <w:t>Oman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PA</w:t>
      </w:r>
      <w:r>
        <w:tab/>
        <w:t>Panama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PE</w:t>
      </w:r>
      <w:r>
        <w:tab/>
        <w:t>Pérou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PG</w:t>
      </w:r>
      <w:r>
        <w:tab/>
        <w:t>Papouasie</w:t>
      </w:r>
      <w:r>
        <w:noBreakHyphen/>
        <w:t>Nouvelle</w:t>
      </w:r>
      <w:r>
        <w:noBreakHyphen/>
        <w:t>Guinée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PH</w:t>
      </w:r>
      <w:r>
        <w:tab/>
        <w:t>Philippines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PK</w:t>
      </w:r>
      <w:r>
        <w:tab/>
        <w:t>Pakistan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PL</w:t>
      </w:r>
      <w:r>
        <w:tab/>
        <w:t>Pologne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PT</w:t>
      </w:r>
      <w:r w:rsidRPr="003C49AA">
        <w:rPr>
          <w:lang w:val="es-ES"/>
        </w:rPr>
        <w:tab/>
        <w:t>Portugal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s-ES"/>
        </w:rPr>
      </w:pPr>
      <w:r w:rsidRPr="003C49AA">
        <w:rPr>
          <w:lang w:val="es-ES"/>
        </w:rPr>
        <w:t>PW</w:t>
      </w:r>
      <w:r w:rsidRPr="003C49AA">
        <w:rPr>
          <w:lang w:val="es-ES"/>
        </w:rPr>
        <w:tab/>
      </w:r>
      <w:r w:rsidRPr="00C5786C">
        <w:rPr>
          <w:lang w:val="es-ES"/>
        </w:rPr>
        <w:t>Palaos</w:t>
      </w:r>
    </w:p>
    <w:p w:rsidR="00DC3A71" w:rsidRPr="003C49AA" w:rsidRDefault="00DC3A71" w:rsidP="001C0091">
      <w:pPr>
        <w:tabs>
          <w:tab w:val="left" w:pos="567"/>
        </w:tabs>
        <w:spacing w:after="120"/>
        <w:ind w:left="709" w:hanging="709"/>
        <w:rPr>
          <w:lang w:val="es-ES"/>
        </w:rPr>
      </w:pPr>
      <w:r w:rsidRPr="003C49AA">
        <w:rPr>
          <w:lang w:val="es-ES"/>
        </w:rPr>
        <w:t>PY</w:t>
      </w:r>
      <w:r w:rsidRPr="003C49AA">
        <w:rPr>
          <w:lang w:val="es-ES"/>
        </w:rPr>
        <w:tab/>
        <w:t>Paraguay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DA7FA4">
        <w:rPr>
          <w:lang w:val="en-US"/>
        </w:rPr>
        <w:t>QA</w:t>
      </w:r>
      <w:r w:rsidRPr="00DA7FA4">
        <w:rPr>
          <w:lang w:val="en-US"/>
        </w:rPr>
        <w:tab/>
        <w:t>Qatar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QZ</w:t>
      </w:r>
      <w:r>
        <w:tab/>
      </w:r>
      <w:r>
        <w:rPr>
          <w:snapToGrid w:val="0"/>
        </w:rPr>
        <w:t>Office communautaire des variétés végétales (</w:t>
      </w:r>
      <w:r w:rsidR="00F55659">
        <w:rPr>
          <w:snapToGrid w:val="0"/>
        </w:rPr>
        <w:t>Union</w:t>
      </w:r>
      <w:r>
        <w:rPr>
          <w:snapToGrid w:val="0"/>
        </w:rPr>
        <w:t xml:space="preserve"> européenne) (OCVV)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  <w:r w:rsidR="0058226C" w:rsidRPr="00BB4418">
        <w:t xml:space="preserve"> </w:t>
      </w:r>
      <w:r w:rsidR="0058226C" w:rsidRPr="00BB4418">
        <w:rPr>
          <w:color w:val="0000FF"/>
          <w:vertAlign w:val="superscript"/>
        </w:rPr>
        <w:t>(</w:t>
      </w:r>
      <w:hyperlink w:anchor="Note14" w:history="1">
        <w:r w:rsidR="0058226C" w:rsidRPr="00BB4418">
          <w:rPr>
            <w:rStyle w:val="Hyperlink"/>
            <w:u w:val="none"/>
            <w:vertAlign w:val="superscript"/>
          </w:rPr>
          <w:t>14)</w:t>
        </w:r>
      </w:hyperlink>
    </w:p>
    <w:p w:rsidR="00DC3A71" w:rsidRDefault="00DC3A71" w:rsidP="001C0091">
      <w:pPr>
        <w:tabs>
          <w:tab w:val="left" w:pos="567"/>
        </w:tabs>
        <w:ind w:left="709" w:hanging="709"/>
      </w:pPr>
      <w:r>
        <w:t>RO</w:t>
      </w:r>
      <w:r>
        <w:tab/>
        <w:t>Roumanie</w:t>
      </w:r>
    </w:p>
    <w:p w:rsidR="00DF443A" w:rsidRDefault="00DF443A" w:rsidP="001C0091">
      <w:pPr>
        <w:tabs>
          <w:tab w:val="left" w:pos="567"/>
        </w:tabs>
        <w:ind w:left="709" w:hanging="709"/>
      </w:pPr>
      <w:r>
        <w:t>RS</w:t>
      </w:r>
      <w:r>
        <w:tab/>
        <w:t>Serbie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RU</w:t>
      </w:r>
      <w:r>
        <w:tab/>
        <w:t>Fédération de Russie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RW</w:t>
      </w:r>
      <w:r>
        <w:tab/>
        <w:t>Rwanda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SA</w:t>
      </w:r>
      <w:r>
        <w:tab/>
        <w:t>Arabie saoudite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SB</w:t>
      </w:r>
      <w:r>
        <w:tab/>
        <w:t>Îles Salomon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SC</w:t>
      </w:r>
      <w:r>
        <w:tab/>
        <w:t>Seychelles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SD</w:t>
      </w:r>
      <w:r>
        <w:tab/>
        <w:t>Soudan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SE</w:t>
      </w:r>
      <w:r>
        <w:tab/>
        <w:t>Suède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SG</w:t>
      </w:r>
      <w:r>
        <w:tab/>
        <w:t>Singapour</w:t>
      </w:r>
    </w:p>
    <w:p w:rsidR="00DC3A71" w:rsidRPr="001C0091" w:rsidRDefault="00DC3A71" w:rsidP="001C0091">
      <w:pPr>
        <w:tabs>
          <w:tab w:val="left" w:pos="567"/>
        </w:tabs>
        <w:ind w:left="709" w:hanging="709"/>
      </w:pPr>
      <w:r w:rsidRPr="001C0091">
        <w:t>SH</w:t>
      </w:r>
      <w:r w:rsidRPr="001C0091">
        <w:tab/>
        <w:t>Sainte</w:t>
      </w:r>
      <w:r w:rsidRPr="001C0091">
        <w:noBreakHyphen/>
        <w:t>Hélène</w:t>
      </w:r>
      <w:r w:rsidR="00CD0BE3" w:rsidRPr="001C0091">
        <w:t>, Ascension et Tristan da Cunha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SI</w:t>
      </w:r>
      <w:r>
        <w:tab/>
        <w:t>Slovénie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SK</w:t>
      </w:r>
      <w:r>
        <w:tab/>
        <w:t>Slovaquie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SL</w:t>
      </w:r>
      <w:r>
        <w:tab/>
        <w:t>Sierra Leone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SM</w:t>
      </w:r>
      <w:r>
        <w:tab/>
        <w:t>Saint</w:t>
      </w:r>
      <w:r>
        <w:noBreakHyphen/>
        <w:t>Marin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SN</w:t>
      </w:r>
      <w:r>
        <w:tab/>
        <w:t>Sénégal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SO</w:t>
      </w:r>
      <w:r>
        <w:tab/>
        <w:t>Somalie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SR</w:t>
      </w:r>
      <w:r>
        <w:tab/>
        <w:t>Suriname</w:t>
      </w:r>
    </w:p>
    <w:p w:rsidR="00E24F98" w:rsidRDefault="00E24F98" w:rsidP="001C0091">
      <w:pPr>
        <w:tabs>
          <w:tab w:val="left" w:pos="567"/>
        </w:tabs>
        <w:ind w:left="709" w:hanging="709"/>
      </w:pPr>
      <w:r>
        <w:t>SS</w:t>
      </w:r>
      <w:r>
        <w:tab/>
        <w:t>Soudan du Sud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ST</w:t>
      </w:r>
      <w:r>
        <w:tab/>
        <w:t xml:space="preserve">Sao </w:t>
      </w:r>
      <w:r w:rsidRPr="0057387D">
        <w:rPr>
          <w:lang w:val="fr-CH"/>
        </w:rPr>
        <w:t>Tomé</w:t>
      </w:r>
      <w:r w:rsidRPr="0057387D">
        <w:rPr>
          <w:lang w:val="fr-CH"/>
        </w:rPr>
        <w:noBreakHyphen/>
        <w:t>et</w:t>
      </w:r>
      <w:r w:rsidRPr="0057387D">
        <w:rPr>
          <w:lang w:val="fr-CH"/>
        </w:rPr>
        <w:noBreakHyphen/>
        <w:t>Principe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SV</w:t>
      </w:r>
      <w:r>
        <w:tab/>
        <w:t>El</w:t>
      </w:r>
      <w:r w:rsidR="00030BE3">
        <w:t> </w:t>
      </w:r>
      <w:r>
        <w:t>Salvador</w:t>
      </w:r>
    </w:p>
    <w:p w:rsidR="00CD0BE3" w:rsidRDefault="00CD0BE3" w:rsidP="001C0091">
      <w:pPr>
        <w:tabs>
          <w:tab w:val="left" w:pos="567"/>
        </w:tabs>
        <w:ind w:left="709" w:hanging="709"/>
      </w:pPr>
      <w:r>
        <w:t>SX</w:t>
      </w:r>
      <w:r>
        <w:tab/>
        <w:t>Saint-Martin (partie néerlandaise)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SY</w:t>
      </w:r>
      <w:r>
        <w:tab/>
        <w:t>République arabe syrienne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SZ</w:t>
      </w:r>
      <w:r>
        <w:tab/>
      </w:r>
      <w:r w:rsidR="00C74F31">
        <w:t>Eswatini (l</w:t>
      </w:r>
      <w:r w:rsidR="00DD07FE">
        <w:t>’</w:t>
      </w:r>
      <w:r w:rsidR="00C74F31">
        <w:t>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TC</w:t>
      </w:r>
      <w:r>
        <w:tab/>
        <w:t>Îles Turks et Caïques</w:t>
      </w:r>
    </w:p>
    <w:p w:rsidR="00DC3A71" w:rsidRPr="0057387D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57387D">
        <w:rPr>
          <w:lang w:val="fr-CH"/>
        </w:rPr>
        <w:t>TD</w:t>
      </w:r>
      <w:r w:rsidRPr="0057387D">
        <w:rPr>
          <w:lang w:val="fr-CH"/>
        </w:rPr>
        <w:tab/>
      </w:r>
      <w:r w:rsidRPr="00554FB5">
        <w:t>Tchad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TG</w:t>
      </w:r>
      <w:r w:rsidRPr="003C49AA">
        <w:rPr>
          <w:lang w:val="en-US"/>
        </w:rPr>
        <w:tab/>
      </w:r>
      <w:smartTag w:uri="urn:schemas-microsoft-com:office:smarttags" w:element="country-region">
        <w:smartTag w:uri="urn:schemas-microsoft-com:office:smarttags" w:element="place">
          <w:r w:rsidRPr="003C49AA">
            <w:rPr>
              <w:lang w:val="en-US"/>
            </w:rPr>
            <w:t>Togo</w:t>
          </w:r>
        </w:smartTag>
      </w:smartTag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TH</w:t>
      </w:r>
      <w:r w:rsidRPr="003C49AA">
        <w:rPr>
          <w:lang w:val="en-US"/>
        </w:rPr>
        <w:tab/>
      </w:r>
      <w:r w:rsidRPr="0057387D">
        <w:rPr>
          <w:lang w:val="en-US"/>
        </w:rPr>
        <w:t>Thaïlande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TJ</w:t>
      </w:r>
      <w:r w:rsidRPr="003C49AA">
        <w:rPr>
          <w:lang w:val="en-US"/>
        </w:rPr>
        <w:tab/>
      </w:r>
      <w:r w:rsidRPr="0057387D">
        <w:rPr>
          <w:lang w:val="en-US"/>
        </w:rPr>
        <w:t>Tadjikistan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TL</w:t>
      </w:r>
      <w:r w:rsidRPr="003C49AA">
        <w:rPr>
          <w:lang w:val="en-US"/>
        </w:rPr>
        <w:tab/>
        <w:t>Timor-Leste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TM</w:t>
      </w:r>
      <w:r w:rsidRPr="003C49AA">
        <w:rPr>
          <w:lang w:val="en-US"/>
        </w:rPr>
        <w:tab/>
      </w:r>
      <w:r w:rsidRPr="0057387D">
        <w:rPr>
          <w:lang w:val="en-US"/>
        </w:rPr>
        <w:t>Turkménistan</w:t>
      </w:r>
    </w:p>
    <w:p w:rsidR="00DC3A71" w:rsidRPr="003C49AA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3C49AA">
        <w:rPr>
          <w:lang w:val="en-US"/>
        </w:rPr>
        <w:t>TN</w:t>
      </w:r>
      <w:r w:rsidRPr="003C49AA">
        <w:rPr>
          <w:lang w:val="en-US"/>
        </w:rPr>
        <w:tab/>
      </w:r>
      <w:r w:rsidRPr="0057387D">
        <w:rPr>
          <w:lang w:val="en-US"/>
        </w:rPr>
        <w:t>Tunisie</w:t>
      </w:r>
    </w:p>
    <w:p w:rsidR="00DC3A71" w:rsidRPr="00030BE3" w:rsidRDefault="00DC3A71" w:rsidP="001C0091">
      <w:pPr>
        <w:tabs>
          <w:tab w:val="left" w:pos="567"/>
        </w:tabs>
        <w:ind w:left="709" w:hanging="709"/>
        <w:rPr>
          <w:lang w:val="en-US"/>
        </w:rPr>
      </w:pPr>
      <w:r w:rsidRPr="00030BE3">
        <w:rPr>
          <w:lang w:val="en-US"/>
        </w:rPr>
        <w:t>TO</w:t>
      </w:r>
      <w:r w:rsidRPr="00030BE3">
        <w:rPr>
          <w:lang w:val="en-US"/>
        </w:rPr>
        <w:tab/>
        <w:t>Tonga</w:t>
      </w:r>
    </w:p>
    <w:p w:rsidR="001E15CC" w:rsidRPr="00727F7B" w:rsidRDefault="00DC3A71" w:rsidP="001C0091">
      <w:pPr>
        <w:tabs>
          <w:tab w:val="left" w:pos="567"/>
        </w:tabs>
        <w:ind w:left="709" w:hanging="709"/>
        <w:rPr>
          <w:szCs w:val="17"/>
          <w:lang w:val="fr-CH"/>
        </w:rPr>
      </w:pPr>
      <w:r w:rsidRPr="00727F7B">
        <w:rPr>
          <w:lang w:val="fr-CH"/>
        </w:rPr>
        <w:t>TR</w:t>
      </w:r>
      <w:r w:rsidRPr="00727F7B">
        <w:rPr>
          <w:lang w:val="fr-CH"/>
        </w:rPr>
        <w:tab/>
      </w:r>
      <w:r w:rsidR="00473E32" w:rsidRPr="00727F7B">
        <w:rPr>
          <w:szCs w:val="17"/>
          <w:lang w:val="fr-CH"/>
        </w:rPr>
        <w:t>Türkiye</w:t>
      </w:r>
    </w:p>
    <w:p w:rsidR="00DC3A71" w:rsidRPr="00727F7B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727F7B">
        <w:rPr>
          <w:lang w:val="fr-CH"/>
        </w:rPr>
        <w:t>TT</w:t>
      </w:r>
      <w:r w:rsidRPr="00727F7B">
        <w:rPr>
          <w:lang w:val="fr-CH"/>
        </w:rPr>
        <w:tab/>
        <w:t>Trinité</w:t>
      </w:r>
      <w:r w:rsidRPr="00727F7B">
        <w:rPr>
          <w:lang w:val="fr-CH"/>
        </w:rPr>
        <w:noBreakHyphen/>
        <w:t>et</w:t>
      </w:r>
      <w:r w:rsidRPr="00727F7B">
        <w:rPr>
          <w:lang w:val="fr-CH"/>
        </w:rPr>
        <w:noBreakHyphen/>
        <w:t>Tobago</w:t>
      </w:r>
    </w:p>
    <w:p w:rsidR="00DC3A71" w:rsidRPr="00727F7B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727F7B">
        <w:rPr>
          <w:lang w:val="fr-CH"/>
        </w:rPr>
        <w:t>TV</w:t>
      </w:r>
      <w:r w:rsidRPr="00727F7B">
        <w:rPr>
          <w:lang w:val="fr-CH"/>
        </w:rPr>
        <w:tab/>
        <w:t>Tuvalu</w:t>
      </w:r>
    </w:p>
    <w:p w:rsidR="00DC3A71" w:rsidRPr="00DA7FA4" w:rsidRDefault="00DC3A71" w:rsidP="001C0091">
      <w:pPr>
        <w:tabs>
          <w:tab w:val="left" w:pos="567"/>
        </w:tabs>
        <w:ind w:left="709" w:hanging="709"/>
        <w:rPr>
          <w:lang w:val="fr-CH"/>
        </w:rPr>
      </w:pPr>
      <w:r w:rsidRPr="00DA7FA4">
        <w:rPr>
          <w:lang w:val="fr-CH"/>
        </w:rPr>
        <w:t>TW</w:t>
      </w:r>
      <w:r w:rsidRPr="00DA7FA4">
        <w:rPr>
          <w:lang w:val="fr-CH"/>
        </w:rPr>
        <w:tab/>
      </w:r>
      <w:r w:rsidR="00567501" w:rsidRPr="00DA7FA4">
        <w:rPr>
          <w:lang w:val="fr-CH"/>
        </w:rPr>
        <w:t>Province chinoise de Taiwan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TZ</w:t>
      </w:r>
      <w:r>
        <w:tab/>
      </w:r>
      <w:r w:rsidRPr="00554FB5">
        <w:t>République</w:t>
      </w:r>
      <w:r w:rsidRPr="00554FB5">
        <w:noBreakHyphen/>
        <w:t>Unie</w:t>
      </w:r>
      <w:r>
        <w:t xml:space="preserve"> de Tanzanie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UA</w:t>
      </w:r>
      <w:r>
        <w:tab/>
        <w:t>Ukraine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UG</w:t>
      </w:r>
      <w:r>
        <w:tab/>
        <w:t>Ouganda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US</w:t>
      </w:r>
      <w:r>
        <w:tab/>
        <w:t>États</w:t>
      </w:r>
      <w:r>
        <w:noBreakHyphen/>
        <w:t>Unis d</w:t>
      </w:r>
      <w:r w:rsidR="00DD07FE">
        <w:t>’</w:t>
      </w:r>
      <w:r>
        <w:t>Amérique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UY</w:t>
      </w:r>
      <w:r>
        <w:tab/>
        <w:t>Uruguay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UZ</w:t>
      </w:r>
      <w:r>
        <w:tab/>
        <w:t>Ouzbékistan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VA</w:t>
      </w:r>
      <w:r>
        <w:tab/>
        <w:t>Saint</w:t>
      </w:r>
      <w:r>
        <w:noBreakHyphen/>
        <w:t>Siège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VC</w:t>
      </w:r>
      <w:r>
        <w:tab/>
        <w:t>Saint</w:t>
      </w:r>
      <w:r>
        <w:noBreakHyphen/>
        <w:t>Vincent</w:t>
      </w:r>
      <w:r>
        <w:noBreakHyphen/>
        <w:t>et</w:t>
      </w:r>
      <w:r>
        <w:noBreakHyphen/>
        <w:t>les Grenadines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VE</w:t>
      </w:r>
      <w:r>
        <w:tab/>
      </w:r>
      <w:r w:rsidRPr="00BB4418">
        <w:t>Venezuela</w:t>
      </w:r>
      <w:r w:rsidR="00567501" w:rsidRPr="00BB4418">
        <w:rPr>
          <w:color w:val="000000"/>
        </w:rPr>
        <w:t xml:space="preserve"> (</w:t>
      </w:r>
      <w:r w:rsidR="00C20857" w:rsidRPr="00BB4418">
        <w:rPr>
          <w:color w:val="000000"/>
          <w:szCs w:val="24"/>
        </w:rPr>
        <w:t>République bolivarienne du</w:t>
      </w:r>
      <w:r w:rsidR="00567501" w:rsidRPr="00BB4418">
        <w:rPr>
          <w:color w:val="000000"/>
          <w:szCs w:val="24"/>
        </w:rPr>
        <w:t>)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VG</w:t>
      </w:r>
      <w:r>
        <w:tab/>
        <w:t>Îles Vierges britanniques</w:t>
      </w:r>
    </w:p>
    <w:p w:rsidR="00DC3A71" w:rsidRDefault="00030BE3" w:rsidP="001C0091">
      <w:pPr>
        <w:tabs>
          <w:tab w:val="left" w:pos="567"/>
        </w:tabs>
        <w:ind w:left="709" w:hanging="709"/>
      </w:pPr>
      <w:r>
        <w:t>VN</w:t>
      </w:r>
      <w:r>
        <w:tab/>
        <w:t>Viet </w:t>
      </w:r>
      <w:r w:rsidR="00DC3A71">
        <w:t>Nam</w:t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VU</w:t>
      </w:r>
      <w:r>
        <w:tab/>
        <w:t>Vanuatu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WO</w:t>
      </w:r>
      <w:r>
        <w:tab/>
        <w:t xml:space="preserve">Organisation Mondiale de la </w:t>
      </w:r>
      <w:r>
        <w:br/>
        <w:t xml:space="preserve">Propriété Intellectuelle (OMPI) </w:t>
      </w:r>
      <w:r>
        <w:br/>
        <w:t>(Bureau international de l</w:t>
      </w:r>
      <w:r w:rsidR="00DD07FE">
        <w:t>’</w:t>
      </w:r>
      <w:r>
        <w:t>)</w:t>
      </w:r>
      <w:r>
        <w:fldChar w:fldCharType="begin"/>
      </w:r>
      <w:r>
        <w:instrText xml:space="preserve"> REF </w:instrText>
      </w:r>
      <w:r w:rsidR="00DF443A">
        <w:instrText xml:space="preserve">Note4 </w:instrText>
      </w:r>
      <w:r>
        <w:instrText xml:space="preserve">\h </w:instrText>
      </w:r>
      <w:r>
        <w:fldChar w:fldCharType="separate"/>
      </w:r>
      <w:r w:rsidR="00BB4418">
        <w:rPr>
          <w:color w:val="0000FF"/>
          <w:vertAlign w:val="superscript"/>
        </w:rPr>
        <w:t>(4)</w:t>
      </w:r>
      <w:r>
        <w:fldChar w:fldCharType="end"/>
      </w:r>
      <w:r w:rsidR="00F70963">
        <w:t xml:space="preserve"> 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WS</w:t>
      </w:r>
      <w:r>
        <w:tab/>
        <w:t>Samoa</w:t>
      </w:r>
    </w:p>
    <w:p w:rsidR="00D70772" w:rsidRPr="00BB4418" w:rsidRDefault="00B740AF" w:rsidP="001C0091">
      <w:pPr>
        <w:tabs>
          <w:tab w:val="left" w:pos="567"/>
        </w:tabs>
        <w:ind w:left="709" w:hanging="709"/>
      </w:pPr>
      <w:r w:rsidRPr="00BB4418">
        <w:t>XN</w:t>
      </w:r>
      <w:r w:rsidRPr="00BB4418">
        <w:tab/>
      </w:r>
      <w:r w:rsidR="00064AFA" w:rsidRPr="00BB4418">
        <w:t>Institut nordique des brevets</w:t>
      </w:r>
      <w:r w:rsidRPr="00BB4418">
        <w:t xml:space="preserve"> (</w:t>
      </w:r>
      <w:r w:rsidR="000F7CE1" w:rsidRPr="00BB4418">
        <w:t>INB</w:t>
      </w:r>
      <w:r w:rsidRPr="00BB4418">
        <w:t>)</w:t>
      </w:r>
      <w:r w:rsidR="00A01F03" w:rsidRPr="00BB4418">
        <w:fldChar w:fldCharType="begin"/>
      </w:r>
      <w:r w:rsidR="00A01F03" w:rsidRPr="00BB4418">
        <w:instrText xml:space="preserve"> REF Note1 \h </w:instrText>
      </w:r>
      <w:r w:rsidR="00BB4418">
        <w:instrText xml:space="preserve"> \* MERGEFORMAT </w:instrText>
      </w:r>
      <w:r w:rsidR="00A01F03" w:rsidRPr="00BB4418">
        <w:fldChar w:fldCharType="separate"/>
      </w:r>
      <w:r w:rsidR="00BB4418" w:rsidRPr="00BB4418">
        <w:rPr>
          <w:color w:val="0000FF"/>
          <w:vertAlign w:val="superscript"/>
        </w:rPr>
        <w:t>(1)</w:t>
      </w:r>
      <w:r w:rsidR="00A01F03" w:rsidRPr="00BB4418">
        <w:fldChar w:fldCharType="end"/>
      </w:r>
      <w:r w:rsidR="00F70963" w:rsidRPr="00BB4418">
        <w:t xml:space="preserve"> 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</w:p>
    <w:p w:rsidR="00A01F03" w:rsidRPr="00BB4418" w:rsidRDefault="00D70772" w:rsidP="001C0091">
      <w:pPr>
        <w:tabs>
          <w:tab w:val="left" w:pos="567"/>
        </w:tabs>
        <w:ind w:left="709" w:hanging="709"/>
      </w:pPr>
      <w:r w:rsidRPr="00BB4418">
        <w:t>XU</w:t>
      </w:r>
      <w:r w:rsidRPr="00BB4418">
        <w:tab/>
        <w:t>Union internationale pour la protection des obtentions végétales (UPOV)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</w:p>
    <w:p w:rsidR="00A01F03" w:rsidRPr="00BB4418" w:rsidRDefault="00A01F03" w:rsidP="001C0091">
      <w:pPr>
        <w:tabs>
          <w:tab w:val="left" w:pos="567"/>
        </w:tabs>
        <w:spacing w:after="120"/>
        <w:ind w:left="709" w:hanging="709"/>
      </w:pPr>
      <w:r w:rsidRPr="00BB4418">
        <w:t>XV</w:t>
      </w:r>
      <w:r w:rsidRPr="00BB4418">
        <w:tab/>
        <w:t>Institut des brevets de Visegrade (VPI)</w:t>
      </w:r>
      <w:r w:rsidRPr="00BB4418">
        <w:fldChar w:fldCharType="begin"/>
      </w:r>
      <w:r w:rsidRPr="00BB4418">
        <w:instrText xml:space="preserve"> REF Note1 \h </w:instrText>
      </w:r>
      <w:r w:rsidR="00BB4418">
        <w:instrText xml:space="preserve"> \* MERGEFORMAT </w:instrText>
      </w:r>
      <w:r w:rsidRPr="00BB4418">
        <w:fldChar w:fldCharType="separate"/>
      </w:r>
      <w:r w:rsidR="00BB4418" w:rsidRPr="00BB4418">
        <w:rPr>
          <w:color w:val="0000FF"/>
          <w:vertAlign w:val="superscript"/>
        </w:rPr>
        <w:t>(1)</w:t>
      </w:r>
      <w:r w:rsidRPr="00BB4418">
        <w:fldChar w:fldCharType="end"/>
      </w:r>
      <w:r w:rsidR="00F70963" w:rsidRPr="00BB4418">
        <w:t xml:space="preserve"> </w:t>
      </w:r>
      <w:r w:rsidR="00F70963" w:rsidRPr="00BB4418">
        <w:fldChar w:fldCharType="begin"/>
      </w:r>
      <w:r w:rsidR="00F70963" w:rsidRPr="00BB4418">
        <w:instrText xml:space="preserve"> REF Note13 \h  \* MERGEFORMAT </w:instrText>
      </w:r>
      <w:r w:rsidR="00F70963" w:rsidRPr="00BB4418">
        <w:fldChar w:fldCharType="separate"/>
      </w:r>
      <w:r w:rsidR="00BB4418" w:rsidRPr="00BB4418">
        <w:rPr>
          <w:color w:val="0000FF"/>
          <w:vertAlign w:val="superscript"/>
        </w:rPr>
        <w:t>(13)</w:t>
      </w:r>
      <w:r w:rsidR="00F70963" w:rsidRPr="00BB4418">
        <w:fldChar w:fldCharType="end"/>
      </w:r>
    </w:p>
    <w:p w:rsidR="00DC3A71" w:rsidRDefault="00DC3A71" w:rsidP="001C0091">
      <w:pPr>
        <w:tabs>
          <w:tab w:val="left" w:pos="567"/>
        </w:tabs>
        <w:spacing w:after="120"/>
        <w:ind w:left="709" w:hanging="709"/>
      </w:pPr>
      <w:r>
        <w:t>YE</w:t>
      </w:r>
      <w:r>
        <w:tab/>
        <w:t>Yémen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ZA</w:t>
      </w:r>
      <w:r>
        <w:tab/>
        <w:t>Afrique du Sud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ZM</w:t>
      </w:r>
      <w:r>
        <w:tab/>
        <w:t>Zambie</w:t>
      </w:r>
    </w:p>
    <w:p w:rsidR="00DC3A71" w:rsidRDefault="00DC3A71" w:rsidP="001C0091">
      <w:pPr>
        <w:tabs>
          <w:tab w:val="left" w:pos="567"/>
        </w:tabs>
        <w:ind w:left="709" w:hanging="709"/>
      </w:pPr>
      <w:r>
        <w:t>ZW</w:t>
      </w:r>
      <w:r>
        <w:tab/>
        <w:t>Zimbabwe</w:t>
      </w:r>
    </w:p>
    <w:p w:rsidR="00567501" w:rsidRDefault="00567501">
      <w:pPr>
        <w:pStyle w:val="ContinueOrEndOfFile"/>
        <w:spacing w:before="0"/>
        <w:sectPr w:rsidR="00567501" w:rsidSect="00567501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type w:val="continuous"/>
          <w:pgSz w:w="11907" w:h="16840" w:code="9"/>
          <w:pgMar w:top="567" w:right="1134" w:bottom="1417" w:left="1417" w:header="510" w:footer="1020" w:gutter="0"/>
          <w:cols w:num="2" w:space="720"/>
          <w:titlePg/>
          <w:docGrid w:linePitch="231"/>
        </w:sectPr>
      </w:pPr>
    </w:p>
    <w:p w:rsidR="001C0091" w:rsidRDefault="00DC3A71" w:rsidP="001C0091">
      <w:pPr>
        <w:pStyle w:val="ContinueOrEndOfFile"/>
        <w:spacing w:before="240"/>
        <w:rPr>
          <w:b/>
          <w:sz w:val="20"/>
        </w:rPr>
      </w:pPr>
      <w:r>
        <w:t>[L</w:t>
      </w:r>
      <w:r w:rsidR="00DD07FE">
        <w:t>’</w:t>
      </w:r>
      <w:r>
        <w:t xml:space="preserve">annexe </w:t>
      </w:r>
      <w:r w:rsidR="00567501" w:rsidRPr="00BB4418">
        <w:t>II</w:t>
      </w:r>
      <w:r>
        <w:t xml:space="preserve"> suit]</w:t>
      </w:r>
      <w:r w:rsidR="001C0091">
        <w:rPr>
          <w:caps/>
        </w:rPr>
        <w:br w:type="page"/>
      </w:r>
    </w:p>
    <w:p w:rsidR="00941F8D" w:rsidRDefault="00941F8D" w:rsidP="007510B4">
      <w:pPr>
        <w:pStyle w:val="Heading1"/>
        <w:rPr>
          <w:caps w:val="0"/>
        </w:rPr>
      </w:pPr>
    </w:p>
    <w:p w:rsidR="007510B4" w:rsidRDefault="00D958C3" w:rsidP="007510B4">
      <w:pPr>
        <w:pStyle w:val="Heading1"/>
      </w:pPr>
      <w:r>
        <w:rPr>
          <w:caps w:val="0"/>
        </w:rPr>
        <w:t xml:space="preserve">ANNEXE </w:t>
      </w:r>
      <w:r w:rsidR="001C0091" w:rsidRPr="00D151E4">
        <w:t>II</w:t>
      </w:r>
      <w:r>
        <w:rPr>
          <w:caps w:val="0"/>
        </w:rPr>
        <w:t>, SECTION 1</w:t>
      </w:r>
    </w:p>
    <w:p w:rsidR="00DC3A71" w:rsidRDefault="00DC3A71">
      <w:pPr>
        <w:pStyle w:val="Heading2Hidden"/>
      </w:pPr>
      <w:r>
        <w:t>ÉTATS DONT LE CODE A CHANGÉ</w:t>
      </w:r>
    </w:p>
    <w:p w:rsidR="00DC3A71" w:rsidRDefault="00DC3A71"/>
    <w:p w:rsidR="00DC3A71" w:rsidRDefault="00DC3A71">
      <w:pPr>
        <w:pStyle w:val="TitleCAPS"/>
      </w:pPr>
      <w:r>
        <w:t>LISTE DES ÉTATS DONT LE CODE A CHANGÉ</w:t>
      </w:r>
    </w:p>
    <w:p w:rsidR="00DC3A71" w:rsidRDefault="00DC3A71"/>
    <w:p w:rsidR="001C0091" w:rsidRDefault="001C0091" w:rsidP="00903955">
      <w:pPr>
        <w:tabs>
          <w:tab w:val="left" w:pos="142"/>
        </w:tabs>
        <w:spacing w:before="120" w:after="120"/>
        <w:jc w:val="center"/>
        <w:sectPr w:rsidR="001C0091" w:rsidSect="00851A4E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type w:val="continuous"/>
          <w:pgSz w:w="11907" w:h="16840" w:code="9"/>
          <w:pgMar w:top="567" w:right="1134" w:bottom="1417" w:left="1417" w:header="510" w:footer="1020" w:gutter="0"/>
          <w:cols w:space="720"/>
          <w:titlePg/>
          <w:docGrid w:linePitch="231"/>
        </w:sect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34"/>
        <w:gridCol w:w="1080"/>
        <w:gridCol w:w="1080"/>
      </w:tblGrid>
      <w:tr w:rsidR="00DC3A71">
        <w:trPr>
          <w:tblHeader/>
        </w:trPr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3A71" w:rsidRDefault="00DC3A71" w:rsidP="00903955">
            <w:pPr>
              <w:tabs>
                <w:tab w:val="left" w:pos="142"/>
              </w:tabs>
              <w:spacing w:before="120" w:after="120"/>
              <w:jc w:val="center"/>
            </w:pPr>
            <w:r>
              <w:t>Pays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3A71" w:rsidRDefault="00DC3A71" w:rsidP="00903955">
            <w:pPr>
              <w:spacing w:before="120" w:after="120"/>
              <w:jc w:val="center"/>
            </w:pPr>
            <w:r>
              <w:t>Code utilisé avant le 1.1.1978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3A71" w:rsidRDefault="00DC3A71" w:rsidP="00903955">
            <w:pPr>
              <w:spacing w:before="120" w:after="120"/>
              <w:jc w:val="center"/>
            </w:pPr>
            <w:r>
              <w:t>Nouveau code utilisé depuis le 1.1.1978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Albanie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AN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AL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Algérie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AG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DZ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Allemagne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DT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DE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Autriche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OE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AT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Bahreïn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BB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BH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Bangladesh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BA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BD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Barbade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BD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BB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Bénin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DA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BJ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Bhoutan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BH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BT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Birmanie (voir Myanmar)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Botswana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BT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BW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Burkina Faso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UV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HV/BF</w:t>
            </w:r>
            <w:r>
              <w:fldChar w:fldCharType="begin"/>
            </w:r>
            <w:r>
              <w:instrText xml:space="preserve"> REF </w:instrText>
            </w:r>
            <w:r w:rsidR="00DF443A">
              <w:instrText xml:space="preserve">Note6 </w:instrText>
            </w:r>
            <w:r>
              <w:instrText xml:space="preserve">\h </w:instrText>
            </w:r>
            <w:r>
              <w:fldChar w:fldCharType="separate"/>
            </w:r>
            <w:r w:rsidR="00BB4418">
              <w:rPr>
                <w:color w:val="0000FF"/>
                <w:vertAlign w:val="superscript"/>
              </w:rPr>
              <w:t>(6)</w:t>
            </w:r>
            <w:r>
              <w:fldChar w:fldCharType="end"/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Cambodge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CD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KH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Cameroun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KA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CM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Chili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CE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CL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Chine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RC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CN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Congo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CF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CG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Égypte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ET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EG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030BE3">
            <w:pPr>
              <w:tabs>
                <w:tab w:val="left" w:pos="142"/>
              </w:tabs>
            </w:pPr>
            <w:r>
              <w:t>El </w:t>
            </w:r>
            <w:r w:rsidR="00DC3A71">
              <w:t>Salvador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SL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SV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Éthiopie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EA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ET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Finlande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SF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FI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Gambie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GE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GM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Guatemala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GU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GT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Guinée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GI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GN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Haïti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HI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HT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Honduras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HO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HN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Irlande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EI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IE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Japon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JA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JP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 xml:space="preserve">Kampuchéa démocratique </w:t>
            </w:r>
            <w:r>
              <w:tab/>
              <w:t>(voir Cambodge)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Koweït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KU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KW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Liechtenstein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  <w:r>
              <w:t>FL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  <w:r>
              <w:t>LI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  <w:right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Madagascar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MD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MG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Mali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MJ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ML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Malte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ML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MT</w:t>
            </w:r>
          </w:p>
        </w:tc>
      </w:tr>
      <w:tr w:rsidR="00DC3A71">
        <w:tc>
          <w:tcPr>
            <w:tcW w:w="2234" w:type="dxa"/>
            <w:tcBorders>
              <w:top w:val="nil"/>
              <w:bottom w:val="single" w:sz="6" w:space="0" w:color="auto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Maurice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</w:tcPr>
          <w:p w:rsidR="00DC3A71" w:rsidRDefault="00DC3A71">
            <w:pPr>
              <w:jc w:val="center"/>
            </w:pPr>
            <w:r>
              <w:t>MS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</w:tcPr>
          <w:p w:rsidR="00DC3A71" w:rsidRDefault="00DC3A71">
            <w:pPr>
              <w:jc w:val="center"/>
            </w:pPr>
            <w:r>
              <w:t>MU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keepNext/>
              <w:tabs>
                <w:tab w:val="left" w:pos="142"/>
              </w:tabs>
            </w:pPr>
            <w:r>
              <w:t>Mauritanie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MT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MR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keepNext/>
              <w:tabs>
                <w:tab w:val="left" w:pos="142"/>
              </w:tabs>
            </w:pPr>
            <w:r>
              <w:t>Mongolie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MO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MN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keepNext/>
              <w:tabs>
                <w:tab w:val="left" w:pos="142"/>
              </w:tabs>
            </w:pPr>
            <w:r>
              <w:t>Myanmar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BU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MM</w:t>
            </w:r>
            <w:r>
              <w:rPr>
                <w:vertAlign w:val="superscript"/>
              </w:rPr>
              <w:fldChar w:fldCharType="begin"/>
            </w:r>
            <w:r>
              <w:rPr>
                <w:vertAlign w:val="superscript"/>
              </w:rPr>
              <w:instrText xml:space="preserve"> REF </w:instrText>
            </w:r>
            <w:r w:rsidR="00DF443A">
              <w:rPr>
                <w:vertAlign w:val="superscript"/>
              </w:rPr>
              <w:instrText xml:space="preserve">Note8 </w:instrText>
            </w:r>
            <w:r>
              <w:rPr>
                <w:vertAlign w:val="superscript"/>
              </w:rPr>
              <w:instrText xml:space="preserve">\h </w:instrText>
            </w:r>
            <w:r>
              <w:rPr>
                <w:vertAlign w:val="superscript"/>
              </w:rPr>
            </w:r>
            <w:r>
              <w:rPr>
                <w:vertAlign w:val="superscript"/>
              </w:rPr>
              <w:fldChar w:fldCharType="separate"/>
            </w:r>
            <w:r w:rsidR="00BB4418">
              <w:rPr>
                <w:color w:val="0000FF"/>
                <w:vertAlign w:val="superscript"/>
              </w:rPr>
              <w:t>(8)</w:t>
            </w:r>
            <w:r>
              <w:rPr>
                <w:vertAlign w:val="superscript"/>
              </w:rPr>
              <w:fldChar w:fldCharType="end"/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Nicaragua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NA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NI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Niger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NI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NE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Nigéria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WN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NG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Oman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MU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OM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Panama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PM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PA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Papouasie</w:t>
            </w:r>
            <w:r>
              <w:noBreakHyphen/>
              <w:t>Nouvelle-</w:t>
            </w:r>
          </w:p>
          <w:p w:rsidR="00DC3A71" w:rsidRDefault="00DC3A71">
            <w:pPr>
              <w:tabs>
                <w:tab w:val="left" w:pos="142"/>
              </w:tabs>
            </w:pPr>
            <w:r>
              <w:tab/>
              <w:t>Guinée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PP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PG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Paraguay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PG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PY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Pologne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PO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PL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République arabe syrienne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SR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SY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République centrafricaine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ZR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CF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République de Corée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KS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KR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 xml:space="preserve">République démocratique </w:t>
            </w:r>
            <w:r>
              <w:tab/>
              <w:t>du Congo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CB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ZR/CD</w:t>
            </w:r>
            <w:r>
              <w:fldChar w:fldCharType="begin"/>
            </w:r>
            <w:r>
              <w:instrText xml:space="preserve"> REF </w:instrText>
            </w:r>
            <w:r w:rsidR="00DF443A">
              <w:instrText xml:space="preserve">Note7 </w:instrText>
            </w:r>
            <w:r>
              <w:instrText xml:space="preserve">\h </w:instrText>
            </w:r>
            <w:r>
              <w:fldChar w:fldCharType="separate"/>
            </w:r>
            <w:r w:rsidR="00BB4418">
              <w:rPr>
                <w:color w:val="0000FF"/>
                <w:vertAlign w:val="superscript"/>
              </w:rPr>
              <w:t>(7)</w:t>
            </w:r>
            <w:r>
              <w:fldChar w:fldCharType="end"/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République dominicaine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DR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DO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 xml:space="preserve">République populaire </w:t>
            </w:r>
            <w:r>
              <w:tab/>
              <w:t>démocratique de Corée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KN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KP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République</w:t>
            </w:r>
            <w:r>
              <w:noBreakHyphen/>
              <w:t xml:space="preserve">Unie de </w:t>
            </w:r>
            <w:r>
              <w:tab/>
              <w:t>Tanzanie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TZ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Roumanie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RU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RO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Saint</w:t>
            </w:r>
            <w:r>
              <w:noBreakHyphen/>
              <w:t>Siège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CV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VA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Sierra Leone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WL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SL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030BE3">
            <w:pPr>
              <w:tabs>
                <w:tab w:val="left" w:pos="142"/>
              </w:tabs>
            </w:pPr>
            <w:r>
              <w:t>Sri </w:t>
            </w:r>
            <w:r w:rsidR="00DC3A71">
              <w:t>Lanka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CL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LK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Suède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SW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SE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 xml:space="preserve">Syrie (voir République </w:t>
            </w:r>
            <w:r>
              <w:br/>
            </w:r>
            <w:r>
              <w:tab/>
              <w:t>arabe syrienne)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Timor-Leste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TP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TL</w:t>
            </w:r>
            <w:r>
              <w:fldChar w:fldCharType="begin"/>
            </w:r>
            <w:r>
              <w:instrText xml:space="preserve"> REF </w:instrText>
            </w:r>
            <w:r w:rsidR="00DF443A">
              <w:instrText xml:space="preserve">Note9 </w:instrText>
            </w:r>
            <w:r>
              <w:instrText xml:space="preserve">\h </w:instrText>
            </w:r>
            <w:r>
              <w:fldChar w:fldCharType="separate"/>
            </w:r>
            <w:r w:rsidR="00BB4418">
              <w:rPr>
                <w:color w:val="0000FF"/>
                <w:vertAlign w:val="superscript"/>
              </w:rPr>
              <w:t>(9)</w:t>
            </w:r>
            <w:r>
              <w:fldChar w:fldCharType="end"/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 xml:space="preserve">Timor Oriental </w:t>
            </w:r>
            <w:r>
              <w:br/>
            </w:r>
            <w:r>
              <w:tab/>
              <w:t>(voir Timor-Leste)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Tchad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TD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Togo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TO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TG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Tonga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TI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TO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Trinité</w:t>
            </w:r>
            <w:r>
              <w:noBreakHyphen/>
              <w:t>et</w:t>
            </w:r>
            <w:r>
              <w:noBreakHyphen/>
              <w:t>Tobago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TD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  <w:r>
              <w:t>TT</w:t>
            </w: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  <w:bottom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 xml:space="preserve">Zaïre (voir République </w:t>
            </w:r>
          </w:p>
          <w:p w:rsidR="00DC3A71" w:rsidRDefault="00DC3A71">
            <w:pPr>
              <w:tabs>
                <w:tab w:val="left" w:pos="142"/>
              </w:tabs>
            </w:pPr>
            <w:r>
              <w:tab/>
              <w:t>démocratique du Congo)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DC3A71" w:rsidRDefault="00DC3A71">
            <w:pPr>
              <w:jc w:val="center"/>
            </w:pPr>
          </w:p>
        </w:tc>
      </w:tr>
      <w:tr w:rsidR="00DC3A71">
        <w:tc>
          <w:tcPr>
            <w:tcW w:w="2234" w:type="dxa"/>
            <w:tcBorders>
              <w:top w:val="nil"/>
            </w:tcBorders>
          </w:tcPr>
          <w:p w:rsidR="00DC3A71" w:rsidRDefault="00DC3A71">
            <w:pPr>
              <w:tabs>
                <w:tab w:val="left" w:pos="142"/>
              </w:tabs>
            </w:pPr>
            <w:r>
              <w:t>Zambie</w:t>
            </w:r>
          </w:p>
        </w:tc>
        <w:tc>
          <w:tcPr>
            <w:tcW w:w="1080" w:type="dxa"/>
            <w:tcBorders>
              <w:top w:val="nil"/>
            </w:tcBorders>
          </w:tcPr>
          <w:p w:rsidR="00DC3A71" w:rsidRDefault="00DC3A71">
            <w:pPr>
              <w:jc w:val="center"/>
            </w:pPr>
            <w:r>
              <w:t>ZB</w:t>
            </w:r>
          </w:p>
        </w:tc>
        <w:tc>
          <w:tcPr>
            <w:tcW w:w="1080" w:type="dxa"/>
            <w:tcBorders>
              <w:top w:val="nil"/>
            </w:tcBorders>
          </w:tcPr>
          <w:p w:rsidR="00DC3A71" w:rsidRDefault="00DC3A71">
            <w:pPr>
              <w:jc w:val="center"/>
            </w:pPr>
            <w:r>
              <w:t>ZM</w:t>
            </w:r>
          </w:p>
        </w:tc>
      </w:tr>
    </w:tbl>
    <w:p w:rsidR="001C0091" w:rsidRDefault="001C0091">
      <w:pPr>
        <w:sectPr w:rsidR="001C0091" w:rsidSect="001C0091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type w:val="continuous"/>
          <w:pgSz w:w="11907" w:h="16840" w:code="9"/>
          <w:pgMar w:top="567" w:right="1134" w:bottom="1417" w:left="1417" w:header="510" w:footer="1020" w:gutter="0"/>
          <w:cols w:num="2" w:space="720"/>
          <w:titlePg/>
          <w:docGrid w:linePitch="231"/>
        </w:sectPr>
      </w:pPr>
    </w:p>
    <w:p w:rsidR="00B37250" w:rsidRDefault="00B37250"/>
    <w:p w:rsidR="00DC3A71" w:rsidRDefault="00DC3A71"/>
    <w:p w:rsidR="00727F7B" w:rsidRDefault="00DC3A71">
      <w:pPr>
        <w:pStyle w:val="ContinueOrEndOfFile"/>
        <w:spacing w:before="0"/>
      </w:pPr>
      <w:r w:rsidRPr="00D151E4">
        <w:rPr>
          <w:szCs w:val="17"/>
        </w:rPr>
        <w:t>[</w:t>
      </w:r>
      <w:r>
        <w:t>La section 2 suit]</w:t>
      </w:r>
    </w:p>
    <w:p w:rsidR="00727F7B" w:rsidRDefault="00727F7B">
      <w:r>
        <w:br w:type="page"/>
      </w:r>
    </w:p>
    <w:p w:rsidR="00DC3A71" w:rsidRDefault="00DC3A71">
      <w:pPr>
        <w:pStyle w:val="ContinueOrEndOfFile"/>
        <w:spacing w:before="0"/>
      </w:pPr>
    </w:p>
    <w:p w:rsidR="00941F8D" w:rsidRPr="00941F8D" w:rsidRDefault="00941F8D" w:rsidP="00941F8D"/>
    <w:p w:rsidR="00DC3A71" w:rsidRDefault="00DC3A71" w:rsidP="00941F8D">
      <w:pPr>
        <w:pStyle w:val="Heading1"/>
      </w:pPr>
      <w:r w:rsidRPr="00941F8D">
        <w:t xml:space="preserve">ANNEXE </w:t>
      </w:r>
      <w:r w:rsidR="001C0091" w:rsidRPr="00941F8D">
        <w:t>II</w:t>
      </w:r>
      <w:r w:rsidRPr="00941F8D">
        <w:t>, S</w:t>
      </w:r>
      <w:r>
        <w:t>ECTION 2</w:t>
      </w:r>
    </w:p>
    <w:p w:rsidR="00DC3A71" w:rsidRDefault="00DC3A71">
      <w:pPr>
        <w:pStyle w:val="Heading2Hidden"/>
      </w:pPr>
      <w:r>
        <w:t>ÉTATS OU ORGANISATIONS QUI N</w:t>
      </w:r>
      <w:r w:rsidR="00DD07FE">
        <w:t>’</w:t>
      </w:r>
      <w:r>
        <w:t>EXISTENT PLUS</w:t>
      </w:r>
    </w:p>
    <w:p w:rsidR="00DC3A71" w:rsidRDefault="00DC3A71"/>
    <w:p w:rsidR="00DC3A71" w:rsidRDefault="00DC3A71">
      <w:pPr>
        <w:pStyle w:val="TitleCAPS"/>
      </w:pPr>
      <w:r>
        <w:t>LISTE DES ÉTATS OU ORGANISATIONS QUI EXISTAIENT</w:t>
      </w:r>
      <w:r>
        <w:br/>
        <w:t>LE 1</w:t>
      </w:r>
      <w:r w:rsidRPr="000F7CE1">
        <w:rPr>
          <w:caps w:val="0"/>
          <w:vertAlign w:val="superscript"/>
        </w:rPr>
        <w:t>er</w:t>
      </w:r>
      <w:r>
        <w:t xml:space="preserve"> JANVIER 1978 ET QUI N</w:t>
      </w:r>
      <w:r w:rsidR="00DD07FE">
        <w:t>’</w:t>
      </w:r>
      <w:r>
        <w:t>EXISTENT PLUS</w:t>
      </w:r>
    </w:p>
    <w:p w:rsidR="00DC3A71" w:rsidRDefault="00DC3A71"/>
    <w:p w:rsidR="00DC3A71" w:rsidRDefault="00DC3A71"/>
    <w:p w:rsidR="00DC3A71" w:rsidRDefault="00DC3A71"/>
    <w:p w:rsidR="003A263E" w:rsidRDefault="003A263E">
      <w:pPr>
        <w:tabs>
          <w:tab w:val="left" w:leader="dot" w:pos="3402"/>
          <w:tab w:val="left" w:pos="3686"/>
        </w:tabs>
      </w:pPr>
      <w:r>
        <w:t>Institut international des brevets</w:t>
      </w:r>
      <w:r>
        <w:tab/>
      </w:r>
      <w:r>
        <w:tab/>
        <w:t>IB</w:t>
      </w:r>
    </w:p>
    <w:p w:rsidR="003A263E" w:rsidRDefault="003A263E">
      <w:pPr>
        <w:tabs>
          <w:tab w:val="left" w:leader="dot" w:pos="3402"/>
          <w:tab w:val="left" w:pos="3686"/>
        </w:tabs>
      </w:pPr>
      <w:r>
        <w:t>République démocratique allemande</w:t>
      </w:r>
      <w:r>
        <w:tab/>
      </w:r>
      <w:r>
        <w:tab/>
        <w:t>DL/DD</w:t>
      </w:r>
      <w:r>
        <w:fldChar w:fldCharType="begin"/>
      </w:r>
      <w:r>
        <w:instrText xml:space="preserve"> REF Note11 \h </w:instrText>
      </w:r>
      <w:r>
        <w:fldChar w:fldCharType="separate"/>
      </w:r>
      <w:r w:rsidR="00BB4418">
        <w:rPr>
          <w:color w:val="0000FF"/>
          <w:vertAlign w:val="superscript"/>
        </w:rPr>
        <w:t>(11))</w:t>
      </w:r>
      <w:r>
        <w:fldChar w:fldCharType="end"/>
      </w:r>
    </w:p>
    <w:p w:rsidR="003A263E" w:rsidRDefault="003A263E">
      <w:pPr>
        <w:tabs>
          <w:tab w:val="left" w:leader="dot" w:pos="3402"/>
          <w:tab w:val="left" w:pos="3686"/>
        </w:tabs>
      </w:pPr>
      <w:r>
        <w:t>Tchécoslovaquie</w:t>
      </w:r>
      <w:r>
        <w:tab/>
      </w:r>
      <w:r>
        <w:tab/>
        <w:t>CS</w:t>
      </w:r>
    </w:p>
    <w:p w:rsidR="003A263E" w:rsidRDefault="003A263E">
      <w:pPr>
        <w:tabs>
          <w:tab w:val="left" w:leader="dot" w:pos="3402"/>
          <w:tab w:val="left" w:pos="3686"/>
        </w:tabs>
      </w:pPr>
      <w:r>
        <w:t>Union soviétique</w:t>
      </w:r>
      <w:r>
        <w:tab/>
      </w:r>
      <w:r>
        <w:tab/>
        <w:t>SU</w:t>
      </w:r>
    </w:p>
    <w:p w:rsidR="003A263E" w:rsidRDefault="003A263E">
      <w:pPr>
        <w:tabs>
          <w:tab w:val="left" w:leader="dot" w:pos="3402"/>
          <w:tab w:val="left" w:pos="3686"/>
        </w:tabs>
      </w:pPr>
      <w:r>
        <w:t>Yémen démocratique</w:t>
      </w:r>
      <w:r>
        <w:tab/>
      </w:r>
      <w:r>
        <w:tab/>
        <w:t>SY/YD</w:t>
      </w:r>
      <w:r>
        <w:fldChar w:fldCharType="begin"/>
      </w:r>
      <w:r>
        <w:instrText xml:space="preserve"> REF Note10 \h </w:instrText>
      </w:r>
      <w:r>
        <w:fldChar w:fldCharType="separate"/>
      </w:r>
      <w:r w:rsidR="00BB4418">
        <w:rPr>
          <w:color w:val="0000FF"/>
          <w:vertAlign w:val="superscript"/>
        </w:rPr>
        <w:t>(10)</w:t>
      </w:r>
      <w:r>
        <w:fldChar w:fldCharType="end"/>
      </w:r>
    </w:p>
    <w:p w:rsidR="003A263E" w:rsidRDefault="003A263E">
      <w:pPr>
        <w:tabs>
          <w:tab w:val="left" w:leader="dot" w:pos="3402"/>
          <w:tab w:val="left" w:pos="3686"/>
        </w:tabs>
      </w:pPr>
      <w:r>
        <w:t>Yougoslavie/Serbie</w:t>
      </w:r>
      <w:r>
        <w:noBreakHyphen/>
        <w:t>et</w:t>
      </w:r>
      <w:r>
        <w:noBreakHyphen/>
        <w:t>Monténégro</w:t>
      </w:r>
      <w:r>
        <w:tab/>
      </w:r>
      <w:r>
        <w:tab/>
        <w:t>YU</w:t>
      </w:r>
      <w:r>
        <w:fldChar w:fldCharType="begin"/>
      </w:r>
      <w:r>
        <w:instrText xml:space="preserve"> REF Note12 \h </w:instrText>
      </w:r>
      <w:r>
        <w:fldChar w:fldCharType="separate"/>
      </w:r>
      <w:r w:rsidR="00BB4418">
        <w:rPr>
          <w:color w:val="0000FF"/>
          <w:vertAlign w:val="superscript"/>
        </w:rPr>
        <w:t>(12)</w:t>
      </w:r>
      <w:r>
        <w:fldChar w:fldCharType="end"/>
      </w:r>
    </w:p>
    <w:p w:rsidR="00DC3A71" w:rsidRPr="00D151E4" w:rsidRDefault="00DC3A71">
      <w:pPr>
        <w:pStyle w:val="ContinueOrEndOfFile"/>
      </w:pPr>
      <w:r w:rsidRPr="00D151E4">
        <w:t>[</w:t>
      </w:r>
      <w:r w:rsidR="003A263E" w:rsidRPr="00D151E4">
        <w:t>L</w:t>
      </w:r>
      <w:r w:rsidR="00DD07FE">
        <w:t>’</w:t>
      </w:r>
      <w:r w:rsidR="003A263E" w:rsidRPr="00D151E4">
        <w:t>annexe III suit</w:t>
      </w:r>
      <w:r w:rsidRPr="00D151E4">
        <w:t>]</w:t>
      </w:r>
    </w:p>
    <w:p w:rsidR="00941F8D" w:rsidRDefault="003A263E" w:rsidP="00941F8D">
      <w:r>
        <w:br w:type="page"/>
      </w:r>
    </w:p>
    <w:p w:rsidR="00941F8D" w:rsidRDefault="00941F8D" w:rsidP="003018BE">
      <w:pPr>
        <w:pStyle w:val="Heading1"/>
      </w:pPr>
    </w:p>
    <w:p w:rsidR="003A263E" w:rsidRPr="003018BE" w:rsidRDefault="003A263E" w:rsidP="003018BE">
      <w:pPr>
        <w:pStyle w:val="Heading1"/>
      </w:pPr>
      <w:r w:rsidRPr="003018BE">
        <w:t>ANNEXE III</w:t>
      </w:r>
    </w:p>
    <w:p w:rsidR="003A263E" w:rsidRPr="003A263E" w:rsidRDefault="003A263E" w:rsidP="003A263E">
      <w:pPr>
        <w:jc w:val="center"/>
        <w:rPr>
          <w:szCs w:val="17"/>
          <w:highlight w:val="yellow"/>
          <w:u w:val="single"/>
        </w:rPr>
      </w:pPr>
    </w:p>
    <w:p w:rsidR="003A263E" w:rsidRPr="00D151E4" w:rsidRDefault="0060755E" w:rsidP="003A263E">
      <w:pPr>
        <w:jc w:val="center"/>
        <w:rPr>
          <w:szCs w:val="17"/>
        </w:rPr>
      </w:pPr>
      <w:r>
        <w:rPr>
          <w:szCs w:val="17"/>
        </w:rPr>
        <w:t>PROCÉ</w:t>
      </w:r>
      <w:r w:rsidR="00606C91" w:rsidRPr="00D151E4">
        <w:rPr>
          <w:szCs w:val="17"/>
        </w:rPr>
        <w:t>DU</w:t>
      </w:r>
      <w:r w:rsidR="00030BE3">
        <w:rPr>
          <w:szCs w:val="17"/>
        </w:rPr>
        <w:t>RE POUR LA R</w:t>
      </w:r>
      <w:r>
        <w:rPr>
          <w:szCs w:val="17"/>
        </w:rPr>
        <w:t>É</w:t>
      </w:r>
      <w:r w:rsidR="00030BE3">
        <w:rPr>
          <w:szCs w:val="17"/>
        </w:rPr>
        <w:t>VISION DE LA NORME </w:t>
      </w:r>
      <w:r w:rsidR="00606C91" w:rsidRPr="00D151E4">
        <w:rPr>
          <w:szCs w:val="17"/>
        </w:rPr>
        <w:t>ST.3 DE L</w:t>
      </w:r>
      <w:r w:rsidR="00DD07FE">
        <w:rPr>
          <w:szCs w:val="17"/>
        </w:rPr>
        <w:t>’</w:t>
      </w:r>
      <w:r w:rsidR="00606C91" w:rsidRPr="00D151E4">
        <w:rPr>
          <w:szCs w:val="17"/>
        </w:rPr>
        <w:t>OMPI</w:t>
      </w:r>
    </w:p>
    <w:p w:rsidR="003A263E" w:rsidRPr="00D151E4" w:rsidRDefault="003A263E" w:rsidP="003A263E">
      <w:pPr>
        <w:jc w:val="both"/>
        <w:rPr>
          <w:szCs w:val="17"/>
        </w:rPr>
      </w:pPr>
    </w:p>
    <w:p w:rsidR="003A263E" w:rsidRPr="00D151E4" w:rsidRDefault="003A263E" w:rsidP="003A263E">
      <w:pPr>
        <w:pStyle w:val="ONUME"/>
        <w:numPr>
          <w:ilvl w:val="0"/>
          <w:numId w:val="0"/>
        </w:numPr>
        <w:spacing w:after="120"/>
        <w:jc w:val="both"/>
        <w:rPr>
          <w:rFonts w:eastAsia="Batang"/>
          <w:sz w:val="17"/>
          <w:szCs w:val="17"/>
          <w:lang w:val="fr-FR" w:eastAsia="ko-KR"/>
        </w:rPr>
      </w:pPr>
      <w:r w:rsidRPr="00D151E4">
        <w:rPr>
          <w:rFonts w:eastAsia="Batang"/>
          <w:sz w:val="17"/>
          <w:szCs w:val="17"/>
          <w:lang w:val="fr-FR" w:eastAsia="ko-KR"/>
        </w:rPr>
        <w:t>1.</w:t>
      </w:r>
      <w:r w:rsidRPr="00D151E4">
        <w:rPr>
          <w:rFonts w:eastAsia="Batang"/>
          <w:sz w:val="17"/>
          <w:szCs w:val="17"/>
          <w:lang w:val="fr-FR" w:eastAsia="ko-KR"/>
        </w:rPr>
        <w:tab/>
        <w:t>Le Bureau international réviserait la forme abrégée des noms d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États, de territoires et d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organisations intergouverne</w:t>
      </w:r>
      <w:r w:rsidR="00030BE3">
        <w:rPr>
          <w:rFonts w:eastAsia="Batang"/>
          <w:sz w:val="17"/>
          <w:szCs w:val="17"/>
          <w:lang w:val="fr-FR" w:eastAsia="ko-KR"/>
        </w:rPr>
        <w:t>mentales figurant dans la norme </w:t>
      </w:r>
      <w:r w:rsidRPr="00D151E4">
        <w:rPr>
          <w:rFonts w:eastAsia="Batang"/>
          <w:sz w:val="17"/>
          <w:szCs w:val="17"/>
          <w:lang w:val="fr-FR" w:eastAsia="ko-KR"/>
        </w:rPr>
        <w:t>ST.3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OMPI et informerait les membres du Comité des normes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 xml:space="preserve">OMPI (les membres du CWS) de cette </w:t>
      </w:r>
      <w:r w:rsidR="00DD07FE">
        <w:rPr>
          <w:rFonts w:eastAsia="Batang"/>
          <w:sz w:val="17"/>
          <w:szCs w:val="17"/>
          <w:lang w:val="fr-FR" w:eastAsia="ko-KR"/>
        </w:rPr>
        <w:t>révision de la manière suivante </w:t>
      </w:r>
      <w:r w:rsidRPr="00D151E4">
        <w:rPr>
          <w:rFonts w:eastAsia="Batang"/>
          <w:sz w:val="17"/>
          <w:szCs w:val="17"/>
          <w:lang w:val="fr-FR" w:eastAsia="ko-KR"/>
        </w:rPr>
        <w:t>:</w:t>
      </w:r>
    </w:p>
    <w:p w:rsidR="003A263E" w:rsidRPr="00D151E4" w:rsidRDefault="003A263E" w:rsidP="003A263E">
      <w:pPr>
        <w:pStyle w:val="ONUME"/>
        <w:keepLines/>
        <w:numPr>
          <w:ilvl w:val="0"/>
          <w:numId w:val="0"/>
        </w:numPr>
        <w:spacing w:after="120"/>
        <w:ind w:firstLine="567"/>
        <w:jc w:val="both"/>
        <w:rPr>
          <w:rFonts w:eastAsia="Batang"/>
          <w:sz w:val="17"/>
          <w:szCs w:val="17"/>
          <w:lang w:val="fr-FR" w:eastAsia="ko-KR"/>
        </w:rPr>
      </w:pPr>
      <w:r w:rsidRPr="00D151E4">
        <w:rPr>
          <w:rFonts w:eastAsia="Batang"/>
          <w:sz w:val="17"/>
          <w:szCs w:val="17"/>
          <w:lang w:val="fr-FR" w:eastAsia="ko-KR"/>
        </w:rPr>
        <w:t>a)</w:t>
      </w:r>
      <w:r w:rsidRPr="00D151E4">
        <w:rPr>
          <w:rFonts w:eastAsia="Batang"/>
          <w:sz w:val="17"/>
          <w:szCs w:val="17"/>
          <w:lang w:val="fr-FR" w:eastAsia="ko-KR"/>
        </w:rPr>
        <w:tab/>
        <w:t>le Bureau in</w:t>
      </w:r>
      <w:r w:rsidR="00030BE3">
        <w:rPr>
          <w:rFonts w:eastAsia="Batang"/>
          <w:sz w:val="17"/>
          <w:szCs w:val="17"/>
          <w:lang w:val="fr-FR" w:eastAsia="ko-KR"/>
        </w:rPr>
        <w:t>ternational réviserait la norme </w:t>
      </w:r>
      <w:r w:rsidRPr="00D151E4">
        <w:rPr>
          <w:rFonts w:eastAsia="Batang"/>
          <w:sz w:val="17"/>
          <w:szCs w:val="17"/>
          <w:lang w:val="fr-FR" w:eastAsia="ko-KR"/>
        </w:rPr>
        <w:t>ST.3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OMPI en incorporant les modifications concernant la forme abrégée des noms d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États telle qu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elle figure dans la base de données terminologique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ONU (UNTERM).  En ce qui concerne les noms de territoires ou lorsqu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il est nécessaire de ne pas reprendre les noms d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États figurant dans UNTERM, le Bureau international réviserait égalemen</w:t>
      </w:r>
      <w:r w:rsidR="00030BE3">
        <w:rPr>
          <w:rFonts w:eastAsia="Batang"/>
          <w:sz w:val="17"/>
          <w:szCs w:val="17"/>
          <w:lang w:val="fr-FR" w:eastAsia="ko-KR"/>
        </w:rPr>
        <w:t>t la norme </w:t>
      </w:r>
      <w:r w:rsidRPr="00D151E4">
        <w:rPr>
          <w:rFonts w:eastAsia="Batang"/>
          <w:sz w:val="17"/>
          <w:szCs w:val="17"/>
          <w:lang w:val="fr-FR" w:eastAsia="ko-KR"/>
        </w:rPr>
        <w:t>ST.3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OMPI en incorporant les modifications nécessaires selon la pratique de longue date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OMPI répondant à des demandes officielles des États concernés.  Pour ce qui est des noms d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organisations intergouvernementales, le Bureau international réviser</w:t>
      </w:r>
      <w:r w:rsidR="00030BE3">
        <w:rPr>
          <w:rFonts w:eastAsia="Batang"/>
          <w:sz w:val="17"/>
          <w:szCs w:val="17"/>
          <w:lang w:val="fr-FR" w:eastAsia="ko-KR"/>
        </w:rPr>
        <w:t>ait de la même manière la norme </w:t>
      </w:r>
      <w:r w:rsidRPr="00D151E4">
        <w:rPr>
          <w:rFonts w:eastAsia="Batang"/>
          <w:sz w:val="17"/>
          <w:szCs w:val="17"/>
          <w:lang w:val="fr-FR" w:eastAsia="ko-KR"/>
        </w:rPr>
        <w:t>ST.3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OMPI en incorporant les modifications recensées ou reçues des organisations intergouvernementales concernées;</w:t>
      </w:r>
    </w:p>
    <w:p w:rsidR="003A263E" w:rsidRPr="00D151E4" w:rsidRDefault="003A263E" w:rsidP="003A263E">
      <w:pPr>
        <w:pStyle w:val="ONUME"/>
        <w:numPr>
          <w:ilvl w:val="0"/>
          <w:numId w:val="0"/>
        </w:numPr>
        <w:spacing w:after="120"/>
        <w:ind w:firstLine="567"/>
        <w:jc w:val="both"/>
        <w:rPr>
          <w:rFonts w:eastAsia="Batang"/>
          <w:sz w:val="17"/>
          <w:szCs w:val="17"/>
          <w:lang w:val="fr-FR" w:eastAsia="ko-KR"/>
        </w:rPr>
      </w:pPr>
      <w:r w:rsidRPr="00D151E4">
        <w:rPr>
          <w:rFonts w:eastAsia="Batang"/>
          <w:sz w:val="17"/>
          <w:szCs w:val="17"/>
          <w:lang w:val="fr-FR" w:eastAsia="ko-KR"/>
        </w:rPr>
        <w:t>b)</w:t>
      </w:r>
      <w:r w:rsidRPr="00D151E4">
        <w:rPr>
          <w:rFonts w:eastAsia="Batang"/>
          <w:sz w:val="17"/>
          <w:szCs w:val="17"/>
          <w:lang w:val="fr-FR" w:eastAsia="ko-KR"/>
        </w:rPr>
        <w:tab/>
        <w:t>le Bureau internatio</w:t>
      </w:r>
      <w:r w:rsidR="00030BE3">
        <w:rPr>
          <w:rFonts w:eastAsia="Batang"/>
          <w:sz w:val="17"/>
          <w:szCs w:val="17"/>
          <w:lang w:val="fr-FR" w:eastAsia="ko-KR"/>
        </w:rPr>
        <w:t>nal publierait ensuite la norme ST.3 révisée sur le site </w:t>
      </w:r>
      <w:r w:rsidRPr="00D151E4">
        <w:rPr>
          <w:rFonts w:eastAsia="Batang"/>
          <w:sz w:val="17"/>
          <w:szCs w:val="17"/>
          <w:lang w:val="fr-FR" w:eastAsia="ko-KR"/>
        </w:rPr>
        <w:t>Web de l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OMPI, suivie d</w:t>
      </w:r>
      <w:r w:rsidR="00DD07FE">
        <w:rPr>
          <w:rFonts w:eastAsia="Batang"/>
          <w:sz w:val="17"/>
          <w:szCs w:val="17"/>
          <w:lang w:val="fr-FR" w:eastAsia="ko-KR"/>
        </w:rPr>
        <w:t>’</w:t>
      </w:r>
      <w:r w:rsidRPr="00D151E4">
        <w:rPr>
          <w:rFonts w:eastAsia="Batang"/>
          <w:sz w:val="17"/>
          <w:szCs w:val="17"/>
          <w:lang w:val="fr-FR" w:eastAsia="ko-KR"/>
        </w:rPr>
        <w:t>une notification informant les membres du CWS de la publication de la révision;</w:t>
      </w:r>
    </w:p>
    <w:p w:rsidR="003A263E" w:rsidRPr="00D151E4" w:rsidRDefault="003A263E" w:rsidP="003A263E">
      <w:pPr>
        <w:adjustRightInd w:val="0"/>
        <w:spacing w:after="120"/>
        <w:jc w:val="both"/>
        <w:rPr>
          <w:szCs w:val="17"/>
        </w:rPr>
      </w:pPr>
      <w:r w:rsidRPr="00D151E4">
        <w:rPr>
          <w:szCs w:val="17"/>
        </w:rPr>
        <w:t>2.</w:t>
      </w:r>
      <w:r w:rsidRPr="00D151E4">
        <w:rPr>
          <w:szCs w:val="17"/>
        </w:rPr>
        <w:tab/>
        <w:t>En ce qui c</w:t>
      </w:r>
      <w:r w:rsidR="00030BE3">
        <w:rPr>
          <w:szCs w:val="17"/>
        </w:rPr>
        <w:t>oncerne la révision de la norme </w:t>
      </w:r>
      <w:r w:rsidRPr="00D151E4">
        <w:rPr>
          <w:szCs w:val="17"/>
        </w:rPr>
        <w:t>ST.3 de l</w:t>
      </w:r>
      <w:r w:rsidR="00DD07FE">
        <w:rPr>
          <w:szCs w:val="17"/>
        </w:rPr>
        <w:t>’</w:t>
      </w:r>
      <w:r w:rsidRPr="00D151E4">
        <w:rPr>
          <w:szCs w:val="17"/>
        </w:rPr>
        <w:t>OMPI à d</w:t>
      </w:r>
      <w:r w:rsidR="00DD07FE">
        <w:rPr>
          <w:szCs w:val="17"/>
        </w:rPr>
        <w:t>’</w:t>
      </w:r>
      <w:r w:rsidRPr="00D151E4">
        <w:rPr>
          <w:szCs w:val="17"/>
        </w:rPr>
        <w:t>autres égards que les noms mentionnés au paragraphe 1 ci-dessus, par exemple</w:t>
      </w:r>
      <w:r w:rsidR="00655602" w:rsidRPr="00D151E4">
        <w:rPr>
          <w:szCs w:val="17"/>
        </w:rPr>
        <w:t xml:space="preserve"> des modifications des codes à deux</w:t>
      </w:r>
      <w:r w:rsidR="00030BE3">
        <w:rPr>
          <w:szCs w:val="17"/>
        </w:rPr>
        <w:t> </w:t>
      </w:r>
      <w:r w:rsidRPr="00D151E4">
        <w:rPr>
          <w:szCs w:val="17"/>
        </w:rPr>
        <w:t>lettres, le Bureau international devrait établir une proposition de révision pour examen et approbation pa</w:t>
      </w:r>
      <w:r w:rsidR="00500070" w:rsidRPr="00D151E4">
        <w:rPr>
          <w:szCs w:val="17"/>
        </w:rPr>
        <w:t>r les membres du CWS comme suit</w:t>
      </w:r>
      <w:r w:rsidR="00030BE3">
        <w:rPr>
          <w:szCs w:val="17"/>
        </w:rPr>
        <w:t> </w:t>
      </w:r>
      <w:r w:rsidRPr="00D151E4">
        <w:rPr>
          <w:szCs w:val="17"/>
        </w:rPr>
        <w:t>:</w:t>
      </w:r>
    </w:p>
    <w:p w:rsidR="003A263E" w:rsidRPr="00D151E4" w:rsidRDefault="003A263E" w:rsidP="003A263E">
      <w:pPr>
        <w:adjustRightInd w:val="0"/>
        <w:spacing w:after="120"/>
        <w:ind w:firstLine="567"/>
        <w:jc w:val="both"/>
        <w:rPr>
          <w:szCs w:val="17"/>
        </w:rPr>
      </w:pPr>
      <w:r w:rsidRPr="00D151E4">
        <w:rPr>
          <w:szCs w:val="17"/>
        </w:rPr>
        <w:t>a)</w:t>
      </w:r>
      <w:r w:rsidRPr="00D151E4">
        <w:rPr>
          <w:szCs w:val="17"/>
        </w:rPr>
        <w:tab/>
        <w:t>le Bureau international élaborerait une prop</w:t>
      </w:r>
      <w:r w:rsidR="00030BE3">
        <w:rPr>
          <w:szCs w:val="17"/>
        </w:rPr>
        <w:t>osition de révision de la norme </w:t>
      </w:r>
      <w:r w:rsidRPr="00D151E4">
        <w:rPr>
          <w:szCs w:val="17"/>
        </w:rPr>
        <w:t>ST.3 de l</w:t>
      </w:r>
      <w:r w:rsidR="00DD07FE">
        <w:rPr>
          <w:szCs w:val="17"/>
        </w:rPr>
        <w:t>’</w:t>
      </w:r>
      <w:r w:rsidRPr="00D151E4">
        <w:rPr>
          <w:szCs w:val="17"/>
        </w:rPr>
        <w:t>OMPI.  En particulier, en ce qui concerne</w:t>
      </w:r>
      <w:r w:rsidR="003562AE">
        <w:rPr>
          <w:szCs w:val="17"/>
        </w:rPr>
        <w:t xml:space="preserve"> les codes alphabétiques à deux </w:t>
      </w:r>
      <w:r w:rsidRPr="00D151E4">
        <w:rPr>
          <w:szCs w:val="17"/>
        </w:rPr>
        <w:t>lettres pour les États et les territoires, le Bureau international élaborerait une prop</w:t>
      </w:r>
      <w:r w:rsidR="00030BE3">
        <w:rPr>
          <w:szCs w:val="17"/>
        </w:rPr>
        <w:t>osition de révision de la norme </w:t>
      </w:r>
      <w:r w:rsidRPr="00D151E4">
        <w:rPr>
          <w:szCs w:val="17"/>
        </w:rPr>
        <w:t>ST.3 de l</w:t>
      </w:r>
      <w:r w:rsidR="00DD07FE">
        <w:rPr>
          <w:szCs w:val="17"/>
        </w:rPr>
        <w:t>’</w:t>
      </w:r>
      <w:r w:rsidRPr="00D151E4">
        <w:rPr>
          <w:szCs w:val="17"/>
        </w:rPr>
        <w:t>OMPI en incorporant les modifications déjà adoptées par l</w:t>
      </w:r>
      <w:r w:rsidR="00DD07FE">
        <w:rPr>
          <w:szCs w:val="17"/>
        </w:rPr>
        <w:t>’</w:t>
      </w:r>
      <w:r w:rsidRPr="00D151E4">
        <w:rPr>
          <w:szCs w:val="17"/>
        </w:rPr>
        <w:t>Autorité de mise à jour de la norme internationale ISO</w:t>
      </w:r>
      <w:r w:rsidR="00030BE3">
        <w:rPr>
          <w:szCs w:val="17"/>
        </w:rPr>
        <w:t> </w:t>
      </w:r>
      <w:r w:rsidRPr="00D151E4">
        <w:rPr>
          <w:szCs w:val="17"/>
        </w:rPr>
        <w:t>3166.  Pour ce qui est des codes alphabétiques à deux</w:t>
      </w:r>
      <w:r w:rsidR="003562AE">
        <w:rPr>
          <w:szCs w:val="17"/>
        </w:rPr>
        <w:t> </w:t>
      </w:r>
      <w:r w:rsidRPr="00D151E4">
        <w:rPr>
          <w:szCs w:val="17"/>
        </w:rPr>
        <w:t>lettres pour les organisations intergouvernementales, le Bureau international élaborerait une prop</w:t>
      </w:r>
      <w:r w:rsidR="00030BE3">
        <w:rPr>
          <w:szCs w:val="17"/>
        </w:rPr>
        <w:t>osition de révision de la norme </w:t>
      </w:r>
      <w:r w:rsidRPr="00D151E4">
        <w:rPr>
          <w:szCs w:val="17"/>
        </w:rPr>
        <w:t>ST.3 de l</w:t>
      </w:r>
      <w:r w:rsidR="00DD07FE">
        <w:rPr>
          <w:szCs w:val="17"/>
        </w:rPr>
        <w:t>’</w:t>
      </w:r>
      <w:r w:rsidRPr="00D151E4">
        <w:rPr>
          <w:szCs w:val="17"/>
        </w:rPr>
        <w:t>OMPI en incorporant un code à deux</w:t>
      </w:r>
      <w:r w:rsidR="003562AE">
        <w:rPr>
          <w:szCs w:val="17"/>
        </w:rPr>
        <w:t> </w:t>
      </w:r>
      <w:r w:rsidRPr="00D151E4">
        <w:rPr>
          <w:szCs w:val="17"/>
        </w:rPr>
        <w:t>lettres approprié correspondant à l</w:t>
      </w:r>
      <w:r w:rsidR="00DD07FE">
        <w:rPr>
          <w:szCs w:val="17"/>
        </w:rPr>
        <w:t>’</w:t>
      </w:r>
      <w:r w:rsidRPr="00D151E4">
        <w:rPr>
          <w:szCs w:val="17"/>
        </w:rPr>
        <w:t xml:space="preserve">organisation concernée;  </w:t>
      </w:r>
    </w:p>
    <w:p w:rsidR="003A263E" w:rsidRPr="00D151E4" w:rsidRDefault="003A263E" w:rsidP="003A263E">
      <w:pPr>
        <w:adjustRightInd w:val="0"/>
        <w:spacing w:after="120"/>
        <w:ind w:firstLine="567"/>
        <w:jc w:val="both"/>
        <w:rPr>
          <w:szCs w:val="17"/>
        </w:rPr>
      </w:pPr>
      <w:r w:rsidRPr="00D151E4">
        <w:rPr>
          <w:szCs w:val="17"/>
        </w:rPr>
        <w:t>b)</w:t>
      </w:r>
      <w:r w:rsidRPr="00D151E4">
        <w:rPr>
          <w:szCs w:val="17"/>
        </w:rPr>
        <w:tab/>
        <w:t>le Bureau international diffuserait une circulaire invitant les membres du CWS à examiner la proposition et à répondre dans un délai de deux</w:t>
      </w:r>
      <w:r w:rsidR="003562AE">
        <w:rPr>
          <w:szCs w:val="17"/>
        </w:rPr>
        <w:t> </w:t>
      </w:r>
      <w:r w:rsidRPr="00D151E4">
        <w:rPr>
          <w:szCs w:val="17"/>
        </w:rPr>
        <w:t xml:space="preserve">mois;  </w:t>
      </w:r>
    </w:p>
    <w:p w:rsidR="003A263E" w:rsidRPr="00D151E4" w:rsidRDefault="003A263E" w:rsidP="003A263E">
      <w:pPr>
        <w:adjustRightInd w:val="0"/>
        <w:spacing w:after="120"/>
        <w:ind w:firstLine="567"/>
        <w:jc w:val="both"/>
        <w:rPr>
          <w:szCs w:val="17"/>
        </w:rPr>
      </w:pPr>
      <w:r w:rsidRPr="00D151E4">
        <w:rPr>
          <w:szCs w:val="17"/>
        </w:rPr>
        <w:t>c)</w:t>
      </w:r>
      <w:r w:rsidRPr="00D151E4">
        <w:rPr>
          <w:szCs w:val="17"/>
        </w:rPr>
        <w:tab/>
        <w:t>si un consensus se dégageait durant cette période de deux</w:t>
      </w:r>
      <w:r w:rsidR="003562AE">
        <w:rPr>
          <w:szCs w:val="17"/>
        </w:rPr>
        <w:t> </w:t>
      </w:r>
      <w:r w:rsidRPr="00D151E4">
        <w:rPr>
          <w:szCs w:val="17"/>
        </w:rPr>
        <w:t>mois, le Bureau international publierait</w:t>
      </w:r>
      <w:r w:rsidR="00030BE3">
        <w:rPr>
          <w:szCs w:val="17"/>
        </w:rPr>
        <w:t xml:space="preserve"> la version révisée de la norme </w:t>
      </w:r>
      <w:r w:rsidRPr="00D151E4">
        <w:rPr>
          <w:szCs w:val="17"/>
        </w:rPr>
        <w:t>ST.3 de l</w:t>
      </w:r>
      <w:r w:rsidR="00DD07FE">
        <w:rPr>
          <w:szCs w:val="17"/>
        </w:rPr>
        <w:t>’</w:t>
      </w:r>
      <w:r w:rsidRPr="00D151E4">
        <w:rPr>
          <w:szCs w:val="17"/>
        </w:rPr>
        <w:t>OMPI;</w:t>
      </w:r>
    </w:p>
    <w:p w:rsidR="003A263E" w:rsidRPr="00D151E4" w:rsidRDefault="003A263E" w:rsidP="003A263E">
      <w:pPr>
        <w:adjustRightInd w:val="0"/>
        <w:spacing w:after="220"/>
        <w:ind w:firstLine="567"/>
        <w:jc w:val="both"/>
        <w:rPr>
          <w:szCs w:val="17"/>
        </w:rPr>
      </w:pPr>
      <w:r w:rsidRPr="00D151E4">
        <w:rPr>
          <w:szCs w:val="17"/>
        </w:rPr>
        <w:t>d)</w:t>
      </w:r>
      <w:r w:rsidRPr="00D151E4">
        <w:rPr>
          <w:szCs w:val="17"/>
        </w:rPr>
        <w:tab/>
        <w:t>si aucun consensus ne se dégageait, la proposition du Bureau international ainsi que les observations formulées seraient conservées en vue de la session suivante du CWS pour examen et décision finale.</w:t>
      </w:r>
    </w:p>
    <w:p w:rsidR="003A263E" w:rsidRPr="00D151E4" w:rsidRDefault="003A263E" w:rsidP="003A263E">
      <w:pPr>
        <w:adjustRightInd w:val="0"/>
        <w:spacing w:after="220"/>
        <w:jc w:val="both"/>
        <w:rPr>
          <w:szCs w:val="17"/>
        </w:rPr>
      </w:pPr>
    </w:p>
    <w:p w:rsidR="00941F8D" w:rsidRPr="00941F8D" w:rsidRDefault="003A263E" w:rsidP="00941F8D">
      <w:pPr>
        <w:adjustRightInd w:val="0"/>
        <w:spacing w:after="220"/>
        <w:jc w:val="right"/>
        <w:rPr>
          <w:szCs w:val="17"/>
        </w:rPr>
      </w:pPr>
      <w:r w:rsidRPr="00D151E4">
        <w:rPr>
          <w:szCs w:val="17"/>
        </w:rPr>
        <w:t>[Fin de l</w:t>
      </w:r>
      <w:r w:rsidR="00DD07FE">
        <w:rPr>
          <w:szCs w:val="17"/>
        </w:rPr>
        <w:t>’</w:t>
      </w:r>
      <w:r w:rsidRPr="00D151E4">
        <w:rPr>
          <w:szCs w:val="17"/>
        </w:rPr>
        <w:t>annexe III et de la norme]</w:t>
      </w:r>
      <w:r w:rsidR="00941F8D">
        <w:rPr>
          <w:szCs w:val="17"/>
        </w:rPr>
        <w:br/>
      </w:r>
    </w:p>
    <w:tbl>
      <w:tblPr>
        <w:tblW w:w="9293" w:type="dxa"/>
        <w:tblLayout w:type="fixed"/>
        <w:tblLook w:val="0000" w:firstRow="0" w:lastRow="0" w:firstColumn="0" w:lastColumn="0" w:noHBand="0" w:noVBand="0"/>
      </w:tblPr>
      <w:tblGrid>
        <w:gridCol w:w="534"/>
        <w:gridCol w:w="1734"/>
        <w:gridCol w:w="7018"/>
        <w:gridCol w:w="7"/>
      </w:tblGrid>
      <w:tr w:rsidR="00941F8D" w:rsidTr="0004693B">
        <w:trPr>
          <w:trHeight w:hRule="exact" w:val="100"/>
        </w:trPr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941F8D" w:rsidRDefault="00941F8D" w:rsidP="0004693B">
            <w:pPr>
              <w:ind w:right="-57"/>
            </w:pPr>
          </w:p>
        </w:tc>
        <w:tc>
          <w:tcPr>
            <w:tcW w:w="7025" w:type="dxa"/>
            <w:gridSpan w:val="2"/>
          </w:tcPr>
          <w:p w:rsidR="00941F8D" w:rsidRDefault="00941F8D" w:rsidP="0004693B"/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0" w:name="_Hlt499624743"/>
            <w:bookmarkStart w:id="1" w:name="Note1"/>
            <w:bookmarkEnd w:id="0"/>
            <w:r>
              <w:rPr>
                <w:color w:val="0000FF"/>
                <w:vertAlign w:val="superscript"/>
              </w:rPr>
              <w:t>(1)</w:t>
            </w:r>
            <w:bookmarkEnd w:id="1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 xml:space="preserve">Organisations intergouvernementales (offices régionaux de brevets) agissant pour certains États contractants dans le cadre du PCT (Traité de coopération en matière de brevets).  </w:t>
            </w:r>
            <w:r w:rsidRPr="00A66245">
              <w:t>Dans le cas de l</w:t>
            </w:r>
            <w:r w:rsidR="00DD07FE">
              <w:t>’</w:t>
            </w:r>
            <w:r w:rsidRPr="00A66245">
              <w:t>Office européen des brevets, il s</w:t>
            </w:r>
            <w:r w:rsidR="00DD07FE">
              <w:t>’</w:t>
            </w:r>
            <w:r w:rsidRPr="00A66245">
              <w:t>agit de l</w:t>
            </w:r>
            <w:r w:rsidR="00DD07FE">
              <w:t>’</w:t>
            </w:r>
            <w:r w:rsidRPr="00A66245">
              <w:t>organe opérationnel de l</w:t>
            </w:r>
            <w:r w:rsidR="00DD07FE">
              <w:t>’</w:t>
            </w:r>
            <w:r w:rsidRPr="00A66245">
              <w:t>Organisation européenne des brevets.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2" w:name="_Hlt499624740"/>
            <w:bookmarkStart w:id="3" w:name="Note2"/>
            <w:bookmarkEnd w:id="2"/>
            <w:r>
              <w:rPr>
                <w:color w:val="0000FF"/>
                <w:vertAlign w:val="superscript"/>
              </w:rPr>
              <w:t>(2)</w:t>
            </w:r>
            <w:bookmarkEnd w:id="3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L</w:t>
            </w:r>
            <w:r w:rsidR="00DD07FE">
              <w:t>’</w:t>
            </w:r>
            <w:r>
              <w:t>Office Benelux de la Propriété intellectuelle (OBPI) (anciennement le Bureau Benelux des marques et le Bureau Benelux des dessins ou modèles) a remplacé les offices nationaux de la Belgique, du Luxembourg et des Pays</w:t>
            </w:r>
            <w:r>
              <w:noBreakHyphen/>
              <w:t>Bas en ce qui concerne les opérations relatives aux marques et aux dessins et modèles industriels.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4" w:name="Note3"/>
            <w:r>
              <w:rPr>
                <w:color w:val="0000FF"/>
                <w:vertAlign w:val="superscript"/>
              </w:rPr>
              <w:t>(3)</w:t>
            </w:r>
            <w:bookmarkEnd w:id="4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Dans la base de données électronique du registre international des marques, le Bureau international de l</w:t>
            </w:r>
            <w:r w:rsidR="00DD07FE">
              <w:t>’</w:t>
            </w:r>
            <w:r>
              <w:t>OMPI utilise les codes supplémentaires suivants, qui ne font pas part</w:t>
            </w:r>
            <w:r w:rsidR="00030BE3">
              <w:t>ie des codes actifs de la norme </w:t>
            </w:r>
            <w:r w:rsidR="00DD07FE">
              <w:t>ST.3 </w:t>
            </w:r>
            <w:r>
              <w:t>: “DD” pour désigner l</w:t>
            </w:r>
            <w:r w:rsidR="00DD07FE">
              <w:t>’</w:t>
            </w:r>
            <w:r>
              <w:t>Allemagne à l</w:t>
            </w:r>
            <w:r w:rsidR="00DD07FE">
              <w:t>’</w:t>
            </w:r>
            <w:r>
              <w:t xml:space="preserve">exception du territoire qui, avant le 3 octobre 1990, constituait la </w:t>
            </w:r>
            <w:r w:rsidR="00DD07FE">
              <w:t>République fédérale d’Allemagne</w:t>
            </w:r>
            <w:r>
              <w:t>;</w:t>
            </w:r>
            <w:r w:rsidR="00DD07FE">
              <w:t xml:space="preserve"> </w:t>
            </w:r>
            <w:r>
              <w:t xml:space="preserve"> “DT” pour désigner l</w:t>
            </w:r>
            <w:r w:rsidR="00DD07FE">
              <w:t>’</w:t>
            </w:r>
            <w:r>
              <w:t>Allemagne à l</w:t>
            </w:r>
            <w:r w:rsidR="00DD07FE">
              <w:t>’</w:t>
            </w:r>
            <w:r>
              <w:t>exception du territoire qui, avant le 3 octobre 1990, constituait la République démocratique allemande.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5" w:name="Note4"/>
            <w:r>
              <w:rPr>
                <w:color w:val="0000FF"/>
                <w:vertAlign w:val="superscript"/>
              </w:rPr>
              <w:t>(4)</w:t>
            </w:r>
            <w:bookmarkEnd w:id="5"/>
          </w:p>
        </w:tc>
        <w:tc>
          <w:tcPr>
            <w:tcW w:w="8752" w:type="dxa"/>
            <w:gridSpan w:val="2"/>
          </w:tcPr>
          <w:p w:rsidR="00941F8D" w:rsidRDefault="00941F8D" w:rsidP="00CD7E0F">
            <w:pPr>
              <w:spacing w:after="40"/>
            </w:pPr>
            <w:r>
              <w:t>Le code “WO” est utilisé en relation avec la publication internationale selon le Traité de coopération en matière de brevets (PCT) des demandes internationales déposées auprès d</w:t>
            </w:r>
            <w:r w:rsidR="00DD07FE">
              <w:t>’</w:t>
            </w:r>
            <w:r>
              <w:t>un office récepteur du PCT, ainsi qu</w:t>
            </w:r>
            <w:r w:rsidR="00DD07FE">
              <w:t>’</w:t>
            </w:r>
            <w:r>
              <w:t xml:space="preserve">en relation avec la publication des </w:t>
            </w:r>
            <w:r w:rsidRPr="009F7D61">
              <w:rPr>
                <w:strike/>
                <w:color w:val="FFFFFF"/>
                <w:shd w:val="clear" w:color="auto" w:fill="800080"/>
              </w:rPr>
              <w:t xml:space="preserve">dépôts </w:t>
            </w:r>
            <w:r w:rsidR="00223F1F" w:rsidRPr="009F7D61">
              <w:rPr>
                <w:color w:val="000000"/>
                <w:u w:val="single"/>
                <w:shd w:val="clear" w:color="auto" w:fill="FFFF00"/>
              </w:rPr>
              <w:t xml:space="preserve">enregistrements </w:t>
            </w:r>
            <w:r>
              <w:t>internationaux de dessins et modèles industriels en vertu de l</w:t>
            </w:r>
            <w:r w:rsidR="00DD07FE">
              <w:t>’</w:t>
            </w:r>
            <w:r>
              <w:t>Arrangement de La Haye concernant l</w:t>
            </w:r>
            <w:r w:rsidR="00DD07FE">
              <w:t>’</w:t>
            </w:r>
            <w:r w:rsidR="00223F1F" w:rsidRPr="009F7D61">
              <w:rPr>
                <w:color w:val="000000"/>
                <w:u w:val="single"/>
                <w:shd w:val="clear" w:color="auto" w:fill="FFFF00"/>
              </w:rPr>
              <w:t>enregistrement</w:t>
            </w:r>
            <w:r w:rsidRPr="009F7D61">
              <w:rPr>
                <w:strike/>
                <w:color w:val="FFFFFF"/>
                <w:shd w:val="clear" w:color="auto" w:fill="800080"/>
              </w:rPr>
              <w:t>e dépôt</w:t>
            </w:r>
            <w:r>
              <w:t xml:space="preserve"> international des dessins et modèles industriels.  On se reportera à cet égard au code INID (33) figurant dans les normes</w:t>
            </w:r>
            <w:r w:rsidR="00030BE3">
              <w:t> </w:t>
            </w:r>
            <w:hyperlink r:id="rId44" w:history="1">
              <w:r>
                <w:rPr>
                  <w:rStyle w:val="Hyperlink"/>
                </w:rPr>
                <w:t>ST.9</w:t>
              </w:r>
            </w:hyperlink>
            <w:r>
              <w:t xml:space="preserve"> et </w:t>
            </w:r>
            <w:hyperlink r:id="rId45" w:history="1">
              <w:r>
                <w:rPr>
                  <w:rStyle w:val="Hyperlink"/>
                </w:rPr>
                <w:t>ST.80</w:t>
              </w:r>
            </w:hyperlink>
            <w:r>
              <w:t xml:space="preserve"> de l</w:t>
            </w:r>
            <w:r w:rsidR="00DD07FE">
              <w:t>’</w:t>
            </w:r>
            <w:r>
              <w:t>OMPI.  Le code “WO” est également le code à utiliser en ce qui concerne l</w:t>
            </w:r>
            <w:r w:rsidR="00DD07FE">
              <w:t>’</w:t>
            </w:r>
            <w:r>
              <w:t xml:space="preserve">enregistrement international des marques en vertu </w:t>
            </w:r>
            <w:r w:rsidRPr="009F7D61">
              <w:rPr>
                <w:strike/>
                <w:color w:val="FFFFFF"/>
                <w:shd w:val="clear" w:color="auto" w:fill="800080"/>
              </w:rPr>
              <w:t>de l</w:t>
            </w:r>
            <w:r w:rsidR="00DD07FE">
              <w:t>’</w:t>
            </w:r>
            <w:r w:rsidRPr="009F7D61">
              <w:rPr>
                <w:strike/>
                <w:color w:val="FFFFFF"/>
                <w:shd w:val="clear" w:color="auto" w:fill="800080"/>
              </w:rPr>
              <w:t xml:space="preserve">Arrangement de Madrid et </w:t>
            </w:r>
            <w:r>
              <w:t>du Protocole de Madrid concernant l</w:t>
            </w:r>
            <w:r w:rsidR="00DD07FE">
              <w:t>’</w:t>
            </w:r>
            <w:r>
              <w:t xml:space="preserve">enregistrement international des marques.  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>On se reportera à cet égard au code INID (330) figurant dans la norme</w:t>
            </w:r>
            <w:r w:rsidR="00030BE3" w:rsidRPr="009F7D61">
              <w:rPr>
                <w:color w:val="000000"/>
                <w:u w:val="single"/>
                <w:shd w:val="clear" w:color="auto" w:fill="FFFF00"/>
              </w:rPr>
              <w:t> 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>ST.60 de l</w:t>
            </w:r>
            <w:r w:rsidR="00DD07FE">
              <w:t>’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>OMPI.</w:t>
            </w:r>
            <w:r w:rsidR="00514927" w:rsidRPr="009F7D61">
              <w:rPr>
                <w:rStyle w:val="Hyperlink"/>
                <w:color w:val="000000"/>
                <w:shd w:val="clear" w:color="auto" w:fill="FFFF00"/>
              </w:rPr>
              <w:t xml:space="preserve">  </w:t>
            </w:r>
            <w:r>
              <w:t>Le code “IB” est utilisé en relation avec la réception des demandes internationales selon le PCT déposées auprès du Bureau international de l</w:t>
            </w:r>
            <w:r w:rsidR="00DD07FE">
              <w:t>’</w:t>
            </w:r>
            <w:r>
              <w:t>OMPI en sa qualité d</w:t>
            </w:r>
            <w:r w:rsidR="00DD07FE">
              <w:t>’</w:t>
            </w:r>
            <w:r>
              <w:t>office récepteur du PCT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>, et pour le dépôt des demandes d</w:t>
            </w:r>
            <w:r w:rsidR="00CD7E0F" w:rsidRPr="009F7D61">
              <w:rPr>
                <w:color w:val="000000"/>
                <w:u w:val="single"/>
                <w:shd w:val="clear" w:color="auto" w:fill="FFFF00"/>
              </w:rPr>
              <w:t>’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>enregistrement international des dessins et modèles industriels en vertu de l</w:t>
            </w:r>
            <w:r w:rsidR="00CD7E0F" w:rsidRPr="009F7D61">
              <w:rPr>
                <w:color w:val="000000"/>
                <w:u w:val="single"/>
                <w:shd w:val="clear" w:color="auto" w:fill="FFFF00"/>
              </w:rPr>
              <w:t>’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>Arrangement de La Haye</w:t>
            </w:r>
            <w:r>
              <w:t>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6" w:name="Note5"/>
            <w:r>
              <w:rPr>
                <w:color w:val="0000FF"/>
                <w:vertAlign w:val="superscript"/>
              </w:rPr>
              <w:t>(5)</w:t>
            </w:r>
            <w:bookmarkEnd w:id="6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Nom provisoire.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7" w:name="Note6"/>
            <w:r>
              <w:rPr>
                <w:color w:val="0000FF"/>
                <w:vertAlign w:val="superscript"/>
              </w:rPr>
              <w:t>(6)</w:t>
            </w:r>
            <w:bookmarkEnd w:id="7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Code BF adopté en 1984.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8" w:name="Note7"/>
            <w:r>
              <w:rPr>
                <w:color w:val="0000FF"/>
                <w:vertAlign w:val="superscript"/>
              </w:rPr>
              <w:t>(7)</w:t>
            </w:r>
            <w:bookmarkEnd w:id="8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Code CD adopté en 1997.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9" w:name="Note8"/>
            <w:r>
              <w:rPr>
                <w:color w:val="0000FF"/>
                <w:vertAlign w:val="superscript"/>
              </w:rPr>
              <w:t>(8)</w:t>
            </w:r>
            <w:bookmarkEnd w:id="9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Code MM adopté en 1989.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10" w:name="Note9"/>
            <w:r>
              <w:rPr>
                <w:color w:val="0000FF"/>
                <w:vertAlign w:val="superscript"/>
              </w:rPr>
              <w:t>(9)</w:t>
            </w:r>
            <w:bookmarkEnd w:id="10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Code TL adopté le 20 mai 2002.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11" w:name="Note10"/>
            <w:r>
              <w:rPr>
                <w:color w:val="0000FF"/>
                <w:vertAlign w:val="superscript"/>
              </w:rPr>
              <w:t>(10)</w:t>
            </w:r>
            <w:bookmarkEnd w:id="11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Code SY utilisé avant le 1.1.1978.</w:t>
            </w:r>
          </w:p>
        </w:tc>
      </w:tr>
      <w:tr w:rsidR="00941F8D" w:rsidTr="0004693B">
        <w:trPr>
          <w:gridAfter w:val="1"/>
          <w:wAfter w:w="7" w:type="dxa"/>
        </w:trPr>
        <w:tc>
          <w:tcPr>
            <w:tcW w:w="534" w:type="dxa"/>
          </w:tcPr>
          <w:p w:rsidR="00941F8D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12" w:name="Note11"/>
            <w:r>
              <w:rPr>
                <w:color w:val="0000FF"/>
                <w:vertAlign w:val="superscript"/>
              </w:rPr>
              <w:t>(11))</w:t>
            </w:r>
            <w:bookmarkEnd w:id="12"/>
          </w:p>
        </w:tc>
        <w:tc>
          <w:tcPr>
            <w:tcW w:w="8752" w:type="dxa"/>
            <w:gridSpan w:val="2"/>
          </w:tcPr>
          <w:p w:rsidR="00941F8D" w:rsidRDefault="00941F8D" w:rsidP="0004693B">
            <w:pPr>
              <w:spacing w:after="40"/>
            </w:pPr>
            <w:r>
              <w:t>Code DL utilisé avant le 1.1.1978.</w:t>
            </w:r>
          </w:p>
        </w:tc>
      </w:tr>
      <w:tr w:rsidR="00941F8D" w:rsidRPr="00DF443A" w:rsidTr="0004693B">
        <w:trPr>
          <w:gridAfter w:val="1"/>
          <w:wAfter w:w="7" w:type="dxa"/>
        </w:trPr>
        <w:tc>
          <w:tcPr>
            <w:tcW w:w="534" w:type="dxa"/>
          </w:tcPr>
          <w:p w:rsidR="00941F8D" w:rsidRPr="00DF443A" w:rsidRDefault="00941F8D" w:rsidP="0004693B">
            <w:pPr>
              <w:spacing w:after="40"/>
              <w:ind w:right="-57"/>
              <w:rPr>
                <w:vanish/>
                <w:color w:val="0000FF"/>
                <w:vertAlign w:val="superscript"/>
              </w:rPr>
            </w:pPr>
            <w:bookmarkStart w:id="13" w:name="Note12"/>
            <w:r>
              <w:rPr>
                <w:color w:val="0000FF"/>
                <w:vertAlign w:val="superscript"/>
              </w:rPr>
              <w:t>(12)</w:t>
            </w:r>
            <w:bookmarkEnd w:id="13"/>
          </w:p>
        </w:tc>
        <w:tc>
          <w:tcPr>
            <w:tcW w:w="8752" w:type="dxa"/>
            <w:gridSpan w:val="2"/>
          </w:tcPr>
          <w:p w:rsidR="00941F8D" w:rsidRPr="00B740AF" w:rsidRDefault="00941F8D" w:rsidP="00514927">
            <w:pPr>
              <w:spacing w:after="40"/>
            </w:pPr>
            <w:r w:rsidRPr="00B740AF">
              <w:t>À la suite du changement de nom de la “Yougoslavie” pour la “Serbie</w:t>
            </w:r>
            <w:r w:rsidRPr="00B740AF">
              <w:noBreakHyphen/>
              <w:t>et</w:t>
            </w:r>
            <w:r w:rsidRPr="00B740AF">
              <w:noBreakHyphen/>
              <w:t>Monténégro” qui a pris effet le 4 février 2003 et de la décision prise par l</w:t>
            </w:r>
            <w:r w:rsidR="00DD07FE">
              <w:t>’</w:t>
            </w:r>
            <w:r w:rsidRPr="00B740AF">
              <w:t>Autorité de mise à jour de la norme internationale ISO 3166 d</w:t>
            </w:r>
            <w:r w:rsidR="00DD07FE">
              <w:t>’</w:t>
            </w:r>
            <w:r w:rsidRPr="00B740AF">
              <w:t>utiliser ce nouveau nom de pays et le nouveau code à deux lettres “CS” (à la place de “YU”) annoncée le 23 juillet 2003, le Groupe de travail sur les normes et la documentation du SCIT est convenu, à sa cinquième session</w:t>
            </w:r>
            <w:r>
              <w:t>, le 11 </w:t>
            </w:r>
            <w:r w:rsidRPr="00B740AF">
              <w:t>novembre 2004, de recommander de continuer à utiliser le code “YU” pour désigner la “Serbie</w:t>
            </w:r>
            <w:r w:rsidRPr="00B740AF">
              <w:noBreakHyphen/>
              <w:t>et</w:t>
            </w:r>
            <w:r w:rsidRPr="00B740AF">
              <w:noBreakHyphen/>
              <w:t xml:space="preserve">Monténégro” dans le domaine de la propriété </w:t>
            </w:r>
            <w:r w:rsidRPr="009F7D61">
              <w:rPr>
                <w:strike/>
                <w:color w:val="FFFFFF"/>
                <w:shd w:val="clear" w:color="auto" w:fill="800080"/>
              </w:rPr>
              <w:t xml:space="preserve">industrielle </w:t>
            </w:r>
            <w:r w:rsidR="00514927" w:rsidRPr="009F7D61">
              <w:rPr>
                <w:color w:val="000000"/>
                <w:u w:val="single"/>
                <w:shd w:val="clear" w:color="auto" w:fill="FFFF00"/>
              </w:rPr>
              <w:t xml:space="preserve">intellectuelle </w:t>
            </w:r>
            <w:r w:rsidRPr="00B740AF">
              <w:t>en raison du fait que l</w:t>
            </w:r>
            <w:r w:rsidR="00DD07FE">
              <w:t>’</w:t>
            </w:r>
            <w:r w:rsidRPr="00B740AF">
              <w:t>utilisation du code “CS”, qui servait à désigner la “Tchécoslovaquie” jusqu</w:t>
            </w:r>
            <w:r w:rsidR="00DD07FE">
              <w:t>’</w:t>
            </w:r>
            <w:r w:rsidRPr="00B740AF">
              <w:t>en 1993, pos</w:t>
            </w:r>
            <w:r>
              <w:t>ait</w:t>
            </w:r>
            <w:r w:rsidRPr="00B740AF">
              <w:t xml:space="preserve"> certains problèmes.</w:t>
            </w:r>
          </w:p>
        </w:tc>
      </w:tr>
      <w:tr w:rsidR="00941F8D" w:rsidRPr="00DF443A" w:rsidTr="0004693B">
        <w:trPr>
          <w:gridAfter w:val="1"/>
          <w:wAfter w:w="7" w:type="dxa"/>
        </w:trPr>
        <w:tc>
          <w:tcPr>
            <w:tcW w:w="534" w:type="dxa"/>
          </w:tcPr>
          <w:p w:rsidR="00941F8D" w:rsidRPr="00D151E4" w:rsidRDefault="00941F8D" w:rsidP="0004693B">
            <w:pPr>
              <w:spacing w:after="40"/>
              <w:ind w:right="-57"/>
              <w:rPr>
                <w:color w:val="0000FF"/>
                <w:vertAlign w:val="superscript"/>
              </w:rPr>
            </w:pPr>
            <w:bookmarkStart w:id="14" w:name="Note13"/>
            <w:r w:rsidRPr="00D151E4">
              <w:rPr>
                <w:color w:val="0000FF"/>
                <w:vertAlign w:val="superscript"/>
              </w:rPr>
              <w:t>(13)</w:t>
            </w:r>
            <w:bookmarkEnd w:id="14"/>
          </w:p>
          <w:p w:rsidR="00941F8D" w:rsidRPr="00D151E4" w:rsidRDefault="00941F8D" w:rsidP="0004693B">
            <w:pPr>
              <w:spacing w:after="40"/>
              <w:ind w:right="-57"/>
              <w:rPr>
                <w:vanish/>
                <w:color w:val="0000FF"/>
                <w:vertAlign w:val="superscript"/>
              </w:rPr>
            </w:pPr>
            <w:bookmarkStart w:id="15" w:name="Note14"/>
            <w:r w:rsidRPr="00D151E4">
              <w:rPr>
                <w:color w:val="0000FF"/>
                <w:vertAlign w:val="superscript"/>
              </w:rPr>
              <w:t>(14)</w:t>
            </w:r>
            <w:bookmarkEnd w:id="15"/>
          </w:p>
        </w:tc>
        <w:tc>
          <w:tcPr>
            <w:tcW w:w="8752" w:type="dxa"/>
            <w:gridSpan w:val="2"/>
          </w:tcPr>
          <w:p w:rsidR="00941F8D" w:rsidRPr="00D151E4" w:rsidRDefault="00941F8D" w:rsidP="0004693B">
            <w:pPr>
              <w:spacing w:after="40"/>
            </w:pPr>
            <w:r w:rsidRPr="00D151E4">
              <w:t>Le sigle ou le nom abrégé d</w:t>
            </w:r>
            <w:r w:rsidR="00DD07FE">
              <w:t>’</w:t>
            </w:r>
            <w:r w:rsidRPr="00D151E4">
              <w:t>une entité ne fait pas partie du nom de celle-ci.</w:t>
            </w:r>
          </w:p>
          <w:p w:rsidR="00941F8D" w:rsidRPr="00D151E4" w:rsidRDefault="00941F8D" w:rsidP="0004693B">
            <w:pPr>
              <w:pStyle w:val="ONUMFS"/>
              <w:numPr>
                <w:ilvl w:val="0"/>
                <w:numId w:val="0"/>
              </w:numPr>
              <w:spacing w:after="120"/>
              <w:rPr>
                <w:sz w:val="17"/>
                <w:szCs w:val="17"/>
                <w:lang w:eastAsia="ko-KR"/>
              </w:rPr>
            </w:pPr>
            <w:r w:rsidRPr="00D151E4">
              <w:rPr>
                <w:sz w:val="17"/>
                <w:szCs w:val="17"/>
                <w:lang w:eastAsia="ko-KR"/>
              </w:rPr>
              <w:t>Les codes à deux lettres “EP”, “EM” et “QZ” doivent être utilisés pour indiquer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office correspondant tel que défini dans la présente norme, tandis que le code “EU” doit être utilisé pour indiquer d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autres institutions de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Union européenne.  En outre, les codes doivent être utilisés dans les situations suivantes :</w:t>
            </w:r>
          </w:p>
          <w:p w:rsidR="00941F8D" w:rsidRPr="00D151E4" w:rsidRDefault="00941F8D" w:rsidP="0004693B">
            <w:pPr>
              <w:pStyle w:val="ONUMFS"/>
              <w:numPr>
                <w:ilvl w:val="0"/>
                <w:numId w:val="0"/>
              </w:numPr>
              <w:spacing w:after="120"/>
              <w:rPr>
                <w:sz w:val="17"/>
                <w:szCs w:val="17"/>
                <w:lang w:eastAsia="ko-KR"/>
              </w:rPr>
            </w:pPr>
            <w:r w:rsidRPr="00D151E4">
              <w:rPr>
                <w:sz w:val="17"/>
                <w:szCs w:val="17"/>
                <w:lang w:eastAsia="ko-KR"/>
              </w:rPr>
              <w:t>“EP” pour la documentation et les informations relatives aux brevets administrés par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Office européen des brevets (OEB);</w:t>
            </w:r>
          </w:p>
          <w:p w:rsidR="00941F8D" w:rsidRPr="00D151E4" w:rsidRDefault="00941F8D" w:rsidP="0004693B">
            <w:pPr>
              <w:pStyle w:val="ONUMFS"/>
              <w:numPr>
                <w:ilvl w:val="0"/>
                <w:numId w:val="0"/>
              </w:numPr>
              <w:spacing w:after="120"/>
              <w:rPr>
                <w:sz w:val="17"/>
                <w:szCs w:val="17"/>
                <w:lang w:eastAsia="ko-KR"/>
              </w:rPr>
            </w:pPr>
            <w:r w:rsidRPr="00D151E4">
              <w:rPr>
                <w:sz w:val="17"/>
                <w:szCs w:val="17"/>
                <w:lang w:eastAsia="ko-KR"/>
              </w:rPr>
              <w:t>“EM” pour la documentation et les informations relatives aux marques de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Union européenne et aux dessins et modèles industriels de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Union européenne administrés par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Office de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Union européenne pour la propriété intellectuelle (EUIPO), ainsi que pour la désignation de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Union européenne dans le cadre des systèmes de Madrid et de La Haye;</w:t>
            </w:r>
          </w:p>
          <w:p w:rsidR="00941F8D" w:rsidRPr="00D151E4" w:rsidRDefault="00941F8D" w:rsidP="0004693B">
            <w:pPr>
              <w:pStyle w:val="ONUMFS"/>
              <w:numPr>
                <w:ilvl w:val="0"/>
                <w:numId w:val="0"/>
              </w:numPr>
              <w:spacing w:after="120"/>
              <w:rPr>
                <w:sz w:val="17"/>
                <w:szCs w:val="17"/>
                <w:lang w:eastAsia="ko-KR"/>
              </w:rPr>
            </w:pPr>
            <w:r w:rsidRPr="00D151E4">
              <w:rPr>
                <w:sz w:val="17"/>
                <w:szCs w:val="17"/>
                <w:lang w:eastAsia="ko-KR"/>
              </w:rPr>
              <w:t>“QZ” pour la documentation et les informations relatives à la protection communautaire des variétés végétales administrée par l</w:t>
            </w:r>
            <w:r w:rsidR="00DD07FE">
              <w:rPr>
                <w:sz w:val="17"/>
                <w:szCs w:val="17"/>
                <w:lang w:eastAsia="ko-KR"/>
              </w:rPr>
              <w:t>’</w:t>
            </w:r>
            <w:r w:rsidRPr="00D151E4">
              <w:rPr>
                <w:sz w:val="17"/>
                <w:szCs w:val="17"/>
                <w:lang w:eastAsia="ko-KR"/>
              </w:rPr>
              <w:t>Office communautaire des variétés végétales (OCVV);  et</w:t>
            </w:r>
          </w:p>
          <w:p w:rsidR="00514927" w:rsidRDefault="00941F8D" w:rsidP="00514927">
            <w:pPr>
              <w:spacing w:after="40"/>
            </w:pPr>
            <w:r w:rsidRPr="00D151E4">
              <w:rPr>
                <w:szCs w:val="17"/>
                <w:lang w:eastAsia="ko-KR"/>
              </w:rPr>
              <w:t>“EU” pour la documentation et les informations relatives à d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>autres droits applicables dans l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 xml:space="preserve">Union européenne et non couverts par les codes </w:t>
            </w:r>
            <w:r w:rsidR="00DD07FE">
              <w:rPr>
                <w:szCs w:val="17"/>
                <w:lang w:eastAsia="ko-KR"/>
              </w:rPr>
              <w:t>‘</w:t>
            </w:r>
            <w:r w:rsidRPr="00D151E4">
              <w:rPr>
                <w:szCs w:val="17"/>
                <w:lang w:eastAsia="ko-KR"/>
              </w:rPr>
              <w:t>EP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 xml:space="preserve">, </w:t>
            </w:r>
            <w:r w:rsidR="00DD07FE">
              <w:rPr>
                <w:szCs w:val="17"/>
                <w:lang w:eastAsia="ko-KR"/>
              </w:rPr>
              <w:t>‘</w:t>
            </w:r>
            <w:r w:rsidRPr="00D151E4">
              <w:rPr>
                <w:szCs w:val="17"/>
                <w:lang w:eastAsia="ko-KR"/>
              </w:rPr>
              <w:t>EM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 xml:space="preserve"> et </w:t>
            </w:r>
            <w:r w:rsidR="00DD07FE">
              <w:rPr>
                <w:szCs w:val="17"/>
                <w:lang w:eastAsia="ko-KR"/>
              </w:rPr>
              <w:t>‘</w:t>
            </w:r>
            <w:r w:rsidRPr="00D151E4">
              <w:rPr>
                <w:szCs w:val="17"/>
                <w:lang w:eastAsia="ko-KR"/>
              </w:rPr>
              <w:t>QZ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>, telles que les autorisations de commercialisation approuvées par l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>Agence européenne des médicaments ou les indications géographiques protégées en vertu de la législation de l</w:t>
            </w:r>
            <w:r w:rsidR="00DD07FE">
              <w:rPr>
                <w:szCs w:val="17"/>
                <w:lang w:eastAsia="ko-KR"/>
              </w:rPr>
              <w:t>’</w:t>
            </w:r>
            <w:r w:rsidRPr="00D151E4">
              <w:rPr>
                <w:szCs w:val="17"/>
                <w:lang w:eastAsia="ko-KR"/>
              </w:rPr>
              <w:t>Union européenne.</w:t>
            </w:r>
            <w:r w:rsidR="00514927" w:rsidRPr="00FF4617">
              <w:t xml:space="preserve"> </w:t>
            </w:r>
          </w:p>
          <w:p w:rsidR="009C491B" w:rsidRDefault="009C491B" w:rsidP="00514927">
            <w:pPr>
              <w:spacing w:after="40"/>
            </w:pPr>
          </w:p>
          <w:p w:rsidR="009C491B" w:rsidRPr="00FF4617" w:rsidRDefault="009C491B" w:rsidP="00514927">
            <w:pPr>
              <w:spacing w:after="40"/>
            </w:pPr>
            <w:bookmarkStart w:id="16" w:name="_GoBack"/>
            <w:bookmarkEnd w:id="16"/>
          </w:p>
          <w:p w:rsidR="00514927" w:rsidRPr="00FF4617" w:rsidRDefault="00514927" w:rsidP="00514927">
            <w:pPr>
              <w:spacing w:after="40"/>
            </w:pPr>
          </w:p>
          <w:p w:rsidR="00514927" w:rsidRPr="00FF4617" w:rsidRDefault="00514927" w:rsidP="00514927">
            <w:pPr>
              <w:spacing w:after="40"/>
            </w:pPr>
          </w:p>
          <w:p w:rsidR="00514927" w:rsidRPr="009C491B" w:rsidRDefault="009C491B" w:rsidP="009C491B">
            <w:pPr>
              <w:spacing w:after="40"/>
              <w:jc w:val="right"/>
              <w:rPr>
                <w:sz w:val="22"/>
                <w:szCs w:val="22"/>
              </w:rPr>
            </w:pPr>
            <w:r w:rsidRPr="009C491B">
              <w:rPr>
                <w:sz w:val="22"/>
                <w:szCs w:val="22"/>
              </w:rPr>
              <w:t>[Fin de l’annexe</w:t>
            </w:r>
            <w:r w:rsidRPr="009C491B">
              <w:rPr>
                <w:sz w:val="22"/>
                <w:szCs w:val="22"/>
              </w:rPr>
              <w:t xml:space="preserve"> et du document</w:t>
            </w:r>
            <w:r w:rsidRPr="009C491B">
              <w:rPr>
                <w:sz w:val="22"/>
                <w:szCs w:val="22"/>
              </w:rPr>
              <w:t>]</w:t>
            </w:r>
          </w:p>
          <w:p w:rsidR="00941F8D" w:rsidRPr="00D151E4" w:rsidRDefault="00941F8D" w:rsidP="0004693B">
            <w:pPr>
              <w:spacing w:after="120"/>
            </w:pPr>
          </w:p>
        </w:tc>
      </w:tr>
    </w:tbl>
    <w:p w:rsidR="00526B91" w:rsidRDefault="00526B91" w:rsidP="00526B91">
      <w:pPr>
        <w:tabs>
          <w:tab w:val="left" w:pos="2693"/>
          <w:tab w:val="left" w:leader="dot" w:pos="6606"/>
          <w:tab w:val="left" w:pos="6747"/>
        </w:tabs>
        <w:rPr>
          <w:sz w:val="10"/>
        </w:rPr>
      </w:pPr>
    </w:p>
    <w:p w:rsidR="00DC3A71" w:rsidRPr="00526B91" w:rsidRDefault="00DC3A71" w:rsidP="00526B91">
      <w:pPr>
        <w:pStyle w:val="Endofdocument"/>
        <w:spacing w:before="600"/>
        <w:ind w:left="0"/>
        <w:jc w:val="right"/>
        <w:rPr>
          <w:rFonts w:cstheme="minorHAnsi"/>
          <w:lang w:val="fr-FR"/>
        </w:rPr>
      </w:pPr>
    </w:p>
    <w:sectPr w:rsidR="00DC3A71" w:rsidRPr="00526B91" w:rsidSect="00851A4E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type w:val="continuous"/>
      <w:pgSz w:w="11907" w:h="16840" w:code="9"/>
      <w:pgMar w:top="567" w:right="1134" w:bottom="1417" w:left="1417" w:header="510" w:footer="1020" w:gutter="0"/>
      <w:cols w:space="720"/>
      <w:titlePg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7CB" w:rsidRDefault="000427CB">
      <w:r>
        <w:separator/>
      </w:r>
    </w:p>
  </w:endnote>
  <w:endnote w:type="continuationSeparator" w:id="0">
    <w:p w:rsidR="000427CB" w:rsidRDefault="000427CB">
      <w:r>
        <w:separator/>
      </w:r>
    </w:p>
    <w:p w:rsidR="000427CB" w:rsidRDefault="000427CB">
      <w:pPr>
        <w:pStyle w:val="Footer"/>
        <w:spacing w:after="60"/>
        <w:rPr>
          <w:sz w:val="18"/>
        </w:rPr>
      </w:pPr>
      <w:r>
        <w:rPr>
          <w:sz w:val="18"/>
        </w:rPr>
        <w:t>[Suite de la note de la page précédente]</w:t>
      </w:r>
    </w:p>
  </w:endnote>
  <w:endnote w:type="continuationNotice" w:id="1">
    <w:p w:rsidR="000427CB" w:rsidRDefault="000427CB">
      <w:pPr>
        <w:spacing w:before="60"/>
        <w:jc w:val="right"/>
        <w:rPr>
          <w:sz w:val="18"/>
        </w:rPr>
      </w:pPr>
      <w:r>
        <w:rPr>
          <w:sz w:val="18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C5786C" w:rsidRDefault="0004693B" w:rsidP="00941F8D">
    <w:pPr>
      <w:pStyle w:val="Header"/>
    </w:pPr>
  </w:p>
  <w:p w:rsidR="0004693B" w:rsidRDefault="0004693B" w:rsidP="00941F8D"/>
  <w:p w:rsidR="0004693B" w:rsidRPr="00727F7B" w:rsidRDefault="0004693B" w:rsidP="00727F7B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41F8D" w:rsidRDefault="0004693B" w:rsidP="00727F7B">
    <w:pPr>
      <w:rPr>
        <w:strike/>
        <w:color w:val="FFFFFF" w:themeColor="background1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A1D45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6848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1" name="TITUSF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4footer" o:spid="_x0000_s1029" type="#_x0000_t202" style="position:absolute;margin-left:0;margin-top:44pt;width:600pt;height:25pt;z-index:25166848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6twqw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BdurcKsCAABl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727F7B" w:rsidRDefault="0004693B" w:rsidP="00727F7B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41F8D" w:rsidRDefault="0004693B" w:rsidP="00727F7B">
    <w:pPr>
      <w:rPr>
        <w:strike/>
        <w:color w:val="FFFFFF" w:themeColor="background1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A1D45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7155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4" name="TITUSF5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5footer" o:spid="_x0000_s1030" type="#_x0000_t202" style="position:absolute;margin-left:0;margin-top:44pt;width:600pt;height:25pt;z-index:25167155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x4Y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+Zx4Y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5E0B59" w:rsidRDefault="0004693B" w:rsidP="00DA7FA4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7667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9" name="TITUSE6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6footer" o:spid="_x0000_s1031" type="#_x0000_t202" style="position:absolute;margin-left:0;margin-top:44pt;width:600pt;height:25pt;z-index:25167667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DZtqw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eSA2basCAABl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5E0B59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7564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8" name="TITUSO6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6footer" o:spid="_x0000_s1032" type="#_x0000_t202" style="position:absolute;margin-left:0;margin-top:44pt;width:600pt;height:25pt;z-index:25167564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W3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YwwW3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A1D45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7462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7" name="TITUSF6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6footer" o:spid="_x0000_s1033" type="#_x0000_t202" style="position:absolute;margin-left:0;margin-top:44pt;width:600pt;height:25pt;z-index:25167462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DfQqw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f/Q30KsCAABl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41F8D" w:rsidRDefault="0004693B" w:rsidP="00727F7B">
    <w:pPr>
      <w:rPr>
        <w:strike/>
        <w:color w:val="FFFFFF" w:themeColor="background1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C5786C" w:rsidRDefault="0004693B" w:rsidP="00941F8D">
    <w:pPr>
      <w:pStyle w:val="Header"/>
    </w:pPr>
  </w:p>
  <w:p w:rsidR="0004693B" w:rsidRPr="00941F8D" w:rsidRDefault="0004693B" w:rsidP="00727F7B">
    <w:pPr>
      <w:rPr>
        <w:strike/>
        <w:color w:val="FFFFFF" w:themeColor="background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C5786C" w:rsidRDefault="0004693B" w:rsidP="00941F8D">
    <w:pPr>
      <w:pStyle w:val="Header"/>
    </w:pPr>
  </w:p>
  <w:p w:rsidR="0004693B" w:rsidRDefault="0004693B" w:rsidP="00941F8D"/>
  <w:p w:rsidR="0004693B" w:rsidRPr="00727F7B" w:rsidRDefault="0004693B" w:rsidP="00727F7B"/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A1D45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7769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0" name="TITUSF7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7footer" o:spid="_x0000_s1034" type="#_x0000_t202" style="position:absolute;margin-left:0;margin-top:44pt;width:600pt;height:25pt;z-index:25167769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O2Xxe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727F7B" w:rsidRDefault="0004693B" w:rsidP="00727F7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41F8D" w:rsidRDefault="0004693B" w:rsidP="00727F7B">
    <w:pPr>
      <w:rPr>
        <w:strike/>
        <w:color w:val="FFFFFF" w:themeColor="background1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A1D45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26" type="#_x0000_t202" style="position:absolute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cYpwIAAF4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41F8D" w:rsidRDefault="0004693B" w:rsidP="00727F7B">
    <w:pPr>
      <w:rPr>
        <w:strike/>
        <w:color w:val="FFFFFF" w:themeColor="background1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5E0B59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27" type="#_x0000_t202" style="position:absolute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QvqwIAAGU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Ki/UL6sCAABl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A1D45" w:rsidRDefault="0004693B" w:rsidP="005E0B59">
    <w:pPr>
      <w:pStyle w:val="Footer"/>
      <w:pBdr>
        <w:top w:val="single" w:sz="6" w:space="6" w:color="auto"/>
      </w:pBdr>
      <w:rPr>
        <w:strike/>
        <w:color w:val="FFFFFF" w:themeColor="background1"/>
      </w:rPr>
    </w:pPr>
    <w:r>
      <w:rPr>
        <w:noProof/>
        <w:lang w:val="en-US" w:eastAsia="zh-CN"/>
      </w:rPr>
      <mc:AlternateContent>
        <mc:Choice Requires="wps">
          <w:drawing>
            <wp:anchor distT="558800" distB="0" distL="114300" distR="114300" simplePos="0" relativeHeight="25166540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8" name="TITUSF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4693B" w:rsidRDefault="0004693B" w:rsidP="00DA7FA4">
                          <w:pPr>
                            <w:jc w:val="center"/>
                          </w:pPr>
                          <w:r w:rsidRPr="00DA7FA4">
                            <w:rPr>
                              <w:color w:val="000000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3footer" o:spid="_x0000_s1028" type="#_x0000_t202" style="position:absolute;margin-left:0;margin-top:44pt;width:600pt;height:25pt;z-index:25166540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EgqgIAAGU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BiQEg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4693B" w:rsidRDefault="0004693B" w:rsidP="00DA7FA4">
                    <w:pPr>
                      <w:jc w:val="center"/>
                    </w:pPr>
                    <w:r w:rsidRPr="00DA7FA4">
                      <w:rPr>
                        <w:color w:val="000000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427CB">
      <w:fldChar w:fldCharType="begin"/>
    </w:r>
    <w:r w:rsidR="000427CB">
      <w:instrText xml:space="preserve"> DOCPROPERTY "doc name"  \* MERGEFORMAT </w:instrText>
    </w:r>
    <w:r w:rsidR="000427CB">
      <w:fldChar w:fldCharType="separate"/>
    </w:r>
    <w:r>
      <w:t>fr / 03-03-01</w:t>
    </w:r>
    <w:r w:rsidR="000427CB">
      <w:fldChar w:fldCharType="end"/>
    </w:r>
    <w:r>
      <w:tab/>
      <w:t xml:space="preserve">Date : juillet </w:t>
    </w:r>
    <w:r w:rsidRPr="009A1D45">
      <w:t>2019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3B" w:rsidRPr="00941F8D" w:rsidRDefault="0004693B" w:rsidP="00727F7B">
    <w:pPr>
      <w:rPr>
        <w:strike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7CB" w:rsidRDefault="000427CB">
      <w:r>
        <w:separator/>
      </w:r>
    </w:p>
  </w:footnote>
  <w:footnote w:type="continuationSeparator" w:id="0">
    <w:p w:rsidR="000427CB" w:rsidRDefault="000427CB">
      <w:r>
        <w:separator/>
      </w:r>
    </w:p>
    <w:p w:rsidR="000427CB" w:rsidRDefault="000427CB">
      <w:pPr>
        <w:pStyle w:val="Footer"/>
        <w:spacing w:after="60"/>
        <w:rPr>
          <w:sz w:val="18"/>
        </w:rPr>
      </w:pPr>
      <w:r>
        <w:rPr>
          <w:sz w:val="18"/>
        </w:rPr>
        <w:t>[Suite de la note de la page précédente]</w:t>
      </w:r>
    </w:p>
  </w:footnote>
  <w:footnote w:type="continuationNotice" w:id="1">
    <w:p w:rsidR="000427CB" w:rsidRDefault="000427CB">
      <w:pPr>
        <w:spacing w:before="60"/>
        <w:jc w:val="right"/>
        <w:rPr>
          <w:sz w:val="18"/>
        </w:rPr>
      </w:pPr>
      <w:r>
        <w:rPr>
          <w:sz w:val="18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2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8" w:type="dxa"/>
      <w:tblInd w:w="-318" w:type="dxa"/>
      <w:tblLook w:val="01E0" w:firstRow="1" w:lastRow="1" w:firstColumn="1" w:lastColumn="1" w:noHBand="0" w:noVBand="0"/>
    </w:tblPr>
    <w:tblGrid>
      <w:gridCol w:w="2411"/>
      <w:gridCol w:w="7357"/>
    </w:tblGrid>
    <w:tr w:rsidR="0004693B" w:rsidRPr="00242C06" w:rsidTr="0004693B">
      <w:tc>
        <w:tcPr>
          <w:tcW w:w="2411" w:type="dxa"/>
        </w:tcPr>
        <w:p w:rsidR="0004693B" w:rsidRPr="00242C06" w:rsidRDefault="0004693B" w:rsidP="00941F8D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7FF7081D" wp14:editId="42FF502C">
                <wp:extent cx="952500" cy="742950"/>
                <wp:effectExtent l="0" t="0" r="0" b="0"/>
                <wp:docPr id="32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357" w:type="dxa"/>
          <w:vAlign w:val="bottom"/>
        </w:tcPr>
        <w:p w:rsidR="0004693B" w:rsidRPr="001B4CA5" w:rsidRDefault="0004693B" w:rsidP="00941F8D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941F8D">
    <w:pPr>
      <w:pStyle w:val="Headerline"/>
      <w:pBdr>
        <w:top w:val="single" w:sz="6" w:space="4" w:color="auto"/>
        <w:bottom w:val="single" w:sz="6" w:space="4" w:color="auto"/>
      </w:pBdr>
      <w:tabs>
        <w:tab w:val="clear" w:pos="9061"/>
        <w:tab w:val="right" w:pos="9356"/>
      </w:tabs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 w:rsidR="00727F7B">
      <w:rPr>
        <w:noProof/>
        <w:lang w:val="en-US"/>
      </w:rPr>
      <w:t>8</w:t>
    </w:r>
    <w:r w:rsidRPr="00CD0BE3">
      <w:rPr>
        <w:lang w:val="en-US"/>
      </w:rPr>
      <w:fldChar w:fldCharType="end"/>
    </w:r>
  </w:p>
  <w:p w:rsidR="0004693B" w:rsidRPr="00941F8D" w:rsidRDefault="0004693B" w:rsidP="00941F8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7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2100865B" wp14:editId="2C2F22F5">
                <wp:extent cx="952500" cy="742950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1</w:t>
    </w:r>
    <w:r w:rsidRPr="00CD0BE3">
      <w:rPr>
        <w:lang w:val="en-US"/>
      </w:rPr>
      <w:fldChar w:fldCharType="end"/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8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C5786C" w:rsidRDefault="0004693B" w:rsidP="00DA7FA4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8" w:type="dxa"/>
      <w:tblInd w:w="-318" w:type="dxa"/>
      <w:tblLook w:val="01E0" w:firstRow="1" w:lastRow="1" w:firstColumn="1" w:lastColumn="1" w:noHBand="0" w:noVBand="0"/>
    </w:tblPr>
    <w:tblGrid>
      <w:gridCol w:w="2411"/>
      <w:gridCol w:w="7357"/>
    </w:tblGrid>
    <w:tr w:rsidR="0004693B" w:rsidRPr="00242C06" w:rsidTr="0004693B">
      <w:tc>
        <w:tcPr>
          <w:tcW w:w="2411" w:type="dxa"/>
        </w:tcPr>
        <w:p w:rsidR="0004693B" w:rsidRPr="00242C06" w:rsidRDefault="0004693B" w:rsidP="00941F8D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7FF7081D" wp14:editId="42FF502C">
                <wp:extent cx="952500" cy="742950"/>
                <wp:effectExtent l="0" t="0" r="0" b="0"/>
                <wp:docPr id="33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357" w:type="dxa"/>
          <w:vAlign w:val="bottom"/>
        </w:tcPr>
        <w:p w:rsidR="0004693B" w:rsidRPr="001B4CA5" w:rsidRDefault="0004693B" w:rsidP="00941F8D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941F8D">
    <w:pPr>
      <w:pStyle w:val="Headerline"/>
      <w:pBdr>
        <w:top w:val="single" w:sz="6" w:space="4" w:color="auto"/>
        <w:bottom w:val="single" w:sz="6" w:space="4" w:color="auto"/>
      </w:pBdr>
      <w:tabs>
        <w:tab w:val="clear" w:pos="9061"/>
        <w:tab w:val="right" w:pos="9356"/>
      </w:tabs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 w:rsidR="00727F7B">
      <w:rPr>
        <w:noProof/>
        <w:lang w:val="en-US"/>
      </w:rPr>
      <w:t>9</w:t>
    </w:r>
    <w:r w:rsidRPr="00CD0BE3">
      <w:rPr>
        <w:lang w:val="en-US"/>
      </w:rPr>
      <w:fldChar w:fldCharType="end"/>
    </w:r>
  </w:p>
  <w:p w:rsidR="0004693B" w:rsidRPr="00941F8D" w:rsidRDefault="0004693B" w:rsidP="00941F8D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5DE5AAC3" wp14:editId="4ED4ECF4">
                <wp:extent cx="952500" cy="74295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1</w:t>
    </w:r>
    <w:r w:rsidRPr="00CD0BE3">
      <w:rPr>
        <w:lang w:val="en-US"/>
      </w:rPr>
      <w:fldChar w:fldCharType="end"/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2D2FE80A" wp14:editId="21E59DE1">
                <wp:extent cx="952500" cy="742950"/>
                <wp:effectExtent l="0" t="0" r="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DA7FA4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7</w:t>
    </w:r>
    <w:r w:rsidRPr="00CD0BE3">
      <w:rPr>
        <w:lang w:val="en-US"/>
      </w:rPr>
      <w:fldChar w:fldCharType="end"/>
    </w:r>
  </w:p>
  <w:p w:rsidR="0004693B" w:rsidRPr="00C5786C" w:rsidRDefault="0004693B" w:rsidP="00DA7FA4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47A5D346" wp14:editId="3FA6F5BA">
                <wp:extent cx="952500" cy="742950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7</w:t>
    </w:r>
    <w:r w:rsidRPr="00CD0BE3">
      <w:rPr>
        <w:lang w:val="en-US"/>
      </w:rPr>
      <w:fldChar w:fldCharType="end"/>
    </w:r>
  </w:p>
  <w:p w:rsidR="0004693B" w:rsidRPr="00C5786C" w:rsidRDefault="0004693B" w:rsidP="00C5786C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0CE23E12" wp14:editId="5E73EC76">
                <wp:extent cx="952500" cy="742950"/>
                <wp:effectExtent l="0" t="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1</w:t>
    </w:r>
    <w:r w:rsidRPr="00CD0BE3">
      <w:rPr>
        <w:lang w:val="en-US"/>
      </w:rPr>
      <w:fldChar w:fldCharType="end"/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10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3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11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21F0EFC0" wp14:editId="332A4E06">
                <wp:extent cx="952500" cy="742950"/>
                <wp:effectExtent l="0" t="0" r="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1</w:t>
    </w:r>
    <w:r w:rsidRPr="00CD0BE3">
      <w:rPr>
        <w:lang w:val="en-US"/>
      </w:rPr>
      <w:fldChar w:fldCharType="end"/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</w:t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4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5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4EC1755D" wp14:editId="6EC04CA5">
                <wp:extent cx="952500" cy="7429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1</w:t>
    </w:r>
    <w:r w:rsidRPr="00CD0BE3">
      <w:rPr>
        <w:lang w:val="en-US"/>
      </w:rPr>
      <w:fldChar w:fldCharType="end"/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B" w:rsidRPr="00155B8F" w:rsidRDefault="00727F7B" w:rsidP="00727F7B">
    <w:pPr>
      <w:tabs>
        <w:tab w:val="center" w:pos="4536"/>
        <w:tab w:val="right" w:pos="9072"/>
      </w:tabs>
      <w:jc w:val="right"/>
      <w:rPr>
        <w:rFonts w:eastAsiaTheme="minorEastAsia" w:cs="Arial"/>
        <w:sz w:val="20"/>
        <w:lang w:eastAsia="zh-CN"/>
      </w:rPr>
    </w:pPr>
    <w:r w:rsidRPr="00155B8F">
      <w:rPr>
        <w:rFonts w:eastAsiaTheme="minorEastAsia" w:cs="Arial"/>
        <w:sz w:val="20"/>
        <w:lang w:eastAsia="zh-CN"/>
      </w:rPr>
      <w:t>CWS/10/4</w:t>
    </w:r>
  </w:p>
  <w:p w:rsidR="00727F7B" w:rsidRPr="00155B8F" w:rsidRDefault="00727F7B" w:rsidP="00727F7B">
    <w:pPr>
      <w:pStyle w:val="Header"/>
      <w:jc w:val="right"/>
      <w:rPr>
        <w:rFonts w:eastAsiaTheme="minorEastAsia" w:cs="Arial"/>
        <w:b w:val="0"/>
        <w:sz w:val="20"/>
        <w:lang w:eastAsia="zh-CN"/>
      </w:rPr>
    </w:pPr>
    <w:r>
      <w:rPr>
        <w:rFonts w:eastAsiaTheme="minorEastAsia" w:cs="Arial"/>
        <w:b w:val="0"/>
        <w:sz w:val="20"/>
        <w:lang w:eastAsia="zh-CN"/>
      </w:rPr>
      <w:t>Annexe, page</w:t>
    </w:r>
    <w:r w:rsidRPr="00155B8F">
      <w:rPr>
        <w:rFonts w:eastAsiaTheme="minorEastAsia" w:cs="Arial"/>
        <w:b w:val="0"/>
        <w:sz w:val="20"/>
        <w:lang w:eastAsia="zh-CN"/>
      </w:rPr>
      <w:t xml:space="preserve"> </w:t>
    </w:r>
    <w:r w:rsidRPr="00155B8F">
      <w:rPr>
        <w:rFonts w:eastAsiaTheme="minorEastAsia" w:cs="Arial"/>
        <w:b w:val="0"/>
        <w:sz w:val="20"/>
        <w:lang w:eastAsia="zh-CN"/>
      </w:rPr>
      <w:fldChar w:fldCharType="begin"/>
    </w:r>
    <w:r w:rsidRPr="00155B8F">
      <w:rPr>
        <w:rFonts w:eastAsiaTheme="minorEastAsia" w:cs="Arial"/>
        <w:b w:val="0"/>
        <w:sz w:val="20"/>
        <w:lang w:eastAsia="zh-CN"/>
      </w:rPr>
      <w:instrText xml:space="preserve"> PAGE   \* MERGEFORMAT </w:instrText>
    </w:r>
    <w:r w:rsidRPr="00155B8F">
      <w:rPr>
        <w:rFonts w:eastAsiaTheme="minorEastAsia" w:cs="Arial"/>
        <w:b w:val="0"/>
        <w:sz w:val="20"/>
        <w:lang w:eastAsia="zh-CN"/>
      </w:rPr>
      <w:fldChar w:fldCharType="separate"/>
    </w:r>
    <w:r w:rsidR="009C491B">
      <w:rPr>
        <w:rFonts w:eastAsiaTheme="minorEastAsia" w:cs="Arial"/>
        <w:b w:val="0"/>
        <w:noProof/>
        <w:sz w:val="20"/>
        <w:lang w:eastAsia="zh-CN"/>
      </w:rPr>
      <w:t>6</w:t>
    </w:r>
    <w:r w:rsidRPr="00155B8F">
      <w:rPr>
        <w:rFonts w:eastAsiaTheme="minorEastAsia" w:cs="Arial"/>
        <w:b w:val="0"/>
        <w:noProof/>
        <w:sz w:val="20"/>
        <w:lang w:eastAsia="zh-CN"/>
      </w:rPr>
      <w:fldChar w:fldCharType="end"/>
    </w:r>
  </w:p>
  <w:p w:rsidR="0004693B" w:rsidRPr="00941F8D" w:rsidRDefault="0004693B" w:rsidP="00941F8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04F6FEAF" wp14:editId="12952A10">
                <wp:extent cx="952500" cy="74295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7</w:t>
    </w:r>
    <w:r w:rsidRPr="00CD0BE3">
      <w:rPr>
        <w:lang w:val="en-US"/>
      </w:rPr>
      <w:fldChar w:fldCharType="end"/>
    </w:r>
  </w:p>
  <w:p w:rsidR="0004693B" w:rsidRPr="00C5786C" w:rsidRDefault="0004693B" w:rsidP="00C5786C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81" w:type="dxa"/>
      <w:tblInd w:w="-318" w:type="dxa"/>
      <w:tblLook w:val="01E0" w:firstRow="1" w:lastRow="1" w:firstColumn="1" w:lastColumn="1" w:noHBand="0" w:noVBand="0"/>
    </w:tblPr>
    <w:tblGrid>
      <w:gridCol w:w="2411"/>
      <w:gridCol w:w="7170"/>
    </w:tblGrid>
    <w:tr w:rsidR="0004693B" w:rsidRPr="00242C06" w:rsidTr="00801E60">
      <w:tc>
        <w:tcPr>
          <w:tcW w:w="2411" w:type="dxa"/>
        </w:tcPr>
        <w:p w:rsidR="0004693B" w:rsidRPr="00242C06" w:rsidRDefault="0004693B" w:rsidP="00C5786C">
          <w:pPr>
            <w:ind w:left="113"/>
          </w:pPr>
          <w:r>
            <w:rPr>
              <w:noProof/>
              <w:lang w:val="en-US" w:eastAsia="zh-CN"/>
            </w:rPr>
            <w:drawing>
              <wp:inline distT="0" distB="0" distL="0" distR="0" wp14:anchorId="74785F26" wp14:editId="48E71B62">
                <wp:extent cx="952500" cy="74295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170" w:type="dxa"/>
          <w:vAlign w:val="bottom"/>
        </w:tcPr>
        <w:p w:rsidR="0004693B" w:rsidRPr="001B4CA5" w:rsidRDefault="0004693B" w:rsidP="00C5786C">
          <w:pPr>
            <w:spacing w:after="120"/>
            <w:ind w:left="2160"/>
            <w:jc w:val="right"/>
            <w:rPr>
              <w:b/>
            </w:rPr>
          </w:pPr>
          <w:r w:rsidRPr="001B4CA5">
            <w:rPr>
              <w:b/>
            </w:rPr>
            <w:t>MANUEL SUR L</w:t>
          </w:r>
          <w:r w:rsidR="00DD07FE">
            <w:rPr>
              <w:b/>
            </w:rPr>
            <w:t>’</w:t>
          </w:r>
          <w:r w:rsidRPr="001B4CA5">
            <w:rPr>
              <w:b/>
            </w:rPr>
            <w:t>INFORMATION ET LA DOCUMENTATION EN MATIÈRE DE PROPRIÉTÉ INDUSTRIELLE</w:t>
          </w:r>
        </w:p>
      </w:tc>
    </w:tr>
  </w:tbl>
  <w:p w:rsidR="0004693B" w:rsidRPr="00CD0BE3" w:rsidRDefault="0004693B" w:rsidP="00C5786C">
    <w:pPr>
      <w:pStyle w:val="Headerline"/>
      <w:pBdr>
        <w:top w:val="single" w:sz="6" w:space="4" w:color="auto"/>
        <w:bottom w:val="single" w:sz="6" w:space="4" w:color="auto"/>
      </w:pBdr>
      <w:spacing w:before="120"/>
      <w:rPr>
        <w:lang w:val="en-US"/>
      </w:rPr>
    </w:pPr>
    <w:r>
      <w:rPr>
        <w:lang w:val="en-US"/>
      </w:rPr>
      <w:t>Ré</w:t>
    </w:r>
    <w:r w:rsidRPr="00B101FA">
      <w:rPr>
        <w:lang w:val="en-US"/>
      </w:rPr>
      <w:t>f.</w:t>
    </w:r>
    <w:r>
      <w:rPr>
        <w:lang w:val="en-US"/>
      </w:rPr>
      <w:t xml:space="preserve"> </w:t>
    </w:r>
    <w:r w:rsidRPr="00B101FA">
      <w:rPr>
        <w:lang w:val="en-US"/>
      </w:rPr>
      <w:t xml:space="preserve">: </w:t>
    </w:r>
    <w:r>
      <w:rPr>
        <w:lang w:val="en-US"/>
      </w:rPr>
      <w:fldChar w:fldCharType="begin"/>
    </w:r>
    <w:r>
      <w:rPr>
        <w:lang w:val="en-US"/>
      </w:rPr>
      <w:instrText xml:space="preserve"> SUBJECT   \* MERGEFORMAT </w:instrText>
    </w:r>
    <w:r>
      <w:rPr>
        <w:lang w:val="en-US"/>
      </w:rPr>
      <w:fldChar w:fldCharType="separate"/>
    </w:r>
    <w:r>
      <w:rPr>
        <w:lang w:val="en-US"/>
      </w:rPr>
      <w:t>NORME ST.3</w:t>
    </w:r>
    <w:r>
      <w:rPr>
        <w:lang w:val="en-US"/>
      </w:rPr>
      <w:fldChar w:fldCharType="end"/>
    </w:r>
    <w:r w:rsidRPr="00CD0BE3">
      <w:rPr>
        <w:lang w:val="en-US"/>
      </w:rPr>
      <w:tab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DOCPROPERTY "Page"  \* MERGEFORMAT </w:instrText>
    </w:r>
    <w:r w:rsidRPr="00CD0BE3">
      <w:rPr>
        <w:lang w:val="en-US"/>
      </w:rPr>
      <w:fldChar w:fldCharType="separate"/>
    </w:r>
    <w:r>
      <w:rPr>
        <w:lang w:val="en-US"/>
      </w:rPr>
      <w:t>page : 3.3.</w:t>
    </w:r>
    <w:r w:rsidRPr="00CD0BE3">
      <w:rPr>
        <w:lang w:val="en-US"/>
      </w:rPr>
      <w:fldChar w:fldCharType="end"/>
    </w:r>
    <w:r w:rsidRPr="00CD0BE3">
      <w:rPr>
        <w:lang w:val="en-US"/>
      </w:rPr>
      <w:fldChar w:fldCharType="begin"/>
    </w:r>
    <w:r w:rsidRPr="00CD0BE3">
      <w:rPr>
        <w:lang w:val="en-US"/>
      </w:rPr>
      <w:instrText xml:space="preserve"> PAGE </w:instrText>
    </w:r>
    <w:r w:rsidRPr="00CD0BE3">
      <w:rPr>
        <w:lang w:val="en-US"/>
      </w:rPr>
      <w:fldChar w:fldCharType="separate"/>
    </w:r>
    <w:r>
      <w:rPr>
        <w:noProof/>
        <w:lang w:val="en-US"/>
      </w:rPr>
      <w:t>1</w:t>
    </w:r>
    <w:r w:rsidRPr="00CD0BE3">
      <w:rPr>
        <w:lang w:val="en-US"/>
      </w:rPr>
      <w:fldChar w:fldCharType="end"/>
    </w:r>
  </w:p>
  <w:p w:rsidR="0004693B" w:rsidRDefault="0004693B" w:rsidP="00C5786C">
    <w:pPr>
      <w:rPr>
        <w:spacing w:val="2"/>
      </w:rPr>
    </w:pPr>
  </w:p>
  <w:p w:rsidR="0004693B" w:rsidRPr="00C5786C" w:rsidRDefault="0004693B" w:rsidP="00C57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A066E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FE84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84CC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384D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EEC6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DCF5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60A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7A92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82C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4C0C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AA"/>
    <w:rsid w:val="00003280"/>
    <w:rsid w:val="00030BE3"/>
    <w:rsid w:val="000363D6"/>
    <w:rsid w:val="000427CB"/>
    <w:rsid w:val="00045B42"/>
    <w:rsid w:val="0004693B"/>
    <w:rsid w:val="00064AFA"/>
    <w:rsid w:val="00065EB0"/>
    <w:rsid w:val="00072277"/>
    <w:rsid w:val="00083592"/>
    <w:rsid w:val="00084991"/>
    <w:rsid w:val="00092120"/>
    <w:rsid w:val="00097451"/>
    <w:rsid w:val="000C3782"/>
    <w:rsid w:val="000D0ADE"/>
    <w:rsid w:val="000D293D"/>
    <w:rsid w:val="000E597C"/>
    <w:rsid w:val="000F4F3F"/>
    <w:rsid w:val="000F7CE1"/>
    <w:rsid w:val="000F7E99"/>
    <w:rsid w:val="0010569A"/>
    <w:rsid w:val="00105C6C"/>
    <w:rsid w:val="0013601D"/>
    <w:rsid w:val="001361BD"/>
    <w:rsid w:val="00157416"/>
    <w:rsid w:val="00193518"/>
    <w:rsid w:val="00193FE4"/>
    <w:rsid w:val="001C0091"/>
    <w:rsid w:val="001C6A6D"/>
    <w:rsid w:val="001D19AA"/>
    <w:rsid w:val="001E15CC"/>
    <w:rsid w:val="001E599C"/>
    <w:rsid w:val="001F32BE"/>
    <w:rsid w:val="00207EFB"/>
    <w:rsid w:val="00223F1F"/>
    <w:rsid w:val="00240453"/>
    <w:rsid w:val="0024141D"/>
    <w:rsid w:val="002429E4"/>
    <w:rsid w:val="00245474"/>
    <w:rsid w:val="00250BAB"/>
    <w:rsid w:val="00260331"/>
    <w:rsid w:val="00265231"/>
    <w:rsid w:val="00266529"/>
    <w:rsid w:val="002766CD"/>
    <w:rsid w:val="00281AAD"/>
    <w:rsid w:val="002846CE"/>
    <w:rsid w:val="00295436"/>
    <w:rsid w:val="002E0083"/>
    <w:rsid w:val="002E64AD"/>
    <w:rsid w:val="002E6901"/>
    <w:rsid w:val="002F5AC3"/>
    <w:rsid w:val="003018BE"/>
    <w:rsid w:val="00302D2A"/>
    <w:rsid w:val="003464E8"/>
    <w:rsid w:val="00350C68"/>
    <w:rsid w:val="003562AE"/>
    <w:rsid w:val="00374781"/>
    <w:rsid w:val="003923E9"/>
    <w:rsid w:val="003A263E"/>
    <w:rsid w:val="003B005B"/>
    <w:rsid w:val="003C43B6"/>
    <w:rsid w:val="003C49AA"/>
    <w:rsid w:val="003F5A7C"/>
    <w:rsid w:val="00424203"/>
    <w:rsid w:val="00435969"/>
    <w:rsid w:val="00471727"/>
    <w:rsid w:val="00473E32"/>
    <w:rsid w:val="00483F1C"/>
    <w:rsid w:val="00496CDC"/>
    <w:rsid w:val="004B5341"/>
    <w:rsid w:val="004C1D61"/>
    <w:rsid w:val="004E4231"/>
    <w:rsid w:val="00500070"/>
    <w:rsid w:val="005025FF"/>
    <w:rsid w:val="00502782"/>
    <w:rsid w:val="00514927"/>
    <w:rsid w:val="005153F3"/>
    <w:rsid w:val="0051728D"/>
    <w:rsid w:val="00526549"/>
    <w:rsid w:val="00526B91"/>
    <w:rsid w:val="00537D71"/>
    <w:rsid w:val="005502D4"/>
    <w:rsid w:val="00554FB5"/>
    <w:rsid w:val="00557BBA"/>
    <w:rsid w:val="0056181E"/>
    <w:rsid w:val="00563CB5"/>
    <w:rsid w:val="00567501"/>
    <w:rsid w:val="00567C7E"/>
    <w:rsid w:val="00572643"/>
    <w:rsid w:val="0057387D"/>
    <w:rsid w:val="0058226C"/>
    <w:rsid w:val="0058785A"/>
    <w:rsid w:val="0059431F"/>
    <w:rsid w:val="005C2F87"/>
    <w:rsid w:val="005D5DD9"/>
    <w:rsid w:val="005E0B59"/>
    <w:rsid w:val="005F39EA"/>
    <w:rsid w:val="006053D6"/>
    <w:rsid w:val="00606C91"/>
    <w:rsid w:val="0060755E"/>
    <w:rsid w:val="00612F2C"/>
    <w:rsid w:val="00635909"/>
    <w:rsid w:val="00647686"/>
    <w:rsid w:val="00655602"/>
    <w:rsid w:val="00666967"/>
    <w:rsid w:val="00671826"/>
    <w:rsid w:val="006812E7"/>
    <w:rsid w:val="00691A24"/>
    <w:rsid w:val="006A6CE8"/>
    <w:rsid w:val="006C16DA"/>
    <w:rsid w:val="006C53B9"/>
    <w:rsid w:val="007153F2"/>
    <w:rsid w:val="00727F7B"/>
    <w:rsid w:val="00731E80"/>
    <w:rsid w:val="007510B4"/>
    <w:rsid w:val="00755163"/>
    <w:rsid w:val="0078752E"/>
    <w:rsid w:val="007945E0"/>
    <w:rsid w:val="007948B1"/>
    <w:rsid w:val="007B174F"/>
    <w:rsid w:val="007B44EA"/>
    <w:rsid w:val="007C6338"/>
    <w:rsid w:val="007F47A9"/>
    <w:rsid w:val="007F7902"/>
    <w:rsid w:val="00801E60"/>
    <w:rsid w:val="0080347B"/>
    <w:rsid w:val="00814534"/>
    <w:rsid w:val="00826155"/>
    <w:rsid w:val="008423D7"/>
    <w:rsid w:val="00851A4E"/>
    <w:rsid w:val="00862397"/>
    <w:rsid w:val="008C22EB"/>
    <w:rsid w:val="00903262"/>
    <w:rsid w:val="00903955"/>
    <w:rsid w:val="009125CE"/>
    <w:rsid w:val="00914924"/>
    <w:rsid w:val="0093590B"/>
    <w:rsid w:val="00941F8D"/>
    <w:rsid w:val="009465F9"/>
    <w:rsid w:val="00954783"/>
    <w:rsid w:val="00955219"/>
    <w:rsid w:val="00964E30"/>
    <w:rsid w:val="00985EA5"/>
    <w:rsid w:val="009A1D45"/>
    <w:rsid w:val="009B419E"/>
    <w:rsid w:val="009B77E3"/>
    <w:rsid w:val="009C491B"/>
    <w:rsid w:val="009E44AF"/>
    <w:rsid w:val="009F7D61"/>
    <w:rsid w:val="00A0052F"/>
    <w:rsid w:val="00A01F03"/>
    <w:rsid w:val="00A022B8"/>
    <w:rsid w:val="00A106A5"/>
    <w:rsid w:val="00A14862"/>
    <w:rsid w:val="00A3232E"/>
    <w:rsid w:val="00A42FB5"/>
    <w:rsid w:val="00A55073"/>
    <w:rsid w:val="00A6417A"/>
    <w:rsid w:val="00A66245"/>
    <w:rsid w:val="00A72D8F"/>
    <w:rsid w:val="00A759AF"/>
    <w:rsid w:val="00A83565"/>
    <w:rsid w:val="00A83FDF"/>
    <w:rsid w:val="00AA564C"/>
    <w:rsid w:val="00AA77AE"/>
    <w:rsid w:val="00AC2887"/>
    <w:rsid w:val="00AC6283"/>
    <w:rsid w:val="00B17F56"/>
    <w:rsid w:val="00B34254"/>
    <w:rsid w:val="00B37250"/>
    <w:rsid w:val="00B45E66"/>
    <w:rsid w:val="00B47329"/>
    <w:rsid w:val="00B6607F"/>
    <w:rsid w:val="00B740AF"/>
    <w:rsid w:val="00BB4418"/>
    <w:rsid w:val="00BC3AD0"/>
    <w:rsid w:val="00BE2CE5"/>
    <w:rsid w:val="00BF7094"/>
    <w:rsid w:val="00C20857"/>
    <w:rsid w:val="00C35BDA"/>
    <w:rsid w:val="00C5786C"/>
    <w:rsid w:val="00C57B57"/>
    <w:rsid w:val="00C74F31"/>
    <w:rsid w:val="00C95D93"/>
    <w:rsid w:val="00CA23CF"/>
    <w:rsid w:val="00CC3D51"/>
    <w:rsid w:val="00CD0BE3"/>
    <w:rsid w:val="00CD7E0F"/>
    <w:rsid w:val="00CE5ECD"/>
    <w:rsid w:val="00D06239"/>
    <w:rsid w:val="00D151E4"/>
    <w:rsid w:val="00D27A89"/>
    <w:rsid w:val="00D32AA8"/>
    <w:rsid w:val="00D431BD"/>
    <w:rsid w:val="00D519AB"/>
    <w:rsid w:val="00D70772"/>
    <w:rsid w:val="00D80B20"/>
    <w:rsid w:val="00D958C3"/>
    <w:rsid w:val="00D95E07"/>
    <w:rsid w:val="00DA7FA4"/>
    <w:rsid w:val="00DB4A26"/>
    <w:rsid w:val="00DC3A71"/>
    <w:rsid w:val="00DD07FE"/>
    <w:rsid w:val="00DF2A96"/>
    <w:rsid w:val="00DF443A"/>
    <w:rsid w:val="00E016F9"/>
    <w:rsid w:val="00E021E7"/>
    <w:rsid w:val="00E02B72"/>
    <w:rsid w:val="00E047D0"/>
    <w:rsid w:val="00E066F7"/>
    <w:rsid w:val="00E13C99"/>
    <w:rsid w:val="00E14737"/>
    <w:rsid w:val="00E201DA"/>
    <w:rsid w:val="00E24F98"/>
    <w:rsid w:val="00E339A2"/>
    <w:rsid w:val="00E45B27"/>
    <w:rsid w:val="00E66E84"/>
    <w:rsid w:val="00E6762E"/>
    <w:rsid w:val="00E80213"/>
    <w:rsid w:val="00E8642D"/>
    <w:rsid w:val="00EC773C"/>
    <w:rsid w:val="00ED29E9"/>
    <w:rsid w:val="00F0798F"/>
    <w:rsid w:val="00F17192"/>
    <w:rsid w:val="00F24CC0"/>
    <w:rsid w:val="00F37ADA"/>
    <w:rsid w:val="00F54F36"/>
    <w:rsid w:val="00F55659"/>
    <w:rsid w:val="00F70963"/>
    <w:rsid w:val="00F7364F"/>
    <w:rsid w:val="00F753A8"/>
    <w:rsid w:val="00F83B7F"/>
    <w:rsid w:val="00F955C7"/>
    <w:rsid w:val="00F967B6"/>
    <w:rsid w:val="00FA075E"/>
    <w:rsid w:val="00FA5728"/>
    <w:rsid w:val="00FD73A4"/>
    <w:rsid w:val="00FE31E3"/>
    <w:rsid w:val="00FE7B7D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1BA6B93"/>
  <w15:chartTrackingRefBased/>
  <w15:docId w15:val="{BB7240C3-92B5-44CA-9FB2-8A3B9353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397"/>
    <w:rPr>
      <w:rFonts w:ascii="Arial" w:hAnsi="Arial"/>
      <w:sz w:val="17"/>
      <w:lang w:eastAsia="en-US"/>
    </w:rPr>
  </w:style>
  <w:style w:type="paragraph" w:styleId="Heading1">
    <w:name w:val="heading 1"/>
    <w:basedOn w:val="Normal"/>
    <w:next w:val="Normal"/>
    <w:qFormat/>
    <w:rsid w:val="00862397"/>
    <w:pPr>
      <w:keepNext/>
      <w:jc w:val="center"/>
      <w:outlineLvl w:val="0"/>
    </w:pPr>
    <w:rPr>
      <w:b/>
      <w:caps/>
      <w:sz w:val="20"/>
    </w:rPr>
  </w:style>
  <w:style w:type="paragraph" w:styleId="Heading2">
    <w:name w:val="heading 2"/>
    <w:basedOn w:val="Normal"/>
    <w:next w:val="Normal"/>
    <w:qFormat/>
    <w:rsid w:val="00862397"/>
    <w:pPr>
      <w:keepNext/>
      <w:keepLines/>
      <w:spacing w:before="170" w:after="170"/>
      <w:outlineLvl w:val="1"/>
    </w:pPr>
    <w:rPr>
      <w:caps/>
    </w:rPr>
  </w:style>
  <w:style w:type="paragraph" w:styleId="Heading3">
    <w:name w:val="heading 3"/>
    <w:basedOn w:val="Normal"/>
    <w:next w:val="Normal"/>
    <w:qFormat/>
    <w:rsid w:val="00862397"/>
    <w:pPr>
      <w:keepNext/>
      <w:keepLines/>
      <w:spacing w:before="170" w:after="17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862397"/>
    <w:pPr>
      <w:keepNext/>
      <w:keepLines/>
      <w:spacing w:after="17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outlineLvl w:val="4"/>
    </w:pPr>
    <w:rPr>
      <w:lang w:val="en-US"/>
    </w:r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62397"/>
    <w:pPr>
      <w:pBdr>
        <w:top w:val="single" w:sz="4" w:space="6" w:color="auto"/>
      </w:pBdr>
      <w:tabs>
        <w:tab w:val="right" w:pos="9072"/>
      </w:tabs>
    </w:pPr>
  </w:style>
  <w:style w:type="paragraph" w:customStyle="1" w:styleId="ContinueOrEndOfFile">
    <w:name w:val="ContinueOrEndOfFile"/>
    <w:basedOn w:val="Normal"/>
    <w:rsid w:val="00862397"/>
    <w:pPr>
      <w:spacing w:before="680"/>
      <w:jc w:val="right"/>
    </w:pPr>
  </w:style>
  <w:style w:type="paragraph" w:customStyle="1" w:styleId="EmitInfo">
    <w:name w:val="EmitInfo"/>
    <w:basedOn w:val="Normal"/>
    <w:rsid w:val="00862397"/>
    <w:pPr>
      <w:spacing w:after="510"/>
      <w:jc w:val="center"/>
    </w:pPr>
    <w:rPr>
      <w:i/>
    </w:rPr>
  </w:style>
  <w:style w:type="paragraph" w:customStyle="1" w:styleId="Heading2First">
    <w:name w:val="Heading 2 First"/>
    <w:basedOn w:val="Heading2"/>
    <w:next w:val="Normal"/>
    <w:rsid w:val="00862397"/>
    <w:pPr>
      <w:spacing w:before="0"/>
    </w:pPr>
  </w:style>
  <w:style w:type="paragraph" w:customStyle="1" w:styleId="List0">
    <w:name w:val="List0"/>
    <w:basedOn w:val="Normal"/>
    <w:rsid w:val="00862397"/>
    <w:pPr>
      <w:keepLines/>
      <w:spacing w:after="170"/>
    </w:pPr>
  </w:style>
  <w:style w:type="paragraph" w:customStyle="1" w:styleId="List0H">
    <w:name w:val="List0H"/>
    <w:basedOn w:val="List0"/>
    <w:rsid w:val="00862397"/>
    <w:pPr>
      <w:ind w:left="567" w:hanging="567"/>
    </w:pPr>
  </w:style>
  <w:style w:type="paragraph" w:customStyle="1" w:styleId="List0R">
    <w:name w:val="List0R"/>
    <w:basedOn w:val="List0"/>
    <w:rsid w:val="00862397"/>
    <w:pPr>
      <w:ind w:firstLine="567"/>
    </w:pPr>
  </w:style>
  <w:style w:type="paragraph" w:customStyle="1" w:styleId="List0Rom">
    <w:name w:val="List0Rom"/>
    <w:basedOn w:val="List0"/>
    <w:rsid w:val="00862397"/>
    <w:pPr>
      <w:tabs>
        <w:tab w:val="right" w:pos="851"/>
        <w:tab w:val="left" w:pos="1134"/>
      </w:tabs>
    </w:pPr>
  </w:style>
  <w:style w:type="paragraph" w:customStyle="1" w:styleId="List1">
    <w:name w:val="List1"/>
    <w:basedOn w:val="Normal"/>
    <w:rsid w:val="00862397"/>
    <w:pPr>
      <w:keepLines/>
      <w:spacing w:after="170"/>
      <w:ind w:left="567"/>
    </w:pPr>
  </w:style>
  <w:style w:type="paragraph" w:customStyle="1" w:styleId="List1H">
    <w:name w:val="List1H"/>
    <w:basedOn w:val="List1"/>
    <w:rsid w:val="00862397"/>
    <w:pPr>
      <w:ind w:left="1134" w:hanging="567"/>
    </w:pPr>
  </w:style>
  <w:style w:type="paragraph" w:customStyle="1" w:styleId="List1Rom">
    <w:name w:val="List1Rom"/>
    <w:basedOn w:val="List1"/>
    <w:rsid w:val="00862397"/>
    <w:pPr>
      <w:tabs>
        <w:tab w:val="right" w:pos="851"/>
        <w:tab w:val="left" w:pos="1134"/>
      </w:tabs>
      <w:ind w:left="1134" w:hanging="1134"/>
    </w:pPr>
  </w:style>
  <w:style w:type="paragraph" w:customStyle="1" w:styleId="List2">
    <w:name w:val="List2"/>
    <w:basedOn w:val="Normal"/>
    <w:rsid w:val="00862397"/>
    <w:pPr>
      <w:keepLines/>
      <w:spacing w:after="170"/>
      <w:ind w:left="1134"/>
    </w:pPr>
  </w:style>
  <w:style w:type="paragraph" w:customStyle="1" w:styleId="List2H">
    <w:name w:val="List2H"/>
    <w:basedOn w:val="List2"/>
    <w:rsid w:val="00862397"/>
    <w:pPr>
      <w:ind w:left="1701" w:hanging="567"/>
    </w:pPr>
  </w:style>
  <w:style w:type="paragraph" w:customStyle="1" w:styleId="List2Rom">
    <w:name w:val="List2Rom"/>
    <w:basedOn w:val="List2"/>
    <w:rsid w:val="00862397"/>
    <w:pPr>
      <w:tabs>
        <w:tab w:val="right" w:pos="1418"/>
        <w:tab w:val="left" w:pos="1701"/>
      </w:tabs>
      <w:ind w:left="1701" w:hanging="1134"/>
    </w:pPr>
  </w:style>
  <w:style w:type="paragraph" w:customStyle="1" w:styleId="List2RomB">
    <w:name w:val="List2RomB"/>
    <w:basedOn w:val="List2"/>
    <w:rsid w:val="00862397"/>
    <w:pPr>
      <w:tabs>
        <w:tab w:val="right" w:pos="1418"/>
        <w:tab w:val="left" w:pos="1701"/>
      </w:tabs>
      <w:ind w:left="0"/>
    </w:pPr>
  </w:style>
  <w:style w:type="paragraph" w:customStyle="1" w:styleId="List3">
    <w:name w:val="List3"/>
    <w:basedOn w:val="Normal"/>
    <w:rsid w:val="00862397"/>
    <w:pPr>
      <w:keepLines/>
      <w:spacing w:after="170"/>
      <w:ind w:left="1701"/>
    </w:pPr>
  </w:style>
  <w:style w:type="paragraph" w:customStyle="1" w:styleId="List3H">
    <w:name w:val="List3H"/>
    <w:basedOn w:val="List3"/>
    <w:rsid w:val="00862397"/>
    <w:pPr>
      <w:ind w:left="2268" w:hanging="567"/>
    </w:pPr>
  </w:style>
  <w:style w:type="paragraph" w:customStyle="1" w:styleId="List3Rom">
    <w:name w:val="List3Rom"/>
    <w:basedOn w:val="List3"/>
    <w:rsid w:val="00862397"/>
    <w:pPr>
      <w:tabs>
        <w:tab w:val="right" w:pos="1985"/>
        <w:tab w:val="left" w:pos="2268"/>
      </w:tabs>
      <w:ind w:left="2268" w:hanging="1134"/>
    </w:pPr>
  </w:style>
  <w:style w:type="paragraph" w:customStyle="1" w:styleId="List4">
    <w:name w:val="List4"/>
    <w:basedOn w:val="Normal"/>
    <w:rsid w:val="00862397"/>
    <w:pPr>
      <w:keepLines/>
      <w:spacing w:after="170"/>
      <w:ind w:left="2268"/>
    </w:pPr>
  </w:style>
  <w:style w:type="paragraph" w:customStyle="1" w:styleId="Part">
    <w:name w:val="Part"/>
    <w:basedOn w:val="Normal"/>
    <w:rsid w:val="00862397"/>
    <w:pPr>
      <w:keepLines/>
      <w:spacing w:before="3700" w:after="510"/>
      <w:jc w:val="center"/>
    </w:pPr>
    <w:rPr>
      <w:b/>
      <w:sz w:val="28"/>
    </w:rPr>
  </w:style>
  <w:style w:type="paragraph" w:customStyle="1" w:styleId="Trow">
    <w:name w:val="Trow"/>
    <w:basedOn w:val="Normal"/>
    <w:rsid w:val="00862397"/>
  </w:style>
  <w:style w:type="paragraph" w:customStyle="1" w:styleId="TrowF">
    <w:name w:val="TrowF"/>
    <w:basedOn w:val="Trow"/>
    <w:rsid w:val="00862397"/>
    <w:pPr>
      <w:spacing w:before="60"/>
    </w:pPr>
  </w:style>
  <w:style w:type="paragraph" w:customStyle="1" w:styleId="Heading1Title">
    <w:name w:val="Heading 1 Title"/>
    <w:basedOn w:val="Normal"/>
    <w:pPr>
      <w:spacing w:after="340"/>
      <w:jc w:val="center"/>
    </w:pPr>
    <w:rPr>
      <w:lang w:val="en-US"/>
    </w:rPr>
  </w:style>
  <w:style w:type="paragraph" w:customStyle="1" w:styleId="Heading1Hidden">
    <w:name w:val="Heading 1 Hidden"/>
    <w:basedOn w:val="Normal"/>
    <w:next w:val="Normal"/>
    <w:rsid w:val="00862397"/>
    <w:pPr>
      <w:keepNext/>
      <w:jc w:val="center"/>
      <w:outlineLvl w:val="0"/>
    </w:pPr>
    <w:rPr>
      <w:caps/>
      <w:color w:val="FFFFFF"/>
    </w:rPr>
  </w:style>
  <w:style w:type="paragraph" w:customStyle="1" w:styleId="Heading3Hidden">
    <w:name w:val="Heading 3 Hidden"/>
    <w:basedOn w:val="Heading3"/>
    <w:rsid w:val="00862397"/>
    <w:pPr>
      <w:spacing w:before="0" w:after="0"/>
    </w:pPr>
    <w:rPr>
      <w:color w:val="FFFFFF"/>
    </w:rPr>
  </w:style>
  <w:style w:type="paragraph" w:customStyle="1" w:styleId="Heading2Centered">
    <w:name w:val="Heading 2 Centered"/>
    <w:basedOn w:val="Heading2"/>
    <w:next w:val="Normal"/>
    <w:rsid w:val="00862397"/>
    <w:pPr>
      <w:spacing w:before="0" w:after="0"/>
      <w:jc w:val="center"/>
    </w:pPr>
  </w:style>
  <w:style w:type="paragraph" w:customStyle="1" w:styleId="Heading2Hidden">
    <w:name w:val="Heading 2 Hidden"/>
    <w:basedOn w:val="Heading2"/>
    <w:next w:val="Normal"/>
    <w:rsid w:val="00862397"/>
    <w:pPr>
      <w:spacing w:before="0" w:after="0"/>
    </w:pPr>
    <w:rPr>
      <w:caps w:val="0"/>
      <w:color w:val="FFFFFF"/>
    </w:rPr>
  </w:style>
  <w:style w:type="paragraph" w:customStyle="1" w:styleId="Heading3First">
    <w:name w:val="Heading 3 First"/>
    <w:basedOn w:val="Heading3"/>
    <w:next w:val="Normal"/>
    <w:rsid w:val="00862397"/>
    <w:pPr>
      <w:spacing w:before="0"/>
    </w:pPr>
  </w:style>
  <w:style w:type="paragraph" w:customStyle="1" w:styleId="TitleCAPS">
    <w:name w:val="Title CAPS"/>
    <w:basedOn w:val="Normal"/>
    <w:next w:val="Normal"/>
    <w:rsid w:val="00862397"/>
    <w:pPr>
      <w:spacing w:after="340"/>
      <w:jc w:val="center"/>
    </w:pPr>
    <w:rPr>
      <w:caps/>
    </w:rPr>
  </w:style>
  <w:style w:type="paragraph" w:customStyle="1" w:styleId="TitleSmall">
    <w:name w:val="Title Small"/>
    <w:basedOn w:val="Normal"/>
    <w:next w:val="Normal"/>
    <w:rsid w:val="00862397"/>
    <w:pPr>
      <w:spacing w:before="170" w:after="170"/>
      <w:jc w:val="center"/>
    </w:pPr>
  </w:style>
  <w:style w:type="paragraph" w:styleId="Header">
    <w:name w:val="header"/>
    <w:basedOn w:val="Normal"/>
    <w:link w:val="HeaderChar"/>
    <w:rsid w:val="00862397"/>
    <w:pPr>
      <w:tabs>
        <w:tab w:val="right" w:pos="9072"/>
      </w:tabs>
      <w:jc w:val="center"/>
    </w:pPr>
    <w:rPr>
      <w:b/>
    </w:rPr>
  </w:style>
  <w:style w:type="paragraph" w:customStyle="1" w:styleId="Heading3CAPS">
    <w:name w:val="Heading 3 CAPS"/>
    <w:basedOn w:val="Normal"/>
    <w:next w:val="Normal"/>
    <w:rsid w:val="00862397"/>
    <w:pPr>
      <w:keepNext/>
      <w:outlineLvl w:val="2"/>
    </w:pPr>
    <w:rPr>
      <w:caps/>
    </w:rPr>
  </w:style>
  <w:style w:type="paragraph" w:customStyle="1" w:styleId="Titleunderlined">
    <w:name w:val="Title underlined"/>
    <w:basedOn w:val="TitleSmall"/>
    <w:rsid w:val="00862397"/>
    <w:pPr>
      <w:jc w:val="left"/>
    </w:pPr>
    <w:rPr>
      <w:u w:val="single"/>
    </w:rPr>
  </w:style>
  <w:style w:type="paragraph" w:styleId="EndnoteText">
    <w:name w:val="endnote text"/>
    <w:basedOn w:val="Normal"/>
    <w:semiHidden/>
    <w:rPr>
      <w:sz w:val="20"/>
    </w:rPr>
  </w:style>
  <w:style w:type="paragraph" w:styleId="FootnoteText">
    <w:name w:val="footnote text"/>
    <w:basedOn w:val="Normal"/>
    <w:semiHidden/>
    <w:rsid w:val="00862397"/>
    <w:pPr>
      <w:spacing w:after="40"/>
      <w:ind w:left="284" w:hanging="284"/>
    </w:pPr>
    <w:rPr>
      <w:sz w:val="16"/>
      <w:lang w:val="en-US"/>
    </w:rPr>
  </w:style>
  <w:style w:type="character" w:styleId="PageNumber">
    <w:name w:val="page number"/>
    <w:basedOn w:val="DefaultParagraphFont"/>
    <w:rsid w:val="00862397"/>
  </w:style>
  <w:style w:type="paragraph" w:customStyle="1" w:styleId="Headerline">
    <w:name w:val="Header line"/>
    <w:basedOn w:val="Normal"/>
    <w:rsid w:val="00862397"/>
    <w:pPr>
      <w:pBdr>
        <w:bottom w:val="single" w:sz="6" w:space="6" w:color="auto"/>
      </w:pBdr>
      <w:tabs>
        <w:tab w:val="right" w:pos="9061"/>
      </w:tabs>
    </w:pPr>
  </w:style>
  <w:style w:type="paragraph" w:customStyle="1" w:styleId="TOC">
    <w:name w:val="TOC"/>
    <w:basedOn w:val="Normal"/>
    <w:rsid w:val="00862397"/>
    <w:pPr>
      <w:tabs>
        <w:tab w:val="left" w:pos="2268"/>
        <w:tab w:val="left" w:leader="dot" w:pos="7088"/>
        <w:tab w:val="right" w:pos="7513"/>
        <w:tab w:val="center" w:pos="7655"/>
        <w:tab w:val="left" w:pos="7797"/>
      </w:tabs>
      <w:spacing w:before="120" w:after="120"/>
      <w:ind w:left="1985" w:hanging="1418"/>
    </w:pPr>
    <w:rPr>
      <w:lang w:val="en-US"/>
    </w:rPr>
  </w:style>
  <w:style w:type="paragraph" w:customStyle="1" w:styleId="Toc1">
    <w:name w:val="Toc1"/>
    <w:basedOn w:val="TOC"/>
    <w:rsid w:val="00862397"/>
    <w:pPr>
      <w:spacing w:before="0"/>
    </w:p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sid w:val="00862397"/>
    <w:rPr>
      <w:color w:val="0000FF"/>
      <w:sz w:val="17"/>
      <w:vertAlign w:val="superscript"/>
    </w:rPr>
  </w:style>
  <w:style w:type="paragraph" w:styleId="BodyTextIndent">
    <w:name w:val="Body Text Indent"/>
    <w:basedOn w:val="Normal"/>
    <w:pPr>
      <w:ind w:left="567"/>
    </w:pPr>
    <w:rPr>
      <w:rFonts w:ascii="Times New Roman" w:hAnsi="Times New Roman"/>
      <w:sz w:val="24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ing3Bold">
    <w:name w:val="Heading 3 Bold"/>
    <w:basedOn w:val="Normal"/>
    <w:rsid w:val="00862397"/>
    <w:pPr>
      <w:keepNext/>
      <w:ind w:left="113"/>
      <w:outlineLvl w:val="2"/>
    </w:pPr>
    <w:rPr>
      <w:b/>
      <w:sz w:val="24"/>
    </w:rPr>
  </w:style>
  <w:style w:type="paragraph" w:styleId="BalloonText">
    <w:name w:val="Balloon Text"/>
    <w:basedOn w:val="Normal"/>
    <w:link w:val="BalloonTextChar"/>
    <w:rsid w:val="00276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766CD"/>
    <w:rPr>
      <w:rFonts w:ascii="Tahoma" w:hAnsi="Tahoma" w:cs="Tahoma"/>
      <w:sz w:val="16"/>
      <w:szCs w:val="16"/>
      <w:lang w:val="fr-FR"/>
    </w:rPr>
  </w:style>
  <w:style w:type="character" w:customStyle="1" w:styleId="HeaderChar">
    <w:name w:val="Header Char"/>
    <w:link w:val="Header"/>
    <w:rsid w:val="00B37250"/>
    <w:rPr>
      <w:rFonts w:ascii="Arial" w:hAnsi="Arial"/>
      <w:b/>
      <w:sz w:val="17"/>
      <w:lang w:eastAsia="en-US"/>
    </w:rPr>
  </w:style>
  <w:style w:type="paragraph" w:customStyle="1" w:styleId="ONUME">
    <w:name w:val="ONUM E"/>
    <w:basedOn w:val="BodyText"/>
    <w:link w:val="ONUMEChar"/>
    <w:rsid w:val="003A263E"/>
    <w:pPr>
      <w:numPr>
        <w:numId w:val="11"/>
      </w:numPr>
      <w:spacing w:after="220"/>
    </w:pPr>
    <w:rPr>
      <w:rFonts w:eastAsia="SimSun" w:cs="Arial"/>
      <w:sz w:val="22"/>
      <w:lang w:val="en-US" w:eastAsia="zh-CN"/>
    </w:rPr>
  </w:style>
  <w:style w:type="character" w:customStyle="1" w:styleId="ONUMEChar">
    <w:name w:val="ONUM E Char"/>
    <w:link w:val="ONUME"/>
    <w:rsid w:val="003A263E"/>
    <w:rPr>
      <w:rFonts w:ascii="Arial" w:eastAsia="SimSun" w:hAnsi="Arial" w:cs="Arial"/>
      <w:sz w:val="22"/>
      <w:lang w:val="en-US" w:eastAsia="zh-CN"/>
    </w:rPr>
  </w:style>
  <w:style w:type="paragraph" w:styleId="BodyText">
    <w:name w:val="Body Text"/>
    <w:basedOn w:val="Normal"/>
    <w:link w:val="BodyTextChar"/>
    <w:rsid w:val="003A263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A263E"/>
    <w:rPr>
      <w:rFonts w:ascii="Arial" w:hAnsi="Arial"/>
      <w:sz w:val="17"/>
      <w:lang w:eastAsia="en-US"/>
    </w:rPr>
  </w:style>
  <w:style w:type="paragraph" w:customStyle="1" w:styleId="ONUMFS">
    <w:name w:val="ONUM FS"/>
    <w:basedOn w:val="BodyText"/>
    <w:rsid w:val="00C57B57"/>
    <w:pPr>
      <w:numPr>
        <w:numId w:val="12"/>
      </w:numPr>
      <w:spacing w:after="220"/>
    </w:pPr>
    <w:rPr>
      <w:rFonts w:eastAsia="SimSun" w:cs="Arial"/>
      <w:sz w:val="22"/>
      <w:lang w:val="fr-CH" w:eastAsia="zh-CN"/>
    </w:rPr>
  </w:style>
  <w:style w:type="paragraph" w:customStyle="1" w:styleId="Endofdocument">
    <w:name w:val="End of document"/>
    <w:basedOn w:val="Normal"/>
    <w:rsid w:val="00526B91"/>
    <w:pPr>
      <w:ind w:left="5534"/>
    </w:pPr>
    <w:rPr>
      <w:rFonts w:eastAsiaTheme="minorEastAsia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2.xml"/><Relationship Id="rId42" Type="http://schemas.openxmlformats.org/officeDocument/2006/relationships/header" Target="header18.xml"/><Relationship Id="rId47" Type="http://schemas.openxmlformats.org/officeDocument/2006/relationships/header" Target="header20.xml"/><Relationship Id="rId50" Type="http://schemas.openxmlformats.org/officeDocument/2006/relationships/header" Target="header2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footer" Target="footer10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4.xml"/><Relationship Id="rId40" Type="http://schemas.openxmlformats.org/officeDocument/2006/relationships/footer" Target="footer15.xml"/><Relationship Id="rId45" Type="http://schemas.openxmlformats.org/officeDocument/2006/relationships/hyperlink" Target="file:///\\Wipogvafs01\DAT2\ORGLAN\SHARED\Originaux\000_KIC\TR-21155-GIFS\1.%20%20June%2013,%202019\Ref%20(from%20client)\03-80-01.pdf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4" Type="http://schemas.openxmlformats.org/officeDocument/2006/relationships/hyperlink" Target="file:///\\Wipogvafs01\DAT2\ORGLAN\SHARED\Originaux\000_KIC\TR-21155-GIFS\1.%20%20June%2013,%202019\Ref%20(from%20client)\03-09-01.pdf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6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43" Type="http://schemas.openxmlformats.org/officeDocument/2006/relationships/footer" Target="footer17.xml"/><Relationship Id="rId48" Type="http://schemas.openxmlformats.org/officeDocument/2006/relationships/footer" Target="footer18.xml"/><Relationship Id="rId8" Type="http://schemas.openxmlformats.org/officeDocument/2006/relationships/hyperlink" Target="https://www.iso.org/obp/ui/fr/" TargetMode="External"/><Relationship Id="rId51" Type="http://schemas.openxmlformats.org/officeDocument/2006/relationships/footer" Target="footer20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header" Target="header19.xml"/><Relationship Id="rId20" Type="http://schemas.openxmlformats.org/officeDocument/2006/relationships/header" Target="header7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36" Type="http://schemas.openxmlformats.org/officeDocument/2006/relationships/header" Target="header15.xml"/><Relationship Id="rId49" Type="http://schemas.openxmlformats.org/officeDocument/2006/relationships/footer" Target="footer19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ANDBOOK\F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98DBD-0E75-47BD-AC26-D1058B180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Fbook</Template>
  <TotalTime>16</TotalTime>
  <Pages>11</Pages>
  <Words>4007</Words>
  <Characters>22845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ST.3 - Norme recommandée concernant les codes à deux lettres pour la représentation des États, autres entités et organisations intergouvernementales</vt:lpstr>
    </vt:vector>
  </TitlesOfParts>
  <Manager/>
  <Company>OMPI</Company>
  <LinksUpToDate>false</LinksUpToDate>
  <CharactersWithSpaces>26799</CharactersWithSpaces>
  <SharedDoc>false</SharedDoc>
  <HLinks>
    <vt:vector size="18" baseType="variant">
      <vt:variant>
        <vt:i4>65623</vt:i4>
      </vt:variant>
      <vt:variant>
        <vt:i4>119</vt:i4>
      </vt:variant>
      <vt:variant>
        <vt:i4>0</vt:i4>
      </vt:variant>
      <vt:variant>
        <vt:i4>5</vt:i4>
      </vt:variant>
      <vt:variant>
        <vt:lpwstr>03-80-01.pdf</vt:lpwstr>
      </vt:variant>
      <vt:variant>
        <vt:lpwstr/>
      </vt:variant>
      <vt:variant>
        <vt:i4>589918</vt:i4>
      </vt:variant>
      <vt:variant>
        <vt:i4>116</vt:i4>
      </vt:variant>
      <vt:variant>
        <vt:i4>0</vt:i4>
      </vt:variant>
      <vt:variant>
        <vt:i4>5</vt:i4>
      </vt:variant>
      <vt:variant>
        <vt:lpwstr>03-09-01.pdf</vt:lpwstr>
      </vt:variant>
      <vt:variant>
        <vt:lpwstr/>
      </vt:variant>
      <vt:variant>
        <vt:i4>2424953</vt:i4>
      </vt:variant>
      <vt:variant>
        <vt:i4>6</vt:i4>
      </vt:variant>
      <vt:variant>
        <vt:i4>0</vt:i4>
      </vt:variant>
      <vt:variant>
        <vt:i4>5</vt:i4>
      </vt:variant>
      <vt:variant>
        <vt:lpwstr>https://www.iso.org/obp/ui/fr/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ST.3 - Norme recommandée concernant les codes à deux lettres pour la représentation des États, autres entités et organisations intergouvernementales</dc:title>
  <dc:subject>NORME ST.3</dc:subject>
  <dc:creator>OMPI</dc:creator>
  <cp:keywords>FOR OFFICIAL USE ONLY</cp:keywords>
  <cp:lastModifiedBy>CHAVAS Louison</cp:lastModifiedBy>
  <cp:revision>12</cp:revision>
  <cp:lastPrinted>2015-02-24T14:24:00Z</cp:lastPrinted>
  <dcterms:created xsi:type="dcterms:W3CDTF">2022-09-13T10:12:00Z</dcterms:created>
  <dcterms:modified xsi:type="dcterms:W3CDTF">2022-09-23T09:33:00Z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ge">
    <vt:lpwstr>page : 3.3.</vt:lpwstr>
  </property>
  <property fmtid="{D5CDD505-2E9C-101B-9397-08002B2CF9AE}" pid="3" name="doc name">
    <vt:lpwstr>fr / 03-03-01</vt:lpwstr>
  </property>
  <property fmtid="{D5CDD505-2E9C-101B-9397-08002B2CF9AE}" pid="4" name="TitusGUID">
    <vt:lpwstr>c636f820-9fa6-4705-8445-35aacbeb14a5</vt:lpwstr>
  </property>
  <property fmtid="{D5CDD505-2E9C-101B-9397-08002B2CF9AE}" pid="5" name="TCSClassification">
    <vt:lpwstr>FOR OFFICIAL USE ONLY</vt:lpwstr>
  </property>
  <property fmtid="{D5CDD505-2E9C-101B-9397-08002B2CF9AE}" pid="6" name="Classification">
    <vt:lpwstr>For Official Use Only</vt:lpwstr>
  </property>
  <property fmtid="{D5CDD505-2E9C-101B-9397-08002B2CF9AE}" pid="7" name="VisualMarkings">
    <vt:lpwstr>Footer</vt:lpwstr>
  </property>
  <property fmtid="{D5CDD505-2E9C-101B-9397-08002B2CF9AE}" pid="8" name="Alignment">
    <vt:lpwstr>Centre</vt:lpwstr>
  </property>
  <property fmtid="{D5CDD505-2E9C-101B-9397-08002B2CF9AE}" pid="9" name="Language">
    <vt:lpwstr>English</vt:lpwstr>
  </property>
</Properties>
</file>