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CADBFC" w14:textId="77777777" w:rsidR="002112E3" w:rsidRPr="00986262" w:rsidRDefault="002112E3" w:rsidP="002112E3">
      <w:pPr>
        <w:spacing w:after="120"/>
        <w:ind w:right="-57"/>
        <w:jc w:val="right"/>
        <w:rPr>
          <w:caps/>
          <w:sz w:val="15"/>
          <w:lang w:val="es-ES_tradnl"/>
        </w:rPr>
      </w:pPr>
      <w:r w:rsidRPr="00986262">
        <w:rPr>
          <w:noProof/>
          <w:lang w:val="es-ES_tradnl" w:eastAsia="en-US"/>
        </w:rPr>
        <w:drawing>
          <wp:inline distT="0" distB="0" distL="0" distR="0" wp14:anchorId="723F4D54" wp14:editId="0186915F">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13">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Pr="00986262">
        <w:rPr>
          <w:caps/>
          <w:noProof/>
          <w:sz w:val="15"/>
          <w:lang w:val="es-ES_tradnl"/>
        </w:rPr>
        <mc:AlternateContent>
          <mc:Choice Requires="wps">
            <w:drawing>
              <wp:inline distT="0" distB="0" distL="0" distR="0" wp14:anchorId="228394BF" wp14:editId="2CEE35CF">
                <wp:extent cx="5935980" cy="635"/>
                <wp:effectExtent l="9525" t="9525" r="7620" b="9525"/>
                <wp:docPr id="693547449" name="Straight Connector 2" descr="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935980" cy="0"/>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73E7ADDE"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" strokecolor="black [3040]">
                <w10:anchorlock/>
              </v:line>
            </w:pict>
          </mc:Fallback>
        </mc:AlternateContent>
      </w:r>
    </w:p>
    <w:p w14:paraId="2C660F04" w14:textId="4FD1FC67" w:rsidR="002112E3" w:rsidRPr="00986262" w:rsidRDefault="002112E3" w:rsidP="002112E3">
      <w:pPr>
        <w:jc w:val="right"/>
        <w:rPr>
          <w:rFonts w:ascii="Arial Black" w:hAnsi="Arial Black"/>
          <w:caps/>
          <w:sz w:val="15"/>
          <w:lang w:val="es-ES_tradnl"/>
        </w:rPr>
      </w:pPr>
      <w:r w:rsidRPr="00986262">
        <w:rPr>
          <w:rFonts w:ascii="Arial Black" w:hAnsi="Arial Black"/>
          <w:caps/>
          <w:sz w:val="15"/>
          <w:lang w:val="es-ES_tradnl"/>
        </w:rPr>
        <w:t>CWS/13/</w:t>
      </w:r>
      <w:bookmarkStart w:id="0" w:name="Code"/>
      <w:bookmarkEnd w:id="0"/>
      <w:r w:rsidRPr="00986262">
        <w:rPr>
          <w:rFonts w:ascii="Arial Black" w:hAnsi="Arial Black"/>
          <w:caps/>
          <w:sz w:val="15"/>
          <w:lang w:val="es-ES_tradnl"/>
        </w:rPr>
        <w:t>15</w:t>
      </w:r>
    </w:p>
    <w:p w14:paraId="625AD655" w14:textId="77777777" w:rsidR="002112E3" w:rsidRPr="00986262" w:rsidRDefault="002112E3" w:rsidP="002112E3">
      <w:pPr>
        <w:jc w:val="right"/>
        <w:rPr>
          <w:rFonts w:ascii="Arial Black" w:hAnsi="Arial Black"/>
          <w:caps/>
          <w:sz w:val="15"/>
          <w:lang w:val="es-ES_tradnl"/>
        </w:rPr>
      </w:pPr>
      <w:r w:rsidRPr="00986262">
        <w:rPr>
          <w:rFonts w:ascii="Arial Black" w:hAnsi="Arial Black"/>
          <w:caps/>
          <w:sz w:val="15"/>
          <w:lang w:val="es-ES_tradnl"/>
        </w:rPr>
        <w:t xml:space="preserve">ORIGINAL: </w:t>
      </w:r>
      <w:bookmarkStart w:id="1" w:name="Original"/>
      <w:r w:rsidRPr="00986262">
        <w:rPr>
          <w:rFonts w:ascii="Arial Black" w:hAnsi="Arial Black"/>
          <w:caps/>
          <w:sz w:val="15"/>
          <w:lang w:val="es-ES_tradnl"/>
        </w:rPr>
        <w:t>INGLÉS</w:t>
      </w:r>
    </w:p>
    <w:bookmarkEnd w:id="1"/>
    <w:p w14:paraId="51DD5877" w14:textId="1FC0BA2C" w:rsidR="002112E3" w:rsidRPr="00986262" w:rsidRDefault="002112E3" w:rsidP="002112E3">
      <w:pPr>
        <w:spacing w:after="1200"/>
        <w:jc w:val="right"/>
        <w:rPr>
          <w:rFonts w:ascii="Arial Black" w:hAnsi="Arial Black"/>
          <w:sz w:val="16"/>
          <w:szCs w:val="16"/>
          <w:lang w:val="es-ES_tradnl"/>
        </w:rPr>
      </w:pPr>
      <w:r w:rsidRPr="00986262">
        <w:rPr>
          <w:rFonts w:ascii="Arial Black" w:hAnsi="Arial Black"/>
          <w:caps/>
          <w:sz w:val="15"/>
          <w:lang w:val="es-ES_tradnl"/>
        </w:rPr>
        <w:t xml:space="preserve">fecha: </w:t>
      </w:r>
      <w:bookmarkStart w:id="2" w:name="Date"/>
      <w:r w:rsidRPr="00986262">
        <w:rPr>
          <w:rFonts w:ascii="Arial Black" w:hAnsi="Arial Black"/>
          <w:caps/>
          <w:sz w:val="15"/>
          <w:lang w:val="es-ES_tradnl"/>
        </w:rPr>
        <w:t>8 DE SEPTIEMBRE DE 2025</w:t>
      </w:r>
    </w:p>
    <w:bookmarkEnd w:id="2"/>
    <w:p w14:paraId="3397A20D" w14:textId="77777777" w:rsidR="002112E3" w:rsidRPr="00986262" w:rsidRDefault="002112E3" w:rsidP="002112E3">
      <w:pPr>
        <w:pStyle w:val="Heading1"/>
        <w:spacing w:before="0" w:after="480"/>
        <w:rPr>
          <w:sz w:val="28"/>
          <w:szCs w:val="28"/>
          <w:lang w:val="es-ES_tradnl"/>
        </w:rPr>
      </w:pPr>
      <w:r w:rsidRPr="00986262">
        <w:rPr>
          <w:caps w:val="0"/>
          <w:sz w:val="28"/>
          <w:szCs w:val="28"/>
          <w:lang w:val="es-ES_tradnl"/>
        </w:rPr>
        <w:t>Comité de Normas Técnicas de la OMPI (CWS)</w:t>
      </w:r>
    </w:p>
    <w:p w14:paraId="5B3097E0" w14:textId="77777777" w:rsidR="002112E3" w:rsidRPr="00986262" w:rsidRDefault="002112E3" w:rsidP="002112E3">
      <w:pPr>
        <w:spacing w:after="720"/>
        <w:outlineLvl w:val="1"/>
        <w:rPr>
          <w:b/>
          <w:sz w:val="24"/>
          <w:szCs w:val="24"/>
          <w:lang w:val="es-ES_tradnl"/>
        </w:rPr>
      </w:pPr>
      <w:r w:rsidRPr="00986262">
        <w:rPr>
          <w:b/>
          <w:sz w:val="24"/>
          <w:szCs w:val="24"/>
          <w:lang w:val="es-ES_tradnl"/>
        </w:rPr>
        <w:t>Decimotercera sesión</w:t>
      </w:r>
      <w:r w:rsidRPr="00986262">
        <w:rPr>
          <w:b/>
          <w:sz w:val="24"/>
          <w:szCs w:val="24"/>
          <w:lang w:val="es-ES_tradnl"/>
        </w:rPr>
        <w:br/>
        <w:t>Ginebra, 10 a 14 de noviembre de 2025</w:t>
      </w:r>
    </w:p>
    <w:p w14:paraId="08974DEF" w14:textId="18D8DE31" w:rsidR="004242E1" w:rsidRPr="00986262" w:rsidRDefault="004242E1" w:rsidP="004242E1">
      <w:pPr>
        <w:pStyle w:val="Heading1"/>
        <w:spacing w:after="360"/>
        <w:rPr>
          <w:b w:val="0"/>
          <w:bCs w:val="0"/>
          <w:lang w:val="es-ES_tradnl"/>
        </w:rPr>
      </w:pPr>
      <w:r w:rsidRPr="00986262">
        <w:rPr>
          <w:b w:val="0"/>
          <w:lang w:val="es-ES_tradnl"/>
        </w:rPr>
        <w:t>Propuesta de nueva norma técnica de la OMPI relativa a la depuración de datos de los nombres</w:t>
      </w:r>
    </w:p>
    <w:p w14:paraId="2F956C25" w14:textId="3046E94C" w:rsidR="004242E1" w:rsidRPr="00986262" w:rsidRDefault="004242E1" w:rsidP="004242E1">
      <w:pPr>
        <w:spacing w:after="960"/>
        <w:rPr>
          <w:rFonts w:eastAsia="Malgun Gothic"/>
          <w:i/>
          <w:lang w:val="es-ES_tradnl"/>
        </w:rPr>
      </w:pPr>
      <w:r w:rsidRPr="00986262">
        <w:rPr>
          <w:i/>
          <w:lang w:val="es-ES_tradnl"/>
        </w:rPr>
        <w:t>preparad</w:t>
      </w:r>
      <w:r w:rsidR="003029DB" w:rsidRPr="00986262">
        <w:rPr>
          <w:i/>
          <w:lang w:val="es-ES_tradnl"/>
        </w:rPr>
        <w:t>a</w:t>
      </w:r>
      <w:r w:rsidRPr="00986262">
        <w:rPr>
          <w:i/>
          <w:lang w:val="es-ES_tradnl"/>
        </w:rPr>
        <w:t xml:space="preserve"> por los corresponsables del Equipo Técnico de Normalización de los Nombres</w:t>
      </w:r>
    </w:p>
    <w:p w14:paraId="1BE755BC" w14:textId="77777777" w:rsidR="00CC2931" w:rsidRPr="00986262" w:rsidRDefault="00CC2931" w:rsidP="00CC2931">
      <w:pPr>
        <w:pStyle w:val="Heading2"/>
        <w:rPr>
          <w:lang w:val="es-ES_tradnl"/>
        </w:rPr>
      </w:pPr>
      <w:r w:rsidRPr="00986262">
        <w:rPr>
          <w:lang w:val="es-ES_tradnl"/>
        </w:rPr>
        <w:t>Resumen</w:t>
      </w:r>
    </w:p>
    <w:p w14:paraId="14D0D408" w14:textId="4151DE15" w:rsidR="00CC2931" w:rsidRPr="00986262" w:rsidRDefault="005F1E8A" w:rsidP="001471E0">
      <w:pPr>
        <w:pStyle w:val="ONUMFS"/>
        <w:numPr>
          <w:ilvl w:val="0"/>
          <w:numId w:val="0"/>
        </w:numPr>
        <w:rPr>
          <w:lang w:val="es-ES_tradnl"/>
        </w:rPr>
      </w:pPr>
      <w:r w:rsidRPr="00986262">
        <w:rPr>
          <w:lang w:val="es-ES_tradnl"/>
        </w:rPr>
        <w:fldChar w:fldCharType="begin"/>
      </w:r>
      <w:r w:rsidRPr="00986262">
        <w:rPr>
          <w:lang w:val="es-ES_tradnl"/>
        </w:rPr>
        <w:instrText xml:space="preserve"> AUTONUM  </w:instrText>
      </w:r>
      <w:r w:rsidRPr="00986262">
        <w:rPr>
          <w:lang w:val="es-ES_tradnl"/>
        </w:rPr>
        <w:fldChar w:fldCharType="end"/>
      </w:r>
      <w:r w:rsidRPr="00986262">
        <w:rPr>
          <w:lang w:val="es-ES_tradnl"/>
        </w:rPr>
        <w:tab/>
        <w:t>El Equipo Técnico de Normalización de los Nombres presenta en el presente documento el borrador final de una nueva norma técnica de la OMPI relativa a la depuración de datos de los nombres, para su examen y aprobación en la decimotercera sesión del Comité de Normas Técnicas de la OMPI (CWS).</w:t>
      </w:r>
    </w:p>
    <w:p w14:paraId="2A62FC5E" w14:textId="77777777" w:rsidR="00CC2931" w:rsidRPr="00986262" w:rsidRDefault="00CC2931" w:rsidP="00CD276C">
      <w:pPr>
        <w:pStyle w:val="Heading2"/>
        <w:rPr>
          <w:b/>
          <w:lang w:val="es-ES_tradnl"/>
        </w:rPr>
      </w:pPr>
      <w:r w:rsidRPr="00986262">
        <w:rPr>
          <w:lang w:val="es-ES_tradnl"/>
        </w:rPr>
        <w:t>Antecedentes</w:t>
      </w:r>
    </w:p>
    <w:p w14:paraId="07E2A9D9" w14:textId="77777777" w:rsidR="00BF04AC" w:rsidRPr="00986262" w:rsidRDefault="00CC2931" w:rsidP="0097402A">
      <w:pPr>
        <w:pStyle w:val="ONUMFS"/>
        <w:numPr>
          <w:ilvl w:val="0"/>
          <w:numId w:val="0"/>
        </w:numPr>
        <w:rPr>
          <w:lang w:val="es-ES_tradnl"/>
        </w:rPr>
      </w:pPr>
      <w:r w:rsidRPr="00986262">
        <w:rPr>
          <w:lang w:val="es-ES_tradnl"/>
        </w:rPr>
        <w:fldChar w:fldCharType="begin"/>
      </w:r>
      <w:r w:rsidRPr="00986262">
        <w:rPr>
          <w:lang w:val="es-ES_tradnl"/>
        </w:rPr>
        <w:instrText xml:space="preserve"> AUTONUM  </w:instrText>
      </w:r>
      <w:r w:rsidRPr="00986262">
        <w:rPr>
          <w:lang w:val="es-ES_tradnl"/>
        </w:rPr>
        <w:fldChar w:fldCharType="end"/>
      </w:r>
      <w:r w:rsidRPr="00986262">
        <w:rPr>
          <w:lang w:val="es-ES_tradnl"/>
        </w:rPr>
        <w:tab/>
        <w:t xml:space="preserve">En su undécima sesión, celebrada en 2023, el CWS aprobó la descripción revisada de la Tarea N.º 55, a saber: </w:t>
      </w:r>
    </w:p>
    <w:p w14:paraId="4FAA3394" w14:textId="42D96B03" w:rsidR="00CC2931" w:rsidRPr="00986262" w:rsidRDefault="00CC2931" w:rsidP="00BF04AC">
      <w:pPr>
        <w:pStyle w:val="ONUMFS"/>
        <w:numPr>
          <w:ilvl w:val="0"/>
          <w:numId w:val="0"/>
        </w:numPr>
        <w:ind w:firstLine="562"/>
        <w:rPr>
          <w:rFonts w:eastAsia="Malgun Gothic"/>
          <w:i/>
          <w:lang w:val="es-ES_tradnl"/>
        </w:rPr>
      </w:pPr>
      <w:r w:rsidRPr="00986262">
        <w:rPr>
          <w:i/>
          <w:lang w:val="es-ES_tradnl"/>
        </w:rPr>
        <w:t xml:space="preserve">“Preparar una propuesta de medidas destinadas a una normalización de los nombres en los documentos de propiedad intelectual (PI), con vistas a elaborar una norma técnica de la OMPI que ayude a las oficinas de PI a brindar una mejor </w:t>
      </w:r>
      <w:r w:rsidR="00324AE1" w:rsidRPr="00986262">
        <w:rPr>
          <w:i/>
          <w:lang w:val="es-ES_tradnl"/>
        </w:rPr>
        <w:t>“</w:t>
      </w:r>
      <w:r w:rsidRPr="00986262">
        <w:rPr>
          <w:i/>
          <w:lang w:val="es-ES_tradnl"/>
        </w:rPr>
        <w:t>calidad en el origen</w:t>
      </w:r>
      <w:r w:rsidR="00324AE1" w:rsidRPr="00986262">
        <w:rPr>
          <w:i/>
          <w:lang w:val="es-ES_tradnl"/>
        </w:rPr>
        <w:t>”</w:t>
      </w:r>
      <w:r w:rsidRPr="00986262">
        <w:rPr>
          <w:i/>
          <w:lang w:val="es-ES_tradnl"/>
        </w:rPr>
        <w:t xml:space="preserve"> en relación con los nombres.”</w:t>
      </w:r>
    </w:p>
    <w:p w14:paraId="4F89902D" w14:textId="59867C9C" w:rsidR="00CC2931" w:rsidRPr="00986262" w:rsidRDefault="00CC2931" w:rsidP="004A2CCB">
      <w:pPr>
        <w:pStyle w:val="ONUMFS"/>
        <w:numPr>
          <w:ilvl w:val="0"/>
          <w:numId w:val="0"/>
        </w:numPr>
        <w:ind w:firstLine="562"/>
        <w:rPr>
          <w:rFonts w:eastAsia="Malgun Gothic"/>
          <w:i/>
          <w:lang w:val="es-ES_tradnl"/>
        </w:rPr>
      </w:pPr>
      <w:r w:rsidRPr="00986262">
        <w:rPr>
          <w:lang w:val="es-ES_tradnl"/>
        </w:rPr>
        <w:t>(véanse los párrafos 75 a 78 del documento CWS/11/28)</w:t>
      </w:r>
    </w:p>
    <w:p w14:paraId="21148013" w14:textId="781DF78E" w:rsidR="00611121" w:rsidRPr="00986262" w:rsidRDefault="00CC2931" w:rsidP="004A2CCB">
      <w:pPr>
        <w:spacing w:after="220"/>
        <w:rPr>
          <w:lang w:val="es-ES_tradnl"/>
        </w:rPr>
      </w:pPr>
      <w:r w:rsidRPr="00986262">
        <w:rPr>
          <w:lang w:val="es-ES_tradnl"/>
        </w:rPr>
        <w:fldChar w:fldCharType="begin"/>
      </w:r>
      <w:r w:rsidRPr="00986262">
        <w:rPr>
          <w:lang w:val="es-ES_tradnl"/>
        </w:rPr>
        <w:instrText xml:space="preserve"> AUTONUM  </w:instrText>
      </w:r>
      <w:r w:rsidRPr="00986262">
        <w:rPr>
          <w:lang w:val="es-ES_tradnl"/>
        </w:rPr>
        <w:fldChar w:fldCharType="end"/>
      </w:r>
      <w:r w:rsidRPr="00986262">
        <w:rPr>
          <w:lang w:val="es-ES_tradnl"/>
        </w:rPr>
        <w:tab/>
        <w:t>En la misma sesión de 2023, el CWS examinó una nueva serie de directrices propuestas por el Equipo Técnico de Normalización de los Nombres para prestar apoyo a la depuración de nombres de solicitantes</w:t>
      </w:r>
      <w:r w:rsidR="00C83E78" w:rsidRPr="00986262">
        <w:rPr>
          <w:lang w:val="es-ES_tradnl"/>
        </w:rPr>
        <w:t xml:space="preserve">. </w:t>
      </w:r>
      <w:r w:rsidRPr="00986262">
        <w:rPr>
          <w:lang w:val="es-ES_tradnl"/>
        </w:rPr>
        <w:t>El CWS acordó utilizar el término “recomendaciones” en lugar de “directrices” en el nombre de la nueva norma propuesta, porque es más claro</w:t>
      </w:r>
      <w:r w:rsidR="00C83E78" w:rsidRPr="00986262">
        <w:rPr>
          <w:lang w:val="es-ES_tradnl"/>
        </w:rPr>
        <w:t xml:space="preserve">. </w:t>
      </w:r>
      <w:r w:rsidRPr="00986262">
        <w:rPr>
          <w:lang w:val="es-ES_tradnl"/>
        </w:rPr>
        <w:t>El CWS tomó nota asimismo del nombre propuesto por la Secretaría, “Norma ST.93 de la OMPI” para las recomendaciones sobre la depuración de datos de los nombres (véase el párrafo 135 del documento CWS/11/28).</w:t>
      </w:r>
    </w:p>
    <w:p w14:paraId="65062FCD" w14:textId="42D48AAF" w:rsidR="004C4EA5" w:rsidRPr="00986262" w:rsidRDefault="00CC2931" w:rsidP="005C7A60">
      <w:pPr>
        <w:keepLines/>
        <w:spacing w:after="220"/>
        <w:rPr>
          <w:lang w:val="es-ES_tradnl"/>
        </w:rPr>
      </w:pPr>
      <w:r w:rsidRPr="00986262">
        <w:rPr>
          <w:lang w:val="es-ES_tradnl"/>
        </w:rPr>
        <w:lastRenderedPageBreak/>
        <w:fldChar w:fldCharType="begin"/>
      </w:r>
      <w:r w:rsidRPr="00986262">
        <w:rPr>
          <w:lang w:val="es-ES_tradnl"/>
        </w:rPr>
        <w:instrText xml:space="preserve"> AUTONUM  </w:instrText>
      </w:r>
      <w:r w:rsidRPr="00986262">
        <w:rPr>
          <w:lang w:val="es-ES_tradnl"/>
        </w:rPr>
        <w:fldChar w:fldCharType="end"/>
      </w:r>
      <w:r w:rsidRPr="00986262">
        <w:rPr>
          <w:lang w:val="es-ES_tradnl"/>
        </w:rPr>
        <w:tab/>
        <w:t>No obstante, el CWS no aprobó la norma propuesta y la devolvió al Equipo Técnico para que siguiera examinándola y mejorándola</w:t>
      </w:r>
      <w:r w:rsidR="00C83E78" w:rsidRPr="00986262">
        <w:rPr>
          <w:lang w:val="es-ES_tradnl"/>
        </w:rPr>
        <w:t xml:space="preserve">. </w:t>
      </w:r>
      <w:r w:rsidRPr="00986262">
        <w:rPr>
          <w:lang w:val="es-ES_tradnl"/>
        </w:rPr>
        <w:t>El CWS observó asimismo que la Secretaría examinaría la posibilidad de publicar una colección de cuadros de transliteración en el sitio web de la OMPI. (Véanse los párrafos 136 y 137 del documento CWS/11/28).</w:t>
      </w:r>
    </w:p>
    <w:p w14:paraId="0F34DB73" w14:textId="4F8D7CB6" w:rsidR="00B02CA5" w:rsidRPr="00986262" w:rsidRDefault="00B02CA5" w:rsidP="004A2CCB">
      <w:pPr>
        <w:spacing w:after="220"/>
        <w:rPr>
          <w:lang w:val="es-ES_tradnl"/>
        </w:rPr>
      </w:pPr>
      <w:r w:rsidRPr="00986262">
        <w:rPr>
          <w:lang w:val="es-ES_tradnl"/>
        </w:rPr>
        <w:fldChar w:fldCharType="begin"/>
      </w:r>
      <w:r w:rsidRPr="00986262">
        <w:rPr>
          <w:lang w:val="es-ES_tradnl"/>
        </w:rPr>
        <w:instrText xml:space="preserve"> AUTONUM  </w:instrText>
      </w:r>
      <w:r w:rsidRPr="00986262">
        <w:rPr>
          <w:lang w:val="es-ES_tradnl"/>
        </w:rPr>
        <w:fldChar w:fldCharType="end"/>
      </w:r>
      <w:r w:rsidRPr="00986262">
        <w:rPr>
          <w:lang w:val="es-ES_tradnl"/>
        </w:rPr>
        <w:tab/>
        <w:t>En su duodécima sesión, celebrada en 2024, el CWS examinó un borrador mejorado de la propuesta de nueva norma técnica de la OMPI para la depuración de datos de los nombres presentada por el Equipo Técnico de Normalización de los Nombres</w:t>
      </w:r>
      <w:r w:rsidR="00C83E78" w:rsidRPr="00986262">
        <w:rPr>
          <w:lang w:val="es-ES_tradnl"/>
        </w:rPr>
        <w:t xml:space="preserve">. </w:t>
      </w:r>
      <w:r w:rsidRPr="00986262">
        <w:rPr>
          <w:lang w:val="es-ES_tradnl"/>
        </w:rPr>
        <w:t>Varias delegaciones expresaron apoyo a la propuesta de norma técnica</w:t>
      </w:r>
      <w:r w:rsidR="00C83E78" w:rsidRPr="00986262">
        <w:rPr>
          <w:lang w:val="es-ES_tradnl"/>
        </w:rPr>
        <w:t xml:space="preserve">. </w:t>
      </w:r>
      <w:r w:rsidRPr="00986262">
        <w:rPr>
          <w:lang w:val="es-ES_tradnl"/>
        </w:rPr>
        <w:t>Sin embargo, el CWS no la aprobó, porque una delegación pidió más tiempo para examinar detenidamente la posible repercusión de la aplicación de la norma propuesta y celebrar consultas internamente y con sus clientes</w:t>
      </w:r>
      <w:r w:rsidR="00C83E78" w:rsidRPr="00986262">
        <w:rPr>
          <w:lang w:val="es-ES_tradnl"/>
        </w:rPr>
        <w:t xml:space="preserve">. </w:t>
      </w:r>
      <w:r w:rsidRPr="00986262">
        <w:rPr>
          <w:lang w:val="es-ES_tradnl"/>
        </w:rPr>
        <w:t>El CWS pidió que el Equipo Técnico revise y continúe mejorando el proyecto de norma, en caso necesario. (Véanse los párrafos 85 a 91 del documento CWS/12/29)</w:t>
      </w:r>
    </w:p>
    <w:p w14:paraId="366EDCA0" w14:textId="5CAAC00B" w:rsidR="006E2B5C" w:rsidRPr="00986262" w:rsidRDefault="00B7552C" w:rsidP="004A2CCB">
      <w:pPr>
        <w:spacing w:after="220"/>
        <w:rPr>
          <w:lang w:val="es-ES_tradnl"/>
        </w:rPr>
      </w:pPr>
      <w:r w:rsidRPr="00986262">
        <w:rPr>
          <w:lang w:val="es-ES_tradnl"/>
        </w:rPr>
        <w:fldChar w:fldCharType="begin"/>
      </w:r>
      <w:r w:rsidRPr="00986262">
        <w:rPr>
          <w:lang w:val="es-ES_tradnl"/>
        </w:rPr>
        <w:instrText xml:space="preserve"> AUTONUM  </w:instrText>
      </w:r>
      <w:r w:rsidRPr="00986262">
        <w:rPr>
          <w:lang w:val="es-ES_tradnl"/>
        </w:rPr>
        <w:fldChar w:fldCharType="end"/>
      </w:r>
      <w:r w:rsidRPr="00986262">
        <w:rPr>
          <w:lang w:val="es-ES_tradnl"/>
        </w:rPr>
        <w:tab/>
        <w:t>En la misma sesión de 2024, el CWS pidió que la Oficina Internacional organice en 2025 un taller sobre depuración de datos de los nombres, que esté abierto a todas las partes interesadas</w:t>
      </w:r>
      <w:r w:rsidR="00C83E78" w:rsidRPr="00986262">
        <w:rPr>
          <w:lang w:val="es-ES_tradnl"/>
        </w:rPr>
        <w:t xml:space="preserve">. </w:t>
      </w:r>
      <w:r w:rsidRPr="00986262">
        <w:rPr>
          <w:lang w:val="es-ES_tradnl"/>
        </w:rPr>
        <w:t>El CWS también alentó a sus miembros y observadores a que presten apoyo a la Oficina Internacional promoviendo y participando activamente en el taller. (Véase el párrafo 92 del documento CWS/12/29.)</w:t>
      </w:r>
    </w:p>
    <w:p w14:paraId="283FFDFE" w14:textId="5D49EFC1" w:rsidR="0091432A" w:rsidRPr="00986262" w:rsidRDefault="0091432A" w:rsidP="003A73E5">
      <w:pPr>
        <w:spacing w:before="180" w:after="240"/>
        <w:rPr>
          <w:lang w:val="es-ES_tradnl"/>
        </w:rPr>
      </w:pPr>
      <w:r w:rsidRPr="00986262">
        <w:rPr>
          <w:lang w:val="es-ES_tradnl"/>
        </w:rPr>
        <w:fldChar w:fldCharType="begin"/>
      </w:r>
      <w:r w:rsidRPr="00986262">
        <w:rPr>
          <w:lang w:val="es-ES_tradnl"/>
        </w:rPr>
        <w:instrText xml:space="preserve"> AUTONUM  </w:instrText>
      </w:r>
      <w:r w:rsidRPr="00986262">
        <w:rPr>
          <w:lang w:val="es-ES_tradnl"/>
        </w:rPr>
        <w:fldChar w:fldCharType="end"/>
      </w:r>
      <w:r w:rsidRPr="00986262">
        <w:rPr>
          <w:lang w:val="es-ES_tradnl"/>
        </w:rPr>
        <w:tab/>
        <w:t>En su duodécima sesión, el CWS señaló que las normas técnicas de la OMPI son recomendaciones efectuadas teniendo en cuenta las mejores prácticas</w:t>
      </w:r>
      <w:r w:rsidR="00C83E78" w:rsidRPr="00986262">
        <w:rPr>
          <w:lang w:val="es-ES_tradnl"/>
        </w:rPr>
        <w:t xml:space="preserve">. </w:t>
      </w:r>
      <w:r w:rsidRPr="00986262">
        <w:rPr>
          <w:lang w:val="es-ES_tradnl"/>
        </w:rPr>
        <w:t>Las oficina de PI y el sector privado aplican las normas técnicas de la OMPI a su propio ritmo y a su propia manera teniendo en cuenta sus necesidades en general</w:t>
      </w:r>
      <w:r w:rsidR="00C83E78" w:rsidRPr="00986262">
        <w:rPr>
          <w:lang w:val="es-ES_tradnl"/>
        </w:rPr>
        <w:t xml:space="preserve">. </w:t>
      </w:r>
      <w:r w:rsidRPr="00986262">
        <w:rPr>
          <w:lang w:val="es-ES_tradnl"/>
        </w:rPr>
        <w:t>De manera excepcional, las oficinas de PI acuerdan aplicar algunas normas técnicas tal cual al mismo tiempo, por ejemplo, la Norma</w:t>
      </w:r>
      <w:r w:rsidR="003029DB" w:rsidRPr="00986262">
        <w:rPr>
          <w:lang w:val="es-ES_tradnl"/>
        </w:rPr>
        <w:t> </w:t>
      </w:r>
      <w:r w:rsidRPr="00986262">
        <w:rPr>
          <w:lang w:val="es-ES_tradnl"/>
        </w:rPr>
        <w:t>ST.26 de la OMPI</w:t>
      </w:r>
      <w:r w:rsidR="0014751D" w:rsidRPr="00986262">
        <w:rPr>
          <w:lang w:val="es-ES_tradnl"/>
        </w:rPr>
        <w:t>,</w:t>
      </w:r>
      <w:r w:rsidRPr="00986262">
        <w:rPr>
          <w:lang w:val="es-ES_tradnl"/>
        </w:rPr>
        <w:t xml:space="preserve"> o de manera armonizada, como la Norma ST.92 de la OMPI</w:t>
      </w:r>
      <w:r w:rsidR="00C83E78" w:rsidRPr="00986262">
        <w:rPr>
          <w:lang w:val="es-ES_tradnl"/>
        </w:rPr>
        <w:t xml:space="preserve">. </w:t>
      </w:r>
      <w:r w:rsidRPr="00986262">
        <w:rPr>
          <w:lang w:val="es-ES_tradnl"/>
        </w:rPr>
        <w:t>Todas las normas técnicas de la OMPI pueden mejorarse considerando las experiencias de aplicación de las oficinas de PI o nuevas demandas para velar por que sigan siendo prácticas, eficaces y respondan a la evolución de las necesidades</w:t>
      </w:r>
      <w:r w:rsidR="00C83E78" w:rsidRPr="00986262">
        <w:rPr>
          <w:lang w:val="es-ES_tradnl"/>
        </w:rPr>
        <w:t xml:space="preserve">. </w:t>
      </w:r>
      <w:r w:rsidRPr="00986262">
        <w:rPr>
          <w:lang w:val="es-ES_tradnl"/>
        </w:rPr>
        <w:t>El CWS señaló asimismo que la propuesta de Norma</w:t>
      </w:r>
      <w:r w:rsidR="003029DB" w:rsidRPr="00986262">
        <w:rPr>
          <w:lang w:val="es-ES_tradnl"/>
        </w:rPr>
        <w:t> </w:t>
      </w:r>
      <w:r w:rsidRPr="00986262">
        <w:rPr>
          <w:lang w:val="es-ES_tradnl"/>
        </w:rPr>
        <w:t xml:space="preserve">ST.93 de la OMPI tiene el carácter general de las normas técnicas de la OMPI y que las oficinas de PI pueden aplicarla inmediatamente, gradualmente o </w:t>
      </w:r>
      <w:r w:rsidR="005A70BD" w:rsidRPr="00986262">
        <w:rPr>
          <w:lang w:val="es-ES_tradnl"/>
        </w:rPr>
        <w:t>no aplicarla en absoluto</w:t>
      </w:r>
      <w:r w:rsidRPr="00986262">
        <w:rPr>
          <w:lang w:val="es-ES_tradnl"/>
        </w:rPr>
        <w:t>, si basta con los sistemas existentes, una vez es aprobada</w:t>
      </w:r>
      <w:r w:rsidR="00C83E78" w:rsidRPr="00986262">
        <w:rPr>
          <w:lang w:val="es-ES_tradnl"/>
        </w:rPr>
        <w:t xml:space="preserve">. </w:t>
      </w:r>
      <w:r w:rsidRPr="00986262">
        <w:rPr>
          <w:lang w:val="es-ES_tradnl"/>
        </w:rPr>
        <w:t>La norma también puede mejorarse posteriormente teniendo en cuenta los comentarios de las experiencias en la aplicación de las oficinas de PI, como de costumbre.</w:t>
      </w:r>
    </w:p>
    <w:p w14:paraId="51375290" w14:textId="07C17D45" w:rsidR="00CA17CA" w:rsidRPr="00986262" w:rsidRDefault="00CA17CA" w:rsidP="00CA17CA">
      <w:pPr>
        <w:spacing w:after="220"/>
        <w:rPr>
          <w:lang w:val="es-ES_tradnl"/>
        </w:rPr>
      </w:pPr>
      <w:r w:rsidRPr="00986262">
        <w:rPr>
          <w:lang w:val="es-ES_tradnl"/>
        </w:rPr>
        <w:fldChar w:fldCharType="begin"/>
      </w:r>
      <w:r w:rsidRPr="00986262">
        <w:rPr>
          <w:lang w:val="es-ES_tradnl"/>
        </w:rPr>
        <w:instrText xml:space="preserve"> AUTONUM  </w:instrText>
      </w:r>
      <w:r w:rsidRPr="00986262">
        <w:rPr>
          <w:lang w:val="es-ES_tradnl"/>
        </w:rPr>
        <w:fldChar w:fldCharType="end"/>
      </w:r>
      <w:r w:rsidRPr="00986262">
        <w:rPr>
          <w:lang w:val="es-ES_tradnl"/>
        </w:rPr>
        <w:tab/>
        <w:t>A raíz de la decisión del CWS en su duodécima sesión, la Oficina Internacional organizó el taller sobre normalización de los nombres, que se celebró el 12 de mayo de 2025</w:t>
      </w:r>
      <w:r w:rsidR="00C83E78" w:rsidRPr="00986262">
        <w:rPr>
          <w:lang w:val="es-ES_tradnl"/>
        </w:rPr>
        <w:t xml:space="preserve">. </w:t>
      </w:r>
      <w:r w:rsidRPr="00986262">
        <w:rPr>
          <w:lang w:val="es-ES_tradnl"/>
        </w:rPr>
        <w:t>En una reunión posterior celebrada el 13 de mayo de 2025, el Equipo Técnico de Normalización de los Nombres analizó los resultados del taller y celebró un debate final para preparar el primer borrador de las “Recomendaciones sobre la depuración de datos de los nombres”</w:t>
      </w:r>
      <w:r w:rsidR="00C83E78" w:rsidRPr="00986262">
        <w:rPr>
          <w:lang w:val="es-ES_tradnl"/>
        </w:rPr>
        <w:t xml:space="preserve">. </w:t>
      </w:r>
      <w:r w:rsidRPr="00986262">
        <w:rPr>
          <w:lang w:val="es-ES_tradnl"/>
        </w:rPr>
        <w:t>En el documento CWS/13/7 figura información detallada sobre la historia del Equipo Técnico y los avances realizados desde la última sesión del CWS.</w:t>
      </w:r>
    </w:p>
    <w:p w14:paraId="1512DB4E" w14:textId="116727CF" w:rsidR="00635D24" w:rsidRPr="00986262" w:rsidRDefault="00990F39" w:rsidP="005B70A8">
      <w:pPr>
        <w:spacing w:after="220"/>
        <w:rPr>
          <w:lang w:val="es-ES_tradnl"/>
        </w:rPr>
      </w:pPr>
      <w:r w:rsidRPr="00986262">
        <w:rPr>
          <w:lang w:val="es-ES_tradnl"/>
        </w:rPr>
        <w:fldChar w:fldCharType="begin"/>
      </w:r>
      <w:r w:rsidRPr="00986262">
        <w:rPr>
          <w:lang w:val="es-ES_tradnl"/>
        </w:rPr>
        <w:instrText xml:space="preserve"> AUTONUM  </w:instrText>
      </w:r>
      <w:r w:rsidRPr="00986262">
        <w:rPr>
          <w:lang w:val="es-ES_tradnl"/>
        </w:rPr>
        <w:fldChar w:fldCharType="end"/>
      </w:r>
      <w:r w:rsidRPr="00986262">
        <w:rPr>
          <w:lang w:val="es-ES_tradnl"/>
        </w:rPr>
        <w:tab/>
        <w:t>Con respecto al sistema de transliteración utilizado por las oficinas de PI, el Equipo Técnico informó a la duodécima sesión del CWS de que se invitó a las Oficinas del Equipo Técnico a que proporcionen sus esquemas de transliteración, si están disponibles</w:t>
      </w:r>
      <w:r w:rsidR="00C83E78" w:rsidRPr="00986262">
        <w:rPr>
          <w:lang w:val="es-ES_tradnl"/>
        </w:rPr>
        <w:t xml:space="preserve">. </w:t>
      </w:r>
      <w:r w:rsidRPr="00986262">
        <w:rPr>
          <w:lang w:val="es-ES_tradnl"/>
        </w:rPr>
        <w:t>Esto permitiría a los clientes y a otras oficinas de PI consultar los esquemas utilizados por las oficinas que funcionan en distintos idiomas y alfabetos</w:t>
      </w:r>
      <w:r w:rsidR="00C83E78" w:rsidRPr="00986262">
        <w:rPr>
          <w:lang w:val="es-ES_tradnl"/>
        </w:rPr>
        <w:t xml:space="preserve">. </w:t>
      </w:r>
      <w:r w:rsidRPr="00986262">
        <w:rPr>
          <w:lang w:val="es-ES_tradnl"/>
        </w:rPr>
        <w:t>Esto facilitaría la comunicación coherente y eficaz entre las oficinas de PI y sus clientes, en lugar de modificar las bases de datos existentes</w:t>
      </w:r>
      <w:r w:rsidR="00C83E78" w:rsidRPr="00986262">
        <w:rPr>
          <w:lang w:val="es-ES_tradnl"/>
        </w:rPr>
        <w:t xml:space="preserve">. </w:t>
      </w:r>
      <w:r w:rsidRPr="00986262">
        <w:rPr>
          <w:lang w:val="es-ES_tradnl"/>
        </w:rPr>
        <w:t>Para contribuir a este objetivo, se alienta a las oficinas de PI a que compartan sus esquemas, si están disponibles.</w:t>
      </w:r>
    </w:p>
    <w:p w14:paraId="12EB821B" w14:textId="4752299A" w:rsidR="00CA17CA" w:rsidRPr="00986262" w:rsidRDefault="00CC2931" w:rsidP="00FD579A">
      <w:pPr>
        <w:pStyle w:val="Heading2"/>
        <w:rPr>
          <w:b/>
          <w:bCs w:val="0"/>
          <w:lang w:val="es-ES_tradnl"/>
        </w:rPr>
      </w:pPr>
      <w:r w:rsidRPr="00986262">
        <w:rPr>
          <w:lang w:val="es-ES_tradnl"/>
        </w:rPr>
        <w:t>Propuesta de nueva norma técnica</w:t>
      </w:r>
    </w:p>
    <w:p w14:paraId="05D26707" w14:textId="77777777" w:rsidR="00CC2931" w:rsidRPr="00986262" w:rsidRDefault="00CC2931" w:rsidP="0007748D">
      <w:pPr>
        <w:pStyle w:val="Heading3"/>
        <w:spacing w:before="0"/>
        <w:rPr>
          <w:lang w:val="es-ES_tradnl"/>
        </w:rPr>
      </w:pPr>
      <w:r w:rsidRPr="00986262">
        <w:rPr>
          <w:lang w:val="es-ES_tradnl"/>
        </w:rPr>
        <w:t>Objetivos</w:t>
      </w:r>
    </w:p>
    <w:p w14:paraId="73C73BF3" w14:textId="2E77B179" w:rsidR="00CC2931" w:rsidRPr="00986262" w:rsidRDefault="006F51A9" w:rsidP="003339A5">
      <w:pPr>
        <w:spacing w:after="220"/>
        <w:rPr>
          <w:lang w:val="es-ES_tradnl"/>
        </w:rPr>
      </w:pPr>
      <w:r w:rsidRPr="00986262">
        <w:rPr>
          <w:lang w:val="es-ES_tradnl"/>
        </w:rPr>
        <w:fldChar w:fldCharType="begin"/>
      </w:r>
      <w:r w:rsidRPr="00986262">
        <w:rPr>
          <w:lang w:val="es-ES_tradnl"/>
        </w:rPr>
        <w:instrText xml:space="preserve"> AUTONUM  </w:instrText>
      </w:r>
      <w:r w:rsidRPr="00986262">
        <w:rPr>
          <w:lang w:val="es-ES_tradnl"/>
        </w:rPr>
        <w:fldChar w:fldCharType="end"/>
      </w:r>
      <w:r w:rsidRPr="00986262">
        <w:rPr>
          <w:lang w:val="es-ES_tradnl"/>
        </w:rPr>
        <w:tab/>
        <w:t>Las Oficinas de PI experimentan dificultades a la hora de identificar a las personas en una familia de patentes, ya que pueden utilizarse diferentes nombres de solicitantes dentro de la misma familia de patentes</w:t>
      </w:r>
      <w:r w:rsidR="00C83E78" w:rsidRPr="00986262">
        <w:rPr>
          <w:lang w:val="es-ES_tradnl"/>
        </w:rPr>
        <w:t xml:space="preserve">. </w:t>
      </w:r>
      <w:r w:rsidRPr="00986262">
        <w:rPr>
          <w:lang w:val="es-ES_tradnl"/>
        </w:rPr>
        <w:t>Además, los nombres de los solicitantes pueden contener errores ortográficos o tipográficos</w:t>
      </w:r>
      <w:r w:rsidR="00C83E78" w:rsidRPr="00986262">
        <w:rPr>
          <w:lang w:val="es-ES_tradnl"/>
        </w:rPr>
        <w:t xml:space="preserve">. </w:t>
      </w:r>
      <w:r w:rsidR="00C34528" w:rsidRPr="00986262">
        <w:rPr>
          <w:lang w:val="es-ES_tradnl"/>
        </w:rPr>
        <w:t>Por otra parte</w:t>
      </w:r>
      <w:r w:rsidRPr="00986262">
        <w:rPr>
          <w:lang w:val="es-ES_tradnl"/>
        </w:rPr>
        <w:t>, es ampliamente conocido el deseo de disponer de datos depurados sobre los nombres de los solicitantes con fines estadísticos.</w:t>
      </w:r>
    </w:p>
    <w:p w14:paraId="3313559B" w14:textId="4A906085" w:rsidR="003069E1" w:rsidRPr="00986262" w:rsidRDefault="003069E1" w:rsidP="0007748D">
      <w:pPr>
        <w:pStyle w:val="Heading3"/>
        <w:spacing w:before="0"/>
        <w:rPr>
          <w:lang w:val="es-ES_tradnl"/>
        </w:rPr>
      </w:pPr>
      <w:r w:rsidRPr="00986262">
        <w:rPr>
          <w:lang w:val="es-ES_tradnl"/>
        </w:rPr>
        <w:t xml:space="preserve">Ventajas </w:t>
      </w:r>
    </w:p>
    <w:p w14:paraId="0333A87A" w14:textId="72060702" w:rsidR="003069E1" w:rsidRPr="00986262" w:rsidRDefault="003069E1" w:rsidP="003339A5">
      <w:pPr>
        <w:spacing w:after="220"/>
        <w:rPr>
          <w:lang w:val="es-ES_tradnl"/>
        </w:rPr>
      </w:pPr>
      <w:r w:rsidRPr="00986262">
        <w:rPr>
          <w:lang w:val="es-ES_tradnl"/>
        </w:rPr>
        <w:fldChar w:fldCharType="begin"/>
      </w:r>
      <w:r w:rsidRPr="00986262">
        <w:rPr>
          <w:lang w:val="es-ES_tradnl"/>
        </w:rPr>
        <w:instrText xml:space="preserve"> AUTONUM  </w:instrText>
      </w:r>
      <w:r w:rsidRPr="00986262">
        <w:rPr>
          <w:lang w:val="es-ES_tradnl"/>
        </w:rPr>
        <w:fldChar w:fldCharType="end"/>
      </w:r>
      <w:r w:rsidRPr="00986262">
        <w:rPr>
          <w:lang w:val="es-ES_tradnl"/>
        </w:rPr>
        <w:tab/>
        <w:t>Establecer una norma para la depuración de datos de los nombres de solicitantes en el contexto de la PI ofrece notables ventajas que mejoran la eficacia operativa y la integridad de los datos</w:t>
      </w:r>
      <w:r w:rsidR="00C83E78" w:rsidRPr="00986262">
        <w:rPr>
          <w:lang w:val="es-ES_tradnl"/>
        </w:rPr>
        <w:t xml:space="preserve">. </w:t>
      </w:r>
      <w:r w:rsidRPr="00986262">
        <w:rPr>
          <w:lang w:val="es-ES_tradnl"/>
        </w:rPr>
        <w:t>Esto permite un seguimiento y gestión eficaces de los activos de PI, incluso entre jurisdicciones y a lo largo del tiempo</w:t>
      </w:r>
      <w:r w:rsidR="00C83E78" w:rsidRPr="00986262">
        <w:rPr>
          <w:lang w:val="es-ES_tradnl"/>
        </w:rPr>
        <w:t xml:space="preserve">. </w:t>
      </w:r>
      <w:r w:rsidRPr="00986262">
        <w:rPr>
          <w:lang w:val="es-ES_tradnl"/>
        </w:rPr>
        <w:t>Los datos de nombres depurados facilitan la creación de vínculos fiables entre conjuntos de datos heterogéneos, lo que sirve de apoyo a actividades como la gestión de carteras, el cumplimiento de la ley, el seguimiento de la titularidad y la diligencia debida</w:t>
      </w:r>
      <w:r w:rsidR="00C83E78" w:rsidRPr="00986262">
        <w:rPr>
          <w:lang w:val="es-ES_tradnl"/>
        </w:rPr>
        <w:t xml:space="preserve">. </w:t>
      </w:r>
      <w:r w:rsidRPr="00986262">
        <w:rPr>
          <w:lang w:val="es-ES_tradnl"/>
        </w:rPr>
        <w:t>Los datos depurados y normalizados mejoran la capacidad de búsqueda, reducen la duplicidad y permiten realizar análisis más precisos y obtener inteligencia competitiva</w:t>
      </w:r>
      <w:r w:rsidR="00C83E78" w:rsidRPr="00986262">
        <w:rPr>
          <w:lang w:val="es-ES_tradnl"/>
        </w:rPr>
        <w:t xml:space="preserve">. </w:t>
      </w:r>
      <w:r w:rsidRPr="00986262">
        <w:rPr>
          <w:lang w:val="es-ES_tradnl"/>
        </w:rPr>
        <w:t>Además, permiten la automatización y favorecen el desarrollo de modelos de inteligencia artificial y aprendizaje automático para el análisis de la PI</w:t>
      </w:r>
      <w:r w:rsidR="00C83E78" w:rsidRPr="00986262">
        <w:rPr>
          <w:lang w:val="es-ES_tradnl"/>
        </w:rPr>
        <w:t xml:space="preserve">. </w:t>
      </w:r>
      <w:r w:rsidRPr="00986262">
        <w:rPr>
          <w:lang w:val="es-ES_tradnl"/>
        </w:rPr>
        <w:t>Es importante destacar que dicha norma contribuye a los esfuerzos de armonización mundial al resolver cuestiones relacionadas con las variaciones de nombres, las abreviaturas y las discrepancias multilingües</w:t>
      </w:r>
      <w:r w:rsidR="00C83E78" w:rsidRPr="00986262">
        <w:rPr>
          <w:lang w:val="es-ES_tradnl"/>
        </w:rPr>
        <w:t xml:space="preserve">. </w:t>
      </w:r>
      <w:r w:rsidRPr="00986262">
        <w:rPr>
          <w:lang w:val="es-ES_tradnl"/>
        </w:rPr>
        <w:t>En última instancia, una norma de depuración de datos para los nombres de solicitantes es un paso fundamental para mejorar la toma de decisiones, mitigar los riesgos y gestionar la PI de forma estratégica.</w:t>
      </w:r>
    </w:p>
    <w:p w14:paraId="3D53D343" w14:textId="77777777" w:rsidR="00CC2931" w:rsidRPr="00986262" w:rsidRDefault="00CC2931" w:rsidP="0007748D">
      <w:pPr>
        <w:pStyle w:val="Heading3"/>
        <w:spacing w:before="0"/>
        <w:rPr>
          <w:lang w:val="es-ES_tradnl"/>
        </w:rPr>
      </w:pPr>
      <w:r w:rsidRPr="00986262">
        <w:rPr>
          <w:lang w:val="es-ES_tradnl"/>
        </w:rPr>
        <w:t>Alcance</w:t>
      </w:r>
    </w:p>
    <w:p w14:paraId="3AEEA22E" w14:textId="1FCBB152" w:rsidR="009B0371" w:rsidRPr="00986262" w:rsidRDefault="00FC22DF" w:rsidP="00FE6F48">
      <w:pPr>
        <w:spacing w:after="220"/>
        <w:rPr>
          <w:lang w:val="es-ES_tradnl"/>
        </w:rPr>
      </w:pPr>
      <w:r w:rsidRPr="00986262">
        <w:rPr>
          <w:lang w:val="es-ES_tradnl"/>
        </w:rPr>
        <w:fldChar w:fldCharType="begin"/>
      </w:r>
      <w:r w:rsidRPr="00986262">
        <w:rPr>
          <w:lang w:val="es-ES_tradnl"/>
        </w:rPr>
        <w:instrText xml:space="preserve"> AUTONUM  </w:instrText>
      </w:r>
      <w:r w:rsidRPr="00986262">
        <w:rPr>
          <w:lang w:val="es-ES_tradnl"/>
        </w:rPr>
        <w:fldChar w:fldCharType="end"/>
      </w:r>
      <w:r w:rsidRPr="00986262">
        <w:rPr>
          <w:lang w:val="es-ES_tradnl"/>
        </w:rPr>
        <w:tab/>
        <w:t>La norma técnica propuesta proporciona recomendaciones generales sobre la obtención, el procesamiento, la depuración y la publicación de datos de los nombres</w:t>
      </w:r>
      <w:r w:rsidR="00C83E78" w:rsidRPr="00986262">
        <w:rPr>
          <w:lang w:val="es-ES_tradnl"/>
        </w:rPr>
        <w:t xml:space="preserve">. </w:t>
      </w:r>
      <w:r w:rsidRPr="00986262">
        <w:rPr>
          <w:lang w:val="es-ES_tradnl"/>
        </w:rPr>
        <w:t>Esta norma no ofrece recomendaciones sobre enfoques específicos para la depuración de datos, la localización o la transformación de nombres, como la transliteración, la transcripción y la traducción</w:t>
      </w:r>
      <w:r w:rsidR="00C83E78" w:rsidRPr="00986262">
        <w:rPr>
          <w:lang w:val="es-ES_tradnl"/>
        </w:rPr>
        <w:t xml:space="preserve">. </w:t>
      </w:r>
      <w:r w:rsidRPr="00986262">
        <w:rPr>
          <w:lang w:val="es-ES_tradnl"/>
        </w:rPr>
        <w:t xml:space="preserve">Además, no ofrece orientación sobre </w:t>
      </w:r>
      <w:r w:rsidR="003F5B95" w:rsidRPr="00986262">
        <w:rPr>
          <w:lang w:val="es-ES_tradnl"/>
        </w:rPr>
        <w:t>métodos</w:t>
      </w:r>
      <w:r w:rsidRPr="00986262">
        <w:rPr>
          <w:lang w:val="es-ES_tradnl"/>
        </w:rPr>
        <w:t xml:space="preserve"> de normalización de nombres, como la selección de algoritmos, la ubicación y el momento de aplicación de las transformaciones, su frecuencia o las estrategias de fusión.</w:t>
      </w:r>
    </w:p>
    <w:p w14:paraId="321B185F" w14:textId="5ED8DC80" w:rsidR="00F30413" w:rsidRPr="00986262" w:rsidRDefault="00167B74" w:rsidP="00FE6F48">
      <w:pPr>
        <w:pStyle w:val="Heading3"/>
        <w:spacing w:before="0"/>
        <w:rPr>
          <w:lang w:val="es-ES_tradnl"/>
        </w:rPr>
      </w:pPr>
      <w:r w:rsidRPr="00986262">
        <w:rPr>
          <w:lang w:val="es-ES_tradnl"/>
        </w:rPr>
        <w:t>Cambios realizados desde el último borrador</w:t>
      </w:r>
    </w:p>
    <w:p w14:paraId="2E6C9427" w14:textId="5A619A64" w:rsidR="00E4224C" w:rsidRPr="00986262" w:rsidRDefault="00167B74" w:rsidP="00FE6F48">
      <w:pPr>
        <w:spacing w:after="220"/>
        <w:rPr>
          <w:lang w:val="es-ES_tradnl"/>
        </w:rPr>
      </w:pPr>
      <w:r w:rsidRPr="00986262">
        <w:rPr>
          <w:lang w:val="es-ES_tradnl"/>
        </w:rPr>
        <w:fldChar w:fldCharType="begin"/>
      </w:r>
      <w:r w:rsidRPr="00986262">
        <w:rPr>
          <w:lang w:val="es-ES_tradnl"/>
        </w:rPr>
        <w:instrText xml:space="preserve"> AUTONUM  </w:instrText>
      </w:r>
      <w:r w:rsidRPr="00986262">
        <w:rPr>
          <w:lang w:val="es-ES_tradnl"/>
        </w:rPr>
        <w:fldChar w:fldCharType="end"/>
      </w:r>
      <w:r w:rsidRPr="00986262">
        <w:rPr>
          <w:lang w:val="es-ES_tradnl"/>
        </w:rPr>
        <w:tab/>
        <w:t>A la luz del debate sobre la propuesta de depuración de los datos de los nombres y de los resultados del Técnico de Normalización de los Nombres, el Equipo Técnico revisó el borrador original de las directrices propuestas (véase el Anexo del CWS/12/16 Rev.)</w:t>
      </w:r>
      <w:r w:rsidR="00C83E78" w:rsidRPr="00986262">
        <w:rPr>
          <w:lang w:val="es-ES_tradnl"/>
        </w:rPr>
        <w:t xml:space="preserve">. </w:t>
      </w:r>
      <w:r w:rsidRPr="00986262">
        <w:rPr>
          <w:lang w:val="es-ES_tradnl"/>
        </w:rPr>
        <w:t>Se han introducido los siguientes cambios:</w:t>
      </w:r>
    </w:p>
    <w:p w14:paraId="457432BB" w14:textId="6067B9FC" w:rsidR="00E4224C" w:rsidRPr="00986262" w:rsidRDefault="00E4224C" w:rsidP="00FE6F48">
      <w:pPr>
        <w:pStyle w:val="ListParagraph"/>
        <w:numPr>
          <w:ilvl w:val="0"/>
          <w:numId w:val="22"/>
        </w:numPr>
        <w:spacing w:after="220"/>
        <w:ind w:left="922"/>
        <w:contextualSpacing w:val="0"/>
        <w:rPr>
          <w:lang w:val="es-ES_tradnl"/>
        </w:rPr>
      </w:pPr>
      <w:r w:rsidRPr="00986262">
        <w:rPr>
          <w:lang w:val="es-ES_tradnl"/>
        </w:rPr>
        <w:t>Supresión del Anexo: Se ha suprimido el Anexo de la norma propuesta a causa de las preocupaciones expresadas en el Taller de Normalización de Nombres sobre su carácter incompleto y la posibilidad de que pueda dar lugar a sesgos no deseados.</w:t>
      </w:r>
    </w:p>
    <w:p w14:paraId="3BF3D400" w14:textId="0A3503F2" w:rsidR="00E4224C" w:rsidRPr="00986262" w:rsidRDefault="006E599D" w:rsidP="00FE6F48">
      <w:pPr>
        <w:pStyle w:val="ListParagraph"/>
        <w:numPr>
          <w:ilvl w:val="0"/>
          <w:numId w:val="22"/>
        </w:numPr>
        <w:spacing w:after="220"/>
        <w:ind w:left="922"/>
        <w:contextualSpacing w:val="0"/>
        <w:rPr>
          <w:lang w:val="es-ES_tradnl"/>
        </w:rPr>
      </w:pPr>
      <w:r w:rsidRPr="00986262">
        <w:rPr>
          <w:lang w:val="es-ES_tradnl"/>
        </w:rPr>
        <w:t>Cambios de redacción en varios párrafos para mejorar la claridad, que reflejan las observaciones y el análisis de los comentarios recibidos durante el taller, entre otros:</w:t>
      </w:r>
    </w:p>
    <w:p w14:paraId="1418DDE1" w14:textId="1AC61F66" w:rsidR="00E4224C" w:rsidRPr="00986262" w:rsidRDefault="00A3495A" w:rsidP="00FE6F48">
      <w:pPr>
        <w:numPr>
          <w:ilvl w:val="1"/>
          <w:numId w:val="24"/>
        </w:numPr>
        <w:spacing w:after="220"/>
        <w:ind w:left="1350"/>
        <w:rPr>
          <w:lang w:val="es-ES_tradnl"/>
        </w:rPr>
      </w:pPr>
      <w:r w:rsidRPr="00986262">
        <w:rPr>
          <w:lang w:val="es-ES_tradnl"/>
        </w:rPr>
        <w:t>En el párrafo 11: Los participantes en el taller recomendaron fortalecer la orientación sobre la inclusión de nombres solicitantes en sus caracteres nativos, especialmente cuando se trata de la transliteración</w:t>
      </w:r>
      <w:r w:rsidR="00C83E78" w:rsidRPr="00986262">
        <w:rPr>
          <w:lang w:val="es-ES_tradnl"/>
        </w:rPr>
        <w:t xml:space="preserve">. </w:t>
      </w:r>
      <w:r w:rsidRPr="00986262">
        <w:rPr>
          <w:lang w:val="es-ES_tradnl"/>
        </w:rPr>
        <w:t>Se señaló que la omisión de caracteres nativos podría dar lugar a notables incoherencias entre los miembros de familias de patentes debido a diversos sistemas de transliteración</w:t>
      </w:r>
      <w:r w:rsidR="00C83E78" w:rsidRPr="00986262">
        <w:rPr>
          <w:lang w:val="es-ES_tradnl"/>
        </w:rPr>
        <w:t xml:space="preserve">. </w:t>
      </w:r>
      <w:r w:rsidRPr="00986262">
        <w:rPr>
          <w:lang w:val="es-ES_tradnl"/>
        </w:rPr>
        <w:t>Por ejemplo, el nombre “Чугаев” podría transliterarse en alfabeto latino como “Tschugaeff”, “Tchugaev,” “Tchougaev”, “Cugaev” o “Chugaev”, complicando los esfuerzos para vincular precisamente los archivos conexos o identificar al solicitante correcto</w:t>
      </w:r>
      <w:r w:rsidR="00C83E78" w:rsidRPr="00986262">
        <w:rPr>
          <w:lang w:val="es-ES_tradnl"/>
        </w:rPr>
        <w:t xml:space="preserve">. </w:t>
      </w:r>
      <w:r w:rsidRPr="00986262">
        <w:rPr>
          <w:lang w:val="es-ES_tradnl"/>
        </w:rPr>
        <w:t>Se ha revisado el párrafo 11 en consecuencia.</w:t>
      </w:r>
    </w:p>
    <w:p w14:paraId="1904C2AE" w14:textId="100225E8" w:rsidR="00E4224C" w:rsidRPr="00986262" w:rsidRDefault="00A3495A" w:rsidP="00FE6F48">
      <w:pPr>
        <w:numPr>
          <w:ilvl w:val="1"/>
          <w:numId w:val="24"/>
        </w:numPr>
        <w:spacing w:after="220"/>
        <w:ind w:left="1350"/>
        <w:rPr>
          <w:lang w:val="es-ES_tradnl"/>
        </w:rPr>
      </w:pPr>
      <w:r w:rsidRPr="00986262">
        <w:rPr>
          <w:lang w:val="es-ES_tradnl"/>
        </w:rPr>
        <w:t>En el párrafo 22: A fin de evitar una posible interpretación errónea, se ha suprimido la segunda frase</w:t>
      </w:r>
      <w:r w:rsidR="00C83E78" w:rsidRPr="00986262">
        <w:rPr>
          <w:lang w:val="es-ES_tradnl"/>
        </w:rPr>
        <w:t xml:space="preserve">. </w:t>
      </w:r>
      <w:r w:rsidRPr="00986262">
        <w:rPr>
          <w:lang w:val="es-ES_tradnl"/>
        </w:rPr>
        <w:t>Se sugirió que sustituir un código de identificación de la solicitud establecido mediante un número exclusivo generado por el sistema en la etapa de publicación podría confundir a los usuarios y menoscabar la coherencia del seguimiento de los solicitantes</w:t>
      </w:r>
      <w:r w:rsidR="00C83E78" w:rsidRPr="00986262">
        <w:rPr>
          <w:lang w:val="es-ES_tradnl"/>
        </w:rPr>
        <w:t xml:space="preserve">. </w:t>
      </w:r>
      <w:r w:rsidRPr="00986262">
        <w:rPr>
          <w:lang w:val="es-ES_tradnl"/>
        </w:rPr>
        <w:t>Se ha actualizado el párrafo 22 para reflejar esa preocupación.</w:t>
      </w:r>
    </w:p>
    <w:p w14:paraId="1929FC51" w14:textId="48B0708C" w:rsidR="0078636F" w:rsidRPr="00986262" w:rsidRDefault="00AD0D9A" w:rsidP="00A16551">
      <w:pPr>
        <w:spacing w:after="220"/>
        <w:rPr>
          <w:lang w:val="es-ES_tradnl"/>
        </w:rPr>
      </w:pPr>
      <w:r w:rsidRPr="00986262">
        <w:rPr>
          <w:lang w:val="es-ES_tradnl"/>
        </w:rPr>
        <w:fldChar w:fldCharType="begin"/>
      </w:r>
      <w:r w:rsidRPr="00986262">
        <w:rPr>
          <w:lang w:val="es-ES_tradnl"/>
        </w:rPr>
        <w:instrText xml:space="preserve"> AUTONUM  </w:instrText>
      </w:r>
      <w:r w:rsidRPr="00986262">
        <w:rPr>
          <w:lang w:val="es-ES_tradnl"/>
        </w:rPr>
        <w:fldChar w:fldCharType="end"/>
      </w:r>
      <w:r w:rsidRPr="00986262">
        <w:rPr>
          <w:lang w:val="es-ES_tradnl"/>
        </w:rPr>
        <w:tab/>
        <w:t>La norma técnica propuesta figura en el Anexo del presente documento y se indican con control de cambios todos los cambios efectuados desde el borrador más reciente</w:t>
      </w:r>
      <w:r w:rsidR="00C83E78" w:rsidRPr="00986262">
        <w:rPr>
          <w:lang w:val="es-ES_tradnl"/>
        </w:rPr>
        <w:t xml:space="preserve">. </w:t>
      </w:r>
      <w:r w:rsidRPr="00986262">
        <w:rPr>
          <w:lang w:val="es-ES_tradnl"/>
        </w:rPr>
        <w:t>El texto tachado indica una supresión y el subrayado, una adición.</w:t>
      </w:r>
    </w:p>
    <w:p w14:paraId="5C28419D" w14:textId="6B114906" w:rsidR="00B94866" w:rsidRPr="00986262" w:rsidRDefault="00B94866" w:rsidP="005C7A60">
      <w:pPr>
        <w:keepNext/>
        <w:spacing w:before="240" w:after="220"/>
        <w:rPr>
          <w:lang w:val="es-ES_tradnl"/>
        </w:rPr>
      </w:pPr>
      <w:r w:rsidRPr="00986262">
        <w:rPr>
          <w:lang w:val="es-ES_tradnl"/>
        </w:rPr>
        <w:fldChar w:fldCharType="begin"/>
      </w:r>
      <w:r w:rsidRPr="00986262">
        <w:rPr>
          <w:lang w:val="es-ES_tradnl"/>
        </w:rPr>
        <w:instrText xml:space="preserve"> AUTONUM  </w:instrText>
      </w:r>
      <w:r w:rsidRPr="00986262">
        <w:rPr>
          <w:lang w:val="es-ES_tradnl"/>
        </w:rPr>
        <w:fldChar w:fldCharType="end"/>
      </w:r>
      <w:r w:rsidRPr="00986262">
        <w:rPr>
          <w:lang w:val="es-ES_tradnl"/>
        </w:rPr>
        <w:tab/>
        <w:t>Se propone el título siguiente para la nueva norma técnica de la OMPI:</w:t>
      </w:r>
    </w:p>
    <w:p w14:paraId="0F6A0BF7" w14:textId="787FAC48" w:rsidR="00B94866" w:rsidRPr="00986262" w:rsidRDefault="00B94866" w:rsidP="003029DB">
      <w:pPr>
        <w:spacing w:before="240" w:after="220"/>
        <w:ind w:left="567"/>
        <w:rPr>
          <w:lang w:val="es-ES_tradnl"/>
        </w:rPr>
      </w:pPr>
      <w:r w:rsidRPr="00986262">
        <w:rPr>
          <w:lang w:val="es-ES_tradnl"/>
        </w:rPr>
        <w:t>“Norma ST.93 de la OMPI: Recomendaciones sobre la depuración de datos de los nombres”</w:t>
      </w:r>
    </w:p>
    <w:p w14:paraId="3B0B80EF" w14:textId="3F4C45FA" w:rsidR="00CC2931" w:rsidRPr="00986262" w:rsidRDefault="00CC2931" w:rsidP="00F5193A">
      <w:pPr>
        <w:spacing w:after="220"/>
        <w:rPr>
          <w:lang w:val="es-ES_tradnl"/>
        </w:rPr>
      </w:pPr>
      <w:r w:rsidRPr="00986262">
        <w:rPr>
          <w:lang w:val="es-ES_tradnl"/>
        </w:rPr>
        <w:fldChar w:fldCharType="begin"/>
      </w:r>
      <w:r w:rsidRPr="00986262">
        <w:rPr>
          <w:lang w:val="es-ES_tradnl"/>
        </w:rPr>
        <w:instrText xml:space="preserve"> AUTONUM  </w:instrText>
      </w:r>
      <w:r w:rsidRPr="00986262">
        <w:rPr>
          <w:lang w:val="es-ES_tradnl"/>
        </w:rPr>
        <w:fldChar w:fldCharType="end"/>
      </w:r>
      <w:r w:rsidRPr="00986262">
        <w:rPr>
          <w:lang w:val="es-ES_tradnl"/>
        </w:rPr>
        <w:tab/>
        <w:t xml:space="preserve">Si el CWS aprueba la nueva norma en la sesión en curso, se propone que el CWS pida a la Secretaría que publique esas recomendaciones en la </w:t>
      </w:r>
      <w:hyperlink r:id="rId14" w:history="1">
        <w:r w:rsidRPr="00986262">
          <w:rPr>
            <w:rStyle w:val="Hyperlink"/>
            <w:lang w:val="es-ES_tradnl"/>
          </w:rPr>
          <w:t>Parte 3 del Manual de la OMPI</w:t>
        </w:r>
      </w:hyperlink>
      <w:r w:rsidRPr="00986262">
        <w:rPr>
          <w:lang w:val="es-ES_tradnl"/>
        </w:rPr>
        <w:t>.</w:t>
      </w:r>
    </w:p>
    <w:p w14:paraId="6F843B4C" w14:textId="1A5C0458" w:rsidR="0031109A" w:rsidRPr="00986262" w:rsidRDefault="007D43DF" w:rsidP="005C7A60">
      <w:pPr>
        <w:pStyle w:val="Heading2"/>
        <w:rPr>
          <w:lang w:val="es-ES_tradnl"/>
        </w:rPr>
      </w:pPr>
      <w:r w:rsidRPr="00986262">
        <w:rPr>
          <w:lang w:val="es-ES_tradnl"/>
        </w:rPr>
        <w:t xml:space="preserve">Propuesta de publicación de los esquemas de transliteración utilizados por las oficinas en la Parte 7 del Manual de la OMPI </w:t>
      </w:r>
    </w:p>
    <w:p w14:paraId="78CB0CD9" w14:textId="5F10B07E" w:rsidR="005B3F60" w:rsidRPr="00986262" w:rsidRDefault="0031109A" w:rsidP="005C7A60">
      <w:pPr>
        <w:spacing w:after="220"/>
        <w:rPr>
          <w:lang w:val="es-ES_tradnl"/>
        </w:rPr>
      </w:pPr>
      <w:r w:rsidRPr="00986262">
        <w:rPr>
          <w:lang w:val="es-ES_tradnl"/>
        </w:rPr>
        <w:fldChar w:fldCharType="begin"/>
      </w:r>
      <w:r w:rsidRPr="00986262">
        <w:rPr>
          <w:lang w:val="es-ES_tradnl"/>
        </w:rPr>
        <w:instrText xml:space="preserve"> AUTONUM  </w:instrText>
      </w:r>
      <w:r w:rsidRPr="00986262">
        <w:rPr>
          <w:lang w:val="es-ES_tradnl"/>
        </w:rPr>
        <w:fldChar w:fldCharType="end"/>
      </w:r>
      <w:r w:rsidRPr="00986262">
        <w:rPr>
          <w:lang w:val="es-ES_tradnl"/>
        </w:rPr>
        <w:tab/>
        <w:t>Tras los debates mantenidos sobre el uso de los esquemas de transliteración, se propone recopilar y publicar los esquemas de transliteración utilizados por las oficinas de PI para los nombres de clientes en el sitio web de la OMPI, en la Parte 7 del Manual de la OMPI de información y documentación en materia de propiedad industrial</w:t>
      </w:r>
      <w:r w:rsidR="00C83E78" w:rsidRPr="00986262">
        <w:rPr>
          <w:lang w:val="es-ES_tradnl"/>
        </w:rPr>
        <w:t xml:space="preserve">. </w:t>
      </w:r>
      <w:r w:rsidRPr="00986262">
        <w:rPr>
          <w:lang w:val="es-ES_tradnl"/>
        </w:rPr>
        <w:t>Se prevé que ese recurso centralizado sirva de referencia y verificación precisas de los nombres de clientes en las distintas jurisdicciones.</w:t>
      </w:r>
    </w:p>
    <w:p w14:paraId="0193DE12" w14:textId="29118D24" w:rsidR="00AC1F2A" w:rsidRPr="00986262" w:rsidRDefault="0031109A" w:rsidP="005C7A60">
      <w:pPr>
        <w:spacing w:after="220"/>
        <w:rPr>
          <w:lang w:val="es-ES_tradnl"/>
        </w:rPr>
      </w:pPr>
      <w:r w:rsidRPr="00986262">
        <w:rPr>
          <w:lang w:val="es-ES_tradnl"/>
        </w:rPr>
        <w:fldChar w:fldCharType="begin"/>
      </w:r>
      <w:r w:rsidRPr="00986262">
        <w:rPr>
          <w:lang w:val="es-ES_tradnl"/>
        </w:rPr>
        <w:instrText xml:space="preserve"> AUTONUM  </w:instrText>
      </w:r>
      <w:r w:rsidRPr="00986262">
        <w:rPr>
          <w:lang w:val="es-ES_tradnl"/>
        </w:rPr>
        <w:fldChar w:fldCharType="end"/>
      </w:r>
      <w:r w:rsidRPr="00986262">
        <w:rPr>
          <w:lang w:val="es-ES_tradnl"/>
        </w:rPr>
        <w:tab/>
        <w:t>Se propone que se aliente a las oficinas de PI a que proporcionen a la Secretaría el URL o sus esquemas de transliteración para su publicación en la Parte 7 del Manual de la OMPI.</w:t>
      </w:r>
    </w:p>
    <w:p w14:paraId="52E20471" w14:textId="75CD05C9" w:rsidR="007D43DF" w:rsidRPr="00986262" w:rsidRDefault="009C4945" w:rsidP="005C7A60">
      <w:pPr>
        <w:spacing w:after="220"/>
        <w:rPr>
          <w:color w:val="000000" w:themeColor="text1"/>
          <w:lang w:val="es-ES_tradnl"/>
        </w:rPr>
      </w:pPr>
      <w:r w:rsidRPr="00986262">
        <w:rPr>
          <w:lang w:val="es-ES_tradnl"/>
        </w:rPr>
        <w:fldChar w:fldCharType="begin"/>
      </w:r>
      <w:r w:rsidRPr="00986262">
        <w:rPr>
          <w:lang w:val="es-ES_tradnl"/>
        </w:rPr>
        <w:instrText xml:space="preserve"> AUTONUM  </w:instrText>
      </w:r>
      <w:r w:rsidRPr="00986262">
        <w:rPr>
          <w:lang w:val="es-ES_tradnl"/>
        </w:rPr>
        <w:fldChar w:fldCharType="end"/>
      </w:r>
      <w:r w:rsidRPr="00986262">
        <w:rPr>
          <w:lang w:val="es-ES_tradnl"/>
        </w:rPr>
        <w:tab/>
        <w:t>La Secretaría propone crear una nueva subsección en la Parte 7 del Manual de la OMPI, en la que se publiquen los esquemas de transliteración utilizados por las oficinas de PI, titulada</w:t>
      </w:r>
      <w:r w:rsidR="00C83E78" w:rsidRPr="00986262">
        <w:rPr>
          <w:lang w:val="es-ES_tradnl"/>
        </w:rPr>
        <w:t xml:space="preserve">: </w:t>
      </w:r>
      <w:r w:rsidRPr="00986262">
        <w:rPr>
          <w:lang w:val="es-ES_tradnl"/>
        </w:rPr>
        <w:t>“Esquemas de transliteración utilizados por las Oficinas”</w:t>
      </w:r>
    </w:p>
    <w:p w14:paraId="22112D42" w14:textId="77777777" w:rsidR="00F668E0" w:rsidRPr="00986262" w:rsidRDefault="00F668E0" w:rsidP="005C7A60">
      <w:pPr>
        <w:spacing w:after="220"/>
        <w:ind w:left="5533"/>
        <w:rPr>
          <w:i/>
          <w:iCs/>
          <w:lang w:val="es-ES_tradnl"/>
        </w:rPr>
      </w:pPr>
      <w:r w:rsidRPr="00986262">
        <w:rPr>
          <w:i/>
          <w:lang w:val="es-ES_tradnl"/>
        </w:rPr>
        <w:fldChar w:fldCharType="begin"/>
      </w:r>
      <w:r w:rsidRPr="00986262">
        <w:rPr>
          <w:i/>
          <w:lang w:val="es-ES_tradnl"/>
        </w:rPr>
        <w:instrText xml:space="preserve"> AUTONUM  </w:instrText>
      </w:r>
      <w:r w:rsidRPr="00986262">
        <w:rPr>
          <w:i/>
          <w:lang w:val="es-ES_tradnl"/>
        </w:rPr>
        <w:fldChar w:fldCharType="end"/>
      </w:r>
      <w:r w:rsidRPr="00986262">
        <w:rPr>
          <w:i/>
          <w:lang w:val="es-ES_tradnl"/>
        </w:rPr>
        <w:tab/>
        <w:t>Se invita al CWS a:</w:t>
      </w:r>
    </w:p>
    <w:p w14:paraId="08020AD5" w14:textId="77777777" w:rsidR="00F668E0" w:rsidRPr="00986262" w:rsidRDefault="00F668E0" w:rsidP="001471E0">
      <w:pPr>
        <w:pStyle w:val="ONUMFS"/>
        <w:tabs>
          <w:tab w:val="clear" w:pos="1134"/>
        </w:tabs>
        <w:ind w:left="5529"/>
        <w:rPr>
          <w:i/>
          <w:iCs/>
          <w:lang w:val="es-ES_tradnl"/>
        </w:rPr>
      </w:pPr>
      <w:r w:rsidRPr="00986262">
        <w:rPr>
          <w:i/>
          <w:iCs/>
          <w:lang w:val="es-ES_tradnl"/>
        </w:rPr>
        <w:t xml:space="preserve">tomar nota del contenido del presente documento y de su Anexo; </w:t>
      </w:r>
    </w:p>
    <w:p w14:paraId="5166364A" w14:textId="68E243A0" w:rsidR="00F668E0" w:rsidRPr="00986262" w:rsidRDefault="00F668E0" w:rsidP="001471E0">
      <w:pPr>
        <w:pStyle w:val="ONUMFS"/>
        <w:tabs>
          <w:tab w:val="clear" w:pos="1134"/>
        </w:tabs>
        <w:ind w:left="5529"/>
        <w:rPr>
          <w:i/>
          <w:iCs/>
          <w:lang w:val="es-ES_tradnl"/>
        </w:rPr>
      </w:pPr>
      <w:r w:rsidRPr="00986262">
        <w:rPr>
          <w:i/>
          <w:iCs/>
          <w:lang w:val="es-ES_tradnl"/>
        </w:rPr>
        <w:t xml:space="preserve">examinar y aprobar el nombre de la nueva norma técnica de la OMPI como se indica en el párrafo 15; </w:t>
      </w:r>
    </w:p>
    <w:p w14:paraId="593D9577" w14:textId="1C59A83C" w:rsidR="00F668E0" w:rsidRPr="00986262" w:rsidRDefault="00F668E0" w:rsidP="001471E0">
      <w:pPr>
        <w:pStyle w:val="ONUMFS"/>
        <w:tabs>
          <w:tab w:val="clear" w:pos="1134"/>
        </w:tabs>
        <w:ind w:left="5529"/>
        <w:rPr>
          <w:i/>
          <w:iCs/>
          <w:lang w:val="es-ES_tradnl"/>
        </w:rPr>
      </w:pPr>
      <w:r w:rsidRPr="00986262">
        <w:rPr>
          <w:i/>
          <w:iCs/>
          <w:lang w:val="es-ES_tradnl"/>
        </w:rPr>
        <w:t xml:space="preserve">examinar y aprobar la nueva </w:t>
      </w:r>
      <w:r w:rsidR="00AA07EE" w:rsidRPr="00986262">
        <w:rPr>
          <w:i/>
          <w:iCs/>
          <w:lang w:val="es-ES_tradnl"/>
        </w:rPr>
        <w:t>N</w:t>
      </w:r>
      <w:r w:rsidRPr="00986262">
        <w:rPr>
          <w:i/>
          <w:iCs/>
          <w:lang w:val="es-ES_tradnl"/>
        </w:rPr>
        <w:t>orma</w:t>
      </w:r>
      <w:r w:rsidR="001471E0" w:rsidRPr="00986262">
        <w:rPr>
          <w:i/>
          <w:iCs/>
          <w:lang w:val="es-ES_tradnl"/>
        </w:rPr>
        <w:t> </w:t>
      </w:r>
      <w:r w:rsidRPr="00986262">
        <w:rPr>
          <w:i/>
          <w:iCs/>
          <w:lang w:val="es-ES_tradnl"/>
        </w:rPr>
        <w:t>ST.93 de la OMPI según se menciona en los párrafos 10 a 14 y se reproduce en el Anexo del presente documento;</w:t>
      </w:r>
    </w:p>
    <w:p w14:paraId="2A9BD53E" w14:textId="2A59CF22" w:rsidR="00F668E0" w:rsidRPr="00986262" w:rsidRDefault="00F668E0" w:rsidP="003029DB">
      <w:pPr>
        <w:pStyle w:val="ONUMFS"/>
        <w:keepNext/>
        <w:keepLines/>
        <w:tabs>
          <w:tab w:val="clear" w:pos="1134"/>
        </w:tabs>
        <w:ind w:left="5528"/>
        <w:rPr>
          <w:i/>
          <w:iCs/>
          <w:lang w:val="es-ES_tradnl"/>
        </w:rPr>
      </w:pPr>
      <w:r w:rsidRPr="00986262">
        <w:rPr>
          <w:i/>
          <w:iCs/>
          <w:lang w:val="es-ES_tradnl"/>
        </w:rPr>
        <w:t xml:space="preserve">pedir a la Secretaría que publique la nueva </w:t>
      </w:r>
      <w:r w:rsidR="00A01029" w:rsidRPr="00986262">
        <w:rPr>
          <w:i/>
          <w:iCs/>
          <w:lang w:val="es-ES_tradnl"/>
        </w:rPr>
        <w:t>N</w:t>
      </w:r>
      <w:r w:rsidRPr="00986262">
        <w:rPr>
          <w:i/>
          <w:iCs/>
          <w:lang w:val="es-ES_tradnl"/>
        </w:rPr>
        <w:t>orma ST.93 de la OMPI en la Parte 3 del Manual de la OMPI, como se indica en el párrafo 16; y</w:t>
      </w:r>
    </w:p>
    <w:p w14:paraId="37506B4A" w14:textId="11097D33" w:rsidR="00F668E0" w:rsidRPr="00986262" w:rsidRDefault="00F668E0" w:rsidP="001471E0">
      <w:pPr>
        <w:pStyle w:val="ONUMFS"/>
        <w:tabs>
          <w:tab w:val="clear" w:pos="1134"/>
        </w:tabs>
        <w:spacing w:after="600"/>
        <w:ind w:left="5528"/>
        <w:rPr>
          <w:i/>
          <w:iCs/>
          <w:lang w:val="es-ES_tradnl"/>
        </w:rPr>
      </w:pPr>
      <w:r w:rsidRPr="00986262">
        <w:rPr>
          <w:i/>
          <w:iCs/>
          <w:lang w:val="es-ES_tradnl"/>
        </w:rPr>
        <w:t>pedir a la Secretaría que emita una circular en la que invite a las Oficinas a proporcionar sus esquemas de transliteración y publique esos esquemas en la Parte 7 del Manual de la OMPI, como se menciona en los párrafos</w:t>
      </w:r>
      <w:r w:rsidR="001471E0" w:rsidRPr="00986262">
        <w:rPr>
          <w:i/>
          <w:iCs/>
          <w:lang w:val="es-ES_tradnl"/>
        </w:rPr>
        <w:t> </w:t>
      </w:r>
      <w:r w:rsidRPr="00986262">
        <w:rPr>
          <w:i/>
          <w:iCs/>
          <w:lang w:val="es-ES_tradnl"/>
        </w:rPr>
        <w:t>17 a 19.</w:t>
      </w:r>
    </w:p>
    <w:p w14:paraId="64012F87" w14:textId="245C3338" w:rsidR="008B2CC1" w:rsidRPr="00986262" w:rsidRDefault="00F668E0" w:rsidP="001471E0">
      <w:pPr>
        <w:pStyle w:val="Endofdocument-Annex"/>
        <w:rPr>
          <w:iCs/>
          <w:lang w:val="es-ES_tradnl"/>
        </w:rPr>
      </w:pPr>
      <w:r w:rsidRPr="00986262">
        <w:rPr>
          <w:lang w:val="es-ES_tradnl"/>
        </w:rPr>
        <w:t>[Sigue el Anexo]</w:t>
      </w:r>
    </w:p>
    <w:sectPr w:rsidR="008B2CC1" w:rsidRPr="00986262" w:rsidSect="008A49AE">
      <w:headerReference w:type="default" r:id="rId15"/>
      <w:footnotePr>
        <w:numStart w:val="2"/>
      </w:foot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693302" w14:textId="77777777" w:rsidR="00D13A17" w:rsidRDefault="00D13A17">
      <w:r>
        <w:separator/>
      </w:r>
    </w:p>
  </w:endnote>
  <w:endnote w:type="continuationSeparator" w:id="0">
    <w:p w14:paraId="2B97CCDE" w14:textId="77777777" w:rsidR="00D13A17" w:rsidRDefault="00D13A17" w:rsidP="003B38C1">
      <w:r>
        <w:separator/>
      </w:r>
    </w:p>
    <w:p w14:paraId="799B232E" w14:textId="77777777" w:rsidR="00D13A17" w:rsidRPr="001471E0" w:rsidRDefault="00D13A17" w:rsidP="003B38C1">
      <w:pPr>
        <w:spacing w:after="60"/>
        <w:rPr>
          <w:sz w:val="17"/>
          <w:lang w:val="en-US"/>
        </w:rPr>
      </w:pPr>
      <w:r w:rsidRPr="001471E0">
        <w:rPr>
          <w:sz w:val="17"/>
          <w:lang w:val="en-US"/>
        </w:rPr>
        <w:t>[Endnote continued from previous page]</w:t>
      </w:r>
    </w:p>
  </w:endnote>
  <w:endnote w:type="continuationNotice" w:id="1">
    <w:p w14:paraId="079C1E1A" w14:textId="77777777" w:rsidR="00D13A17" w:rsidRPr="001471E0" w:rsidRDefault="00D13A17" w:rsidP="003B38C1">
      <w:pPr>
        <w:spacing w:before="60"/>
        <w:jc w:val="right"/>
        <w:rPr>
          <w:sz w:val="17"/>
          <w:szCs w:val="17"/>
          <w:lang w:val="en-US"/>
        </w:rPr>
      </w:pPr>
      <w:r w:rsidRPr="001471E0">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font176">
    <w:altName w:val="Calibri"/>
    <w:panose1 w:val="00000000000000000000"/>
    <w:charset w:val="00"/>
    <w:family w:val="auto"/>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D18ECA" w14:textId="77777777" w:rsidR="00D13A17" w:rsidRDefault="00D13A17">
      <w:r>
        <w:separator/>
      </w:r>
    </w:p>
  </w:footnote>
  <w:footnote w:type="continuationSeparator" w:id="0">
    <w:p w14:paraId="58987ECD" w14:textId="77777777" w:rsidR="00D13A17" w:rsidRDefault="00D13A17" w:rsidP="008B60B2">
      <w:r>
        <w:separator/>
      </w:r>
    </w:p>
    <w:p w14:paraId="6D455ED4" w14:textId="77777777" w:rsidR="00D13A17" w:rsidRPr="001471E0" w:rsidRDefault="00D13A17" w:rsidP="008B60B2">
      <w:pPr>
        <w:spacing w:after="60"/>
        <w:rPr>
          <w:sz w:val="17"/>
          <w:szCs w:val="17"/>
          <w:lang w:val="en-US"/>
        </w:rPr>
      </w:pPr>
      <w:r w:rsidRPr="001471E0">
        <w:rPr>
          <w:sz w:val="17"/>
          <w:szCs w:val="17"/>
          <w:lang w:val="en-US"/>
        </w:rPr>
        <w:t>[Footnote continued from previous page]</w:t>
      </w:r>
    </w:p>
  </w:footnote>
  <w:footnote w:type="continuationNotice" w:id="1">
    <w:p w14:paraId="4117F040" w14:textId="77777777" w:rsidR="00D13A17" w:rsidRPr="001471E0" w:rsidRDefault="00D13A17" w:rsidP="008B60B2">
      <w:pPr>
        <w:spacing w:before="60"/>
        <w:jc w:val="right"/>
        <w:rPr>
          <w:sz w:val="17"/>
          <w:szCs w:val="17"/>
          <w:lang w:val="en-US"/>
        </w:rPr>
      </w:pPr>
      <w:r w:rsidRPr="001471E0">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F5E30" w14:textId="5DBAACB4" w:rsidR="001904CF" w:rsidRDefault="001904CF" w:rsidP="001904CF">
    <w:pPr>
      <w:jc w:val="right"/>
    </w:pPr>
    <w:bookmarkStart w:id="3" w:name="Code2"/>
    <w:bookmarkEnd w:id="3"/>
    <w:r>
      <w:t>CWS/13/15</w:t>
    </w:r>
  </w:p>
  <w:p w14:paraId="338D4356" w14:textId="77777777" w:rsidR="001904CF" w:rsidRDefault="001904CF" w:rsidP="001904CF">
    <w:pPr>
      <w:jc w:val="right"/>
    </w:pPr>
    <w:r>
      <w:t xml:space="preserve">página </w:t>
    </w:r>
    <w:r>
      <w:fldChar w:fldCharType="begin"/>
    </w:r>
    <w:r>
      <w:instrText xml:space="preserve"> PAGE  \* MERGEFORMAT </w:instrText>
    </w:r>
    <w:r>
      <w:fldChar w:fldCharType="separate"/>
    </w:r>
    <w:r>
      <w:t>2</w:t>
    </w:r>
    <w:r>
      <w:fldChar w:fldCharType="end"/>
    </w:r>
  </w:p>
  <w:p w14:paraId="57B99300" w14:textId="77777777" w:rsidR="0007748D" w:rsidRDefault="0007748D" w:rsidP="001904CF">
    <w:pPr>
      <w:jc w:val="right"/>
    </w:pPr>
  </w:p>
  <w:p w14:paraId="6B657651" w14:textId="77777777" w:rsidR="001904CF" w:rsidRDefault="001904CF" w:rsidP="001904CF">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D50AB1"/>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9134ECF"/>
    <w:multiLevelType w:val="hybridMultilevel"/>
    <w:tmpl w:val="258E02AE"/>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787FCD"/>
    <w:multiLevelType w:val="multilevel"/>
    <w:tmpl w:val="6770C5D2"/>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7667DA"/>
    <w:multiLevelType w:val="hybridMultilevel"/>
    <w:tmpl w:val="ECA87E7E"/>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5F78D704"/>
    <w:lvl w:ilvl="0">
      <w:start w:val="1"/>
      <w:numFmt w:val="lowerLetter"/>
      <w:pStyle w:val="ONUMFS"/>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8" w15:restartNumberingAfterBreak="0">
    <w:nsid w:val="32A3591D"/>
    <w:multiLevelType w:val="multilevel"/>
    <w:tmpl w:val="FDE62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2E95BBE"/>
    <w:multiLevelType w:val="hybridMultilevel"/>
    <w:tmpl w:val="BE265A08"/>
    <w:lvl w:ilvl="0" w:tplc="04090017">
      <w:start w:val="1"/>
      <w:numFmt w:val="lowerLetter"/>
      <w:lvlText w:val="%1)"/>
      <w:lvlJc w:val="left"/>
      <w:pPr>
        <w:ind w:left="5220" w:hanging="360"/>
      </w:pPr>
    </w:lvl>
    <w:lvl w:ilvl="1" w:tplc="04090019">
      <w:start w:val="1"/>
      <w:numFmt w:val="lowerLetter"/>
      <w:lvlText w:val="%2."/>
      <w:lvlJc w:val="left"/>
      <w:pPr>
        <w:ind w:left="5940" w:hanging="360"/>
      </w:pPr>
    </w:lvl>
    <w:lvl w:ilvl="2" w:tplc="0409001B">
      <w:start w:val="1"/>
      <w:numFmt w:val="lowerRoman"/>
      <w:lvlText w:val="%3."/>
      <w:lvlJc w:val="right"/>
      <w:pPr>
        <w:ind w:left="6660" w:hanging="180"/>
      </w:pPr>
    </w:lvl>
    <w:lvl w:ilvl="3" w:tplc="0409000F">
      <w:start w:val="1"/>
      <w:numFmt w:val="decimal"/>
      <w:lvlText w:val="%4."/>
      <w:lvlJc w:val="left"/>
      <w:pPr>
        <w:ind w:left="7380" w:hanging="360"/>
      </w:pPr>
    </w:lvl>
    <w:lvl w:ilvl="4" w:tplc="04090019">
      <w:start w:val="1"/>
      <w:numFmt w:val="lowerLetter"/>
      <w:lvlText w:val="%5."/>
      <w:lvlJc w:val="left"/>
      <w:pPr>
        <w:ind w:left="8100" w:hanging="360"/>
      </w:pPr>
    </w:lvl>
    <w:lvl w:ilvl="5" w:tplc="0409001B">
      <w:start w:val="1"/>
      <w:numFmt w:val="lowerRoman"/>
      <w:lvlText w:val="%6."/>
      <w:lvlJc w:val="right"/>
      <w:pPr>
        <w:ind w:left="8820" w:hanging="180"/>
      </w:pPr>
    </w:lvl>
    <w:lvl w:ilvl="6" w:tplc="0409000F">
      <w:start w:val="1"/>
      <w:numFmt w:val="decimal"/>
      <w:lvlText w:val="%7."/>
      <w:lvlJc w:val="left"/>
      <w:pPr>
        <w:ind w:left="9540" w:hanging="360"/>
      </w:pPr>
    </w:lvl>
    <w:lvl w:ilvl="7" w:tplc="04090019">
      <w:start w:val="1"/>
      <w:numFmt w:val="lowerLetter"/>
      <w:lvlText w:val="%8."/>
      <w:lvlJc w:val="left"/>
      <w:pPr>
        <w:ind w:left="10260" w:hanging="360"/>
      </w:pPr>
    </w:lvl>
    <w:lvl w:ilvl="8" w:tplc="0409001B">
      <w:start w:val="1"/>
      <w:numFmt w:val="lowerRoman"/>
      <w:lvlText w:val="%9."/>
      <w:lvlJc w:val="right"/>
      <w:pPr>
        <w:ind w:left="10980" w:hanging="180"/>
      </w:pPr>
    </w:lvl>
  </w:abstractNum>
  <w:abstractNum w:abstractNumId="10" w15:restartNumberingAfterBreak="0">
    <w:nsid w:val="35222034"/>
    <w:multiLevelType w:val="multilevel"/>
    <w:tmpl w:val="312607A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D0E0D59"/>
    <w:multiLevelType w:val="multilevel"/>
    <w:tmpl w:val="0409001D"/>
    <w:styleLink w:val="CW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82C7AC9"/>
    <w:multiLevelType w:val="hybridMultilevel"/>
    <w:tmpl w:val="3F94A172"/>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D865C82"/>
    <w:multiLevelType w:val="hybridMultilevel"/>
    <w:tmpl w:val="5E2659E2"/>
    <w:lvl w:ilvl="0" w:tplc="24D8E734">
      <w:start w:val="2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A03C7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17" w15:restartNumberingAfterBreak="0">
    <w:nsid w:val="4DE217FD"/>
    <w:multiLevelType w:val="hybridMultilevel"/>
    <w:tmpl w:val="D38E88D6"/>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867C08"/>
    <w:multiLevelType w:val="hybridMultilevel"/>
    <w:tmpl w:val="1D64F8D2"/>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45732D"/>
    <w:multiLevelType w:val="multilevel"/>
    <w:tmpl w:val="C5D638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647FF9"/>
    <w:multiLevelType w:val="hybridMultilevel"/>
    <w:tmpl w:val="77322DDE"/>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487E3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22" w15:restartNumberingAfterBreak="0">
    <w:nsid w:val="768C1F64"/>
    <w:multiLevelType w:val="hybridMultilevel"/>
    <w:tmpl w:val="58E245B0"/>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9242770">
    <w:abstractNumId w:val="6"/>
  </w:num>
  <w:num w:numId="2" w16cid:durableId="1707562677">
    <w:abstractNumId w:val="12"/>
  </w:num>
  <w:num w:numId="3" w16cid:durableId="488402972">
    <w:abstractNumId w:val="0"/>
  </w:num>
  <w:num w:numId="4" w16cid:durableId="1646352287">
    <w:abstractNumId w:val="14"/>
  </w:num>
  <w:num w:numId="5" w16cid:durableId="656806783">
    <w:abstractNumId w:val="2"/>
  </w:num>
  <w:num w:numId="6" w16cid:durableId="222833342">
    <w:abstractNumId w:val="7"/>
  </w:num>
  <w:num w:numId="7" w16cid:durableId="320819985">
    <w:abstractNumId w:val="11"/>
  </w:num>
  <w:num w:numId="8" w16cid:durableId="1012142412">
    <w:abstractNumId w:val="16"/>
  </w:num>
  <w:num w:numId="9" w16cid:durableId="1069696050">
    <w:abstractNumId w:val="21"/>
  </w:num>
  <w:num w:numId="10" w16cid:durableId="672034078">
    <w:abstractNumId w:val="1"/>
  </w:num>
  <w:num w:numId="11" w16cid:durableId="1287270182">
    <w:abstractNumId w:val="9"/>
  </w:num>
  <w:num w:numId="12" w16cid:durableId="1082293418">
    <w:abstractNumId w:val="20"/>
  </w:num>
  <w:num w:numId="13" w16cid:durableId="1456631176">
    <w:abstractNumId w:val="18"/>
  </w:num>
  <w:num w:numId="14" w16cid:durableId="1628656325">
    <w:abstractNumId w:val="8"/>
  </w:num>
  <w:num w:numId="15" w16cid:durableId="323247670">
    <w:abstractNumId w:val="15"/>
  </w:num>
  <w:num w:numId="16" w16cid:durableId="1244145898">
    <w:abstractNumId w:val="9"/>
  </w:num>
  <w:num w:numId="17" w16cid:durableId="1361202669">
    <w:abstractNumId w:val="13"/>
  </w:num>
  <w:num w:numId="18" w16cid:durableId="1567034274">
    <w:abstractNumId w:val="3"/>
  </w:num>
  <w:num w:numId="19" w16cid:durableId="52972010">
    <w:abstractNumId w:val="17"/>
  </w:num>
  <w:num w:numId="20" w16cid:durableId="1614247517">
    <w:abstractNumId w:val="5"/>
  </w:num>
  <w:num w:numId="21" w16cid:durableId="789008103">
    <w:abstractNumId w:val="19"/>
  </w:num>
  <w:num w:numId="22" w16cid:durableId="364448250">
    <w:abstractNumId w:val="22"/>
  </w:num>
  <w:num w:numId="23" w16cid:durableId="1480881986">
    <w:abstractNumId w:val="4"/>
  </w:num>
  <w:num w:numId="24" w16cid:durableId="892733397">
    <w:abstractNumId w:val="10"/>
  </w:num>
  <w:num w:numId="25" w16cid:durableId="1248417164">
    <w:abstractNumId w:val="7"/>
  </w:num>
  <w:num w:numId="26" w16cid:durableId="4750283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numStart w:val="2"/>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C3A"/>
    <w:rsid w:val="000035B1"/>
    <w:rsid w:val="00004C6C"/>
    <w:rsid w:val="00004D23"/>
    <w:rsid w:val="0000631E"/>
    <w:rsid w:val="0000638D"/>
    <w:rsid w:val="00010037"/>
    <w:rsid w:val="00010190"/>
    <w:rsid w:val="00015E31"/>
    <w:rsid w:val="0001647B"/>
    <w:rsid w:val="00017468"/>
    <w:rsid w:val="00024848"/>
    <w:rsid w:val="00024C42"/>
    <w:rsid w:val="00030265"/>
    <w:rsid w:val="00030F9F"/>
    <w:rsid w:val="00032873"/>
    <w:rsid w:val="00032E26"/>
    <w:rsid w:val="000353D5"/>
    <w:rsid w:val="00035891"/>
    <w:rsid w:val="00036789"/>
    <w:rsid w:val="00037FE1"/>
    <w:rsid w:val="00042C65"/>
    <w:rsid w:val="00043CAA"/>
    <w:rsid w:val="000474DC"/>
    <w:rsid w:val="0005201B"/>
    <w:rsid w:val="000535E6"/>
    <w:rsid w:val="000551B4"/>
    <w:rsid w:val="00055602"/>
    <w:rsid w:val="00055994"/>
    <w:rsid w:val="00057381"/>
    <w:rsid w:val="00057D38"/>
    <w:rsid w:val="000661A1"/>
    <w:rsid w:val="000666DE"/>
    <w:rsid w:val="00066923"/>
    <w:rsid w:val="000717E0"/>
    <w:rsid w:val="00071E30"/>
    <w:rsid w:val="0007367F"/>
    <w:rsid w:val="00075432"/>
    <w:rsid w:val="000770ED"/>
    <w:rsid w:val="0007748D"/>
    <w:rsid w:val="00080167"/>
    <w:rsid w:val="00080D67"/>
    <w:rsid w:val="000817DB"/>
    <w:rsid w:val="00082DDB"/>
    <w:rsid w:val="00083DA8"/>
    <w:rsid w:val="000849FC"/>
    <w:rsid w:val="00084D1C"/>
    <w:rsid w:val="00085591"/>
    <w:rsid w:val="000903F3"/>
    <w:rsid w:val="0009266C"/>
    <w:rsid w:val="00094F78"/>
    <w:rsid w:val="000968ED"/>
    <w:rsid w:val="000A2740"/>
    <w:rsid w:val="000A5105"/>
    <w:rsid w:val="000B2095"/>
    <w:rsid w:val="000B2578"/>
    <w:rsid w:val="000B6A41"/>
    <w:rsid w:val="000C3389"/>
    <w:rsid w:val="000C5ABA"/>
    <w:rsid w:val="000D1D1E"/>
    <w:rsid w:val="000D24D3"/>
    <w:rsid w:val="000D5D7A"/>
    <w:rsid w:val="000D675D"/>
    <w:rsid w:val="000E24C0"/>
    <w:rsid w:val="000E4A18"/>
    <w:rsid w:val="000E4E30"/>
    <w:rsid w:val="000F0721"/>
    <w:rsid w:val="000F2214"/>
    <w:rsid w:val="000F5D7C"/>
    <w:rsid w:val="000F5E56"/>
    <w:rsid w:val="00101C37"/>
    <w:rsid w:val="001024FE"/>
    <w:rsid w:val="0010437F"/>
    <w:rsid w:val="00105445"/>
    <w:rsid w:val="00106D7E"/>
    <w:rsid w:val="00111E83"/>
    <w:rsid w:val="00113B9E"/>
    <w:rsid w:val="0011524B"/>
    <w:rsid w:val="001153F3"/>
    <w:rsid w:val="001165FC"/>
    <w:rsid w:val="001229D8"/>
    <w:rsid w:val="00122FE2"/>
    <w:rsid w:val="00134673"/>
    <w:rsid w:val="001362EE"/>
    <w:rsid w:val="00136FFC"/>
    <w:rsid w:val="001379A2"/>
    <w:rsid w:val="00142868"/>
    <w:rsid w:val="001471E0"/>
    <w:rsid w:val="0014751D"/>
    <w:rsid w:val="001478DD"/>
    <w:rsid w:val="001547D3"/>
    <w:rsid w:val="00160AB4"/>
    <w:rsid w:val="00161047"/>
    <w:rsid w:val="001619B2"/>
    <w:rsid w:val="0016561A"/>
    <w:rsid w:val="0016744E"/>
    <w:rsid w:val="00167B74"/>
    <w:rsid w:val="001832A6"/>
    <w:rsid w:val="00185624"/>
    <w:rsid w:val="00185F64"/>
    <w:rsid w:val="001904CF"/>
    <w:rsid w:val="00192966"/>
    <w:rsid w:val="00192A99"/>
    <w:rsid w:val="00194954"/>
    <w:rsid w:val="001A1835"/>
    <w:rsid w:val="001B01EC"/>
    <w:rsid w:val="001B2B2B"/>
    <w:rsid w:val="001C09B8"/>
    <w:rsid w:val="001C0EAB"/>
    <w:rsid w:val="001C2C4B"/>
    <w:rsid w:val="001C5118"/>
    <w:rsid w:val="001C6808"/>
    <w:rsid w:val="001D0E51"/>
    <w:rsid w:val="001D17B2"/>
    <w:rsid w:val="001D1B8E"/>
    <w:rsid w:val="001D36AB"/>
    <w:rsid w:val="001D604D"/>
    <w:rsid w:val="001E1FA1"/>
    <w:rsid w:val="001E30FE"/>
    <w:rsid w:val="001E56D3"/>
    <w:rsid w:val="001E76CE"/>
    <w:rsid w:val="001E7AAA"/>
    <w:rsid w:val="001F07E8"/>
    <w:rsid w:val="001F20BB"/>
    <w:rsid w:val="001F6E06"/>
    <w:rsid w:val="002015E7"/>
    <w:rsid w:val="002033A6"/>
    <w:rsid w:val="002112E3"/>
    <w:rsid w:val="00211E56"/>
    <w:rsid w:val="002121FA"/>
    <w:rsid w:val="00212581"/>
    <w:rsid w:val="00217E0F"/>
    <w:rsid w:val="00220263"/>
    <w:rsid w:val="00221748"/>
    <w:rsid w:val="00231467"/>
    <w:rsid w:val="002343E4"/>
    <w:rsid w:val="00235CBD"/>
    <w:rsid w:val="00236CA1"/>
    <w:rsid w:val="00240B40"/>
    <w:rsid w:val="00241D0F"/>
    <w:rsid w:val="00245AB4"/>
    <w:rsid w:val="00252BEA"/>
    <w:rsid w:val="002535F6"/>
    <w:rsid w:val="00257E05"/>
    <w:rsid w:val="002606EB"/>
    <w:rsid w:val="002634C4"/>
    <w:rsid w:val="0026501E"/>
    <w:rsid w:val="00265A4A"/>
    <w:rsid w:val="00266F74"/>
    <w:rsid w:val="00267E12"/>
    <w:rsid w:val="0027169B"/>
    <w:rsid w:val="00274C37"/>
    <w:rsid w:val="00281EBF"/>
    <w:rsid w:val="00284A64"/>
    <w:rsid w:val="00290941"/>
    <w:rsid w:val="00291FCB"/>
    <w:rsid w:val="002928D3"/>
    <w:rsid w:val="002945C3"/>
    <w:rsid w:val="002970A0"/>
    <w:rsid w:val="002A1001"/>
    <w:rsid w:val="002A1F78"/>
    <w:rsid w:val="002A2C09"/>
    <w:rsid w:val="002A4909"/>
    <w:rsid w:val="002A6477"/>
    <w:rsid w:val="002A670C"/>
    <w:rsid w:val="002A6922"/>
    <w:rsid w:val="002B0231"/>
    <w:rsid w:val="002B0843"/>
    <w:rsid w:val="002B1377"/>
    <w:rsid w:val="002B6281"/>
    <w:rsid w:val="002C3925"/>
    <w:rsid w:val="002C4786"/>
    <w:rsid w:val="002C57E4"/>
    <w:rsid w:val="002C647A"/>
    <w:rsid w:val="002C6FAC"/>
    <w:rsid w:val="002D76CA"/>
    <w:rsid w:val="002E1075"/>
    <w:rsid w:val="002F1FE6"/>
    <w:rsid w:val="002F3FD4"/>
    <w:rsid w:val="002F4E68"/>
    <w:rsid w:val="002F5682"/>
    <w:rsid w:val="002F6D2D"/>
    <w:rsid w:val="002F6EEA"/>
    <w:rsid w:val="002F70B3"/>
    <w:rsid w:val="002F7503"/>
    <w:rsid w:val="003008AA"/>
    <w:rsid w:val="003029DB"/>
    <w:rsid w:val="0030362C"/>
    <w:rsid w:val="00304C57"/>
    <w:rsid w:val="003069E1"/>
    <w:rsid w:val="0031109A"/>
    <w:rsid w:val="00312F7F"/>
    <w:rsid w:val="003147E6"/>
    <w:rsid w:val="00315975"/>
    <w:rsid w:val="00320ABC"/>
    <w:rsid w:val="003228B7"/>
    <w:rsid w:val="00324275"/>
    <w:rsid w:val="00324AE1"/>
    <w:rsid w:val="00327BA9"/>
    <w:rsid w:val="003339A5"/>
    <w:rsid w:val="00334F23"/>
    <w:rsid w:val="00336B79"/>
    <w:rsid w:val="0034507F"/>
    <w:rsid w:val="00345921"/>
    <w:rsid w:val="00346453"/>
    <w:rsid w:val="0034711B"/>
    <w:rsid w:val="0034778B"/>
    <w:rsid w:val="00347C35"/>
    <w:rsid w:val="00350017"/>
    <w:rsid w:val="003508A3"/>
    <w:rsid w:val="00356732"/>
    <w:rsid w:val="003610B4"/>
    <w:rsid w:val="003626A8"/>
    <w:rsid w:val="0036489F"/>
    <w:rsid w:val="00366D65"/>
    <w:rsid w:val="003673CF"/>
    <w:rsid w:val="00370373"/>
    <w:rsid w:val="0037469D"/>
    <w:rsid w:val="0037762E"/>
    <w:rsid w:val="003845C1"/>
    <w:rsid w:val="00391D52"/>
    <w:rsid w:val="00395F46"/>
    <w:rsid w:val="003A35DB"/>
    <w:rsid w:val="003A63CD"/>
    <w:rsid w:val="003A6EDC"/>
    <w:rsid w:val="003A6F89"/>
    <w:rsid w:val="003A73E5"/>
    <w:rsid w:val="003B38C1"/>
    <w:rsid w:val="003C1C92"/>
    <w:rsid w:val="003C67E0"/>
    <w:rsid w:val="003C6FC4"/>
    <w:rsid w:val="003D074B"/>
    <w:rsid w:val="003D25B5"/>
    <w:rsid w:val="003D352A"/>
    <w:rsid w:val="003D4477"/>
    <w:rsid w:val="003D4F28"/>
    <w:rsid w:val="003D56AF"/>
    <w:rsid w:val="003D7BDE"/>
    <w:rsid w:val="003E0668"/>
    <w:rsid w:val="003E0BA0"/>
    <w:rsid w:val="003E53C9"/>
    <w:rsid w:val="003F3712"/>
    <w:rsid w:val="003F38D1"/>
    <w:rsid w:val="003F5B95"/>
    <w:rsid w:val="003F7CF8"/>
    <w:rsid w:val="00401CA5"/>
    <w:rsid w:val="0040258D"/>
    <w:rsid w:val="004030EA"/>
    <w:rsid w:val="004071CB"/>
    <w:rsid w:val="004100CE"/>
    <w:rsid w:val="0041077A"/>
    <w:rsid w:val="004108C2"/>
    <w:rsid w:val="00417D10"/>
    <w:rsid w:val="00420519"/>
    <w:rsid w:val="00421D1A"/>
    <w:rsid w:val="00423E3E"/>
    <w:rsid w:val="004242E1"/>
    <w:rsid w:val="00427AF4"/>
    <w:rsid w:val="0043389E"/>
    <w:rsid w:val="004338C8"/>
    <w:rsid w:val="004348C1"/>
    <w:rsid w:val="004355B5"/>
    <w:rsid w:val="00435743"/>
    <w:rsid w:val="00437E95"/>
    <w:rsid w:val="004400E2"/>
    <w:rsid w:val="004458BC"/>
    <w:rsid w:val="00446091"/>
    <w:rsid w:val="00450EE7"/>
    <w:rsid w:val="00450FE4"/>
    <w:rsid w:val="0045419C"/>
    <w:rsid w:val="00455C91"/>
    <w:rsid w:val="00461632"/>
    <w:rsid w:val="00462FDD"/>
    <w:rsid w:val="00463F0B"/>
    <w:rsid w:val="004647DA"/>
    <w:rsid w:val="004656CA"/>
    <w:rsid w:val="004662DE"/>
    <w:rsid w:val="0046650B"/>
    <w:rsid w:val="00466D81"/>
    <w:rsid w:val="00474062"/>
    <w:rsid w:val="0047650C"/>
    <w:rsid w:val="00477682"/>
    <w:rsid w:val="00477D6B"/>
    <w:rsid w:val="0048443B"/>
    <w:rsid w:val="004854B9"/>
    <w:rsid w:val="004911B4"/>
    <w:rsid w:val="00493115"/>
    <w:rsid w:val="004976F7"/>
    <w:rsid w:val="004A01F1"/>
    <w:rsid w:val="004A195F"/>
    <w:rsid w:val="004A25A2"/>
    <w:rsid w:val="004A2CCB"/>
    <w:rsid w:val="004A407E"/>
    <w:rsid w:val="004A685D"/>
    <w:rsid w:val="004B071A"/>
    <w:rsid w:val="004B1B8C"/>
    <w:rsid w:val="004B3D48"/>
    <w:rsid w:val="004B4259"/>
    <w:rsid w:val="004B4C76"/>
    <w:rsid w:val="004B5DD0"/>
    <w:rsid w:val="004C2382"/>
    <w:rsid w:val="004C4EA5"/>
    <w:rsid w:val="004C6A09"/>
    <w:rsid w:val="004D1FD9"/>
    <w:rsid w:val="004D3155"/>
    <w:rsid w:val="004D39C4"/>
    <w:rsid w:val="004D454E"/>
    <w:rsid w:val="004D55D0"/>
    <w:rsid w:val="004D5729"/>
    <w:rsid w:val="004E1161"/>
    <w:rsid w:val="004E21DB"/>
    <w:rsid w:val="004E2D9E"/>
    <w:rsid w:val="004E38CB"/>
    <w:rsid w:val="004E606E"/>
    <w:rsid w:val="004E7E34"/>
    <w:rsid w:val="00501291"/>
    <w:rsid w:val="0050335C"/>
    <w:rsid w:val="00505E19"/>
    <w:rsid w:val="005074BA"/>
    <w:rsid w:val="00507C40"/>
    <w:rsid w:val="0051157F"/>
    <w:rsid w:val="00511D95"/>
    <w:rsid w:val="00515785"/>
    <w:rsid w:val="00516A8C"/>
    <w:rsid w:val="00517ECD"/>
    <w:rsid w:val="0052093F"/>
    <w:rsid w:val="0052117A"/>
    <w:rsid w:val="00521207"/>
    <w:rsid w:val="00522B04"/>
    <w:rsid w:val="00522D2D"/>
    <w:rsid w:val="00523DC7"/>
    <w:rsid w:val="00526EEA"/>
    <w:rsid w:val="0053057A"/>
    <w:rsid w:val="005313C3"/>
    <w:rsid w:val="005338E2"/>
    <w:rsid w:val="0053492F"/>
    <w:rsid w:val="005356BC"/>
    <w:rsid w:val="005369E1"/>
    <w:rsid w:val="0053704D"/>
    <w:rsid w:val="00540448"/>
    <w:rsid w:val="0054367A"/>
    <w:rsid w:val="00544870"/>
    <w:rsid w:val="00550994"/>
    <w:rsid w:val="00553391"/>
    <w:rsid w:val="005563F8"/>
    <w:rsid w:val="00557A15"/>
    <w:rsid w:val="00560A29"/>
    <w:rsid w:val="005631DA"/>
    <w:rsid w:val="005666B6"/>
    <w:rsid w:val="00576ACD"/>
    <w:rsid w:val="005807E7"/>
    <w:rsid w:val="00582BCD"/>
    <w:rsid w:val="00584FB7"/>
    <w:rsid w:val="00587396"/>
    <w:rsid w:val="005907A7"/>
    <w:rsid w:val="00590C35"/>
    <w:rsid w:val="0059212D"/>
    <w:rsid w:val="00593A26"/>
    <w:rsid w:val="00594D27"/>
    <w:rsid w:val="005A1BB2"/>
    <w:rsid w:val="005A70BD"/>
    <w:rsid w:val="005A70D6"/>
    <w:rsid w:val="005A7ED1"/>
    <w:rsid w:val="005B17AD"/>
    <w:rsid w:val="005B3F60"/>
    <w:rsid w:val="005B70A8"/>
    <w:rsid w:val="005C210B"/>
    <w:rsid w:val="005C2CC3"/>
    <w:rsid w:val="005C3375"/>
    <w:rsid w:val="005C4AFB"/>
    <w:rsid w:val="005C660B"/>
    <w:rsid w:val="005C7A60"/>
    <w:rsid w:val="005D20B8"/>
    <w:rsid w:val="005D40F2"/>
    <w:rsid w:val="005D6EDA"/>
    <w:rsid w:val="005E2029"/>
    <w:rsid w:val="005E322E"/>
    <w:rsid w:val="005E464E"/>
    <w:rsid w:val="005E503D"/>
    <w:rsid w:val="005E52E0"/>
    <w:rsid w:val="005E5B4C"/>
    <w:rsid w:val="005E7DD7"/>
    <w:rsid w:val="005F1E8A"/>
    <w:rsid w:val="005F247A"/>
    <w:rsid w:val="005F4CFF"/>
    <w:rsid w:val="005F5796"/>
    <w:rsid w:val="005F76FE"/>
    <w:rsid w:val="00601117"/>
    <w:rsid w:val="00601760"/>
    <w:rsid w:val="006025DD"/>
    <w:rsid w:val="00604586"/>
    <w:rsid w:val="00605827"/>
    <w:rsid w:val="0060781B"/>
    <w:rsid w:val="00610E5B"/>
    <w:rsid w:val="00611091"/>
    <w:rsid w:val="00611121"/>
    <w:rsid w:val="00612255"/>
    <w:rsid w:val="00612BB8"/>
    <w:rsid w:val="00616D9F"/>
    <w:rsid w:val="00624C0F"/>
    <w:rsid w:val="00626808"/>
    <w:rsid w:val="00626F42"/>
    <w:rsid w:val="00630D39"/>
    <w:rsid w:val="00635D24"/>
    <w:rsid w:val="00635FAD"/>
    <w:rsid w:val="00642163"/>
    <w:rsid w:val="0064238B"/>
    <w:rsid w:val="00646050"/>
    <w:rsid w:val="00646BB8"/>
    <w:rsid w:val="0064723D"/>
    <w:rsid w:val="00647429"/>
    <w:rsid w:val="006502A1"/>
    <w:rsid w:val="006514B7"/>
    <w:rsid w:val="00652C3A"/>
    <w:rsid w:val="00654944"/>
    <w:rsid w:val="006551A6"/>
    <w:rsid w:val="006557CF"/>
    <w:rsid w:val="00656560"/>
    <w:rsid w:val="00660F38"/>
    <w:rsid w:val="006619DA"/>
    <w:rsid w:val="0066217B"/>
    <w:rsid w:val="00664883"/>
    <w:rsid w:val="006713CA"/>
    <w:rsid w:val="00676C5C"/>
    <w:rsid w:val="006814C2"/>
    <w:rsid w:val="006849D7"/>
    <w:rsid w:val="0068624A"/>
    <w:rsid w:val="00686728"/>
    <w:rsid w:val="0069192E"/>
    <w:rsid w:val="00691F40"/>
    <w:rsid w:val="00693D2E"/>
    <w:rsid w:val="00695558"/>
    <w:rsid w:val="00695946"/>
    <w:rsid w:val="006A6E00"/>
    <w:rsid w:val="006B18A1"/>
    <w:rsid w:val="006C4C98"/>
    <w:rsid w:val="006C74E4"/>
    <w:rsid w:val="006D1922"/>
    <w:rsid w:val="006D5E0F"/>
    <w:rsid w:val="006E04AA"/>
    <w:rsid w:val="006E2B5C"/>
    <w:rsid w:val="006E599D"/>
    <w:rsid w:val="006E67F6"/>
    <w:rsid w:val="006F12C4"/>
    <w:rsid w:val="006F2E96"/>
    <w:rsid w:val="006F3027"/>
    <w:rsid w:val="006F3DAC"/>
    <w:rsid w:val="006F51A9"/>
    <w:rsid w:val="006F62BF"/>
    <w:rsid w:val="006F6FD8"/>
    <w:rsid w:val="006F74F9"/>
    <w:rsid w:val="00701646"/>
    <w:rsid w:val="00703941"/>
    <w:rsid w:val="007058FB"/>
    <w:rsid w:val="00707365"/>
    <w:rsid w:val="00713913"/>
    <w:rsid w:val="00713FC7"/>
    <w:rsid w:val="0071750E"/>
    <w:rsid w:val="00717589"/>
    <w:rsid w:val="0072126E"/>
    <w:rsid w:val="00722424"/>
    <w:rsid w:val="00723281"/>
    <w:rsid w:val="00724D1B"/>
    <w:rsid w:val="0072505E"/>
    <w:rsid w:val="007262E0"/>
    <w:rsid w:val="00726D81"/>
    <w:rsid w:val="00730054"/>
    <w:rsid w:val="00733668"/>
    <w:rsid w:val="00735A4C"/>
    <w:rsid w:val="007430E1"/>
    <w:rsid w:val="007453F4"/>
    <w:rsid w:val="00746D2D"/>
    <w:rsid w:val="00747C6C"/>
    <w:rsid w:val="00754695"/>
    <w:rsid w:val="0075529A"/>
    <w:rsid w:val="0075529C"/>
    <w:rsid w:val="00761BAD"/>
    <w:rsid w:val="00763BDD"/>
    <w:rsid w:val="0076403E"/>
    <w:rsid w:val="0076622D"/>
    <w:rsid w:val="00766B43"/>
    <w:rsid w:val="00772D11"/>
    <w:rsid w:val="00784071"/>
    <w:rsid w:val="00784B97"/>
    <w:rsid w:val="0078636F"/>
    <w:rsid w:val="0078649A"/>
    <w:rsid w:val="0079072A"/>
    <w:rsid w:val="00794A5E"/>
    <w:rsid w:val="0079649F"/>
    <w:rsid w:val="007A2769"/>
    <w:rsid w:val="007B3BD9"/>
    <w:rsid w:val="007B6A58"/>
    <w:rsid w:val="007C08DB"/>
    <w:rsid w:val="007C188B"/>
    <w:rsid w:val="007C4CE8"/>
    <w:rsid w:val="007D1613"/>
    <w:rsid w:val="007D43DF"/>
    <w:rsid w:val="007D47C6"/>
    <w:rsid w:val="007D5185"/>
    <w:rsid w:val="007E1C1C"/>
    <w:rsid w:val="007E2026"/>
    <w:rsid w:val="007E4F59"/>
    <w:rsid w:val="007F3669"/>
    <w:rsid w:val="00800582"/>
    <w:rsid w:val="008014C8"/>
    <w:rsid w:val="00802871"/>
    <w:rsid w:val="00812B89"/>
    <w:rsid w:val="008153C0"/>
    <w:rsid w:val="00817E9C"/>
    <w:rsid w:val="00817FBA"/>
    <w:rsid w:val="00820A37"/>
    <w:rsid w:val="00826DF4"/>
    <w:rsid w:val="00830B18"/>
    <w:rsid w:val="00832249"/>
    <w:rsid w:val="0083252B"/>
    <w:rsid w:val="00832C64"/>
    <w:rsid w:val="00833296"/>
    <w:rsid w:val="008348AF"/>
    <w:rsid w:val="00836BC9"/>
    <w:rsid w:val="00837583"/>
    <w:rsid w:val="0084050C"/>
    <w:rsid w:val="008409A5"/>
    <w:rsid w:val="00841087"/>
    <w:rsid w:val="008412AB"/>
    <w:rsid w:val="00846AC8"/>
    <w:rsid w:val="00847F4D"/>
    <w:rsid w:val="00851473"/>
    <w:rsid w:val="00856573"/>
    <w:rsid w:val="0085672E"/>
    <w:rsid w:val="00861B6B"/>
    <w:rsid w:val="00866F61"/>
    <w:rsid w:val="00873EE5"/>
    <w:rsid w:val="008753C5"/>
    <w:rsid w:val="008901DD"/>
    <w:rsid w:val="00891071"/>
    <w:rsid w:val="0089172D"/>
    <w:rsid w:val="00891E20"/>
    <w:rsid w:val="00895A57"/>
    <w:rsid w:val="008A49AE"/>
    <w:rsid w:val="008A6811"/>
    <w:rsid w:val="008A7C1C"/>
    <w:rsid w:val="008B1180"/>
    <w:rsid w:val="008B2CC1"/>
    <w:rsid w:val="008B4B5E"/>
    <w:rsid w:val="008B4BF2"/>
    <w:rsid w:val="008B5902"/>
    <w:rsid w:val="008B60B2"/>
    <w:rsid w:val="008B6D76"/>
    <w:rsid w:val="008C0955"/>
    <w:rsid w:val="008D1E19"/>
    <w:rsid w:val="008D25BC"/>
    <w:rsid w:val="008D7EAD"/>
    <w:rsid w:val="008D7F52"/>
    <w:rsid w:val="008E03AD"/>
    <w:rsid w:val="008E1EFB"/>
    <w:rsid w:val="008E2E8B"/>
    <w:rsid w:val="008E6335"/>
    <w:rsid w:val="008F23B1"/>
    <w:rsid w:val="008F407E"/>
    <w:rsid w:val="008F5681"/>
    <w:rsid w:val="008F580E"/>
    <w:rsid w:val="009008FE"/>
    <w:rsid w:val="0090731E"/>
    <w:rsid w:val="00907F25"/>
    <w:rsid w:val="00912B47"/>
    <w:rsid w:val="00912C68"/>
    <w:rsid w:val="009139C5"/>
    <w:rsid w:val="00913BC1"/>
    <w:rsid w:val="0091432A"/>
    <w:rsid w:val="00914E21"/>
    <w:rsid w:val="00916EE2"/>
    <w:rsid w:val="009219B8"/>
    <w:rsid w:val="0092209E"/>
    <w:rsid w:val="00923227"/>
    <w:rsid w:val="00927B23"/>
    <w:rsid w:val="00930614"/>
    <w:rsid w:val="009326E0"/>
    <w:rsid w:val="0093489C"/>
    <w:rsid w:val="00937591"/>
    <w:rsid w:val="0094030D"/>
    <w:rsid w:val="009410E1"/>
    <w:rsid w:val="00943079"/>
    <w:rsid w:val="009465B7"/>
    <w:rsid w:val="009470CB"/>
    <w:rsid w:val="00947EC0"/>
    <w:rsid w:val="009504D1"/>
    <w:rsid w:val="00951466"/>
    <w:rsid w:val="00952475"/>
    <w:rsid w:val="00952517"/>
    <w:rsid w:val="00964842"/>
    <w:rsid w:val="00965AC5"/>
    <w:rsid w:val="00966A22"/>
    <w:rsid w:val="0096722F"/>
    <w:rsid w:val="0097402A"/>
    <w:rsid w:val="00976A91"/>
    <w:rsid w:val="00980843"/>
    <w:rsid w:val="009859B1"/>
    <w:rsid w:val="00986262"/>
    <w:rsid w:val="00990F39"/>
    <w:rsid w:val="00995E8D"/>
    <w:rsid w:val="0099629A"/>
    <w:rsid w:val="009A1D1D"/>
    <w:rsid w:val="009A1ED0"/>
    <w:rsid w:val="009A2DF5"/>
    <w:rsid w:val="009A354B"/>
    <w:rsid w:val="009A6EFA"/>
    <w:rsid w:val="009B0371"/>
    <w:rsid w:val="009B54E5"/>
    <w:rsid w:val="009B617D"/>
    <w:rsid w:val="009B7999"/>
    <w:rsid w:val="009C016D"/>
    <w:rsid w:val="009C1F4A"/>
    <w:rsid w:val="009C3C90"/>
    <w:rsid w:val="009C4678"/>
    <w:rsid w:val="009C4945"/>
    <w:rsid w:val="009D25DA"/>
    <w:rsid w:val="009D5324"/>
    <w:rsid w:val="009E1A7F"/>
    <w:rsid w:val="009E2791"/>
    <w:rsid w:val="009E315C"/>
    <w:rsid w:val="009E3F6F"/>
    <w:rsid w:val="009E778E"/>
    <w:rsid w:val="009F3BF9"/>
    <w:rsid w:val="009F499F"/>
    <w:rsid w:val="009F547D"/>
    <w:rsid w:val="00A001E5"/>
    <w:rsid w:val="00A01029"/>
    <w:rsid w:val="00A01449"/>
    <w:rsid w:val="00A05F8C"/>
    <w:rsid w:val="00A06827"/>
    <w:rsid w:val="00A07888"/>
    <w:rsid w:val="00A11800"/>
    <w:rsid w:val="00A16551"/>
    <w:rsid w:val="00A218AC"/>
    <w:rsid w:val="00A22ABA"/>
    <w:rsid w:val="00A27303"/>
    <w:rsid w:val="00A303C8"/>
    <w:rsid w:val="00A306CA"/>
    <w:rsid w:val="00A30E95"/>
    <w:rsid w:val="00A312C7"/>
    <w:rsid w:val="00A34559"/>
    <w:rsid w:val="00A3495A"/>
    <w:rsid w:val="00A34E7B"/>
    <w:rsid w:val="00A40070"/>
    <w:rsid w:val="00A425DB"/>
    <w:rsid w:val="00A42DAF"/>
    <w:rsid w:val="00A437F2"/>
    <w:rsid w:val="00A4385E"/>
    <w:rsid w:val="00A43B8B"/>
    <w:rsid w:val="00A44C87"/>
    <w:rsid w:val="00A45561"/>
    <w:rsid w:val="00A45BD8"/>
    <w:rsid w:val="00A528FB"/>
    <w:rsid w:val="00A53EBF"/>
    <w:rsid w:val="00A54B38"/>
    <w:rsid w:val="00A551C4"/>
    <w:rsid w:val="00A5760B"/>
    <w:rsid w:val="00A621CC"/>
    <w:rsid w:val="00A63562"/>
    <w:rsid w:val="00A65D1F"/>
    <w:rsid w:val="00A71E78"/>
    <w:rsid w:val="00A73E10"/>
    <w:rsid w:val="00A76F51"/>
    <w:rsid w:val="00A778BF"/>
    <w:rsid w:val="00A84AF5"/>
    <w:rsid w:val="00A85B40"/>
    <w:rsid w:val="00A85B8E"/>
    <w:rsid w:val="00A86952"/>
    <w:rsid w:val="00A86C3A"/>
    <w:rsid w:val="00A91998"/>
    <w:rsid w:val="00A92EC8"/>
    <w:rsid w:val="00AA0094"/>
    <w:rsid w:val="00AA07EE"/>
    <w:rsid w:val="00AA26F9"/>
    <w:rsid w:val="00AA335A"/>
    <w:rsid w:val="00AA3B4E"/>
    <w:rsid w:val="00AA3E21"/>
    <w:rsid w:val="00AA588A"/>
    <w:rsid w:val="00AA7396"/>
    <w:rsid w:val="00AB193A"/>
    <w:rsid w:val="00AB4B55"/>
    <w:rsid w:val="00AB519C"/>
    <w:rsid w:val="00AB52BA"/>
    <w:rsid w:val="00AB6748"/>
    <w:rsid w:val="00AC120F"/>
    <w:rsid w:val="00AC14B0"/>
    <w:rsid w:val="00AC1892"/>
    <w:rsid w:val="00AC1F2A"/>
    <w:rsid w:val="00AC205C"/>
    <w:rsid w:val="00AD0709"/>
    <w:rsid w:val="00AD08F2"/>
    <w:rsid w:val="00AD0D9A"/>
    <w:rsid w:val="00AD1EC7"/>
    <w:rsid w:val="00AD260F"/>
    <w:rsid w:val="00AD3E8C"/>
    <w:rsid w:val="00AD591D"/>
    <w:rsid w:val="00AD5AB4"/>
    <w:rsid w:val="00AD7284"/>
    <w:rsid w:val="00AE08F0"/>
    <w:rsid w:val="00AE282E"/>
    <w:rsid w:val="00AE2CDD"/>
    <w:rsid w:val="00AE66A1"/>
    <w:rsid w:val="00AF282F"/>
    <w:rsid w:val="00AF36CD"/>
    <w:rsid w:val="00AF51DE"/>
    <w:rsid w:val="00AF5C73"/>
    <w:rsid w:val="00AF69F6"/>
    <w:rsid w:val="00AF6C2B"/>
    <w:rsid w:val="00B001AA"/>
    <w:rsid w:val="00B02CA5"/>
    <w:rsid w:val="00B05A69"/>
    <w:rsid w:val="00B07852"/>
    <w:rsid w:val="00B07C3A"/>
    <w:rsid w:val="00B116C4"/>
    <w:rsid w:val="00B11CC9"/>
    <w:rsid w:val="00B16482"/>
    <w:rsid w:val="00B16503"/>
    <w:rsid w:val="00B17DB0"/>
    <w:rsid w:val="00B21141"/>
    <w:rsid w:val="00B27006"/>
    <w:rsid w:val="00B32EFD"/>
    <w:rsid w:val="00B40598"/>
    <w:rsid w:val="00B442AE"/>
    <w:rsid w:val="00B50165"/>
    <w:rsid w:val="00B50603"/>
    <w:rsid w:val="00B50B99"/>
    <w:rsid w:val="00B52F6E"/>
    <w:rsid w:val="00B534A0"/>
    <w:rsid w:val="00B5595A"/>
    <w:rsid w:val="00B56AFD"/>
    <w:rsid w:val="00B62CD9"/>
    <w:rsid w:val="00B63D94"/>
    <w:rsid w:val="00B65EC2"/>
    <w:rsid w:val="00B662B2"/>
    <w:rsid w:val="00B665F9"/>
    <w:rsid w:val="00B7237D"/>
    <w:rsid w:val="00B7478A"/>
    <w:rsid w:val="00B7552C"/>
    <w:rsid w:val="00B7564E"/>
    <w:rsid w:val="00B80E3E"/>
    <w:rsid w:val="00B81E35"/>
    <w:rsid w:val="00B83129"/>
    <w:rsid w:val="00B831F5"/>
    <w:rsid w:val="00B84F2F"/>
    <w:rsid w:val="00B868DC"/>
    <w:rsid w:val="00B92617"/>
    <w:rsid w:val="00B94866"/>
    <w:rsid w:val="00B94E75"/>
    <w:rsid w:val="00B95E6A"/>
    <w:rsid w:val="00B9707B"/>
    <w:rsid w:val="00B9734B"/>
    <w:rsid w:val="00BA3220"/>
    <w:rsid w:val="00BB37E7"/>
    <w:rsid w:val="00BB3CA9"/>
    <w:rsid w:val="00BB4F8C"/>
    <w:rsid w:val="00BB5AB0"/>
    <w:rsid w:val="00BB5C17"/>
    <w:rsid w:val="00BB5DC0"/>
    <w:rsid w:val="00BB7130"/>
    <w:rsid w:val="00BB7CA3"/>
    <w:rsid w:val="00BC00FE"/>
    <w:rsid w:val="00BC0535"/>
    <w:rsid w:val="00BC0EFD"/>
    <w:rsid w:val="00BD0AE3"/>
    <w:rsid w:val="00BD40B3"/>
    <w:rsid w:val="00BD532B"/>
    <w:rsid w:val="00BE4C03"/>
    <w:rsid w:val="00BE5C69"/>
    <w:rsid w:val="00BE6C63"/>
    <w:rsid w:val="00BE7F1A"/>
    <w:rsid w:val="00BF04AC"/>
    <w:rsid w:val="00BF132C"/>
    <w:rsid w:val="00BF1819"/>
    <w:rsid w:val="00BF6005"/>
    <w:rsid w:val="00C009A8"/>
    <w:rsid w:val="00C04BB2"/>
    <w:rsid w:val="00C05A2F"/>
    <w:rsid w:val="00C11BFE"/>
    <w:rsid w:val="00C11CD6"/>
    <w:rsid w:val="00C12C34"/>
    <w:rsid w:val="00C143E8"/>
    <w:rsid w:val="00C14484"/>
    <w:rsid w:val="00C1501E"/>
    <w:rsid w:val="00C16369"/>
    <w:rsid w:val="00C243A6"/>
    <w:rsid w:val="00C27FBE"/>
    <w:rsid w:val="00C31B38"/>
    <w:rsid w:val="00C32DDD"/>
    <w:rsid w:val="00C3446D"/>
    <w:rsid w:val="00C34528"/>
    <w:rsid w:val="00C3460C"/>
    <w:rsid w:val="00C35DC1"/>
    <w:rsid w:val="00C36911"/>
    <w:rsid w:val="00C402E3"/>
    <w:rsid w:val="00C41715"/>
    <w:rsid w:val="00C41D73"/>
    <w:rsid w:val="00C44ADF"/>
    <w:rsid w:val="00C45B76"/>
    <w:rsid w:val="00C54163"/>
    <w:rsid w:val="00C54E89"/>
    <w:rsid w:val="00C56F62"/>
    <w:rsid w:val="00C573F8"/>
    <w:rsid w:val="00C57C3F"/>
    <w:rsid w:val="00C57E2C"/>
    <w:rsid w:val="00C757D6"/>
    <w:rsid w:val="00C758FD"/>
    <w:rsid w:val="00C7630B"/>
    <w:rsid w:val="00C81109"/>
    <w:rsid w:val="00C8251A"/>
    <w:rsid w:val="00C83E78"/>
    <w:rsid w:val="00C86123"/>
    <w:rsid w:val="00C87043"/>
    <w:rsid w:val="00C92025"/>
    <w:rsid w:val="00C94629"/>
    <w:rsid w:val="00C9540B"/>
    <w:rsid w:val="00CA17CA"/>
    <w:rsid w:val="00CA54F8"/>
    <w:rsid w:val="00CA6DE8"/>
    <w:rsid w:val="00CA7AA2"/>
    <w:rsid w:val="00CB1073"/>
    <w:rsid w:val="00CB5958"/>
    <w:rsid w:val="00CB6657"/>
    <w:rsid w:val="00CB78A2"/>
    <w:rsid w:val="00CB7940"/>
    <w:rsid w:val="00CB7A25"/>
    <w:rsid w:val="00CB7B63"/>
    <w:rsid w:val="00CC089B"/>
    <w:rsid w:val="00CC2931"/>
    <w:rsid w:val="00CC634B"/>
    <w:rsid w:val="00CD276C"/>
    <w:rsid w:val="00CD3E50"/>
    <w:rsid w:val="00CD595E"/>
    <w:rsid w:val="00CD61B7"/>
    <w:rsid w:val="00CD7ABA"/>
    <w:rsid w:val="00CE2EAC"/>
    <w:rsid w:val="00CE4819"/>
    <w:rsid w:val="00CE52FC"/>
    <w:rsid w:val="00CE65D4"/>
    <w:rsid w:val="00CE7670"/>
    <w:rsid w:val="00CE7AAF"/>
    <w:rsid w:val="00CF0B69"/>
    <w:rsid w:val="00CF1A9C"/>
    <w:rsid w:val="00CF4BAE"/>
    <w:rsid w:val="00CF6176"/>
    <w:rsid w:val="00CF70FD"/>
    <w:rsid w:val="00D004AB"/>
    <w:rsid w:val="00D0409D"/>
    <w:rsid w:val="00D050F2"/>
    <w:rsid w:val="00D06E58"/>
    <w:rsid w:val="00D07CCD"/>
    <w:rsid w:val="00D13A17"/>
    <w:rsid w:val="00D15DB2"/>
    <w:rsid w:val="00D17D94"/>
    <w:rsid w:val="00D24F0F"/>
    <w:rsid w:val="00D257E6"/>
    <w:rsid w:val="00D27055"/>
    <w:rsid w:val="00D33A8D"/>
    <w:rsid w:val="00D34493"/>
    <w:rsid w:val="00D42DF3"/>
    <w:rsid w:val="00D43266"/>
    <w:rsid w:val="00D4482D"/>
    <w:rsid w:val="00D45252"/>
    <w:rsid w:val="00D46F43"/>
    <w:rsid w:val="00D51627"/>
    <w:rsid w:val="00D5377A"/>
    <w:rsid w:val="00D5570D"/>
    <w:rsid w:val="00D60FD0"/>
    <w:rsid w:val="00D60FF2"/>
    <w:rsid w:val="00D631F5"/>
    <w:rsid w:val="00D6563B"/>
    <w:rsid w:val="00D669D4"/>
    <w:rsid w:val="00D66B1A"/>
    <w:rsid w:val="00D71B4D"/>
    <w:rsid w:val="00D7248E"/>
    <w:rsid w:val="00D72BA6"/>
    <w:rsid w:val="00D73219"/>
    <w:rsid w:val="00D76EA3"/>
    <w:rsid w:val="00D82C40"/>
    <w:rsid w:val="00D839BF"/>
    <w:rsid w:val="00D92DF3"/>
    <w:rsid w:val="00D933F8"/>
    <w:rsid w:val="00D93D55"/>
    <w:rsid w:val="00D956DB"/>
    <w:rsid w:val="00D96486"/>
    <w:rsid w:val="00D97441"/>
    <w:rsid w:val="00DA63E7"/>
    <w:rsid w:val="00DA767F"/>
    <w:rsid w:val="00DA77C7"/>
    <w:rsid w:val="00DB07E8"/>
    <w:rsid w:val="00DB152B"/>
    <w:rsid w:val="00DB59CB"/>
    <w:rsid w:val="00DC004E"/>
    <w:rsid w:val="00DC06A3"/>
    <w:rsid w:val="00DC1B5D"/>
    <w:rsid w:val="00DC2816"/>
    <w:rsid w:val="00DC4AD1"/>
    <w:rsid w:val="00DD2D40"/>
    <w:rsid w:val="00DD3506"/>
    <w:rsid w:val="00DE234F"/>
    <w:rsid w:val="00DE4B53"/>
    <w:rsid w:val="00DE4C19"/>
    <w:rsid w:val="00DF3450"/>
    <w:rsid w:val="00DF5F72"/>
    <w:rsid w:val="00E01161"/>
    <w:rsid w:val="00E05834"/>
    <w:rsid w:val="00E05DE8"/>
    <w:rsid w:val="00E0717A"/>
    <w:rsid w:val="00E107D9"/>
    <w:rsid w:val="00E13BE2"/>
    <w:rsid w:val="00E161A2"/>
    <w:rsid w:val="00E21425"/>
    <w:rsid w:val="00E256EF"/>
    <w:rsid w:val="00E30FF7"/>
    <w:rsid w:val="00E335FE"/>
    <w:rsid w:val="00E360FC"/>
    <w:rsid w:val="00E41419"/>
    <w:rsid w:val="00E4224C"/>
    <w:rsid w:val="00E43027"/>
    <w:rsid w:val="00E442C3"/>
    <w:rsid w:val="00E4497B"/>
    <w:rsid w:val="00E44E6F"/>
    <w:rsid w:val="00E451E3"/>
    <w:rsid w:val="00E45693"/>
    <w:rsid w:val="00E50179"/>
    <w:rsid w:val="00E5021F"/>
    <w:rsid w:val="00E50E12"/>
    <w:rsid w:val="00E527FB"/>
    <w:rsid w:val="00E54752"/>
    <w:rsid w:val="00E567C5"/>
    <w:rsid w:val="00E6047A"/>
    <w:rsid w:val="00E671A6"/>
    <w:rsid w:val="00E679CC"/>
    <w:rsid w:val="00E70C9C"/>
    <w:rsid w:val="00E71C74"/>
    <w:rsid w:val="00E720D4"/>
    <w:rsid w:val="00E72FB3"/>
    <w:rsid w:val="00E73685"/>
    <w:rsid w:val="00E760CB"/>
    <w:rsid w:val="00E762CE"/>
    <w:rsid w:val="00E858AA"/>
    <w:rsid w:val="00E93032"/>
    <w:rsid w:val="00E9588D"/>
    <w:rsid w:val="00E96913"/>
    <w:rsid w:val="00EA2E02"/>
    <w:rsid w:val="00EA333C"/>
    <w:rsid w:val="00EA5FE0"/>
    <w:rsid w:val="00EA6C6C"/>
    <w:rsid w:val="00EB37C2"/>
    <w:rsid w:val="00EB4DF8"/>
    <w:rsid w:val="00EC12A7"/>
    <w:rsid w:val="00EC16A9"/>
    <w:rsid w:val="00EC21A0"/>
    <w:rsid w:val="00EC2EDB"/>
    <w:rsid w:val="00EC4E49"/>
    <w:rsid w:val="00EC786B"/>
    <w:rsid w:val="00ED005C"/>
    <w:rsid w:val="00ED29BF"/>
    <w:rsid w:val="00ED48BD"/>
    <w:rsid w:val="00ED5E1B"/>
    <w:rsid w:val="00ED698E"/>
    <w:rsid w:val="00ED77FB"/>
    <w:rsid w:val="00EE6A0D"/>
    <w:rsid w:val="00EF3D56"/>
    <w:rsid w:val="00EF7B52"/>
    <w:rsid w:val="00F012EF"/>
    <w:rsid w:val="00F021A6"/>
    <w:rsid w:val="00F054F0"/>
    <w:rsid w:val="00F0581E"/>
    <w:rsid w:val="00F06944"/>
    <w:rsid w:val="00F11D94"/>
    <w:rsid w:val="00F127FB"/>
    <w:rsid w:val="00F16031"/>
    <w:rsid w:val="00F16E00"/>
    <w:rsid w:val="00F277C3"/>
    <w:rsid w:val="00F30413"/>
    <w:rsid w:val="00F310B7"/>
    <w:rsid w:val="00F31DD9"/>
    <w:rsid w:val="00F332A7"/>
    <w:rsid w:val="00F34CC3"/>
    <w:rsid w:val="00F35938"/>
    <w:rsid w:val="00F45025"/>
    <w:rsid w:val="00F4735D"/>
    <w:rsid w:val="00F50071"/>
    <w:rsid w:val="00F5193A"/>
    <w:rsid w:val="00F554D0"/>
    <w:rsid w:val="00F5638E"/>
    <w:rsid w:val="00F60D87"/>
    <w:rsid w:val="00F628BB"/>
    <w:rsid w:val="00F656BC"/>
    <w:rsid w:val="00F65EFE"/>
    <w:rsid w:val="00F66152"/>
    <w:rsid w:val="00F668E0"/>
    <w:rsid w:val="00F704A0"/>
    <w:rsid w:val="00F70D96"/>
    <w:rsid w:val="00F7424B"/>
    <w:rsid w:val="00F758A1"/>
    <w:rsid w:val="00F77EC3"/>
    <w:rsid w:val="00F83B22"/>
    <w:rsid w:val="00F92BA5"/>
    <w:rsid w:val="00FA028B"/>
    <w:rsid w:val="00FB1E1A"/>
    <w:rsid w:val="00FB5760"/>
    <w:rsid w:val="00FB6197"/>
    <w:rsid w:val="00FB7F7E"/>
    <w:rsid w:val="00FC187E"/>
    <w:rsid w:val="00FC22DF"/>
    <w:rsid w:val="00FC6055"/>
    <w:rsid w:val="00FC786A"/>
    <w:rsid w:val="00FD1C44"/>
    <w:rsid w:val="00FD2FF2"/>
    <w:rsid w:val="00FD371F"/>
    <w:rsid w:val="00FD489E"/>
    <w:rsid w:val="00FD4A14"/>
    <w:rsid w:val="00FD4C4C"/>
    <w:rsid w:val="00FD579A"/>
    <w:rsid w:val="00FE0223"/>
    <w:rsid w:val="00FE18C5"/>
    <w:rsid w:val="00FE6900"/>
    <w:rsid w:val="00FE6F48"/>
    <w:rsid w:val="00FF452B"/>
    <w:rsid w:val="00FF64AB"/>
    <w:rsid w:val="01ED4160"/>
    <w:rsid w:val="028559A1"/>
    <w:rsid w:val="06DA3072"/>
    <w:rsid w:val="0C678E23"/>
    <w:rsid w:val="0C83A265"/>
    <w:rsid w:val="0EE006B1"/>
    <w:rsid w:val="10CF5713"/>
    <w:rsid w:val="303031CB"/>
    <w:rsid w:val="40AE8257"/>
    <w:rsid w:val="47A0029F"/>
    <w:rsid w:val="4969E696"/>
    <w:rsid w:val="4B6AE12A"/>
    <w:rsid w:val="4ED3EAB5"/>
    <w:rsid w:val="60C5A4F2"/>
    <w:rsid w:val="6304E075"/>
    <w:rsid w:val="64FA81AE"/>
    <w:rsid w:val="6BB91FC2"/>
    <w:rsid w:val="73ECCCFC"/>
    <w:rsid w:val="76DAE225"/>
    <w:rsid w:val="77883F92"/>
    <w:rsid w:val="7BDC497D"/>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270F1"/>
  <w15:docId w15:val="{C9B15F88-A903-4CBE-B72A-549AAACC7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6">
    <w:name w:val="heading 6"/>
    <w:basedOn w:val="Normal"/>
    <w:next w:val="Normal"/>
    <w:link w:val="Heading6Char"/>
    <w:semiHidden/>
    <w:unhideWhenUsed/>
    <w:qFormat/>
    <w:rsid w:val="00AA3B4E"/>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CWS">
    <w:name w:val="CWS"/>
    <w:uiPriority w:val="99"/>
    <w:rsid w:val="00B07C3A"/>
    <w:pPr>
      <w:numPr>
        <w:numId w:val="7"/>
      </w:numPr>
    </w:pPr>
  </w:style>
  <w:style w:type="paragraph" w:styleId="ListParagraph">
    <w:name w:val="List Paragraph"/>
    <w:basedOn w:val="Normal"/>
    <w:uiPriority w:val="34"/>
    <w:qFormat/>
    <w:rsid w:val="00B07C3A"/>
    <w:pPr>
      <w:ind w:left="720"/>
      <w:contextualSpacing/>
    </w:pPr>
  </w:style>
  <w:style w:type="character" w:customStyle="1" w:styleId="Heading1Char">
    <w:name w:val="Heading 1 Char"/>
    <w:basedOn w:val="DefaultParagraphFont"/>
    <w:link w:val="Heading1"/>
    <w:rsid w:val="004242E1"/>
    <w:rPr>
      <w:rFonts w:ascii="Arial" w:eastAsia="SimSun" w:hAnsi="Arial" w:cs="Arial"/>
      <w:b/>
      <w:bCs/>
      <w:caps/>
      <w:kern w:val="32"/>
      <w:sz w:val="22"/>
      <w:szCs w:val="32"/>
      <w:lang w:val="es-ES" w:eastAsia="zh-CN"/>
    </w:rPr>
  </w:style>
  <w:style w:type="character" w:customStyle="1" w:styleId="ONUMEChar">
    <w:name w:val="ONUM E Char"/>
    <w:basedOn w:val="DefaultParagraphFont"/>
    <w:link w:val="ONUME"/>
    <w:rsid w:val="00F668E0"/>
    <w:rPr>
      <w:rFonts w:ascii="Arial" w:eastAsia="SimSun" w:hAnsi="Arial" w:cs="Arial"/>
      <w:sz w:val="22"/>
      <w:lang w:val="es-ES" w:eastAsia="zh-CN"/>
    </w:rPr>
  </w:style>
  <w:style w:type="character" w:styleId="Hyperlink">
    <w:name w:val="Hyperlink"/>
    <w:basedOn w:val="DefaultParagraphFont"/>
    <w:unhideWhenUsed/>
    <w:rsid w:val="00CC2931"/>
    <w:rPr>
      <w:color w:val="0000FF" w:themeColor="hyperlink"/>
      <w:u w:val="single"/>
    </w:rPr>
  </w:style>
  <w:style w:type="character" w:customStyle="1" w:styleId="Heading2Char">
    <w:name w:val="Heading 2 Char"/>
    <w:basedOn w:val="DefaultParagraphFont"/>
    <w:link w:val="Heading2"/>
    <w:uiPriority w:val="9"/>
    <w:locked/>
    <w:rsid w:val="00CC2931"/>
    <w:rPr>
      <w:rFonts w:ascii="Arial" w:eastAsia="SimSun" w:hAnsi="Arial" w:cs="Arial"/>
      <w:bCs/>
      <w:iCs/>
      <w:caps/>
      <w:sz w:val="22"/>
      <w:szCs w:val="28"/>
      <w:lang w:val="es-ES" w:eastAsia="zh-CN"/>
    </w:rPr>
  </w:style>
  <w:style w:type="paragraph" w:styleId="NormalWeb">
    <w:name w:val="Normal (Web)"/>
    <w:basedOn w:val="Normal"/>
    <w:semiHidden/>
    <w:unhideWhenUsed/>
    <w:rsid w:val="0041077A"/>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F50071"/>
    <w:rPr>
      <w:color w:val="605E5C"/>
      <w:shd w:val="clear" w:color="auto" w:fill="E1DFDD"/>
    </w:rPr>
  </w:style>
  <w:style w:type="character" w:customStyle="1" w:styleId="Heading6Char">
    <w:name w:val="Heading 6 Char"/>
    <w:basedOn w:val="DefaultParagraphFont"/>
    <w:link w:val="Heading6"/>
    <w:semiHidden/>
    <w:rsid w:val="00AA3B4E"/>
    <w:rPr>
      <w:rFonts w:asciiTheme="majorHAnsi" w:eastAsiaTheme="majorEastAsia" w:hAnsiTheme="majorHAnsi" w:cstheme="majorBidi"/>
      <w:color w:val="243F60" w:themeColor="accent1" w:themeShade="7F"/>
      <w:sz w:val="22"/>
      <w:lang w:val="es-ES" w:eastAsia="zh-CN"/>
    </w:rPr>
  </w:style>
  <w:style w:type="character" w:customStyle="1" w:styleId="FooterChar">
    <w:name w:val="Footer Char"/>
    <w:basedOn w:val="DefaultParagraphFont"/>
    <w:link w:val="Footer"/>
    <w:uiPriority w:val="99"/>
    <w:rsid w:val="00ED005C"/>
    <w:rPr>
      <w:rFonts w:ascii="Arial" w:eastAsia="SimSun" w:hAnsi="Arial" w:cs="Arial"/>
      <w:sz w:val="22"/>
      <w:lang w:val="es-ES" w:eastAsia="zh-CN"/>
    </w:rPr>
  </w:style>
  <w:style w:type="character" w:customStyle="1" w:styleId="FootnoteTextChar">
    <w:name w:val="Footnote Text Char"/>
    <w:basedOn w:val="DefaultParagraphFont"/>
    <w:link w:val="FootnoteText"/>
    <w:uiPriority w:val="99"/>
    <w:rsid w:val="00ED005C"/>
    <w:rPr>
      <w:rFonts w:ascii="Arial" w:eastAsia="SimSun" w:hAnsi="Arial" w:cs="Arial"/>
      <w:sz w:val="18"/>
      <w:lang w:val="es-ES" w:eastAsia="zh-CN"/>
    </w:rPr>
  </w:style>
  <w:style w:type="character" w:styleId="FootnoteReference">
    <w:name w:val="footnote reference"/>
    <w:basedOn w:val="DefaultParagraphFont"/>
    <w:rsid w:val="00ED005C"/>
    <w:rPr>
      <w:vertAlign w:val="superscript"/>
    </w:rPr>
  </w:style>
  <w:style w:type="character" w:styleId="CommentReference">
    <w:name w:val="annotation reference"/>
    <w:basedOn w:val="DefaultParagraphFont"/>
    <w:uiPriority w:val="99"/>
    <w:rsid w:val="00D60FD0"/>
    <w:rPr>
      <w:sz w:val="16"/>
      <w:szCs w:val="16"/>
    </w:rPr>
  </w:style>
  <w:style w:type="character" w:customStyle="1" w:styleId="CommentTextChar">
    <w:name w:val="Comment Text Char"/>
    <w:basedOn w:val="DefaultParagraphFont"/>
    <w:link w:val="CommentText"/>
    <w:uiPriority w:val="99"/>
    <w:rsid w:val="00D60FD0"/>
    <w:rPr>
      <w:rFonts w:ascii="Arial" w:eastAsia="SimSun" w:hAnsi="Arial" w:cs="Arial"/>
      <w:sz w:val="18"/>
      <w:lang w:val="es-ES" w:eastAsia="zh-CN"/>
    </w:rPr>
  </w:style>
  <w:style w:type="paragraph" w:styleId="CommentSubject">
    <w:name w:val="annotation subject"/>
    <w:basedOn w:val="CommentText"/>
    <w:next w:val="CommentText"/>
    <w:link w:val="CommentSubjectChar"/>
    <w:semiHidden/>
    <w:unhideWhenUsed/>
    <w:rsid w:val="00DB59CB"/>
    <w:rPr>
      <w:b/>
      <w:bCs/>
      <w:sz w:val="20"/>
    </w:rPr>
  </w:style>
  <w:style w:type="character" w:customStyle="1" w:styleId="CommentSubjectChar">
    <w:name w:val="Comment Subject Char"/>
    <w:basedOn w:val="CommentTextChar"/>
    <w:link w:val="CommentSubject"/>
    <w:semiHidden/>
    <w:rsid w:val="00DB59CB"/>
    <w:rPr>
      <w:rFonts w:ascii="Arial" w:eastAsia="SimSun" w:hAnsi="Arial" w:cs="Arial"/>
      <w:b/>
      <w:bCs/>
      <w:sz w:val="18"/>
      <w:lang w:val="es-ES" w:eastAsia="zh-CN"/>
    </w:rPr>
  </w:style>
  <w:style w:type="paragraph" w:styleId="Revision">
    <w:name w:val="Revision"/>
    <w:hidden/>
    <w:uiPriority w:val="99"/>
    <w:semiHidden/>
    <w:rsid w:val="00505E19"/>
    <w:rPr>
      <w:rFonts w:ascii="Arial" w:eastAsia="SimSun" w:hAnsi="Arial" w:cs="Arial"/>
      <w:sz w:val="22"/>
      <w:lang w:eastAsia="zh-CN"/>
    </w:rPr>
  </w:style>
  <w:style w:type="character" w:styleId="Mention">
    <w:name w:val="Mention"/>
    <w:basedOn w:val="DefaultParagraphFont"/>
    <w:uiPriority w:val="99"/>
    <w:unhideWhenUsed/>
    <w:rsid w:val="006C74E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576371">
      <w:bodyDiv w:val="1"/>
      <w:marLeft w:val="0"/>
      <w:marRight w:val="0"/>
      <w:marTop w:val="0"/>
      <w:marBottom w:val="0"/>
      <w:divBdr>
        <w:top w:val="none" w:sz="0" w:space="0" w:color="auto"/>
        <w:left w:val="none" w:sz="0" w:space="0" w:color="auto"/>
        <w:bottom w:val="none" w:sz="0" w:space="0" w:color="auto"/>
        <w:right w:val="none" w:sz="0" w:space="0" w:color="auto"/>
      </w:divBdr>
    </w:div>
    <w:div w:id="278994000">
      <w:bodyDiv w:val="1"/>
      <w:marLeft w:val="0"/>
      <w:marRight w:val="0"/>
      <w:marTop w:val="0"/>
      <w:marBottom w:val="0"/>
      <w:divBdr>
        <w:top w:val="none" w:sz="0" w:space="0" w:color="auto"/>
        <w:left w:val="none" w:sz="0" w:space="0" w:color="auto"/>
        <w:bottom w:val="none" w:sz="0" w:space="0" w:color="auto"/>
        <w:right w:val="none" w:sz="0" w:space="0" w:color="auto"/>
      </w:divBdr>
    </w:div>
    <w:div w:id="352154417">
      <w:bodyDiv w:val="1"/>
      <w:marLeft w:val="0"/>
      <w:marRight w:val="0"/>
      <w:marTop w:val="0"/>
      <w:marBottom w:val="0"/>
      <w:divBdr>
        <w:top w:val="none" w:sz="0" w:space="0" w:color="auto"/>
        <w:left w:val="none" w:sz="0" w:space="0" w:color="auto"/>
        <w:bottom w:val="none" w:sz="0" w:space="0" w:color="auto"/>
        <w:right w:val="none" w:sz="0" w:space="0" w:color="auto"/>
      </w:divBdr>
    </w:div>
    <w:div w:id="422730497">
      <w:bodyDiv w:val="1"/>
      <w:marLeft w:val="0"/>
      <w:marRight w:val="0"/>
      <w:marTop w:val="0"/>
      <w:marBottom w:val="0"/>
      <w:divBdr>
        <w:top w:val="none" w:sz="0" w:space="0" w:color="auto"/>
        <w:left w:val="none" w:sz="0" w:space="0" w:color="auto"/>
        <w:bottom w:val="none" w:sz="0" w:space="0" w:color="auto"/>
        <w:right w:val="none" w:sz="0" w:space="0" w:color="auto"/>
      </w:divBdr>
      <w:divsChild>
        <w:div w:id="615648354">
          <w:marLeft w:val="0"/>
          <w:marRight w:val="0"/>
          <w:marTop w:val="0"/>
          <w:marBottom w:val="0"/>
          <w:divBdr>
            <w:top w:val="none" w:sz="0" w:space="0" w:color="auto"/>
            <w:left w:val="none" w:sz="0" w:space="0" w:color="auto"/>
            <w:bottom w:val="none" w:sz="0" w:space="0" w:color="auto"/>
            <w:right w:val="none" w:sz="0" w:space="0" w:color="auto"/>
          </w:divBdr>
          <w:divsChild>
            <w:div w:id="2020041449">
              <w:marLeft w:val="0"/>
              <w:marRight w:val="0"/>
              <w:marTop w:val="0"/>
              <w:marBottom w:val="0"/>
              <w:divBdr>
                <w:top w:val="none" w:sz="0" w:space="0" w:color="auto"/>
                <w:left w:val="none" w:sz="0" w:space="0" w:color="auto"/>
                <w:bottom w:val="none" w:sz="0" w:space="0" w:color="auto"/>
                <w:right w:val="none" w:sz="0" w:space="0" w:color="auto"/>
              </w:divBdr>
              <w:divsChild>
                <w:div w:id="1971935765">
                  <w:marLeft w:val="0"/>
                  <w:marRight w:val="0"/>
                  <w:marTop w:val="0"/>
                  <w:marBottom w:val="0"/>
                  <w:divBdr>
                    <w:top w:val="none" w:sz="0" w:space="0" w:color="auto"/>
                    <w:left w:val="none" w:sz="0" w:space="0" w:color="auto"/>
                    <w:bottom w:val="none" w:sz="0" w:space="0" w:color="auto"/>
                    <w:right w:val="none" w:sz="0" w:space="0" w:color="auto"/>
                  </w:divBdr>
                  <w:divsChild>
                    <w:div w:id="313484878">
                      <w:marLeft w:val="0"/>
                      <w:marRight w:val="0"/>
                      <w:marTop w:val="0"/>
                      <w:marBottom w:val="0"/>
                      <w:divBdr>
                        <w:top w:val="none" w:sz="0" w:space="0" w:color="auto"/>
                        <w:left w:val="none" w:sz="0" w:space="0" w:color="auto"/>
                        <w:bottom w:val="none" w:sz="0" w:space="0" w:color="auto"/>
                        <w:right w:val="none" w:sz="0" w:space="0" w:color="auto"/>
                      </w:divBdr>
                      <w:divsChild>
                        <w:div w:id="249702860">
                          <w:marLeft w:val="0"/>
                          <w:marRight w:val="0"/>
                          <w:marTop w:val="0"/>
                          <w:marBottom w:val="0"/>
                          <w:divBdr>
                            <w:top w:val="none" w:sz="0" w:space="0" w:color="auto"/>
                            <w:left w:val="none" w:sz="0" w:space="0" w:color="auto"/>
                            <w:bottom w:val="none" w:sz="0" w:space="0" w:color="auto"/>
                            <w:right w:val="none" w:sz="0" w:space="0" w:color="auto"/>
                          </w:divBdr>
                          <w:divsChild>
                            <w:div w:id="115588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8747672">
      <w:bodyDiv w:val="1"/>
      <w:marLeft w:val="0"/>
      <w:marRight w:val="0"/>
      <w:marTop w:val="0"/>
      <w:marBottom w:val="0"/>
      <w:divBdr>
        <w:top w:val="none" w:sz="0" w:space="0" w:color="auto"/>
        <w:left w:val="none" w:sz="0" w:space="0" w:color="auto"/>
        <w:bottom w:val="none" w:sz="0" w:space="0" w:color="auto"/>
        <w:right w:val="none" w:sz="0" w:space="0" w:color="auto"/>
      </w:divBdr>
      <w:divsChild>
        <w:div w:id="458114255">
          <w:marLeft w:val="0"/>
          <w:marRight w:val="0"/>
          <w:marTop w:val="0"/>
          <w:marBottom w:val="0"/>
          <w:divBdr>
            <w:top w:val="none" w:sz="0" w:space="0" w:color="auto"/>
            <w:left w:val="none" w:sz="0" w:space="0" w:color="auto"/>
            <w:bottom w:val="none" w:sz="0" w:space="0" w:color="auto"/>
            <w:right w:val="none" w:sz="0" w:space="0" w:color="auto"/>
          </w:divBdr>
        </w:div>
        <w:div w:id="1187332074">
          <w:marLeft w:val="0"/>
          <w:marRight w:val="0"/>
          <w:marTop w:val="0"/>
          <w:marBottom w:val="0"/>
          <w:divBdr>
            <w:top w:val="none" w:sz="0" w:space="0" w:color="auto"/>
            <w:left w:val="none" w:sz="0" w:space="0" w:color="auto"/>
            <w:bottom w:val="none" w:sz="0" w:space="0" w:color="auto"/>
            <w:right w:val="none" w:sz="0" w:space="0" w:color="auto"/>
          </w:divBdr>
        </w:div>
      </w:divsChild>
    </w:div>
    <w:div w:id="533230431">
      <w:bodyDiv w:val="1"/>
      <w:marLeft w:val="0"/>
      <w:marRight w:val="0"/>
      <w:marTop w:val="0"/>
      <w:marBottom w:val="0"/>
      <w:divBdr>
        <w:top w:val="none" w:sz="0" w:space="0" w:color="auto"/>
        <w:left w:val="none" w:sz="0" w:space="0" w:color="auto"/>
        <w:bottom w:val="none" w:sz="0" w:space="0" w:color="auto"/>
        <w:right w:val="none" w:sz="0" w:space="0" w:color="auto"/>
      </w:divBdr>
      <w:divsChild>
        <w:div w:id="531454493">
          <w:marLeft w:val="0"/>
          <w:marRight w:val="0"/>
          <w:marTop w:val="0"/>
          <w:marBottom w:val="0"/>
          <w:divBdr>
            <w:top w:val="none" w:sz="0" w:space="0" w:color="auto"/>
            <w:left w:val="none" w:sz="0" w:space="0" w:color="auto"/>
            <w:bottom w:val="none" w:sz="0" w:space="0" w:color="auto"/>
            <w:right w:val="none" w:sz="0" w:space="0" w:color="auto"/>
          </w:divBdr>
          <w:divsChild>
            <w:div w:id="1862428727">
              <w:marLeft w:val="0"/>
              <w:marRight w:val="0"/>
              <w:marTop w:val="0"/>
              <w:marBottom w:val="0"/>
              <w:divBdr>
                <w:top w:val="none" w:sz="0" w:space="0" w:color="auto"/>
                <w:left w:val="none" w:sz="0" w:space="0" w:color="auto"/>
                <w:bottom w:val="none" w:sz="0" w:space="0" w:color="auto"/>
                <w:right w:val="none" w:sz="0" w:space="0" w:color="auto"/>
              </w:divBdr>
              <w:divsChild>
                <w:div w:id="1504974672">
                  <w:marLeft w:val="0"/>
                  <w:marRight w:val="0"/>
                  <w:marTop w:val="0"/>
                  <w:marBottom w:val="0"/>
                  <w:divBdr>
                    <w:top w:val="none" w:sz="0" w:space="0" w:color="auto"/>
                    <w:left w:val="none" w:sz="0" w:space="0" w:color="auto"/>
                    <w:bottom w:val="none" w:sz="0" w:space="0" w:color="auto"/>
                    <w:right w:val="none" w:sz="0" w:space="0" w:color="auto"/>
                  </w:divBdr>
                  <w:divsChild>
                    <w:div w:id="663555045">
                      <w:marLeft w:val="0"/>
                      <w:marRight w:val="0"/>
                      <w:marTop w:val="0"/>
                      <w:marBottom w:val="0"/>
                      <w:divBdr>
                        <w:top w:val="none" w:sz="0" w:space="0" w:color="auto"/>
                        <w:left w:val="none" w:sz="0" w:space="0" w:color="auto"/>
                        <w:bottom w:val="none" w:sz="0" w:space="0" w:color="auto"/>
                        <w:right w:val="none" w:sz="0" w:space="0" w:color="auto"/>
                      </w:divBdr>
                      <w:divsChild>
                        <w:div w:id="1450278478">
                          <w:marLeft w:val="0"/>
                          <w:marRight w:val="0"/>
                          <w:marTop w:val="0"/>
                          <w:marBottom w:val="0"/>
                          <w:divBdr>
                            <w:top w:val="none" w:sz="0" w:space="0" w:color="auto"/>
                            <w:left w:val="none" w:sz="0" w:space="0" w:color="auto"/>
                            <w:bottom w:val="none" w:sz="0" w:space="0" w:color="auto"/>
                            <w:right w:val="none" w:sz="0" w:space="0" w:color="auto"/>
                          </w:divBdr>
                          <w:divsChild>
                            <w:div w:id="120933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5262127">
      <w:bodyDiv w:val="1"/>
      <w:marLeft w:val="0"/>
      <w:marRight w:val="0"/>
      <w:marTop w:val="0"/>
      <w:marBottom w:val="0"/>
      <w:divBdr>
        <w:top w:val="none" w:sz="0" w:space="0" w:color="auto"/>
        <w:left w:val="none" w:sz="0" w:space="0" w:color="auto"/>
        <w:bottom w:val="none" w:sz="0" w:space="0" w:color="auto"/>
        <w:right w:val="none" w:sz="0" w:space="0" w:color="auto"/>
      </w:divBdr>
    </w:div>
    <w:div w:id="688259249">
      <w:bodyDiv w:val="1"/>
      <w:marLeft w:val="0"/>
      <w:marRight w:val="0"/>
      <w:marTop w:val="0"/>
      <w:marBottom w:val="0"/>
      <w:divBdr>
        <w:top w:val="none" w:sz="0" w:space="0" w:color="auto"/>
        <w:left w:val="none" w:sz="0" w:space="0" w:color="auto"/>
        <w:bottom w:val="none" w:sz="0" w:space="0" w:color="auto"/>
        <w:right w:val="none" w:sz="0" w:space="0" w:color="auto"/>
      </w:divBdr>
    </w:div>
    <w:div w:id="905066820">
      <w:bodyDiv w:val="1"/>
      <w:marLeft w:val="0"/>
      <w:marRight w:val="0"/>
      <w:marTop w:val="0"/>
      <w:marBottom w:val="0"/>
      <w:divBdr>
        <w:top w:val="none" w:sz="0" w:space="0" w:color="auto"/>
        <w:left w:val="none" w:sz="0" w:space="0" w:color="auto"/>
        <w:bottom w:val="none" w:sz="0" w:space="0" w:color="auto"/>
        <w:right w:val="none" w:sz="0" w:space="0" w:color="auto"/>
      </w:divBdr>
    </w:div>
    <w:div w:id="980425038">
      <w:bodyDiv w:val="1"/>
      <w:marLeft w:val="0"/>
      <w:marRight w:val="0"/>
      <w:marTop w:val="0"/>
      <w:marBottom w:val="0"/>
      <w:divBdr>
        <w:top w:val="none" w:sz="0" w:space="0" w:color="auto"/>
        <w:left w:val="none" w:sz="0" w:space="0" w:color="auto"/>
        <w:bottom w:val="none" w:sz="0" w:space="0" w:color="auto"/>
        <w:right w:val="none" w:sz="0" w:space="0" w:color="auto"/>
      </w:divBdr>
    </w:div>
    <w:div w:id="1433862543">
      <w:bodyDiv w:val="1"/>
      <w:marLeft w:val="0"/>
      <w:marRight w:val="0"/>
      <w:marTop w:val="0"/>
      <w:marBottom w:val="0"/>
      <w:divBdr>
        <w:top w:val="none" w:sz="0" w:space="0" w:color="auto"/>
        <w:left w:val="none" w:sz="0" w:space="0" w:color="auto"/>
        <w:bottom w:val="none" w:sz="0" w:space="0" w:color="auto"/>
        <w:right w:val="none" w:sz="0" w:space="0" w:color="auto"/>
      </w:divBdr>
    </w:div>
    <w:div w:id="1517427368">
      <w:bodyDiv w:val="1"/>
      <w:marLeft w:val="0"/>
      <w:marRight w:val="0"/>
      <w:marTop w:val="0"/>
      <w:marBottom w:val="0"/>
      <w:divBdr>
        <w:top w:val="none" w:sz="0" w:space="0" w:color="auto"/>
        <w:left w:val="none" w:sz="0" w:space="0" w:color="auto"/>
        <w:bottom w:val="none" w:sz="0" w:space="0" w:color="auto"/>
        <w:right w:val="none" w:sz="0" w:space="0" w:color="auto"/>
      </w:divBdr>
    </w:div>
    <w:div w:id="1897813496">
      <w:bodyDiv w:val="1"/>
      <w:marLeft w:val="0"/>
      <w:marRight w:val="0"/>
      <w:marTop w:val="0"/>
      <w:marBottom w:val="0"/>
      <w:divBdr>
        <w:top w:val="none" w:sz="0" w:space="0" w:color="auto"/>
        <w:left w:val="none" w:sz="0" w:space="0" w:color="auto"/>
        <w:bottom w:val="none" w:sz="0" w:space="0" w:color="auto"/>
        <w:right w:val="none" w:sz="0" w:space="0" w:color="auto"/>
      </w:divBdr>
      <w:divsChild>
        <w:div w:id="1138036579">
          <w:marLeft w:val="0"/>
          <w:marRight w:val="0"/>
          <w:marTop w:val="0"/>
          <w:marBottom w:val="0"/>
          <w:divBdr>
            <w:top w:val="none" w:sz="0" w:space="0" w:color="auto"/>
            <w:left w:val="none" w:sz="0" w:space="0" w:color="auto"/>
            <w:bottom w:val="none" w:sz="0" w:space="0" w:color="auto"/>
            <w:right w:val="none" w:sz="0" w:space="0" w:color="auto"/>
          </w:divBdr>
        </w:div>
        <w:div w:id="1227297479">
          <w:marLeft w:val="0"/>
          <w:marRight w:val="0"/>
          <w:marTop w:val="0"/>
          <w:marBottom w:val="0"/>
          <w:divBdr>
            <w:top w:val="none" w:sz="0" w:space="0" w:color="auto"/>
            <w:left w:val="none" w:sz="0" w:space="0" w:color="auto"/>
            <w:bottom w:val="none" w:sz="0" w:space="0" w:color="auto"/>
            <w:right w:val="none" w:sz="0" w:space="0" w:color="auto"/>
          </w:divBdr>
        </w:div>
      </w:divsChild>
    </w:div>
    <w:div w:id="1975131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wipo.int/es/web/standards/part_03_standard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haredContentType xmlns="Microsoft.SharePoint.Taxonomy.ContentTypeSync" SourceId="f7a99264-aac8-44dd-b14f-8017e78a225a" ContentTypeId="0x01010043A0F979BE30A3469F998CB749C11FBD"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ICSDBFP-360348501-19327</_dlc_DocId>
    <_dlc_DocIdUrl xmlns="ec94eb93-2160-433d-bc9d-10bdc50beb83">
      <Url>https://wipoprod.sharepoint.com/sites/SPS-INT-BFP-ICSD-CWS/_layouts/15/DocIdRedir.aspx?ID=ICSDBFP-360348501-19327</Url>
      <Description>ICSDBFP-360348501-19327</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244" ma:contentTypeDescription="" ma:contentTypeScope="" ma:versionID="202444bd46ba9e4bc20543b83a01a8f9">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A9A3C7-CD84-4A38-8A7D-D9C44FFB0B86}">
  <ds:schemaRefs>
    <ds:schemaRef ds:uri="http://schemas.microsoft.com/sharepoint/v3/contenttype/forms"/>
  </ds:schemaRefs>
</ds:datastoreItem>
</file>

<file path=customXml/itemProps2.xml><?xml version="1.0" encoding="utf-8"?>
<ds:datastoreItem xmlns:ds="http://schemas.openxmlformats.org/officeDocument/2006/customXml" ds:itemID="{C854EF87-D57B-4164-AC85-E43808DBA86F}">
  <ds:schemaRefs>
    <ds:schemaRef ds:uri="http://schemas.openxmlformats.org/officeDocument/2006/bibliography"/>
  </ds:schemaRefs>
</ds:datastoreItem>
</file>

<file path=customXml/itemProps3.xml><?xml version="1.0" encoding="utf-8"?>
<ds:datastoreItem xmlns:ds="http://schemas.openxmlformats.org/officeDocument/2006/customXml" ds:itemID="{3B10AE50-A39C-48C3-950F-7C753FCBE35C}">
  <ds:schemaRefs>
    <ds:schemaRef ds:uri="Microsoft.SharePoint.Taxonomy.ContentTypeSync"/>
  </ds:schemaRefs>
</ds:datastoreItem>
</file>

<file path=customXml/itemProps4.xml><?xml version="1.0" encoding="utf-8"?>
<ds:datastoreItem xmlns:ds="http://schemas.openxmlformats.org/officeDocument/2006/customXml" ds:itemID="{24B8C226-4885-4E52-9955-5DFED5787992}">
  <ds:schemaRefs>
    <ds:schemaRef ds:uri="http://schemas.microsoft.com/sharepoint/events"/>
  </ds:schemaRefs>
</ds:datastoreItem>
</file>

<file path=customXml/itemProps5.xml><?xml version="1.0" encoding="utf-8"?>
<ds:datastoreItem xmlns:ds="http://schemas.openxmlformats.org/officeDocument/2006/customXml" ds:itemID="{116E9722-0476-45B0-BE1E-DD27B44B66D7}">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6.xml><?xml version="1.0" encoding="utf-8"?>
<ds:datastoreItem xmlns:ds="http://schemas.openxmlformats.org/officeDocument/2006/customXml" ds:itemID="{C32614FA-4C88-4DEF-88A4-236A6D708A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CWS_13 (E).dotm</Template>
  <TotalTime>4</TotalTime>
  <Pages>1</Pages>
  <Words>1853</Words>
  <Characters>10567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CWS/13/15 (Spanish)</vt:lpstr>
    </vt:vector>
  </TitlesOfParts>
  <Company>WIPO</Company>
  <LinksUpToDate>false</LinksUpToDate>
  <CharactersWithSpaces>12396</CharactersWithSpaces>
  <SharedDoc>false</SharedDoc>
  <HLinks>
    <vt:vector size="12" baseType="variant">
      <vt:variant>
        <vt:i4>3997802</vt:i4>
      </vt:variant>
      <vt:variant>
        <vt:i4>32</vt:i4>
      </vt:variant>
      <vt:variant>
        <vt:i4>0</vt:i4>
      </vt:variant>
      <vt:variant>
        <vt:i4>5</vt:i4>
      </vt:variant>
      <vt:variant>
        <vt:lpwstr>https://www.wipo.int/standards/en/part_03_standards.html</vt:lpwstr>
      </vt:variant>
      <vt:variant>
        <vt:lpwstr/>
      </vt:variant>
      <vt:variant>
        <vt:i4>65648</vt:i4>
      </vt:variant>
      <vt:variant>
        <vt:i4>0</vt:i4>
      </vt:variant>
      <vt:variant>
        <vt:i4>0</vt:i4>
      </vt:variant>
      <vt:variant>
        <vt:i4>5</vt:i4>
      </vt:variant>
      <vt:variant>
        <vt:lpwstr>mailto:erjola.murataj@wipo.int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CWS/13/15 (Spanish)</dc:title>
  <dc:subject>Propuesta de nueva norma técnica de la OMPI relativa a la depuración de datos de los nombres </dc:subject>
  <dc:creator>WIPO</dc:creator>
  <cp:keywords>WIPO CWS decimotercera sesión, Propuesta de nueva norma técnica, depuración de datos de los nombres</cp:keywords>
  <cp:lastModifiedBy>Author</cp:lastModifiedBy>
  <cp:revision>8</cp:revision>
  <cp:lastPrinted>2025-09-12T14:57:00Z</cp:lastPrinted>
  <dcterms:created xsi:type="dcterms:W3CDTF">2025-09-12T08:13:00Z</dcterms:created>
  <dcterms:modified xsi:type="dcterms:W3CDTF">2025-09-12T14:57:00Z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lassificationContentMarkingFooterShapeIds">
    <vt:lpwstr>1,3,5</vt:lpwstr>
  </property>
  <property fmtid="{D5CDD505-2E9C-101B-9397-08002B2CF9AE}" pid="9" name="ClassificationContentMarkingFooterFontProps">
    <vt:lpwstr>#000000,10,Calibri</vt:lpwstr>
  </property>
  <property fmtid="{D5CDD505-2E9C-101B-9397-08002B2CF9AE}" pid="10" name="ClassificationContentMarkingFooterText">
    <vt:lpwstr>WIPO FOR OFFICIAL USE ONLY </vt:lpwstr>
  </property>
  <property fmtid="{D5CDD505-2E9C-101B-9397-08002B2CF9AE}" pid="11" name="MSIP_Label_bfc084f7-b690-4c43-8ee6-d475b6d3461d_Enabled">
    <vt:lpwstr>true</vt:lpwstr>
  </property>
  <property fmtid="{D5CDD505-2E9C-101B-9397-08002B2CF9AE}" pid="12" name="MSIP_Label_bfc084f7-b690-4c43-8ee6-d475b6d3461d_SetDate">
    <vt:lpwstr>2024-05-22T18:15:14Z</vt:lpwstr>
  </property>
  <property fmtid="{D5CDD505-2E9C-101B-9397-08002B2CF9AE}" pid="13" name="MSIP_Label_bfc084f7-b690-4c43-8ee6-d475b6d3461d_Method">
    <vt:lpwstr>Standard</vt:lpwstr>
  </property>
  <property fmtid="{D5CDD505-2E9C-101B-9397-08002B2CF9AE}" pid="14" name="MSIP_Label_bfc084f7-b690-4c43-8ee6-d475b6d3461d_Name">
    <vt:lpwstr>FOR OFFICIAL USE ONLY</vt:lpwstr>
  </property>
  <property fmtid="{D5CDD505-2E9C-101B-9397-08002B2CF9AE}" pid="15" name="MSIP_Label_bfc084f7-b690-4c43-8ee6-d475b6d3461d_SiteId">
    <vt:lpwstr>faa31b06-8ccc-48c9-867f-f7510dd11c02</vt:lpwstr>
  </property>
  <property fmtid="{D5CDD505-2E9C-101B-9397-08002B2CF9AE}" pid="16" name="MSIP_Label_bfc084f7-b690-4c43-8ee6-d475b6d3461d_ActionId">
    <vt:lpwstr>3362e96e-33c3-4e5e-8dc7-21e0f370c7d9</vt:lpwstr>
  </property>
  <property fmtid="{D5CDD505-2E9C-101B-9397-08002B2CF9AE}" pid="17" name="MSIP_Label_bfc084f7-b690-4c43-8ee6-d475b6d3461d_ContentBits">
    <vt:lpwstr>2</vt:lpwstr>
  </property>
  <property fmtid="{D5CDD505-2E9C-101B-9397-08002B2CF9AE}" pid="18" name="ContentTypeId">
    <vt:lpwstr>0x01010043A0F979BE30A3469F998CB749C11FBD00E3EF1C0FCFA26B4087379DC2A12DE885</vt:lpwstr>
  </property>
  <property fmtid="{D5CDD505-2E9C-101B-9397-08002B2CF9AE}" pid="19" name="BusinessUnit">
    <vt:lpwstr>4;#International Classifications and Standards Division|1bda9d19-f2c0-4f24-b9f1-c91ec6b8f041</vt:lpwstr>
  </property>
  <property fmtid="{D5CDD505-2E9C-101B-9397-08002B2CF9AE}" pid="20" name="MediaServiceImageTags">
    <vt:lpwstr/>
  </property>
  <property fmtid="{D5CDD505-2E9C-101B-9397-08002B2CF9AE}" pid="21" name="m4535404f5974080b635c68c1acaf1ab">
    <vt:lpwstr/>
  </property>
  <property fmtid="{D5CDD505-2E9C-101B-9397-08002B2CF9AE}" pid="22" name="RMClassification">
    <vt:lpwstr>5;#05 Committee Files|55687a62-9585-44b6-9628-3304e4ff88e9</vt:lpwstr>
  </property>
  <property fmtid="{D5CDD505-2E9C-101B-9397-08002B2CF9AE}" pid="23" name="Body1">
    <vt:lpwstr>3;#Committee on WIPO Standards|505ec630-c8e5-4e30-8a4a-e8d9be6ccbb1</vt:lpwstr>
  </property>
  <property fmtid="{D5CDD505-2E9C-101B-9397-08002B2CF9AE}" pid="24" name="ECCM_Year">
    <vt:lpwstr/>
  </property>
  <property fmtid="{D5CDD505-2E9C-101B-9397-08002B2CF9AE}" pid="25" name="k5f91d7f67f54ee29b509143279df90f">
    <vt:lpwstr/>
  </property>
  <property fmtid="{D5CDD505-2E9C-101B-9397-08002B2CF9AE}" pid="26" name="IPTopics">
    <vt:lpwstr/>
  </property>
  <property fmtid="{D5CDD505-2E9C-101B-9397-08002B2CF9AE}" pid="27" name="Languages">
    <vt:lpwstr>1;#English|950e6fa2-2df0-4983-a604-54e57c7a6d93</vt:lpwstr>
  </property>
  <property fmtid="{D5CDD505-2E9C-101B-9397-08002B2CF9AE}" pid="28" name="gbd88f87496145e58da10973a57b07b8">
    <vt:lpwstr>Committee on WIPO Standards|505ec630-c8e5-4e30-8a4a-e8d9be6ccbb1</vt:lpwstr>
  </property>
  <property fmtid="{D5CDD505-2E9C-101B-9397-08002B2CF9AE}" pid="29" name="lcf76f155ced4ddcb4097134ff3c332f">
    <vt:lpwstr/>
  </property>
  <property fmtid="{D5CDD505-2E9C-101B-9397-08002B2CF9AE}" pid="30" name="_dlc_DocIdItemGuid">
    <vt:lpwstr>5d6ef237-4c0e-43fa-a017-6a948fede1c8</vt:lpwstr>
  </property>
  <property fmtid="{D5CDD505-2E9C-101B-9397-08002B2CF9AE}" pid="31" name="docLang">
    <vt:lpwstr>en</vt:lpwstr>
  </property>
</Properties>
</file>