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5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312"/>
        <w:gridCol w:w="90"/>
      </w:tblGrid>
      <w:tr w:rsidR="00954808" w:rsidRPr="00E4366D" w14:paraId="6DB8D03B" w14:textId="77777777" w:rsidTr="00A95675">
        <w:trPr>
          <w:gridAfter w:val="1"/>
          <w:wAfter w:w="90" w:type="dxa"/>
          <w:trHeight w:val="2122"/>
        </w:trPr>
        <w:tc>
          <w:tcPr>
            <w:tcW w:w="4513" w:type="dxa"/>
            <w:tcBorders>
              <w:bottom w:val="single" w:sz="4" w:space="0" w:color="auto"/>
            </w:tcBorders>
            <w:shd w:val="clear" w:color="auto" w:fill="auto"/>
            <w:tcMar>
              <w:bottom w:w="170" w:type="dxa"/>
            </w:tcMar>
          </w:tcPr>
          <w:p w14:paraId="0CEA250C" w14:textId="77777777" w:rsidR="00954808" w:rsidRPr="00A63956" w:rsidRDefault="00954808" w:rsidP="003264AF">
            <w:pPr>
              <w:ind w:right="176"/>
            </w:pPr>
            <w:bookmarkStart w:id="0" w:name="Date"/>
          </w:p>
        </w:tc>
        <w:tc>
          <w:tcPr>
            <w:tcW w:w="4337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0D9BFF00" w14:textId="77777777" w:rsidR="00954808" w:rsidRPr="00A63956" w:rsidRDefault="00954808" w:rsidP="00A95675">
            <w:pPr>
              <w:ind w:right="-315"/>
            </w:pPr>
            <w:r w:rsidRPr="00A63956">
              <w:rPr>
                <w:noProof/>
                <w:lang w:eastAsia="en-US"/>
              </w:rPr>
              <w:drawing>
                <wp:inline distT="0" distB="0" distL="0" distR="0" wp14:anchorId="64E7F189" wp14:editId="3129F8BA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2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34925AF9" w14:textId="77777777" w:rsidR="00954808" w:rsidRPr="00E4366D" w:rsidRDefault="00954808" w:rsidP="006E0B7E">
            <w:pPr>
              <w:jc w:val="right"/>
              <w:rPr>
                <w:sz w:val="40"/>
                <w:szCs w:val="40"/>
              </w:rPr>
            </w:pPr>
            <w:r w:rsidRPr="00E4366D">
              <w:rPr>
                <w:b/>
                <w:sz w:val="40"/>
                <w:szCs w:val="40"/>
              </w:rPr>
              <w:t>E</w:t>
            </w:r>
          </w:p>
        </w:tc>
      </w:tr>
      <w:tr w:rsidR="00003ADB" w:rsidRPr="00003ADB" w14:paraId="35EBF3B5" w14:textId="77777777" w:rsidTr="003264AF">
        <w:trPr>
          <w:trHeight w:val="206"/>
        </w:trPr>
        <w:tc>
          <w:tcPr>
            <w:tcW w:w="9252" w:type="dxa"/>
            <w:gridSpan w:val="4"/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14:paraId="6619561A" w14:textId="77777777" w:rsidR="00954808" w:rsidRPr="00FF48D4" w:rsidRDefault="00954808" w:rsidP="003264AF">
            <w:pPr>
              <w:ind w:right="176"/>
              <w:jc w:val="right"/>
              <w:rPr>
                <w:rFonts w:ascii="Arial Black" w:hAnsi="Arial Black"/>
                <w:caps/>
                <w:sz w:val="15"/>
                <w:szCs w:val="15"/>
              </w:rPr>
            </w:pPr>
          </w:p>
          <w:p w14:paraId="768D584F" w14:textId="6281C036" w:rsidR="00954808" w:rsidRPr="00ED72F5" w:rsidRDefault="00C23746" w:rsidP="003264AF">
            <w:pPr>
              <w:ind w:right="176"/>
              <w:jc w:val="right"/>
              <w:rPr>
                <w:rFonts w:ascii="Arial Black" w:hAnsi="Arial Black"/>
                <w:b/>
                <w:bCs/>
                <w:caps/>
                <w:sz w:val="15"/>
                <w:szCs w:val="15"/>
              </w:rPr>
            </w:pPr>
            <w:r w:rsidRPr="00ED72F5">
              <w:rPr>
                <w:rFonts w:ascii="Arial Black" w:hAnsi="Arial Black"/>
                <w:b/>
                <w:bCs/>
                <w:sz w:val="15"/>
                <w:szCs w:val="15"/>
              </w:rPr>
              <w:t>WIPO/IP/CWS_NS/GE/25</w:t>
            </w:r>
            <w:r w:rsidR="00BD6158" w:rsidRPr="00ED72F5">
              <w:rPr>
                <w:rFonts w:ascii="Arial Black" w:hAnsi="Arial Black"/>
                <w:b/>
                <w:bCs/>
                <w:sz w:val="15"/>
                <w:szCs w:val="15"/>
              </w:rPr>
              <w:t>/1</w:t>
            </w:r>
            <w:r w:rsidR="00954808" w:rsidRPr="00ED72F5">
              <w:rPr>
                <w:rFonts w:ascii="Arial Black" w:hAnsi="Arial Black"/>
                <w:b/>
                <w:bCs/>
                <w:sz w:val="15"/>
                <w:szCs w:val="15"/>
              </w:rPr>
              <w:t xml:space="preserve"> </w:t>
            </w:r>
            <w:r w:rsidR="00FF48D4" w:rsidRPr="00ED72F5">
              <w:rPr>
                <w:rFonts w:ascii="Arial Black" w:hAnsi="Arial Black"/>
                <w:b/>
                <w:bCs/>
                <w:sz w:val="15"/>
                <w:szCs w:val="15"/>
              </w:rPr>
              <w:t>PROV</w:t>
            </w:r>
            <w:r w:rsidR="0073093D" w:rsidRPr="00ED72F5">
              <w:rPr>
                <w:rFonts w:ascii="Arial Black" w:hAnsi="Arial Black"/>
                <w:b/>
                <w:bCs/>
                <w:caps/>
                <w:sz w:val="15"/>
                <w:szCs w:val="15"/>
              </w:rPr>
              <w:t>.</w:t>
            </w:r>
          </w:p>
          <w:p w14:paraId="2781B43B" w14:textId="77777777" w:rsidR="00954808" w:rsidRPr="00FF48D4" w:rsidRDefault="00954808" w:rsidP="003264AF">
            <w:pPr>
              <w:ind w:right="176"/>
              <w:jc w:val="right"/>
              <w:rPr>
                <w:rFonts w:ascii="Arial Black" w:hAnsi="Arial Black"/>
                <w:caps/>
                <w:sz w:val="15"/>
                <w:szCs w:val="15"/>
                <w:highlight w:val="yellow"/>
              </w:rPr>
            </w:pPr>
            <w:r w:rsidRPr="00ED72F5">
              <w:rPr>
                <w:rFonts w:ascii="Arial Black" w:hAnsi="Arial Black"/>
                <w:b/>
                <w:bCs/>
                <w:caps/>
                <w:sz w:val="15"/>
                <w:szCs w:val="15"/>
              </w:rPr>
              <w:t>ORIGINAL:  ENGLISH ONLY</w:t>
            </w:r>
          </w:p>
        </w:tc>
      </w:tr>
      <w:tr w:rsidR="00954808" w:rsidRPr="00A63956" w14:paraId="39E69FD2" w14:textId="77777777" w:rsidTr="003264AF">
        <w:trPr>
          <w:trHeight w:hRule="exact" w:val="198"/>
        </w:trPr>
        <w:tc>
          <w:tcPr>
            <w:tcW w:w="9252" w:type="dxa"/>
            <w:gridSpan w:val="4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37F12A0A" w14:textId="52B900AF" w:rsidR="00954808" w:rsidRPr="00A63956" w:rsidRDefault="00954808" w:rsidP="003264AF">
            <w:pPr>
              <w:ind w:right="176"/>
              <w:jc w:val="right"/>
              <w:rPr>
                <w:rFonts w:ascii="Arial Black" w:hAnsi="Arial Black"/>
                <w:caps/>
                <w:sz w:val="15"/>
                <w:szCs w:val="15"/>
              </w:rPr>
            </w:pPr>
            <w:r>
              <w:rPr>
                <w:rFonts w:ascii="Arial Black" w:hAnsi="Arial Black"/>
                <w:caps/>
                <w:sz w:val="15"/>
                <w:szCs w:val="15"/>
              </w:rPr>
              <w:t xml:space="preserve"> </w:t>
            </w:r>
            <w:r w:rsidRPr="00A63956">
              <w:rPr>
                <w:rFonts w:ascii="Arial Black" w:hAnsi="Arial Black"/>
                <w:caps/>
                <w:sz w:val="15"/>
                <w:szCs w:val="15"/>
              </w:rPr>
              <w:t xml:space="preserve">DATE:  </w:t>
            </w:r>
            <w:r w:rsidR="00944669">
              <w:rPr>
                <w:rFonts w:ascii="Arial Black" w:hAnsi="Arial Black"/>
                <w:caps/>
                <w:sz w:val="15"/>
                <w:szCs w:val="15"/>
              </w:rPr>
              <w:t xml:space="preserve">FEBRUARY </w:t>
            </w:r>
            <w:r w:rsidR="008936C6">
              <w:rPr>
                <w:rFonts w:ascii="Arial Black" w:hAnsi="Arial Black"/>
                <w:caps/>
                <w:sz w:val="15"/>
                <w:szCs w:val="15"/>
              </w:rPr>
              <w:t>2</w:t>
            </w:r>
            <w:r w:rsidR="002F5D09">
              <w:rPr>
                <w:rFonts w:ascii="Arial Black" w:hAnsi="Arial Black"/>
                <w:caps/>
                <w:sz w:val="15"/>
                <w:szCs w:val="15"/>
              </w:rPr>
              <w:t>8</w:t>
            </w:r>
            <w:r>
              <w:rPr>
                <w:rFonts w:ascii="Arial Black" w:hAnsi="Arial Black"/>
                <w:caps/>
                <w:sz w:val="15"/>
                <w:szCs w:val="15"/>
              </w:rPr>
              <w:t>,</w:t>
            </w:r>
            <w:r w:rsidRPr="00A63956">
              <w:rPr>
                <w:rFonts w:ascii="Arial Black" w:hAnsi="Arial Black"/>
                <w:caps/>
                <w:sz w:val="15"/>
                <w:szCs w:val="15"/>
              </w:rPr>
              <w:t xml:space="preserve"> 20</w:t>
            </w:r>
            <w:r>
              <w:rPr>
                <w:rFonts w:ascii="Arial Black" w:hAnsi="Arial Black"/>
                <w:caps/>
                <w:sz w:val="15"/>
                <w:szCs w:val="15"/>
              </w:rPr>
              <w:t>25</w:t>
            </w:r>
          </w:p>
        </w:tc>
      </w:tr>
    </w:tbl>
    <w:p w14:paraId="5D4179E3" w14:textId="77777777" w:rsidR="00CA1CDF" w:rsidRDefault="00CA1CDF" w:rsidP="00F47712">
      <w:pPr>
        <w:pStyle w:val="Heading1"/>
        <w:spacing w:before="0" w:after="0"/>
        <w:rPr>
          <w:b w:val="0"/>
          <w:bCs w:val="0"/>
          <w:caps w:val="0"/>
          <w:kern w:val="0"/>
          <w:szCs w:val="20"/>
        </w:rPr>
      </w:pPr>
    </w:p>
    <w:p w14:paraId="72C3DB5F" w14:textId="77777777" w:rsidR="00F47712" w:rsidRPr="00F47712" w:rsidRDefault="00F47712" w:rsidP="00F47712"/>
    <w:p w14:paraId="3456D7A1" w14:textId="77777777" w:rsidR="00CA1CDF" w:rsidRPr="00CA1CDF" w:rsidRDefault="00CA1CDF" w:rsidP="00F47712"/>
    <w:bookmarkEnd w:id="0"/>
    <w:p w14:paraId="38316C2F" w14:textId="77777777" w:rsidR="00893FDA" w:rsidRPr="00893FDA" w:rsidRDefault="00893FDA" w:rsidP="00D735C8">
      <w:pPr>
        <w:pStyle w:val="Heading1"/>
        <w:rPr>
          <w:sz w:val="28"/>
          <w:szCs w:val="28"/>
        </w:rPr>
      </w:pPr>
      <w:r w:rsidRPr="00893FDA">
        <w:rPr>
          <w:sz w:val="28"/>
          <w:szCs w:val="28"/>
        </w:rPr>
        <w:t>Name Standardization Workshop</w:t>
      </w:r>
    </w:p>
    <w:p w14:paraId="142DD2B3" w14:textId="77777777" w:rsidR="00EE758D" w:rsidRPr="00A538D2" w:rsidRDefault="00EE758D" w:rsidP="00D735C8"/>
    <w:p w14:paraId="39A294BA" w14:textId="67C7853E" w:rsidR="00EE758D" w:rsidRPr="00A826F2" w:rsidRDefault="00EE758D" w:rsidP="00D735C8">
      <w:pPr>
        <w:rPr>
          <w:b/>
        </w:rPr>
      </w:pPr>
      <w:r>
        <w:rPr>
          <w:b/>
          <w:szCs w:val="22"/>
        </w:rPr>
        <w:t>Geneva</w:t>
      </w:r>
      <w:r w:rsidR="00FF48D4">
        <w:rPr>
          <w:rStyle w:val="FootnoteReference"/>
          <w:b/>
          <w:szCs w:val="22"/>
        </w:rPr>
        <w:footnoteReference w:id="2"/>
      </w:r>
      <w:r w:rsidRPr="00A826F2">
        <w:rPr>
          <w:b/>
        </w:rPr>
        <w:t xml:space="preserve">, </w:t>
      </w:r>
      <w:r>
        <w:rPr>
          <w:b/>
        </w:rPr>
        <w:t>May 1</w:t>
      </w:r>
      <w:r w:rsidR="0024672D">
        <w:rPr>
          <w:b/>
        </w:rPr>
        <w:t>2</w:t>
      </w:r>
      <w:r w:rsidRPr="00A826F2">
        <w:rPr>
          <w:b/>
        </w:rPr>
        <w:t>, 202</w:t>
      </w:r>
      <w:r>
        <w:rPr>
          <w:b/>
        </w:rPr>
        <w:t>5</w:t>
      </w:r>
    </w:p>
    <w:p w14:paraId="696C0A55" w14:textId="77777777" w:rsidR="0023300C" w:rsidRPr="00EE758D" w:rsidRDefault="0023300C" w:rsidP="00D735C8"/>
    <w:p w14:paraId="15CB8155" w14:textId="77777777" w:rsidR="00CA1CDF" w:rsidRPr="00CA1CDF" w:rsidRDefault="00CA1CDF" w:rsidP="00D735C8">
      <w:pPr>
        <w:rPr>
          <w:lang w:eastAsia="en-US"/>
        </w:rPr>
      </w:pPr>
      <w:bookmarkStart w:id="1" w:name="Prepared"/>
      <w:bookmarkEnd w:id="1"/>
    </w:p>
    <w:p w14:paraId="6A230525" w14:textId="77777777" w:rsidR="00BD2BEA" w:rsidRDefault="00BD2BEA" w:rsidP="00D735C8">
      <w:pPr>
        <w:pStyle w:val="Heading2"/>
        <w:spacing w:before="0" w:after="0"/>
        <w:rPr>
          <w:sz w:val="24"/>
          <w:szCs w:val="24"/>
        </w:rPr>
      </w:pPr>
    </w:p>
    <w:p w14:paraId="47092583" w14:textId="77777777" w:rsidR="00CA1CDF" w:rsidRPr="00B80439" w:rsidRDefault="00CA1CDF" w:rsidP="00D735C8"/>
    <w:p w14:paraId="6B1C9076" w14:textId="687103A0" w:rsidR="00BD2BEA" w:rsidRPr="00BB7E69" w:rsidRDefault="00BD2BEA" w:rsidP="00D735C8">
      <w:pPr>
        <w:pStyle w:val="Heading2"/>
        <w:spacing w:before="0" w:after="0"/>
        <w:rPr>
          <w:sz w:val="24"/>
          <w:szCs w:val="24"/>
        </w:rPr>
      </w:pPr>
      <w:bookmarkStart w:id="2" w:name="_Hlk191632209"/>
      <w:r w:rsidRPr="00BB7E69">
        <w:rPr>
          <w:sz w:val="24"/>
          <w:szCs w:val="24"/>
        </w:rPr>
        <w:t xml:space="preserve">DRAFT </w:t>
      </w:r>
      <w:r w:rsidR="0073093D" w:rsidRPr="00BB7E69">
        <w:rPr>
          <w:sz w:val="24"/>
          <w:szCs w:val="24"/>
        </w:rPr>
        <w:t>PROGRAM</w:t>
      </w:r>
    </w:p>
    <w:bookmarkEnd w:id="2"/>
    <w:p w14:paraId="03A1003A" w14:textId="77777777" w:rsidR="001D4107" w:rsidRPr="00044458" w:rsidRDefault="001D4107" w:rsidP="00D735C8">
      <w:pPr>
        <w:rPr>
          <w:szCs w:val="22"/>
        </w:rPr>
      </w:pPr>
    </w:p>
    <w:p w14:paraId="2E88C3D1" w14:textId="77777777" w:rsidR="00FF48D4" w:rsidRDefault="00FF48D4" w:rsidP="00D735C8">
      <w:pPr>
        <w:rPr>
          <w:i/>
          <w:iCs/>
          <w:szCs w:val="22"/>
        </w:rPr>
      </w:pPr>
      <w:bookmarkStart w:id="3" w:name="_Hlk191632202"/>
      <w:r w:rsidRPr="00044458">
        <w:rPr>
          <w:i/>
          <w:iCs/>
          <w:szCs w:val="22"/>
        </w:rPr>
        <w:t xml:space="preserve">prepared by the </w:t>
      </w:r>
      <w:r>
        <w:rPr>
          <w:i/>
          <w:iCs/>
          <w:szCs w:val="22"/>
        </w:rPr>
        <w:t>International Bureau of WIPO</w:t>
      </w:r>
    </w:p>
    <w:bookmarkEnd w:id="3"/>
    <w:p w14:paraId="7019004B" w14:textId="77777777" w:rsidR="00795982" w:rsidRPr="00044458" w:rsidRDefault="00795982" w:rsidP="00D735C8">
      <w:pPr>
        <w:rPr>
          <w:i/>
          <w:iCs/>
          <w:szCs w:val="22"/>
        </w:rPr>
      </w:pPr>
    </w:p>
    <w:p w14:paraId="03FD1D91" w14:textId="77777777" w:rsidR="00795982" w:rsidRDefault="00795982" w:rsidP="00D735C8">
      <w:pPr>
        <w:rPr>
          <w:szCs w:val="22"/>
        </w:rPr>
      </w:pPr>
    </w:p>
    <w:tbl>
      <w:tblPr>
        <w:tblStyle w:val="TableGrid"/>
        <w:tblW w:w="927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bottom w:w="288" w:type="dxa"/>
          <w:right w:w="115" w:type="dxa"/>
        </w:tblCellMar>
        <w:tblLook w:val="04A0" w:firstRow="1" w:lastRow="0" w:firstColumn="1" w:lastColumn="0" w:noHBand="0" w:noVBand="1"/>
      </w:tblPr>
      <w:tblGrid>
        <w:gridCol w:w="2499"/>
        <w:gridCol w:w="6771"/>
      </w:tblGrid>
      <w:tr w:rsidR="00B310E5" w:rsidRPr="006039C2" w14:paraId="34B28438" w14:textId="77777777" w:rsidTr="00944669">
        <w:trPr>
          <w:cantSplit/>
          <w:trHeight w:val="224"/>
        </w:trPr>
        <w:tc>
          <w:tcPr>
            <w:tcW w:w="2499" w:type="dxa"/>
          </w:tcPr>
          <w:p w14:paraId="7F0A83CD" w14:textId="751B81B1" w:rsidR="00B310E5" w:rsidRPr="006039C2" w:rsidRDefault="00B310E5" w:rsidP="00D735C8">
            <w:pPr>
              <w:spacing w:line="276" w:lineRule="auto"/>
            </w:pPr>
            <w:r>
              <w:t>08</w:t>
            </w:r>
            <w:r w:rsidR="00A95675">
              <w:t>.</w:t>
            </w:r>
            <w:r>
              <w:t>00</w:t>
            </w:r>
            <w:r w:rsidRPr="006039C2">
              <w:t xml:space="preserve"> </w:t>
            </w:r>
            <w:r w:rsidR="00944669">
              <w:t>–</w:t>
            </w:r>
            <w:r w:rsidRPr="006039C2">
              <w:t xml:space="preserve"> 09</w:t>
            </w:r>
            <w:r w:rsidR="00A95675">
              <w:t>.</w:t>
            </w:r>
            <w:r>
              <w:t>00</w:t>
            </w:r>
          </w:p>
        </w:tc>
        <w:tc>
          <w:tcPr>
            <w:tcW w:w="6771" w:type="dxa"/>
          </w:tcPr>
          <w:p w14:paraId="516F44E2" w14:textId="77777777" w:rsidR="00B310E5" w:rsidRPr="00964750" w:rsidRDefault="00B310E5" w:rsidP="00D735C8">
            <w:pPr>
              <w:spacing w:line="276" w:lineRule="auto"/>
              <w:rPr>
                <w:rFonts w:eastAsia="Times New Roman"/>
              </w:rPr>
            </w:pPr>
            <w:r w:rsidRPr="006039C2">
              <w:t>Registration</w:t>
            </w:r>
            <w:r>
              <w:t xml:space="preserve">: </w:t>
            </w:r>
            <w:r>
              <w:rPr>
                <w:rFonts w:eastAsia="Times New Roman"/>
              </w:rPr>
              <w:t>WIPO Access Center</w:t>
            </w:r>
          </w:p>
        </w:tc>
      </w:tr>
      <w:tr w:rsidR="00B310E5" w:rsidRPr="006039C2" w14:paraId="32362101" w14:textId="77777777" w:rsidTr="00944669">
        <w:trPr>
          <w:cantSplit/>
          <w:trHeight w:val="291"/>
        </w:trPr>
        <w:tc>
          <w:tcPr>
            <w:tcW w:w="2499" w:type="dxa"/>
          </w:tcPr>
          <w:p w14:paraId="3F872452" w14:textId="199A1FCB" w:rsidR="00B310E5" w:rsidRPr="006039C2" w:rsidRDefault="00B310E5" w:rsidP="00D735C8">
            <w:pPr>
              <w:spacing w:line="276" w:lineRule="auto"/>
            </w:pPr>
            <w:r w:rsidRPr="006039C2">
              <w:t>09</w:t>
            </w:r>
            <w:r w:rsidR="00A95675">
              <w:t>.</w:t>
            </w:r>
            <w:r>
              <w:t>00</w:t>
            </w:r>
            <w:r w:rsidRPr="006039C2">
              <w:t xml:space="preserve"> </w:t>
            </w:r>
            <w:r w:rsidR="00944669">
              <w:t>–</w:t>
            </w:r>
            <w:r w:rsidRPr="006039C2">
              <w:t xml:space="preserve"> 09</w:t>
            </w:r>
            <w:r w:rsidR="00A95675">
              <w:t>.</w:t>
            </w:r>
            <w:r>
              <w:t>1</w:t>
            </w:r>
            <w:r w:rsidRPr="006039C2">
              <w:t>5</w:t>
            </w:r>
          </w:p>
        </w:tc>
        <w:tc>
          <w:tcPr>
            <w:tcW w:w="6771" w:type="dxa"/>
          </w:tcPr>
          <w:p w14:paraId="3E893EAC" w14:textId="0A15CF89" w:rsidR="00B310E5" w:rsidRPr="000C437C" w:rsidRDefault="00B310E5" w:rsidP="00D735C8">
            <w:pPr>
              <w:tabs>
                <w:tab w:val="left" w:pos="522"/>
              </w:tabs>
              <w:spacing w:line="276" w:lineRule="auto"/>
              <w:rPr>
                <w:i/>
              </w:rPr>
            </w:pPr>
            <w:r w:rsidRPr="00044458">
              <w:t xml:space="preserve">Opening </w:t>
            </w:r>
            <w:r w:rsidR="008936C6">
              <w:t>r</w:t>
            </w:r>
            <w:r w:rsidRPr="00044458">
              <w:t>emarks</w:t>
            </w:r>
          </w:p>
        </w:tc>
      </w:tr>
      <w:tr w:rsidR="00ED72F5" w:rsidRPr="006039C2" w14:paraId="7EF0F99C" w14:textId="77777777" w:rsidTr="00944669">
        <w:trPr>
          <w:cantSplit/>
          <w:trHeight w:val="291"/>
        </w:trPr>
        <w:tc>
          <w:tcPr>
            <w:tcW w:w="2499" w:type="dxa"/>
          </w:tcPr>
          <w:p w14:paraId="785F5B94" w14:textId="7C1408FA" w:rsidR="00ED72F5" w:rsidRPr="006039C2" w:rsidRDefault="00ED72F5" w:rsidP="00D735C8">
            <w:pPr>
              <w:spacing w:line="276" w:lineRule="auto"/>
            </w:pPr>
            <w:r w:rsidRPr="006039C2">
              <w:t>09</w:t>
            </w:r>
            <w:r w:rsidR="00A95675">
              <w:t>.</w:t>
            </w:r>
            <w:r>
              <w:t>15</w:t>
            </w:r>
            <w:r w:rsidR="00292E4A">
              <w:t xml:space="preserve"> </w:t>
            </w:r>
            <w:r w:rsidR="00944669">
              <w:t>–</w:t>
            </w:r>
            <w:r w:rsidR="00292E4A">
              <w:t xml:space="preserve"> </w:t>
            </w:r>
            <w:r>
              <w:t>11</w:t>
            </w:r>
            <w:r w:rsidR="00A95675">
              <w:t>.</w:t>
            </w:r>
            <w:r>
              <w:t>00</w:t>
            </w:r>
          </w:p>
        </w:tc>
        <w:tc>
          <w:tcPr>
            <w:tcW w:w="6771" w:type="dxa"/>
          </w:tcPr>
          <w:p w14:paraId="4BD9A182" w14:textId="69D23C41" w:rsidR="00ED72F5" w:rsidRDefault="00ED72F5" w:rsidP="00D735C8">
            <w:pPr>
              <w:rPr>
                <w:b/>
                <w:bCs/>
              </w:rPr>
            </w:pPr>
            <w:r w:rsidRPr="00FF48D4">
              <w:rPr>
                <w:b/>
                <w:bCs/>
              </w:rPr>
              <w:t>Session 1:</w:t>
            </w:r>
            <w:r w:rsidR="00D735C8">
              <w:rPr>
                <w:b/>
                <w:bCs/>
              </w:rPr>
              <w:t xml:space="preserve"> </w:t>
            </w:r>
            <w:r w:rsidRPr="00FF48D4">
              <w:rPr>
                <w:b/>
                <w:bCs/>
              </w:rPr>
              <w:t xml:space="preserve"> </w:t>
            </w:r>
            <w:r w:rsidR="00D735C8">
              <w:rPr>
                <w:b/>
                <w:bCs/>
              </w:rPr>
              <w:t>P</w:t>
            </w:r>
            <w:r w:rsidR="00D735C8" w:rsidRPr="00ED72F5">
              <w:rPr>
                <w:b/>
                <w:bCs/>
              </w:rPr>
              <w:t>ractices and challenges on cleaning and</w:t>
            </w:r>
            <w:r w:rsidR="00D735C8" w:rsidRPr="00FF48D4">
              <w:rPr>
                <w:b/>
                <w:bCs/>
              </w:rPr>
              <w:t xml:space="preserve"> </w:t>
            </w:r>
            <w:r w:rsidR="00D735C8" w:rsidRPr="00ED72F5">
              <w:rPr>
                <w:b/>
                <w:bCs/>
              </w:rPr>
              <w:t xml:space="preserve">normalizing name data </w:t>
            </w:r>
          </w:p>
          <w:p w14:paraId="57302546" w14:textId="77777777" w:rsidR="00944669" w:rsidRDefault="00944669" w:rsidP="00D735C8">
            <w:pPr>
              <w:rPr>
                <w:b/>
                <w:bCs/>
              </w:rPr>
            </w:pPr>
          </w:p>
          <w:p w14:paraId="0AA07C6B" w14:textId="2F3DCBD3" w:rsidR="00ED72F5" w:rsidRPr="00FF48D4" w:rsidRDefault="00F366FC" w:rsidP="00D735C8">
            <w:pPr>
              <w:pStyle w:val="ListParagraph"/>
              <w:numPr>
                <w:ilvl w:val="0"/>
                <w:numId w:val="25"/>
              </w:numPr>
            </w:pPr>
            <w:r>
              <w:t>B</w:t>
            </w:r>
            <w:r w:rsidRPr="00FF48D4">
              <w:t>rief on the draft recommendations on data cleaning of names</w:t>
            </w:r>
          </w:p>
          <w:p w14:paraId="49D1CF3D" w14:textId="6F298AF8" w:rsidR="00ED72F5" w:rsidRPr="00FF48D4" w:rsidRDefault="00F366FC" w:rsidP="00D735C8">
            <w:pPr>
              <w:pStyle w:val="ListParagraph"/>
              <w:numPr>
                <w:ilvl w:val="0"/>
                <w:numId w:val="25"/>
              </w:numPr>
            </w:pPr>
            <w:r>
              <w:t>A</w:t>
            </w:r>
            <w:r w:rsidRPr="00FF48D4">
              <w:t>pplicant name standardization initiative of the five intellectual property offices (</w:t>
            </w:r>
            <w:r>
              <w:t>IP</w:t>
            </w:r>
            <w:r w:rsidRPr="00FF48D4">
              <w:t>5)</w:t>
            </w:r>
          </w:p>
          <w:p w14:paraId="7D494535" w14:textId="6B84F5F6" w:rsidR="00ED72F5" w:rsidRPr="00292E4A" w:rsidRDefault="00F366FC" w:rsidP="00D735C8">
            <w:pPr>
              <w:pStyle w:val="ListParagraph"/>
              <w:numPr>
                <w:ilvl w:val="0"/>
                <w:numId w:val="25"/>
              </w:numPr>
            </w:pPr>
            <w:r>
              <w:t>E</w:t>
            </w:r>
            <w:r w:rsidRPr="00FF48D4">
              <w:t>xchange of current practices, benefits and challenges on cleaning and normalizing name data</w:t>
            </w:r>
          </w:p>
        </w:tc>
      </w:tr>
      <w:tr w:rsidR="00B310E5" w:rsidRPr="006039C2" w14:paraId="6E741578" w14:textId="77777777" w:rsidTr="00944669">
        <w:trPr>
          <w:cantSplit/>
          <w:trHeight w:val="291"/>
        </w:trPr>
        <w:tc>
          <w:tcPr>
            <w:tcW w:w="2499" w:type="dxa"/>
          </w:tcPr>
          <w:p w14:paraId="462E7D52" w14:textId="5E8F4AB2" w:rsidR="00B310E5" w:rsidRPr="006039C2" w:rsidRDefault="00B310E5" w:rsidP="00D735C8">
            <w:pPr>
              <w:spacing w:line="276" w:lineRule="auto"/>
            </w:pPr>
            <w:r>
              <w:t>11</w:t>
            </w:r>
            <w:r w:rsidR="00A95675">
              <w:t>.</w:t>
            </w:r>
            <w:r>
              <w:t xml:space="preserve">00 </w:t>
            </w:r>
            <w:r w:rsidR="00944669">
              <w:t>–</w:t>
            </w:r>
            <w:r w:rsidR="00292E4A">
              <w:t xml:space="preserve"> </w:t>
            </w:r>
            <w:r>
              <w:t>11</w:t>
            </w:r>
            <w:r w:rsidR="00A95675">
              <w:t>.</w:t>
            </w:r>
            <w:r w:rsidR="004627BF">
              <w:t>2</w:t>
            </w:r>
            <w:r>
              <w:t>0</w:t>
            </w:r>
          </w:p>
        </w:tc>
        <w:tc>
          <w:tcPr>
            <w:tcW w:w="6771" w:type="dxa"/>
          </w:tcPr>
          <w:p w14:paraId="5D505906" w14:textId="5B0B367D" w:rsidR="00B310E5" w:rsidRPr="008936C6" w:rsidRDefault="00B310E5" w:rsidP="00D735C8">
            <w:pPr>
              <w:spacing w:line="276" w:lineRule="auto"/>
            </w:pPr>
            <w:r w:rsidRPr="008936C6">
              <w:t xml:space="preserve">Coffee </w:t>
            </w:r>
            <w:r w:rsidR="008936C6" w:rsidRPr="008936C6">
              <w:t>b</w:t>
            </w:r>
            <w:r w:rsidRPr="008936C6">
              <w:t>reak</w:t>
            </w:r>
          </w:p>
        </w:tc>
      </w:tr>
      <w:tr w:rsidR="00B310E5" w:rsidRPr="006039C2" w14:paraId="2C3E7143" w14:textId="77777777" w:rsidTr="00944669">
        <w:trPr>
          <w:cantSplit/>
          <w:trHeight w:val="291"/>
        </w:trPr>
        <w:tc>
          <w:tcPr>
            <w:tcW w:w="2499" w:type="dxa"/>
          </w:tcPr>
          <w:p w14:paraId="76687D2C" w14:textId="0CDA012E" w:rsidR="00B310E5" w:rsidRDefault="00B310E5" w:rsidP="00D735C8">
            <w:pPr>
              <w:spacing w:line="276" w:lineRule="auto"/>
            </w:pPr>
            <w:r>
              <w:t>11</w:t>
            </w:r>
            <w:r w:rsidR="00A95675">
              <w:t>.</w:t>
            </w:r>
            <w:r>
              <w:t>40</w:t>
            </w:r>
            <w:r w:rsidR="00292E4A">
              <w:t xml:space="preserve"> </w:t>
            </w:r>
            <w:r w:rsidR="00944669">
              <w:t>–</w:t>
            </w:r>
            <w:r w:rsidR="00292E4A">
              <w:t xml:space="preserve"> </w:t>
            </w:r>
            <w:r>
              <w:t>13</w:t>
            </w:r>
            <w:r w:rsidR="00A95675">
              <w:t>.</w:t>
            </w:r>
            <w:r>
              <w:t>00</w:t>
            </w:r>
          </w:p>
        </w:tc>
        <w:tc>
          <w:tcPr>
            <w:tcW w:w="6771" w:type="dxa"/>
          </w:tcPr>
          <w:p w14:paraId="39DE9722" w14:textId="415E6926" w:rsidR="00B310E5" w:rsidRDefault="00FF48D4" w:rsidP="00D735C8">
            <w:pPr>
              <w:spacing w:line="276" w:lineRule="auto"/>
              <w:rPr>
                <w:b/>
                <w:bCs/>
              </w:rPr>
            </w:pPr>
            <w:r w:rsidRPr="00FF48D4">
              <w:rPr>
                <w:b/>
                <w:bCs/>
              </w:rPr>
              <w:t>Session 1:</w:t>
            </w:r>
            <w:r w:rsidR="00D735C8">
              <w:rPr>
                <w:b/>
                <w:bCs/>
              </w:rPr>
              <w:t xml:space="preserve"> </w:t>
            </w:r>
            <w:r w:rsidRPr="00FF48D4">
              <w:rPr>
                <w:b/>
                <w:bCs/>
              </w:rPr>
              <w:t xml:space="preserve"> </w:t>
            </w:r>
            <w:r w:rsidR="00D735C8">
              <w:rPr>
                <w:b/>
                <w:bCs/>
              </w:rPr>
              <w:t>P</w:t>
            </w:r>
            <w:r w:rsidR="00D735C8" w:rsidRPr="00773C0E">
              <w:rPr>
                <w:b/>
                <w:bCs/>
              </w:rPr>
              <w:t>ractices and challenges on cleaning and</w:t>
            </w:r>
            <w:r w:rsidR="00D735C8" w:rsidRPr="00FF48D4">
              <w:rPr>
                <w:b/>
                <w:bCs/>
              </w:rPr>
              <w:t xml:space="preserve"> </w:t>
            </w:r>
            <w:r w:rsidR="00D735C8" w:rsidRPr="00773C0E">
              <w:rPr>
                <w:b/>
                <w:bCs/>
              </w:rPr>
              <w:t xml:space="preserve">normalizing name data </w:t>
            </w:r>
            <w:r w:rsidR="00D735C8">
              <w:rPr>
                <w:b/>
              </w:rPr>
              <w:t>(cont.)</w:t>
            </w:r>
          </w:p>
          <w:p w14:paraId="08DE1F99" w14:textId="77777777" w:rsidR="00944669" w:rsidRDefault="00944669" w:rsidP="00D735C8">
            <w:pPr>
              <w:spacing w:line="276" w:lineRule="auto"/>
            </w:pPr>
          </w:p>
          <w:p w14:paraId="65B38372" w14:textId="7649B77C" w:rsidR="00823690" w:rsidRPr="00276B76" w:rsidRDefault="00F366FC" w:rsidP="00D735C8">
            <w:pPr>
              <w:pStyle w:val="ListParagraph"/>
              <w:numPr>
                <w:ilvl w:val="0"/>
                <w:numId w:val="21"/>
              </w:numPr>
              <w:spacing w:line="260" w:lineRule="atLeast"/>
              <w:rPr>
                <w:bCs/>
              </w:rPr>
            </w:pPr>
            <w:r>
              <w:rPr>
                <w:bCs/>
              </w:rPr>
              <w:t xml:space="preserve">Exchange of </w:t>
            </w:r>
            <w:r w:rsidRPr="00555A90">
              <w:rPr>
                <w:bCs/>
              </w:rPr>
              <w:t>current practice</w:t>
            </w:r>
            <w:r>
              <w:rPr>
                <w:bCs/>
              </w:rPr>
              <w:t>s, benefits</w:t>
            </w:r>
            <w:r w:rsidRPr="00555A90">
              <w:rPr>
                <w:bCs/>
              </w:rPr>
              <w:t xml:space="preserve"> and challenges on </w:t>
            </w:r>
            <w:r>
              <w:rPr>
                <w:bCs/>
              </w:rPr>
              <w:t>cleaning and normalizing name data (cont.)</w:t>
            </w:r>
            <w:r w:rsidRPr="00BB7E69">
              <w:rPr>
                <w:bCs/>
              </w:rPr>
              <w:t xml:space="preserve"> </w:t>
            </w:r>
          </w:p>
          <w:p w14:paraId="5F5DCAEB" w14:textId="3088415D" w:rsidR="00B310E5" w:rsidRPr="00292E4A" w:rsidRDefault="00F366FC" w:rsidP="00D735C8">
            <w:pPr>
              <w:pStyle w:val="ListParagraph"/>
              <w:numPr>
                <w:ilvl w:val="0"/>
                <w:numId w:val="21"/>
              </w:numPr>
              <w:spacing w:line="276" w:lineRule="auto"/>
              <w:rPr>
                <w:bCs/>
                <w:iCs/>
              </w:rPr>
            </w:pPr>
            <w:r>
              <w:rPr>
                <w:bCs/>
                <w:iCs/>
              </w:rPr>
              <w:t>AI</w:t>
            </w:r>
            <w:r w:rsidRPr="005D1C3E">
              <w:rPr>
                <w:bCs/>
                <w:iCs/>
              </w:rPr>
              <w:t>-powered tools for name data normalization</w:t>
            </w:r>
          </w:p>
        </w:tc>
      </w:tr>
      <w:tr w:rsidR="00B310E5" w:rsidRPr="006039C2" w14:paraId="45181823" w14:textId="77777777" w:rsidTr="00944669">
        <w:trPr>
          <w:cantSplit/>
          <w:trHeight w:val="291"/>
        </w:trPr>
        <w:tc>
          <w:tcPr>
            <w:tcW w:w="2499" w:type="dxa"/>
          </w:tcPr>
          <w:p w14:paraId="728BF3A6" w14:textId="399B6E57" w:rsidR="00B310E5" w:rsidRDefault="00B310E5" w:rsidP="00D735C8">
            <w:pPr>
              <w:spacing w:line="276" w:lineRule="auto"/>
            </w:pPr>
            <w:r>
              <w:t>13</w:t>
            </w:r>
            <w:r w:rsidR="00A95675">
              <w:t>.</w:t>
            </w:r>
            <w:r>
              <w:t>00</w:t>
            </w:r>
            <w:r w:rsidR="00292E4A">
              <w:t xml:space="preserve"> </w:t>
            </w:r>
            <w:r w:rsidR="00944669">
              <w:t>–</w:t>
            </w:r>
            <w:r w:rsidR="00292E4A">
              <w:t xml:space="preserve"> </w:t>
            </w:r>
            <w:r>
              <w:t>14</w:t>
            </w:r>
            <w:r w:rsidR="00A95675">
              <w:t>.</w:t>
            </w:r>
            <w:r>
              <w:t>30</w:t>
            </w:r>
          </w:p>
        </w:tc>
        <w:tc>
          <w:tcPr>
            <w:tcW w:w="6771" w:type="dxa"/>
          </w:tcPr>
          <w:p w14:paraId="25298676" w14:textId="33E5B514" w:rsidR="00B310E5" w:rsidRPr="008936C6" w:rsidRDefault="00B310E5" w:rsidP="00D735C8">
            <w:pPr>
              <w:spacing w:line="276" w:lineRule="auto"/>
              <w:rPr>
                <w:lang w:val="fr-CH"/>
              </w:rPr>
            </w:pPr>
            <w:r w:rsidRPr="008936C6">
              <w:rPr>
                <w:lang w:val="fr-CH"/>
              </w:rPr>
              <w:t xml:space="preserve">Lunch </w:t>
            </w:r>
            <w:r w:rsidR="008936C6">
              <w:rPr>
                <w:lang w:val="fr-CH"/>
              </w:rPr>
              <w:t>b</w:t>
            </w:r>
            <w:r w:rsidRPr="008936C6">
              <w:rPr>
                <w:lang w:val="fr-CH"/>
              </w:rPr>
              <w:t>reak</w:t>
            </w:r>
          </w:p>
        </w:tc>
      </w:tr>
      <w:tr w:rsidR="00ED72F5" w:rsidRPr="006039C2" w14:paraId="4B73A17A" w14:textId="77777777" w:rsidTr="00944669">
        <w:trPr>
          <w:cantSplit/>
          <w:trHeight w:val="291"/>
        </w:trPr>
        <w:tc>
          <w:tcPr>
            <w:tcW w:w="2499" w:type="dxa"/>
          </w:tcPr>
          <w:p w14:paraId="43A80C67" w14:textId="3F2197D3" w:rsidR="00ED72F5" w:rsidRDefault="00ED72F5" w:rsidP="00D735C8">
            <w:pPr>
              <w:spacing w:line="276" w:lineRule="auto"/>
            </w:pPr>
            <w:r>
              <w:lastRenderedPageBreak/>
              <w:t>14</w:t>
            </w:r>
            <w:r w:rsidR="00A95675">
              <w:t>.</w:t>
            </w:r>
            <w:r>
              <w:t>30</w:t>
            </w:r>
            <w:r w:rsidR="00292E4A">
              <w:t xml:space="preserve"> </w:t>
            </w:r>
            <w:r w:rsidR="00944669">
              <w:t>–</w:t>
            </w:r>
            <w:r w:rsidR="00292E4A">
              <w:t xml:space="preserve"> </w:t>
            </w:r>
            <w:r>
              <w:t>16</w:t>
            </w:r>
            <w:r w:rsidR="00A95675">
              <w:t>.</w:t>
            </w:r>
            <w:r>
              <w:t>00</w:t>
            </w:r>
          </w:p>
        </w:tc>
        <w:tc>
          <w:tcPr>
            <w:tcW w:w="6771" w:type="dxa"/>
          </w:tcPr>
          <w:p w14:paraId="3E201ED2" w14:textId="0F55CE26" w:rsidR="00ED72F5" w:rsidRPr="008936C6" w:rsidRDefault="00ED72F5" w:rsidP="00D735C8">
            <w:r w:rsidRPr="008936C6">
              <w:rPr>
                <w:b/>
                <w:bCs/>
              </w:rPr>
              <w:t xml:space="preserve">Session 2: </w:t>
            </w:r>
            <w:r w:rsidR="00D735C8">
              <w:rPr>
                <w:b/>
                <w:bCs/>
              </w:rPr>
              <w:t xml:space="preserve"> C</w:t>
            </w:r>
            <w:r w:rsidR="00D735C8" w:rsidRPr="008936C6">
              <w:rPr>
                <w:b/>
              </w:rPr>
              <w:t>ooperation on cleaning and normalizing name data</w:t>
            </w:r>
            <w:r w:rsidR="00D735C8" w:rsidRPr="008936C6">
              <w:t xml:space="preserve"> </w:t>
            </w:r>
          </w:p>
          <w:p w14:paraId="714B2AB7" w14:textId="77777777" w:rsidR="00ED72F5" w:rsidRPr="008936C6" w:rsidRDefault="00ED72F5" w:rsidP="00D735C8"/>
          <w:p w14:paraId="20F0A842" w14:textId="5CB7E928" w:rsidR="00ED72F5" w:rsidRPr="008936C6" w:rsidRDefault="00F366FC" w:rsidP="00D735C8">
            <w:pPr>
              <w:pStyle w:val="ListParagraph"/>
              <w:numPr>
                <w:ilvl w:val="0"/>
                <w:numId w:val="28"/>
              </w:numPr>
            </w:pPr>
            <w:r>
              <w:t>C</w:t>
            </w:r>
            <w:r w:rsidRPr="008936C6">
              <w:t>ollaborative initiatives among intellectual property (</w:t>
            </w:r>
            <w:r>
              <w:t>IP</w:t>
            </w:r>
            <w:r w:rsidRPr="008936C6">
              <w:t xml:space="preserve">)  offices </w:t>
            </w:r>
          </w:p>
        </w:tc>
      </w:tr>
      <w:tr w:rsidR="00292E4A" w:rsidRPr="006039C2" w14:paraId="0C8FEFF5" w14:textId="77777777" w:rsidTr="00944669">
        <w:trPr>
          <w:cantSplit/>
          <w:trHeight w:val="291"/>
        </w:trPr>
        <w:tc>
          <w:tcPr>
            <w:tcW w:w="2499" w:type="dxa"/>
          </w:tcPr>
          <w:p w14:paraId="23E12CC8" w14:textId="31F3C535" w:rsidR="00292E4A" w:rsidRDefault="00292E4A" w:rsidP="00D735C8">
            <w:pPr>
              <w:spacing w:line="276" w:lineRule="auto"/>
            </w:pPr>
            <w:r>
              <w:t>16</w:t>
            </w:r>
            <w:r w:rsidR="00A95675">
              <w:t>.</w:t>
            </w:r>
            <w:r>
              <w:t xml:space="preserve">00 </w:t>
            </w:r>
            <w:r w:rsidR="00944669">
              <w:t>–</w:t>
            </w:r>
            <w:r>
              <w:t xml:space="preserve"> 16</w:t>
            </w:r>
            <w:r w:rsidR="00A95675">
              <w:t>.</w:t>
            </w:r>
            <w:r>
              <w:t>20</w:t>
            </w:r>
          </w:p>
        </w:tc>
        <w:tc>
          <w:tcPr>
            <w:tcW w:w="6771" w:type="dxa"/>
          </w:tcPr>
          <w:p w14:paraId="107FA956" w14:textId="2A9A7444" w:rsidR="00292E4A" w:rsidRPr="008936C6" w:rsidRDefault="00292E4A" w:rsidP="00D735C8">
            <w:pPr>
              <w:spacing w:line="276" w:lineRule="auto"/>
            </w:pPr>
            <w:r w:rsidRPr="008936C6">
              <w:t xml:space="preserve">Coffee </w:t>
            </w:r>
            <w:r w:rsidR="008936C6">
              <w:t>b</w:t>
            </w:r>
            <w:r w:rsidRPr="008936C6">
              <w:t>reak</w:t>
            </w:r>
          </w:p>
        </w:tc>
      </w:tr>
      <w:tr w:rsidR="00292E4A" w:rsidRPr="006039C2" w14:paraId="0A37E088" w14:textId="77777777" w:rsidTr="00944669">
        <w:trPr>
          <w:cantSplit/>
          <w:trHeight w:val="291"/>
        </w:trPr>
        <w:tc>
          <w:tcPr>
            <w:tcW w:w="2499" w:type="dxa"/>
          </w:tcPr>
          <w:p w14:paraId="5DDAB621" w14:textId="6AE38A17" w:rsidR="00292E4A" w:rsidRDefault="00292E4A" w:rsidP="00D735C8">
            <w:pPr>
              <w:spacing w:line="276" w:lineRule="auto"/>
            </w:pPr>
            <w:r>
              <w:t>16</w:t>
            </w:r>
            <w:r w:rsidR="00A95675">
              <w:t>.</w:t>
            </w:r>
            <w:r>
              <w:t xml:space="preserve">20 </w:t>
            </w:r>
            <w:r w:rsidR="00944669">
              <w:t>–</w:t>
            </w:r>
            <w:r>
              <w:t xml:space="preserve"> 17</w:t>
            </w:r>
            <w:r w:rsidR="00A95675">
              <w:t>.</w:t>
            </w:r>
            <w:r>
              <w:t>15</w:t>
            </w:r>
          </w:p>
        </w:tc>
        <w:tc>
          <w:tcPr>
            <w:tcW w:w="6771" w:type="dxa"/>
          </w:tcPr>
          <w:p w14:paraId="7E504F9D" w14:textId="48B8AEEC" w:rsidR="00292E4A" w:rsidRPr="008936C6" w:rsidRDefault="00292E4A" w:rsidP="00D735C8">
            <w:r w:rsidRPr="008936C6">
              <w:rPr>
                <w:b/>
                <w:bCs/>
              </w:rPr>
              <w:t xml:space="preserve">Session 2: </w:t>
            </w:r>
            <w:r w:rsidR="00D735C8">
              <w:rPr>
                <w:b/>
                <w:bCs/>
              </w:rPr>
              <w:t xml:space="preserve"> C</w:t>
            </w:r>
            <w:r w:rsidR="00D735C8" w:rsidRPr="008936C6">
              <w:rPr>
                <w:b/>
              </w:rPr>
              <w:t>ooperation on cleaning and normalizing name data (cont.)</w:t>
            </w:r>
            <w:r w:rsidR="00D735C8" w:rsidRPr="008936C6">
              <w:t xml:space="preserve"> </w:t>
            </w:r>
          </w:p>
          <w:p w14:paraId="6A0B3EE1" w14:textId="77777777" w:rsidR="00292E4A" w:rsidRPr="008936C6" w:rsidRDefault="00292E4A" w:rsidP="00D735C8">
            <w:pPr>
              <w:rPr>
                <w:b/>
                <w:bCs/>
              </w:rPr>
            </w:pPr>
          </w:p>
          <w:p w14:paraId="4C783FE3" w14:textId="01BB0FED" w:rsidR="00292E4A" w:rsidRPr="008936C6" w:rsidRDefault="00292E4A" w:rsidP="00D735C8">
            <w:pPr>
              <w:pStyle w:val="ListParagraph"/>
              <w:numPr>
                <w:ilvl w:val="0"/>
                <w:numId w:val="26"/>
              </w:numPr>
            </w:pPr>
            <w:r w:rsidRPr="008936C6">
              <w:t xml:space="preserve">Engagement of IP </w:t>
            </w:r>
            <w:r w:rsidR="00F366FC">
              <w:t>u</w:t>
            </w:r>
            <w:r w:rsidRPr="008936C6">
              <w:t xml:space="preserve">ser </w:t>
            </w:r>
            <w:r w:rsidR="00F366FC">
              <w:t>g</w:t>
            </w:r>
            <w:r w:rsidRPr="008936C6">
              <w:t>roups</w:t>
            </w:r>
          </w:p>
          <w:p w14:paraId="2A89F990" w14:textId="49214B29" w:rsidR="00292E4A" w:rsidRPr="008936C6" w:rsidRDefault="00292E4A" w:rsidP="00D735C8">
            <w:pPr>
              <w:pStyle w:val="ListParagraph"/>
              <w:numPr>
                <w:ilvl w:val="0"/>
                <w:numId w:val="26"/>
              </w:numPr>
            </w:pPr>
            <w:r w:rsidRPr="008936C6">
              <w:t xml:space="preserve">Partnership with </w:t>
            </w:r>
            <w:r w:rsidR="00F366FC">
              <w:t>a</w:t>
            </w:r>
            <w:r w:rsidRPr="008936C6">
              <w:t xml:space="preserve">cademia and </w:t>
            </w:r>
            <w:r w:rsidR="00F366FC">
              <w:t>r</w:t>
            </w:r>
            <w:r w:rsidRPr="008936C6">
              <w:t xml:space="preserve">esearching </w:t>
            </w:r>
            <w:r w:rsidR="00F366FC">
              <w:t>i</w:t>
            </w:r>
            <w:r w:rsidRPr="008936C6">
              <w:t>nstitutions</w:t>
            </w:r>
          </w:p>
        </w:tc>
      </w:tr>
      <w:tr w:rsidR="00292E4A" w:rsidRPr="006039C2" w14:paraId="3EB10AEF" w14:textId="77777777" w:rsidTr="00944669">
        <w:trPr>
          <w:cantSplit/>
          <w:trHeight w:val="291"/>
        </w:trPr>
        <w:tc>
          <w:tcPr>
            <w:tcW w:w="2499" w:type="dxa"/>
          </w:tcPr>
          <w:p w14:paraId="3B725E34" w14:textId="38870DB0" w:rsidR="00292E4A" w:rsidRDefault="00292E4A" w:rsidP="00D735C8">
            <w:pPr>
              <w:spacing w:line="276" w:lineRule="auto"/>
            </w:pPr>
            <w:r>
              <w:t>17</w:t>
            </w:r>
            <w:r w:rsidR="00A95675">
              <w:t>.</w:t>
            </w:r>
            <w:r>
              <w:t xml:space="preserve">15 </w:t>
            </w:r>
            <w:r w:rsidR="00944669">
              <w:t>–</w:t>
            </w:r>
            <w:r>
              <w:t xml:space="preserve"> 17</w:t>
            </w:r>
            <w:r w:rsidR="00A95675">
              <w:t>.</w:t>
            </w:r>
            <w:r>
              <w:t>45</w:t>
            </w:r>
          </w:p>
        </w:tc>
        <w:tc>
          <w:tcPr>
            <w:tcW w:w="6771" w:type="dxa"/>
          </w:tcPr>
          <w:p w14:paraId="2ECE2F7F" w14:textId="701B71FE" w:rsidR="00292E4A" w:rsidRPr="008936C6" w:rsidRDefault="00292E4A" w:rsidP="00D735C8">
            <w:pPr>
              <w:rPr>
                <w:b/>
                <w:bCs/>
              </w:rPr>
            </w:pPr>
            <w:r w:rsidRPr="008936C6">
              <w:rPr>
                <w:b/>
                <w:bCs/>
              </w:rPr>
              <w:t xml:space="preserve">Session 3: </w:t>
            </w:r>
            <w:r w:rsidR="00D735C8">
              <w:rPr>
                <w:b/>
                <w:bCs/>
              </w:rPr>
              <w:t xml:space="preserve"> R</w:t>
            </w:r>
            <w:r w:rsidR="00D735C8" w:rsidRPr="008936C6">
              <w:rPr>
                <w:b/>
                <w:bCs/>
              </w:rPr>
              <w:t>ound table discussions and conclusions</w:t>
            </w:r>
            <w:r w:rsidR="00D735C8" w:rsidRPr="008936C6" w:rsidDel="00E40B36">
              <w:rPr>
                <w:b/>
                <w:bCs/>
              </w:rPr>
              <w:t xml:space="preserve"> </w:t>
            </w:r>
          </w:p>
          <w:p w14:paraId="3700F846" w14:textId="77777777" w:rsidR="00292E4A" w:rsidRPr="008936C6" w:rsidRDefault="00292E4A" w:rsidP="00D735C8">
            <w:pPr>
              <w:rPr>
                <w:rStyle w:val="cf01"/>
                <w:rFonts w:ascii="Arial" w:hAnsi="Arial" w:cs="Arial"/>
                <w:sz w:val="22"/>
                <w:szCs w:val="22"/>
              </w:rPr>
            </w:pPr>
          </w:p>
          <w:p w14:paraId="2D94C0B1" w14:textId="0FCF5C69" w:rsidR="00292E4A" w:rsidRPr="008936C6" w:rsidRDefault="00F366FC" w:rsidP="00D735C8">
            <w:pPr>
              <w:pStyle w:val="ListParagraph"/>
              <w:numPr>
                <w:ilvl w:val="0"/>
                <w:numId w:val="27"/>
              </w:numPr>
              <w:rPr>
                <w:b/>
                <w:bCs/>
              </w:rPr>
            </w:pPr>
            <w:r>
              <w:rPr>
                <w:rStyle w:val="cf01"/>
                <w:rFonts w:ascii="Arial" w:hAnsi="Arial" w:cs="Arial"/>
                <w:sz w:val="22"/>
                <w:szCs w:val="22"/>
              </w:rPr>
              <w:t>S</w:t>
            </w:r>
            <w:r w:rsidRPr="008936C6">
              <w:rPr>
                <w:rStyle w:val="cf01"/>
                <w:rFonts w:ascii="Arial" w:hAnsi="Arial" w:cs="Arial"/>
                <w:sz w:val="22"/>
                <w:szCs w:val="22"/>
              </w:rPr>
              <w:t>uggestions to improve t</w:t>
            </w:r>
            <w:r w:rsidRPr="008936C6">
              <w:t>he draft recommendations on data cleaning of names</w:t>
            </w:r>
          </w:p>
        </w:tc>
      </w:tr>
      <w:tr w:rsidR="00292E4A" w:rsidRPr="006039C2" w14:paraId="71DBAB35" w14:textId="77777777" w:rsidTr="00944669">
        <w:trPr>
          <w:cantSplit/>
          <w:trHeight w:val="291"/>
        </w:trPr>
        <w:tc>
          <w:tcPr>
            <w:tcW w:w="2499" w:type="dxa"/>
          </w:tcPr>
          <w:p w14:paraId="76BD1C95" w14:textId="615A9C36" w:rsidR="00292E4A" w:rsidRDefault="00292E4A" w:rsidP="00D735C8">
            <w:pPr>
              <w:spacing w:line="276" w:lineRule="auto"/>
            </w:pPr>
            <w:r>
              <w:t>17</w:t>
            </w:r>
            <w:r w:rsidR="00A95675">
              <w:t>.</w:t>
            </w:r>
            <w:r>
              <w:t xml:space="preserve">45 </w:t>
            </w:r>
            <w:r w:rsidR="00944669">
              <w:t>–</w:t>
            </w:r>
            <w:r>
              <w:t xml:space="preserve"> 18</w:t>
            </w:r>
            <w:r w:rsidR="00A95675">
              <w:t>.</w:t>
            </w:r>
            <w:r>
              <w:t>00</w:t>
            </w:r>
          </w:p>
        </w:tc>
        <w:tc>
          <w:tcPr>
            <w:tcW w:w="6771" w:type="dxa"/>
          </w:tcPr>
          <w:p w14:paraId="4FFE825B" w14:textId="64AEBEA0" w:rsidR="00292E4A" w:rsidRPr="008936C6" w:rsidRDefault="00292E4A" w:rsidP="00D735C8">
            <w:pPr>
              <w:rPr>
                <w:b/>
                <w:bCs/>
              </w:rPr>
            </w:pPr>
            <w:r w:rsidRPr="008936C6">
              <w:t xml:space="preserve">Closing </w:t>
            </w:r>
            <w:r w:rsidR="008936C6">
              <w:t>r</w:t>
            </w:r>
            <w:r w:rsidRPr="008936C6">
              <w:t>emarks</w:t>
            </w:r>
          </w:p>
        </w:tc>
      </w:tr>
    </w:tbl>
    <w:p w14:paraId="6DDB7921" w14:textId="27BBB358" w:rsidR="00E40B36" w:rsidRDefault="00E40B36" w:rsidP="00D735C8">
      <w:pPr>
        <w:spacing w:after="240"/>
        <w:rPr>
          <w:szCs w:val="22"/>
        </w:rPr>
      </w:pPr>
      <w:bookmarkStart w:id="4" w:name="_Hlk191032133"/>
    </w:p>
    <w:p w14:paraId="533597A8" w14:textId="77777777" w:rsidR="00292E4A" w:rsidRDefault="00292E4A" w:rsidP="00D735C8">
      <w:pPr>
        <w:spacing w:after="240"/>
        <w:rPr>
          <w:szCs w:val="22"/>
        </w:rPr>
      </w:pPr>
    </w:p>
    <w:p w14:paraId="2E6AB76A" w14:textId="77777777" w:rsidR="00292E4A" w:rsidRPr="00CA1CDF" w:rsidRDefault="00292E4A" w:rsidP="00944669">
      <w:pPr>
        <w:spacing w:after="240"/>
        <w:jc w:val="both"/>
        <w:rPr>
          <w:szCs w:val="22"/>
        </w:rPr>
      </w:pPr>
    </w:p>
    <w:bookmarkEnd w:id="4"/>
    <w:p w14:paraId="5067C869" w14:textId="515A892F" w:rsidR="00E676F8" w:rsidRPr="00E676F8" w:rsidRDefault="003B28C8" w:rsidP="00944669">
      <w:pPr>
        <w:pStyle w:val="ListParagraph"/>
        <w:ind w:left="4680"/>
        <w:jc w:val="center"/>
      </w:pPr>
      <w:r w:rsidRPr="00A63956">
        <w:t>[End of document]</w:t>
      </w:r>
    </w:p>
    <w:sectPr w:rsidR="00E676F8" w:rsidRPr="00E676F8" w:rsidSect="00954808"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A110F9" w14:textId="77777777" w:rsidR="007D2C9E" w:rsidRDefault="007D2C9E">
      <w:r>
        <w:separator/>
      </w:r>
    </w:p>
  </w:endnote>
  <w:endnote w:type="continuationSeparator" w:id="0">
    <w:p w14:paraId="2A802D90" w14:textId="77777777" w:rsidR="007D2C9E" w:rsidRDefault="007D2C9E" w:rsidP="003B38C1">
      <w:r>
        <w:separator/>
      </w:r>
    </w:p>
    <w:p w14:paraId="1260BEEA" w14:textId="77777777" w:rsidR="007D2C9E" w:rsidRPr="003B38C1" w:rsidRDefault="007D2C9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2DB03586" w14:textId="77777777" w:rsidR="007D2C9E" w:rsidRPr="003B38C1" w:rsidRDefault="007D2C9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F1188" w14:textId="1C5D9B73" w:rsidR="00BD2BEA" w:rsidRDefault="00BD2BEA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E21478B" wp14:editId="0ABDF57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564005" cy="345440"/>
              <wp:effectExtent l="0" t="0" r="17145" b="0"/>
              <wp:wrapNone/>
              <wp:docPr id="388295992" name="Text Box 2" descr="WIPO FOR OFFICIAL USE ONLY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40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001416" w14:textId="000F7A65" w:rsidR="00BD2BEA" w:rsidRPr="00BD2BEA" w:rsidRDefault="00BD2BEA" w:rsidP="00BD2BE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</w:pPr>
                          <w:r w:rsidRPr="00BD2BE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21478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WIPO FOR OFFICIAL USE ONLY " style="position:absolute;margin-left:0;margin-top:0;width:123.15pt;height:27.2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" filled="f" stroked="f">
              <v:textbox style="mso-fit-shape-to-text:t" inset="0,0,0,15pt">
                <w:txbxContent>
                  <w:p w14:paraId="4A001416" w14:textId="000F7A65" w:rsidR="00BD2BEA" w:rsidRPr="00BD2BEA" w:rsidRDefault="00BD2BEA" w:rsidP="00BD2BE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</w:pPr>
                    <w:r w:rsidRPr="00BD2BEA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5BDE3" w14:textId="20C7837D" w:rsidR="00BD2BEA" w:rsidRDefault="00BD2BEA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10C1B2B" wp14:editId="14E6EBD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564005" cy="345440"/>
              <wp:effectExtent l="0" t="0" r="17145" b="0"/>
              <wp:wrapNone/>
              <wp:docPr id="265734650" name="Text Box 3" descr="WIPO FOR OFFICIAL USE ONLY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40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6C4AAA0" w14:textId="41D25ED1" w:rsidR="00BD2BEA" w:rsidRPr="00BD2BEA" w:rsidRDefault="00BD2BEA" w:rsidP="00BD2BE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</w:pPr>
                          <w:r w:rsidRPr="00BD2BE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0C1B2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WIPO FOR OFFICIAL USE ONLY " style="position:absolute;margin-left:0;margin-top:0;width:123.15pt;height:27.2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" filled="f" stroked="f">
              <v:textbox style="mso-fit-shape-to-text:t" inset="0,0,0,15pt">
                <w:txbxContent>
                  <w:p w14:paraId="06C4AAA0" w14:textId="41D25ED1" w:rsidR="00BD2BEA" w:rsidRPr="00BD2BEA" w:rsidRDefault="00BD2BEA" w:rsidP="00BD2BE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</w:pPr>
                    <w:r w:rsidRPr="00BD2BEA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66142" w14:textId="121D354C" w:rsidR="00BD2BEA" w:rsidRDefault="00BD2BEA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592582A" wp14:editId="3D89A6DE">
              <wp:simplePos x="896815" y="9882554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564005" cy="345440"/>
              <wp:effectExtent l="0" t="0" r="17145" b="0"/>
              <wp:wrapNone/>
              <wp:docPr id="400263404" name="Text Box 1" descr="WIPO FOR OFFICIAL USE ONLY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40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C48743B" w14:textId="329FEA07" w:rsidR="00BD2BEA" w:rsidRPr="00BD2BEA" w:rsidRDefault="00BD2BEA" w:rsidP="00BD2BE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</w:pPr>
                          <w:r w:rsidRPr="00BD2BE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92582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WIPO FOR OFFICIAL USE ONLY " style="position:absolute;margin-left:0;margin-top:0;width:123.15pt;height:27.2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" filled="f" stroked="f">
              <v:textbox style="mso-fit-shape-to-text:t" inset="0,0,0,15pt">
                <w:txbxContent>
                  <w:p w14:paraId="6C48743B" w14:textId="329FEA07" w:rsidR="00BD2BEA" w:rsidRPr="00BD2BEA" w:rsidRDefault="00BD2BEA" w:rsidP="00BD2BE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</w:pPr>
                    <w:r w:rsidRPr="00BD2BEA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8DE38" w14:textId="77777777" w:rsidR="007D2C9E" w:rsidRDefault="007D2C9E">
      <w:r>
        <w:separator/>
      </w:r>
    </w:p>
  </w:footnote>
  <w:footnote w:type="continuationSeparator" w:id="0">
    <w:p w14:paraId="6A98F028" w14:textId="77777777" w:rsidR="007D2C9E" w:rsidRDefault="007D2C9E" w:rsidP="008B60B2">
      <w:r>
        <w:separator/>
      </w:r>
    </w:p>
    <w:p w14:paraId="084219FB" w14:textId="77777777" w:rsidR="007D2C9E" w:rsidRPr="00ED77FB" w:rsidRDefault="007D2C9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665F76C4" w14:textId="77777777" w:rsidR="007D2C9E" w:rsidRPr="00ED77FB" w:rsidRDefault="007D2C9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6C4F93A2" w14:textId="562CD9BD" w:rsidR="00FF48D4" w:rsidRDefault="00FF48D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929E6">
        <w:rPr>
          <w:i/>
          <w:iCs/>
          <w:szCs w:val="18"/>
        </w:rPr>
        <w:t xml:space="preserve">The headquarters of WIPO, 34, </w:t>
      </w:r>
      <w:r w:rsidR="00944669">
        <w:rPr>
          <w:i/>
          <w:iCs/>
          <w:szCs w:val="18"/>
        </w:rPr>
        <w:t>C</w:t>
      </w:r>
      <w:r w:rsidRPr="00C929E6">
        <w:rPr>
          <w:i/>
          <w:iCs/>
          <w:szCs w:val="18"/>
        </w:rPr>
        <w:t>hemin des Colombettes, Geneva (</w:t>
      </w:r>
      <w:r w:rsidRPr="00C929E6">
        <w:rPr>
          <w:rFonts w:eastAsia="Times New Roman"/>
          <w:i/>
          <w:iCs/>
          <w:color w:val="000000"/>
          <w:szCs w:val="18"/>
          <w:lang w:eastAsia="en-US"/>
        </w:rPr>
        <w:t>Room U. Uchtenhagen</w:t>
      </w:r>
      <w:r w:rsidRPr="00C929E6">
        <w:rPr>
          <w:i/>
          <w:iCs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0DBF7" w14:textId="77777777" w:rsidR="003264AF" w:rsidRDefault="00954808" w:rsidP="003264AF">
    <w:pPr>
      <w:jc w:val="right"/>
      <w:rPr>
        <w:szCs w:val="22"/>
      </w:rPr>
    </w:pPr>
    <w:bookmarkStart w:id="5" w:name="Code2"/>
    <w:bookmarkEnd w:id="5"/>
    <w:r>
      <w:tab/>
    </w:r>
    <w:r w:rsidR="00066820" w:rsidRPr="0024672D">
      <w:rPr>
        <w:color w:val="393939"/>
        <w:szCs w:val="22"/>
      </w:rPr>
      <w:t>WIPO/IP/CWS_NS/GE/25/1</w:t>
    </w:r>
    <w:r w:rsidR="0037273C">
      <w:rPr>
        <w:color w:val="393939"/>
        <w:szCs w:val="22"/>
      </w:rPr>
      <w:t xml:space="preserve"> </w:t>
    </w:r>
    <w:r w:rsidR="0099447A" w:rsidRPr="0024672D">
      <w:rPr>
        <w:szCs w:val="22"/>
      </w:rPr>
      <w:t>Prov.</w:t>
    </w:r>
  </w:p>
  <w:p w14:paraId="3873E764" w14:textId="6DC24DD5" w:rsidR="00D07C78" w:rsidRDefault="00D07C78" w:rsidP="003264AF">
    <w:pPr>
      <w:jc w:val="right"/>
    </w:pPr>
    <w:r w:rsidRPr="0024672D">
      <w:rPr>
        <w:szCs w:val="22"/>
      </w:rP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14:paraId="5180B1CE" w14:textId="77777777" w:rsidR="00D07C78" w:rsidRDefault="00D07C78" w:rsidP="00477D6B">
    <w:pPr>
      <w:jc w:val="right"/>
    </w:pPr>
  </w:p>
  <w:p w14:paraId="51321ACE" w14:textId="77777777"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7742BA1"/>
    <w:multiLevelType w:val="hybridMultilevel"/>
    <w:tmpl w:val="10865A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E47C6"/>
    <w:multiLevelType w:val="hybridMultilevel"/>
    <w:tmpl w:val="635675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84BC2"/>
    <w:multiLevelType w:val="hybridMultilevel"/>
    <w:tmpl w:val="1BF4C8B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8F1D54"/>
    <w:multiLevelType w:val="hybridMultilevel"/>
    <w:tmpl w:val="C39E1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FC7D0E"/>
    <w:multiLevelType w:val="hybridMultilevel"/>
    <w:tmpl w:val="8FD66EE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9480B1E"/>
    <w:multiLevelType w:val="hybridMultilevel"/>
    <w:tmpl w:val="1AD824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 w15:restartNumberingAfterBreak="0">
    <w:nsid w:val="2149287B"/>
    <w:multiLevelType w:val="hybridMultilevel"/>
    <w:tmpl w:val="50402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2F5DB5"/>
    <w:multiLevelType w:val="multilevel"/>
    <w:tmpl w:val="8FD66EEA"/>
    <w:styleLink w:val="CurrentList3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316F2F"/>
    <w:multiLevelType w:val="hybridMultilevel"/>
    <w:tmpl w:val="7592F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DB7C70"/>
    <w:multiLevelType w:val="hybridMultilevel"/>
    <w:tmpl w:val="B5E811E0"/>
    <w:lvl w:ilvl="0" w:tplc="39AAAC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5E2593"/>
    <w:multiLevelType w:val="hybridMultilevel"/>
    <w:tmpl w:val="461CF3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CB5711"/>
    <w:multiLevelType w:val="multilevel"/>
    <w:tmpl w:val="461CF398"/>
    <w:styleLink w:val="CurrentList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C11EE5"/>
    <w:multiLevelType w:val="hybridMultilevel"/>
    <w:tmpl w:val="0382D5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33B7450"/>
    <w:multiLevelType w:val="multilevel"/>
    <w:tmpl w:val="3E7EC162"/>
    <w:styleLink w:val="CurrentList5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0C4140"/>
    <w:multiLevelType w:val="hybridMultilevel"/>
    <w:tmpl w:val="4F54DC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471F28E0"/>
    <w:multiLevelType w:val="hybridMultilevel"/>
    <w:tmpl w:val="08E0B3EE"/>
    <w:lvl w:ilvl="0" w:tplc="4BA8E8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C14980"/>
    <w:multiLevelType w:val="multilevel"/>
    <w:tmpl w:val="CE90F2FC"/>
    <w:styleLink w:val="CurrentList1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2A023B"/>
    <w:multiLevelType w:val="hybridMultilevel"/>
    <w:tmpl w:val="A4FE14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330190F"/>
    <w:multiLevelType w:val="hybridMultilevel"/>
    <w:tmpl w:val="CE90F2FC"/>
    <w:lvl w:ilvl="0" w:tplc="F3A0D3F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7F2E20"/>
    <w:multiLevelType w:val="multilevel"/>
    <w:tmpl w:val="1BF4C8B0"/>
    <w:styleLink w:val="CurrentList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AB40B2"/>
    <w:multiLevelType w:val="hybridMultilevel"/>
    <w:tmpl w:val="3E7EC162"/>
    <w:lvl w:ilvl="0" w:tplc="F3A0D3F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035AED"/>
    <w:multiLevelType w:val="hybridMultilevel"/>
    <w:tmpl w:val="9D94C0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3089750">
    <w:abstractNumId w:val="7"/>
  </w:num>
  <w:num w:numId="2" w16cid:durableId="1946886504">
    <w:abstractNumId w:val="19"/>
  </w:num>
  <w:num w:numId="3" w16cid:durableId="294531336">
    <w:abstractNumId w:val="0"/>
  </w:num>
  <w:num w:numId="4" w16cid:durableId="1894804360">
    <w:abstractNumId w:val="22"/>
  </w:num>
  <w:num w:numId="5" w16cid:durableId="1085296464">
    <w:abstractNumId w:val="1"/>
  </w:num>
  <w:num w:numId="6" w16cid:durableId="1780443387">
    <w:abstractNumId w:val="9"/>
  </w:num>
  <w:num w:numId="7" w16cid:durableId="1343776299">
    <w:abstractNumId w:val="27"/>
  </w:num>
  <w:num w:numId="8" w16cid:durableId="634212489">
    <w:abstractNumId w:val="8"/>
  </w:num>
  <w:num w:numId="9" w16cid:durableId="1501308862">
    <w:abstractNumId w:val="24"/>
  </w:num>
  <w:num w:numId="10" w16cid:durableId="2047824553">
    <w:abstractNumId w:val="21"/>
  </w:num>
  <w:num w:numId="11" w16cid:durableId="908198775">
    <w:abstractNumId w:val="14"/>
  </w:num>
  <w:num w:numId="12" w16cid:durableId="1868641671">
    <w:abstractNumId w:val="15"/>
  </w:num>
  <w:num w:numId="13" w16cid:durableId="1292128396">
    <w:abstractNumId w:val="6"/>
  </w:num>
  <w:num w:numId="14" w16cid:durableId="1098982584">
    <w:abstractNumId w:val="11"/>
  </w:num>
  <w:num w:numId="15" w16cid:durableId="946619086">
    <w:abstractNumId w:val="4"/>
  </w:num>
  <w:num w:numId="16" w16cid:durableId="786654781">
    <w:abstractNumId w:val="25"/>
  </w:num>
  <w:num w:numId="17" w16cid:durableId="1518539459">
    <w:abstractNumId w:val="20"/>
  </w:num>
  <w:num w:numId="18" w16cid:durableId="152529256">
    <w:abstractNumId w:val="26"/>
  </w:num>
  <w:num w:numId="19" w16cid:durableId="1599679635">
    <w:abstractNumId w:val="17"/>
  </w:num>
  <w:num w:numId="20" w16cid:durableId="1892374760">
    <w:abstractNumId w:val="18"/>
  </w:num>
  <w:num w:numId="21" w16cid:durableId="513152766">
    <w:abstractNumId w:val="13"/>
  </w:num>
  <w:num w:numId="22" w16cid:durableId="1560509315">
    <w:abstractNumId w:val="10"/>
  </w:num>
  <w:num w:numId="23" w16cid:durableId="796097642">
    <w:abstractNumId w:val="23"/>
  </w:num>
  <w:num w:numId="24" w16cid:durableId="417411640">
    <w:abstractNumId w:val="16"/>
  </w:num>
  <w:num w:numId="25" w16cid:durableId="1264217512">
    <w:abstractNumId w:val="2"/>
  </w:num>
  <w:num w:numId="26" w16cid:durableId="414477539">
    <w:abstractNumId w:val="5"/>
  </w:num>
  <w:num w:numId="27" w16cid:durableId="1851139511">
    <w:abstractNumId w:val="3"/>
  </w:num>
  <w:num w:numId="28" w16cid:durableId="184925139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808"/>
    <w:rsid w:val="00003ADB"/>
    <w:rsid w:val="00005E55"/>
    <w:rsid w:val="00043CAA"/>
    <w:rsid w:val="00044458"/>
    <w:rsid w:val="000562E6"/>
    <w:rsid w:val="00056816"/>
    <w:rsid w:val="000629CF"/>
    <w:rsid w:val="00066820"/>
    <w:rsid w:val="00075432"/>
    <w:rsid w:val="0007790B"/>
    <w:rsid w:val="000968ED"/>
    <w:rsid w:val="000A3D97"/>
    <w:rsid w:val="000B1A11"/>
    <w:rsid w:val="000F3F22"/>
    <w:rsid w:val="000F5E56"/>
    <w:rsid w:val="001022A4"/>
    <w:rsid w:val="00112CA9"/>
    <w:rsid w:val="00134B54"/>
    <w:rsid w:val="001362EE"/>
    <w:rsid w:val="001417A9"/>
    <w:rsid w:val="00162F63"/>
    <w:rsid w:val="001647D5"/>
    <w:rsid w:val="001832A6"/>
    <w:rsid w:val="001A0AB5"/>
    <w:rsid w:val="001D4107"/>
    <w:rsid w:val="00203D24"/>
    <w:rsid w:val="0021217E"/>
    <w:rsid w:val="0023300C"/>
    <w:rsid w:val="00243430"/>
    <w:rsid w:val="0024672D"/>
    <w:rsid w:val="00247EB0"/>
    <w:rsid w:val="002634C4"/>
    <w:rsid w:val="00263D2F"/>
    <w:rsid w:val="002674A7"/>
    <w:rsid w:val="00276B76"/>
    <w:rsid w:val="002928D3"/>
    <w:rsid w:val="00292E4A"/>
    <w:rsid w:val="002C568E"/>
    <w:rsid w:val="002D4B53"/>
    <w:rsid w:val="002E305A"/>
    <w:rsid w:val="002F1FE6"/>
    <w:rsid w:val="002F4E68"/>
    <w:rsid w:val="002F5D09"/>
    <w:rsid w:val="00312F7F"/>
    <w:rsid w:val="0032075E"/>
    <w:rsid w:val="003264AF"/>
    <w:rsid w:val="00336290"/>
    <w:rsid w:val="00361450"/>
    <w:rsid w:val="003673CF"/>
    <w:rsid w:val="0037273C"/>
    <w:rsid w:val="003845C1"/>
    <w:rsid w:val="003846BB"/>
    <w:rsid w:val="0038681B"/>
    <w:rsid w:val="00392417"/>
    <w:rsid w:val="00393D71"/>
    <w:rsid w:val="003A6F89"/>
    <w:rsid w:val="003B28C8"/>
    <w:rsid w:val="003B38C1"/>
    <w:rsid w:val="003C34E9"/>
    <w:rsid w:val="003E3680"/>
    <w:rsid w:val="00423E3E"/>
    <w:rsid w:val="00427AF4"/>
    <w:rsid w:val="00456C4D"/>
    <w:rsid w:val="004627BF"/>
    <w:rsid w:val="004647DA"/>
    <w:rsid w:val="00471BD4"/>
    <w:rsid w:val="00474062"/>
    <w:rsid w:val="00477D6B"/>
    <w:rsid w:val="0048260E"/>
    <w:rsid w:val="00492308"/>
    <w:rsid w:val="004B722D"/>
    <w:rsid w:val="004E4864"/>
    <w:rsid w:val="004E65DE"/>
    <w:rsid w:val="005019FF"/>
    <w:rsid w:val="00514EBC"/>
    <w:rsid w:val="00515540"/>
    <w:rsid w:val="0053057A"/>
    <w:rsid w:val="00545A28"/>
    <w:rsid w:val="00555A90"/>
    <w:rsid w:val="00556076"/>
    <w:rsid w:val="00560A29"/>
    <w:rsid w:val="00595D04"/>
    <w:rsid w:val="005A09CA"/>
    <w:rsid w:val="005B33E8"/>
    <w:rsid w:val="005C24E8"/>
    <w:rsid w:val="005C6649"/>
    <w:rsid w:val="005D1C3E"/>
    <w:rsid w:val="005E222F"/>
    <w:rsid w:val="00603B49"/>
    <w:rsid w:val="00605827"/>
    <w:rsid w:val="00607ED8"/>
    <w:rsid w:val="00646050"/>
    <w:rsid w:val="0064673D"/>
    <w:rsid w:val="0066690E"/>
    <w:rsid w:val="006713CA"/>
    <w:rsid w:val="00676C5C"/>
    <w:rsid w:val="00676C5F"/>
    <w:rsid w:val="006841D9"/>
    <w:rsid w:val="00691087"/>
    <w:rsid w:val="006A2F9E"/>
    <w:rsid w:val="006B59A0"/>
    <w:rsid w:val="006C0FA0"/>
    <w:rsid w:val="006C7209"/>
    <w:rsid w:val="006D3FD6"/>
    <w:rsid w:val="00720EFD"/>
    <w:rsid w:val="0073093D"/>
    <w:rsid w:val="00731549"/>
    <w:rsid w:val="007355E9"/>
    <w:rsid w:val="00771D9D"/>
    <w:rsid w:val="007842D0"/>
    <w:rsid w:val="0078431F"/>
    <w:rsid w:val="00793A7C"/>
    <w:rsid w:val="00795982"/>
    <w:rsid w:val="007A398A"/>
    <w:rsid w:val="007C7AE4"/>
    <w:rsid w:val="007D1613"/>
    <w:rsid w:val="007D2C9E"/>
    <w:rsid w:val="007D56CB"/>
    <w:rsid w:val="007E17DB"/>
    <w:rsid w:val="007E4C0E"/>
    <w:rsid w:val="00807AA5"/>
    <w:rsid w:val="00811F19"/>
    <w:rsid w:val="00813BCE"/>
    <w:rsid w:val="00817D94"/>
    <w:rsid w:val="008222C3"/>
    <w:rsid w:val="00823690"/>
    <w:rsid w:val="00842E7C"/>
    <w:rsid w:val="00844782"/>
    <w:rsid w:val="00882E46"/>
    <w:rsid w:val="008936C6"/>
    <w:rsid w:val="00893FDA"/>
    <w:rsid w:val="00894DF7"/>
    <w:rsid w:val="008A134B"/>
    <w:rsid w:val="008B12C6"/>
    <w:rsid w:val="008B2CC1"/>
    <w:rsid w:val="008B60B2"/>
    <w:rsid w:val="008B7A39"/>
    <w:rsid w:val="008F2EBE"/>
    <w:rsid w:val="008F5686"/>
    <w:rsid w:val="0090731E"/>
    <w:rsid w:val="00916EE2"/>
    <w:rsid w:val="009177B2"/>
    <w:rsid w:val="00922056"/>
    <w:rsid w:val="00940D21"/>
    <w:rsid w:val="00944669"/>
    <w:rsid w:val="00946CA8"/>
    <w:rsid w:val="0095191B"/>
    <w:rsid w:val="00954808"/>
    <w:rsid w:val="009551CB"/>
    <w:rsid w:val="00966A22"/>
    <w:rsid w:val="0096722F"/>
    <w:rsid w:val="00980843"/>
    <w:rsid w:val="0099447A"/>
    <w:rsid w:val="009A4B08"/>
    <w:rsid w:val="009C6F28"/>
    <w:rsid w:val="009E2791"/>
    <w:rsid w:val="009E3F6F"/>
    <w:rsid w:val="009F499F"/>
    <w:rsid w:val="00A23E01"/>
    <w:rsid w:val="00A37342"/>
    <w:rsid w:val="00A42DAF"/>
    <w:rsid w:val="00A45BD8"/>
    <w:rsid w:val="00A538D2"/>
    <w:rsid w:val="00A54785"/>
    <w:rsid w:val="00A60510"/>
    <w:rsid w:val="00A73DDE"/>
    <w:rsid w:val="00A869B7"/>
    <w:rsid w:val="00A95675"/>
    <w:rsid w:val="00AC205C"/>
    <w:rsid w:val="00AC326C"/>
    <w:rsid w:val="00AF0A6B"/>
    <w:rsid w:val="00B01A7F"/>
    <w:rsid w:val="00B05A69"/>
    <w:rsid w:val="00B2290E"/>
    <w:rsid w:val="00B310E5"/>
    <w:rsid w:val="00B50011"/>
    <w:rsid w:val="00B50ED4"/>
    <w:rsid w:val="00B511C5"/>
    <w:rsid w:val="00B53385"/>
    <w:rsid w:val="00B75281"/>
    <w:rsid w:val="00B80439"/>
    <w:rsid w:val="00B819F7"/>
    <w:rsid w:val="00B84E15"/>
    <w:rsid w:val="00B92F1F"/>
    <w:rsid w:val="00B9734B"/>
    <w:rsid w:val="00BA30E2"/>
    <w:rsid w:val="00BB7E69"/>
    <w:rsid w:val="00BC503B"/>
    <w:rsid w:val="00BD2BEA"/>
    <w:rsid w:val="00BD6158"/>
    <w:rsid w:val="00BF5212"/>
    <w:rsid w:val="00C11BFE"/>
    <w:rsid w:val="00C23746"/>
    <w:rsid w:val="00C5068F"/>
    <w:rsid w:val="00C86D74"/>
    <w:rsid w:val="00C903A8"/>
    <w:rsid w:val="00C90853"/>
    <w:rsid w:val="00CA1CDF"/>
    <w:rsid w:val="00CB0745"/>
    <w:rsid w:val="00CC1275"/>
    <w:rsid w:val="00CC654A"/>
    <w:rsid w:val="00CD04F1"/>
    <w:rsid w:val="00CD1D6E"/>
    <w:rsid w:val="00CF681A"/>
    <w:rsid w:val="00D00D90"/>
    <w:rsid w:val="00D07C78"/>
    <w:rsid w:val="00D45252"/>
    <w:rsid w:val="00D53B09"/>
    <w:rsid w:val="00D71B4D"/>
    <w:rsid w:val="00D735C8"/>
    <w:rsid w:val="00D77A09"/>
    <w:rsid w:val="00D93D55"/>
    <w:rsid w:val="00D94377"/>
    <w:rsid w:val="00DD7B7F"/>
    <w:rsid w:val="00E05417"/>
    <w:rsid w:val="00E15015"/>
    <w:rsid w:val="00E335FE"/>
    <w:rsid w:val="00E35CD5"/>
    <w:rsid w:val="00E40B36"/>
    <w:rsid w:val="00E41C94"/>
    <w:rsid w:val="00E4606C"/>
    <w:rsid w:val="00E516E1"/>
    <w:rsid w:val="00E5799B"/>
    <w:rsid w:val="00E676F8"/>
    <w:rsid w:val="00E821CA"/>
    <w:rsid w:val="00E979B7"/>
    <w:rsid w:val="00EA7D6E"/>
    <w:rsid w:val="00EB2F76"/>
    <w:rsid w:val="00EC27FF"/>
    <w:rsid w:val="00EC4E49"/>
    <w:rsid w:val="00ED72F5"/>
    <w:rsid w:val="00ED77FB"/>
    <w:rsid w:val="00EE45FA"/>
    <w:rsid w:val="00EE5FA7"/>
    <w:rsid w:val="00EE758D"/>
    <w:rsid w:val="00F043DE"/>
    <w:rsid w:val="00F34F46"/>
    <w:rsid w:val="00F366FC"/>
    <w:rsid w:val="00F47712"/>
    <w:rsid w:val="00F66152"/>
    <w:rsid w:val="00F9165B"/>
    <w:rsid w:val="00FA6478"/>
    <w:rsid w:val="00FF05A4"/>
    <w:rsid w:val="00FF4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BC0C9FF"/>
  <w15:docId w15:val="{BE3CC504-2500-4672-ADCF-41DD0087B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Sessiontitle">
    <w:name w:val="Session title"/>
    <w:basedOn w:val="Normal"/>
    <w:next w:val="Normal"/>
    <w:rsid w:val="00BD2BEA"/>
    <w:pPr>
      <w:spacing w:before="480" w:line="336" w:lineRule="exact"/>
      <w:contextualSpacing/>
    </w:pPr>
    <w:rPr>
      <w:rFonts w:eastAsia="Times New Roman" w:cs="Times New Roman"/>
      <w:b/>
      <w:sz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BD2BEA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paragraph" w:styleId="ListParagraph">
    <w:name w:val="List Paragraph"/>
    <w:basedOn w:val="Normal"/>
    <w:uiPriority w:val="34"/>
    <w:qFormat/>
    <w:rsid w:val="00E676F8"/>
    <w:pPr>
      <w:ind w:left="720"/>
      <w:contextualSpacing/>
    </w:pPr>
  </w:style>
  <w:style w:type="numbering" w:customStyle="1" w:styleId="CurrentList1">
    <w:name w:val="Current List1"/>
    <w:uiPriority w:val="99"/>
    <w:rsid w:val="007842D0"/>
    <w:pPr>
      <w:numPr>
        <w:numId w:val="10"/>
      </w:numPr>
    </w:pPr>
  </w:style>
  <w:style w:type="numbering" w:customStyle="1" w:styleId="CurrentList2">
    <w:name w:val="Current List2"/>
    <w:uiPriority w:val="99"/>
    <w:rsid w:val="007842D0"/>
    <w:pPr>
      <w:numPr>
        <w:numId w:val="12"/>
      </w:numPr>
    </w:pPr>
  </w:style>
  <w:style w:type="numbering" w:customStyle="1" w:styleId="CurrentList3">
    <w:name w:val="Current List3"/>
    <w:uiPriority w:val="99"/>
    <w:rsid w:val="007842D0"/>
    <w:pPr>
      <w:numPr>
        <w:numId w:val="14"/>
      </w:numPr>
    </w:pPr>
  </w:style>
  <w:style w:type="numbering" w:customStyle="1" w:styleId="CurrentList4">
    <w:name w:val="Current List4"/>
    <w:uiPriority w:val="99"/>
    <w:rsid w:val="007842D0"/>
    <w:pPr>
      <w:numPr>
        <w:numId w:val="16"/>
      </w:numPr>
    </w:pPr>
  </w:style>
  <w:style w:type="numbering" w:customStyle="1" w:styleId="CurrentList5">
    <w:name w:val="Current List5"/>
    <w:uiPriority w:val="99"/>
    <w:rsid w:val="00CD1D6E"/>
    <w:pPr>
      <w:numPr>
        <w:numId w:val="19"/>
      </w:numPr>
    </w:pPr>
  </w:style>
  <w:style w:type="character" w:styleId="CommentReference">
    <w:name w:val="annotation reference"/>
    <w:basedOn w:val="DefaultParagraphFont"/>
    <w:semiHidden/>
    <w:unhideWhenUsed/>
    <w:rsid w:val="00162F6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62F63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162F63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162F63"/>
    <w:rPr>
      <w:rFonts w:ascii="Arial" w:eastAsia="SimSun" w:hAnsi="Arial" w:cs="Arial"/>
      <w:b/>
      <w:bCs/>
      <w:sz w:val="18"/>
      <w:lang w:val="en-US" w:eastAsia="zh-CN"/>
    </w:rPr>
  </w:style>
  <w:style w:type="paragraph" w:styleId="Revision">
    <w:name w:val="Revision"/>
    <w:hidden/>
    <w:uiPriority w:val="99"/>
    <w:semiHidden/>
    <w:rsid w:val="0073093D"/>
    <w:rPr>
      <w:rFonts w:ascii="Arial" w:eastAsia="SimSun" w:hAnsi="Arial" w:cs="Arial"/>
      <w:sz w:val="22"/>
      <w:lang w:val="en-US" w:eastAsia="zh-CN"/>
    </w:rPr>
  </w:style>
  <w:style w:type="paragraph" w:customStyle="1" w:styleId="pf0">
    <w:name w:val="pf0"/>
    <w:basedOn w:val="Normal"/>
    <w:rsid w:val="00E40B3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cf01">
    <w:name w:val="cf01"/>
    <w:basedOn w:val="DefaultParagraphFont"/>
    <w:rsid w:val="00E40B36"/>
    <w:rPr>
      <w:rFonts w:ascii="Segoe UI" w:hAnsi="Segoe UI" w:cs="Segoe UI" w:hint="default"/>
      <w:sz w:val="18"/>
      <w:szCs w:val="18"/>
    </w:rPr>
  </w:style>
  <w:style w:type="table" w:styleId="TableGrid">
    <w:name w:val="Table Grid"/>
    <w:basedOn w:val="TableNormal"/>
    <w:uiPriority w:val="39"/>
    <w:rsid w:val="00B310E5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semiHidden/>
    <w:unhideWhenUsed/>
    <w:rsid w:val="00FF48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97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Meeting%20Document%20(E)%20Accessibl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DFCAC7-35A1-4D3B-A62D-F747F1892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Meeting Document (E) Accessible.dotm</Template>
  <TotalTime>9</TotalTime>
  <Pages>2</Pages>
  <Words>218</Words>
  <Characters>1251</Characters>
  <Application>Microsoft Office Word</Application>
  <DocSecurity>0</DocSecurity>
  <Lines>78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Standardization Workshop Draft Program</vt:lpstr>
    </vt:vector>
  </TitlesOfParts>
  <Company>WIPO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Standardization Workshop Draft Program</dc:title>
  <dc:subject>Name Standardization Workshop Draft Program</dc:subject>
  <dc:creator>WIPO</dc:creator>
  <cp:keywords>WIPO, CWS, Standard, Workshop, Name Standardization, Program</cp:keywords>
  <cp:lastModifiedBy>EMMETT Claudia</cp:lastModifiedBy>
  <cp:revision>6</cp:revision>
  <cp:lastPrinted>2011-02-15T11:56:00Z</cp:lastPrinted>
  <dcterms:created xsi:type="dcterms:W3CDTF">2025-02-28T09:53:00Z</dcterms:created>
  <dcterms:modified xsi:type="dcterms:W3CDTF">2025-02-28T14:05:00Z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ClassificationContentMarkingFooterShapeIds">
    <vt:lpwstr>17db88ec,1724ed38,fd6c9fa</vt:lpwstr>
  </property>
  <property fmtid="{D5CDD505-2E9C-101B-9397-08002B2CF9AE}" pid="8" name="ClassificationContentMarkingFooterFontProps">
    <vt:lpwstr>#000000,10,Calibri</vt:lpwstr>
  </property>
  <property fmtid="{D5CDD505-2E9C-101B-9397-08002B2CF9AE}" pid="9" name="ClassificationContentMarkingFooterText">
    <vt:lpwstr>WIPO FOR OFFICIAL USE ONLY </vt:lpwstr>
  </property>
  <property fmtid="{D5CDD505-2E9C-101B-9397-08002B2CF9AE}" pid="10" name="MSIP_Label_bfc084f7-b690-4c43-8ee6-d475b6d3461d_Enabled">
    <vt:lpwstr>true</vt:lpwstr>
  </property>
  <property fmtid="{D5CDD505-2E9C-101B-9397-08002B2CF9AE}" pid="11" name="MSIP_Label_bfc084f7-b690-4c43-8ee6-d475b6d3461d_SetDate">
    <vt:lpwstr>2025-02-08T17:49:07Z</vt:lpwstr>
  </property>
  <property fmtid="{D5CDD505-2E9C-101B-9397-08002B2CF9AE}" pid="12" name="MSIP_Label_bfc084f7-b690-4c43-8ee6-d475b6d3461d_Method">
    <vt:lpwstr>Standard</vt:lpwstr>
  </property>
  <property fmtid="{D5CDD505-2E9C-101B-9397-08002B2CF9AE}" pid="13" name="MSIP_Label_bfc084f7-b690-4c43-8ee6-d475b6d3461d_Name">
    <vt:lpwstr>FOR OFFICIAL USE ONLY</vt:lpwstr>
  </property>
  <property fmtid="{D5CDD505-2E9C-101B-9397-08002B2CF9AE}" pid="14" name="MSIP_Label_bfc084f7-b690-4c43-8ee6-d475b6d3461d_SiteId">
    <vt:lpwstr>faa31b06-8ccc-48c9-867f-f7510dd11c02</vt:lpwstr>
  </property>
  <property fmtid="{D5CDD505-2E9C-101B-9397-08002B2CF9AE}" pid="15" name="MSIP_Label_bfc084f7-b690-4c43-8ee6-d475b6d3461d_ActionId">
    <vt:lpwstr>ffb48a0c-0a94-4926-a4bf-ea68074fdb63</vt:lpwstr>
  </property>
  <property fmtid="{D5CDD505-2E9C-101B-9397-08002B2CF9AE}" pid="16" name="MSIP_Label_bfc084f7-b690-4c43-8ee6-d475b6d3461d_ContentBits">
    <vt:lpwstr>2</vt:lpwstr>
  </property>
</Properties>
</file>