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05AB2" w14:textId="77777777" w:rsidR="000E4AA6" w:rsidRPr="00852FF9" w:rsidRDefault="000E4AA6" w:rsidP="00852FF9">
      <w:pPr>
        <w:pStyle w:val="Heading1"/>
        <w:jc w:val="center"/>
        <w:rPr>
          <w:sz w:val="17"/>
          <w:szCs w:val="17"/>
        </w:rPr>
      </w:pPr>
      <w:r w:rsidRPr="00852FF9">
        <w:rPr>
          <w:sz w:val="17"/>
          <w:szCs w:val="17"/>
        </w:rPr>
        <w:t>NUMBERING OF APPLICATIONS AND PRIORITY APPLICATIONS – FORMER PRACTICES</w:t>
      </w:r>
    </w:p>
    <w:p w14:paraId="61FF4030" w14:textId="77777777" w:rsidR="006937EE" w:rsidRDefault="006937EE" w:rsidP="006937EE">
      <w:pPr>
        <w:pStyle w:val="ContinueOrEndOfFile"/>
        <w:spacing w:before="170" w:after="170"/>
        <w:jc w:val="center"/>
        <w:rPr>
          <w:rFonts w:cs="Arial"/>
          <w:i/>
          <w:szCs w:val="17"/>
        </w:rPr>
      </w:pPr>
      <w:r w:rsidRPr="00800F32">
        <w:rPr>
          <w:rFonts w:cs="Arial"/>
          <w:i/>
          <w:szCs w:val="17"/>
        </w:rPr>
        <w:t>(DRAFT)</w:t>
      </w:r>
    </w:p>
    <w:p w14:paraId="184E66C7" w14:textId="77777777" w:rsidR="00AB2E98" w:rsidRPr="00800F32" w:rsidRDefault="00AB2E98" w:rsidP="006937EE">
      <w:pPr>
        <w:pStyle w:val="ContinueOrEndOfFile"/>
        <w:spacing w:before="170" w:after="170"/>
        <w:jc w:val="center"/>
        <w:rPr>
          <w:rFonts w:cs="Arial"/>
          <w:i/>
          <w:szCs w:val="17"/>
        </w:rPr>
      </w:pPr>
    </w:p>
    <w:p w14:paraId="12C9A501" w14:textId="77777777" w:rsidR="000E4AA6" w:rsidRDefault="000E4AA6" w:rsidP="006937EE">
      <w:pPr>
        <w:jc w:val="center"/>
        <w:rPr>
          <w:i/>
          <w:sz w:val="17"/>
          <w:szCs w:val="17"/>
        </w:rPr>
      </w:pPr>
      <w:r w:rsidRPr="00800F32">
        <w:rPr>
          <w:i/>
          <w:sz w:val="17"/>
          <w:szCs w:val="17"/>
        </w:rPr>
        <w:t>Editorial Note by the International Bureau</w:t>
      </w:r>
    </w:p>
    <w:p w14:paraId="5033D585" w14:textId="77777777" w:rsidR="006024A5" w:rsidRPr="006937EE" w:rsidRDefault="006024A5" w:rsidP="00F00581">
      <w:pPr>
        <w:spacing w:before="170" w:after="170"/>
        <w:jc w:val="center"/>
        <w:rPr>
          <w:rStyle w:val="Emphasis"/>
          <w:i w:val="0"/>
          <w:iCs w:val="0"/>
          <w:sz w:val="17"/>
          <w:szCs w:val="17"/>
        </w:rPr>
      </w:pPr>
    </w:p>
    <w:p w14:paraId="7F0B7938" w14:textId="77777777" w:rsidR="006024A5" w:rsidRPr="006937EE" w:rsidRDefault="006024A5" w:rsidP="00F00581">
      <w:pPr>
        <w:spacing w:before="170" w:after="170"/>
        <w:jc w:val="center"/>
        <w:rPr>
          <w:rStyle w:val="Emphasis"/>
          <w:i w:val="0"/>
          <w:iCs w:val="0"/>
          <w:sz w:val="17"/>
          <w:szCs w:val="17"/>
        </w:rPr>
      </w:pPr>
    </w:p>
    <w:p w14:paraId="7E9B767C" w14:textId="4E17FE96" w:rsidR="000E4AA6" w:rsidRPr="006937EE" w:rsidRDefault="000E4AA6" w:rsidP="00F00581">
      <w:pPr>
        <w:spacing w:before="170" w:after="170"/>
        <w:ind w:firstLine="567"/>
        <w:rPr>
          <w:sz w:val="17"/>
          <w:szCs w:val="17"/>
        </w:rPr>
      </w:pPr>
      <w:r w:rsidRPr="006937EE">
        <w:rPr>
          <w:sz w:val="17"/>
          <w:szCs w:val="17"/>
        </w:rPr>
        <w:t xml:space="preserve">The following survey provides examples of application and priority application numbers assigned by industrial property offices (IPOs) in the past, as well as information on the codes used for indicating the type of industrial property rights, position of different parts of application number and other relevant remarks.  This survey complements the survey “Numbering of applications and priority applications – Current practices”, which is published in </w:t>
      </w:r>
      <w:hyperlink r:id="rId13" w:history="1">
        <w:r w:rsidRPr="006937EE">
          <w:rPr>
            <w:rStyle w:val="Hyperlink"/>
            <w:sz w:val="17"/>
            <w:szCs w:val="17"/>
          </w:rPr>
          <w:t>Part 7.2.6</w:t>
        </w:r>
      </w:hyperlink>
      <w:r w:rsidRPr="006937EE">
        <w:rPr>
          <w:sz w:val="17"/>
          <w:szCs w:val="17"/>
        </w:rPr>
        <w:t xml:space="preserve"> of the WIPO Handbook.</w:t>
      </w:r>
    </w:p>
    <w:p w14:paraId="1E968B19" w14:textId="77777777" w:rsidR="006A6D3F" w:rsidRPr="006937EE" w:rsidRDefault="006A6D3F" w:rsidP="00AB2E98">
      <w:pPr>
        <w:spacing w:before="170" w:after="170"/>
        <w:rPr>
          <w:sz w:val="17"/>
          <w:szCs w:val="17"/>
        </w:rPr>
      </w:pPr>
    </w:p>
    <w:p w14:paraId="3ED88D19" w14:textId="77777777" w:rsidR="00AB2E98" w:rsidRDefault="00AB2E98">
      <w:pPr>
        <w:rPr>
          <w:b/>
          <w:bCs/>
          <w:kern w:val="32"/>
          <w:sz w:val="17"/>
          <w:szCs w:val="17"/>
        </w:rPr>
      </w:pPr>
      <w:r>
        <w:rPr>
          <w:caps/>
          <w:sz w:val="17"/>
          <w:szCs w:val="17"/>
        </w:rPr>
        <w:br w:type="page"/>
      </w:r>
    </w:p>
    <w:p w14:paraId="3357DD7D" w14:textId="77777777" w:rsidR="00025826" w:rsidRDefault="00025826" w:rsidP="00852FF9">
      <w:pPr>
        <w:pStyle w:val="Heading1"/>
        <w:jc w:val="center"/>
        <w:rPr>
          <w:sz w:val="17"/>
          <w:szCs w:val="17"/>
        </w:rPr>
      </w:pPr>
      <w:r w:rsidRPr="00852FF9">
        <w:rPr>
          <w:sz w:val="17"/>
          <w:szCs w:val="17"/>
        </w:rPr>
        <w:lastRenderedPageBreak/>
        <w:t>NUMBERING OF APPLICATIONS AND PRIORITY APPLICATIONS – FORMER PRACTICES</w:t>
      </w:r>
    </w:p>
    <w:p w14:paraId="522CD1CA" w14:textId="77777777" w:rsidR="002D52E5" w:rsidRDefault="002D52E5" w:rsidP="002D52E5">
      <w:pPr>
        <w:pStyle w:val="ContinueOrEndOfFile"/>
        <w:spacing w:before="170" w:after="170"/>
        <w:jc w:val="center"/>
        <w:rPr>
          <w:rFonts w:cs="Arial"/>
          <w:i/>
          <w:szCs w:val="17"/>
        </w:rPr>
      </w:pPr>
      <w:r w:rsidRPr="00800F32">
        <w:rPr>
          <w:rFonts w:cs="Arial"/>
          <w:i/>
          <w:szCs w:val="17"/>
        </w:rPr>
        <w:t>(DRAFT)</w:t>
      </w:r>
    </w:p>
    <w:p w14:paraId="3CBE5B85" w14:textId="77777777" w:rsidR="00852FF9" w:rsidRPr="00852FF9" w:rsidRDefault="00852FF9" w:rsidP="00852FF9">
      <w:pPr>
        <w:jc w:val="center"/>
      </w:pP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FC7E5F" w:rsidRPr="006B3432" w14:paraId="5EC283A8" w14:textId="77777777" w:rsidTr="00852FF9">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14:paraId="39FAA321" w14:textId="77777777" w:rsidR="00FC7E5F" w:rsidRPr="006B3432" w:rsidRDefault="00FC7E5F" w:rsidP="00852FF9">
            <w:pPr>
              <w:spacing w:before="40" w:after="40"/>
              <w:ind w:left="-57" w:right="-57"/>
              <w:jc w:val="center"/>
              <w:rPr>
                <w:b/>
                <w:sz w:val="16"/>
                <w:szCs w:val="16"/>
              </w:rPr>
            </w:pPr>
            <w:r w:rsidRPr="006B3432">
              <w:rPr>
                <w:b/>
                <w:sz w:val="16"/>
                <w:szCs w:val="16"/>
              </w:rPr>
              <w:t>Country</w:t>
            </w:r>
            <w:r w:rsidRPr="006B3432">
              <w:rPr>
                <w:b/>
                <w:sz w:val="16"/>
                <w:szCs w:val="16"/>
              </w:rPr>
              <w:br/>
              <w:t>or</w:t>
            </w:r>
            <w:r w:rsidRPr="006B3432">
              <w:rPr>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14:paraId="5F510094" w14:textId="77777777" w:rsidR="00FC7E5F" w:rsidRPr="006B3432" w:rsidRDefault="00FC7E5F" w:rsidP="00852FF9">
            <w:pPr>
              <w:spacing w:before="40" w:after="40"/>
              <w:ind w:left="-57" w:right="-57"/>
              <w:jc w:val="center"/>
              <w:rPr>
                <w:b/>
                <w:sz w:val="16"/>
              </w:rPr>
            </w:pPr>
            <w:r w:rsidRPr="006B3432">
              <w:rPr>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14:paraId="41901491" w14:textId="77777777" w:rsidR="00FC7E5F" w:rsidRPr="006B3432" w:rsidRDefault="00FC7E5F" w:rsidP="00852FF9">
            <w:pPr>
              <w:spacing w:before="40" w:after="40"/>
              <w:ind w:left="-57" w:right="-57"/>
              <w:jc w:val="center"/>
              <w:rPr>
                <w:b/>
                <w:sz w:val="16"/>
              </w:rPr>
            </w:pPr>
            <w:r w:rsidRPr="006B3432">
              <w:rPr>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14:paraId="4F71E09B" w14:textId="77777777" w:rsidR="00FC7E5F" w:rsidRPr="006B3432" w:rsidRDefault="00FC7E5F" w:rsidP="00852FF9">
            <w:pPr>
              <w:spacing w:before="40" w:after="40"/>
              <w:jc w:val="center"/>
              <w:rPr>
                <w:b/>
                <w:sz w:val="16"/>
              </w:rPr>
            </w:pPr>
            <w:r w:rsidRPr="006B3432">
              <w:rPr>
                <w:b/>
                <w:sz w:val="16"/>
              </w:rPr>
              <w:t>Remarks</w:t>
            </w:r>
          </w:p>
        </w:tc>
      </w:tr>
      <w:tr w:rsidR="00FC7E5F" w:rsidRPr="006B3432" w14:paraId="5313637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741ACB4" w14:textId="77777777" w:rsidR="00FC7E5F" w:rsidRPr="006B3432" w:rsidRDefault="00FC7E5F" w:rsidP="00852FF9">
            <w:pPr>
              <w:keepNext/>
              <w:spacing w:before="120"/>
              <w:ind w:left="-57" w:right="-57"/>
              <w:jc w:val="center"/>
              <w:rPr>
                <w:b/>
                <w:noProof/>
                <w:sz w:val="16"/>
                <w:szCs w:val="16"/>
              </w:rPr>
            </w:pPr>
            <w:r w:rsidRPr="006B3432">
              <w:rPr>
                <w:b/>
                <w:noProof/>
                <w:sz w:val="16"/>
                <w:szCs w:val="16"/>
              </w:rPr>
              <w:t>AU</w:t>
            </w:r>
          </w:p>
          <w:p w14:paraId="5D8B6C13" w14:textId="77777777" w:rsidR="00FC7E5F" w:rsidRPr="006B3432" w:rsidRDefault="00FC7E5F" w:rsidP="00852FF9">
            <w:pPr>
              <w:keepNext/>
              <w:spacing w:before="120"/>
              <w:ind w:left="-57" w:right="-57"/>
              <w:jc w:val="center"/>
              <w:rPr>
                <w:b/>
                <w:noProof/>
                <w:sz w:val="16"/>
                <w:szCs w:val="16"/>
              </w:rPr>
            </w:pPr>
            <w:r w:rsidRPr="006B3432">
              <w:rPr>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14:paraId="48BE0A51" w14:textId="77777777" w:rsidR="00FC7E5F" w:rsidRPr="00383723" w:rsidRDefault="00FC7E5F" w:rsidP="00852FF9">
            <w:pPr>
              <w:spacing w:before="120"/>
              <w:ind w:left="-58" w:right="-58"/>
              <w:jc w:val="center"/>
              <w:rPr>
                <w:noProof/>
                <w:sz w:val="17"/>
                <w:szCs w:val="17"/>
              </w:rPr>
            </w:pPr>
            <w:r w:rsidRPr="00383723">
              <w:rPr>
                <w:noProof/>
                <w:sz w:val="17"/>
                <w:szCs w:val="17"/>
              </w:rPr>
              <w:t>69179/91</w:t>
            </w:r>
          </w:p>
          <w:p w14:paraId="3D9E911B" w14:textId="77777777" w:rsidR="00FC7E5F" w:rsidRPr="00383723" w:rsidRDefault="00FC7E5F" w:rsidP="00852FF9">
            <w:pPr>
              <w:spacing w:before="120"/>
              <w:ind w:left="-58" w:right="-58"/>
              <w:jc w:val="center"/>
              <w:rPr>
                <w:noProof/>
                <w:sz w:val="17"/>
                <w:szCs w:val="17"/>
              </w:rPr>
            </w:pPr>
            <w:r w:rsidRPr="00383723">
              <w:rPr>
                <w:noProof/>
                <w:sz w:val="17"/>
                <w:szCs w:val="17"/>
              </w:rPr>
              <w:t>10611/92</w:t>
            </w:r>
          </w:p>
          <w:p w14:paraId="07317DD2" w14:textId="77777777" w:rsidR="00FC7E5F" w:rsidRPr="006B3432" w:rsidRDefault="00FC7E5F" w:rsidP="00852FF9">
            <w:pPr>
              <w:spacing w:before="120"/>
              <w:ind w:left="-58" w:right="-58"/>
              <w:jc w:val="center"/>
              <w:rPr>
                <w:noProof/>
                <w:sz w:val="16"/>
              </w:rPr>
            </w:pPr>
            <w:r w:rsidRPr="00383723">
              <w:rPr>
                <w:noProof/>
                <w:sz w:val="17"/>
                <w:szCs w:val="17"/>
              </w:rPr>
              <w:t>39945/89</w:t>
            </w:r>
          </w:p>
        </w:tc>
        <w:tc>
          <w:tcPr>
            <w:tcW w:w="1561" w:type="dxa"/>
            <w:tcBorders>
              <w:top w:val="single" w:sz="6" w:space="0" w:color="auto"/>
              <w:left w:val="single" w:sz="6" w:space="0" w:color="auto"/>
              <w:bottom w:val="single" w:sz="6" w:space="0" w:color="auto"/>
              <w:right w:val="single" w:sz="6" w:space="0" w:color="auto"/>
            </w:tcBorders>
          </w:tcPr>
          <w:p w14:paraId="10B49FEF" w14:textId="77777777" w:rsidR="00FC7E5F" w:rsidRPr="006B3432" w:rsidRDefault="00FC7E5F" w:rsidP="00852FF9">
            <w:pPr>
              <w:spacing w:before="120"/>
              <w:ind w:left="-58" w:right="-58"/>
              <w:jc w:val="center"/>
              <w:rPr>
                <w:noProof/>
                <w:sz w:val="16"/>
              </w:rPr>
            </w:pPr>
            <w:r w:rsidRPr="006B3432">
              <w:rPr>
                <w:noProof/>
                <w:sz w:val="16"/>
              </w:rPr>
              <w:t>69179/91</w:t>
            </w:r>
          </w:p>
          <w:p w14:paraId="7C68419A" w14:textId="77777777" w:rsidR="00FC7E5F" w:rsidRPr="006B3432" w:rsidRDefault="00FC7E5F" w:rsidP="00852FF9">
            <w:pPr>
              <w:spacing w:before="120"/>
              <w:ind w:left="-58" w:right="-58"/>
              <w:jc w:val="center"/>
              <w:rPr>
                <w:noProof/>
                <w:sz w:val="16"/>
              </w:rPr>
            </w:pPr>
            <w:r w:rsidRPr="006B3432">
              <w:rPr>
                <w:noProof/>
                <w:sz w:val="16"/>
              </w:rPr>
              <w:t>10611/92</w:t>
            </w:r>
          </w:p>
          <w:p w14:paraId="46A9B079" w14:textId="77777777" w:rsidR="00FC7E5F" w:rsidRPr="006B3432" w:rsidRDefault="00FC7E5F" w:rsidP="00852FF9">
            <w:pPr>
              <w:spacing w:before="120"/>
              <w:ind w:left="-58" w:right="-58"/>
              <w:jc w:val="center"/>
              <w:rPr>
                <w:noProof/>
                <w:sz w:val="16"/>
              </w:rPr>
            </w:pPr>
            <w:r w:rsidRPr="006B3432">
              <w:rPr>
                <w:noProof/>
                <w:sz w:val="16"/>
              </w:rPr>
              <w:t>39945/89</w:t>
            </w:r>
          </w:p>
        </w:tc>
        <w:tc>
          <w:tcPr>
            <w:tcW w:w="4796" w:type="dxa"/>
            <w:gridSpan w:val="2"/>
            <w:tcBorders>
              <w:top w:val="single" w:sz="6" w:space="0" w:color="auto"/>
              <w:left w:val="single" w:sz="6" w:space="0" w:color="auto"/>
              <w:bottom w:val="single" w:sz="6" w:space="0" w:color="auto"/>
              <w:right w:val="single" w:sz="6" w:space="0" w:color="auto"/>
            </w:tcBorders>
            <w:hideMark/>
          </w:tcPr>
          <w:p w14:paraId="76E3F1CA" w14:textId="77777777" w:rsidR="00FC7E5F" w:rsidRPr="006B3432" w:rsidRDefault="00FC7E5F" w:rsidP="00852FF9">
            <w:pPr>
              <w:spacing w:before="120" w:after="60"/>
              <w:ind w:right="-57"/>
              <w:rPr>
                <w:sz w:val="16"/>
              </w:rPr>
            </w:pPr>
            <w:r w:rsidRPr="006B3432">
              <w:rPr>
                <w:sz w:val="16"/>
              </w:rPr>
              <w:t>Used from January 1, 1989, to July 5, 2002</w:t>
            </w:r>
            <w:r w:rsidRPr="006B3432">
              <w:rPr>
                <w:sz w:val="16"/>
              </w:rPr>
              <w:br/>
              <w:t>for</w:t>
            </w:r>
            <w:proofErr w:type="gramStart"/>
            <w:r w:rsidRPr="006B3432">
              <w:rPr>
                <w:sz w:val="16"/>
              </w:rPr>
              <w:t>:  Patents</w:t>
            </w:r>
            <w:proofErr w:type="gramEnd"/>
            <w:r w:rsidRPr="006B3432">
              <w:rPr>
                <w:sz w:val="16"/>
              </w:rPr>
              <w:t>, International applications filed under the PCT (PCT international phase), International patent applications under the PCT (PCT applications in the national phase)</w:t>
            </w:r>
          </w:p>
          <w:p w14:paraId="21BFB870" w14:textId="77777777" w:rsidR="00FC7E5F" w:rsidRPr="006B3432" w:rsidRDefault="00FC7E5F" w:rsidP="00852FF9">
            <w:pPr>
              <w:spacing w:before="120" w:after="60"/>
              <w:ind w:right="-57"/>
              <w:rPr>
                <w:sz w:val="16"/>
              </w:rPr>
            </w:pPr>
            <w:r w:rsidRPr="006B3432">
              <w:rPr>
                <w:sz w:val="16"/>
              </w:rPr>
              <w:t>Used from January 1, 1989, to May 23, 2001</w:t>
            </w:r>
            <w:r w:rsidRPr="006B3432">
              <w:rPr>
                <w:sz w:val="16"/>
              </w:rPr>
              <w:br/>
              <w:t>for</w:t>
            </w:r>
            <w:proofErr w:type="gramStart"/>
            <w:r w:rsidRPr="006B3432">
              <w:rPr>
                <w:sz w:val="16"/>
              </w:rPr>
              <w:t>:  Innovation</w:t>
            </w:r>
            <w:proofErr w:type="gramEnd"/>
            <w:r w:rsidRPr="006B3432">
              <w:rPr>
                <w:sz w:val="16"/>
              </w:rPr>
              <w:t>/simple/short-term/petty patent applications (Innovations)</w:t>
            </w:r>
          </w:p>
        </w:tc>
      </w:tr>
      <w:tr w:rsidR="00FC7E5F" w:rsidRPr="006B3432" w14:paraId="750A857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9DB068D"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297058B"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  In the above examples</w:t>
            </w:r>
            <w:r w:rsidRPr="006B3432">
              <w:rPr>
                <w:sz w:val="16"/>
              </w:rPr>
              <w:br/>
              <w:t>69179/91 is a patent application filed directly at IPAU in 1990</w:t>
            </w:r>
            <w:r w:rsidRPr="006B3432">
              <w:rPr>
                <w:sz w:val="16"/>
              </w:rPr>
              <w:br/>
              <w:t>10611/92 - patent application filed directly at IPAU in 1992</w:t>
            </w:r>
            <w:r w:rsidRPr="006B3432">
              <w:rPr>
                <w:sz w:val="16"/>
              </w:rPr>
              <w:br/>
              <w:t>39945/89 - petty Patent application filed directly at IPAU in 1989</w:t>
            </w:r>
          </w:p>
          <w:p w14:paraId="06BC99C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0C648A4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2 digits in positions 6-7 indicate the year of filing according to Gregorian calendar</w:t>
            </w:r>
          </w:p>
          <w:p w14:paraId="081908CE"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noProof/>
                <w:sz w:val="16"/>
              </w:rPr>
              <w:t>fixed length of 5 digits in positions 1 to 5.</w:t>
            </w:r>
          </w:p>
          <w:p w14:paraId="43737FD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0FCD72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noProof/>
                <w:sz w:val="16"/>
              </w:rPr>
              <w:t>N/A</w:t>
            </w:r>
          </w:p>
          <w:p w14:paraId="3ED74199"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t>Machine–readable presentation of application numbers is the same as print presentation described above.</w:t>
            </w:r>
          </w:p>
          <w:p w14:paraId="62FC4E2A" w14:textId="77777777" w:rsidR="00FC7E5F" w:rsidRPr="006B3432" w:rsidRDefault="00FC7E5F" w:rsidP="00852FF9">
            <w:pPr>
              <w:tabs>
                <w:tab w:val="left" w:pos="284"/>
              </w:tabs>
              <w:spacing w:before="120" w:after="20"/>
              <w:rPr>
                <w:sz w:val="16"/>
              </w:rPr>
            </w:pPr>
            <w:r w:rsidRPr="006B3432">
              <w:rPr>
                <w:sz w:val="16"/>
              </w:rPr>
              <w:t>Slash separates the main body of application number from the year of filing.</w:t>
            </w:r>
          </w:p>
          <w:p w14:paraId="044F9B52" w14:textId="77777777" w:rsidR="00FC7E5F" w:rsidRPr="006B3432" w:rsidRDefault="00FC7E5F" w:rsidP="00852FF9">
            <w:pPr>
              <w:tabs>
                <w:tab w:val="left" w:pos="284"/>
              </w:tabs>
              <w:spacing w:before="120" w:after="20"/>
              <w:rPr>
                <w:sz w:val="16"/>
              </w:rPr>
            </w:pPr>
            <w:r w:rsidRPr="006B3432">
              <w:rPr>
                <w:sz w:val="16"/>
              </w:rPr>
              <w:t xml:space="preserve">Code for the type of IP rights hadn’t been used by IP Australia before it moved to </w:t>
            </w:r>
            <w:proofErr w:type="gramStart"/>
            <w:r w:rsidRPr="006B3432">
              <w:rPr>
                <w:sz w:val="16"/>
              </w:rPr>
              <w:t>10 digit</w:t>
            </w:r>
            <w:proofErr w:type="gramEnd"/>
            <w:r w:rsidRPr="006B3432">
              <w:rPr>
                <w:sz w:val="16"/>
              </w:rPr>
              <w:t xml:space="preserve"> application numbering system</w:t>
            </w:r>
          </w:p>
          <w:p w14:paraId="7D064824"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are not counted for defining the position of elements of the application number.</w:t>
            </w:r>
          </w:p>
        </w:tc>
      </w:tr>
      <w:tr w:rsidR="00FC7E5F" w:rsidRPr="006B3432" w14:paraId="564E8EF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2FAFE25B" w14:textId="77777777" w:rsidR="00FC7E5F" w:rsidRPr="006B3432" w:rsidRDefault="00FC7E5F" w:rsidP="00852FF9">
            <w:pPr>
              <w:keepNext/>
              <w:spacing w:before="120"/>
              <w:ind w:left="-57" w:right="-57"/>
              <w:jc w:val="center"/>
              <w:rPr>
                <w:b/>
                <w:noProof/>
                <w:sz w:val="16"/>
                <w:szCs w:val="16"/>
              </w:rPr>
            </w:pPr>
            <w:r w:rsidRPr="006B3432">
              <w:rPr>
                <w:b/>
                <w:noProof/>
                <w:sz w:val="16"/>
                <w:szCs w:val="16"/>
              </w:rPr>
              <w:t>AU</w:t>
            </w:r>
          </w:p>
          <w:p w14:paraId="098B7DBA" w14:textId="77777777" w:rsidR="00FC7E5F" w:rsidRPr="006B3432" w:rsidRDefault="00FC7E5F" w:rsidP="00852FF9">
            <w:pPr>
              <w:keepNext/>
              <w:spacing w:before="120"/>
              <w:ind w:left="-57" w:right="-57"/>
              <w:jc w:val="center"/>
              <w:rPr>
                <w:b/>
                <w:noProof/>
                <w:sz w:val="16"/>
                <w:szCs w:val="16"/>
              </w:rPr>
            </w:pPr>
            <w:r w:rsidRPr="006B3432">
              <w:rPr>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14:paraId="4762F2AE" w14:textId="77777777" w:rsidR="00FC7E5F" w:rsidRPr="006B3432" w:rsidRDefault="00FC7E5F" w:rsidP="00852FF9">
            <w:pPr>
              <w:spacing w:before="120"/>
              <w:ind w:left="-58" w:right="-58"/>
              <w:jc w:val="center"/>
              <w:rPr>
                <w:noProof/>
                <w:sz w:val="16"/>
              </w:rPr>
            </w:pPr>
            <w:r w:rsidRPr="006B3432">
              <w:rPr>
                <w:noProof/>
                <w:sz w:val="16"/>
              </w:rPr>
              <w:t>1991PF1774</w:t>
            </w:r>
          </w:p>
          <w:p w14:paraId="3A04DA33" w14:textId="77777777" w:rsidR="00FC7E5F" w:rsidRPr="006B3432" w:rsidRDefault="00FC7E5F" w:rsidP="00852FF9">
            <w:pPr>
              <w:spacing w:before="120"/>
              <w:ind w:left="-58" w:right="-58"/>
              <w:jc w:val="center"/>
              <w:rPr>
                <w:noProof/>
                <w:sz w:val="16"/>
              </w:rPr>
            </w:pPr>
            <w:r w:rsidRPr="006B3432">
              <w:rPr>
                <w:noProof/>
                <w:sz w:val="16"/>
              </w:rPr>
              <w:t>1993PL6640</w:t>
            </w:r>
          </w:p>
          <w:p w14:paraId="673399F6" w14:textId="77777777" w:rsidR="00FC7E5F" w:rsidRPr="006B3432" w:rsidRDefault="00FC7E5F" w:rsidP="00852FF9">
            <w:pPr>
              <w:spacing w:before="120"/>
              <w:ind w:left="-58" w:right="-58"/>
              <w:jc w:val="center"/>
              <w:rPr>
                <w:noProof/>
                <w:sz w:val="16"/>
              </w:rPr>
            </w:pPr>
            <w:r w:rsidRPr="006B3432">
              <w:rPr>
                <w:noProof/>
                <w:sz w:val="16"/>
              </w:rPr>
              <w:t>1995PN0367</w:t>
            </w:r>
          </w:p>
          <w:p w14:paraId="41A65E7D" w14:textId="77777777" w:rsidR="00FC7E5F" w:rsidRPr="006B3432" w:rsidRDefault="00FC7E5F" w:rsidP="00852FF9">
            <w:pPr>
              <w:spacing w:before="120"/>
              <w:ind w:left="-58" w:right="-58"/>
              <w:jc w:val="center"/>
              <w:rPr>
                <w:noProof/>
                <w:sz w:val="16"/>
              </w:rPr>
            </w:pPr>
            <w:r w:rsidRPr="006B3432">
              <w:rPr>
                <w:noProof/>
                <w:sz w:val="16"/>
              </w:rPr>
              <w:t>1999PP8031</w:t>
            </w:r>
          </w:p>
        </w:tc>
        <w:tc>
          <w:tcPr>
            <w:tcW w:w="1561" w:type="dxa"/>
            <w:tcBorders>
              <w:top w:val="single" w:sz="6" w:space="0" w:color="auto"/>
              <w:left w:val="single" w:sz="6" w:space="0" w:color="auto"/>
              <w:bottom w:val="single" w:sz="6" w:space="0" w:color="auto"/>
              <w:right w:val="single" w:sz="6" w:space="0" w:color="auto"/>
            </w:tcBorders>
          </w:tcPr>
          <w:p w14:paraId="2683BF5F" w14:textId="77777777" w:rsidR="00FC7E5F" w:rsidRPr="006B3432" w:rsidRDefault="00FC7E5F" w:rsidP="00852FF9">
            <w:pPr>
              <w:spacing w:before="120"/>
              <w:ind w:left="-58" w:right="-58"/>
              <w:jc w:val="center"/>
              <w:rPr>
                <w:noProof/>
                <w:sz w:val="16"/>
              </w:rPr>
            </w:pPr>
            <w:r w:rsidRPr="006B3432">
              <w:rPr>
                <w:noProof/>
                <w:sz w:val="16"/>
              </w:rPr>
              <w:t>1991PF1774</w:t>
            </w:r>
          </w:p>
          <w:p w14:paraId="275170D0" w14:textId="77777777" w:rsidR="00FC7E5F" w:rsidRPr="006B3432" w:rsidRDefault="00FC7E5F" w:rsidP="00852FF9">
            <w:pPr>
              <w:spacing w:before="120"/>
              <w:ind w:left="-58" w:right="-58"/>
              <w:jc w:val="center"/>
              <w:rPr>
                <w:noProof/>
                <w:sz w:val="16"/>
              </w:rPr>
            </w:pPr>
            <w:r w:rsidRPr="006B3432">
              <w:rPr>
                <w:noProof/>
                <w:sz w:val="16"/>
              </w:rPr>
              <w:t>1993PL6640</w:t>
            </w:r>
          </w:p>
          <w:p w14:paraId="7A61921B" w14:textId="77777777" w:rsidR="00FC7E5F" w:rsidRPr="006B3432" w:rsidRDefault="00FC7E5F" w:rsidP="00852FF9">
            <w:pPr>
              <w:spacing w:before="120"/>
              <w:ind w:left="-58" w:right="-58"/>
              <w:jc w:val="center"/>
              <w:rPr>
                <w:noProof/>
                <w:sz w:val="16"/>
              </w:rPr>
            </w:pPr>
            <w:r w:rsidRPr="006B3432">
              <w:rPr>
                <w:noProof/>
                <w:sz w:val="16"/>
              </w:rPr>
              <w:t>1995PN0367</w:t>
            </w:r>
          </w:p>
          <w:p w14:paraId="0C2F1F01" w14:textId="77777777" w:rsidR="00FC7E5F" w:rsidRPr="006B3432" w:rsidRDefault="00FC7E5F" w:rsidP="00852FF9">
            <w:pPr>
              <w:spacing w:before="120"/>
              <w:ind w:left="-58" w:right="-58"/>
              <w:jc w:val="center"/>
              <w:rPr>
                <w:noProof/>
                <w:sz w:val="16"/>
              </w:rPr>
            </w:pPr>
            <w:r w:rsidRPr="006B3432">
              <w:rPr>
                <w:noProof/>
                <w:sz w:val="16"/>
              </w:rPr>
              <w:t>1999PP8031</w:t>
            </w:r>
          </w:p>
        </w:tc>
        <w:tc>
          <w:tcPr>
            <w:tcW w:w="4796" w:type="dxa"/>
            <w:gridSpan w:val="2"/>
            <w:tcBorders>
              <w:top w:val="single" w:sz="6" w:space="0" w:color="auto"/>
              <w:left w:val="single" w:sz="6" w:space="0" w:color="auto"/>
              <w:bottom w:val="single" w:sz="6" w:space="0" w:color="auto"/>
              <w:right w:val="single" w:sz="6" w:space="0" w:color="auto"/>
            </w:tcBorders>
            <w:hideMark/>
          </w:tcPr>
          <w:p w14:paraId="06C53352" w14:textId="77777777" w:rsidR="00FC7E5F" w:rsidRPr="006B3432" w:rsidRDefault="00FC7E5F" w:rsidP="00852FF9">
            <w:pPr>
              <w:spacing w:before="120" w:after="60"/>
              <w:ind w:right="-57"/>
              <w:rPr>
                <w:sz w:val="16"/>
              </w:rPr>
            </w:pPr>
            <w:r w:rsidRPr="006B3432">
              <w:rPr>
                <w:sz w:val="16"/>
              </w:rPr>
              <w:t>Used from January 1, 1989, to July 5, 2002</w:t>
            </w:r>
            <w:r w:rsidRPr="006B3432">
              <w:rPr>
                <w:sz w:val="16"/>
              </w:rPr>
              <w:br/>
              <w:t>for</w:t>
            </w:r>
            <w:proofErr w:type="gramStart"/>
            <w:r w:rsidRPr="006B3432">
              <w:rPr>
                <w:sz w:val="16"/>
              </w:rPr>
              <w:t>:  Provisional</w:t>
            </w:r>
            <w:proofErr w:type="gramEnd"/>
            <w:r w:rsidRPr="006B3432">
              <w:rPr>
                <w:sz w:val="16"/>
              </w:rPr>
              <w:t xml:space="preserve"> patent applications (Provisional patents)</w:t>
            </w:r>
          </w:p>
        </w:tc>
      </w:tr>
      <w:tr w:rsidR="00FC7E5F" w:rsidRPr="006B3432" w14:paraId="1BD32C76"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1ED003E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D31C0A1" w14:textId="77777777" w:rsidR="00FC7E5F" w:rsidRPr="006B3432" w:rsidRDefault="00FC7E5F" w:rsidP="00FC7E5F">
            <w:pPr>
              <w:numPr>
                <w:ilvl w:val="0"/>
                <w:numId w:val="6"/>
              </w:numPr>
              <w:tabs>
                <w:tab w:val="clear" w:pos="680"/>
                <w:tab w:val="left" w:pos="284"/>
                <w:tab w:val="num" w:pos="373"/>
              </w:tabs>
              <w:spacing w:before="20" w:after="120"/>
              <w:ind w:left="1452" w:hanging="1452"/>
              <w:rPr>
                <w:sz w:val="16"/>
              </w:rPr>
            </w:pPr>
            <w:r w:rsidRPr="006B3432">
              <w:rPr>
                <w:sz w:val="16"/>
              </w:rPr>
              <w:t>Description:  In the above examples</w:t>
            </w:r>
            <w:r w:rsidRPr="006B3432">
              <w:rPr>
                <w:sz w:val="16"/>
              </w:rPr>
              <w:br/>
              <w:t>1991PF1774 - Provisional Patent application filed directly at IPAU in 1991</w:t>
            </w:r>
            <w:r w:rsidRPr="006B3432">
              <w:rPr>
                <w:sz w:val="16"/>
              </w:rPr>
              <w:br/>
              <w:t>1993PL6640 – Provisional Patent application filed directly at IPAU in 1993</w:t>
            </w:r>
            <w:r w:rsidRPr="006B3432">
              <w:rPr>
                <w:sz w:val="16"/>
              </w:rPr>
              <w:br/>
              <w:t>1995PN0367 – Provisional Patent application filed directly at IPAU in 1995</w:t>
            </w:r>
            <w:r w:rsidRPr="006B3432">
              <w:rPr>
                <w:sz w:val="16"/>
              </w:rPr>
              <w:br/>
              <w:t>1999PP8031 – Provisional Patent application filed directly at IPAU in 1999</w:t>
            </w:r>
          </w:p>
          <w:p w14:paraId="68B7BDEC"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w:t>
            </w:r>
            <w:proofErr w:type="gramEnd"/>
            <w:r w:rsidRPr="006B3432">
              <w:rPr>
                <w:sz w:val="16"/>
              </w:rPr>
              <w:t xml:space="preserve"> 5</w:t>
            </w:r>
          </w:p>
          <w:p w14:paraId="6BFDF3FA" w14:textId="77777777" w:rsidR="00FC7E5F" w:rsidRPr="006B3432" w:rsidRDefault="00FC7E5F" w:rsidP="00FC7E5F">
            <w:pPr>
              <w:numPr>
                <w:ilvl w:val="1"/>
                <w:numId w:val="6"/>
              </w:numPr>
              <w:tabs>
                <w:tab w:val="clear" w:pos="1245"/>
                <w:tab w:val="num" w:pos="1452"/>
                <w:tab w:val="left" w:leader="dot" w:pos="5705"/>
              </w:tabs>
              <w:spacing w:before="20" w:after="120"/>
              <w:ind w:left="1451" w:hanging="425"/>
              <w:rPr>
                <w:sz w:val="16"/>
                <w:lang w:val="fr-FR"/>
              </w:rPr>
            </w:pPr>
            <w:r w:rsidRPr="006B3432">
              <w:rPr>
                <w:noProof/>
                <w:sz w:val="16"/>
                <w:lang w:val="fr-FR"/>
              </w:rPr>
              <w:t>Provisional patent applications (Provisional patents)</w:t>
            </w:r>
            <w:proofErr w:type="gramStart"/>
            <w:r w:rsidRPr="006B3432">
              <w:rPr>
                <w:sz w:val="16"/>
                <w:lang w:val="fr-FR"/>
              </w:rPr>
              <w:tab/>
              <w:t xml:space="preserve">  P</w:t>
            </w:r>
            <w:proofErr w:type="gramEnd"/>
          </w:p>
          <w:p w14:paraId="0885B79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4 digits in positions 1-4 indicate the year of filing according to Gregorian calendar</w:t>
            </w:r>
          </w:p>
          <w:p w14:paraId="0CE0890D"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noProof/>
                <w:sz w:val="16"/>
              </w:rPr>
              <w:t>fixed length of 4 digits in positions 7-10.</w:t>
            </w:r>
          </w:p>
          <w:p w14:paraId="1CF67AD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6D41A2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noProof/>
                <w:sz w:val="16"/>
              </w:rPr>
              <w:t>N/A</w:t>
            </w:r>
          </w:p>
          <w:p w14:paraId="01FCD212"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t>Machine–readable presentation of application numbers is the same as print presentation described above.</w:t>
            </w:r>
          </w:p>
          <w:p w14:paraId="5B13A5F9" w14:textId="77777777" w:rsidR="00FC7E5F" w:rsidRPr="006B3432" w:rsidRDefault="00FC7E5F" w:rsidP="00852FF9">
            <w:pPr>
              <w:tabs>
                <w:tab w:val="left" w:pos="284"/>
              </w:tabs>
              <w:spacing w:before="120" w:after="20"/>
              <w:rPr>
                <w:sz w:val="16"/>
              </w:rPr>
            </w:pPr>
            <w:r w:rsidRPr="006B3432">
              <w:rPr>
                <w:sz w:val="16"/>
              </w:rPr>
              <w:t>Letter at position 6 is arbitrary increasing over the course of the decades.</w:t>
            </w:r>
          </w:p>
        </w:tc>
      </w:tr>
      <w:tr w:rsidR="00FC7E5F" w:rsidRPr="006B3432" w14:paraId="144C925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F5D5DAC" w14:textId="77777777" w:rsidR="00FC7E5F" w:rsidRPr="006B3432" w:rsidRDefault="00FC7E5F" w:rsidP="00852FF9">
            <w:pPr>
              <w:keepNext/>
              <w:spacing w:before="120"/>
              <w:ind w:left="-57" w:right="-57"/>
              <w:jc w:val="center"/>
              <w:rPr>
                <w:b/>
                <w:noProof/>
                <w:sz w:val="16"/>
                <w:szCs w:val="16"/>
              </w:rPr>
            </w:pPr>
            <w:r w:rsidRPr="006B3432">
              <w:rPr>
                <w:b/>
                <w:noProof/>
                <w:sz w:val="16"/>
                <w:szCs w:val="16"/>
              </w:rPr>
              <w:lastRenderedPageBreak/>
              <w:t>BR</w:t>
            </w:r>
          </w:p>
          <w:p w14:paraId="0BDF48CF" w14:textId="77777777" w:rsidR="00FC7E5F" w:rsidRPr="006B3432" w:rsidRDefault="00FC7E5F" w:rsidP="00852FF9">
            <w:pPr>
              <w:keepNext/>
              <w:spacing w:before="120"/>
              <w:ind w:left="-57" w:right="-57"/>
              <w:jc w:val="center"/>
              <w:rPr>
                <w:b/>
                <w:noProof/>
                <w:sz w:val="16"/>
                <w:szCs w:val="16"/>
              </w:rPr>
            </w:pPr>
            <w:r w:rsidRPr="006B3432">
              <w:rPr>
                <w:b/>
                <w:noProof/>
                <w:sz w:val="16"/>
                <w:szCs w:val="16"/>
              </w:rPr>
              <w:t>BRAZIL</w:t>
            </w:r>
          </w:p>
        </w:tc>
        <w:tc>
          <w:tcPr>
            <w:tcW w:w="1560" w:type="dxa"/>
            <w:tcBorders>
              <w:top w:val="single" w:sz="6" w:space="0" w:color="auto"/>
              <w:left w:val="single" w:sz="6" w:space="0" w:color="auto"/>
              <w:bottom w:val="single" w:sz="6" w:space="0" w:color="auto"/>
              <w:right w:val="single" w:sz="6" w:space="0" w:color="auto"/>
            </w:tcBorders>
            <w:hideMark/>
          </w:tcPr>
          <w:p w14:paraId="0FF8DEF4" w14:textId="77777777" w:rsidR="00FC7E5F" w:rsidRPr="006B3432" w:rsidRDefault="00FC7E5F" w:rsidP="00852FF9">
            <w:pPr>
              <w:spacing w:before="120"/>
              <w:ind w:left="-58" w:right="-58"/>
              <w:jc w:val="center"/>
              <w:rPr>
                <w:noProof/>
                <w:sz w:val="16"/>
              </w:rPr>
            </w:pPr>
            <w:r w:rsidRPr="006B3432">
              <w:rPr>
                <w:noProof/>
                <w:sz w:val="16"/>
              </w:rPr>
              <w:t>810000001</w:t>
            </w:r>
          </w:p>
        </w:tc>
        <w:tc>
          <w:tcPr>
            <w:tcW w:w="1561" w:type="dxa"/>
            <w:tcBorders>
              <w:top w:val="single" w:sz="6" w:space="0" w:color="auto"/>
              <w:left w:val="single" w:sz="6" w:space="0" w:color="auto"/>
              <w:bottom w:val="single" w:sz="6" w:space="0" w:color="auto"/>
              <w:right w:val="single" w:sz="6" w:space="0" w:color="auto"/>
            </w:tcBorders>
          </w:tcPr>
          <w:p w14:paraId="598E017E" w14:textId="77777777" w:rsidR="00FC7E5F" w:rsidRPr="006B3432" w:rsidRDefault="00FC7E5F" w:rsidP="00852FF9">
            <w:pPr>
              <w:spacing w:before="120"/>
              <w:ind w:left="-58" w:right="-58"/>
              <w:jc w:val="center"/>
              <w:rPr>
                <w:noProof/>
                <w:sz w:val="16"/>
              </w:rPr>
            </w:pPr>
            <w:r w:rsidRPr="006B3432">
              <w:rPr>
                <w:noProof/>
                <w:sz w:val="16"/>
              </w:rPr>
              <w:t>810000001</w:t>
            </w:r>
          </w:p>
        </w:tc>
        <w:tc>
          <w:tcPr>
            <w:tcW w:w="4796" w:type="dxa"/>
            <w:gridSpan w:val="2"/>
            <w:tcBorders>
              <w:top w:val="single" w:sz="6" w:space="0" w:color="auto"/>
              <w:left w:val="single" w:sz="6" w:space="0" w:color="auto"/>
              <w:bottom w:val="single" w:sz="6" w:space="0" w:color="auto"/>
              <w:right w:val="single" w:sz="6" w:space="0" w:color="auto"/>
            </w:tcBorders>
            <w:hideMark/>
          </w:tcPr>
          <w:p w14:paraId="37DC2A39" w14:textId="77777777" w:rsidR="00FC7E5F" w:rsidRPr="006B3432" w:rsidRDefault="00FC7E5F" w:rsidP="00852FF9">
            <w:pPr>
              <w:spacing w:before="120" w:after="60"/>
              <w:ind w:right="-57"/>
              <w:rPr>
                <w:sz w:val="16"/>
              </w:rPr>
            </w:pPr>
            <w:r w:rsidRPr="006B3432">
              <w:rPr>
                <w:sz w:val="16"/>
              </w:rPr>
              <w:t>Used from May 1, 1981, to October 1, 2019</w:t>
            </w:r>
            <w:r w:rsidRPr="006B3432">
              <w:rPr>
                <w:sz w:val="16"/>
              </w:rPr>
              <w:br/>
              <w:t>for:  Trademarks</w:t>
            </w:r>
          </w:p>
        </w:tc>
      </w:tr>
      <w:tr w:rsidR="00FC7E5F" w:rsidRPr="006B3432" w14:paraId="0C41F60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895FD73"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D28FE52" w14:textId="77777777" w:rsidR="00FC7E5F" w:rsidRPr="006B3432" w:rsidRDefault="00FC7E5F" w:rsidP="00FC7E5F">
            <w:pPr>
              <w:numPr>
                <w:ilvl w:val="0"/>
                <w:numId w:val="6"/>
              </w:numPr>
              <w:tabs>
                <w:tab w:val="clear" w:pos="680"/>
                <w:tab w:val="left" w:pos="284"/>
                <w:tab w:val="num" w:pos="373"/>
              </w:tabs>
              <w:spacing w:before="20" w:after="120"/>
              <w:ind w:left="1452" w:hanging="1452"/>
              <w:rPr>
                <w:sz w:val="16"/>
              </w:rPr>
            </w:pPr>
            <w:r w:rsidRPr="006B3432">
              <w:rPr>
                <w:sz w:val="16"/>
              </w:rPr>
              <w:t xml:space="preserve">Description:  </w:t>
            </w:r>
            <w:r w:rsidRPr="006B3432">
              <w:rPr>
                <w:sz w:val="16"/>
              </w:rPr>
              <w:tab/>
              <w:t>Number 8 + Numerical series in ascending order (with 7 digits) + Check digit</w:t>
            </w:r>
          </w:p>
          <w:p w14:paraId="78B14596"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N</w:t>
            </w:r>
            <w:proofErr w:type="gramEnd"/>
            <w:r w:rsidRPr="006B3432">
              <w:rPr>
                <w:sz w:val="16"/>
              </w:rPr>
              <w:t>/A</w:t>
            </w:r>
          </w:p>
          <w:p w14:paraId="43C7755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55EE63F3"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noProof/>
                <w:sz w:val="16"/>
              </w:rPr>
              <w:t>fixed length of 8 digits</w:t>
            </w:r>
          </w:p>
          <w:p w14:paraId="357D421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215D138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noProof/>
                <w:sz w:val="16"/>
              </w:rPr>
              <w:t>N/A</w:t>
            </w:r>
          </w:p>
          <w:p w14:paraId="0AC39544"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t>Note: although the rule establishes the number 8 as the first number, the count began with 81, to continue the process established by the previous rule (and avoid duplication with cases filed in 1980 and up to April 30, 1981)</w:t>
            </w:r>
          </w:p>
        </w:tc>
      </w:tr>
      <w:tr w:rsidR="00FC7E5F" w:rsidRPr="006B3432" w14:paraId="1990FE31"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988E181" w14:textId="77777777" w:rsidR="00FC7E5F" w:rsidRPr="006B3432" w:rsidRDefault="00FC7E5F" w:rsidP="00852FF9">
            <w:pPr>
              <w:keepNext/>
              <w:spacing w:before="120"/>
              <w:ind w:left="-57" w:right="-57"/>
              <w:jc w:val="center"/>
              <w:rPr>
                <w:b/>
                <w:noProof/>
                <w:sz w:val="16"/>
                <w:szCs w:val="16"/>
              </w:rPr>
            </w:pPr>
            <w:r w:rsidRPr="006B3432">
              <w:rPr>
                <w:b/>
                <w:noProof/>
                <w:sz w:val="16"/>
                <w:szCs w:val="16"/>
              </w:rPr>
              <w:t>BR</w:t>
            </w:r>
          </w:p>
          <w:p w14:paraId="73400613" w14:textId="77777777" w:rsidR="00FC7E5F" w:rsidRPr="006B3432" w:rsidRDefault="00FC7E5F" w:rsidP="00852FF9">
            <w:pPr>
              <w:keepNext/>
              <w:spacing w:before="120"/>
              <w:ind w:left="-57" w:right="-57"/>
              <w:jc w:val="center"/>
              <w:rPr>
                <w:b/>
                <w:noProof/>
                <w:sz w:val="16"/>
                <w:szCs w:val="16"/>
              </w:rPr>
            </w:pPr>
            <w:r w:rsidRPr="006B3432">
              <w:rPr>
                <w:b/>
                <w:noProof/>
                <w:sz w:val="16"/>
                <w:szCs w:val="16"/>
              </w:rPr>
              <w:t>BRAZIL</w:t>
            </w:r>
          </w:p>
        </w:tc>
        <w:tc>
          <w:tcPr>
            <w:tcW w:w="1560" w:type="dxa"/>
            <w:tcBorders>
              <w:top w:val="single" w:sz="6" w:space="0" w:color="auto"/>
              <w:left w:val="single" w:sz="6" w:space="0" w:color="auto"/>
              <w:bottom w:val="single" w:sz="6" w:space="0" w:color="auto"/>
              <w:right w:val="single" w:sz="6" w:space="0" w:color="auto"/>
            </w:tcBorders>
            <w:hideMark/>
          </w:tcPr>
          <w:p w14:paraId="7A35FC89" w14:textId="77777777" w:rsidR="00FC7E5F" w:rsidRPr="006B3432" w:rsidRDefault="00FC7E5F" w:rsidP="00852FF9">
            <w:pPr>
              <w:spacing w:before="120"/>
              <w:ind w:left="-58" w:right="-58"/>
              <w:jc w:val="center"/>
              <w:rPr>
                <w:noProof/>
                <w:sz w:val="16"/>
                <w:lang w:val="es-ES"/>
              </w:rPr>
            </w:pPr>
            <w:r w:rsidRPr="006B3432">
              <w:rPr>
                <w:noProof/>
                <w:sz w:val="16"/>
                <w:lang w:val="es-ES"/>
              </w:rPr>
              <w:t>DI1500102 DI1600069 DI3300039 MI3500506 MI4600127 MI5300739</w:t>
            </w:r>
          </w:p>
        </w:tc>
        <w:tc>
          <w:tcPr>
            <w:tcW w:w="1561" w:type="dxa"/>
            <w:tcBorders>
              <w:top w:val="single" w:sz="6" w:space="0" w:color="auto"/>
              <w:left w:val="single" w:sz="6" w:space="0" w:color="auto"/>
              <w:bottom w:val="single" w:sz="6" w:space="0" w:color="auto"/>
              <w:right w:val="single" w:sz="6" w:space="0" w:color="auto"/>
            </w:tcBorders>
          </w:tcPr>
          <w:p w14:paraId="04261ADF" w14:textId="77777777" w:rsidR="00FC7E5F" w:rsidRPr="006B3432" w:rsidRDefault="00FC7E5F" w:rsidP="00852FF9">
            <w:pPr>
              <w:spacing w:before="120"/>
              <w:ind w:left="-58" w:right="-58"/>
              <w:jc w:val="center"/>
              <w:rPr>
                <w:noProof/>
                <w:sz w:val="16"/>
                <w:lang w:val="es-ES"/>
              </w:rPr>
            </w:pPr>
            <w:r w:rsidRPr="006B3432">
              <w:rPr>
                <w:noProof/>
                <w:sz w:val="16"/>
                <w:lang w:val="es-ES"/>
              </w:rPr>
              <w:t>DI1500102-4 DI1600069-2 DI3300039-5 MI3500506-8 MI4600127-1 MI5300739-5</w:t>
            </w:r>
          </w:p>
        </w:tc>
        <w:tc>
          <w:tcPr>
            <w:tcW w:w="4796" w:type="dxa"/>
            <w:gridSpan w:val="2"/>
            <w:tcBorders>
              <w:top w:val="single" w:sz="6" w:space="0" w:color="auto"/>
              <w:left w:val="single" w:sz="6" w:space="0" w:color="auto"/>
              <w:bottom w:val="single" w:sz="6" w:space="0" w:color="auto"/>
              <w:right w:val="single" w:sz="6" w:space="0" w:color="auto"/>
            </w:tcBorders>
            <w:hideMark/>
          </w:tcPr>
          <w:p w14:paraId="44E17D4E" w14:textId="77777777" w:rsidR="00FC7E5F" w:rsidRPr="006B3432" w:rsidRDefault="00FC7E5F" w:rsidP="00852FF9">
            <w:pPr>
              <w:spacing w:before="120" w:after="60"/>
              <w:ind w:right="-57"/>
              <w:rPr>
                <w:sz w:val="16"/>
              </w:rPr>
            </w:pPr>
            <w:r w:rsidRPr="006B3432">
              <w:rPr>
                <w:sz w:val="16"/>
              </w:rPr>
              <w:t>Used from January 2, 1972, to December 31, 2011</w:t>
            </w:r>
            <w:r w:rsidRPr="006B3432">
              <w:rPr>
                <w:sz w:val="16"/>
              </w:rPr>
              <w:br/>
              <w:t>for:  Industrial designs</w:t>
            </w:r>
          </w:p>
        </w:tc>
      </w:tr>
      <w:tr w:rsidR="00FC7E5F" w:rsidRPr="006B3432" w14:paraId="3A8BB17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A74640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E2D8223" w14:textId="77777777" w:rsidR="00FC7E5F" w:rsidRPr="006B3432" w:rsidRDefault="00FC7E5F" w:rsidP="00FC7E5F">
            <w:pPr>
              <w:numPr>
                <w:ilvl w:val="0"/>
                <w:numId w:val="6"/>
              </w:numPr>
              <w:tabs>
                <w:tab w:val="clear" w:pos="680"/>
                <w:tab w:val="left" w:pos="284"/>
                <w:tab w:val="num" w:pos="373"/>
              </w:tabs>
              <w:spacing w:before="20" w:after="120"/>
              <w:ind w:left="1452" w:hanging="1452"/>
              <w:rPr>
                <w:sz w:val="16"/>
              </w:rPr>
            </w:pPr>
            <w:r w:rsidRPr="006B3432">
              <w:rPr>
                <w:sz w:val="16"/>
              </w:rPr>
              <w:t xml:space="preserve">Description:  </w:t>
            </w:r>
            <w:r w:rsidRPr="006B3432">
              <w:rPr>
                <w:sz w:val="16"/>
              </w:rPr>
              <w:tab/>
              <w:t xml:space="preserve"> </w:t>
            </w:r>
          </w:p>
          <w:p w14:paraId="02E6314A"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w:t>
            </w:r>
          </w:p>
          <w:p w14:paraId="53FD9CAD" w14:textId="77777777" w:rsidR="00FC7E5F" w:rsidRPr="006B3432" w:rsidRDefault="00FC7E5F" w:rsidP="00FC7E5F">
            <w:pPr>
              <w:numPr>
                <w:ilvl w:val="1"/>
                <w:numId w:val="6"/>
              </w:numPr>
              <w:tabs>
                <w:tab w:val="clear" w:pos="1245"/>
                <w:tab w:val="num" w:pos="1452"/>
                <w:tab w:val="left" w:leader="dot" w:pos="5705"/>
              </w:tabs>
              <w:spacing w:before="20" w:after="120"/>
              <w:ind w:left="1451" w:hanging="425"/>
              <w:rPr>
                <w:sz w:val="16"/>
                <w:lang w:val="fr-FR"/>
              </w:rPr>
            </w:pPr>
            <w:r w:rsidRPr="006B3432">
              <w:rPr>
                <w:sz w:val="16"/>
                <w:lang w:val="fr-FR"/>
              </w:rPr>
              <w:t xml:space="preserve">Designs </w:t>
            </w:r>
            <w:proofErr w:type="gramStart"/>
            <w:r w:rsidRPr="006B3432">
              <w:rPr>
                <w:sz w:val="16"/>
                <w:lang w:val="fr-FR"/>
              </w:rPr>
              <w:tab/>
              <w:t xml:space="preserve">  </w:t>
            </w:r>
            <w:r w:rsidRPr="006B3432">
              <w:rPr>
                <w:sz w:val="16"/>
              </w:rPr>
              <w:t>DI</w:t>
            </w:r>
            <w:proofErr w:type="gramEnd"/>
          </w:p>
          <w:p w14:paraId="43708CEA" w14:textId="77777777" w:rsidR="00FC7E5F" w:rsidRPr="006B3432" w:rsidRDefault="00FC7E5F" w:rsidP="00FC7E5F">
            <w:pPr>
              <w:numPr>
                <w:ilvl w:val="1"/>
                <w:numId w:val="6"/>
              </w:numPr>
              <w:tabs>
                <w:tab w:val="clear" w:pos="1245"/>
                <w:tab w:val="num" w:pos="1452"/>
                <w:tab w:val="left" w:leader="dot" w:pos="5705"/>
              </w:tabs>
              <w:spacing w:before="20" w:after="120"/>
              <w:ind w:left="1451" w:hanging="425"/>
              <w:rPr>
                <w:sz w:val="16"/>
                <w:lang w:val="fr-FR"/>
              </w:rPr>
            </w:pPr>
            <w:r w:rsidRPr="006B3432">
              <w:rPr>
                <w:sz w:val="16"/>
              </w:rPr>
              <w:t xml:space="preserve">Industrial design models </w:t>
            </w:r>
            <w:proofErr w:type="gramStart"/>
            <w:r w:rsidRPr="006B3432">
              <w:rPr>
                <w:sz w:val="16"/>
                <w:lang w:val="fr-FR"/>
              </w:rPr>
              <w:tab/>
              <w:t xml:space="preserve">  MI</w:t>
            </w:r>
            <w:proofErr w:type="gramEnd"/>
          </w:p>
          <w:p w14:paraId="4FDAC559" w14:textId="77777777" w:rsidR="00FC7E5F" w:rsidRPr="006B3432" w:rsidRDefault="00FC7E5F" w:rsidP="00FC7E5F">
            <w:pPr>
              <w:numPr>
                <w:ilvl w:val="1"/>
                <w:numId w:val="6"/>
              </w:numPr>
              <w:tabs>
                <w:tab w:val="clear" w:pos="1245"/>
                <w:tab w:val="num" w:pos="1452"/>
                <w:tab w:val="left" w:leader="dot" w:pos="5705"/>
              </w:tabs>
              <w:spacing w:before="20" w:after="120"/>
              <w:ind w:left="1451" w:hanging="425"/>
              <w:rPr>
                <w:sz w:val="16"/>
                <w:lang w:val="fr-FR"/>
              </w:rPr>
            </w:pPr>
            <w:r w:rsidRPr="006B3432">
              <w:rPr>
                <w:sz w:val="16"/>
                <w:lang w:val="fr-FR"/>
              </w:rPr>
              <w:t xml:space="preserve">Utility </w:t>
            </w:r>
            <w:proofErr w:type="spellStart"/>
            <w:r w:rsidRPr="006B3432">
              <w:rPr>
                <w:sz w:val="16"/>
                <w:lang w:val="fr-FR"/>
              </w:rPr>
              <w:t>models</w:t>
            </w:r>
            <w:proofErr w:type="spellEnd"/>
            <w:r w:rsidRPr="006B3432">
              <w:rPr>
                <w:sz w:val="16"/>
                <w:lang w:val="fr-FR"/>
              </w:rPr>
              <w:t xml:space="preserve"> </w:t>
            </w:r>
            <w:proofErr w:type="gramStart"/>
            <w:r w:rsidRPr="006B3432">
              <w:rPr>
                <w:sz w:val="16"/>
                <w:lang w:val="fr-FR"/>
              </w:rPr>
              <w:tab/>
              <w:t xml:space="preserve">  MU</w:t>
            </w:r>
            <w:proofErr w:type="gramEnd"/>
          </w:p>
          <w:p w14:paraId="16D1C718" w14:textId="77777777" w:rsidR="00FC7E5F" w:rsidRPr="006B3432" w:rsidRDefault="00FC7E5F" w:rsidP="00FC7E5F">
            <w:pPr>
              <w:numPr>
                <w:ilvl w:val="1"/>
                <w:numId w:val="6"/>
              </w:numPr>
              <w:tabs>
                <w:tab w:val="clear" w:pos="1245"/>
                <w:tab w:val="num" w:pos="1452"/>
                <w:tab w:val="left" w:leader="dot" w:pos="5705"/>
              </w:tabs>
              <w:spacing w:before="20" w:after="120"/>
              <w:ind w:left="1451" w:hanging="425"/>
              <w:rPr>
                <w:sz w:val="16"/>
                <w:lang w:val="fr-FR"/>
              </w:rPr>
            </w:pPr>
            <w:r w:rsidRPr="006B3432">
              <w:rPr>
                <w:sz w:val="16"/>
                <w:lang w:val="fr-FR"/>
              </w:rPr>
              <w:t xml:space="preserve">Patents </w:t>
            </w:r>
            <w:proofErr w:type="gramStart"/>
            <w:r w:rsidRPr="006B3432">
              <w:rPr>
                <w:sz w:val="16"/>
                <w:lang w:val="fr-FR"/>
              </w:rPr>
              <w:tab/>
              <w:t xml:space="preserve">  PI</w:t>
            </w:r>
            <w:proofErr w:type="gramEnd"/>
          </w:p>
          <w:p w14:paraId="08CF9C7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3-4 indicate the year of filing according to Gregorian calendar. The first digit on the left designated the decade in which the application was filed, and the next digit designated the year of the decade, according to the examples below: For the year 1975, designs were assigned 15 as the year designation, industrial design models were assigned 35, utility models were assigned 55, and patents for inventions were assigned 75; For the year 1986, designs were assigned 26 as the year designation, industrial design models were assigned 46, utility models were assigned 66, and patents for inventions were assigned 86; For the year 1993, designs received the designation 33, industrial design models received 53, utility models received 73, and patents for inventions received 93; and so on.</w:t>
            </w:r>
          </w:p>
          <w:p w14:paraId="1FB161C9"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 xml:space="preserve">(Position: 5-9) Six digits uniquely identified the application. The serial number started at 1 and returned to the </w:t>
            </w:r>
            <w:proofErr w:type="gramStart"/>
            <w:r w:rsidRPr="006B3432">
              <w:rPr>
                <w:sz w:val="16"/>
              </w:rPr>
              <w:t>beginning</w:t>
            </w:r>
            <w:proofErr w:type="gramEnd"/>
            <w:r w:rsidRPr="006B3432">
              <w:rPr>
                <w:sz w:val="16"/>
              </w:rPr>
              <w:t xml:space="preserve"> the following year.</w:t>
            </w:r>
          </w:p>
          <w:p w14:paraId="7301217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D6E2DC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noProof/>
                <w:sz w:val="16"/>
              </w:rPr>
              <w:t>N/A</w:t>
            </w:r>
          </w:p>
          <w:p w14:paraId="56DEC07F"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t>Note: although the rule establishes the number 8 as the first number, the count began with 81, to continue the process established by the previous rule (and avoid duplication with cases filed in 1980 and up to April 30, 1981)</w:t>
            </w:r>
          </w:p>
        </w:tc>
      </w:tr>
      <w:tr w:rsidR="00FC7E5F" w:rsidRPr="006B3432" w14:paraId="6027033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C24CAB9" w14:textId="77777777" w:rsidR="00FC7E5F" w:rsidRPr="006B3432" w:rsidRDefault="00FC7E5F" w:rsidP="00852FF9">
            <w:pPr>
              <w:keepNext/>
              <w:spacing w:before="120"/>
              <w:ind w:left="-57" w:right="-57"/>
              <w:jc w:val="center"/>
              <w:rPr>
                <w:b/>
                <w:noProof/>
                <w:sz w:val="16"/>
                <w:szCs w:val="16"/>
              </w:rPr>
            </w:pPr>
            <w:r w:rsidRPr="006B3432">
              <w:rPr>
                <w:b/>
                <w:noProof/>
                <w:sz w:val="16"/>
                <w:szCs w:val="16"/>
              </w:rPr>
              <w:lastRenderedPageBreak/>
              <w:t>BR</w:t>
            </w:r>
          </w:p>
          <w:p w14:paraId="4A81EB88" w14:textId="77777777" w:rsidR="00FC7E5F" w:rsidRPr="006B3432" w:rsidRDefault="00FC7E5F" w:rsidP="00852FF9">
            <w:pPr>
              <w:keepNext/>
              <w:spacing w:before="120"/>
              <w:ind w:left="-57" w:right="-57"/>
              <w:jc w:val="center"/>
              <w:rPr>
                <w:b/>
                <w:noProof/>
                <w:sz w:val="16"/>
                <w:szCs w:val="16"/>
              </w:rPr>
            </w:pPr>
            <w:r w:rsidRPr="006B3432">
              <w:rPr>
                <w:b/>
                <w:noProof/>
                <w:sz w:val="16"/>
                <w:szCs w:val="16"/>
              </w:rPr>
              <w:t>BRAZIL</w:t>
            </w:r>
          </w:p>
        </w:tc>
        <w:tc>
          <w:tcPr>
            <w:tcW w:w="1560" w:type="dxa"/>
            <w:tcBorders>
              <w:top w:val="single" w:sz="6" w:space="0" w:color="auto"/>
              <w:left w:val="single" w:sz="6" w:space="0" w:color="auto"/>
              <w:bottom w:val="single" w:sz="6" w:space="0" w:color="auto"/>
              <w:right w:val="single" w:sz="6" w:space="0" w:color="auto"/>
            </w:tcBorders>
            <w:hideMark/>
          </w:tcPr>
          <w:p w14:paraId="75358F74" w14:textId="77777777" w:rsidR="00FC7E5F" w:rsidRPr="006B3432" w:rsidRDefault="00FC7E5F" w:rsidP="00852FF9">
            <w:pPr>
              <w:spacing w:before="120"/>
              <w:ind w:left="-58" w:right="-58"/>
              <w:jc w:val="center"/>
              <w:rPr>
                <w:noProof/>
                <w:sz w:val="16"/>
              </w:rPr>
            </w:pPr>
            <w:r w:rsidRPr="006B3432">
              <w:rPr>
                <w:noProof/>
                <w:sz w:val="16"/>
              </w:rPr>
              <w:t xml:space="preserve">PI 9912345-2 </w:t>
            </w:r>
          </w:p>
          <w:p w14:paraId="22CD472F" w14:textId="77777777" w:rsidR="00FC7E5F" w:rsidRPr="006B3432" w:rsidRDefault="00FC7E5F" w:rsidP="00852FF9">
            <w:pPr>
              <w:spacing w:before="120"/>
              <w:ind w:left="-58" w:right="-58"/>
              <w:jc w:val="center"/>
              <w:rPr>
                <w:noProof/>
                <w:sz w:val="16"/>
                <w:lang w:val="es-ES"/>
              </w:rPr>
            </w:pPr>
            <w:r w:rsidRPr="006B3432">
              <w:rPr>
                <w:noProof/>
                <w:sz w:val="16"/>
              </w:rPr>
              <w:t>C1 9913430-6</w:t>
            </w:r>
          </w:p>
        </w:tc>
        <w:tc>
          <w:tcPr>
            <w:tcW w:w="1561" w:type="dxa"/>
            <w:tcBorders>
              <w:top w:val="single" w:sz="6" w:space="0" w:color="auto"/>
              <w:left w:val="single" w:sz="6" w:space="0" w:color="auto"/>
              <w:bottom w:val="single" w:sz="6" w:space="0" w:color="auto"/>
              <w:right w:val="single" w:sz="6" w:space="0" w:color="auto"/>
            </w:tcBorders>
          </w:tcPr>
          <w:p w14:paraId="38309B3C" w14:textId="77777777" w:rsidR="00FC7E5F" w:rsidRPr="006B3432" w:rsidRDefault="00FC7E5F" w:rsidP="00852FF9">
            <w:pPr>
              <w:spacing w:before="120"/>
              <w:ind w:left="-58" w:right="-58"/>
              <w:jc w:val="center"/>
              <w:rPr>
                <w:noProof/>
                <w:sz w:val="16"/>
              </w:rPr>
            </w:pPr>
            <w:r w:rsidRPr="006B3432">
              <w:rPr>
                <w:noProof/>
                <w:sz w:val="16"/>
              </w:rPr>
              <w:t xml:space="preserve">PI 9912345-2 </w:t>
            </w:r>
          </w:p>
          <w:p w14:paraId="3BC01960" w14:textId="77777777" w:rsidR="00FC7E5F" w:rsidRPr="006B3432" w:rsidRDefault="00FC7E5F" w:rsidP="00852FF9">
            <w:pPr>
              <w:spacing w:before="120"/>
              <w:ind w:left="-58" w:right="-58"/>
              <w:jc w:val="center"/>
              <w:rPr>
                <w:noProof/>
                <w:sz w:val="16"/>
                <w:lang w:val="es-ES"/>
              </w:rPr>
            </w:pPr>
            <w:r w:rsidRPr="006B3432">
              <w:rPr>
                <w:noProof/>
                <w:sz w:val="16"/>
              </w:rPr>
              <w:t>C1 9913430-6</w:t>
            </w:r>
          </w:p>
        </w:tc>
        <w:tc>
          <w:tcPr>
            <w:tcW w:w="4796" w:type="dxa"/>
            <w:gridSpan w:val="2"/>
            <w:tcBorders>
              <w:top w:val="single" w:sz="6" w:space="0" w:color="auto"/>
              <w:left w:val="single" w:sz="6" w:space="0" w:color="auto"/>
              <w:bottom w:val="single" w:sz="6" w:space="0" w:color="auto"/>
              <w:right w:val="single" w:sz="6" w:space="0" w:color="auto"/>
            </w:tcBorders>
            <w:hideMark/>
          </w:tcPr>
          <w:p w14:paraId="539A43C7" w14:textId="77777777" w:rsidR="00FC7E5F" w:rsidRPr="006B3432" w:rsidRDefault="00FC7E5F" w:rsidP="00852FF9">
            <w:pPr>
              <w:spacing w:before="120" w:after="60"/>
              <w:ind w:right="-57"/>
              <w:rPr>
                <w:sz w:val="16"/>
              </w:rPr>
            </w:pPr>
            <w:r w:rsidRPr="006B3432">
              <w:rPr>
                <w:sz w:val="16"/>
              </w:rPr>
              <w:t xml:space="preserve">Used from May 15, </w:t>
            </w:r>
            <w:proofErr w:type="gramStart"/>
            <w:r w:rsidRPr="006B3432">
              <w:rPr>
                <w:sz w:val="16"/>
              </w:rPr>
              <w:t>1997</w:t>
            </w:r>
            <w:proofErr w:type="gramEnd"/>
            <w:r w:rsidRPr="006B3432">
              <w:rPr>
                <w:sz w:val="16"/>
              </w:rPr>
              <w:t xml:space="preserve"> to January 1, 2012</w:t>
            </w:r>
            <w:r w:rsidRPr="006B3432">
              <w:rPr>
                <w:sz w:val="16"/>
              </w:rPr>
              <w:br/>
              <w:t>for:  Patents</w:t>
            </w:r>
          </w:p>
        </w:tc>
      </w:tr>
      <w:tr w:rsidR="00FC7E5F" w:rsidRPr="006B3432" w14:paraId="3FA821E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3B2E0E5"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06A8677" w14:textId="77777777" w:rsidR="00FC7E5F" w:rsidRPr="006B3432" w:rsidRDefault="00FC7E5F" w:rsidP="00FC7E5F">
            <w:pPr>
              <w:numPr>
                <w:ilvl w:val="0"/>
                <w:numId w:val="6"/>
              </w:numPr>
              <w:tabs>
                <w:tab w:val="clear" w:pos="680"/>
                <w:tab w:val="left" w:pos="284"/>
                <w:tab w:val="num" w:pos="373"/>
              </w:tabs>
              <w:spacing w:before="20" w:after="120"/>
              <w:ind w:left="1452" w:hanging="1452"/>
              <w:rPr>
                <w:sz w:val="16"/>
              </w:rPr>
            </w:pPr>
            <w:r w:rsidRPr="006B3432">
              <w:rPr>
                <w:sz w:val="16"/>
              </w:rPr>
              <w:t>Description</w:t>
            </w:r>
            <w:proofErr w:type="gramStart"/>
            <w:r w:rsidRPr="006B3432">
              <w:rPr>
                <w:sz w:val="16"/>
              </w:rPr>
              <w:t xml:space="preserve">:  </w:t>
            </w:r>
            <w:r w:rsidRPr="006B3432">
              <w:rPr>
                <w:sz w:val="16"/>
              </w:rPr>
              <w:tab/>
            </w:r>
            <w:proofErr w:type="gramEnd"/>
            <w:r w:rsidRPr="006B3432">
              <w:rPr>
                <w:sz w:val="16"/>
              </w:rPr>
              <w:t>ZZ YYXXXXX-K, where ZZ is type of IPRs, YY is the year of filing (decade), XXXXX is a serial number, and K is a check digit.</w:t>
            </w:r>
          </w:p>
          <w:p w14:paraId="61B52B77"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 provide codified information about type of IPR. ZZ = PI for Patents of Invention ZZ = C* for Patents of certificates of addition where * is the number of </w:t>
            </w:r>
            <w:proofErr w:type="gramStart"/>
            <w:r w:rsidRPr="006B3432">
              <w:rPr>
                <w:sz w:val="16"/>
              </w:rPr>
              <w:t>certificate</w:t>
            </w:r>
            <w:proofErr w:type="gramEnd"/>
            <w:r w:rsidRPr="006B3432">
              <w:rPr>
                <w:sz w:val="16"/>
              </w:rPr>
              <w:t xml:space="preserve"> of addition for a specific patent.</w:t>
            </w:r>
          </w:p>
          <w:p w14:paraId="7E5162D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t>positions 3-4 provide codified information about the year of filing according to Gregorian calendar. The code is the two-digit-year for patents, i.e. the year 1999 is coded as follows: 99. The code is the two-digit-year used in the associated patents of certificates of addition, i.e. the year 1999 is coded as follows: 99.</w:t>
            </w:r>
          </w:p>
          <w:p w14:paraId="13491664"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t xml:space="preserve">fixed length of 4 digits in positions 5-9. The serial number runs consecutively inside the types of IPR coded in position 1-2, except for patents of certificates of addition that </w:t>
            </w:r>
            <w:proofErr w:type="gramStart"/>
            <w:r w:rsidRPr="006B3432">
              <w:t>is</w:t>
            </w:r>
            <w:proofErr w:type="gramEnd"/>
            <w:r w:rsidRPr="006B3432">
              <w:t xml:space="preserve"> the same serial number of the patent associated.</w:t>
            </w:r>
          </w:p>
          <w:p w14:paraId="75ECB6C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52D79FE" w14:textId="77777777" w:rsidR="00FC7E5F" w:rsidRPr="006B3432" w:rsidRDefault="00FC7E5F" w:rsidP="00FC7E5F">
            <w:pPr>
              <w:numPr>
                <w:ilvl w:val="0"/>
                <w:numId w:val="6"/>
              </w:numPr>
              <w:tabs>
                <w:tab w:val="clear" w:pos="680"/>
                <w:tab w:val="left" w:pos="284"/>
                <w:tab w:val="num" w:pos="373"/>
              </w:tabs>
              <w:spacing w:before="120" w:after="20"/>
              <w:ind w:left="2445" w:hanging="2445"/>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 xml:space="preserve">position 10 is a check digit. Algorithm used as below: </w:t>
            </w:r>
          </w:p>
          <w:p w14:paraId="0CADBCA6" w14:textId="77777777" w:rsidR="00FC7E5F" w:rsidRPr="006B3432" w:rsidRDefault="00FC7E5F" w:rsidP="00852FF9">
            <w:pPr>
              <w:tabs>
                <w:tab w:val="left" w:pos="284"/>
              </w:tabs>
              <w:spacing w:before="120" w:after="20"/>
              <w:ind w:left="2445"/>
              <w:rPr>
                <w:sz w:val="16"/>
                <w:szCs w:val="16"/>
              </w:rPr>
            </w:pPr>
            <w:r w:rsidRPr="006B3432">
              <w:rPr>
                <w:sz w:val="16"/>
                <w:szCs w:val="16"/>
              </w:rPr>
              <w:t xml:space="preserve">Algorithm for check digit: </w:t>
            </w:r>
            <w:proofErr w:type="spellStart"/>
            <w:r w:rsidRPr="006B3432">
              <w:rPr>
                <w:sz w:val="16"/>
                <w:szCs w:val="16"/>
              </w:rPr>
              <w:t>NoPat</w:t>
            </w:r>
            <w:proofErr w:type="spellEnd"/>
            <w:r w:rsidRPr="006B3432">
              <w:rPr>
                <w:sz w:val="16"/>
                <w:szCs w:val="16"/>
              </w:rPr>
              <w:t xml:space="preserve"> &lt; exp C&gt;----&gt; is a character-type expression of 7 numeric digits DV &lt; exp C&gt;----&gt; is a character expression of 1 numeric digit e.g.: 8700456 STOR (VAL(SUBSTR (NoPat,7,1)))*2 TO A - - - -&gt; e.g.: 6 * 2 = 12 STOR (VAL(SUBSTR (NoPat,6,1)))*3 TO B - - - -&gt; e.g.: 5 * 3 = 15 STOR (VAL(SUBSTR (NoPat,5,1)))*4 TO C - - - -&gt; e.g.: 4 * 4 = 16 STOR (VAL(SUBSTR (NoPat,4,1)))*5 TO D - - - -&gt; e.g.: 0 * 5 = 0 STOR (VAL(SUBSTR (NoPat,3,1)))*6 TO E - - - -&gt; e.g.: 0 * 6 = 0 STOR (VAL(SUBSTR (NoPat,2,1)))*7 TO F - - - -&gt; e.g.: 7 * 7 = 49 STOR (VAL(SUBSTR (NoPat,1,1)))*8 TO G - - - -&gt; e.g.: 8 * 8 = 64 STOR (A+B+C+D+E+F+G) TO Z - - - -&gt; e.g.: 12+15+16+0+0+49+64 = 156 STOR 11 - (MODINT(Z,11)) TO DV - - - -&gt; e.g.: 11 - (remainder(156/11)) = 9 IF DV=11 .OR.DV = 10 DV=0 ENDIF - - - -&gt; e.g.: DV = 9</w:t>
            </w:r>
          </w:p>
          <w:p w14:paraId="002AE8B3" w14:textId="77777777" w:rsidR="00FC7E5F" w:rsidRPr="006B3432" w:rsidRDefault="00FC7E5F" w:rsidP="00852FF9">
            <w:pPr>
              <w:tabs>
                <w:tab w:val="left" w:pos="284"/>
              </w:tabs>
              <w:spacing w:before="120" w:after="20"/>
            </w:pPr>
            <w:r w:rsidRPr="006B3432">
              <w:t>Machine-readable form: There isn't any difference between the display (or print) presentation and the machine-readable form used for this numbering system.</w:t>
            </w:r>
          </w:p>
          <w:p w14:paraId="092DDDF1" w14:textId="77777777" w:rsidR="00FC7E5F" w:rsidRPr="006B3432" w:rsidRDefault="00FC7E5F" w:rsidP="00852FF9">
            <w:pPr>
              <w:tabs>
                <w:tab w:val="left" w:pos="284"/>
              </w:tabs>
              <w:spacing w:before="120" w:after="20"/>
            </w:pPr>
            <w:r w:rsidRPr="006B3432">
              <w:t>Note: Separators used (space, slash) are not counted for defining the position of elements of the application.</w:t>
            </w:r>
          </w:p>
        </w:tc>
      </w:tr>
      <w:tr w:rsidR="00FC7E5F" w:rsidRPr="006B3432" w14:paraId="147A3F2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0293104" w14:textId="77777777" w:rsidR="00FC7E5F" w:rsidRPr="006B3432" w:rsidRDefault="00FC7E5F" w:rsidP="00852FF9">
            <w:pPr>
              <w:keepNext/>
              <w:spacing w:before="120"/>
              <w:ind w:left="-57" w:right="-57"/>
              <w:jc w:val="center"/>
              <w:rPr>
                <w:b/>
                <w:noProof/>
                <w:sz w:val="16"/>
                <w:szCs w:val="16"/>
              </w:rPr>
            </w:pPr>
            <w:r w:rsidRPr="006B3432">
              <w:rPr>
                <w:b/>
                <w:noProof/>
                <w:sz w:val="16"/>
                <w:szCs w:val="16"/>
              </w:rPr>
              <w:lastRenderedPageBreak/>
              <w:t>BR</w:t>
            </w:r>
          </w:p>
          <w:p w14:paraId="374A210C" w14:textId="77777777" w:rsidR="00FC7E5F" w:rsidRPr="006B3432" w:rsidRDefault="00FC7E5F" w:rsidP="00852FF9">
            <w:pPr>
              <w:keepNext/>
              <w:spacing w:before="120"/>
              <w:ind w:left="-57" w:right="-57"/>
              <w:jc w:val="center"/>
              <w:rPr>
                <w:b/>
                <w:noProof/>
                <w:sz w:val="16"/>
                <w:szCs w:val="16"/>
              </w:rPr>
            </w:pPr>
            <w:r w:rsidRPr="006B3432">
              <w:rPr>
                <w:b/>
                <w:noProof/>
                <w:sz w:val="16"/>
                <w:szCs w:val="16"/>
              </w:rPr>
              <w:t>BRAZIL</w:t>
            </w:r>
          </w:p>
        </w:tc>
        <w:tc>
          <w:tcPr>
            <w:tcW w:w="1560" w:type="dxa"/>
            <w:tcBorders>
              <w:top w:val="single" w:sz="6" w:space="0" w:color="auto"/>
              <w:left w:val="single" w:sz="6" w:space="0" w:color="auto"/>
              <w:bottom w:val="single" w:sz="6" w:space="0" w:color="auto"/>
              <w:right w:val="single" w:sz="6" w:space="0" w:color="auto"/>
            </w:tcBorders>
            <w:hideMark/>
          </w:tcPr>
          <w:p w14:paraId="31E2A4D9" w14:textId="77777777" w:rsidR="00FC7E5F" w:rsidRPr="006B3432" w:rsidRDefault="00FC7E5F" w:rsidP="00852FF9">
            <w:pPr>
              <w:spacing w:before="120"/>
              <w:ind w:left="-58" w:right="-58"/>
              <w:jc w:val="center"/>
              <w:rPr>
                <w:noProof/>
                <w:sz w:val="16"/>
              </w:rPr>
            </w:pPr>
            <w:r w:rsidRPr="006B3432">
              <w:rPr>
                <w:noProof/>
                <w:sz w:val="16"/>
              </w:rPr>
              <w:t xml:space="preserve">PI 9912345-2 </w:t>
            </w:r>
          </w:p>
          <w:p w14:paraId="5EDAEA5A" w14:textId="77777777" w:rsidR="00FC7E5F" w:rsidRPr="006B3432" w:rsidRDefault="00FC7E5F" w:rsidP="00852FF9">
            <w:pPr>
              <w:spacing w:before="120"/>
              <w:ind w:left="-58" w:right="-58"/>
              <w:jc w:val="center"/>
              <w:rPr>
                <w:noProof/>
                <w:sz w:val="16"/>
                <w:lang w:val="es-ES"/>
              </w:rPr>
            </w:pPr>
            <w:r w:rsidRPr="006B3432">
              <w:rPr>
                <w:noProof/>
                <w:sz w:val="16"/>
              </w:rPr>
              <w:t>C1 9913430-6</w:t>
            </w:r>
          </w:p>
        </w:tc>
        <w:tc>
          <w:tcPr>
            <w:tcW w:w="1561" w:type="dxa"/>
            <w:tcBorders>
              <w:top w:val="single" w:sz="6" w:space="0" w:color="auto"/>
              <w:left w:val="single" w:sz="6" w:space="0" w:color="auto"/>
              <w:bottom w:val="single" w:sz="6" w:space="0" w:color="auto"/>
              <w:right w:val="single" w:sz="6" w:space="0" w:color="auto"/>
            </w:tcBorders>
          </w:tcPr>
          <w:p w14:paraId="0F5D7084" w14:textId="77777777" w:rsidR="00FC7E5F" w:rsidRPr="006B3432" w:rsidRDefault="00FC7E5F" w:rsidP="00852FF9">
            <w:pPr>
              <w:spacing w:before="120"/>
              <w:ind w:left="-58" w:right="-58"/>
              <w:jc w:val="center"/>
              <w:rPr>
                <w:noProof/>
                <w:sz w:val="16"/>
              </w:rPr>
            </w:pPr>
            <w:r w:rsidRPr="006B3432">
              <w:rPr>
                <w:noProof/>
                <w:sz w:val="16"/>
              </w:rPr>
              <w:t xml:space="preserve">PI 9912345-2 </w:t>
            </w:r>
          </w:p>
          <w:p w14:paraId="0EB2280F" w14:textId="77777777" w:rsidR="00FC7E5F" w:rsidRPr="006B3432" w:rsidRDefault="00FC7E5F" w:rsidP="00852FF9">
            <w:pPr>
              <w:spacing w:before="120"/>
              <w:ind w:left="-58" w:right="-58"/>
              <w:jc w:val="center"/>
              <w:rPr>
                <w:noProof/>
                <w:sz w:val="16"/>
                <w:lang w:val="es-ES"/>
              </w:rPr>
            </w:pPr>
            <w:r w:rsidRPr="006B3432">
              <w:rPr>
                <w:noProof/>
                <w:sz w:val="16"/>
              </w:rPr>
              <w:t>C1 9913430-6</w:t>
            </w:r>
          </w:p>
        </w:tc>
        <w:tc>
          <w:tcPr>
            <w:tcW w:w="4796" w:type="dxa"/>
            <w:gridSpan w:val="2"/>
            <w:tcBorders>
              <w:top w:val="single" w:sz="6" w:space="0" w:color="auto"/>
              <w:left w:val="single" w:sz="6" w:space="0" w:color="auto"/>
              <w:bottom w:val="single" w:sz="6" w:space="0" w:color="auto"/>
              <w:right w:val="single" w:sz="6" w:space="0" w:color="auto"/>
            </w:tcBorders>
            <w:hideMark/>
          </w:tcPr>
          <w:p w14:paraId="63B79273" w14:textId="77777777" w:rsidR="00FC7E5F" w:rsidRPr="006B3432" w:rsidRDefault="00FC7E5F" w:rsidP="00852FF9">
            <w:pPr>
              <w:spacing w:before="120" w:after="60"/>
              <w:ind w:right="-57"/>
              <w:rPr>
                <w:sz w:val="16"/>
              </w:rPr>
            </w:pPr>
            <w:r w:rsidRPr="006B3432">
              <w:rPr>
                <w:sz w:val="16"/>
              </w:rPr>
              <w:t xml:space="preserve">Used from May 15, </w:t>
            </w:r>
            <w:proofErr w:type="gramStart"/>
            <w:r w:rsidRPr="006B3432">
              <w:rPr>
                <w:sz w:val="16"/>
              </w:rPr>
              <w:t>1997</w:t>
            </w:r>
            <w:proofErr w:type="gramEnd"/>
            <w:r w:rsidRPr="006B3432">
              <w:rPr>
                <w:sz w:val="16"/>
              </w:rPr>
              <w:t xml:space="preserve"> to January 1, 2012</w:t>
            </w:r>
            <w:r w:rsidRPr="006B3432">
              <w:rPr>
                <w:sz w:val="16"/>
              </w:rPr>
              <w:br/>
              <w:t>for:  Utility models</w:t>
            </w:r>
          </w:p>
        </w:tc>
      </w:tr>
      <w:tr w:rsidR="00FC7E5F" w:rsidRPr="006B3432" w14:paraId="54227CB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0D5EBA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9BD29E6" w14:textId="77777777" w:rsidR="00FC7E5F" w:rsidRPr="006B3432" w:rsidRDefault="00FC7E5F" w:rsidP="00FC7E5F">
            <w:pPr>
              <w:numPr>
                <w:ilvl w:val="0"/>
                <w:numId w:val="6"/>
              </w:numPr>
              <w:tabs>
                <w:tab w:val="clear" w:pos="680"/>
                <w:tab w:val="left" w:pos="284"/>
                <w:tab w:val="num" w:pos="373"/>
              </w:tabs>
              <w:spacing w:before="20" w:after="120"/>
              <w:ind w:left="1452" w:hanging="1452"/>
              <w:rPr>
                <w:sz w:val="16"/>
              </w:rPr>
            </w:pPr>
            <w:r w:rsidRPr="006B3432">
              <w:rPr>
                <w:sz w:val="16"/>
              </w:rPr>
              <w:t>Description</w:t>
            </w:r>
            <w:proofErr w:type="gramStart"/>
            <w:r w:rsidRPr="006B3432">
              <w:rPr>
                <w:sz w:val="16"/>
              </w:rPr>
              <w:t xml:space="preserve">:  </w:t>
            </w:r>
            <w:r w:rsidRPr="006B3432">
              <w:rPr>
                <w:sz w:val="16"/>
              </w:rPr>
              <w:tab/>
            </w:r>
            <w:proofErr w:type="gramEnd"/>
            <w:r w:rsidRPr="006B3432">
              <w:rPr>
                <w:sz w:val="16"/>
              </w:rPr>
              <w:t>ZZ YYXXXXX-K, where ZZ is type of IPRs, YY is the year of filing (decade), XXXXX is a serial number, and K is a check digit.</w:t>
            </w:r>
          </w:p>
          <w:p w14:paraId="08FD2F0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xml:space="preserve">:  </w:t>
            </w:r>
            <w:r w:rsidRPr="006B3432">
              <w:t>Positions</w:t>
            </w:r>
            <w:proofErr w:type="gramEnd"/>
            <w:r w:rsidRPr="006B3432">
              <w:t xml:space="preserve"> 1-2 provide codified information about type of IPR. ZZ = MU for Patents of Utility Model</w:t>
            </w:r>
            <w:r w:rsidRPr="006B3432">
              <w:rPr>
                <w:sz w:val="16"/>
              </w:rPr>
              <w:t xml:space="preserve"> </w:t>
            </w:r>
          </w:p>
          <w:p w14:paraId="7402DF0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t>positions 3-4 provide codified information about the year of filing according to Gregorian calendar. The code is computed by subtracting 20 from the two-digit-year for Utility Models, i.e. the year 1999 is coded as follows: 99-20=79</w:t>
            </w:r>
          </w:p>
          <w:p w14:paraId="2D3349E4"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t>fixed length of 4 digits in positions 5-9. The serial number runs consecutively inside the types of IPR coded in position 1-2.</w:t>
            </w:r>
          </w:p>
          <w:p w14:paraId="23A67FC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580C7DD" w14:textId="77777777" w:rsidR="00FC7E5F" w:rsidRPr="006B3432" w:rsidRDefault="00FC7E5F" w:rsidP="00FC7E5F">
            <w:pPr>
              <w:numPr>
                <w:ilvl w:val="0"/>
                <w:numId w:val="6"/>
              </w:numPr>
              <w:tabs>
                <w:tab w:val="clear" w:pos="680"/>
                <w:tab w:val="left" w:pos="284"/>
                <w:tab w:val="num" w:pos="373"/>
              </w:tabs>
              <w:spacing w:before="120" w:after="20"/>
              <w:ind w:left="2445" w:hanging="2445"/>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 xml:space="preserve">position 10 is a check digit. Algorithm used as below: </w:t>
            </w:r>
          </w:p>
          <w:p w14:paraId="78804991" w14:textId="77777777" w:rsidR="00FC7E5F" w:rsidRPr="006B3432" w:rsidRDefault="00FC7E5F" w:rsidP="00852FF9">
            <w:pPr>
              <w:tabs>
                <w:tab w:val="left" w:pos="284"/>
              </w:tabs>
              <w:spacing w:before="120" w:after="20"/>
              <w:ind w:left="2445"/>
            </w:pPr>
            <w:r w:rsidRPr="006B3432">
              <w:rPr>
                <w:sz w:val="16"/>
              </w:rPr>
              <w:t xml:space="preserve">Algorithm for check digit: </w:t>
            </w:r>
            <w:proofErr w:type="spellStart"/>
            <w:r w:rsidRPr="006B3432">
              <w:rPr>
                <w:sz w:val="16"/>
              </w:rPr>
              <w:t>NoPat</w:t>
            </w:r>
            <w:proofErr w:type="spellEnd"/>
            <w:r w:rsidRPr="006B3432">
              <w:rPr>
                <w:sz w:val="16"/>
              </w:rPr>
              <w:t xml:space="preserve"> &lt; exp C&gt;----&gt; is a character-type expression of 7 numeric digits DV &lt; exp C&gt;----&gt; is a character expression of 1 numeric digit e.g.: 8700456 STOR (VAL(SUBSTR (NoPat,7,1)))*2 TO A - - - -&gt; e.g.: 6 * 2 = 12 STOR (VAL(SUBSTR (NoPat,6,1)))*3 TO B - - - -&gt; e.g.: 5 * 3 = 15 STOR (VAL(SUBSTR (NoPat,5,1)))*4 TO C - - - -&gt; e.g.: 4 * 4 = 16 STOR (VAL(SUBSTR (NoPat,4,1)))*5 TO D - - - -&gt; e.g.: 0 * 5 = 0 STOR (VAL(SUBSTR (NoPat,3,1)))*6 TO E - - - -&gt; e.g.: 0 * 6 = 0 STOR (VAL(SUBSTR (NoPat,2,1)))*7 TO F - - - -&gt; e.g.: 7 * 7 = 49 STOR (VAL(SUBSTR (NoPat,1,1)))*8 TO G - - - -&gt; e.g.: 8 * 8 = 64 STOR (A+B+C+D+E+F+G) TO Z - - - -&gt; e.g.: 12+15+16+0+0+49+64 = 156 STOR 11 - (MODINT(Z,11)) TO DV - - - -&gt; e.g.: 11 - (remainder(156/11)) = 9 IF DV=11 .OR.DV = 10 DV=0 ENDIF - - - -&gt; e.g.: DV = 9</w:t>
            </w:r>
          </w:p>
          <w:p w14:paraId="6C93292C" w14:textId="77777777" w:rsidR="00FC7E5F" w:rsidRPr="006B3432" w:rsidRDefault="00FC7E5F" w:rsidP="00852FF9">
            <w:pPr>
              <w:tabs>
                <w:tab w:val="left" w:pos="284"/>
              </w:tabs>
              <w:spacing w:before="120" w:after="20"/>
            </w:pPr>
            <w:r w:rsidRPr="006B3432">
              <w:t>Machine-readable form: There isn't any difference between the display (or print) presentation and the machine-readable form used for this numbering system.</w:t>
            </w:r>
          </w:p>
          <w:p w14:paraId="649F7398" w14:textId="77777777" w:rsidR="00FC7E5F" w:rsidRPr="006B3432" w:rsidRDefault="00FC7E5F" w:rsidP="00852FF9">
            <w:pPr>
              <w:tabs>
                <w:tab w:val="left" w:pos="284"/>
              </w:tabs>
              <w:spacing w:before="120" w:after="20"/>
            </w:pPr>
            <w:r w:rsidRPr="006B3432">
              <w:t>Note: Separators used (space, slash) are not counted for defining the position of elements of the application.</w:t>
            </w:r>
          </w:p>
        </w:tc>
      </w:tr>
      <w:tr w:rsidR="00FC7E5F" w:rsidRPr="006B3432" w14:paraId="3A45C66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A18356D" w14:textId="77777777" w:rsidR="00FC7E5F" w:rsidRPr="006B3432" w:rsidRDefault="00FC7E5F" w:rsidP="00852FF9">
            <w:pPr>
              <w:keepNext/>
              <w:spacing w:before="120"/>
              <w:ind w:left="-57" w:right="-57"/>
              <w:jc w:val="center"/>
              <w:rPr>
                <w:b/>
                <w:noProof/>
                <w:sz w:val="16"/>
                <w:szCs w:val="16"/>
              </w:rPr>
            </w:pPr>
            <w:r w:rsidRPr="006B3432">
              <w:rPr>
                <w:b/>
                <w:noProof/>
                <w:sz w:val="16"/>
                <w:szCs w:val="16"/>
              </w:rPr>
              <w:lastRenderedPageBreak/>
              <w:t>CN</w:t>
            </w:r>
          </w:p>
          <w:p w14:paraId="1DC67D7A" w14:textId="77777777" w:rsidR="00FC7E5F" w:rsidRPr="006B3432" w:rsidRDefault="00FC7E5F" w:rsidP="00852FF9">
            <w:pPr>
              <w:keepNext/>
              <w:spacing w:before="120"/>
              <w:ind w:left="-57" w:right="-57"/>
              <w:jc w:val="center"/>
              <w:rPr>
                <w:b/>
                <w:noProof/>
                <w:sz w:val="16"/>
                <w:szCs w:val="16"/>
              </w:rPr>
            </w:pPr>
            <w:r w:rsidRPr="006B3432">
              <w:rPr>
                <w:b/>
                <w:noProof/>
                <w:sz w:val="16"/>
                <w:szCs w:val="16"/>
              </w:rPr>
              <w:t>CHINA</w:t>
            </w:r>
          </w:p>
        </w:tc>
        <w:tc>
          <w:tcPr>
            <w:tcW w:w="1560" w:type="dxa"/>
            <w:tcBorders>
              <w:top w:val="single" w:sz="6" w:space="0" w:color="auto"/>
              <w:left w:val="single" w:sz="6" w:space="0" w:color="auto"/>
              <w:bottom w:val="single" w:sz="6" w:space="0" w:color="auto"/>
              <w:right w:val="single" w:sz="6" w:space="0" w:color="auto"/>
            </w:tcBorders>
            <w:hideMark/>
          </w:tcPr>
          <w:p w14:paraId="62C873DB" w14:textId="77777777" w:rsidR="00FC7E5F" w:rsidRPr="006B3432" w:rsidRDefault="00FC7E5F" w:rsidP="00852FF9">
            <w:pPr>
              <w:spacing w:before="120"/>
              <w:ind w:left="-58" w:right="-58"/>
              <w:jc w:val="center"/>
              <w:rPr>
                <w:noProof/>
                <w:sz w:val="16"/>
              </w:rPr>
            </w:pPr>
            <w:r w:rsidRPr="006B3432">
              <w:rPr>
                <w:noProof/>
                <w:sz w:val="16"/>
              </w:rPr>
              <w:t>93100001.7</w:t>
            </w:r>
          </w:p>
        </w:tc>
        <w:tc>
          <w:tcPr>
            <w:tcW w:w="1561" w:type="dxa"/>
            <w:tcBorders>
              <w:top w:val="single" w:sz="6" w:space="0" w:color="auto"/>
              <w:left w:val="single" w:sz="6" w:space="0" w:color="auto"/>
              <w:bottom w:val="single" w:sz="6" w:space="0" w:color="auto"/>
              <w:right w:val="single" w:sz="6" w:space="0" w:color="auto"/>
            </w:tcBorders>
          </w:tcPr>
          <w:p w14:paraId="3F117DC9" w14:textId="77777777" w:rsidR="00FC7E5F" w:rsidRPr="006B3432" w:rsidRDefault="00FC7E5F" w:rsidP="00852FF9">
            <w:pPr>
              <w:spacing w:before="120"/>
              <w:ind w:left="-58" w:right="-58"/>
              <w:jc w:val="center"/>
              <w:rPr>
                <w:noProof/>
                <w:sz w:val="16"/>
              </w:rPr>
            </w:pPr>
            <w:r w:rsidRPr="006B3432">
              <w:rPr>
                <w:noProof/>
                <w:sz w:val="16"/>
              </w:rPr>
              <w:t>93100001.7</w:t>
            </w:r>
          </w:p>
        </w:tc>
        <w:tc>
          <w:tcPr>
            <w:tcW w:w="4796" w:type="dxa"/>
            <w:gridSpan w:val="2"/>
            <w:tcBorders>
              <w:top w:val="single" w:sz="6" w:space="0" w:color="auto"/>
              <w:left w:val="single" w:sz="6" w:space="0" w:color="auto"/>
              <w:bottom w:val="single" w:sz="6" w:space="0" w:color="auto"/>
              <w:right w:val="single" w:sz="6" w:space="0" w:color="auto"/>
            </w:tcBorders>
            <w:hideMark/>
          </w:tcPr>
          <w:p w14:paraId="1D137112" w14:textId="77777777" w:rsidR="00FC7E5F" w:rsidRPr="006B3432" w:rsidRDefault="00FC7E5F" w:rsidP="00852FF9">
            <w:pPr>
              <w:spacing w:before="120" w:after="60"/>
              <w:ind w:right="-57"/>
              <w:rPr>
                <w:sz w:val="16"/>
              </w:rPr>
            </w:pPr>
            <w:r w:rsidRPr="006B3432">
              <w:rPr>
                <w:sz w:val="16"/>
              </w:rPr>
              <w:t xml:space="preserve">Used from April 1, </w:t>
            </w:r>
            <w:proofErr w:type="gramStart"/>
            <w:r w:rsidRPr="006B3432">
              <w:rPr>
                <w:sz w:val="16"/>
              </w:rPr>
              <w:t>1985</w:t>
            </w:r>
            <w:proofErr w:type="gramEnd"/>
            <w:r w:rsidRPr="006B3432">
              <w:rPr>
                <w:sz w:val="16"/>
              </w:rPr>
              <w:t xml:space="preserve"> to September 30, 2003</w:t>
            </w:r>
            <w:r w:rsidRPr="006B3432">
              <w:rPr>
                <w:sz w:val="16"/>
              </w:rPr>
              <w:br/>
              <w:t>for</w:t>
            </w:r>
            <w:proofErr w:type="gramStart"/>
            <w:r w:rsidRPr="006B3432">
              <w:rPr>
                <w:sz w:val="16"/>
              </w:rPr>
              <w:t>:  Patents</w:t>
            </w:r>
            <w:proofErr w:type="gramEnd"/>
            <w:r w:rsidRPr="006B3432">
              <w:rPr>
                <w:sz w:val="16"/>
              </w:rPr>
              <w:t>, Utility Models / Utility certificates, Industrial designs</w:t>
            </w:r>
          </w:p>
          <w:p w14:paraId="0DE58C58" w14:textId="77777777" w:rsidR="00FC7E5F" w:rsidRPr="006B3432" w:rsidRDefault="00FC7E5F" w:rsidP="00852FF9">
            <w:pPr>
              <w:spacing w:before="120" w:after="60"/>
              <w:ind w:right="-57"/>
              <w:rPr>
                <w:sz w:val="16"/>
              </w:rPr>
            </w:pPr>
            <w:r w:rsidRPr="006B3432">
              <w:rPr>
                <w:sz w:val="16"/>
              </w:rPr>
              <w:t>Used from January 1993 to September 30, 2003</w:t>
            </w:r>
            <w:r w:rsidRPr="006B3432">
              <w:rPr>
                <w:sz w:val="16"/>
              </w:rPr>
              <w:br/>
              <w:t>for</w:t>
            </w:r>
            <w:proofErr w:type="gramStart"/>
            <w:r w:rsidRPr="006B3432">
              <w:rPr>
                <w:sz w:val="16"/>
              </w:rPr>
              <w:t>:  International</w:t>
            </w:r>
            <w:proofErr w:type="gramEnd"/>
            <w:r w:rsidRPr="006B3432">
              <w:rPr>
                <w:sz w:val="16"/>
              </w:rPr>
              <w:t xml:space="preserve"> patent applications under the PCT (PCT applications in the national phase), International utility model applications under the PCT (PCT applications in the national phase)</w:t>
            </w:r>
          </w:p>
        </w:tc>
      </w:tr>
      <w:tr w:rsidR="00FC7E5F" w:rsidRPr="006B3432" w14:paraId="58C86A0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1D99E1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34917F37"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  In the above example 93100001.7 is a patent application with serial number 00001 and</w:t>
            </w:r>
            <w:r w:rsidRPr="006B3432">
              <w:rPr>
                <w:sz w:val="16"/>
              </w:rPr>
              <w:br/>
              <w:t>check digit 7 filed at SIPO in 1993.</w:t>
            </w:r>
          </w:p>
          <w:p w14:paraId="4CCA2BAF"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w:t>
            </w:r>
            <w:proofErr w:type="gramEnd"/>
            <w:r w:rsidRPr="006B3432">
              <w:rPr>
                <w:sz w:val="16"/>
              </w:rPr>
              <w:t xml:space="preserve"> 3</w:t>
            </w:r>
          </w:p>
          <w:p w14:paraId="02FAB617"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lang w:val="fr-FR"/>
              </w:rPr>
            </w:pPr>
            <w:r w:rsidRPr="006B3432">
              <w:rPr>
                <w:sz w:val="16"/>
              </w:rPr>
              <w:t>Patents</w:t>
            </w:r>
            <w:proofErr w:type="gramStart"/>
            <w:r w:rsidRPr="006B3432">
              <w:rPr>
                <w:sz w:val="16"/>
                <w:lang w:val="fr-FR"/>
              </w:rPr>
              <w:tab/>
              <w:t xml:space="preserve">  1</w:t>
            </w:r>
            <w:proofErr w:type="gramEnd"/>
          </w:p>
          <w:p w14:paraId="672837D7"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sz w:val="16"/>
              </w:rPr>
              <w:t>International patent applications under the PCT</w:t>
            </w:r>
            <w:r w:rsidRPr="006B3432">
              <w:rPr>
                <w:sz w:val="16"/>
              </w:rPr>
              <w:br/>
              <w:t>(PCT applications in the national phase)</w:t>
            </w:r>
            <w:proofErr w:type="gramStart"/>
            <w:r w:rsidRPr="006B3432">
              <w:rPr>
                <w:sz w:val="16"/>
              </w:rPr>
              <w:tab/>
              <w:t xml:space="preserve">  8</w:t>
            </w:r>
            <w:proofErr w:type="gramEnd"/>
            <w:r w:rsidRPr="006B3432">
              <w:rPr>
                <w:sz w:val="16"/>
              </w:rPr>
              <w:t xml:space="preserve"> or 9 (see below)</w:t>
            </w:r>
          </w:p>
          <w:p w14:paraId="0CF328C0"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lang w:val="fr-FR"/>
              </w:rPr>
            </w:pPr>
            <w:r w:rsidRPr="006B3432">
              <w:rPr>
                <w:sz w:val="16"/>
              </w:rPr>
              <w:t>Utility Models / Utility certificates</w:t>
            </w:r>
            <w:proofErr w:type="gramStart"/>
            <w:r w:rsidRPr="006B3432">
              <w:rPr>
                <w:sz w:val="16"/>
                <w:lang w:val="fr-FR"/>
              </w:rPr>
              <w:tab/>
              <w:t xml:space="preserve">  2</w:t>
            </w:r>
            <w:proofErr w:type="gramEnd"/>
          </w:p>
          <w:p w14:paraId="676EF89B"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sz w:val="16"/>
              </w:rPr>
              <w:t>International utility model applications under the PCT</w:t>
            </w:r>
            <w:r w:rsidRPr="006B3432">
              <w:rPr>
                <w:sz w:val="16"/>
              </w:rPr>
              <w:br/>
              <w:t>(PCT applications in the national phase)</w:t>
            </w:r>
            <w:proofErr w:type="gramStart"/>
            <w:r w:rsidRPr="006B3432">
              <w:rPr>
                <w:sz w:val="16"/>
              </w:rPr>
              <w:tab/>
              <w:t xml:space="preserve">  8</w:t>
            </w:r>
            <w:proofErr w:type="gramEnd"/>
            <w:r w:rsidRPr="006B3432">
              <w:rPr>
                <w:sz w:val="16"/>
              </w:rPr>
              <w:t xml:space="preserve"> or 9 (see below)</w:t>
            </w:r>
          </w:p>
          <w:p w14:paraId="27444E9E"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lang w:val="fr-FR"/>
              </w:rPr>
            </w:pPr>
            <w:proofErr w:type="spellStart"/>
            <w:r w:rsidRPr="006B3432">
              <w:rPr>
                <w:sz w:val="16"/>
                <w:lang w:val="fr-FR"/>
              </w:rPr>
              <w:t>Industrial</w:t>
            </w:r>
            <w:proofErr w:type="spellEnd"/>
            <w:r w:rsidRPr="006B3432">
              <w:rPr>
                <w:sz w:val="16"/>
                <w:lang w:val="fr-FR"/>
              </w:rPr>
              <w:t xml:space="preserve"> designs</w:t>
            </w:r>
            <w:proofErr w:type="gramStart"/>
            <w:r w:rsidRPr="006B3432">
              <w:rPr>
                <w:sz w:val="16"/>
                <w:lang w:val="fr-FR"/>
              </w:rPr>
              <w:tab/>
              <w:t xml:space="preserve">  3</w:t>
            </w:r>
            <w:proofErr w:type="gramEnd"/>
          </w:p>
          <w:p w14:paraId="0288C3FE" w14:textId="77777777" w:rsidR="00FC7E5F" w:rsidRPr="006B3432" w:rsidRDefault="00FC7E5F" w:rsidP="00852FF9">
            <w:pPr>
              <w:tabs>
                <w:tab w:val="left" w:pos="506"/>
              </w:tabs>
              <w:spacing w:before="20" w:after="20"/>
              <w:ind w:left="3437" w:hanging="3111"/>
              <w:rPr>
                <w:sz w:val="16"/>
              </w:rPr>
            </w:pPr>
            <w:r w:rsidRPr="006B3432">
              <w:rPr>
                <w:sz w:val="16"/>
              </w:rPr>
              <w:t xml:space="preserve">For PCT applications in the national phase, code 9 was used from April 1, </w:t>
            </w:r>
            <w:proofErr w:type="gramStart"/>
            <w:r w:rsidRPr="006B3432">
              <w:rPr>
                <w:sz w:val="16"/>
              </w:rPr>
              <w:t>1994</w:t>
            </w:r>
            <w:proofErr w:type="gramEnd"/>
            <w:r w:rsidRPr="006B3432">
              <w:rPr>
                <w:sz w:val="16"/>
              </w:rPr>
              <w:t xml:space="preserve"> to December 31, 1995</w:t>
            </w:r>
            <w:r w:rsidRPr="006B3432">
              <w:rPr>
                <w:sz w:val="16"/>
              </w:rPr>
              <w:br/>
              <w:t>codes 8 and 9 were used from 1996 to 1997</w:t>
            </w:r>
            <w:r w:rsidRPr="006B3432">
              <w:rPr>
                <w:sz w:val="16"/>
              </w:rPr>
              <w:br/>
              <w:t>code 8 was used from 1998 to October 2003</w:t>
            </w:r>
          </w:p>
          <w:p w14:paraId="53D38A6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2 digits in positions 1-2 indicate the year of filing according to Gregorian calendar.</w:t>
            </w:r>
          </w:p>
          <w:p w14:paraId="7571E59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five digits in positions 4-8.</w:t>
            </w:r>
          </w:p>
          <w:p w14:paraId="2D82B87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AEB6D9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one check digit in position 9, separated by a dot.  The algorithm for computing the check digit was adapted by the ISO 7064:1983 (MOD11-2 check digit algorithm).</w:t>
            </w:r>
          </w:p>
          <w:p w14:paraId="04D83B30"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t>Machine–readable presentation of application numbers is the same as print presentation described above.</w:t>
            </w:r>
          </w:p>
          <w:p w14:paraId="7663412E"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are not counted for defining the position of elements of the application number.</w:t>
            </w:r>
          </w:p>
        </w:tc>
      </w:tr>
      <w:tr w:rsidR="00FC7E5F" w:rsidRPr="006B3432" w14:paraId="74171C5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B97C8F0" w14:textId="77777777" w:rsidR="00FC7E5F" w:rsidRPr="006B3432" w:rsidRDefault="00FC7E5F" w:rsidP="00852FF9">
            <w:pPr>
              <w:keepNext/>
              <w:spacing w:before="120"/>
              <w:ind w:left="-57" w:right="-57"/>
              <w:jc w:val="center"/>
              <w:rPr>
                <w:b/>
                <w:sz w:val="16"/>
                <w:szCs w:val="16"/>
              </w:rPr>
            </w:pPr>
            <w:bookmarkStart w:id="0" w:name="BRAZIL"/>
            <w:r w:rsidRPr="006B3432">
              <w:rPr>
                <w:b/>
                <w:noProof/>
                <w:sz w:val="16"/>
                <w:szCs w:val="16"/>
              </w:rPr>
              <w:lastRenderedPageBreak/>
              <w:t>DE</w:t>
            </w:r>
          </w:p>
          <w:bookmarkEnd w:id="0"/>
          <w:p w14:paraId="29045C7B"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275CA47D" w14:textId="77777777" w:rsidR="00FC7E5F" w:rsidRPr="006B3432" w:rsidRDefault="00FC7E5F" w:rsidP="00852FF9">
            <w:pPr>
              <w:spacing w:before="120"/>
              <w:ind w:left="-58" w:right="-58"/>
              <w:jc w:val="center"/>
              <w:rPr>
                <w:noProof/>
                <w:spacing w:val="-6"/>
                <w:sz w:val="16"/>
              </w:rPr>
            </w:pPr>
            <w:r w:rsidRPr="006B3432">
              <w:rPr>
                <w:noProof/>
                <w:spacing w:val="-6"/>
                <w:sz w:val="16"/>
              </w:rPr>
              <w:t>Z 3 S 80015 VIII/21a1</w:t>
            </w:r>
          </w:p>
          <w:p w14:paraId="281F2607" w14:textId="77777777" w:rsidR="00FC7E5F" w:rsidRPr="006B3432" w:rsidRDefault="00FC7E5F" w:rsidP="00852FF9">
            <w:pPr>
              <w:spacing w:before="120"/>
              <w:ind w:left="-58" w:right="-58"/>
              <w:jc w:val="center"/>
              <w:rPr>
                <w:noProof/>
                <w:sz w:val="16"/>
              </w:rPr>
            </w:pPr>
            <w:r w:rsidRPr="006B3432">
              <w:rPr>
                <w:noProof/>
                <w:sz w:val="16"/>
              </w:rPr>
              <w:t>S 71482</w:t>
            </w:r>
          </w:p>
          <w:p w14:paraId="4E02B37B" w14:textId="77777777" w:rsidR="00FC7E5F" w:rsidRPr="006B3432" w:rsidRDefault="00FC7E5F" w:rsidP="00852FF9">
            <w:pPr>
              <w:spacing w:before="120"/>
              <w:ind w:left="-58" w:right="-58"/>
              <w:jc w:val="center"/>
              <w:rPr>
                <w:noProof/>
                <w:sz w:val="16"/>
              </w:rPr>
            </w:pPr>
            <w:r w:rsidRPr="006B3432">
              <w:rPr>
                <w:noProof/>
                <w:sz w:val="16"/>
              </w:rPr>
              <w:t>R 41613 / 21 Wz</w:t>
            </w:r>
          </w:p>
        </w:tc>
        <w:tc>
          <w:tcPr>
            <w:tcW w:w="1561" w:type="dxa"/>
            <w:tcBorders>
              <w:top w:val="single" w:sz="6" w:space="0" w:color="auto"/>
              <w:left w:val="single" w:sz="6" w:space="0" w:color="auto"/>
              <w:bottom w:val="single" w:sz="6" w:space="0" w:color="auto"/>
              <w:right w:val="single" w:sz="6" w:space="0" w:color="auto"/>
            </w:tcBorders>
          </w:tcPr>
          <w:p w14:paraId="58AC66D3" w14:textId="77777777" w:rsidR="00FC7E5F" w:rsidRPr="006B3432" w:rsidRDefault="00FC7E5F" w:rsidP="00852FF9">
            <w:pPr>
              <w:spacing w:before="120"/>
              <w:ind w:left="-58" w:right="-58"/>
              <w:jc w:val="center"/>
              <w:rPr>
                <w:noProof/>
                <w:spacing w:val="-6"/>
                <w:sz w:val="16"/>
              </w:rPr>
            </w:pPr>
            <w:r w:rsidRPr="006B3432">
              <w:rPr>
                <w:noProof/>
                <w:spacing w:val="-6"/>
                <w:sz w:val="16"/>
              </w:rPr>
              <w:t>Z 3 S 80015 VIII/21a1</w:t>
            </w:r>
          </w:p>
          <w:p w14:paraId="68F19121" w14:textId="77777777" w:rsidR="00FC7E5F" w:rsidRPr="006B3432" w:rsidRDefault="00FC7E5F" w:rsidP="00852FF9">
            <w:pPr>
              <w:spacing w:before="120"/>
              <w:ind w:left="-58" w:right="-58"/>
              <w:jc w:val="center"/>
              <w:rPr>
                <w:noProof/>
                <w:sz w:val="16"/>
              </w:rPr>
            </w:pPr>
            <w:r w:rsidRPr="006B3432">
              <w:rPr>
                <w:noProof/>
                <w:sz w:val="16"/>
              </w:rPr>
              <w:t>S 71482</w:t>
            </w:r>
          </w:p>
          <w:p w14:paraId="16598F15" w14:textId="77777777" w:rsidR="00FC7E5F" w:rsidRPr="006B3432" w:rsidRDefault="00FC7E5F" w:rsidP="00852FF9">
            <w:pPr>
              <w:spacing w:before="120"/>
              <w:ind w:left="-58" w:right="-58"/>
              <w:jc w:val="center"/>
              <w:rPr>
                <w:noProof/>
                <w:spacing w:val="-6"/>
                <w:sz w:val="16"/>
              </w:rPr>
            </w:pPr>
            <w:r w:rsidRPr="006B3432">
              <w:rPr>
                <w:noProof/>
                <w:sz w:val="16"/>
              </w:rPr>
              <w:t>R 41613 / 21 Wz</w:t>
            </w:r>
          </w:p>
        </w:tc>
        <w:tc>
          <w:tcPr>
            <w:tcW w:w="4796" w:type="dxa"/>
            <w:gridSpan w:val="2"/>
            <w:tcBorders>
              <w:top w:val="single" w:sz="6" w:space="0" w:color="auto"/>
              <w:left w:val="single" w:sz="6" w:space="0" w:color="auto"/>
              <w:bottom w:val="single" w:sz="6" w:space="0" w:color="auto"/>
              <w:right w:val="single" w:sz="6" w:space="0" w:color="auto"/>
            </w:tcBorders>
            <w:hideMark/>
          </w:tcPr>
          <w:p w14:paraId="04D2E848" w14:textId="77777777" w:rsidR="00FC7E5F" w:rsidRPr="006B3432" w:rsidRDefault="00FC7E5F" w:rsidP="00852FF9">
            <w:pPr>
              <w:spacing w:before="120" w:after="60"/>
              <w:ind w:right="-57"/>
              <w:rPr>
                <w:noProof/>
                <w:sz w:val="16"/>
              </w:rPr>
            </w:pPr>
            <w:r w:rsidRPr="006B3432">
              <w:rPr>
                <w:sz w:val="16"/>
              </w:rPr>
              <w:t>Used from 1877 to 1968</w:t>
            </w:r>
            <w:r w:rsidRPr="006B3432">
              <w:rPr>
                <w:sz w:val="16"/>
              </w:rPr>
              <w:br/>
              <w:t>for</w:t>
            </w:r>
            <w:proofErr w:type="gramStart"/>
            <w:r w:rsidRPr="006B3432">
              <w:rPr>
                <w:sz w:val="16"/>
              </w:rPr>
              <w:t xml:space="preserve">:  </w:t>
            </w:r>
            <w:r w:rsidRPr="006B3432">
              <w:rPr>
                <w:noProof/>
                <w:sz w:val="16"/>
              </w:rPr>
              <w:t>Patents</w:t>
            </w:r>
            <w:proofErr w:type="gramEnd"/>
          </w:p>
          <w:p w14:paraId="2A25C8DB" w14:textId="77777777" w:rsidR="00FC7E5F" w:rsidRPr="006B3432" w:rsidRDefault="00FC7E5F" w:rsidP="00852FF9">
            <w:pPr>
              <w:spacing w:before="120" w:after="60"/>
              <w:ind w:right="-57"/>
              <w:rPr>
                <w:noProof/>
                <w:sz w:val="16"/>
              </w:rPr>
            </w:pPr>
            <w:r w:rsidRPr="006B3432">
              <w:rPr>
                <w:sz w:val="16"/>
              </w:rPr>
              <w:t>Used from 1891 to 1967</w:t>
            </w:r>
            <w:r w:rsidRPr="006B3432">
              <w:rPr>
                <w:sz w:val="16"/>
              </w:rPr>
              <w:br/>
              <w:t>for</w:t>
            </w:r>
            <w:proofErr w:type="gramStart"/>
            <w:r w:rsidRPr="006B3432">
              <w:rPr>
                <w:sz w:val="16"/>
              </w:rPr>
              <w:t xml:space="preserve">:  </w:t>
            </w:r>
            <w:r w:rsidRPr="006B3432">
              <w:rPr>
                <w:noProof/>
                <w:sz w:val="16"/>
              </w:rPr>
              <w:t>Utility</w:t>
            </w:r>
            <w:proofErr w:type="gramEnd"/>
            <w:r w:rsidRPr="006B3432">
              <w:rPr>
                <w:noProof/>
                <w:sz w:val="16"/>
              </w:rPr>
              <w:t xml:space="preserve"> Models / Utility certificates</w:t>
            </w:r>
          </w:p>
          <w:p w14:paraId="069743F7" w14:textId="77777777" w:rsidR="00FC7E5F" w:rsidRPr="006B3432" w:rsidRDefault="00FC7E5F" w:rsidP="00852FF9">
            <w:pPr>
              <w:spacing w:before="120" w:after="60"/>
              <w:ind w:right="-57"/>
              <w:rPr>
                <w:noProof/>
                <w:sz w:val="16"/>
              </w:rPr>
            </w:pPr>
            <w:r w:rsidRPr="006B3432">
              <w:rPr>
                <w:sz w:val="16"/>
              </w:rPr>
              <w:t>Used from 1894 to 1994</w:t>
            </w:r>
            <w:r w:rsidRPr="006B3432">
              <w:rPr>
                <w:sz w:val="16"/>
              </w:rPr>
              <w:br/>
              <w:t xml:space="preserve">for:  </w:t>
            </w:r>
            <w:r w:rsidRPr="006B3432">
              <w:rPr>
                <w:noProof/>
                <w:sz w:val="16"/>
              </w:rPr>
              <w:t>Trademarks</w:t>
            </w:r>
          </w:p>
        </w:tc>
      </w:tr>
      <w:tr w:rsidR="00FC7E5F" w:rsidRPr="006B3432" w14:paraId="6908708E"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5A8207C"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DF302E7" w14:textId="77777777" w:rsidR="00FC7E5F" w:rsidRPr="006B3432" w:rsidRDefault="00FC7E5F" w:rsidP="00FC7E5F">
            <w:pPr>
              <w:numPr>
                <w:ilvl w:val="0"/>
                <w:numId w:val="6"/>
              </w:numPr>
              <w:tabs>
                <w:tab w:val="clear" w:pos="680"/>
                <w:tab w:val="left" w:pos="284"/>
                <w:tab w:val="num" w:pos="373"/>
              </w:tabs>
              <w:autoSpaceDE w:val="0"/>
              <w:autoSpaceDN w:val="0"/>
              <w:adjustRightInd w:val="0"/>
              <w:spacing w:before="120"/>
              <w:ind w:left="1221" w:hanging="1221"/>
              <w:rPr>
                <w:sz w:val="16"/>
              </w:rPr>
            </w:pPr>
            <w:r w:rsidRPr="006B3432">
              <w:rPr>
                <w:sz w:val="16"/>
              </w:rPr>
              <w:t xml:space="preserve">Description:  Position 1:  first letter of the </w:t>
            </w:r>
            <w:proofErr w:type="gramStart"/>
            <w:r w:rsidRPr="006B3432">
              <w:rPr>
                <w:sz w:val="16"/>
              </w:rPr>
              <w:t>applicant</w:t>
            </w:r>
            <w:proofErr w:type="gramEnd"/>
            <w:r w:rsidRPr="006B3432">
              <w:rPr>
                <w:sz w:val="16"/>
              </w:rPr>
              <w:t xml:space="preserve"> name</w:t>
            </w:r>
            <w:r w:rsidRPr="006B3432">
              <w:rPr>
                <w:sz w:val="16"/>
              </w:rPr>
              <w:br/>
              <w:t>Position 2 and following:  continuous numbering for this letter (see “Serial number”, below)</w:t>
            </w:r>
            <w:r w:rsidRPr="006B3432">
              <w:rPr>
                <w:sz w:val="16"/>
              </w:rPr>
              <w:br/>
              <w:t>Position 7 (before '/'):  patent department (this part was present for patents after 1928)</w:t>
            </w:r>
            <w:r w:rsidRPr="006B3432">
              <w:rPr>
                <w:sz w:val="16"/>
              </w:rPr>
              <w:br/>
              <w:t>Position 8 (after '/'):  for patents after 1928, classification by German DPK classification</w:t>
            </w:r>
          </w:p>
          <w:p w14:paraId="3EC300D4" w14:textId="77777777" w:rsidR="00FC7E5F" w:rsidRPr="006B3432" w:rsidRDefault="00FC7E5F" w:rsidP="00852FF9">
            <w:pPr>
              <w:tabs>
                <w:tab w:val="left" w:pos="284"/>
              </w:tabs>
              <w:autoSpaceDE w:val="0"/>
              <w:autoSpaceDN w:val="0"/>
              <w:adjustRightInd w:val="0"/>
              <w:spacing w:after="120"/>
              <w:ind w:left="2691"/>
              <w:rPr>
                <w:sz w:val="16"/>
              </w:rPr>
            </w:pPr>
            <w:r w:rsidRPr="006B3432">
              <w:rPr>
                <w:sz w:val="16"/>
              </w:rPr>
              <w:t>for trademarks:  classification of goods followed by "</w:t>
            </w:r>
            <w:proofErr w:type="spellStart"/>
            <w:r w:rsidRPr="006B3432">
              <w:rPr>
                <w:sz w:val="16"/>
              </w:rPr>
              <w:t>Wz</w:t>
            </w:r>
            <w:proofErr w:type="spellEnd"/>
            <w:r w:rsidRPr="006B3432">
              <w:rPr>
                <w:sz w:val="16"/>
              </w:rPr>
              <w:t>" (from German “</w:t>
            </w:r>
            <w:proofErr w:type="spellStart"/>
            <w:r w:rsidRPr="006B3432">
              <w:rPr>
                <w:sz w:val="16"/>
              </w:rPr>
              <w:t>Warenzeichen</w:t>
            </w:r>
            <w:proofErr w:type="spellEnd"/>
            <w:r w:rsidRPr="006B3432">
              <w:rPr>
                <w:sz w:val="16"/>
              </w:rPr>
              <w:t>” = trademark)</w:t>
            </w:r>
          </w:p>
          <w:p w14:paraId="5A03A599"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only</w:t>
            </w:r>
            <w:proofErr w:type="gramEnd"/>
            <w:r w:rsidRPr="006B3432">
              <w:rPr>
                <w:sz w:val="16"/>
              </w:rPr>
              <w:t xml:space="preserve"> for trademarks, positions 9-10 </w:t>
            </w:r>
          </w:p>
          <w:p w14:paraId="58F4BD97"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noProof/>
                <w:sz w:val="16"/>
              </w:rPr>
              <w:t>Trademarks</w:t>
            </w:r>
            <w:proofErr w:type="gramStart"/>
            <w:r w:rsidRPr="006B3432">
              <w:rPr>
                <w:sz w:val="16"/>
              </w:rPr>
              <w:tab/>
              <w:t xml:space="preserve">  </w:t>
            </w:r>
            <w:proofErr w:type="spellStart"/>
            <w:r w:rsidRPr="006B3432">
              <w:rPr>
                <w:sz w:val="16"/>
              </w:rPr>
              <w:t>Wz</w:t>
            </w:r>
            <w:proofErr w:type="spellEnd"/>
            <w:proofErr w:type="gramEnd"/>
          </w:p>
          <w:p w14:paraId="401A2FFC"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noProof/>
                <w:sz w:val="16"/>
              </w:rPr>
              <w:t>N/A</w:t>
            </w:r>
          </w:p>
          <w:p w14:paraId="47AFA020"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noProof/>
                <w:sz w:val="16"/>
              </w:rPr>
              <w:t>variable length of 1 up to 6 digits, beginning at position 2.  There are separate numbering cycles for each letter in position 1.</w:t>
            </w:r>
          </w:p>
          <w:p w14:paraId="379ED3B4" w14:textId="77777777" w:rsidR="00FC7E5F" w:rsidRPr="006B3432" w:rsidRDefault="00FC7E5F" w:rsidP="00FC7E5F">
            <w:pPr>
              <w:numPr>
                <w:ilvl w:val="0"/>
                <w:numId w:val="6"/>
              </w:numPr>
              <w:tabs>
                <w:tab w:val="clear" w:pos="680"/>
                <w:tab w:val="left" w:pos="177"/>
                <w:tab w:val="num" w:pos="602"/>
              </w:tabs>
              <w:spacing w:before="20" w:after="20"/>
              <w:ind w:left="2445" w:hanging="2445"/>
              <w:rPr>
                <w:noProof/>
                <w:sz w:val="16"/>
              </w:rPr>
            </w:pPr>
            <w:r w:rsidRPr="006B3432">
              <w:rPr>
                <w:sz w:val="16"/>
              </w:rPr>
              <w:t xml:space="preserve">  Code for internal use:</w:t>
            </w:r>
          </w:p>
          <w:p w14:paraId="632C5F54" w14:textId="77777777" w:rsidR="00FC7E5F" w:rsidRPr="006B3432" w:rsidRDefault="00FC7E5F" w:rsidP="00852FF9">
            <w:pPr>
              <w:tabs>
                <w:tab w:val="left" w:pos="177"/>
              </w:tabs>
              <w:spacing w:before="20" w:after="20"/>
              <w:ind w:left="1452"/>
              <w:rPr>
                <w:noProof/>
                <w:sz w:val="16"/>
              </w:rPr>
            </w:pPr>
            <w:r w:rsidRPr="006B3432">
              <w:rPr>
                <w:noProof/>
                <w:sz w:val="16"/>
              </w:rPr>
              <w:t>The first letter of the applicant name is coded in position 1.</w:t>
            </w:r>
          </w:p>
          <w:p w14:paraId="38520989" w14:textId="77777777" w:rsidR="00FC7E5F" w:rsidRPr="006B3432" w:rsidRDefault="00FC7E5F" w:rsidP="00852FF9">
            <w:pPr>
              <w:tabs>
                <w:tab w:val="left" w:pos="177"/>
                <w:tab w:val="num" w:pos="602"/>
              </w:tabs>
              <w:spacing w:before="20" w:after="20"/>
              <w:ind w:left="1452"/>
              <w:rPr>
                <w:noProof/>
                <w:sz w:val="16"/>
              </w:rPr>
            </w:pPr>
            <w:r w:rsidRPr="006B3432">
              <w:rPr>
                <w:noProof/>
                <w:sz w:val="16"/>
              </w:rPr>
              <w:t>The patent department is coded in Roman numbers before the slash ('/'), for patents filed after 1928.  (The patent department was probably not publically known.)</w:t>
            </w:r>
          </w:p>
          <w:p w14:paraId="3E449573" w14:textId="77777777" w:rsidR="00FC7E5F" w:rsidRPr="006B3432" w:rsidRDefault="00FC7E5F" w:rsidP="00852FF9">
            <w:pPr>
              <w:tabs>
                <w:tab w:val="left" w:pos="177"/>
                <w:tab w:val="num" w:pos="602"/>
              </w:tabs>
              <w:spacing w:before="20" w:after="20"/>
              <w:ind w:left="1452"/>
              <w:rPr>
                <w:noProof/>
                <w:sz w:val="16"/>
              </w:rPr>
            </w:pPr>
            <w:r w:rsidRPr="006B3432">
              <w:rPr>
                <w:noProof/>
                <w:sz w:val="16"/>
              </w:rPr>
              <w:t>The classification according to the German classification (DPK) or the classification of goods was coded after the slash.  DPK was available for public, as well as the classification for trademarks.</w:t>
            </w:r>
          </w:p>
          <w:p w14:paraId="68263DF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noProof/>
                <w:sz w:val="16"/>
              </w:rPr>
              <w:t>N/A</w:t>
            </w:r>
          </w:p>
          <w:p w14:paraId="1E23D066"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t xml:space="preserve">For machine-readable presentation of trademark application numbers, the classification information was </w:t>
            </w:r>
            <w:proofErr w:type="gramStart"/>
            <w:r w:rsidRPr="006B3432">
              <w:rPr>
                <w:sz w:val="16"/>
              </w:rPr>
              <w:t>omitted</w:t>
            </w:r>
            <w:proofErr w:type="gramEnd"/>
            <w:r w:rsidRPr="006B3432">
              <w:rPr>
                <w:sz w:val="16"/>
              </w:rPr>
              <w:t xml:space="preserve"> and spaces were deleted, for example, R41613.</w:t>
            </w:r>
          </w:p>
          <w:p w14:paraId="5EFE9E36"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space) are not counted for defining the position of elements of the application number.</w:t>
            </w:r>
          </w:p>
        </w:tc>
      </w:tr>
      <w:tr w:rsidR="00FC7E5F" w:rsidRPr="006B3432" w14:paraId="7A52335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3D2E9DB" w14:textId="77777777" w:rsidR="00FC7E5F" w:rsidRPr="006B3432" w:rsidRDefault="00FC7E5F" w:rsidP="00852FF9">
            <w:pPr>
              <w:keepNext/>
              <w:spacing w:before="120"/>
              <w:ind w:left="-57" w:right="-57"/>
              <w:jc w:val="center"/>
              <w:rPr>
                <w:b/>
                <w:sz w:val="16"/>
                <w:szCs w:val="16"/>
              </w:rPr>
            </w:pPr>
            <w:r w:rsidRPr="006B3432">
              <w:rPr>
                <w:b/>
                <w:noProof/>
                <w:sz w:val="16"/>
                <w:szCs w:val="16"/>
              </w:rPr>
              <w:t>DE</w:t>
            </w:r>
          </w:p>
          <w:p w14:paraId="4D622A1C"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49F64CD0" w14:textId="77777777" w:rsidR="00FC7E5F" w:rsidRPr="006B3432" w:rsidRDefault="00FC7E5F" w:rsidP="00852FF9">
            <w:pPr>
              <w:spacing w:before="120" w:after="120"/>
              <w:ind w:left="-58" w:right="-58"/>
              <w:jc w:val="center"/>
              <w:rPr>
                <w:noProof/>
                <w:sz w:val="16"/>
              </w:rPr>
            </w:pPr>
            <w:r w:rsidRPr="006B3432">
              <w:rPr>
                <w:noProof/>
                <w:sz w:val="16"/>
              </w:rPr>
              <w:t>P 18 00 001.6</w:t>
            </w:r>
          </w:p>
          <w:p w14:paraId="08ED9CD6" w14:textId="77777777" w:rsidR="00FC7E5F" w:rsidRPr="006B3432" w:rsidRDefault="00FC7E5F" w:rsidP="00852FF9">
            <w:pPr>
              <w:spacing w:before="120" w:after="120"/>
              <w:ind w:left="-58" w:right="-58"/>
              <w:jc w:val="center"/>
              <w:rPr>
                <w:noProof/>
                <w:sz w:val="16"/>
              </w:rPr>
            </w:pPr>
            <w:r w:rsidRPr="006B3432">
              <w:rPr>
                <w:noProof/>
                <w:sz w:val="16"/>
              </w:rPr>
              <w:t>P 44 45 678.6</w:t>
            </w:r>
          </w:p>
        </w:tc>
        <w:tc>
          <w:tcPr>
            <w:tcW w:w="1561" w:type="dxa"/>
            <w:tcBorders>
              <w:top w:val="single" w:sz="6" w:space="0" w:color="auto"/>
              <w:left w:val="single" w:sz="6" w:space="0" w:color="auto"/>
              <w:bottom w:val="single" w:sz="6" w:space="0" w:color="auto"/>
              <w:right w:val="single" w:sz="6" w:space="0" w:color="auto"/>
            </w:tcBorders>
          </w:tcPr>
          <w:p w14:paraId="1EA665FB" w14:textId="77777777" w:rsidR="00FC7E5F" w:rsidRPr="006B3432" w:rsidRDefault="00FC7E5F" w:rsidP="00852FF9">
            <w:pPr>
              <w:spacing w:before="120" w:after="120"/>
              <w:ind w:left="-58" w:right="-58"/>
              <w:jc w:val="center"/>
              <w:rPr>
                <w:noProof/>
                <w:sz w:val="16"/>
              </w:rPr>
            </w:pPr>
            <w:r w:rsidRPr="006B3432">
              <w:rPr>
                <w:noProof/>
                <w:sz w:val="16"/>
              </w:rPr>
              <w:t>P 18 00 001.6</w:t>
            </w:r>
          </w:p>
          <w:p w14:paraId="70A31669" w14:textId="77777777" w:rsidR="00FC7E5F" w:rsidRPr="006B3432" w:rsidRDefault="00FC7E5F" w:rsidP="00852FF9">
            <w:pPr>
              <w:spacing w:before="120" w:after="120"/>
              <w:ind w:left="-58" w:right="-58"/>
              <w:jc w:val="center"/>
              <w:rPr>
                <w:noProof/>
                <w:sz w:val="16"/>
              </w:rPr>
            </w:pPr>
            <w:r w:rsidRPr="006B3432">
              <w:rPr>
                <w:noProof/>
                <w:sz w:val="16"/>
              </w:rPr>
              <w:t>P 44 45 678.6</w:t>
            </w:r>
          </w:p>
        </w:tc>
        <w:tc>
          <w:tcPr>
            <w:tcW w:w="4796" w:type="dxa"/>
            <w:gridSpan w:val="2"/>
            <w:tcBorders>
              <w:top w:val="single" w:sz="6" w:space="0" w:color="auto"/>
              <w:left w:val="single" w:sz="6" w:space="0" w:color="auto"/>
              <w:bottom w:val="single" w:sz="6" w:space="0" w:color="auto"/>
              <w:right w:val="single" w:sz="6" w:space="0" w:color="auto"/>
            </w:tcBorders>
            <w:hideMark/>
          </w:tcPr>
          <w:p w14:paraId="3B9FBE3E" w14:textId="77777777" w:rsidR="00FC7E5F" w:rsidRPr="006B3432" w:rsidRDefault="00FC7E5F" w:rsidP="00852FF9">
            <w:pPr>
              <w:spacing w:before="120" w:after="60"/>
              <w:ind w:right="-57"/>
              <w:rPr>
                <w:noProof/>
                <w:sz w:val="16"/>
              </w:rPr>
            </w:pPr>
            <w:r w:rsidRPr="006B3432">
              <w:rPr>
                <w:sz w:val="16"/>
              </w:rPr>
              <w:t>Used from October 1, 1968, to December 31, 1994</w:t>
            </w:r>
            <w:r w:rsidRPr="006B3432">
              <w:rPr>
                <w:sz w:val="16"/>
              </w:rPr>
              <w:br/>
              <w:t xml:space="preserve">for:  </w:t>
            </w:r>
            <w:r w:rsidRPr="006B3432">
              <w:rPr>
                <w:noProof/>
                <w:sz w:val="16"/>
              </w:rPr>
              <w:t>Patents</w:t>
            </w:r>
          </w:p>
        </w:tc>
      </w:tr>
      <w:tr w:rsidR="00FC7E5F" w:rsidRPr="006B3432" w14:paraId="7617C0D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E88F3F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7031BED"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P YYNNNNN.C, where “P” is the type of IP rights (patent), YY is a coded year designation (see “Year designation” below), NNNNN is a serial number and C is a control number.</w:t>
            </w:r>
            <w:r w:rsidRPr="006B3432">
              <w:rPr>
                <w:sz w:val="16"/>
              </w:rPr>
              <w:br/>
              <w:t>In the above example P 18 00 001.6 – patent application filed in 1968.</w:t>
            </w:r>
          </w:p>
          <w:p w14:paraId="3D530F7E"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w:t>
            </w:r>
            <w:proofErr w:type="gramEnd"/>
            <w:r w:rsidRPr="006B3432">
              <w:rPr>
                <w:sz w:val="16"/>
              </w:rPr>
              <w:t xml:space="preserve"> 1</w:t>
            </w:r>
          </w:p>
          <w:p w14:paraId="368617AF"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noProof/>
                <w:sz w:val="16"/>
              </w:rPr>
              <w:t>Patents</w:t>
            </w:r>
            <w:proofErr w:type="gramStart"/>
            <w:r w:rsidRPr="006B3432">
              <w:rPr>
                <w:sz w:val="16"/>
              </w:rPr>
              <w:tab/>
              <w:t xml:space="preserve">  P</w:t>
            </w:r>
            <w:proofErr w:type="gramEnd"/>
          </w:p>
          <w:p w14:paraId="5147764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 xml:space="preserve">positions 2-3 provide codified information about the year of filing according to Gregorian calendar.  The code is computed by subtracting 50 from the two-digit-year, i.e. the year 1968 is coded as follows: </w:t>
            </w:r>
            <w:r w:rsidRPr="006B3432">
              <w:rPr>
                <w:sz w:val="16"/>
              </w:rPr>
              <w:br/>
              <w:t>68-50=18.</w:t>
            </w:r>
          </w:p>
          <w:p w14:paraId="3D917C9A" w14:textId="77777777" w:rsidR="00FC7E5F" w:rsidRPr="006B3432" w:rsidRDefault="00FC7E5F" w:rsidP="00FC7E5F">
            <w:pPr>
              <w:numPr>
                <w:ilvl w:val="0"/>
                <w:numId w:val="6"/>
              </w:numPr>
              <w:tabs>
                <w:tab w:val="clear" w:pos="680"/>
                <w:tab w:val="left" w:pos="284"/>
                <w:tab w:val="num" w:pos="373"/>
                <w:tab w:val="num" w:pos="776"/>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noProof/>
                <w:sz w:val="16"/>
              </w:rPr>
              <w:t xml:space="preserve">fixed length of 5 digits in positions 4-8.  </w:t>
            </w:r>
            <w:r w:rsidRPr="006B3432">
              <w:rPr>
                <w:sz w:val="16"/>
              </w:rPr>
              <w:t>The numbering restarted every year.</w:t>
            </w:r>
          </w:p>
          <w:p w14:paraId="1165EEA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noProof/>
                <w:sz w:val="16"/>
              </w:rPr>
              <w:t>N/A</w:t>
            </w:r>
          </w:p>
          <w:p w14:paraId="0E8018F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 xml:space="preserve">Control number/Check digit:  </w:t>
            </w:r>
            <w:r w:rsidRPr="006B3432">
              <w:rPr>
                <w:sz w:val="16"/>
              </w:rPr>
              <w:tab/>
              <w:t>position 9 separated by a dot “.”, the algorithm for computing the control number is unknown.</w:t>
            </w:r>
          </w:p>
          <w:p w14:paraId="634A6EFB" w14:textId="77777777" w:rsidR="00FC7E5F" w:rsidRPr="006B3432" w:rsidRDefault="00FC7E5F" w:rsidP="00852FF9">
            <w:pPr>
              <w:tabs>
                <w:tab w:val="left" w:pos="284"/>
              </w:tabs>
              <w:spacing w:before="120" w:after="120"/>
              <w:rPr>
                <w:sz w:val="16"/>
              </w:rPr>
            </w:pPr>
            <w:r w:rsidRPr="006B3432">
              <w:rPr>
                <w:sz w:val="16"/>
              </w:rPr>
              <w:t>Further remarks:</w:t>
            </w:r>
            <w:r w:rsidRPr="006B3432">
              <w:rPr>
                <w:sz w:val="16"/>
              </w:rPr>
              <w:br/>
            </w:r>
            <w:r w:rsidRPr="006B3432">
              <w:rPr>
                <w:noProof/>
                <w:sz w:val="16"/>
              </w:rPr>
              <w:t>Machine–readable presentation of application numbers is the same as print presentation described above.</w:t>
            </w:r>
          </w:p>
          <w:p w14:paraId="39907650" w14:textId="77777777" w:rsidR="00FC7E5F" w:rsidRPr="006B3432" w:rsidRDefault="00FC7E5F" w:rsidP="00852FF9">
            <w:pPr>
              <w:tabs>
                <w:tab w:val="left" w:pos="0"/>
              </w:tabs>
              <w:spacing w:before="20" w:after="20"/>
              <w:rPr>
                <w:sz w:val="16"/>
              </w:rPr>
            </w:pPr>
            <w:r w:rsidRPr="006B3432">
              <w:rPr>
                <w:sz w:val="16"/>
              </w:rPr>
              <w:t>Note:</w:t>
            </w:r>
            <w:r w:rsidRPr="006B3432">
              <w:rPr>
                <w:sz w:val="16"/>
              </w:rPr>
              <w:tab/>
              <w:t>Separators used (dot, space) are not counted for defining the position of elements of the application number.</w:t>
            </w:r>
          </w:p>
        </w:tc>
      </w:tr>
      <w:tr w:rsidR="00FC7E5F" w:rsidRPr="006B3432" w14:paraId="0B90980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84CDF08"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DE</w:t>
            </w:r>
          </w:p>
          <w:p w14:paraId="0814E5F0"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24C5EC39" w14:textId="77777777" w:rsidR="00FC7E5F" w:rsidRPr="006B3432" w:rsidRDefault="00FC7E5F" w:rsidP="00852FF9">
            <w:pPr>
              <w:spacing w:before="120" w:after="120"/>
              <w:ind w:left="-58" w:right="-58"/>
              <w:jc w:val="center"/>
              <w:rPr>
                <w:noProof/>
                <w:sz w:val="16"/>
              </w:rPr>
            </w:pPr>
            <w:r w:rsidRPr="006B3432">
              <w:rPr>
                <w:noProof/>
                <w:sz w:val="16"/>
              </w:rPr>
              <w:t>28 60 001.3</w:t>
            </w:r>
          </w:p>
          <w:p w14:paraId="58041DD9" w14:textId="77777777" w:rsidR="00FC7E5F" w:rsidRPr="006B3432" w:rsidRDefault="00FC7E5F" w:rsidP="00852FF9">
            <w:pPr>
              <w:spacing w:before="120" w:after="120"/>
              <w:ind w:left="-58" w:right="-58"/>
              <w:jc w:val="center"/>
              <w:rPr>
                <w:noProof/>
                <w:sz w:val="16"/>
              </w:rPr>
            </w:pPr>
            <w:r w:rsidRPr="006B3432">
              <w:rPr>
                <w:noProof/>
                <w:sz w:val="16"/>
              </w:rPr>
              <w:t>33 79 999.7</w:t>
            </w:r>
          </w:p>
          <w:p w14:paraId="30F9F130" w14:textId="77777777" w:rsidR="00FC7E5F" w:rsidRPr="006B3432" w:rsidRDefault="00FC7E5F" w:rsidP="00852FF9">
            <w:pPr>
              <w:spacing w:before="120" w:after="120"/>
              <w:ind w:left="-58" w:right="-58"/>
              <w:jc w:val="center"/>
              <w:rPr>
                <w:noProof/>
                <w:sz w:val="16"/>
              </w:rPr>
            </w:pPr>
            <w:r w:rsidRPr="006B3432">
              <w:rPr>
                <w:noProof/>
                <w:sz w:val="16"/>
              </w:rPr>
              <w:t>38 82 001.5</w:t>
            </w:r>
          </w:p>
          <w:p w14:paraId="7FA692BA" w14:textId="77777777" w:rsidR="00FC7E5F" w:rsidRPr="006B3432" w:rsidRDefault="00FC7E5F" w:rsidP="00852FF9">
            <w:pPr>
              <w:spacing w:before="120" w:after="120"/>
              <w:ind w:left="-58" w:right="-58"/>
              <w:jc w:val="center"/>
              <w:rPr>
                <w:noProof/>
                <w:sz w:val="16"/>
              </w:rPr>
            </w:pPr>
            <w:r w:rsidRPr="006B3432">
              <w:rPr>
                <w:noProof/>
                <w:sz w:val="16"/>
              </w:rPr>
              <w:t>33 90 003.5</w:t>
            </w:r>
          </w:p>
        </w:tc>
        <w:tc>
          <w:tcPr>
            <w:tcW w:w="1561" w:type="dxa"/>
            <w:tcBorders>
              <w:top w:val="single" w:sz="6" w:space="0" w:color="auto"/>
              <w:left w:val="single" w:sz="6" w:space="0" w:color="auto"/>
              <w:bottom w:val="single" w:sz="6" w:space="0" w:color="auto"/>
              <w:right w:val="single" w:sz="6" w:space="0" w:color="auto"/>
            </w:tcBorders>
          </w:tcPr>
          <w:p w14:paraId="3457F709" w14:textId="77777777" w:rsidR="00FC7E5F" w:rsidRPr="006B3432" w:rsidRDefault="00FC7E5F" w:rsidP="00852FF9">
            <w:pPr>
              <w:spacing w:before="120" w:after="120"/>
              <w:ind w:left="-58" w:right="-58"/>
              <w:jc w:val="center"/>
              <w:rPr>
                <w:noProof/>
                <w:sz w:val="16"/>
              </w:rPr>
            </w:pPr>
            <w:r w:rsidRPr="006B3432">
              <w:rPr>
                <w:noProof/>
                <w:sz w:val="16"/>
              </w:rPr>
              <w:t>28 60 001.3</w:t>
            </w:r>
          </w:p>
          <w:p w14:paraId="2DACEBB6" w14:textId="77777777" w:rsidR="00FC7E5F" w:rsidRPr="006B3432" w:rsidRDefault="00FC7E5F" w:rsidP="00852FF9">
            <w:pPr>
              <w:spacing w:before="120" w:after="120"/>
              <w:ind w:left="-58" w:right="-58"/>
              <w:jc w:val="center"/>
              <w:rPr>
                <w:noProof/>
                <w:sz w:val="16"/>
              </w:rPr>
            </w:pPr>
            <w:r w:rsidRPr="006B3432">
              <w:rPr>
                <w:noProof/>
                <w:sz w:val="16"/>
              </w:rPr>
              <w:t>33 79 999.7</w:t>
            </w:r>
          </w:p>
          <w:p w14:paraId="5DDB7DFB" w14:textId="77777777" w:rsidR="00FC7E5F" w:rsidRPr="006B3432" w:rsidRDefault="00FC7E5F" w:rsidP="00852FF9">
            <w:pPr>
              <w:spacing w:before="120" w:after="120"/>
              <w:ind w:left="-58" w:right="-58"/>
              <w:jc w:val="center"/>
              <w:rPr>
                <w:noProof/>
                <w:sz w:val="16"/>
              </w:rPr>
            </w:pPr>
            <w:r w:rsidRPr="006B3432">
              <w:rPr>
                <w:noProof/>
                <w:sz w:val="16"/>
              </w:rPr>
              <w:t>38 82 001.5</w:t>
            </w:r>
          </w:p>
          <w:p w14:paraId="487CF05B" w14:textId="77777777" w:rsidR="00FC7E5F" w:rsidRPr="006B3432" w:rsidRDefault="00FC7E5F" w:rsidP="00852FF9">
            <w:pPr>
              <w:spacing w:before="120" w:after="120"/>
              <w:ind w:left="-58" w:right="-58"/>
              <w:jc w:val="center"/>
              <w:rPr>
                <w:noProof/>
                <w:sz w:val="16"/>
              </w:rPr>
            </w:pPr>
            <w:r w:rsidRPr="006B3432">
              <w:rPr>
                <w:noProof/>
                <w:sz w:val="16"/>
              </w:rPr>
              <w:t>33 90 003.5</w:t>
            </w:r>
          </w:p>
        </w:tc>
        <w:tc>
          <w:tcPr>
            <w:tcW w:w="4796" w:type="dxa"/>
            <w:gridSpan w:val="2"/>
            <w:tcBorders>
              <w:top w:val="single" w:sz="6" w:space="0" w:color="auto"/>
              <w:left w:val="single" w:sz="6" w:space="0" w:color="auto"/>
              <w:bottom w:val="single" w:sz="6" w:space="0" w:color="auto"/>
              <w:right w:val="single" w:sz="6" w:space="0" w:color="auto"/>
            </w:tcBorders>
            <w:hideMark/>
          </w:tcPr>
          <w:p w14:paraId="7C1DBBA8" w14:textId="77777777" w:rsidR="00FC7E5F" w:rsidRPr="006B3432" w:rsidRDefault="00FC7E5F" w:rsidP="00852FF9">
            <w:pPr>
              <w:spacing w:before="120" w:after="60"/>
              <w:ind w:right="-57"/>
              <w:rPr>
                <w:noProof/>
                <w:sz w:val="16"/>
              </w:rPr>
            </w:pPr>
            <w:r w:rsidRPr="006B3432">
              <w:rPr>
                <w:sz w:val="16"/>
              </w:rPr>
              <w:t>Used from 1978 to 1988</w:t>
            </w:r>
            <w:r w:rsidRPr="006B3432">
              <w:rPr>
                <w:sz w:val="16"/>
              </w:rPr>
              <w:br/>
              <w:t>for</w:t>
            </w:r>
            <w:proofErr w:type="gramStart"/>
            <w:r w:rsidRPr="006B3432">
              <w:rPr>
                <w:sz w:val="16"/>
              </w:rPr>
              <w:t xml:space="preserve">:  </w:t>
            </w:r>
            <w:r w:rsidRPr="006B3432">
              <w:rPr>
                <w:noProof/>
                <w:sz w:val="16"/>
              </w:rPr>
              <w:t>European</w:t>
            </w:r>
            <w:proofErr w:type="gramEnd"/>
            <w:r w:rsidRPr="006B3432">
              <w:rPr>
                <w:noProof/>
                <w:sz w:val="16"/>
              </w:rPr>
              <w:t xml:space="preserve"> patent applications with DE designation</w:t>
            </w:r>
          </w:p>
          <w:p w14:paraId="1BB50BC0" w14:textId="77777777" w:rsidR="00FC7E5F" w:rsidRPr="006B3432" w:rsidRDefault="00FC7E5F" w:rsidP="00852FF9">
            <w:pPr>
              <w:spacing w:before="120" w:after="60"/>
              <w:ind w:right="-57"/>
              <w:rPr>
                <w:noProof/>
                <w:sz w:val="16"/>
              </w:rPr>
            </w:pPr>
            <w:r w:rsidRPr="006B3432">
              <w:rPr>
                <w:sz w:val="16"/>
              </w:rPr>
              <w:t>Used from 1983 to 1994</w:t>
            </w:r>
            <w:r w:rsidRPr="006B3432">
              <w:rPr>
                <w:sz w:val="16"/>
              </w:rPr>
              <w:br/>
              <w:t>for</w:t>
            </w:r>
            <w:proofErr w:type="gramStart"/>
            <w:r w:rsidRPr="006B3432">
              <w:rPr>
                <w:sz w:val="16"/>
              </w:rPr>
              <w:t xml:space="preserve">:  </w:t>
            </w:r>
            <w:r w:rsidRPr="006B3432">
              <w:rPr>
                <w:noProof/>
                <w:sz w:val="16"/>
              </w:rPr>
              <w:t>International</w:t>
            </w:r>
            <w:proofErr w:type="gramEnd"/>
            <w:r w:rsidRPr="006B3432">
              <w:rPr>
                <w:noProof/>
                <w:sz w:val="16"/>
              </w:rPr>
              <w:t xml:space="preserve"> patent applications under the PCT (PCT applications in the national phase)</w:t>
            </w:r>
          </w:p>
        </w:tc>
      </w:tr>
      <w:tr w:rsidR="00FC7E5F" w:rsidRPr="006B3432" w14:paraId="57ECC1C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523E3E8"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CEB260F" w14:textId="77777777" w:rsidR="00FC7E5F" w:rsidRPr="006B3432" w:rsidRDefault="00FC7E5F" w:rsidP="00FC7E5F">
            <w:pPr>
              <w:numPr>
                <w:ilvl w:val="0"/>
                <w:numId w:val="6"/>
              </w:numPr>
              <w:tabs>
                <w:tab w:val="clear" w:pos="680"/>
                <w:tab w:val="left" w:pos="284"/>
                <w:tab w:val="num" w:pos="373"/>
              </w:tabs>
              <w:spacing w:before="120" w:after="20"/>
              <w:ind w:left="1452" w:hanging="1496"/>
              <w:rPr>
                <w:sz w:val="16"/>
              </w:rPr>
            </w:pPr>
            <w:proofErr w:type="gramStart"/>
            <w:r w:rsidRPr="006B3432">
              <w:rPr>
                <w:sz w:val="16"/>
              </w:rPr>
              <w:t>Description:</w:t>
            </w:r>
            <w:r w:rsidRPr="006B3432">
              <w:rPr>
                <w:sz w:val="16"/>
              </w:rPr>
              <w:tab/>
              <w:t>YYTNNNN.C</w:t>
            </w:r>
            <w:proofErr w:type="gramEnd"/>
            <w:r w:rsidRPr="006B3432">
              <w:rPr>
                <w:sz w:val="16"/>
              </w:rPr>
              <w:t>, where YY is a coded year designation (see “Year designation” below), T is a type of IP rights, NNNN is a serial number and C is a control number.</w:t>
            </w:r>
          </w:p>
          <w:p w14:paraId="341FBAB5" w14:textId="77777777" w:rsidR="00FC7E5F" w:rsidRPr="006B3432" w:rsidRDefault="00FC7E5F" w:rsidP="00852FF9">
            <w:pPr>
              <w:autoSpaceDE w:val="0"/>
              <w:autoSpaceDN w:val="0"/>
              <w:adjustRightInd w:val="0"/>
              <w:ind w:left="1136" w:hanging="900"/>
              <w:rPr>
                <w:sz w:val="16"/>
              </w:rPr>
            </w:pPr>
            <w:r w:rsidRPr="006B3432">
              <w:rPr>
                <w:sz w:val="16"/>
              </w:rPr>
              <w:t xml:space="preserve">In the above examples: </w:t>
            </w:r>
          </w:p>
          <w:p w14:paraId="404A8081" w14:textId="77777777" w:rsidR="00FC7E5F" w:rsidRPr="006B3432" w:rsidRDefault="00FC7E5F" w:rsidP="00852FF9">
            <w:pPr>
              <w:autoSpaceDE w:val="0"/>
              <w:autoSpaceDN w:val="0"/>
              <w:adjustRightInd w:val="0"/>
              <w:ind w:left="1027"/>
              <w:rPr>
                <w:sz w:val="16"/>
              </w:rPr>
            </w:pPr>
            <w:r w:rsidRPr="006B3432">
              <w:rPr>
                <w:sz w:val="16"/>
              </w:rPr>
              <w:t xml:space="preserve">28 60 001.3 – EP patent application with DE designation filed in </w:t>
            </w:r>
            <w:proofErr w:type="gramStart"/>
            <w:r w:rsidRPr="006B3432">
              <w:rPr>
                <w:sz w:val="16"/>
              </w:rPr>
              <w:t>1978;</w:t>
            </w:r>
            <w:proofErr w:type="gramEnd"/>
          </w:p>
          <w:p w14:paraId="0530AB09" w14:textId="77777777" w:rsidR="00FC7E5F" w:rsidRPr="006B3432" w:rsidRDefault="00FC7E5F" w:rsidP="00852FF9">
            <w:pPr>
              <w:autoSpaceDE w:val="0"/>
              <w:autoSpaceDN w:val="0"/>
              <w:adjustRightInd w:val="0"/>
              <w:ind w:left="1027"/>
              <w:rPr>
                <w:sz w:val="16"/>
              </w:rPr>
            </w:pPr>
            <w:r w:rsidRPr="006B3432">
              <w:rPr>
                <w:sz w:val="16"/>
              </w:rPr>
              <w:t>33 90 003.5 – PCT application with DE designation entering the national phase filed in 1988.</w:t>
            </w:r>
          </w:p>
          <w:p w14:paraId="371E2766"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w:t>
            </w:r>
            <w:proofErr w:type="gramEnd"/>
            <w:r w:rsidRPr="006B3432">
              <w:rPr>
                <w:sz w:val="16"/>
              </w:rPr>
              <w:t xml:space="preserve"> 3</w:t>
            </w:r>
          </w:p>
          <w:p w14:paraId="1ADA5790"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noProof/>
                <w:sz w:val="16"/>
              </w:rPr>
              <w:t>European patent applications with DE designation</w:t>
            </w:r>
            <w:proofErr w:type="gramStart"/>
            <w:r w:rsidRPr="006B3432">
              <w:rPr>
                <w:sz w:val="16"/>
              </w:rPr>
              <w:tab/>
              <w:t xml:space="preserve">  6</w:t>
            </w:r>
            <w:proofErr w:type="gramEnd"/>
            <w:r w:rsidRPr="006B3432">
              <w:rPr>
                <w:sz w:val="16"/>
              </w:rPr>
              <w:t>, 7 and 8</w:t>
            </w:r>
          </w:p>
          <w:p w14:paraId="455DEB2E"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noProof/>
                <w:sz w:val="16"/>
              </w:rPr>
              <w:t>International patent applications under the PCT</w:t>
            </w:r>
            <w:r w:rsidRPr="006B3432">
              <w:rPr>
                <w:noProof/>
                <w:sz w:val="16"/>
              </w:rPr>
              <w:br/>
              <w:t xml:space="preserve">(PCT applications in the national phase) </w:t>
            </w:r>
            <w:proofErr w:type="gramStart"/>
            <w:r w:rsidRPr="006B3432">
              <w:rPr>
                <w:sz w:val="16"/>
              </w:rPr>
              <w:tab/>
              <w:t xml:space="preserve">  9</w:t>
            </w:r>
            <w:proofErr w:type="gramEnd"/>
          </w:p>
          <w:p w14:paraId="3F14229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 xml:space="preserve">positions 1-2 provide codified information about the year of filing according to Gregorian calendar.  The code is computed by subtracting 50 from the two-digit-year, i.e. the year 1968 is coded as follows: </w:t>
            </w:r>
            <w:r w:rsidRPr="006B3432">
              <w:rPr>
                <w:sz w:val="16"/>
              </w:rPr>
              <w:br/>
              <w:t>68-50=18.</w:t>
            </w:r>
          </w:p>
          <w:p w14:paraId="027F133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4 digits in positions 4-7.  The serial number runs consecutively inside the types coded in position 3.</w:t>
            </w:r>
          </w:p>
          <w:p w14:paraId="6011904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noProof/>
                <w:sz w:val="16"/>
              </w:rPr>
              <w:t>N/A</w:t>
            </w:r>
          </w:p>
          <w:p w14:paraId="1CD7F4F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 xml:space="preserve">Control number/Check digit:  </w:t>
            </w:r>
            <w:r w:rsidRPr="006B3432">
              <w:rPr>
                <w:sz w:val="16"/>
              </w:rPr>
              <w:tab/>
              <w:t>position 8 separated by a dot “.”, the algorithm for computing the control number is unknown.</w:t>
            </w:r>
          </w:p>
          <w:p w14:paraId="23DC9E8A"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r>
            <w:r w:rsidRPr="006B3432">
              <w:rPr>
                <w:noProof/>
                <w:sz w:val="16"/>
              </w:rPr>
              <w:t>Machine–readable presentation of application numbers is the same as print presentation described above.</w:t>
            </w:r>
          </w:p>
          <w:p w14:paraId="61BAD791"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space) are not counted for defining the position of elements of the application number.</w:t>
            </w:r>
          </w:p>
        </w:tc>
      </w:tr>
      <w:tr w:rsidR="00FC7E5F" w:rsidRPr="006B3432" w14:paraId="3FE971B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0D38D12" w14:textId="77777777" w:rsidR="00FC7E5F" w:rsidRPr="006B3432" w:rsidRDefault="00FC7E5F" w:rsidP="00852FF9">
            <w:pPr>
              <w:keepNext/>
              <w:spacing w:before="120"/>
              <w:ind w:left="-57" w:right="-57"/>
              <w:jc w:val="center"/>
              <w:rPr>
                <w:b/>
                <w:sz w:val="16"/>
                <w:szCs w:val="16"/>
              </w:rPr>
            </w:pPr>
            <w:r w:rsidRPr="006B3432">
              <w:rPr>
                <w:b/>
                <w:noProof/>
                <w:sz w:val="16"/>
                <w:szCs w:val="16"/>
              </w:rPr>
              <w:t>DE</w:t>
            </w:r>
          </w:p>
          <w:p w14:paraId="3ED7BCD6"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75743AA6" w14:textId="77777777" w:rsidR="00FC7E5F" w:rsidRPr="006B3432" w:rsidRDefault="00FC7E5F" w:rsidP="00852FF9">
            <w:pPr>
              <w:spacing w:before="120"/>
              <w:ind w:left="-58" w:right="-58"/>
              <w:jc w:val="center"/>
              <w:rPr>
                <w:noProof/>
                <w:sz w:val="16"/>
              </w:rPr>
            </w:pPr>
            <w:r w:rsidRPr="006B3432">
              <w:rPr>
                <w:noProof/>
                <w:sz w:val="16"/>
              </w:rPr>
              <w:t>MR 28 192</w:t>
            </w:r>
          </w:p>
        </w:tc>
        <w:tc>
          <w:tcPr>
            <w:tcW w:w="1561" w:type="dxa"/>
            <w:tcBorders>
              <w:top w:val="single" w:sz="6" w:space="0" w:color="auto"/>
              <w:left w:val="single" w:sz="6" w:space="0" w:color="auto"/>
              <w:bottom w:val="single" w:sz="6" w:space="0" w:color="auto"/>
              <w:right w:val="single" w:sz="6" w:space="0" w:color="auto"/>
            </w:tcBorders>
          </w:tcPr>
          <w:p w14:paraId="06FAFB81" w14:textId="77777777" w:rsidR="00FC7E5F" w:rsidRPr="006B3432" w:rsidRDefault="00FC7E5F" w:rsidP="00852FF9">
            <w:pPr>
              <w:spacing w:before="120"/>
              <w:ind w:left="-58" w:right="-58"/>
              <w:jc w:val="center"/>
              <w:rPr>
                <w:noProof/>
                <w:sz w:val="16"/>
              </w:rPr>
            </w:pPr>
            <w:r w:rsidRPr="006B3432">
              <w:rPr>
                <w:noProof/>
                <w:sz w:val="16"/>
              </w:rPr>
              <w:t>MR 28 192</w:t>
            </w:r>
          </w:p>
        </w:tc>
        <w:tc>
          <w:tcPr>
            <w:tcW w:w="4796" w:type="dxa"/>
            <w:gridSpan w:val="2"/>
            <w:tcBorders>
              <w:top w:val="single" w:sz="6" w:space="0" w:color="auto"/>
              <w:left w:val="single" w:sz="6" w:space="0" w:color="auto"/>
              <w:bottom w:val="single" w:sz="6" w:space="0" w:color="auto"/>
              <w:right w:val="single" w:sz="6" w:space="0" w:color="auto"/>
            </w:tcBorders>
            <w:hideMark/>
          </w:tcPr>
          <w:p w14:paraId="658F2774" w14:textId="77777777" w:rsidR="00FC7E5F" w:rsidRPr="006B3432" w:rsidRDefault="00FC7E5F" w:rsidP="00852FF9">
            <w:pPr>
              <w:spacing w:before="120" w:after="60"/>
              <w:ind w:right="-57"/>
              <w:rPr>
                <w:noProof/>
                <w:sz w:val="16"/>
              </w:rPr>
            </w:pPr>
            <w:r w:rsidRPr="006B3432">
              <w:rPr>
                <w:sz w:val="16"/>
              </w:rPr>
              <w:t>Used until June 30, 1988</w:t>
            </w:r>
            <w:r w:rsidRPr="006B3432">
              <w:rPr>
                <w:sz w:val="16"/>
              </w:rPr>
              <w:br/>
              <w:t xml:space="preserve">for:  </w:t>
            </w:r>
            <w:r w:rsidRPr="006B3432">
              <w:rPr>
                <w:noProof/>
                <w:sz w:val="16"/>
              </w:rPr>
              <w:t>Industrial Designs</w:t>
            </w:r>
          </w:p>
        </w:tc>
      </w:tr>
      <w:tr w:rsidR="00FC7E5F" w:rsidRPr="006B3432" w14:paraId="74B5D2FF"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9BB8A5C"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AB7DD51"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MRNNNNN, where “MR” is the type of IP rights (industrial designs, from German “</w:t>
            </w:r>
            <w:proofErr w:type="spellStart"/>
            <w:r w:rsidRPr="006B3432">
              <w:rPr>
                <w:sz w:val="16"/>
              </w:rPr>
              <w:t>Musterregister</w:t>
            </w:r>
            <w:proofErr w:type="spellEnd"/>
            <w:r w:rsidRPr="006B3432">
              <w:rPr>
                <w:sz w:val="16"/>
              </w:rPr>
              <w:t>” = registry of designs) and NNNNN is a serial number.</w:t>
            </w:r>
          </w:p>
          <w:p w14:paraId="6AB2237F"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w:t>
            </w:r>
          </w:p>
          <w:p w14:paraId="4F08AC62"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noProof/>
                <w:sz w:val="16"/>
              </w:rPr>
              <w:t>Industrial Designs</w:t>
            </w:r>
            <w:proofErr w:type="gramStart"/>
            <w:r w:rsidRPr="006B3432">
              <w:rPr>
                <w:sz w:val="16"/>
              </w:rPr>
              <w:tab/>
              <w:t xml:space="preserve">  MR</w:t>
            </w:r>
            <w:proofErr w:type="gramEnd"/>
          </w:p>
          <w:p w14:paraId="1AC9FF0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52485CD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variable length of up to 5 digits in positions 3-7, continuous numbering.</w:t>
            </w:r>
          </w:p>
          <w:p w14:paraId="3D1EAD0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noProof/>
                <w:sz w:val="16"/>
              </w:rPr>
              <w:t>N/A</w:t>
            </w:r>
          </w:p>
          <w:p w14:paraId="5CDFAD5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0C0ADD39" w14:textId="77777777" w:rsidR="00FC7E5F" w:rsidRPr="006B3432" w:rsidRDefault="00FC7E5F" w:rsidP="00852FF9">
            <w:pPr>
              <w:tabs>
                <w:tab w:val="left" w:pos="284"/>
              </w:tabs>
              <w:spacing w:before="120" w:after="20"/>
              <w:rPr>
                <w:noProof/>
                <w:sz w:val="16"/>
              </w:rPr>
            </w:pPr>
            <w:r w:rsidRPr="006B3432">
              <w:rPr>
                <w:sz w:val="16"/>
              </w:rPr>
              <w:t>Further remarks:</w:t>
            </w:r>
            <w:r w:rsidRPr="006B3432">
              <w:rPr>
                <w:sz w:val="16"/>
              </w:rPr>
              <w:br/>
            </w:r>
            <w:r w:rsidRPr="006B3432">
              <w:rPr>
                <w:noProof/>
                <w:sz w:val="16"/>
              </w:rPr>
              <w:t>It is unknown whether the machine–readable presentation of application numbers was different from the print presentation described above.</w:t>
            </w:r>
          </w:p>
          <w:p w14:paraId="17D580AB"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(space) are not counted for defining the position of elements of the application number.</w:t>
            </w:r>
          </w:p>
        </w:tc>
      </w:tr>
      <w:tr w:rsidR="00FC7E5F" w:rsidRPr="006B3432" w14:paraId="43BCE1A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val="restart"/>
            <w:tcBorders>
              <w:top w:val="single" w:sz="6" w:space="0" w:color="auto"/>
              <w:left w:val="single" w:sz="6" w:space="0" w:color="auto"/>
              <w:bottom w:val="single" w:sz="6" w:space="0" w:color="auto"/>
              <w:right w:val="single" w:sz="6" w:space="0" w:color="auto"/>
            </w:tcBorders>
            <w:hideMark/>
          </w:tcPr>
          <w:p w14:paraId="7E6C6749"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DE</w:t>
            </w:r>
          </w:p>
          <w:p w14:paraId="1FC35608"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23C823C9" w14:textId="77777777" w:rsidR="00FC7E5F" w:rsidRPr="006B3432" w:rsidRDefault="00FC7E5F" w:rsidP="00852FF9">
            <w:pPr>
              <w:spacing w:before="120"/>
              <w:ind w:left="-58" w:right="-58"/>
              <w:jc w:val="center"/>
              <w:rPr>
                <w:noProof/>
                <w:sz w:val="16"/>
              </w:rPr>
            </w:pPr>
            <w:r w:rsidRPr="006B3432">
              <w:rPr>
                <w:noProof/>
                <w:sz w:val="16"/>
              </w:rPr>
              <w:t>1 95 01 234.8</w:t>
            </w:r>
            <w:r w:rsidRPr="006B3432">
              <w:rPr>
                <w:noProof/>
                <w:sz w:val="16"/>
              </w:rPr>
              <w:br/>
              <w:t>1 94 75 010.8</w:t>
            </w:r>
            <w:r w:rsidRPr="006B3432">
              <w:rPr>
                <w:noProof/>
                <w:sz w:val="16"/>
              </w:rPr>
              <w:br/>
              <w:t>1 96 80 001.3</w:t>
            </w:r>
            <w:r w:rsidRPr="006B3432">
              <w:rPr>
                <w:noProof/>
                <w:sz w:val="16"/>
              </w:rPr>
              <w:br/>
              <w:t>5 00 12 345.4</w:t>
            </w:r>
            <w:r w:rsidRPr="006B3432">
              <w:rPr>
                <w:noProof/>
                <w:sz w:val="16"/>
              </w:rPr>
              <w:br/>
              <w:t>6 02 12 345.3</w:t>
            </w:r>
          </w:p>
          <w:p w14:paraId="5011964F" w14:textId="77777777" w:rsidR="00FC7E5F" w:rsidRPr="006B3432" w:rsidRDefault="00FC7E5F" w:rsidP="00852FF9">
            <w:pPr>
              <w:spacing w:before="120"/>
              <w:ind w:left="-58" w:right="-58"/>
              <w:jc w:val="center"/>
              <w:rPr>
                <w:noProof/>
                <w:sz w:val="16"/>
              </w:rPr>
            </w:pPr>
            <w:r w:rsidRPr="006B3432">
              <w:rPr>
                <w:noProof/>
                <w:sz w:val="16"/>
              </w:rPr>
              <w:t>G 68 00 001.6</w:t>
            </w:r>
            <w:r w:rsidRPr="006B3432">
              <w:rPr>
                <w:noProof/>
                <w:sz w:val="16"/>
              </w:rPr>
              <w:br/>
              <w:t>92 12 345.7</w:t>
            </w:r>
            <w:r w:rsidRPr="006B3432">
              <w:rPr>
                <w:noProof/>
                <w:sz w:val="16"/>
              </w:rPr>
              <w:br/>
              <w:t>2 97 12 345.9</w:t>
            </w:r>
          </w:p>
          <w:p w14:paraId="4DC028B1" w14:textId="77777777" w:rsidR="00FC7E5F" w:rsidRPr="006B3432" w:rsidRDefault="00FC7E5F" w:rsidP="00852FF9">
            <w:pPr>
              <w:spacing w:before="120"/>
              <w:ind w:left="-58" w:right="-58"/>
              <w:jc w:val="center"/>
              <w:rPr>
                <w:noProof/>
                <w:sz w:val="16"/>
              </w:rPr>
            </w:pPr>
            <w:r w:rsidRPr="006B3432">
              <w:rPr>
                <w:noProof/>
                <w:sz w:val="16"/>
              </w:rPr>
              <w:t>T 87 50 002.7</w:t>
            </w:r>
            <w:r w:rsidRPr="006B3432">
              <w:rPr>
                <w:noProof/>
                <w:sz w:val="16"/>
              </w:rPr>
              <w:br/>
              <w:t>2 95 75 001.4</w:t>
            </w:r>
          </w:p>
          <w:p w14:paraId="5FE5FFE4" w14:textId="77777777" w:rsidR="00FC7E5F" w:rsidRPr="006B3432" w:rsidRDefault="00FC7E5F" w:rsidP="00852FF9">
            <w:pPr>
              <w:spacing w:before="120"/>
              <w:ind w:left="-58" w:right="-58"/>
              <w:jc w:val="center"/>
              <w:rPr>
                <w:noProof/>
                <w:sz w:val="16"/>
              </w:rPr>
            </w:pPr>
            <w:r w:rsidRPr="006B3432">
              <w:rPr>
                <w:noProof/>
                <w:sz w:val="16"/>
              </w:rPr>
              <w:t>M 88 03 034.2</w:t>
            </w:r>
            <w:r w:rsidRPr="006B3432">
              <w:rPr>
                <w:noProof/>
                <w:sz w:val="16"/>
              </w:rPr>
              <w:br/>
              <w:t>4 98 12 345.6</w:t>
            </w:r>
            <w:r w:rsidRPr="006B3432">
              <w:rPr>
                <w:noProof/>
                <w:sz w:val="16"/>
              </w:rPr>
              <w:br/>
              <w:t>4 99 09 150.7</w:t>
            </w:r>
            <w:r w:rsidRPr="006B3432">
              <w:rPr>
                <w:noProof/>
                <w:sz w:val="16"/>
              </w:rPr>
              <w:br/>
              <w:t>4 00 50 001.9</w:t>
            </w:r>
          </w:p>
          <w:p w14:paraId="1596B5C2" w14:textId="77777777" w:rsidR="00FC7E5F" w:rsidRPr="006B3432" w:rsidRDefault="00FC7E5F" w:rsidP="00852FF9">
            <w:pPr>
              <w:spacing w:before="120"/>
              <w:ind w:left="-58" w:right="-58"/>
              <w:jc w:val="center"/>
              <w:rPr>
                <w:noProof/>
                <w:sz w:val="16"/>
              </w:rPr>
            </w:pPr>
            <w:r w:rsidRPr="006B3432">
              <w:rPr>
                <w:noProof/>
                <w:sz w:val="16"/>
              </w:rPr>
              <w:t>3 95 12 345.3</w:t>
            </w:r>
            <w:r w:rsidRPr="006B3432">
              <w:rPr>
                <w:noProof/>
                <w:sz w:val="16"/>
              </w:rPr>
              <w:br/>
              <w:t>3 07 99 200.4</w:t>
            </w:r>
          </w:p>
        </w:tc>
        <w:tc>
          <w:tcPr>
            <w:tcW w:w="1561" w:type="dxa"/>
            <w:tcBorders>
              <w:top w:val="single" w:sz="6" w:space="0" w:color="auto"/>
              <w:left w:val="single" w:sz="6" w:space="0" w:color="auto"/>
              <w:bottom w:val="single" w:sz="6" w:space="0" w:color="auto"/>
              <w:right w:val="single" w:sz="6" w:space="0" w:color="auto"/>
            </w:tcBorders>
          </w:tcPr>
          <w:p w14:paraId="51C7847B" w14:textId="77777777" w:rsidR="00FC7E5F" w:rsidRPr="006B3432" w:rsidRDefault="00FC7E5F" w:rsidP="00852FF9">
            <w:pPr>
              <w:spacing w:before="120"/>
              <w:ind w:left="-58" w:right="-58"/>
              <w:jc w:val="center"/>
              <w:rPr>
                <w:noProof/>
                <w:sz w:val="16"/>
              </w:rPr>
            </w:pPr>
            <w:r w:rsidRPr="006B3432">
              <w:rPr>
                <w:noProof/>
                <w:sz w:val="16"/>
              </w:rPr>
              <w:t>1 95 01 234.8</w:t>
            </w:r>
            <w:r w:rsidRPr="006B3432">
              <w:rPr>
                <w:noProof/>
                <w:sz w:val="16"/>
              </w:rPr>
              <w:br/>
              <w:t>1 94 75 010.8</w:t>
            </w:r>
            <w:r w:rsidRPr="006B3432">
              <w:rPr>
                <w:noProof/>
                <w:sz w:val="16"/>
              </w:rPr>
              <w:br/>
              <w:t>1 96 80 001.3</w:t>
            </w:r>
            <w:r w:rsidRPr="006B3432">
              <w:rPr>
                <w:noProof/>
                <w:sz w:val="16"/>
              </w:rPr>
              <w:br/>
              <w:t>5 00 12 345.4</w:t>
            </w:r>
            <w:r w:rsidRPr="006B3432">
              <w:rPr>
                <w:noProof/>
                <w:sz w:val="16"/>
              </w:rPr>
              <w:br/>
              <w:t>6 02 12 345.3</w:t>
            </w:r>
          </w:p>
          <w:p w14:paraId="6E323494" w14:textId="77777777" w:rsidR="00FC7E5F" w:rsidRPr="006B3432" w:rsidRDefault="00FC7E5F" w:rsidP="00852FF9">
            <w:pPr>
              <w:spacing w:before="120"/>
              <w:ind w:left="-58" w:right="-58"/>
              <w:jc w:val="center"/>
              <w:rPr>
                <w:noProof/>
                <w:sz w:val="16"/>
              </w:rPr>
            </w:pPr>
            <w:r w:rsidRPr="006B3432">
              <w:rPr>
                <w:noProof/>
                <w:sz w:val="16"/>
              </w:rPr>
              <w:t>G 68 00 001.6</w:t>
            </w:r>
            <w:r w:rsidRPr="006B3432">
              <w:rPr>
                <w:noProof/>
                <w:sz w:val="16"/>
              </w:rPr>
              <w:br/>
              <w:t>92 12 345.7</w:t>
            </w:r>
            <w:r w:rsidRPr="006B3432">
              <w:rPr>
                <w:noProof/>
                <w:sz w:val="16"/>
              </w:rPr>
              <w:br/>
              <w:t>2 97 12 345.9</w:t>
            </w:r>
          </w:p>
          <w:p w14:paraId="17180010" w14:textId="77777777" w:rsidR="00FC7E5F" w:rsidRPr="006B3432" w:rsidRDefault="00FC7E5F" w:rsidP="00852FF9">
            <w:pPr>
              <w:spacing w:before="120"/>
              <w:ind w:left="-58" w:right="-58"/>
              <w:jc w:val="center"/>
              <w:rPr>
                <w:noProof/>
                <w:sz w:val="16"/>
              </w:rPr>
            </w:pPr>
            <w:r w:rsidRPr="006B3432">
              <w:rPr>
                <w:noProof/>
                <w:sz w:val="16"/>
              </w:rPr>
              <w:t>T 87 50 002.7</w:t>
            </w:r>
            <w:r w:rsidRPr="006B3432">
              <w:rPr>
                <w:noProof/>
                <w:sz w:val="16"/>
              </w:rPr>
              <w:br/>
              <w:t>2 95 75 001.4</w:t>
            </w:r>
          </w:p>
          <w:p w14:paraId="0EC727AE" w14:textId="77777777" w:rsidR="00FC7E5F" w:rsidRPr="006B3432" w:rsidRDefault="00FC7E5F" w:rsidP="00852FF9">
            <w:pPr>
              <w:spacing w:before="120"/>
              <w:ind w:left="-58" w:right="-58"/>
              <w:jc w:val="center"/>
              <w:rPr>
                <w:noProof/>
                <w:sz w:val="16"/>
              </w:rPr>
            </w:pPr>
            <w:r w:rsidRPr="006B3432">
              <w:rPr>
                <w:noProof/>
                <w:sz w:val="16"/>
              </w:rPr>
              <w:t>M 88 03 034.2</w:t>
            </w:r>
            <w:r w:rsidRPr="006B3432">
              <w:rPr>
                <w:noProof/>
                <w:sz w:val="16"/>
              </w:rPr>
              <w:br/>
              <w:t>4 98 12 345.6</w:t>
            </w:r>
            <w:r w:rsidRPr="006B3432">
              <w:rPr>
                <w:noProof/>
                <w:sz w:val="16"/>
              </w:rPr>
              <w:br/>
              <w:t>4 99 09 150.7</w:t>
            </w:r>
            <w:r w:rsidRPr="006B3432">
              <w:rPr>
                <w:noProof/>
                <w:sz w:val="16"/>
              </w:rPr>
              <w:br/>
              <w:t>4 00 50 001.9</w:t>
            </w:r>
          </w:p>
          <w:p w14:paraId="0949E4BA" w14:textId="77777777" w:rsidR="00FC7E5F" w:rsidRPr="006B3432" w:rsidRDefault="00FC7E5F" w:rsidP="00852FF9">
            <w:pPr>
              <w:spacing w:before="120"/>
              <w:ind w:left="-58" w:right="-58"/>
              <w:jc w:val="center"/>
              <w:rPr>
                <w:noProof/>
                <w:sz w:val="16"/>
              </w:rPr>
            </w:pPr>
            <w:r w:rsidRPr="006B3432">
              <w:rPr>
                <w:noProof/>
                <w:sz w:val="16"/>
              </w:rPr>
              <w:t>3 95 12 345.3</w:t>
            </w:r>
            <w:r w:rsidRPr="006B3432">
              <w:rPr>
                <w:noProof/>
                <w:sz w:val="16"/>
              </w:rPr>
              <w:br/>
              <w:t>3 07 99 200.4</w:t>
            </w:r>
          </w:p>
        </w:tc>
        <w:tc>
          <w:tcPr>
            <w:tcW w:w="4796" w:type="dxa"/>
            <w:gridSpan w:val="2"/>
            <w:tcBorders>
              <w:top w:val="single" w:sz="6" w:space="0" w:color="auto"/>
              <w:left w:val="single" w:sz="6" w:space="0" w:color="auto"/>
              <w:bottom w:val="single" w:sz="6" w:space="0" w:color="auto"/>
              <w:right w:val="single" w:sz="6" w:space="0" w:color="auto"/>
            </w:tcBorders>
            <w:hideMark/>
          </w:tcPr>
          <w:p w14:paraId="72D874FB" w14:textId="77777777" w:rsidR="00FC7E5F" w:rsidRPr="006B3432" w:rsidRDefault="00FC7E5F" w:rsidP="00852FF9">
            <w:pPr>
              <w:spacing w:before="120" w:after="60"/>
              <w:ind w:right="-57"/>
              <w:rPr>
                <w:noProof/>
                <w:sz w:val="16"/>
              </w:rPr>
            </w:pPr>
            <w:r w:rsidRPr="006B3432">
              <w:rPr>
                <w:sz w:val="16"/>
              </w:rPr>
              <w:t>Used from 1995 to 2003</w:t>
            </w:r>
            <w:r w:rsidRPr="006B3432">
              <w:rPr>
                <w:sz w:val="16"/>
              </w:rPr>
              <w:br/>
              <w:t>for</w:t>
            </w:r>
            <w:proofErr w:type="gramStart"/>
            <w:r w:rsidRPr="006B3432">
              <w:rPr>
                <w:sz w:val="16"/>
              </w:rPr>
              <w:t xml:space="preserve">:  </w:t>
            </w:r>
            <w:r w:rsidRPr="006B3432">
              <w:rPr>
                <w:noProof/>
                <w:sz w:val="16"/>
              </w:rPr>
              <w:t>Patents</w:t>
            </w:r>
            <w:proofErr w:type="gramEnd"/>
            <w:r w:rsidRPr="006B3432">
              <w:rPr>
                <w:noProof/>
                <w:sz w:val="16"/>
              </w:rPr>
              <w:t>, International patent applications under the PCT (PCT applications in the national phase), SPCs (Supplementary Protection Certificates)</w:t>
            </w:r>
          </w:p>
          <w:p w14:paraId="750CB0F9" w14:textId="77777777" w:rsidR="00FC7E5F" w:rsidRPr="006B3432" w:rsidRDefault="00FC7E5F" w:rsidP="00852FF9">
            <w:pPr>
              <w:spacing w:before="120" w:after="60"/>
              <w:ind w:right="-57"/>
              <w:rPr>
                <w:sz w:val="16"/>
              </w:rPr>
            </w:pPr>
            <w:r w:rsidRPr="006B3432">
              <w:rPr>
                <w:sz w:val="16"/>
              </w:rPr>
              <w:t>Used from 1989 to 2003</w:t>
            </w:r>
            <w:r w:rsidRPr="006B3432">
              <w:rPr>
                <w:sz w:val="16"/>
              </w:rPr>
              <w:br/>
              <w:t>for</w:t>
            </w:r>
            <w:proofErr w:type="gramStart"/>
            <w:r w:rsidRPr="006B3432">
              <w:rPr>
                <w:sz w:val="16"/>
              </w:rPr>
              <w:t>:  Granted</w:t>
            </w:r>
            <w:proofErr w:type="gramEnd"/>
            <w:r w:rsidRPr="006B3432">
              <w:rPr>
                <w:sz w:val="16"/>
              </w:rPr>
              <w:t xml:space="preserve"> European patents with DE designation</w:t>
            </w:r>
          </w:p>
          <w:p w14:paraId="02EE40F7" w14:textId="77777777" w:rsidR="00FC7E5F" w:rsidRPr="006B3432" w:rsidRDefault="00FC7E5F" w:rsidP="00852FF9">
            <w:pPr>
              <w:spacing w:before="120" w:after="60"/>
              <w:ind w:right="-57"/>
              <w:rPr>
                <w:sz w:val="16"/>
              </w:rPr>
            </w:pPr>
            <w:r w:rsidRPr="006B3432">
              <w:rPr>
                <w:sz w:val="16"/>
              </w:rPr>
              <w:t>Used from 1968 to 2003</w:t>
            </w:r>
            <w:r w:rsidRPr="006B3432">
              <w:rPr>
                <w:sz w:val="16"/>
              </w:rPr>
              <w:br/>
              <w:t>for</w:t>
            </w:r>
            <w:proofErr w:type="gramStart"/>
            <w:r w:rsidRPr="006B3432">
              <w:rPr>
                <w:sz w:val="16"/>
              </w:rPr>
              <w:t>:  Utility</w:t>
            </w:r>
            <w:proofErr w:type="gramEnd"/>
            <w:r w:rsidRPr="006B3432">
              <w:rPr>
                <w:sz w:val="16"/>
              </w:rPr>
              <w:t xml:space="preserve"> Models / Utility certificates</w:t>
            </w:r>
          </w:p>
          <w:p w14:paraId="093EE4A1" w14:textId="77777777" w:rsidR="00FC7E5F" w:rsidRPr="006B3432" w:rsidRDefault="00FC7E5F" w:rsidP="00852FF9">
            <w:pPr>
              <w:spacing w:before="120" w:after="60"/>
              <w:ind w:right="-57"/>
              <w:rPr>
                <w:sz w:val="16"/>
              </w:rPr>
            </w:pPr>
            <w:r w:rsidRPr="006B3432">
              <w:rPr>
                <w:sz w:val="16"/>
              </w:rPr>
              <w:t>Used from 1987 to 2003</w:t>
            </w:r>
            <w:r w:rsidRPr="006B3432">
              <w:rPr>
                <w:sz w:val="16"/>
              </w:rPr>
              <w:br/>
              <w:t>for</w:t>
            </w:r>
            <w:proofErr w:type="gramStart"/>
            <w:r w:rsidRPr="006B3432">
              <w:rPr>
                <w:sz w:val="16"/>
              </w:rPr>
              <w:t>:  Layout</w:t>
            </w:r>
            <w:proofErr w:type="gramEnd"/>
            <w:r w:rsidRPr="006B3432">
              <w:rPr>
                <w:sz w:val="16"/>
              </w:rPr>
              <w:t>-designs (topographies) of integrated circuits</w:t>
            </w:r>
          </w:p>
          <w:p w14:paraId="4CD59E00" w14:textId="77777777" w:rsidR="00FC7E5F" w:rsidRPr="006B3432" w:rsidRDefault="00FC7E5F" w:rsidP="00852FF9">
            <w:pPr>
              <w:spacing w:before="120" w:after="60"/>
              <w:ind w:right="-57"/>
              <w:rPr>
                <w:sz w:val="16"/>
              </w:rPr>
            </w:pPr>
            <w:r w:rsidRPr="006B3432">
              <w:rPr>
                <w:sz w:val="16"/>
              </w:rPr>
              <w:t>Used from 1995 to 2007</w:t>
            </w:r>
            <w:r w:rsidRPr="006B3432">
              <w:rPr>
                <w:sz w:val="16"/>
              </w:rPr>
              <w:br/>
              <w:t>for</w:t>
            </w:r>
            <w:proofErr w:type="gramStart"/>
            <w:r w:rsidRPr="006B3432">
              <w:rPr>
                <w:sz w:val="16"/>
              </w:rPr>
              <w:t>:  Trademarks</w:t>
            </w:r>
            <w:proofErr w:type="gramEnd"/>
            <w:r w:rsidRPr="006B3432">
              <w:rPr>
                <w:sz w:val="16"/>
              </w:rPr>
              <w:t>, Geographical indications</w:t>
            </w:r>
          </w:p>
          <w:p w14:paraId="3A1B4899" w14:textId="77777777" w:rsidR="00FC7E5F" w:rsidRPr="006B3432" w:rsidRDefault="00FC7E5F" w:rsidP="00852FF9">
            <w:pPr>
              <w:spacing w:before="120" w:after="60"/>
              <w:ind w:right="-57"/>
              <w:rPr>
                <w:sz w:val="16"/>
              </w:rPr>
            </w:pPr>
            <w:r w:rsidRPr="006B3432">
              <w:rPr>
                <w:sz w:val="16"/>
              </w:rPr>
              <w:t>Used from July 1, 1988, to 2007</w:t>
            </w:r>
            <w:r w:rsidRPr="006B3432">
              <w:rPr>
                <w:sz w:val="16"/>
              </w:rPr>
              <w:br/>
              <w:t>for</w:t>
            </w:r>
            <w:proofErr w:type="gramStart"/>
            <w:r w:rsidRPr="006B3432">
              <w:rPr>
                <w:sz w:val="16"/>
              </w:rPr>
              <w:t>:  Design</w:t>
            </w:r>
            <w:proofErr w:type="gramEnd"/>
            <w:r w:rsidRPr="006B3432">
              <w:rPr>
                <w:sz w:val="16"/>
              </w:rPr>
              <w:t xml:space="preserve"> patents, Typographies</w:t>
            </w:r>
          </w:p>
        </w:tc>
      </w:tr>
      <w:tr w:rsidR="00FC7E5F" w:rsidRPr="006B3432" w14:paraId="63EBBC5E"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tcBorders>
              <w:top w:val="single" w:sz="6" w:space="0" w:color="auto"/>
              <w:left w:val="single" w:sz="6" w:space="0" w:color="auto"/>
              <w:bottom w:val="single" w:sz="6" w:space="0" w:color="auto"/>
              <w:right w:val="single" w:sz="6" w:space="0" w:color="auto"/>
            </w:tcBorders>
            <w:vAlign w:val="center"/>
            <w:hideMark/>
          </w:tcPr>
          <w:p w14:paraId="4028EBB4"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7CE728C9"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T YY NNNNN.C, where T is a type of IP rights, YY is a year designation, NNNNN is a serial number and C is a control digit.</w:t>
            </w:r>
          </w:p>
          <w:p w14:paraId="4B14A366" w14:textId="77777777" w:rsidR="00FC7E5F" w:rsidRPr="006B3432" w:rsidRDefault="00FC7E5F" w:rsidP="00852FF9">
            <w:pPr>
              <w:autoSpaceDE w:val="0"/>
              <w:autoSpaceDN w:val="0"/>
              <w:adjustRightInd w:val="0"/>
              <w:ind w:left="1136" w:hanging="1136"/>
              <w:rPr>
                <w:sz w:val="16"/>
              </w:rPr>
            </w:pPr>
            <w:r w:rsidRPr="006B3432">
              <w:rPr>
                <w:sz w:val="16"/>
              </w:rPr>
              <w:t>In the above examples:</w:t>
            </w:r>
          </w:p>
          <w:p w14:paraId="71CD6DF9" w14:textId="77777777" w:rsidR="00FC7E5F" w:rsidRPr="006B3432" w:rsidRDefault="00FC7E5F" w:rsidP="00852FF9">
            <w:pPr>
              <w:tabs>
                <w:tab w:val="left" w:pos="2576"/>
              </w:tabs>
              <w:autoSpaceDE w:val="0"/>
              <w:autoSpaceDN w:val="0"/>
              <w:adjustRightInd w:val="0"/>
              <w:spacing w:after="120"/>
              <w:ind w:left="2578" w:hanging="2016"/>
              <w:rPr>
                <w:sz w:val="16"/>
              </w:rPr>
            </w:pPr>
            <w:r w:rsidRPr="006B3432">
              <w:rPr>
                <w:sz w:val="16"/>
              </w:rPr>
              <w:t xml:space="preserve">Patents and patent-related: </w:t>
            </w:r>
            <w:r w:rsidRPr="006B3432">
              <w:rPr>
                <w:sz w:val="16"/>
              </w:rPr>
              <w:tab/>
              <w:t>1 95 01 234.8 is a patent application filed in 1995</w:t>
            </w:r>
            <w:r w:rsidRPr="006B3432">
              <w:rPr>
                <w:sz w:val="16"/>
              </w:rPr>
              <w:br/>
              <w:t>1 94 75 010.8 – SPC filed in 1994 (this is the SPC number, the base patent has a separate number)</w:t>
            </w:r>
            <w:r w:rsidRPr="006B3432">
              <w:rPr>
                <w:sz w:val="16"/>
              </w:rPr>
              <w:br/>
              <w:t>1 96 80 001.3 – PCT in the national phase</w:t>
            </w:r>
            <w:r w:rsidRPr="006B3432">
              <w:rPr>
                <w:sz w:val="16"/>
              </w:rPr>
              <w:br/>
              <w:t>5 00 12345.4 – granted EP filed in 2000 in German</w:t>
            </w:r>
            <w:r w:rsidRPr="006B3432">
              <w:rPr>
                <w:sz w:val="16"/>
              </w:rPr>
              <w:br/>
              <w:t>6 02 12345.3 – granted EP filed in 2002 in English</w:t>
            </w:r>
          </w:p>
          <w:p w14:paraId="7100D534" w14:textId="77777777" w:rsidR="00FC7E5F" w:rsidRPr="006B3432" w:rsidRDefault="00FC7E5F" w:rsidP="00852FF9">
            <w:pPr>
              <w:autoSpaceDE w:val="0"/>
              <w:autoSpaceDN w:val="0"/>
              <w:adjustRightInd w:val="0"/>
              <w:spacing w:after="120"/>
              <w:ind w:left="2574" w:hanging="1979"/>
              <w:rPr>
                <w:sz w:val="16"/>
              </w:rPr>
            </w:pPr>
            <w:r w:rsidRPr="006B3432">
              <w:rPr>
                <w:sz w:val="16"/>
              </w:rPr>
              <w:t xml:space="preserve">Utility models: </w:t>
            </w:r>
            <w:r w:rsidRPr="006B3432">
              <w:rPr>
                <w:sz w:val="16"/>
              </w:rPr>
              <w:tab/>
              <w:t>G 68 00001.6 – utility model dated 1968</w:t>
            </w:r>
            <w:r w:rsidRPr="006B3432">
              <w:rPr>
                <w:sz w:val="16"/>
              </w:rPr>
              <w:br/>
              <w:t>92 12345.7 – utility model dated 1992</w:t>
            </w:r>
            <w:r w:rsidRPr="006B3432">
              <w:rPr>
                <w:sz w:val="16"/>
              </w:rPr>
              <w:br/>
              <w:t>2 97 12345.9 – utility model dated 1997</w:t>
            </w:r>
          </w:p>
          <w:p w14:paraId="48000D86" w14:textId="77777777" w:rsidR="00FC7E5F" w:rsidRPr="006B3432" w:rsidRDefault="00FC7E5F" w:rsidP="00852FF9">
            <w:pPr>
              <w:autoSpaceDE w:val="0"/>
              <w:autoSpaceDN w:val="0"/>
              <w:adjustRightInd w:val="0"/>
              <w:spacing w:after="120"/>
              <w:ind w:left="2578" w:hanging="2016"/>
              <w:rPr>
                <w:sz w:val="16"/>
              </w:rPr>
            </w:pPr>
            <w:r w:rsidRPr="006B3432">
              <w:rPr>
                <w:sz w:val="16"/>
              </w:rPr>
              <w:t xml:space="preserve">Topographies: </w:t>
            </w:r>
            <w:r w:rsidRPr="006B3432">
              <w:rPr>
                <w:sz w:val="16"/>
              </w:rPr>
              <w:tab/>
              <w:t>T 87 50 002.7 – topography dated 1987 (until 1994)</w:t>
            </w:r>
            <w:r w:rsidRPr="006B3432">
              <w:rPr>
                <w:sz w:val="16"/>
              </w:rPr>
              <w:br/>
              <w:t>2 95 75001.4 – topography dated 1995 (after 1994)</w:t>
            </w:r>
          </w:p>
          <w:p w14:paraId="45139B3B" w14:textId="77777777" w:rsidR="00FC7E5F" w:rsidRPr="006B3432" w:rsidRDefault="00FC7E5F" w:rsidP="00852FF9">
            <w:pPr>
              <w:autoSpaceDE w:val="0"/>
              <w:autoSpaceDN w:val="0"/>
              <w:adjustRightInd w:val="0"/>
              <w:ind w:left="1703" w:hanging="1136"/>
              <w:rPr>
                <w:sz w:val="16"/>
              </w:rPr>
            </w:pPr>
            <w:r w:rsidRPr="006B3432">
              <w:rPr>
                <w:sz w:val="16"/>
              </w:rPr>
              <w:t>Trademarks and Geographical indications:</w:t>
            </w:r>
          </w:p>
          <w:p w14:paraId="1C370033" w14:textId="77777777" w:rsidR="00FC7E5F" w:rsidRPr="006B3432" w:rsidRDefault="00FC7E5F" w:rsidP="00852FF9">
            <w:pPr>
              <w:autoSpaceDE w:val="0"/>
              <w:autoSpaceDN w:val="0"/>
              <w:adjustRightInd w:val="0"/>
              <w:ind w:left="3404" w:hanging="828"/>
              <w:rPr>
                <w:sz w:val="16"/>
              </w:rPr>
            </w:pPr>
            <w:r w:rsidRPr="006B3432">
              <w:rPr>
                <w:sz w:val="16"/>
              </w:rPr>
              <w:t>3 95 12345.3 – trademark application dated 1995</w:t>
            </w:r>
          </w:p>
          <w:p w14:paraId="050F6F3C" w14:textId="77777777" w:rsidR="00FC7E5F" w:rsidRPr="006B3432" w:rsidRDefault="00FC7E5F" w:rsidP="00852FF9">
            <w:pPr>
              <w:autoSpaceDE w:val="0"/>
              <w:autoSpaceDN w:val="0"/>
              <w:adjustRightInd w:val="0"/>
              <w:spacing w:after="120"/>
              <w:ind w:left="3413" w:hanging="835"/>
              <w:rPr>
                <w:sz w:val="16"/>
              </w:rPr>
            </w:pPr>
            <w:r w:rsidRPr="006B3432">
              <w:rPr>
                <w:sz w:val="16"/>
              </w:rPr>
              <w:t>3 07 99200.4 – geographical indication dated 2007</w:t>
            </w:r>
          </w:p>
          <w:p w14:paraId="3C2B07F2" w14:textId="77777777" w:rsidR="00FC7E5F" w:rsidRPr="006B3432" w:rsidRDefault="00FC7E5F" w:rsidP="00852FF9">
            <w:pPr>
              <w:autoSpaceDE w:val="0"/>
              <w:autoSpaceDN w:val="0"/>
              <w:adjustRightInd w:val="0"/>
              <w:ind w:left="2576" w:hanging="2009"/>
              <w:rPr>
                <w:sz w:val="16"/>
              </w:rPr>
            </w:pPr>
            <w:r w:rsidRPr="006B3432">
              <w:rPr>
                <w:sz w:val="16"/>
              </w:rPr>
              <w:t xml:space="preserve">Designs and typographies: </w:t>
            </w:r>
            <w:r w:rsidRPr="006B3432">
              <w:rPr>
                <w:sz w:val="16"/>
              </w:rPr>
              <w:tab/>
              <w:t>M 88 03034.2 – design application dated 1988 (until June 30, 1998)</w:t>
            </w:r>
          </w:p>
          <w:p w14:paraId="59DC9CC3" w14:textId="77777777" w:rsidR="00FC7E5F" w:rsidRPr="006B3432" w:rsidRDefault="00FC7E5F" w:rsidP="00852FF9">
            <w:pPr>
              <w:autoSpaceDE w:val="0"/>
              <w:autoSpaceDN w:val="0"/>
              <w:adjustRightInd w:val="0"/>
              <w:ind w:left="2576"/>
              <w:rPr>
                <w:sz w:val="16"/>
              </w:rPr>
            </w:pPr>
            <w:r w:rsidRPr="006B3432">
              <w:rPr>
                <w:sz w:val="16"/>
              </w:rPr>
              <w:t>4 98 12345.6 – design dated 1998 (after June 30, 1998)</w:t>
            </w:r>
          </w:p>
          <w:p w14:paraId="7F76DA79" w14:textId="77777777" w:rsidR="00FC7E5F" w:rsidRPr="006B3432" w:rsidRDefault="00FC7E5F" w:rsidP="00852FF9">
            <w:pPr>
              <w:keepNext/>
              <w:keepLines/>
              <w:autoSpaceDE w:val="0"/>
              <w:autoSpaceDN w:val="0"/>
              <w:adjustRightInd w:val="0"/>
              <w:ind w:left="2576"/>
              <w:rPr>
                <w:sz w:val="16"/>
              </w:rPr>
            </w:pPr>
            <w:r w:rsidRPr="006B3432">
              <w:rPr>
                <w:sz w:val="16"/>
              </w:rPr>
              <w:t>4 99 09 150.7 – design dated 1999 (after June 30, 1998)</w:t>
            </w:r>
          </w:p>
          <w:p w14:paraId="0DA85AE8" w14:textId="77777777" w:rsidR="00FC7E5F" w:rsidRPr="006B3432" w:rsidRDefault="00FC7E5F" w:rsidP="00852FF9">
            <w:pPr>
              <w:autoSpaceDE w:val="0"/>
              <w:autoSpaceDN w:val="0"/>
              <w:adjustRightInd w:val="0"/>
              <w:ind w:left="2576"/>
              <w:rPr>
                <w:sz w:val="16"/>
              </w:rPr>
            </w:pPr>
            <w:r w:rsidRPr="006B3432">
              <w:rPr>
                <w:sz w:val="16"/>
              </w:rPr>
              <w:t>4 00 50 001.9 – typography dated 2000</w:t>
            </w:r>
          </w:p>
          <w:p w14:paraId="0EB42F01"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  position 1 (see also “Serial number”, below)</w:t>
            </w:r>
          </w:p>
          <w:p w14:paraId="317C0019"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noProof/>
                <w:sz w:val="16"/>
              </w:rPr>
              <w:t>Patents</w:t>
            </w:r>
            <w:proofErr w:type="gramStart"/>
            <w:r w:rsidRPr="006B3432">
              <w:rPr>
                <w:sz w:val="16"/>
              </w:rPr>
              <w:tab/>
              <w:t xml:space="preserve">  1</w:t>
            </w:r>
            <w:proofErr w:type="gramEnd"/>
          </w:p>
          <w:p w14:paraId="7D1C848A"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noProof/>
                <w:sz w:val="16"/>
              </w:rPr>
              <w:t>International patent applications under the PCT</w:t>
            </w:r>
            <w:r w:rsidRPr="006B3432">
              <w:rPr>
                <w:noProof/>
                <w:sz w:val="16"/>
              </w:rPr>
              <w:br/>
              <w:t xml:space="preserve">(PCT applications in the national phase) </w:t>
            </w:r>
            <w:proofErr w:type="gramStart"/>
            <w:r w:rsidRPr="006B3432">
              <w:rPr>
                <w:sz w:val="16"/>
              </w:rPr>
              <w:tab/>
              <w:t xml:space="preserve">  1</w:t>
            </w:r>
            <w:proofErr w:type="gramEnd"/>
          </w:p>
          <w:p w14:paraId="4A158A95" w14:textId="77777777" w:rsidR="00FC7E5F" w:rsidRPr="006B3432" w:rsidRDefault="00FC7E5F" w:rsidP="00FC7E5F">
            <w:pPr>
              <w:numPr>
                <w:ilvl w:val="1"/>
                <w:numId w:val="6"/>
              </w:numPr>
              <w:tabs>
                <w:tab w:val="num" w:pos="743"/>
                <w:tab w:val="left" w:leader="dot" w:pos="5705"/>
              </w:tabs>
              <w:spacing w:before="20" w:after="20"/>
              <w:ind w:left="743" w:hanging="284"/>
              <w:rPr>
                <w:noProof/>
                <w:sz w:val="16"/>
              </w:rPr>
            </w:pPr>
            <w:r w:rsidRPr="006B3432">
              <w:rPr>
                <w:noProof/>
                <w:sz w:val="16"/>
              </w:rPr>
              <w:t>SPCs (Supplementary Protection Certificates)</w:t>
            </w:r>
            <w:r w:rsidRPr="006B3432">
              <w:rPr>
                <w:noProof/>
                <w:sz w:val="16"/>
              </w:rPr>
              <w:tab/>
              <w:t xml:space="preserve">  1</w:t>
            </w:r>
          </w:p>
          <w:p w14:paraId="37725810"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noProof/>
                <w:sz w:val="16"/>
              </w:rPr>
              <w:t>Granted European patents with DE designation in German</w:t>
            </w:r>
            <w:proofErr w:type="gramStart"/>
            <w:r w:rsidRPr="006B3432">
              <w:rPr>
                <w:sz w:val="16"/>
              </w:rPr>
              <w:tab/>
              <w:t xml:space="preserve">  5</w:t>
            </w:r>
            <w:proofErr w:type="gramEnd"/>
          </w:p>
          <w:p w14:paraId="38A920CD"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noProof/>
                <w:sz w:val="16"/>
              </w:rPr>
              <w:t>Granted European patents with DE designation in English or French</w:t>
            </w:r>
            <w:proofErr w:type="gramStart"/>
            <w:r w:rsidRPr="006B3432">
              <w:rPr>
                <w:sz w:val="16"/>
              </w:rPr>
              <w:tab/>
              <w:t xml:space="preserve">  6</w:t>
            </w:r>
            <w:proofErr w:type="gramEnd"/>
          </w:p>
          <w:p w14:paraId="4B5C1AC9"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sz w:val="16"/>
              </w:rPr>
              <w:t>Utility Models / Utility certificates</w:t>
            </w:r>
            <w:proofErr w:type="gramStart"/>
            <w:r w:rsidRPr="006B3432">
              <w:rPr>
                <w:sz w:val="16"/>
              </w:rPr>
              <w:tab/>
              <w:t xml:space="preserve">  G</w:t>
            </w:r>
            <w:proofErr w:type="gramEnd"/>
            <w:r w:rsidRPr="006B3432">
              <w:rPr>
                <w:sz w:val="16"/>
              </w:rPr>
              <w:t xml:space="preserve"> (often omitted) or</w:t>
            </w:r>
          </w:p>
          <w:p w14:paraId="277C6158" w14:textId="77777777" w:rsidR="00FC7E5F" w:rsidRPr="006B3432" w:rsidRDefault="00FC7E5F" w:rsidP="00852FF9">
            <w:pPr>
              <w:tabs>
                <w:tab w:val="num" w:pos="1245"/>
                <w:tab w:val="left" w:leader="dot" w:pos="5705"/>
              </w:tabs>
              <w:spacing w:before="20" w:after="120"/>
              <w:ind w:left="749" w:firstLine="4982"/>
              <w:rPr>
                <w:sz w:val="16"/>
              </w:rPr>
            </w:pPr>
            <w:r w:rsidRPr="006B3432">
              <w:rPr>
                <w:sz w:val="16"/>
              </w:rPr>
              <w:t xml:space="preserve">  2 (1995 – 2003)</w:t>
            </w:r>
          </w:p>
          <w:p w14:paraId="69AF3C04"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sz w:val="16"/>
              </w:rPr>
              <w:t>Layout-designs (topographies) of integrated circuits</w:t>
            </w:r>
            <w:proofErr w:type="gramStart"/>
            <w:r w:rsidRPr="006B3432">
              <w:rPr>
                <w:sz w:val="16"/>
              </w:rPr>
              <w:tab/>
              <w:t xml:space="preserve">  T</w:t>
            </w:r>
            <w:proofErr w:type="gramEnd"/>
            <w:r w:rsidRPr="006B3432">
              <w:rPr>
                <w:sz w:val="16"/>
              </w:rPr>
              <w:t xml:space="preserve"> (1987 - 1994) or</w:t>
            </w:r>
          </w:p>
          <w:p w14:paraId="029E5780" w14:textId="77777777" w:rsidR="00FC7E5F" w:rsidRPr="006B3432" w:rsidRDefault="00FC7E5F" w:rsidP="00852FF9">
            <w:pPr>
              <w:tabs>
                <w:tab w:val="num" w:pos="1245"/>
                <w:tab w:val="left" w:leader="dot" w:pos="5705"/>
              </w:tabs>
              <w:spacing w:before="20" w:after="120"/>
              <w:ind w:left="749" w:firstLine="4982"/>
              <w:rPr>
                <w:sz w:val="16"/>
              </w:rPr>
            </w:pPr>
            <w:r w:rsidRPr="006B3432">
              <w:rPr>
                <w:sz w:val="16"/>
              </w:rPr>
              <w:t xml:space="preserve">  2 (1995 - 2003)</w:t>
            </w:r>
          </w:p>
          <w:p w14:paraId="0F8F6826"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sz w:val="16"/>
              </w:rPr>
              <w:t>Trademarks</w:t>
            </w:r>
            <w:proofErr w:type="gramStart"/>
            <w:r w:rsidRPr="006B3432">
              <w:rPr>
                <w:sz w:val="16"/>
              </w:rPr>
              <w:tab/>
              <w:t xml:space="preserve">  3</w:t>
            </w:r>
            <w:proofErr w:type="gramEnd"/>
          </w:p>
          <w:p w14:paraId="0B9B3873"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sz w:val="16"/>
              </w:rPr>
              <w:t>Geographical indications</w:t>
            </w:r>
            <w:proofErr w:type="gramStart"/>
            <w:r w:rsidRPr="006B3432">
              <w:rPr>
                <w:sz w:val="16"/>
              </w:rPr>
              <w:tab/>
              <w:t xml:space="preserve">  3</w:t>
            </w:r>
            <w:proofErr w:type="gramEnd"/>
          </w:p>
          <w:p w14:paraId="5CD1588F" w14:textId="77777777" w:rsidR="00FC7E5F" w:rsidRPr="006B3432" w:rsidRDefault="00FC7E5F" w:rsidP="00FC7E5F">
            <w:pPr>
              <w:numPr>
                <w:ilvl w:val="1"/>
                <w:numId w:val="6"/>
              </w:numPr>
              <w:tabs>
                <w:tab w:val="num" w:pos="743"/>
                <w:tab w:val="left" w:leader="dot" w:pos="5705"/>
              </w:tabs>
              <w:spacing w:before="20" w:after="20"/>
              <w:ind w:left="743" w:hanging="284"/>
              <w:rPr>
                <w:sz w:val="16"/>
              </w:rPr>
            </w:pPr>
            <w:r w:rsidRPr="006B3432">
              <w:rPr>
                <w:sz w:val="16"/>
              </w:rPr>
              <w:t>Design patents</w:t>
            </w:r>
            <w:proofErr w:type="gramStart"/>
            <w:r w:rsidRPr="006B3432">
              <w:rPr>
                <w:sz w:val="16"/>
              </w:rPr>
              <w:tab/>
              <w:t xml:space="preserve">  M</w:t>
            </w:r>
            <w:proofErr w:type="gramEnd"/>
            <w:r w:rsidRPr="006B3432">
              <w:rPr>
                <w:sz w:val="16"/>
              </w:rPr>
              <w:t xml:space="preserve"> (until 30.06.1998) or 4</w:t>
            </w:r>
          </w:p>
          <w:p w14:paraId="663F5C69" w14:textId="77777777" w:rsidR="00FC7E5F" w:rsidRPr="006B3432" w:rsidRDefault="00FC7E5F" w:rsidP="00FC7E5F">
            <w:pPr>
              <w:numPr>
                <w:ilvl w:val="1"/>
                <w:numId w:val="6"/>
              </w:numPr>
              <w:tabs>
                <w:tab w:val="num" w:pos="743"/>
                <w:tab w:val="left" w:leader="dot" w:pos="5705"/>
              </w:tabs>
              <w:spacing w:before="20" w:after="120"/>
              <w:ind w:left="749" w:hanging="288"/>
              <w:rPr>
                <w:sz w:val="16"/>
              </w:rPr>
            </w:pPr>
            <w:r w:rsidRPr="006B3432">
              <w:rPr>
                <w:sz w:val="16"/>
              </w:rPr>
              <w:t>Typographies</w:t>
            </w:r>
            <w:proofErr w:type="gramStart"/>
            <w:r w:rsidRPr="006B3432">
              <w:rPr>
                <w:sz w:val="16"/>
              </w:rPr>
              <w:tab/>
              <w:t xml:space="preserve">  4</w:t>
            </w:r>
            <w:proofErr w:type="gramEnd"/>
          </w:p>
          <w:p w14:paraId="27C908A7"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2-3 indicate the year of filing according to Gregorian calendar.</w:t>
            </w:r>
          </w:p>
          <w:p w14:paraId="665DC6B5"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5 digits in positions 4-8.</w:t>
            </w:r>
          </w:p>
          <w:p w14:paraId="369CF801" w14:textId="77777777" w:rsidR="00FC7E5F" w:rsidRPr="006B3432" w:rsidRDefault="00FC7E5F" w:rsidP="00852FF9">
            <w:pPr>
              <w:tabs>
                <w:tab w:val="left" w:pos="284"/>
              </w:tabs>
              <w:spacing w:before="20" w:after="20"/>
              <w:ind w:left="776"/>
              <w:rPr>
                <w:sz w:val="16"/>
              </w:rPr>
            </w:pPr>
            <w:r w:rsidRPr="006B3432">
              <w:rPr>
                <w:sz w:val="16"/>
              </w:rPr>
              <w:lastRenderedPageBreak/>
              <w:t xml:space="preserve">Serial numbers are consecutive inside types (position 1).  For utility models filed before 1995, the numbering restarted every </w:t>
            </w:r>
            <w:proofErr w:type="gramStart"/>
            <w:r w:rsidRPr="006B3432">
              <w:rPr>
                <w:sz w:val="16"/>
              </w:rPr>
              <w:t>year;  after</w:t>
            </w:r>
            <w:proofErr w:type="gramEnd"/>
            <w:r w:rsidRPr="006B3432">
              <w:rPr>
                <w:sz w:val="16"/>
              </w:rPr>
              <w:t xml:space="preserve"> 1994, numbering was continuous within number range.  For </w:t>
            </w:r>
            <w:proofErr w:type="gramStart"/>
            <w:r w:rsidRPr="006B3432">
              <w:rPr>
                <w:sz w:val="16"/>
              </w:rPr>
              <w:t>topographies</w:t>
            </w:r>
            <w:proofErr w:type="gramEnd"/>
            <w:r w:rsidRPr="006B3432">
              <w:rPr>
                <w:sz w:val="16"/>
              </w:rPr>
              <w:t xml:space="preserve"> filed until 1994, the </w:t>
            </w:r>
            <w:proofErr w:type="gramStart"/>
            <w:r w:rsidRPr="006B3432">
              <w:rPr>
                <w:sz w:val="16"/>
              </w:rPr>
              <w:t>numbering</w:t>
            </w:r>
            <w:proofErr w:type="gramEnd"/>
            <w:r w:rsidRPr="006B3432">
              <w:rPr>
                <w:sz w:val="16"/>
              </w:rPr>
              <w:t xml:space="preserve"> restarted every year at 50000.</w:t>
            </w:r>
          </w:p>
          <w:p w14:paraId="3EE30792" w14:textId="77777777" w:rsidR="00FC7E5F" w:rsidRPr="006B3432" w:rsidRDefault="00FC7E5F" w:rsidP="00852FF9">
            <w:pPr>
              <w:tabs>
                <w:tab w:val="left" w:pos="284"/>
              </w:tabs>
              <w:spacing w:before="20" w:after="20"/>
              <w:ind w:left="776"/>
              <w:rPr>
                <w:sz w:val="16"/>
              </w:rPr>
            </w:pPr>
          </w:p>
          <w:p w14:paraId="26A63146" w14:textId="77777777" w:rsidR="00FC7E5F" w:rsidRPr="006B3432" w:rsidRDefault="00FC7E5F" w:rsidP="00852FF9">
            <w:pPr>
              <w:tabs>
                <w:tab w:val="left" w:pos="284"/>
              </w:tabs>
              <w:spacing w:before="20" w:after="20"/>
              <w:ind w:left="776"/>
              <w:rPr>
                <w:sz w:val="16"/>
              </w:rPr>
            </w:pPr>
            <w:r w:rsidRPr="006B3432">
              <w:rPr>
                <w:sz w:val="16"/>
              </w:rPr>
              <w:t>For IP right code “1”, the following numbering ranges in the serial number were used:</w:t>
            </w:r>
            <w:r w:rsidRPr="006B3432">
              <w:rPr>
                <w:sz w:val="16"/>
              </w:rPr>
              <w:br/>
              <w:t>00001-74999:  national patent applications</w:t>
            </w:r>
            <w:r w:rsidRPr="006B3432">
              <w:rPr>
                <w:sz w:val="16"/>
              </w:rPr>
              <w:br/>
              <w:t>75001-79999 SPCs (years 1995-2001)</w:t>
            </w:r>
            <w:r w:rsidRPr="006B3432">
              <w:rPr>
                <w:sz w:val="16"/>
              </w:rPr>
              <w:br/>
              <w:t>99001-99999 SPCs (years 2001-2003)</w:t>
            </w:r>
          </w:p>
          <w:p w14:paraId="50BD1DF9" w14:textId="77777777" w:rsidR="00FC7E5F" w:rsidRPr="006B3432" w:rsidRDefault="00FC7E5F" w:rsidP="00852FF9">
            <w:pPr>
              <w:tabs>
                <w:tab w:val="left" w:pos="284"/>
              </w:tabs>
              <w:spacing w:before="20" w:after="20"/>
              <w:ind w:left="776"/>
              <w:rPr>
                <w:sz w:val="16"/>
              </w:rPr>
            </w:pPr>
          </w:p>
          <w:p w14:paraId="0233C79B" w14:textId="77777777" w:rsidR="00FC7E5F" w:rsidRPr="006B3432" w:rsidRDefault="00FC7E5F" w:rsidP="00852FF9">
            <w:pPr>
              <w:tabs>
                <w:tab w:val="left" w:pos="284"/>
              </w:tabs>
              <w:spacing w:before="20" w:after="20"/>
              <w:ind w:left="776"/>
              <w:rPr>
                <w:sz w:val="16"/>
              </w:rPr>
            </w:pPr>
            <w:r w:rsidRPr="006B3432">
              <w:rPr>
                <w:sz w:val="16"/>
              </w:rPr>
              <w:t>For IP right code “2”, (utility models or topographies filed after 1994) the following numbering ranges in the serial number were used:</w:t>
            </w:r>
          </w:p>
          <w:p w14:paraId="177D393D" w14:textId="77777777" w:rsidR="00FC7E5F" w:rsidRPr="006B3432" w:rsidRDefault="00FC7E5F" w:rsidP="00852FF9">
            <w:pPr>
              <w:tabs>
                <w:tab w:val="left" w:pos="284"/>
              </w:tabs>
              <w:spacing w:before="20" w:after="20"/>
              <w:ind w:left="776"/>
              <w:rPr>
                <w:sz w:val="16"/>
              </w:rPr>
            </w:pPr>
            <w:r w:rsidRPr="006B3432">
              <w:rPr>
                <w:sz w:val="16"/>
              </w:rPr>
              <w:t>00001-74999 = utility models</w:t>
            </w:r>
          </w:p>
          <w:p w14:paraId="3A0987EB" w14:textId="77777777" w:rsidR="00FC7E5F" w:rsidRPr="006B3432" w:rsidRDefault="00FC7E5F" w:rsidP="00852FF9">
            <w:pPr>
              <w:tabs>
                <w:tab w:val="left" w:pos="284"/>
              </w:tabs>
              <w:spacing w:before="20" w:after="20"/>
              <w:ind w:left="776"/>
              <w:rPr>
                <w:sz w:val="16"/>
              </w:rPr>
            </w:pPr>
            <w:r w:rsidRPr="006B3432">
              <w:rPr>
                <w:sz w:val="16"/>
              </w:rPr>
              <w:t>75001-79999 = topographies</w:t>
            </w:r>
          </w:p>
          <w:p w14:paraId="1AB01A0A" w14:textId="77777777" w:rsidR="00FC7E5F" w:rsidRPr="006B3432" w:rsidRDefault="00FC7E5F" w:rsidP="00852FF9">
            <w:pPr>
              <w:tabs>
                <w:tab w:val="left" w:pos="284"/>
              </w:tabs>
              <w:spacing w:before="20" w:after="20"/>
              <w:ind w:left="776"/>
              <w:rPr>
                <w:sz w:val="16"/>
              </w:rPr>
            </w:pPr>
            <w:r w:rsidRPr="006B3432">
              <w:rPr>
                <w:sz w:val="16"/>
              </w:rPr>
              <w:t>80001-99999 = utility models from PCT application in the national phase</w:t>
            </w:r>
          </w:p>
          <w:p w14:paraId="70E3B909" w14:textId="77777777" w:rsidR="00FC7E5F" w:rsidRPr="006B3432" w:rsidRDefault="00FC7E5F" w:rsidP="00852FF9">
            <w:pPr>
              <w:tabs>
                <w:tab w:val="left" w:pos="284"/>
              </w:tabs>
              <w:spacing w:before="20" w:after="20"/>
              <w:ind w:left="776"/>
              <w:rPr>
                <w:sz w:val="16"/>
              </w:rPr>
            </w:pPr>
          </w:p>
          <w:p w14:paraId="6B3E9271" w14:textId="77777777" w:rsidR="00FC7E5F" w:rsidRPr="006B3432" w:rsidRDefault="00FC7E5F" w:rsidP="00852FF9">
            <w:pPr>
              <w:tabs>
                <w:tab w:val="left" w:pos="284"/>
              </w:tabs>
              <w:spacing w:before="20" w:after="20"/>
              <w:ind w:left="776"/>
              <w:rPr>
                <w:sz w:val="16"/>
              </w:rPr>
            </w:pPr>
            <w:r w:rsidRPr="006B3432">
              <w:rPr>
                <w:sz w:val="16"/>
              </w:rPr>
              <w:t>For IP right code “3”, the following numbering ranges in the serial number were used:</w:t>
            </w:r>
          </w:p>
          <w:p w14:paraId="5A84E2C6" w14:textId="77777777" w:rsidR="00FC7E5F" w:rsidRPr="006B3432" w:rsidRDefault="00FC7E5F" w:rsidP="00852FF9">
            <w:pPr>
              <w:tabs>
                <w:tab w:val="left" w:pos="284"/>
              </w:tabs>
              <w:spacing w:before="20" w:after="20"/>
              <w:ind w:left="776"/>
              <w:rPr>
                <w:sz w:val="16"/>
              </w:rPr>
            </w:pPr>
            <w:r w:rsidRPr="006B3432">
              <w:rPr>
                <w:sz w:val="16"/>
              </w:rPr>
              <w:t>99000-99999 = geographical indications</w:t>
            </w:r>
          </w:p>
          <w:p w14:paraId="36FCAB29" w14:textId="77777777" w:rsidR="00FC7E5F" w:rsidRPr="006B3432" w:rsidRDefault="00FC7E5F" w:rsidP="00852FF9">
            <w:pPr>
              <w:tabs>
                <w:tab w:val="left" w:pos="284"/>
              </w:tabs>
              <w:spacing w:before="20" w:after="20"/>
              <w:ind w:left="776"/>
              <w:rPr>
                <w:sz w:val="16"/>
              </w:rPr>
            </w:pPr>
          </w:p>
          <w:p w14:paraId="163F0695" w14:textId="77777777" w:rsidR="00FC7E5F" w:rsidRPr="006B3432" w:rsidRDefault="00FC7E5F" w:rsidP="00852FF9">
            <w:pPr>
              <w:tabs>
                <w:tab w:val="left" w:pos="284"/>
              </w:tabs>
              <w:spacing w:before="20" w:after="20"/>
              <w:ind w:left="776"/>
              <w:rPr>
                <w:sz w:val="16"/>
              </w:rPr>
            </w:pPr>
            <w:r w:rsidRPr="006B3432">
              <w:rPr>
                <w:sz w:val="16"/>
              </w:rPr>
              <w:t>For IP right code “4”, the following numbering ranges in the serial number were used:</w:t>
            </w:r>
          </w:p>
          <w:p w14:paraId="0AEC4EEF" w14:textId="77777777" w:rsidR="00FC7E5F" w:rsidRPr="006B3432" w:rsidRDefault="00FC7E5F" w:rsidP="00852FF9">
            <w:pPr>
              <w:tabs>
                <w:tab w:val="left" w:pos="284"/>
              </w:tabs>
              <w:spacing w:before="20" w:after="20"/>
              <w:ind w:left="776"/>
              <w:rPr>
                <w:sz w:val="16"/>
              </w:rPr>
            </w:pPr>
            <w:r w:rsidRPr="006B3432">
              <w:rPr>
                <w:sz w:val="16"/>
              </w:rPr>
              <w:t>50000-99999 = typographies (between 1998 and the end of 2004)</w:t>
            </w:r>
          </w:p>
          <w:p w14:paraId="269CE145"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noProof/>
                <w:sz w:val="16"/>
              </w:rPr>
              <w:t>N/A</w:t>
            </w:r>
          </w:p>
          <w:p w14:paraId="6B7AE19D" w14:textId="77777777" w:rsidR="00FC7E5F" w:rsidRPr="006B3432" w:rsidRDefault="00FC7E5F" w:rsidP="00FC7E5F">
            <w:pPr>
              <w:numPr>
                <w:ilvl w:val="0"/>
                <w:numId w:val="6"/>
              </w:numPr>
              <w:tabs>
                <w:tab w:val="clear" w:pos="680"/>
                <w:tab w:val="left" w:pos="284"/>
                <w:tab w:val="num" w:pos="373"/>
              </w:tabs>
              <w:spacing w:before="20" w:after="120"/>
              <w:ind w:left="2586" w:hanging="2586"/>
              <w:rPr>
                <w:sz w:val="16"/>
              </w:rPr>
            </w:pPr>
            <w:r w:rsidRPr="006B3432">
              <w:rPr>
                <w:sz w:val="16"/>
              </w:rPr>
              <w:t xml:space="preserve">Control number/Check digit:  </w:t>
            </w:r>
            <w:r w:rsidRPr="006B3432">
              <w:rPr>
                <w:sz w:val="16"/>
              </w:rPr>
              <w:tab/>
              <w:t>position 9 separated by a dot “.”</w:t>
            </w:r>
          </w:p>
          <w:p w14:paraId="642E4429" w14:textId="77777777" w:rsidR="00FC7E5F" w:rsidRPr="006B3432" w:rsidRDefault="00FC7E5F" w:rsidP="00852FF9">
            <w:pPr>
              <w:tabs>
                <w:tab w:val="left" w:pos="284"/>
              </w:tabs>
              <w:spacing w:before="20" w:after="20"/>
              <w:ind w:left="2586"/>
              <w:rPr>
                <w:sz w:val="16"/>
              </w:rPr>
            </w:pPr>
            <w:r w:rsidRPr="006B3432">
              <w:rPr>
                <w:sz w:val="16"/>
              </w:rPr>
              <w:t>Assumed algorithm</w:t>
            </w:r>
            <w:proofErr w:type="gramStart"/>
            <w:r w:rsidRPr="006B3432">
              <w:rPr>
                <w:sz w:val="16"/>
              </w:rPr>
              <w:t>:  modulo</w:t>
            </w:r>
            <w:proofErr w:type="gramEnd"/>
            <w:r w:rsidRPr="006B3432">
              <w:rPr>
                <w:sz w:val="16"/>
              </w:rPr>
              <w:t xml:space="preserve"> 8 </w:t>
            </w:r>
            <w:proofErr w:type="gramStart"/>
            <w:r w:rsidRPr="006B3432">
              <w:rPr>
                <w:sz w:val="16"/>
              </w:rPr>
              <w:t>algorithm:  each</w:t>
            </w:r>
            <w:proofErr w:type="gramEnd"/>
            <w:r w:rsidRPr="006B3432">
              <w:rPr>
                <w:sz w:val="16"/>
              </w:rPr>
              <w:t xml:space="preserve"> digit of the base, from right to left, is multiplied by 2, 3, 4, 5 etc., respectively.  The products of the separate digits are summed and then divided by 8.  The remainder of the Division is subtracted from 8 to give the check digit.</w:t>
            </w:r>
          </w:p>
          <w:p w14:paraId="5DF9CA1C" w14:textId="77777777" w:rsidR="00FC7E5F" w:rsidRPr="006B3432" w:rsidRDefault="00FC7E5F" w:rsidP="00852FF9">
            <w:pPr>
              <w:tabs>
                <w:tab w:val="left" w:pos="284"/>
              </w:tabs>
              <w:spacing w:before="120" w:after="20"/>
              <w:rPr>
                <w:noProof/>
                <w:sz w:val="16"/>
              </w:rPr>
            </w:pPr>
            <w:r w:rsidRPr="006B3432">
              <w:rPr>
                <w:sz w:val="16"/>
              </w:rPr>
              <w:t>Further remarks:</w:t>
            </w:r>
            <w:r w:rsidRPr="006B3432">
              <w:rPr>
                <w:sz w:val="16"/>
              </w:rPr>
              <w:br/>
            </w:r>
            <w:r w:rsidRPr="006B3432">
              <w:rPr>
                <w:noProof/>
                <w:sz w:val="16"/>
              </w:rPr>
              <w:t>Machine–readable presentation of application numbers is the same as print presentation described above.</w:t>
            </w:r>
          </w:p>
          <w:p w14:paraId="52CB7F9E" w14:textId="77777777" w:rsidR="00FC7E5F" w:rsidRPr="006B3432" w:rsidRDefault="00FC7E5F" w:rsidP="00852FF9">
            <w:pPr>
              <w:tabs>
                <w:tab w:val="left" w:pos="0"/>
              </w:tabs>
              <w:spacing w:before="20" w:after="20"/>
              <w:rPr>
                <w:sz w:val="16"/>
              </w:rPr>
            </w:pPr>
            <w:r w:rsidRPr="006B3432">
              <w:rPr>
                <w:sz w:val="16"/>
              </w:rPr>
              <w:t>Note:</w:t>
            </w:r>
            <w:r w:rsidRPr="006B3432">
              <w:rPr>
                <w:sz w:val="16"/>
              </w:rPr>
              <w:tab/>
              <w:t>Separators used (dot, space) are not counted for defining the position of elements of the application number.</w:t>
            </w:r>
          </w:p>
        </w:tc>
      </w:tr>
      <w:tr w:rsidR="00FC7E5F" w:rsidRPr="006B3432" w14:paraId="36EA87D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5A65888"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DE</w:t>
            </w:r>
          </w:p>
          <w:p w14:paraId="399F594F"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313207DD" w14:textId="77777777" w:rsidR="00FC7E5F" w:rsidRPr="006B3432" w:rsidRDefault="00FC7E5F" w:rsidP="00852FF9">
            <w:pPr>
              <w:spacing w:before="120" w:after="120"/>
              <w:ind w:left="-58" w:right="-58"/>
              <w:jc w:val="center"/>
              <w:rPr>
                <w:noProof/>
                <w:sz w:val="16"/>
              </w:rPr>
            </w:pPr>
            <w:r w:rsidRPr="006B3432">
              <w:rPr>
                <w:noProof/>
                <w:sz w:val="16"/>
              </w:rPr>
              <w:t>WP 22 f7 / 9269</w:t>
            </w:r>
          </w:p>
          <w:p w14:paraId="67646CCB" w14:textId="77777777" w:rsidR="00FC7E5F" w:rsidRPr="006B3432" w:rsidRDefault="00FC7E5F" w:rsidP="00852FF9">
            <w:pPr>
              <w:spacing w:before="120" w:after="120"/>
              <w:ind w:left="-58" w:right="-58"/>
              <w:jc w:val="center"/>
              <w:rPr>
                <w:noProof/>
                <w:spacing w:val="-4"/>
                <w:sz w:val="16"/>
              </w:rPr>
            </w:pPr>
            <w:r w:rsidRPr="006B3432">
              <w:rPr>
                <w:noProof/>
                <w:spacing w:val="-4"/>
                <w:sz w:val="16"/>
              </w:rPr>
              <w:t>AP A01D / 260 426 1</w:t>
            </w:r>
          </w:p>
        </w:tc>
        <w:tc>
          <w:tcPr>
            <w:tcW w:w="1561" w:type="dxa"/>
            <w:tcBorders>
              <w:top w:val="single" w:sz="6" w:space="0" w:color="auto"/>
              <w:left w:val="single" w:sz="6" w:space="0" w:color="auto"/>
              <w:bottom w:val="single" w:sz="6" w:space="0" w:color="auto"/>
              <w:right w:val="single" w:sz="6" w:space="0" w:color="auto"/>
            </w:tcBorders>
          </w:tcPr>
          <w:p w14:paraId="12AE9AD7" w14:textId="77777777" w:rsidR="00FC7E5F" w:rsidRPr="006B3432" w:rsidRDefault="00FC7E5F" w:rsidP="00852FF9">
            <w:pPr>
              <w:spacing w:before="120" w:after="120"/>
              <w:ind w:left="-58" w:right="-58"/>
              <w:jc w:val="center"/>
              <w:rPr>
                <w:noProof/>
                <w:sz w:val="16"/>
              </w:rPr>
            </w:pPr>
            <w:r w:rsidRPr="006B3432">
              <w:rPr>
                <w:noProof/>
                <w:sz w:val="16"/>
              </w:rPr>
              <w:t>WP 22 f7 / 9269</w:t>
            </w:r>
          </w:p>
          <w:p w14:paraId="4F76DD95" w14:textId="77777777" w:rsidR="00FC7E5F" w:rsidRPr="006B3432" w:rsidRDefault="00FC7E5F" w:rsidP="00852FF9">
            <w:pPr>
              <w:spacing w:before="120" w:after="120"/>
              <w:ind w:left="-58" w:right="-58"/>
              <w:jc w:val="center"/>
              <w:rPr>
                <w:noProof/>
                <w:spacing w:val="-4"/>
                <w:sz w:val="16"/>
              </w:rPr>
            </w:pPr>
            <w:r w:rsidRPr="006B3432">
              <w:rPr>
                <w:noProof/>
                <w:spacing w:val="-4"/>
                <w:sz w:val="16"/>
              </w:rPr>
              <w:t>AP A01D / 260 426 1</w:t>
            </w:r>
          </w:p>
        </w:tc>
        <w:tc>
          <w:tcPr>
            <w:tcW w:w="4796" w:type="dxa"/>
            <w:gridSpan w:val="2"/>
            <w:tcBorders>
              <w:top w:val="single" w:sz="6" w:space="0" w:color="auto"/>
              <w:left w:val="single" w:sz="6" w:space="0" w:color="auto"/>
              <w:bottom w:val="single" w:sz="6" w:space="0" w:color="auto"/>
              <w:right w:val="single" w:sz="6" w:space="0" w:color="auto"/>
            </w:tcBorders>
            <w:hideMark/>
          </w:tcPr>
          <w:p w14:paraId="1E1F6ECE" w14:textId="77777777" w:rsidR="00FC7E5F" w:rsidRPr="006B3432" w:rsidRDefault="00FC7E5F" w:rsidP="00852FF9">
            <w:pPr>
              <w:spacing w:before="120" w:after="60"/>
              <w:ind w:right="-57"/>
              <w:rPr>
                <w:noProof/>
                <w:sz w:val="16"/>
              </w:rPr>
            </w:pPr>
            <w:r w:rsidRPr="006B3432">
              <w:rPr>
                <w:sz w:val="16"/>
              </w:rPr>
              <w:t>Used from 1949 to 1990 in the former German Democratic Republic (GDR)</w:t>
            </w:r>
            <w:r w:rsidRPr="006B3432">
              <w:rPr>
                <w:sz w:val="16"/>
              </w:rPr>
              <w:br/>
              <w:t xml:space="preserve">for:  </w:t>
            </w:r>
            <w:r w:rsidRPr="006B3432">
              <w:rPr>
                <w:noProof/>
                <w:sz w:val="16"/>
              </w:rPr>
              <w:t>Patents</w:t>
            </w:r>
          </w:p>
        </w:tc>
      </w:tr>
      <w:tr w:rsidR="00FC7E5F" w:rsidRPr="006B3432" w14:paraId="4F71476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E6AF78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48A62858"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Positions 1-2 indicate subtypes of patents (see below).  Positions 3-6 contain classification information.  Positions 7 and following (after the slash '/') contain consecutive serial number.</w:t>
            </w:r>
          </w:p>
          <w:p w14:paraId="296683F3" w14:textId="77777777" w:rsidR="00FC7E5F" w:rsidRPr="006B3432" w:rsidRDefault="00FC7E5F" w:rsidP="00852FF9">
            <w:pPr>
              <w:autoSpaceDE w:val="0"/>
              <w:autoSpaceDN w:val="0"/>
              <w:adjustRightInd w:val="0"/>
              <w:spacing w:before="120" w:after="120"/>
              <w:ind w:left="1452"/>
              <w:rPr>
                <w:sz w:val="16"/>
              </w:rPr>
            </w:pPr>
            <w:r w:rsidRPr="006B3432">
              <w:rPr>
                <w:sz w:val="16"/>
              </w:rPr>
              <w:t>Between 1949 and 1951, additional numbers were inserted in positions 3-4 and the classification information was provided only in positions 5-6, like, for example, in WP 22 f7 / 9269.</w:t>
            </w:r>
          </w:p>
          <w:p w14:paraId="5CE0BBCB" w14:textId="77777777" w:rsidR="00FC7E5F" w:rsidRPr="006B3432" w:rsidRDefault="00FC7E5F" w:rsidP="00852FF9">
            <w:pPr>
              <w:autoSpaceDE w:val="0"/>
              <w:autoSpaceDN w:val="0"/>
              <w:adjustRightInd w:val="0"/>
              <w:spacing w:after="120"/>
              <w:ind w:left="1452"/>
              <w:rPr>
                <w:sz w:val="16"/>
              </w:rPr>
            </w:pPr>
            <w:r w:rsidRPr="006B3432">
              <w:rPr>
                <w:sz w:val="16"/>
              </w:rPr>
              <w:t>After 1951, the very last digit is a check digit (like in “</w:t>
            </w:r>
            <w:r w:rsidRPr="006B3432">
              <w:rPr>
                <w:noProof/>
                <w:spacing w:val="-4"/>
                <w:sz w:val="16"/>
              </w:rPr>
              <w:t>AP A01D / 260 426 1</w:t>
            </w:r>
            <w:r w:rsidRPr="006B3432">
              <w:rPr>
                <w:sz w:val="16"/>
              </w:rPr>
              <w:t>”, above).</w:t>
            </w:r>
          </w:p>
          <w:p w14:paraId="349155A1"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w:t>
            </w:r>
          </w:p>
          <w:p w14:paraId="468ED722"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noProof/>
                <w:sz w:val="16"/>
              </w:rPr>
              <w:t>Exclusive patent</w:t>
            </w:r>
            <w:proofErr w:type="gramStart"/>
            <w:r w:rsidRPr="006B3432">
              <w:rPr>
                <w:sz w:val="16"/>
              </w:rPr>
              <w:tab/>
              <w:t xml:space="preserve">  AP</w:t>
            </w:r>
            <w:proofErr w:type="gramEnd"/>
          </w:p>
          <w:p w14:paraId="70DFFE6D" w14:textId="77777777" w:rsidR="00FC7E5F" w:rsidRPr="006B3432" w:rsidRDefault="00FC7E5F" w:rsidP="00852FF9">
            <w:pPr>
              <w:tabs>
                <w:tab w:val="num" w:pos="1245"/>
                <w:tab w:val="left" w:leader="dot" w:pos="5546"/>
              </w:tabs>
              <w:spacing w:before="20" w:after="20"/>
              <w:ind w:left="4536"/>
              <w:rPr>
                <w:sz w:val="16"/>
              </w:rPr>
            </w:pPr>
            <w:r w:rsidRPr="006B3432">
              <w:rPr>
                <w:sz w:val="16"/>
              </w:rPr>
              <w:t>(from German "</w:t>
            </w:r>
            <w:proofErr w:type="spellStart"/>
            <w:r w:rsidRPr="006B3432">
              <w:rPr>
                <w:sz w:val="16"/>
              </w:rPr>
              <w:t>Ausschließungspatent</w:t>
            </w:r>
            <w:proofErr w:type="spellEnd"/>
            <w:r w:rsidRPr="006B3432">
              <w:rPr>
                <w:sz w:val="16"/>
              </w:rPr>
              <w:t>")</w:t>
            </w:r>
          </w:p>
          <w:p w14:paraId="5C309BF3"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noProof/>
                <w:sz w:val="16"/>
              </w:rPr>
              <w:t>Economic patent</w:t>
            </w:r>
            <w:proofErr w:type="gramStart"/>
            <w:r w:rsidRPr="006B3432">
              <w:rPr>
                <w:sz w:val="16"/>
              </w:rPr>
              <w:tab/>
              <w:t xml:space="preserve">  WP</w:t>
            </w:r>
            <w:proofErr w:type="gramEnd"/>
          </w:p>
          <w:p w14:paraId="4FDB98F6" w14:textId="77777777" w:rsidR="00FC7E5F" w:rsidRPr="006B3432" w:rsidRDefault="00FC7E5F" w:rsidP="00852FF9">
            <w:pPr>
              <w:tabs>
                <w:tab w:val="num" w:pos="1245"/>
                <w:tab w:val="left" w:leader="dot" w:pos="5726"/>
              </w:tabs>
              <w:spacing w:before="20" w:after="20"/>
              <w:ind w:left="4536"/>
              <w:rPr>
                <w:sz w:val="16"/>
              </w:rPr>
            </w:pPr>
            <w:r w:rsidRPr="006B3432">
              <w:rPr>
                <w:sz w:val="16"/>
              </w:rPr>
              <w:t>(from German "</w:t>
            </w:r>
            <w:proofErr w:type="spellStart"/>
            <w:r w:rsidRPr="006B3432">
              <w:rPr>
                <w:sz w:val="16"/>
              </w:rPr>
              <w:t>Wirtschaftspatent</w:t>
            </w:r>
            <w:proofErr w:type="spellEnd"/>
            <w:r w:rsidRPr="006B3432">
              <w:rPr>
                <w:sz w:val="16"/>
              </w:rPr>
              <w:t>")</w:t>
            </w:r>
          </w:p>
          <w:p w14:paraId="3687ED7C" w14:textId="77777777" w:rsidR="00FC7E5F" w:rsidRPr="006B3432" w:rsidRDefault="00FC7E5F" w:rsidP="00852FF9">
            <w:pPr>
              <w:tabs>
                <w:tab w:val="left" w:leader="dot" w:pos="5705"/>
              </w:tabs>
              <w:spacing w:before="120" w:after="120"/>
              <w:ind w:left="283"/>
              <w:rPr>
                <w:sz w:val="16"/>
              </w:rPr>
            </w:pPr>
            <w:r w:rsidRPr="006B3432">
              <w:rPr>
                <w:sz w:val="16"/>
              </w:rPr>
              <w:t xml:space="preserve">Exclusive patents are </w:t>
            </w:r>
            <w:proofErr w:type="gramStart"/>
            <w:r w:rsidRPr="006B3432">
              <w:rPr>
                <w:sz w:val="16"/>
              </w:rPr>
              <w:t>similar to</w:t>
            </w:r>
            <w:proofErr w:type="gramEnd"/>
            <w:r w:rsidRPr="006B3432">
              <w:rPr>
                <w:sz w:val="16"/>
              </w:rPr>
              <w:t xml:space="preserve"> a patent in the regular sense.  Economic patents were for inventions by nationally owned companies or state organizations.  These economic patents could be used by all socialist companies.</w:t>
            </w:r>
          </w:p>
          <w:p w14:paraId="17AE78E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1B60FB0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variable length from position 7 onwards, continuous numbering.</w:t>
            </w:r>
          </w:p>
          <w:p w14:paraId="728A1AF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noProof/>
                <w:sz w:val="16"/>
              </w:rPr>
              <w:t>Classification information was indicated in positions 5-6 or, after 1951, in positions 3-6 as IPC.</w:t>
            </w:r>
          </w:p>
          <w:p w14:paraId="3739927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After 1951, the last digit of the application number (no separators used</w:t>
            </w:r>
            <w:proofErr w:type="gramStart"/>
            <w:r w:rsidRPr="006B3432">
              <w:rPr>
                <w:sz w:val="16"/>
              </w:rPr>
              <w:t>);  the</w:t>
            </w:r>
            <w:proofErr w:type="gramEnd"/>
            <w:r w:rsidRPr="006B3432">
              <w:rPr>
                <w:sz w:val="16"/>
              </w:rPr>
              <w:t xml:space="preserve"> algorithm for computing it is unknown</w:t>
            </w:r>
          </w:p>
          <w:p w14:paraId="36B55239"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t>A slash separated classification information from the serial number.</w:t>
            </w:r>
          </w:p>
          <w:p w14:paraId="652030DE" w14:textId="77777777" w:rsidR="00FC7E5F" w:rsidRPr="006B3432" w:rsidRDefault="00FC7E5F" w:rsidP="00852FF9">
            <w:pPr>
              <w:tabs>
                <w:tab w:val="left" w:pos="284"/>
              </w:tabs>
              <w:spacing w:before="120" w:after="20"/>
              <w:rPr>
                <w:noProof/>
                <w:sz w:val="16"/>
              </w:rPr>
            </w:pPr>
            <w:r w:rsidRPr="006B3432">
              <w:rPr>
                <w:noProof/>
                <w:sz w:val="16"/>
              </w:rPr>
              <w:t>It is unknown whether the machine–readable presentation of application numbers was different from the print presentation described above.</w:t>
            </w:r>
          </w:p>
          <w:p w14:paraId="1EFF9E86" w14:textId="77777777" w:rsidR="00FC7E5F" w:rsidRPr="006B3432" w:rsidRDefault="00FC7E5F" w:rsidP="00852FF9">
            <w:pPr>
              <w:tabs>
                <w:tab w:val="left" w:pos="0"/>
              </w:tabs>
              <w:spacing w:before="20" w:after="20"/>
              <w:rPr>
                <w:sz w:val="16"/>
              </w:rPr>
            </w:pPr>
            <w:r w:rsidRPr="006B3432">
              <w:rPr>
                <w:sz w:val="16"/>
              </w:rPr>
              <w:t>Note:</w:t>
            </w:r>
            <w:r w:rsidRPr="006B3432">
              <w:rPr>
                <w:sz w:val="16"/>
              </w:rPr>
              <w:tab/>
              <w:t>Separators used (slash, space) are not counted for defining the position of elements of the application number.</w:t>
            </w:r>
          </w:p>
        </w:tc>
      </w:tr>
      <w:tr w:rsidR="00FC7E5F" w:rsidRPr="006B3432" w14:paraId="4FC3E60B"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7CD3A9F"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DE</w:t>
            </w:r>
          </w:p>
          <w:p w14:paraId="274EB76F"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11DFF6B8" w14:textId="77777777" w:rsidR="00FC7E5F" w:rsidRPr="006B3432" w:rsidRDefault="00FC7E5F" w:rsidP="00852FF9">
            <w:pPr>
              <w:spacing w:before="120"/>
              <w:ind w:left="-58" w:right="-58"/>
              <w:jc w:val="center"/>
              <w:rPr>
                <w:noProof/>
                <w:sz w:val="16"/>
              </w:rPr>
            </w:pPr>
            <w:r w:rsidRPr="006B3432">
              <w:rPr>
                <w:noProof/>
                <w:sz w:val="16"/>
              </w:rPr>
              <w:t>19712</w:t>
            </w:r>
          </w:p>
          <w:p w14:paraId="580898B4" w14:textId="77777777" w:rsidR="00FC7E5F" w:rsidRPr="006B3432" w:rsidRDefault="00FC7E5F" w:rsidP="00852FF9">
            <w:pPr>
              <w:spacing w:before="120"/>
              <w:ind w:left="-58" w:right="-58"/>
              <w:jc w:val="center"/>
              <w:rPr>
                <w:noProof/>
                <w:sz w:val="16"/>
              </w:rPr>
            </w:pPr>
            <w:r w:rsidRPr="006B3432">
              <w:rPr>
                <w:noProof/>
                <w:sz w:val="16"/>
              </w:rPr>
              <w:t>GM 19712</w:t>
            </w:r>
          </w:p>
          <w:p w14:paraId="5CD72381" w14:textId="77777777" w:rsidR="00FC7E5F" w:rsidRPr="006B3432" w:rsidRDefault="00FC7E5F" w:rsidP="00852FF9">
            <w:pPr>
              <w:spacing w:before="120"/>
              <w:ind w:left="-58" w:right="-58"/>
              <w:jc w:val="center"/>
              <w:rPr>
                <w:noProof/>
                <w:sz w:val="16"/>
              </w:rPr>
            </w:pPr>
            <w:r w:rsidRPr="006B3432">
              <w:rPr>
                <w:noProof/>
                <w:sz w:val="16"/>
              </w:rPr>
              <w:t>GM 2a/28849</w:t>
            </w:r>
          </w:p>
          <w:p w14:paraId="4479FE34" w14:textId="77777777" w:rsidR="00FC7E5F" w:rsidRPr="006B3432" w:rsidRDefault="00FC7E5F" w:rsidP="00852FF9">
            <w:pPr>
              <w:spacing w:before="120"/>
              <w:ind w:left="-58" w:right="-58"/>
              <w:jc w:val="center"/>
              <w:rPr>
                <w:noProof/>
                <w:sz w:val="16"/>
              </w:rPr>
            </w:pPr>
            <w:r w:rsidRPr="006B3432">
              <w:rPr>
                <w:noProof/>
                <w:sz w:val="16"/>
              </w:rPr>
              <w:t>W12345</w:t>
            </w:r>
          </w:p>
          <w:p w14:paraId="1719F1C7" w14:textId="77777777" w:rsidR="00FC7E5F" w:rsidRPr="006B3432" w:rsidRDefault="00FC7E5F" w:rsidP="00852FF9">
            <w:pPr>
              <w:spacing w:before="120"/>
              <w:ind w:left="-58" w:right="-58"/>
              <w:jc w:val="center"/>
              <w:rPr>
                <w:noProof/>
                <w:sz w:val="16"/>
              </w:rPr>
            </w:pPr>
            <w:r w:rsidRPr="006B3432">
              <w:rPr>
                <w:noProof/>
                <w:sz w:val="16"/>
              </w:rPr>
              <w:t>H17</w:t>
            </w:r>
          </w:p>
        </w:tc>
        <w:tc>
          <w:tcPr>
            <w:tcW w:w="1561" w:type="dxa"/>
            <w:tcBorders>
              <w:top w:val="single" w:sz="6" w:space="0" w:color="auto"/>
              <w:left w:val="single" w:sz="6" w:space="0" w:color="auto"/>
              <w:bottom w:val="single" w:sz="6" w:space="0" w:color="auto"/>
              <w:right w:val="single" w:sz="6" w:space="0" w:color="auto"/>
            </w:tcBorders>
          </w:tcPr>
          <w:p w14:paraId="595D0D73" w14:textId="77777777" w:rsidR="00FC7E5F" w:rsidRPr="006B3432" w:rsidRDefault="00FC7E5F" w:rsidP="00852FF9">
            <w:pPr>
              <w:spacing w:before="120"/>
              <w:ind w:left="-58" w:right="-58"/>
              <w:jc w:val="center"/>
              <w:rPr>
                <w:noProof/>
                <w:sz w:val="16"/>
              </w:rPr>
            </w:pPr>
            <w:r w:rsidRPr="006B3432">
              <w:rPr>
                <w:noProof/>
                <w:sz w:val="16"/>
              </w:rPr>
              <w:t>19712</w:t>
            </w:r>
          </w:p>
          <w:p w14:paraId="61D9CA6B" w14:textId="77777777" w:rsidR="00FC7E5F" w:rsidRPr="006B3432" w:rsidRDefault="00FC7E5F" w:rsidP="00852FF9">
            <w:pPr>
              <w:spacing w:before="120"/>
              <w:ind w:left="-58" w:right="-58"/>
              <w:jc w:val="center"/>
              <w:rPr>
                <w:noProof/>
                <w:sz w:val="16"/>
              </w:rPr>
            </w:pPr>
            <w:r w:rsidRPr="006B3432">
              <w:rPr>
                <w:noProof/>
                <w:sz w:val="16"/>
              </w:rPr>
              <w:t>GM 19712</w:t>
            </w:r>
          </w:p>
          <w:p w14:paraId="7B375C4F" w14:textId="77777777" w:rsidR="00FC7E5F" w:rsidRPr="006B3432" w:rsidRDefault="00FC7E5F" w:rsidP="00852FF9">
            <w:pPr>
              <w:spacing w:before="120"/>
              <w:ind w:left="-58" w:right="-58"/>
              <w:jc w:val="center"/>
              <w:rPr>
                <w:noProof/>
                <w:sz w:val="16"/>
              </w:rPr>
            </w:pPr>
            <w:r w:rsidRPr="006B3432">
              <w:rPr>
                <w:noProof/>
                <w:sz w:val="16"/>
              </w:rPr>
              <w:t>GM 2a/28849</w:t>
            </w:r>
          </w:p>
          <w:p w14:paraId="15DD430E" w14:textId="77777777" w:rsidR="00FC7E5F" w:rsidRPr="006B3432" w:rsidRDefault="00FC7E5F" w:rsidP="00852FF9">
            <w:pPr>
              <w:spacing w:before="120"/>
              <w:ind w:left="-58" w:right="-58"/>
              <w:jc w:val="center"/>
              <w:rPr>
                <w:noProof/>
                <w:sz w:val="16"/>
              </w:rPr>
            </w:pPr>
            <w:r w:rsidRPr="006B3432">
              <w:rPr>
                <w:noProof/>
                <w:sz w:val="16"/>
              </w:rPr>
              <w:t>W12345</w:t>
            </w:r>
          </w:p>
          <w:p w14:paraId="64622967" w14:textId="77777777" w:rsidR="00FC7E5F" w:rsidRPr="006B3432" w:rsidRDefault="00FC7E5F" w:rsidP="00852FF9">
            <w:pPr>
              <w:spacing w:before="120"/>
              <w:ind w:left="-58" w:right="-58"/>
              <w:jc w:val="center"/>
              <w:rPr>
                <w:noProof/>
                <w:sz w:val="16"/>
              </w:rPr>
            </w:pPr>
            <w:r w:rsidRPr="006B3432">
              <w:rPr>
                <w:noProof/>
                <w:sz w:val="16"/>
              </w:rPr>
              <w:t>H17</w:t>
            </w:r>
          </w:p>
        </w:tc>
        <w:tc>
          <w:tcPr>
            <w:tcW w:w="4796" w:type="dxa"/>
            <w:gridSpan w:val="2"/>
            <w:tcBorders>
              <w:top w:val="single" w:sz="6" w:space="0" w:color="auto"/>
              <w:left w:val="single" w:sz="6" w:space="0" w:color="auto"/>
              <w:bottom w:val="single" w:sz="6" w:space="0" w:color="auto"/>
              <w:right w:val="single" w:sz="6" w:space="0" w:color="auto"/>
            </w:tcBorders>
            <w:hideMark/>
          </w:tcPr>
          <w:p w14:paraId="24DB52E6" w14:textId="77777777" w:rsidR="00FC7E5F" w:rsidRPr="006B3432" w:rsidRDefault="00FC7E5F" w:rsidP="00852FF9">
            <w:pPr>
              <w:spacing w:before="120" w:after="60"/>
              <w:ind w:right="-57"/>
              <w:rPr>
                <w:sz w:val="16"/>
              </w:rPr>
            </w:pPr>
            <w:r w:rsidRPr="006B3432">
              <w:rPr>
                <w:sz w:val="16"/>
              </w:rPr>
              <w:t>Used from 1949 to 1963 in the former German Democratic Republic (GDR)</w:t>
            </w:r>
            <w:r w:rsidRPr="006B3432">
              <w:rPr>
                <w:sz w:val="16"/>
              </w:rPr>
              <w:br/>
              <w:t>for:  Utility Models / Utility certificates</w:t>
            </w:r>
          </w:p>
          <w:p w14:paraId="0D080C69" w14:textId="77777777" w:rsidR="00FC7E5F" w:rsidRPr="006B3432" w:rsidRDefault="00FC7E5F" w:rsidP="00852FF9">
            <w:pPr>
              <w:spacing w:before="120" w:after="60"/>
              <w:ind w:right="-57"/>
              <w:rPr>
                <w:sz w:val="16"/>
              </w:rPr>
            </w:pPr>
            <w:r w:rsidRPr="006B3432">
              <w:rPr>
                <w:sz w:val="16"/>
              </w:rPr>
              <w:t>Used from 1949 to 1990 in the former German Democratic Republic (GDR)</w:t>
            </w:r>
            <w:r w:rsidRPr="006B3432">
              <w:rPr>
                <w:sz w:val="16"/>
              </w:rPr>
              <w:br/>
              <w:t>for:  Trademarks</w:t>
            </w:r>
          </w:p>
          <w:p w14:paraId="08D0DD3B" w14:textId="77777777" w:rsidR="00FC7E5F" w:rsidRPr="006B3432" w:rsidRDefault="00FC7E5F" w:rsidP="00852FF9">
            <w:pPr>
              <w:spacing w:before="120" w:after="60"/>
              <w:ind w:right="-57"/>
              <w:rPr>
                <w:noProof/>
                <w:sz w:val="16"/>
              </w:rPr>
            </w:pPr>
            <w:r w:rsidRPr="006B3432">
              <w:rPr>
                <w:sz w:val="16"/>
              </w:rPr>
              <w:t>Used from 1985 to 1990 in the former German Democratic Republic (GDR)</w:t>
            </w:r>
            <w:r w:rsidRPr="006B3432">
              <w:rPr>
                <w:sz w:val="16"/>
              </w:rPr>
              <w:br/>
              <w:t>for:  Geographical Indications</w:t>
            </w:r>
          </w:p>
        </w:tc>
      </w:tr>
      <w:tr w:rsidR="00FC7E5F" w:rsidRPr="006B3432" w14:paraId="13F5FE69"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95D0405"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70700D5A"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Continuous numbers, which could be prefixed by indication of the type of IP rights and, in some cases, classification information (see below).  The whole number could also be prefixed by DDR (German abbreviation for German Democratic Republic)</w:t>
            </w:r>
          </w:p>
          <w:p w14:paraId="15BD3839"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 (or after the abbreviation DDR)</w:t>
            </w:r>
          </w:p>
          <w:p w14:paraId="1722A65F"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Utility Models / Utility certificates</w:t>
            </w:r>
            <w:proofErr w:type="gramStart"/>
            <w:r w:rsidRPr="006B3432">
              <w:rPr>
                <w:sz w:val="16"/>
              </w:rPr>
              <w:tab/>
              <w:t xml:space="preserve">  GM</w:t>
            </w:r>
            <w:proofErr w:type="gramEnd"/>
          </w:p>
          <w:p w14:paraId="27553ED0" w14:textId="77777777" w:rsidR="00FC7E5F" w:rsidRPr="006B3432" w:rsidRDefault="00FC7E5F" w:rsidP="00852FF9">
            <w:pPr>
              <w:tabs>
                <w:tab w:val="num" w:pos="1245"/>
                <w:tab w:val="left" w:leader="dot" w:pos="5546"/>
              </w:tabs>
              <w:spacing w:before="20" w:after="20"/>
              <w:ind w:left="4536"/>
              <w:rPr>
                <w:sz w:val="16"/>
              </w:rPr>
            </w:pPr>
            <w:r w:rsidRPr="006B3432">
              <w:rPr>
                <w:sz w:val="16"/>
              </w:rPr>
              <w:t>(from German "</w:t>
            </w:r>
            <w:proofErr w:type="spellStart"/>
            <w:r w:rsidRPr="006B3432">
              <w:rPr>
                <w:sz w:val="16"/>
              </w:rPr>
              <w:t>Gebrauchsmuster</w:t>
            </w:r>
            <w:proofErr w:type="spellEnd"/>
            <w:r w:rsidRPr="006B3432">
              <w:rPr>
                <w:sz w:val="16"/>
              </w:rPr>
              <w:t>")</w:t>
            </w:r>
          </w:p>
          <w:p w14:paraId="0C57832A"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Trademarks</w:t>
            </w:r>
            <w:proofErr w:type="gramStart"/>
            <w:r w:rsidRPr="006B3432">
              <w:rPr>
                <w:sz w:val="16"/>
              </w:rPr>
              <w:tab/>
              <w:t xml:space="preserve">  W</w:t>
            </w:r>
            <w:proofErr w:type="gramEnd"/>
          </w:p>
          <w:p w14:paraId="144F8E52" w14:textId="77777777" w:rsidR="00FC7E5F" w:rsidRPr="006B3432" w:rsidRDefault="00FC7E5F" w:rsidP="00852FF9">
            <w:pPr>
              <w:tabs>
                <w:tab w:val="num" w:pos="1245"/>
                <w:tab w:val="left" w:leader="dot" w:pos="5726"/>
              </w:tabs>
              <w:spacing w:before="20" w:after="20"/>
              <w:ind w:left="4536"/>
              <w:rPr>
                <w:sz w:val="16"/>
              </w:rPr>
            </w:pPr>
            <w:r w:rsidRPr="006B3432">
              <w:rPr>
                <w:sz w:val="16"/>
              </w:rPr>
              <w:t>(from German "</w:t>
            </w:r>
            <w:proofErr w:type="spellStart"/>
            <w:r w:rsidRPr="006B3432">
              <w:rPr>
                <w:sz w:val="16"/>
              </w:rPr>
              <w:t>Warenzeichen</w:t>
            </w:r>
            <w:proofErr w:type="spellEnd"/>
            <w:r w:rsidRPr="006B3432">
              <w:rPr>
                <w:sz w:val="16"/>
              </w:rPr>
              <w:t>")</w:t>
            </w:r>
          </w:p>
          <w:p w14:paraId="4B138BC6"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Geographical Indications</w:t>
            </w:r>
            <w:proofErr w:type="gramStart"/>
            <w:r w:rsidRPr="006B3432">
              <w:rPr>
                <w:sz w:val="16"/>
              </w:rPr>
              <w:tab/>
              <w:t xml:space="preserve">  H</w:t>
            </w:r>
            <w:proofErr w:type="gramEnd"/>
          </w:p>
          <w:p w14:paraId="47E5F64F" w14:textId="77777777" w:rsidR="00FC7E5F" w:rsidRPr="006B3432" w:rsidRDefault="00FC7E5F" w:rsidP="00852FF9">
            <w:pPr>
              <w:tabs>
                <w:tab w:val="num" w:pos="1245"/>
                <w:tab w:val="left" w:leader="dot" w:pos="5726"/>
              </w:tabs>
              <w:spacing w:before="20" w:after="20"/>
              <w:ind w:left="4536"/>
              <w:rPr>
                <w:sz w:val="16"/>
              </w:rPr>
            </w:pPr>
            <w:r w:rsidRPr="006B3432">
              <w:rPr>
                <w:sz w:val="16"/>
              </w:rPr>
              <w:t>(from German "</w:t>
            </w:r>
            <w:proofErr w:type="spellStart"/>
            <w:r w:rsidRPr="006B3432">
              <w:rPr>
                <w:sz w:val="16"/>
              </w:rPr>
              <w:t>Herkunftsangabe</w:t>
            </w:r>
            <w:proofErr w:type="spellEnd"/>
            <w:r w:rsidRPr="006B3432">
              <w:rPr>
                <w:sz w:val="16"/>
              </w:rPr>
              <w:t>")</w:t>
            </w:r>
          </w:p>
          <w:p w14:paraId="5C27043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5FD8E7A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variable length, continuous numbering, last part of the number.</w:t>
            </w:r>
          </w:p>
          <w:p w14:paraId="1F3BC45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 xml:space="preserve">Code for internal use:  </w:t>
            </w:r>
            <w:r w:rsidRPr="006B3432">
              <w:rPr>
                <w:sz w:val="16"/>
              </w:rPr>
              <w:tab/>
              <w:t xml:space="preserve">Utility models could have classification information positioned between GM and the serial </w:t>
            </w:r>
            <w:proofErr w:type="gramStart"/>
            <w:r w:rsidRPr="006B3432">
              <w:rPr>
                <w:sz w:val="16"/>
              </w:rPr>
              <w:t>number;  this</w:t>
            </w:r>
            <w:proofErr w:type="gramEnd"/>
            <w:r w:rsidRPr="006B3432">
              <w:rPr>
                <w:sz w:val="16"/>
              </w:rPr>
              <w:t xml:space="preserve"> classification information was separated from the serial number with a slash “/”.  For example, “2a” in “</w:t>
            </w:r>
            <w:r w:rsidRPr="006B3432">
              <w:rPr>
                <w:noProof/>
                <w:sz w:val="16"/>
              </w:rPr>
              <w:t>GM 2a/28849</w:t>
            </w:r>
            <w:r w:rsidRPr="006B3432">
              <w:rPr>
                <w:sz w:val="16"/>
              </w:rPr>
              <w:t>”.</w:t>
            </w:r>
          </w:p>
          <w:p w14:paraId="52E7185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069C9A72" w14:textId="77777777" w:rsidR="00FC7E5F" w:rsidRPr="006B3432" w:rsidRDefault="00FC7E5F" w:rsidP="00852FF9">
            <w:pPr>
              <w:tabs>
                <w:tab w:val="left" w:pos="284"/>
              </w:tabs>
              <w:spacing w:before="120" w:after="20"/>
              <w:rPr>
                <w:noProof/>
                <w:sz w:val="16"/>
              </w:rPr>
            </w:pPr>
            <w:r w:rsidRPr="006B3432">
              <w:rPr>
                <w:sz w:val="16"/>
              </w:rPr>
              <w:t xml:space="preserve">Further remarks:  </w:t>
            </w:r>
            <w:r w:rsidRPr="006B3432">
              <w:rPr>
                <w:sz w:val="16"/>
              </w:rPr>
              <w:br/>
            </w:r>
            <w:r w:rsidRPr="006B3432">
              <w:rPr>
                <w:noProof/>
                <w:sz w:val="16"/>
              </w:rPr>
              <w:t>It is unknown whether the machine–readable presentation of application numbers was different from the print presentation described above.</w:t>
            </w:r>
          </w:p>
          <w:p w14:paraId="40DDB1AD"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space) are not counted for defining the position of elements of the application number.</w:t>
            </w:r>
          </w:p>
        </w:tc>
      </w:tr>
      <w:tr w:rsidR="00FC7E5F" w:rsidRPr="006B3432" w14:paraId="0ED985B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F2DBD56" w14:textId="77777777" w:rsidR="00FC7E5F" w:rsidRPr="006B3432" w:rsidRDefault="00FC7E5F" w:rsidP="00852FF9">
            <w:pPr>
              <w:keepNext/>
              <w:spacing w:before="120"/>
              <w:ind w:left="-57" w:right="-57"/>
              <w:jc w:val="center"/>
              <w:rPr>
                <w:b/>
                <w:sz w:val="16"/>
                <w:szCs w:val="16"/>
              </w:rPr>
            </w:pPr>
            <w:r w:rsidRPr="006B3432">
              <w:rPr>
                <w:b/>
                <w:noProof/>
                <w:sz w:val="16"/>
                <w:szCs w:val="16"/>
              </w:rPr>
              <w:t>DE</w:t>
            </w:r>
          </w:p>
          <w:p w14:paraId="78C5791C" w14:textId="77777777" w:rsidR="00FC7E5F" w:rsidRPr="006B3432" w:rsidRDefault="00FC7E5F" w:rsidP="00852FF9">
            <w:pPr>
              <w:spacing w:before="120"/>
              <w:ind w:left="-57" w:right="-57"/>
              <w:jc w:val="center"/>
              <w:rPr>
                <w:b/>
                <w:sz w:val="16"/>
                <w:szCs w:val="16"/>
              </w:rPr>
            </w:pPr>
            <w:r w:rsidRPr="006B3432">
              <w:rPr>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14:paraId="4AC42474" w14:textId="77777777" w:rsidR="00FC7E5F" w:rsidRPr="006B3432" w:rsidRDefault="00FC7E5F" w:rsidP="00852FF9">
            <w:pPr>
              <w:spacing w:before="120"/>
              <w:ind w:left="-58" w:right="-58"/>
              <w:jc w:val="center"/>
              <w:rPr>
                <w:noProof/>
                <w:sz w:val="16"/>
              </w:rPr>
            </w:pPr>
            <w:r w:rsidRPr="006B3432">
              <w:rPr>
                <w:noProof/>
                <w:sz w:val="16"/>
              </w:rPr>
              <w:t>Gs.5497</w:t>
            </w:r>
          </w:p>
          <w:p w14:paraId="61B74497" w14:textId="77777777" w:rsidR="00FC7E5F" w:rsidRPr="006B3432" w:rsidRDefault="00FC7E5F" w:rsidP="00852FF9">
            <w:pPr>
              <w:spacing w:before="120"/>
              <w:ind w:left="-58" w:right="-58"/>
              <w:jc w:val="center"/>
              <w:rPr>
                <w:noProof/>
                <w:sz w:val="16"/>
              </w:rPr>
            </w:pPr>
            <w:r w:rsidRPr="006B3432">
              <w:rPr>
                <w:noProof/>
                <w:sz w:val="16"/>
              </w:rPr>
              <w:t>U7124</w:t>
            </w:r>
          </w:p>
          <w:p w14:paraId="4ECF3583" w14:textId="77777777" w:rsidR="00FC7E5F" w:rsidRPr="006B3432" w:rsidRDefault="00FC7E5F" w:rsidP="00852FF9">
            <w:pPr>
              <w:spacing w:before="120"/>
              <w:ind w:left="-58" w:right="-58"/>
              <w:jc w:val="center"/>
              <w:rPr>
                <w:noProof/>
                <w:sz w:val="16"/>
              </w:rPr>
            </w:pPr>
            <w:r w:rsidRPr="006B3432">
              <w:rPr>
                <w:noProof/>
                <w:sz w:val="16"/>
              </w:rPr>
              <w:t>MP7121</w:t>
            </w:r>
          </w:p>
        </w:tc>
        <w:tc>
          <w:tcPr>
            <w:tcW w:w="1561" w:type="dxa"/>
            <w:tcBorders>
              <w:top w:val="single" w:sz="6" w:space="0" w:color="auto"/>
              <w:left w:val="single" w:sz="6" w:space="0" w:color="auto"/>
              <w:bottom w:val="single" w:sz="6" w:space="0" w:color="auto"/>
              <w:right w:val="single" w:sz="6" w:space="0" w:color="auto"/>
            </w:tcBorders>
          </w:tcPr>
          <w:p w14:paraId="7E44C890" w14:textId="77777777" w:rsidR="00FC7E5F" w:rsidRPr="006B3432" w:rsidRDefault="00FC7E5F" w:rsidP="00852FF9">
            <w:pPr>
              <w:spacing w:before="120"/>
              <w:ind w:left="-58" w:right="-58"/>
              <w:jc w:val="center"/>
              <w:rPr>
                <w:noProof/>
                <w:sz w:val="16"/>
              </w:rPr>
            </w:pPr>
            <w:r w:rsidRPr="006B3432">
              <w:rPr>
                <w:noProof/>
                <w:sz w:val="16"/>
              </w:rPr>
              <w:t>Gs.5497</w:t>
            </w:r>
          </w:p>
          <w:p w14:paraId="2FCF44AF" w14:textId="77777777" w:rsidR="00FC7E5F" w:rsidRPr="006B3432" w:rsidRDefault="00FC7E5F" w:rsidP="00852FF9">
            <w:pPr>
              <w:spacing w:before="120"/>
              <w:ind w:left="-58" w:right="-58"/>
              <w:jc w:val="center"/>
              <w:rPr>
                <w:noProof/>
                <w:sz w:val="16"/>
              </w:rPr>
            </w:pPr>
            <w:r w:rsidRPr="006B3432">
              <w:rPr>
                <w:noProof/>
                <w:sz w:val="16"/>
              </w:rPr>
              <w:t>U7124</w:t>
            </w:r>
          </w:p>
          <w:p w14:paraId="3D8AB787" w14:textId="77777777" w:rsidR="00FC7E5F" w:rsidRPr="006B3432" w:rsidRDefault="00FC7E5F" w:rsidP="00852FF9">
            <w:pPr>
              <w:spacing w:before="120"/>
              <w:ind w:left="-58" w:right="-58"/>
              <w:jc w:val="center"/>
              <w:rPr>
                <w:noProof/>
                <w:sz w:val="16"/>
              </w:rPr>
            </w:pPr>
            <w:r w:rsidRPr="006B3432">
              <w:rPr>
                <w:noProof/>
                <w:sz w:val="16"/>
              </w:rPr>
              <w:t>MP7121</w:t>
            </w:r>
          </w:p>
        </w:tc>
        <w:tc>
          <w:tcPr>
            <w:tcW w:w="4796" w:type="dxa"/>
            <w:gridSpan w:val="2"/>
            <w:tcBorders>
              <w:top w:val="single" w:sz="6" w:space="0" w:color="auto"/>
              <w:left w:val="single" w:sz="6" w:space="0" w:color="auto"/>
              <w:bottom w:val="single" w:sz="6" w:space="0" w:color="auto"/>
              <w:right w:val="single" w:sz="6" w:space="0" w:color="auto"/>
            </w:tcBorders>
            <w:hideMark/>
          </w:tcPr>
          <w:p w14:paraId="0DAF9A9A" w14:textId="77777777" w:rsidR="00FC7E5F" w:rsidRPr="006B3432" w:rsidRDefault="00FC7E5F" w:rsidP="00852FF9">
            <w:pPr>
              <w:spacing w:before="120" w:after="60"/>
              <w:ind w:right="-57"/>
              <w:rPr>
                <w:sz w:val="16"/>
              </w:rPr>
            </w:pPr>
            <w:r w:rsidRPr="006B3432">
              <w:rPr>
                <w:sz w:val="16"/>
              </w:rPr>
              <w:t>Used from 1952 to 1990 in the former German Democratic Republic (GDR)</w:t>
            </w:r>
            <w:r w:rsidRPr="006B3432">
              <w:rPr>
                <w:sz w:val="16"/>
              </w:rPr>
              <w:br/>
              <w:t>for:  Industrial designs</w:t>
            </w:r>
          </w:p>
          <w:p w14:paraId="24CAB048" w14:textId="77777777" w:rsidR="00FC7E5F" w:rsidRPr="006B3432" w:rsidRDefault="00FC7E5F" w:rsidP="00852FF9">
            <w:pPr>
              <w:spacing w:before="120" w:after="60"/>
              <w:ind w:right="-57"/>
              <w:rPr>
                <w:sz w:val="16"/>
              </w:rPr>
            </w:pPr>
            <w:r w:rsidRPr="006B3432">
              <w:rPr>
                <w:sz w:val="16"/>
              </w:rPr>
              <w:t>Used from 1973 to 1990 in the former German Democratic Republic (GDR)</w:t>
            </w:r>
            <w:r w:rsidRPr="006B3432">
              <w:rPr>
                <w:sz w:val="16"/>
              </w:rPr>
              <w:br/>
              <w:t>for:  Originator's certificates, Design patents</w:t>
            </w:r>
          </w:p>
        </w:tc>
      </w:tr>
      <w:tr w:rsidR="00FC7E5F" w:rsidRPr="006B3432" w14:paraId="1402B347"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9EA680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40A501F9"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proofErr w:type="gramStart"/>
            <w:r w:rsidRPr="006B3432">
              <w:rPr>
                <w:sz w:val="16"/>
              </w:rPr>
              <w:t>:  In</w:t>
            </w:r>
            <w:proofErr w:type="gramEnd"/>
            <w:r w:rsidRPr="006B3432">
              <w:rPr>
                <w:sz w:val="16"/>
              </w:rPr>
              <w:t xml:space="preserve"> the above examples:</w:t>
            </w:r>
            <w:r w:rsidRPr="006B3432">
              <w:rPr>
                <w:sz w:val="16"/>
              </w:rPr>
              <w:br/>
              <w:t>Gs.5497 is an industrial design with serial number 5497</w:t>
            </w:r>
          </w:p>
          <w:p w14:paraId="154980DB" w14:textId="77777777" w:rsidR="00FC7E5F" w:rsidRPr="006B3432" w:rsidRDefault="00FC7E5F" w:rsidP="00852FF9">
            <w:pPr>
              <w:autoSpaceDE w:val="0"/>
              <w:autoSpaceDN w:val="0"/>
              <w:adjustRightInd w:val="0"/>
              <w:ind w:left="1452"/>
              <w:rPr>
                <w:sz w:val="16"/>
              </w:rPr>
            </w:pPr>
            <w:r w:rsidRPr="006B3432">
              <w:rPr>
                <w:sz w:val="16"/>
              </w:rPr>
              <w:t>U7124 is an originator's certificate with serial number 7124</w:t>
            </w:r>
          </w:p>
          <w:p w14:paraId="3FE10B67" w14:textId="77777777" w:rsidR="00FC7E5F" w:rsidRPr="006B3432" w:rsidRDefault="00FC7E5F" w:rsidP="00852FF9">
            <w:pPr>
              <w:autoSpaceDE w:val="0"/>
              <w:autoSpaceDN w:val="0"/>
              <w:adjustRightInd w:val="0"/>
              <w:spacing w:after="120"/>
              <w:ind w:left="1452"/>
              <w:rPr>
                <w:sz w:val="16"/>
              </w:rPr>
            </w:pPr>
            <w:r w:rsidRPr="006B3432">
              <w:rPr>
                <w:sz w:val="16"/>
              </w:rPr>
              <w:t>MP7121 design patent with serial number 7121</w:t>
            </w:r>
          </w:p>
          <w:p w14:paraId="377F50F3"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w:t>
            </w:r>
            <w:proofErr w:type="gramEnd"/>
            <w:r w:rsidRPr="006B3432">
              <w:rPr>
                <w:sz w:val="16"/>
              </w:rPr>
              <w:t xml:space="preserve"> 1 (or 1-2)</w:t>
            </w:r>
          </w:p>
          <w:p w14:paraId="2A514EA6" w14:textId="77777777" w:rsidR="00FC7E5F" w:rsidRPr="006B3432" w:rsidRDefault="00FC7E5F" w:rsidP="00FC7E5F">
            <w:pPr>
              <w:numPr>
                <w:ilvl w:val="1"/>
                <w:numId w:val="6"/>
              </w:numPr>
              <w:tabs>
                <w:tab w:val="clear" w:pos="1245"/>
                <w:tab w:val="num" w:pos="1452"/>
                <w:tab w:val="left" w:leader="dot" w:pos="5726"/>
              </w:tabs>
              <w:spacing w:before="20" w:after="20"/>
              <w:ind w:left="1452" w:hanging="567"/>
              <w:rPr>
                <w:sz w:val="16"/>
              </w:rPr>
            </w:pPr>
            <w:r w:rsidRPr="006B3432">
              <w:rPr>
                <w:sz w:val="16"/>
              </w:rPr>
              <w:t>Industrial designs</w:t>
            </w:r>
            <w:proofErr w:type="gramStart"/>
            <w:r w:rsidRPr="006B3432">
              <w:rPr>
                <w:sz w:val="16"/>
              </w:rPr>
              <w:tab/>
              <w:t xml:space="preserve">  </w:t>
            </w:r>
            <w:proofErr w:type="spellStart"/>
            <w:r w:rsidRPr="006B3432">
              <w:rPr>
                <w:sz w:val="16"/>
              </w:rPr>
              <w:t>Gs</w:t>
            </w:r>
            <w:proofErr w:type="spellEnd"/>
            <w:proofErr w:type="gramEnd"/>
          </w:p>
          <w:p w14:paraId="0C42FE04" w14:textId="77777777" w:rsidR="00FC7E5F" w:rsidRPr="006B3432" w:rsidRDefault="00FC7E5F" w:rsidP="00FC7E5F">
            <w:pPr>
              <w:numPr>
                <w:ilvl w:val="1"/>
                <w:numId w:val="6"/>
              </w:numPr>
              <w:tabs>
                <w:tab w:val="clear" w:pos="1245"/>
                <w:tab w:val="num" w:pos="1452"/>
                <w:tab w:val="left" w:leader="dot" w:pos="5726"/>
              </w:tabs>
              <w:spacing w:before="20" w:after="20"/>
              <w:ind w:left="1452" w:hanging="567"/>
              <w:rPr>
                <w:sz w:val="16"/>
              </w:rPr>
            </w:pPr>
            <w:r w:rsidRPr="006B3432">
              <w:rPr>
                <w:sz w:val="16"/>
              </w:rPr>
              <w:t>Originator's certificates</w:t>
            </w:r>
            <w:proofErr w:type="gramStart"/>
            <w:r w:rsidRPr="006B3432">
              <w:rPr>
                <w:sz w:val="16"/>
              </w:rPr>
              <w:tab/>
              <w:t xml:space="preserve">  U</w:t>
            </w:r>
            <w:proofErr w:type="gramEnd"/>
          </w:p>
          <w:p w14:paraId="01178C6A" w14:textId="77777777" w:rsidR="00FC7E5F" w:rsidRPr="006B3432" w:rsidRDefault="00FC7E5F" w:rsidP="00FC7E5F">
            <w:pPr>
              <w:numPr>
                <w:ilvl w:val="1"/>
                <w:numId w:val="6"/>
              </w:numPr>
              <w:tabs>
                <w:tab w:val="clear" w:pos="1245"/>
                <w:tab w:val="num" w:pos="1452"/>
                <w:tab w:val="left" w:leader="dot" w:pos="5726"/>
              </w:tabs>
              <w:spacing w:before="20" w:after="20"/>
              <w:ind w:left="1452" w:hanging="567"/>
              <w:rPr>
                <w:sz w:val="16"/>
              </w:rPr>
            </w:pPr>
            <w:r w:rsidRPr="006B3432">
              <w:rPr>
                <w:sz w:val="16"/>
              </w:rPr>
              <w:t>Design patents</w:t>
            </w:r>
            <w:proofErr w:type="gramStart"/>
            <w:r w:rsidRPr="006B3432">
              <w:rPr>
                <w:sz w:val="16"/>
              </w:rPr>
              <w:tab/>
              <w:t xml:space="preserve">  MP</w:t>
            </w:r>
            <w:proofErr w:type="gramEnd"/>
          </w:p>
          <w:p w14:paraId="7F72716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6474A34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4 digits after the prefix (positions 3-6 or 2-5), continuous numbering, last part of the number.</w:t>
            </w:r>
          </w:p>
          <w:p w14:paraId="69A7D42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66827FF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3774B9A5"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r>
            <w:r w:rsidRPr="006B3432">
              <w:rPr>
                <w:noProof/>
                <w:sz w:val="16"/>
              </w:rPr>
              <w:t>It is unknown whether the machine–readable presentation of application numbers is different from the print presentation described above.</w:t>
            </w:r>
          </w:p>
        </w:tc>
      </w:tr>
      <w:tr w:rsidR="00FC7E5F" w:rsidRPr="006B3432" w14:paraId="16DFB77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6A47772"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EE</w:t>
            </w:r>
          </w:p>
          <w:p w14:paraId="2E872349" w14:textId="77777777" w:rsidR="00FC7E5F" w:rsidRPr="006B3432" w:rsidRDefault="00FC7E5F" w:rsidP="00852FF9">
            <w:pPr>
              <w:keepNext/>
              <w:spacing w:before="120"/>
              <w:ind w:left="-57" w:right="-57"/>
              <w:jc w:val="center"/>
              <w:rPr>
                <w:b/>
                <w:sz w:val="16"/>
                <w:szCs w:val="16"/>
              </w:rPr>
            </w:pPr>
            <w:r w:rsidRPr="006B3432">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14:paraId="11617D51" w14:textId="77777777" w:rsidR="00FC7E5F" w:rsidRPr="006B3432" w:rsidRDefault="00FC7E5F" w:rsidP="00852FF9">
            <w:pPr>
              <w:spacing w:before="120" w:after="60"/>
              <w:ind w:right="-57"/>
              <w:jc w:val="center"/>
              <w:rPr>
                <w:sz w:val="16"/>
              </w:rPr>
            </w:pPr>
            <w:r w:rsidRPr="006B3432">
              <w:rPr>
                <w:sz w:val="16"/>
              </w:rPr>
              <w:t>9800001</w:t>
            </w:r>
          </w:p>
        </w:tc>
        <w:tc>
          <w:tcPr>
            <w:tcW w:w="1561" w:type="dxa"/>
            <w:tcBorders>
              <w:top w:val="single" w:sz="6" w:space="0" w:color="auto"/>
              <w:left w:val="single" w:sz="6" w:space="0" w:color="auto"/>
              <w:bottom w:val="single" w:sz="6" w:space="0" w:color="auto"/>
              <w:right w:val="single" w:sz="6" w:space="0" w:color="auto"/>
            </w:tcBorders>
          </w:tcPr>
          <w:p w14:paraId="64113F13" w14:textId="77777777" w:rsidR="00FC7E5F" w:rsidRPr="006B3432" w:rsidRDefault="00FC7E5F" w:rsidP="00852FF9">
            <w:pPr>
              <w:spacing w:before="120" w:after="60"/>
              <w:ind w:right="-57"/>
              <w:jc w:val="center"/>
              <w:rPr>
                <w:sz w:val="16"/>
              </w:rPr>
            </w:pPr>
            <w:r w:rsidRPr="006B3432">
              <w:rPr>
                <w:sz w:val="16"/>
              </w:rPr>
              <w:t>9800010</w:t>
            </w:r>
          </w:p>
        </w:tc>
        <w:tc>
          <w:tcPr>
            <w:tcW w:w="4796" w:type="dxa"/>
            <w:gridSpan w:val="2"/>
            <w:tcBorders>
              <w:top w:val="single" w:sz="6" w:space="0" w:color="auto"/>
              <w:left w:val="single" w:sz="6" w:space="0" w:color="auto"/>
              <w:bottom w:val="single" w:sz="6" w:space="0" w:color="auto"/>
              <w:right w:val="single" w:sz="6" w:space="0" w:color="auto"/>
            </w:tcBorders>
            <w:hideMark/>
          </w:tcPr>
          <w:p w14:paraId="04ADB404" w14:textId="77777777" w:rsidR="00FC7E5F" w:rsidRPr="006B3432" w:rsidRDefault="00FC7E5F" w:rsidP="00852FF9">
            <w:pPr>
              <w:spacing w:before="120" w:after="60"/>
              <w:ind w:right="-57"/>
              <w:rPr>
                <w:noProof/>
                <w:sz w:val="16"/>
              </w:rPr>
            </w:pPr>
            <w:r w:rsidRPr="006B3432">
              <w:rPr>
                <w:sz w:val="16"/>
              </w:rPr>
              <w:t>Used from May 23, 1994, to December 31, 1998</w:t>
            </w:r>
            <w:r w:rsidRPr="006B3432">
              <w:rPr>
                <w:sz w:val="16"/>
              </w:rPr>
              <w:br/>
              <w:t>for</w:t>
            </w:r>
            <w:proofErr w:type="gramStart"/>
            <w:r w:rsidRPr="006B3432">
              <w:rPr>
                <w:sz w:val="16"/>
              </w:rPr>
              <w:t>:  Patents</w:t>
            </w:r>
            <w:proofErr w:type="gramEnd"/>
            <w:r w:rsidRPr="006B3432">
              <w:rPr>
                <w:sz w:val="16"/>
              </w:rPr>
              <w:t>, International patent applications under the PCT (PCT applications in the national phase)</w:t>
            </w:r>
          </w:p>
        </w:tc>
      </w:tr>
      <w:tr w:rsidR="00FC7E5F" w:rsidRPr="006B3432" w14:paraId="281DD67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1F8D80E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2962A3B" w14:textId="77777777" w:rsidR="00FC7E5F" w:rsidRPr="006B3432" w:rsidRDefault="00FC7E5F" w:rsidP="00FC7E5F">
            <w:pPr>
              <w:numPr>
                <w:ilvl w:val="0"/>
                <w:numId w:val="6"/>
              </w:numPr>
              <w:tabs>
                <w:tab w:val="clear" w:pos="680"/>
                <w:tab w:val="left" w:pos="284"/>
                <w:tab w:val="num" w:pos="373"/>
              </w:tabs>
              <w:spacing w:before="120" w:after="20"/>
              <w:ind w:left="1496" w:hanging="1496"/>
              <w:rPr>
                <w:sz w:val="16"/>
              </w:rPr>
            </w:pPr>
            <w:r w:rsidRPr="006B3432">
              <w:rPr>
                <w:sz w:val="16"/>
              </w:rPr>
              <w:t>Description</w:t>
            </w:r>
            <w:proofErr w:type="gramStart"/>
            <w:r w:rsidRPr="006B3432">
              <w:rPr>
                <w:sz w:val="16"/>
              </w:rPr>
              <w:t>:  In</w:t>
            </w:r>
            <w:proofErr w:type="gramEnd"/>
            <w:r w:rsidRPr="006B3432">
              <w:rPr>
                <w:sz w:val="16"/>
              </w:rPr>
              <w:t xml:space="preserve"> the above example 9800010 - patent application filed in 1998 with serial number 10.</w:t>
            </w:r>
          </w:p>
          <w:p w14:paraId="25DEE1E4"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N</w:t>
            </w:r>
            <w:proofErr w:type="gramEnd"/>
            <w:r w:rsidRPr="006B3432">
              <w:rPr>
                <w:sz w:val="16"/>
              </w:rPr>
              <w:t>/A</w:t>
            </w:r>
          </w:p>
          <w:p w14:paraId="728CB41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1AE64634" w14:textId="77777777" w:rsidR="00FC7E5F" w:rsidRPr="006B3432" w:rsidRDefault="00FC7E5F" w:rsidP="00FC7E5F">
            <w:pPr>
              <w:numPr>
                <w:ilvl w:val="0"/>
                <w:numId w:val="6"/>
              </w:numPr>
              <w:tabs>
                <w:tab w:val="clear" w:pos="680"/>
                <w:tab w:val="left" w:pos="284"/>
                <w:tab w:val="num" w:pos="373"/>
              </w:tabs>
              <w:spacing w:before="20" w:after="20"/>
              <w:ind w:left="2445" w:hanging="2586"/>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five digits in positions 3-7</w:t>
            </w:r>
          </w:p>
          <w:p w14:paraId="0F1FFD0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5939C71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18985C69"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r>
            <w:r w:rsidRPr="006B3432">
              <w:rPr>
                <w:noProof/>
                <w:sz w:val="16"/>
              </w:rPr>
              <w:t>Machine–readable presentation of application numbers is the same as print presentation described above.</w:t>
            </w:r>
          </w:p>
        </w:tc>
      </w:tr>
      <w:tr w:rsidR="00FC7E5F" w:rsidRPr="006B3432" w14:paraId="7A31E01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BB8DD5C" w14:textId="77777777" w:rsidR="00FC7E5F" w:rsidRPr="006B3432" w:rsidRDefault="00FC7E5F" w:rsidP="00852FF9">
            <w:pPr>
              <w:keepNext/>
              <w:spacing w:before="120"/>
              <w:ind w:left="-57" w:right="-57"/>
              <w:jc w:val="center"/>
              <w:rPr>
                <w:b/>
                <w:sz w:val="16"/>
                <w:szCs w:val="16"/>
              </w:rPr>
            </w:pPr>
            <w:r w:rsidRPr="006B3432">
              <w:rPr>
                <w:b/>
                <w:noProof/>
                <w:sz w:val="16"/>
                <w:szCs w:val="16"/>
              </w:rPr>
              <w:t>EE</w:t>
            </w:r>
          </w:p>
          <w:p w14:paraId="1E10D543" w14:textId="77777777" w:rsidR="00FC7E5F" w:rsidRPr="006B3432" w:rsidRDefault="00FC7E5F" w:rsidP="00852FF9">
            <w:pPr>
              <w:keepNext/>
              <w:spacing w:before="120"/>
              <w:ind w:left="-57" w:right="-57"/>
              <w:jc w:val="center"/>
              <w:rPr>
                <w:b/>
                <w:sz w:val="16"/>
                <w:szCs w:val="16"/>
              </w:rPr>
            </w:pPr>
            <w:r w:rsidRPr="006B3432">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14:paraId="06D21FB8" w14:textId="77777777" w:rsidR="00FC7E5F" w:rsidRPr="006B3432" w:rsidRDefault="00FC7E5F" w:rsidP="00852FF9">
            <w:pPr>
              <w:spacing w:before="120" w:after="60"/>
              <w:ind w:right="-57"/>
              <w:jc w:val="center"/>
              <w:rPr>
                <w:sz w:val="16"/>
              </w:rPr>
            </w:pPr>
            <w:r w:rsidRPr="006B3432">
              <w:rPr>
                <w:sz w:val="16"/>
              </w:rPr>
              <w:t>U9800001</w:t>
            </w:r>
          </w:p>
        </w:tc>
        <w:tc>
          <w:tcPr>
            <w:tcW w:w="1561" w:type="dxa"/>
            <w:tcBorders>
              <w:top w:val="single" w:sz="6" w:space="0" w:color="auto"/>
              <w:left w:val="single" w:sz="6" w:space="0" w:color="auto"/>
              <w:bottom w:val="single" w:sz="6" w:space="0" w:color="auto"/>
              <w:right w:val="single" w:sz="6" w:space="0" w:color="auto"/>
            </w:tcBorders>
          </w:tcPr>
          <w:p w14:paraId="4617880C" w14:textId="77777777" w:rsidR="00FC7E5F" w:rsidRPr="006B3432" w:rsidRDefault="00FC7E5F" w:rsidP="00852FF9">
            <w:pPr>
              <w:spacing w:before="120" w:after="60"/>
              <w:ind w:right="-57"/>
              <w:jc w:val="center"/>
              <w:rPr>
                <w:sz w:val="16"/>
              </w:rPr>
            </w:pPr>
            <w:r w:rsidRPr="006B3432">
              <w:rPr>
                <w:sz w:val="16"/>
              </w:rPr>
              <w:t>U9800001</w:t>
            </w:r>
          </w:p>
        </w:tc>
        <w:tc>
          <w:tcPr>
            <w:tcW w:w="4796" w:type="dxa"/>
            <w:gridSpan w:val="2"/>
            <w:tcBorders>
              <w:top w:val="single" w:sz="6" w:space="0" w:color="auto"/>
              <w:left w:val="single" w:sz="6" w:space="0" w:color="auto"/>
              <w:bottom w:val="single" w:sz="6" w:space="0" w:color="auto"/>
              <w:right w:val="single" w:sz="6" w:space="0" w:color="auto"/>
            </w:tcBorders>
            <w:hideMark/>
          </w:tcPr>
          <w:p w14:paraId="0FCB02AA" w14:textId="77777777" w:rsidR="00FC7E5F" w:rsidRPr="006B3432" w:rsidRDefault="00FC7E5F" w:rsidP="00852FF9">
            <w:pPr>
              <w:spacing w:before="120" w:after="60"/>
              <w:ind w:right="-57"/>
              <w:rPr>
                <w:noProof/>
                <w:sz w:val="16"/>
              </w:rPr>
            </w:pPr>
            <w:r w:rsidRPr="006B3432">
              <w:rPr>
                <w:sz w:val="16"/>
              </w:rPr>
              <w:t>Used from May 23, 1994, to December 31, 1998</w:t>
            </w:r>
            <w:r w:rsidRPr="006B3432">
              <w:rPr>
                <w:sz w:val="16"/>
              </w:rPr>
              <w:br/>
              <w:t>for</w:t>
            </w:r>
            <w:proofErr w:type="gramStart"/>
            <w:r w:rsidRPr="006B3432">
              <w:rPr>
                <w:sz w:val="16"/>
              </w:rPr>
              <w:t>:  Utility</w:t>
            </w:r>
            <w:proofErr w:type="gramEnd"/>
            <w:r w:rsidRPr="006B3432">
              <w:rPr>
                <w:sz w:val="16"/>
              </w:rPr>
              <w:t xml:space="preserve"> Models / Utility certificates, </w:t>
            </w:r>
            <w:proofErr w:type="gramStart"/>
            <w:r w:rsidRPr="006B3432">
              <w:rPr>
                <w:sz w:val="16"/>
              </w:rPr>
              <w:t>International</w:t>
            </w:r>
            <w:proofErr w:type="gramEnd"/>
            <w:r w:rsidRPr="006B3432">
              <w:rPr>
                <w:sz w:val="16"/>
              </w:rPr>
              <w:t xml:space="preserve"> utility model applications under the PCT (PCT applications in the national phase)</w:t>
            </w:r>
          </w:p>
        </w:tc>
      </w:tr>
      <w:tr w:rsidR="00FC7E5F" w:rsidRPr="006B3432" w14:paraId="10A3BC87"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66FA6C1"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45D1B71"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In the above example U9800001 – utility model application filed in 1998 with serial number 1.</w:t>
            </w:r>
          </w:p>
          <w:p w14:paraId="62F2BC61"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w:t>
            </w:r>
            <w:proofErr w:type="gramEnd"/>
            <w:r w:rsidRPr="006B3432">
              <w:rPr>
                <w:sz w:val="16"/>
              </w:rPr>
              <w:t xml:space="preserve"> 1</w:t>
            </w:r>
          </w:p>
          <w:p w14:paraId="1531B885"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Utility Models / Utility certificates</w:t>
            </w:r>
            <w:proofErr w:type="gramStart"/>
            <w:r w:rsidRPr="006B3432">
              <w:rPr>
                <w:sz w:val="16"/>
              </w:rPr>
              <w:tab/>
              <w:t xml:space="preserve">  U</w:t>
            </w:r>
            <w:proofErr w:type="gramEnd"/>
          </w:p>
          <w:p w14:paraId="2F8093A5"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International utility model applications under the PCT</w:t>
            </w:r>
            <w:r w:rsidRPr="006B3432">
              <w:rPr>
                <w:sz w:val="16"/>
              </w:rPr>
              <w:br/>
              <w:t>(PCT applications in the national phase)</w:t>
            </w:r>
            <w:proofErr w:type="gramStart"/>
            <w:r w:rsidRPr="006B3432">
              <w:rPr>
                <w:sz w:val="16"/>
              </w:rPr>
              <w:tab/>
              <w:t xml:space="preserve">  U</w:t>
            </w:r>
            <w:proofErr w:type="gramEnd"/>
          </w:p>
          <w:p w14:paraId="72ACE5C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2-3 indicate the year of filing according to Gregorian calendar</w:t>
            </w:r>
          </w:p>
          <w:p w14:paraId="6DF8C08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five digits in positions 4-8</w:t>
            </w:r>
          </w:p>
          <w:p w14:paraId="7AFF4AA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2EE0688D" w14:textId="77777777" w:rsidR="00FC7E5F" w:rsidRPr="006B3432" w:rsidRDefault="00FC7E5F" w:rsidP="00FC7E5F">
            <w:pPr>
              <w:numPr>
                <w:ilvl w:val="0"/>
                <w:numId w:val="6"/>
              </w:numPr>
              <w:tabs>
                <w:tab w:val="clear" w:pos="680"/>
                <w:tab w:val="left" w:pos="284"/>
                <w:tab w:val="num" w:pos="373"/>
              </w:tabs>
              <w:spacing w:before="20" w:after="20"/>
              <w:ind w:left="2445" w:hanging="2586"/>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7217A862"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r>
            <w:r w:rsidRPr="006B3432">
              <w:rPr>
                <w:noProof/>
                <w:sz w:val="16"/>
              </w:rPr>
              <w:t>Machine–readable presentation of application numbers is the same as print presentation described above.</w:t>
            </w:r>
          </w:p>
        </w:tc>
      </w:tr>
      <w:tr w:rsidR="00FC7E5F" w:rsidRPr="006B3432" w14:paraId="58ADCB6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4844382" w14:textId="77777777" w:rsidR="00FC7E5F" w:rsidRPr="006B3432" w:rsidRDefault="00FC7E5F" w:rsidP="00852FF9">
            <w:pPr>
              <w:keepNext/>
              <w:spacing w:before="120"/>
              <w:ind w:left="-57" w:right="-57"/>
              <w:jc w:val="center"/>
              <w:rPr>
                <w:b/>
                <w:sz w:val="16"/>
                <w:szCs w:val="16"/>
              </w:rPr>
            </w:pPr>
            <w:r w:rsidRPr="006B3432">
              <w:rPr>
                <w:b/>
                <w:noProof/>
                <w:sz w:val="16"/>
                <w:szCs w:val="16"/>
              </w:rPr>
              <w:t>EE</w:t>
            </w:r>
          </w:p>
          <w:p w14:paraId="111EC279" w14:textId="77777777" w:rsidR="00FC7E5F" w:rsidRPr="006B3432" w:rsidRDefault="00FC7E5F" w:rsidP="00852FF9">
            <w:pPr>
              <w:keepNext/>
              <w:spacing w:before="120"/>
              <w:ind w:left="-57" w:right="-57"/>
              <w:jc w:val="center"/>
              <w:rPr>
                <w:b/>
                <w:sz w:val="16"/>
                <w:szCs w:val="16"/>
              </w:rPr>
            </w:pPr>
            <w:r w:rsidRPr="006B3432">
              <w:rPr>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14:paraId="64175354" w14:textId="77777777" w:rsidR="00FC7E5F" w:rsidRPr="006B3432" w:rsidRDefault="00FC7E5F" w:rsidP="00852FF9">
            <w:pPr>
              <w:spacing w:before="120" w:after="60"/>
              <w:ind w:right="-57"/>
              <w:jc w:val="center"/>
              <w:rPr>
                <w:sz w:val="16"/>
              </w:rPr>
            </w:pPr>
            <w:r w:rsidRPr="006B3432">
              <w:rPr>
                <w:sz w:val="16"/>
              </w:rPr>
              <w:t>9900001</w:t>
            </w:r>
          </w:p>
        </w:tc>
        <w:tc>
          <w:tcPr>
            <w:tcW w:w="1561" w:type="dxa"/>
            <w:tcBorders>
              <w:top w:val="single" w:sz="6" w:space="0" w:color="auto"/>
              <w:left w:val="single" w:sz="6" w:space="0" w:color="auto"/>
              <w:bottom w:val="single" w:sz="6" w:space="0" w:color="auto"/>
              <w:right w:val="single" w:sz="6" w:space="0" w:color="auto"/>
            </w:tcBorders>
          </w:tcPr>
          <w:p w14:paraId="6DE4A045" w14:textId="77777777" w:rsidR="00FC7E5F" w:rsidRPr="006B3432" w:rsidRDefault="00FC7E5F" w:rsidP="00852FF9">
            <w:pPr>
              <w:spacing w:before="120" w:after="60"/>
              <w:ind w:right="-57"/>
              <w:jc w:val="center"/>
              <w:rPr>
                <w:sz w:val="16"/>
              </w:rPr>
            </w:pPr>
            <w:r w:rsidRPr="006B3432">
              <w:rPr>
                <w:sz w:val="16"/>
              </w:rPr>
              <w:t>9900001</w:t>
            </w:r>
          </w:p>
        </w:tc>
        <w:tc>
          <w:tcPr>
            <w:tcW w:w="4796" w:type="dxa"/>
            <w:gridSpan w:val="2"/>
            <w:tcBorders>
              <w:top w:val="single" w:sz="6" w:space="0" w:color="auto"/>
              <w:left w:val="single" w:sz="6" w:space="0" w:color="auto"/>
              <w:bottom w:val="single" w:sz="6" w:space="0" w:color="auto"/>
              <w:right w:val="single" w:sz="6" w:space="0" w:color="auto"/>
            </w:tcBorders>
            <w:hideMark/>
          </w:tcPr>
          <w:p w14:paraId="76E56056" w14:textId="77777777" w:rsidR="00FC7E5F" w:rsidRPr="006B3432" w:rsidRDefault="00FC7E5F" w:rsidP="00852FF9">
            <w:pPr>
              <w:spacing w:before="120" w:after="60"/>
              <w:ind w:right="-57"/>
              <w:rPr>
                <w:noProof/>
                <w:sz w:val="16"/>
              </w:rPr>
            </w:pPr>
            <w:r w:rsidRPr="006B3432">
              <w:rPr>
                <w:sz w:val="16"/>
              </w:rPr>
              <w:t>Used from October 1, 1992, to December 31, 1999</w:t>
            </w:r>
            <w:r w:rsidRPr="006B3432">
              <w:rPr>
                <w:sz w:val="16"/>
              </w:rPr>
              <w:br/>
              <w:t>for:  Trademarks</w:t>
            </w:r>
          </w:p>
        </w:tc>
      </w:tr>
      <w:tr w:rsidR="00FC7E5F" w:rsidRPr="006B3432" w14:paraId="3E2E467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1E607074"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74C6E3A9"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 xml:space="preserve">In the above example 9900001 - trademark application filed in 1999 with serial </w:t>
            </w:r>
            <w:r w:rsidRPr="006B3432">
              <w:rPr>
                <w:sz w:val="16"/>
              </w:rPr>
              <w:br/>
              <w:t>number 1</w:t>
            </w:r>
          </w:p>
          <w:p w14:paraId="0D18BC3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08F93A2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5C3908D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five digits in positions 3-7</w:t>
            </w:r>
          </w:p>
          <w:p w14:paraId="1315FB8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D600DF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790489FA"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r>
            <w:r w:rsidRPr="006B3432">
              <w:rPr>
                <w:noProof/>
                <w:sz w:val="16"/>
              </w:rPr>
              <w:t>Machine–readable presentation of application numbers is the same as print presentation described above.</w:t>
            </w:r>
          </w:p>
        </w:tc>
      </w:tr>
      <w:tr w:rsidR="00FC7E5F" w:rsidRPr="006B3432" w14:paraId="7469B3F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0511207" w14:textId="77777777" w:rsidR="00FC7E5F" w:rsidRPr="006B3432" w:rsidRDefault="00FC7E5F" w:rsidP="00852FF9">
            <w:pPr>
              <w:keepNext/>
              <w:ind w:left="-57" w:right="-57"/>
              <w:jc w:val="center"/>
              <w:rPr>
                <w:b/>
                <w:sz w:val="16"/>
                <w:szCs w:val="16"/>
              </w:rPr>
            </w:pPr>
            <w:r w:rsidRPr="006B3432">
              <w:rPr>
                <w:b/>
                <w:noProof/>
                <w:sz w:val="16"/>
                <w:szCs w:val="16"/>
              </w:rPr>
              <w:lastRenderedPageBreak/>
              <w:t>EM</w:t>
            </w:r>
          </w:p>
          <w:p w14:paraId="112D5A22" w14:textId="1B3FA269" w:rsidR="00FC7E5F" w:rsidRPr="006B3432" w:rsidRDefault="00291038" w:rsidP="00852FF9">
            <w:pPr>
              <w:keepNext/>
              <w:ind w:left="-57" w:right="-57"/>
              <w:jc w:val="center"/>
              <w:rPr>
                <w:b/>
                <w:sz w:val="16"/>
                <w:szCs w:val="16"/>
              </w:rPr>
            </w:pPr>
            <w:r>
              <w:rPr>
                <w:b/>
                <w:noProof/>
                <w:sz w:val="16"/>
                <w:szCs w:val="16"/>
              </w:rPr>
              <w:t>EUROPEAN UNION INTELLECTUAL PROPERTY OFFICE</w:t>
            </w:r>
          </w:p>
        </w:tc>
        <w:tc>
          <w:tcPr>
            <w:tcW w:w="1560" w:type="dxa"/>
            <w:tcBorders>
              <w:top w:val="single" w:sz="6" w:space="0" w:color="auto"/>
              <w:left w:val="single" w:sz="6" w:space="0" w:color="auto"/>
              <w:bottom w:val="single" w:sz="6" w:space="0" w:color="auto"/>
              <w:right w:val="single" w:sz="6" w:space="0" w:color="auto"/>
            </w:tcBorders>
            <w:hideMark/>
          </w:tcPr>
          <w:p w14:paraId="13E777B0" w14:textId="77777777" w:rsidR="00FC7E5F" w:rsidRPr="006B3432" w:rsidRDefault="00FC7E5F" w:rsidP="00852FF9">
            <w:pPr>
              <w:spacing w:after="60"/>
              <w:ind w:right="-57"/>
              <w:jc w:val="center"/>
              <w:rPr>
                <w:sz w:val="16"/>
              </w:rPr>
            </w:pPr>
            <w:r w:rsidRPr="006B3432">
              <w:rPr>
                <w:sz w:val="16"/>
              </w:rPr>
              <w:t>EM500000001104306</w:t>
            </w:r>
          </w:p>
        </w:tc>
        <w:tc>
          <w:tcPr>
            <w:tcW w:w="1561" w:type="dxa"/>
            <w:tcBorders>
              <w:top w:val="single" w:sz="6" w:space="0" w:color="auto"/>
              <w:left w:val="single" w:sz="6" w:space="0" w:color="auto"/>
              <w:bottom w:val="single" w:sz="6" w:space="0" w:color="auto"/>
              <w:right w:val="single" w:sz="6" w:space="0" w:color="auto"/>
            </w:tcBorders>
          </w:tcPr>
          <w:p w14:paraId="31E74A4B" w14:textId="77777777" w:rsidR="00FC7E5F" w:rsidRPr="006B3432" w:rsidRDefault="00FC7E5F" w:rsidP="00852FF9">
            <w:pPr>
              <w:spacing w:after="60"/>
              <w:ind w:right="-57"/>
              <w:jc w:val="center"/>
              <w:rPr>
                <w:sz w:val="16"/>
              </w:rPr>
            </w:pPr>
            <w:r w:rsidRPr="006B3432">
              <w:rPr>
                <w:sz w:val="16"/>
              </w:rPr>
              <w:t>001104306</w:t>
            </w:r>
          </w:p>
        </w:tc>
        <w:tc>
          <w:tcPr>
            <w:tcW w:w="4796" w:type="dxa"/>
            <w:gridSpan w:val="2"/>
            <w:tcBorders>
              <w:top w:val="single" w:sz="6" w:space="0" w:color="auto"/>
              <w:left w:val="single" w:sz="6" w:space="0" w:color="auto"/>
              <w:bottom w:val="single" w:sz="6" w:space="0" w:color="auto"/>
              <w:right w:val="single" w:sz="6" w:space="0" w:color="auto"/>
            </w:tcBorders>
            <w:hideMark/>
          </w:tcPr>
          <w:p w14:paraId="1119F14C" w14:textId="77777777" w:rsidR="00FC7E5F" w:rsidRPr="006B3432" w:rsidRDefault="00FC7E5F" w:rsidP="00852FF9">
            <w:pPr>
              <w:spacing w:after="60"/>
              <w:ind w:right="-57"/>
              <w:rPr>
                <w:sz w:val="16"/>
              </w:rPr>
            </w:pPr>
            <w:r w:rsidRPr="006B3432">
              <w:rPr>
                <w:sz w:val="16"/>
              </w:rPr>
              <w:t xml:space="preserve">Used from 01/04/1994 to 01/03/2018 </w:t>
            </w:r>
          </w:p>
          <w:p w14:paraId="2B4AA01E" w14:textId="77777777" w:rsidR="00FC7E5F" w:rsidRPr="006B3432" w:rsidRDefault="00FC7E5F" w:rsidP="00852FF9">
            <w:pPr>
              <w:spacing w:after="60"/>
              <w:ind w:right="-57"/>
              <w:rPr>
                <w:sz w:val="16"/>
              </w:rPr>
            </w:pPr>
            <w:r w:rsidRPr="006B3432">
              <w:rPr>
                <w:sz w:val="16"/>
              </w:rPr>
              <w:t>for</w:t>
            </w:r>
            <w:proofErr w:type="gramStart"/>
            <w:r w:rsidRPr="006B3432">
              <w:rPr>
                <w:sz w:val="16"/>
              </w:rPr>
              <w:t>:  EUTM</w:t>
            </w:r>
            <w:proofErr w:type="gramEnd"/>
            <w:r w:rsidRPr="006B3432">
              <w:rPr>
                <w:sz w:val="16"/>
              </w:rPr>
              <w:t>/Oppositions</w:t>
            </w:r>
          </w:p>
          <w:p w14:paraId="68ED5884" w14:textId="77777777" w:rsidR="00FC7E5F" w:rsidRPr="006B3432" w:rsidRDefault="00FC7E5F" w:rsidP="00852FF9">
            <w:pPr>
              <w:spacing w:after="60"/>
              <w:ind w:right="-57"/>
              <w:rPr>
                <w:noProof/>
                <w:sz w:val="16"/>
              </w:rPr>
            </w:pPr>
          </w:p>
        </w:tc>
      </w:tr>
      <w:tr w:rsidR="00FC7E5F" w:rsidRPr="006B3432" w14:paraId="0C779F6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16290549"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3EBC882D" w14:textId="77777777" w:rsidR="00FC7E5F" w:rsidRPr="006B3432" w:rsidRDefault="00FC7E5F" w:rsidP="00852FF9">
            <w:pPr>
              <w:tabs>
                <w:tab w:val="left" w:pos="284"/>
              </w:tabs>
              <w:spacing w:after="20"/>
              <w:rPr>
                <w:sz w:val="16"/>
              </w:rPr>
            </w:pPr>
            <w:r w:rsidRPr="006B3432">
              <w:rPr>
                <w:sz w:val="16"/>
              </w:rPr>
              <w:t xml:space="preserve">− </w:t>
            </w:r>
            <w:r w:rsidRPr="006B3432">
              <w:rPr>
                <w:sz w:val="16"/>
              </w:rPr>
              <w:tab/>
              <w:t xml:space="preserve">Description:   </w:t>
            </w:r>
          </w:p>
          <w:p w14:paraId="61C10B33" w14:textId="77777777" w:rsidR="00FC7E5F" w:rsidRPr="006B3432" w:rsidRDefault="00FC7E5F" w:rsidP="00852FF9">
            <w:pPr>
              <w:tabs>
                <w:tab w:val="left" w:pos="284"/>
              </w:tabs>
              <w:spacing w:after="20"/>
              <w:rPr>
                <w:sz w:val="16"/>
              </w:rPr>
            </w:pPr>
            <w:r w:rsidRPr="006B3432">
              <w:rPr>
                <w:sz w:val="16"/>
              </w:rPr>
              <w:tab/>
              <w:t xml:space="preserve">− </w:t>
            </w:r>
            <w:r w:rsidRPr="006B3432">
              <w:rPr>
                <w:sz w:val="16"/>
              </w:rPr>
              <w:tab/>
              <w:t xml:space="preserve">Code for the type of IP rights:    positions 1-2, after ‘EM’ </w:t>
            </w:r>
          </w:p>
          <w:p w14:paraId="45D79019" w14:textId="77777777" w:rsidR="00FC7E5F" w:rsidRPr="006B3432" w:rsidRDefault="00FC7E5F" w:rsidP="00FC7E5F">
            <w:pPr>
              <w:pStyle w:val="ListParagraph"/>
              <w:numPr>
                <w:ilvl w:val="0"/>
                <w:numId w:val="9"/>
              </w:numPr>
              <w:tabs>
                <w:tab w:val="left" w:pos="284"/>
              </w:tabs>
              <w:spacing w:after="20"/>
              <w:rPr>
                <w:sz w:val="16"/>
              </w:rPr>
            </w:pPr>
            <w:r w:rsidRPr="006B3432">
              <w:rPr>
                <w:sz w:val="16"/>
              </w:rPr>
              <w:t xml:space="preserve">Trademarks .........................................................................................   50  </w:t>
            </w:r>
          </w:p>
          <w:p w14:paraId="79BFF07C" w14:textId="77777777" w:rsidR="00FC7E5F" w:rsidRPr="006B3432" w:rsidRDefault="00FC7E5F" w:rsidP="00852FF9">
            <w:pPr>
              <w:tabs>
                <w:tab w:val="left" w:pos="284"/>
              </w:tabs>
              <w:spacing w:after="20"/>
              <w:rPr>
                <w:sz w:val="16"/>
              </w:rPr>
            </w:pPr>
            <w:r w:rsidRPr="006B3432">
              <w:rPr>
                <w:sz w:val="16"/>
              </w:rPr>
              <w:t>−     Year designation</w:t>
            </w:r>
            <w:proofErr w:type="gramStart"/>
            <w:r w:rsidRPr="006B3432">
              <w:rPr>
                <w:sz w:val="16"/>
              </w:rPr>
              <w:t xml:space="preserve">:   </w:t>
            </w:r>
            <w:r w:rsidRPr="006B3432">
              <w:rPr>
                <w:sz w:val="16"/>
              </w:rPr>
              <w:tab/>
              <w:t>N</w:t>
            </w:r>
            <w:proofErr w:type="gramEnd"/>
            <w:r w:rsidRPr="006B3432">
              <w:rPr>
                <w:sz w:val="16"/>
              </w:rPr>
              <w:t xml:space="preserve">/A, four zeroes in positions 3-6 replace year designation </w:t>
            </w:r>
          </w:p>
          <w:p w14:paraId="5379CA58" w14:textId="77777777" w:rsidR="00FC7E5F" w:rsidRPr="006B3432" w:rsidRDefault="00FC7E5F" w:rsidP="00852FF9">
            <w:pPr>
              <w:tabs>
                <w:tab w:val="left" w:pos="284"/>
              </w:tabs>
              <w:spacing w:after="20"/>
              <w:rPr>
                <w:sz w:val="16"/>
              </w:rPr>
            </w:pPr>
            <w:r w:rsidRPr="006B3432">
              <w:rPr>
                <w:sz w:val="16"/>
              </w:rPr>
              <w:t xml:space="preserve">−     Serial number:   </w:t>
            </w:r>
            <w:r w:rsidRPr="006B3432">
              <w:rPr>
                <w:sz w:val="16"/>
              </w:rPr>
              <w:tab/>
              <w:t xml:space="preserve">fixed length of nine digits in positions 7-15 </w:t>
            </w:r>
          </w:p>
          <w:p w14:paraId="02547135" w14:textId="77777777" w:rsidR="00FC7E5F" w:rsidRPr="006B3432" w:rsidRDefault="00FC7E5F" w:rsidP="00FC7E5F">
            <w:pPr>
              <w:pStyle w:val="ListParagraph"/>
              <w:numPr>
                <w:ilvl w:val="0"/>
                <w:numId w:val="10"/>
              </w:numPr>
              <w:tabs>
                <w:tab w:val="left" w:pos="284"/>
              </w:tabs>
              <w:spacing w:after="20"/>
              <w:ind w:hanging="720"/>
              <w:rPr>
                <w:sz w:val="16"/>
              </w:rPr>
            </w:pPr>
            <w:r w:rsidRPr="006B3432">
              <w:rPr>
                <w:sz w:val="16"/>
              </w:rPr>
              <w:t>Code for internal use</w:t>
            </w:r>
            <w:proofErr w:type="gramStart"/>
            <w:r w:rsidRPr="006B3432">
              <w:rPr>
                <w:sz w:val="16"/>
              </w:rPr>
              <w:t xml:space="preserve">:   </w:t>
            </w:r>
            <w:r w:rsidRPr="006B3432">
              <w:rPr>
                <w:sz w:val="16"/>
              </w:rPr>
              <w:tab/>
              <w:t>N</w:t>
            </w:r>
            <w:proofErr w:type="gramEnd"/>
            <w:r w:rsidRPr="006B3432">
              <w:rPr>
                <w:sz w:val="16"/>
              </w:rPr>
              <w:t xml:space="preserve">/A </w:t>
            </w:r>
          </w:p>
          <w:p w14:paraId="7C87AC8E" w14:textId="77777777" w:rsidR="00FC7E5F" w:rsidRPr="006B3432" w:rsidRDefault="00FC7E5F" w:rsidP="00FC7E5F">
            <w:pPr>
              <w:pStyle w:val="ListParagraph"/>
              <w:numPr>
                <w:ilvl w:val="0"/>
                <w:numId w:val="10"/>
              </w:numPr>
              <w:tabs>
                <w:tab w:val="left" w:pos="284"/>
              </w:tabs>
              <w:spacing w:after="20"/>
              <w:ind w:hanging="720"/>
              <w:rPr>
                <w:sz w:val="16"/>
              </w:rPr>
            </w:pPr>
            <w:r w:rsidRPr="006B3432">
              <w:rPr>
                <w:sz w:val="16"/>
              </w:rPr>
              <w:t xml:space="preserve">Control number/Check digit:         position 15, last digit of the application number </w:t>
            </w:r>
          </w:p>
          <w:p w14:paraId="7BF3CD87" w14:textId="77777777" w:rsidR="00FC7E5F" w:rsidRPr="006B3432" w:rsidRDefault="00FC7E5F" w:rsidP="00FC7E5F">
            <w:pPr>
              <w:numPr>
                <w:ilvl w:val="0"/>
                <w:numId w:val="8"/>
              </w:numPr>
              <w:tabs>
                <w:tab w:val="left" w:pos="284"/>
              </w:tabs>
              <w:spacing w:after="20"/>
              <w:rPr>
                <w:sz w:val="16"/>
              </w:rPr>
            </w:pPr>
            <w:r w:rsidRPr="006B3432">
              <w:rPr>
                <w:sz w:val="16"/>
              </w:rPr>
              <w:t xml:space="preserve">Multiply each digit of the base from right to left by 1, 2, </w:t>
            </w:r>
            <w:proofErr w:type="gramStart"/>
            <w:r w:rsidRPr="006B3432">
              <w:rPr>
                <w:sz w:val="16"/>
              </w:rPr>
              <w:t>1,</w:t>
            </w:r>
            <w:proofErr w:type="gramEnd"/>
            <w:r w:rsidRPr="006B3432">
              <w:rPr>
                <w:sz w:val="16"/>
              </w:rPr>
              <w:t xml:space="preserve"> 2, etc. respectively </w:t>
            </w:r>
          </w:p>
          <w:p w14:paraId="5320B43F" w14:textId="77777777" w:rsidR="00FC7E5F" w:rsidRPr="006B3432" w:rsidRDefault="00FC7E5F" w:rsidP="00FC7E5F">
            <w:pPr>
              <w:numPr>
                <w:ilvl w:val="0"/>
                <w:numId w:val="8"/>
              </w:numPr>
              <w:tabs>
                <w:tab w:val="left" w:pos="284"/>
              </w:tabs>
              <w:spacing w:after="20"/>
              <w:rPr>
                <w:sz w:val="16"/>
              </w:rPr>
            </w:pPr>
            <w:r w:rsidRPr="006B3432">
              <w:rPr>
                <w:sz w:val="16"/>
              </w:rPr>
              <w:t xml:space="preserve">Add each digit of the products </w:t>
            </w:r>
          </w:p>
          <w:p w14:paraId="28AFA6A3" w14:textId="77777777" w:rsidR="00FC7E5F" w:rsidRPr="006B3432" w:rsidRDefault="00FC7E5F" w:rsidP="00FC7E5F">
            <w:pPr>
              <w:numPr>
                <w:ilvl w:val="0"/>
                <w:numId w:val="8"/>
              </w:numPr>
              <w:tabs>
                <w:tab w:val="left" w:pos="284"/>
              </w:tabs>
              <w:spacing w:after="20"/>
              <w:rPr>
                <w:sz w:val="16"/>
              </w:rPr>
            </w:pPr>
            <w:r w:rsidRPr="006B3432">
              <w:rPr>
                <w:sz w:val="16"/>
              </w:rPr>
              <w:t xml:space="preserve">Divide the sum by 10 </w:t>
            </w:r>
          </w:p>
          <w:p w14:paraId="75987535" w14:textId="77777777" w:rsidR="00FC7E5F" w:rsidRPr="006B3432" w:rsidRDefault="00FC7E5F" w:rsidP="00FC7E5F">
            <w:pPr>
              <w:numPr>
                <w:ilvl w:val="0"/>
                <w:numId w:val="8"/>
              </w:numPr>
              <w:tabs>
                <w:tab w:val="left" w:pos="284"/>
              </w:tabs>
              <w:spacing w:after="20"/>
              <w:rPr>
                <w:sz w:val="16"/>
              </w:rPr>
            </w:pPr>
            <w:r w:rsidRPr="006B3432">
              <w:rPr>
                <w:sz w:val="16"/>
              </w:rPr>
              <w:t>Subtract the remainder from 10 giving the check digit A shift is applied to the check digit when it is not a Trademark application number</w:t>
            </w:r>
            <w:proofErr w:type="gramStart"/>
            <w:r w:rsidRPr="006B3432">
              <w:rPr>
                <w:sz w:val="16"/>
              </w:rPr>
              <w:t>:  2</w:t>
            </w:r>
            <w:proofErr w:type="gramEnd"/>
            <w:r w:rsidRPr="006B3432">
              <w:rPr>
                <w:sz w:val="16"/>
              </w:rPr>
              <w:t xml:space="preserve">=Opposition, 3=CTM </w:t>
            </w:r>
            <w:proofErr w:type="spellStart"/>
            <w:r w:rsidRPr="006B3432">
              <w:rPr>
                <w:sz w:val="16"/>
              </w:rPr>
              <w:t>recordal</w:t>
            </w:r>
            <w:proofErr w:type="spellEnd"/>
            <w:r w:rsidRPr="006B3432">
              <w:rPr>
                <w:sz w:val="16"/>
              </w:rPr>
              <w:t xml:space="preserve">, 4=EUD </w:t>
            </w:r>
            <w:proofErr w:type="spellStart"/>
            <w:r w:rsidRPr="006B3432">
              <w:rPr>
                <w:sz w:val="16"/>
              </w:rPr>
              <w:t>recordal</w:t>
            </w:r>
            <w:proofErr w:type="spellEnd"/>
            <w:r w:rsidRPr="006B3432">
              <w:rPr>
                <w:sz w:val="16"/>
              </w:rPr>
              <w:t xml:space="preserve">, 5=EUD application, 6=Appeal, 7=CTM inspection </w:t>
            </w:r>
          </w:p>
          <w:p w14:paraId="74D562B8" w14:textId="77777777" w:rsidR="00FC7E5F" w:rsidRPr="006B3432" w:rsidRDefault="00FC7E5F" w:rsidP="00852FF9">
            <w:pPr>
              <w:tabs>
                <w:tab w:val="left" w:pos="284"/>
              </w:tabs>
              <w:spacing w:after="20"/>
              <w:rPr>
                <w:sz w:val="16"/>
              </w:rPr>
            </w:pPr>
          </w:p>
          <w:p w14:paraId="39391F69" w14:textId="77777777" w:rsidR="00FC7E5F" w:rsidRPr="006B3432" w:rsidRDefault="00FC7E5F" w:rsidP="00852FF9">
            <w:pPr>
              <w:tabs>
                <w:tab w:val="left" w:pos="284"/>
              </w:tabs>
              <w:spacing w:after="20"/>
              <w:rPr>
                <w:sz w:val="16"/>
              </w:rPr>
            </w:pPr>
            <w:r w:rsidRPr="006B3432">
              <w:rPr>
                <w:sz w:val="16"/>
              </w:rPr>
              <w:t xml:space="preserve">Further remarks: </w:t>
            </w:r>
          </w:p>
          <w:p w14:paraId="5F76CEA4" w14:textId="77777777" w:rsidR="00FC7E5F" w:rsidRPr="006B3432" w:rsidRDefault="00FC7E5F" w:rsidP="00852FF9">
            <w:pPr>
              <w:tabs>
                <w:tab w:val="left" w:pos="284"/>
              </w:tabs>
              <w:spacing w:after="20"/>
              <w:rPr>
                <w:sz w:val="16"/>
              </w:rPr>
            </w:pPr>
            <w:r w:rsidRPr="006B3432">
              <w:rPr>
                <w:sz w:val="16"/>
              </w:rPr>
              <w:t xml:space="preserve">EUIPO also uses the following codes (in positions 1-2) when needed: Trademarks: </w:t>
            </w:r>
          </w:p>
          <w:p w14:paraId="6BE25F10" w14:textId="77777777" w:rsidR="00FC7E5F" w:rsidRPr="006B3432" w:rsidRDefault="00FC7E5F" w:rsidP="00852FF9">
            <w:pPr>
              <w:tabs>
                <w:tab w:val="left" w:pos="284"/>
              </w:tabs>
              <w:spacing w:after="20"/>
              <w:rPr>
                <w:sz w:val="16"/>
              </w:rPr>
            </w:pPr>
            <w:r w:rsidRPr="006B3432">
              <w:rPr>
                <w:sz w:val="16"/>
              </w:rPr>
              <w:t xml:space="preserve">51 – Registration, 52 – Opposition, 53 – </w:t>
            </w:r>
            <w:proofErr w:type="spellStart"/>
            <w:r w:rsidRPr="006B3432">
              <w:rPr>
                <w:sz w:val="16"/>
              </w:rPr>
              <w:t>Recordal</w:t>
            </w:r>
            <w:proofErr w:type="spellEnd"/>
            <w:r w:rsidRPr="006B3432">
              <w:rPr>
                <w:sz w:val="16"/>
              </w:rPr>
              <w:t xml:space="preserve">, 54 – Cancellation, 55 – Appeal, 60 – PT-Logotype, 67 – ES-Commercial name, 68 – ES-Title of establishment  </w:t>
            </w:r>
          </w:p>
          <w:p w14:paraId="6665E1D2" w14:textId="77777777" w:rsidR="00FC7E5F" w:rsidRPr="006B3432" w:rsidRDefault="00FC7E5F" w:rsidP="00852FF9">
            <w:pPr>
              <w:tabs>
                <w:tab w:val="left" w:pos="284"/>
              </w:tabs>
              <w:spacing w:after="20"/>
              <w:rPr>
                <w:sz w:val="16"/>
              </w:rPr>
            </w:pPr>
            <w:r w:rsidRPr="006B3432">
              <w:rPr>
                <w:sz w:val="16"/>
              </w:rPr>
              <w:t xml:space="preserve">Industrial designs: </w:t>
            </w:r>
          </w:p>
          <w:p w14:paraId="6D951C9D" w14:textId="77777777" w:rsidR="00FC7E5F" w:rsidRPr="006B3432" w:rsidRDefault="00FC7E5F" w:rsidP="00852FF9">
            <w:pPr>
              <w:tabs>
                <w:tab w:val="left" w:pos="284"/>
              </w:tabs>
              <w:spacing w:after="20"/>
              <w:rPr>
                <w:sz w:val="16"/>
              </w:rPr>
            </w:pPr>
            <w:r w:rsidRPr="006B3432">
              <w:rPr>
                <w:sz w:val="16"/>
              </w:rPr>
              <w:t xml:space="preserve">71 – Registration, 73 – </w:t>
            </w:r>
            <w:proofErr w:type="spellStart"/>
            <w:r w:rsidRPr="006B3432">
              <w:rPr>
                <w:sz w:val="16"/>
              </w:rPr>
              <w:t>Recordal</w:t>
            </w:r>
            <w:proofErr w:type="spellEnd"/>
            <w:r w:rsidRPr="006B3432">
              <w:rPr>
                <w:sz w:val="16"/>
              </w:rPr>
              <w:t>, 74 – Invalidation.</w:t>
            </w:r>
          </w:p>
        </w:tc>
      </w:tr>
      <w:tr w:rsidR="00FC7E5F" w:rsidRPr="006B3432" w14:paraId="0827B617"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42A3F40"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43C9737C"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226031D8" w14:textId="77777777" w:rsidR="00FC7E5F" w:rsidRPr="006B3432" w:rsidRDefault="00FC7E5F" w:rsidP="00852FF9">
            <w:pPr>
              <w:spacing w:before="120" w:after="60"/>
              <w:ind w:right="-57"/>
              <w:jc w:val="center"/>
              <w:rPr>
                <w:sz w:val="16"/>
              </w:rPr>
            </w:pPr>
            <w:r w:rsidRPr="006B3432">
              <w:rPr>
                <w:sz w:val="16"/>
              </w:rPr>
              <w:t>No 913/1769</w:t>
            </w:r>
          </w:p>
        </w:tc>
        <w:tc>
          <w:tcPr>
            <w:tcW w:w="1561" w:type="dxa"/>
            <w:tcBorders>
              <w:top w:val="single" w:sz="6" w:space="0" w:color="auto"/>
              <w:left w:val="single" w:sz="6" w:space="0" w:color="auto"/>
              <w:bottom w:val="single" w:sz="6" w:space="0" w:color="auto"/>
              <w:right w:val="single" w:sz="6" w:space="0" w:color="auto"/>
            </w:tcBorders>
          </w:tcPr>
          <w:p w14:paraId="5F64DE1E" w14:textId="77777777" w:rsidR="00FC7E5F" w:rsidRPr="006B3432" w:rsidRDefault="00FC7E5F" w:rsidP="00852FF9">
            <w:pPr>
              <w:spacing w:before="120" w:after="60"/>
              <w:ind w:right="-57"/>
              <w:jc w:val="center"/>
              <w:rPr>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3BAA1D02" w14:textId="77777777" w:rsidR="00FC7E5F" w:rsidRPr="006B3432" w:rsidRDefault="00FC7E5F" w:rsidP="00852FF9">
            <w:pPr>
              <w:spacing w:before="120" w:after="60"/>
              <w:ind w:right="-57"/>
              <w:rPr>
                <w:noProof/>
                <w:sz w:val="16"/>
              </w:rPr>
            </w:pPr>
            <w:r w:rsidRPr="006B3432">
              <w:rPr>
                <w:sz w:val="16"/>
              </w:rPr>
              <w:t>Used from 1852 to 1915</w:t>
            </w:r>
            <w:r w:rsidRPr="006B3432">
              <w:rPr>
                <w:sz w:val="16"/>
              </w:rPr>
              <w:br/>
              <w:t>for:  Patents</w:t>
            </w:r>
          </w:p>
        </w:tc>
      </w:tr>
      <w:tr w:rsidR="00FC7E5F" w:rsidRPr="006B3432" w14:paraId="6A6AA3D6"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6813418"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5B86F35"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 xml:space="preserve">Patent applications were prefixed with a 'No' (short for number), followed by a followed by a sequential </w:t>
            </w:r>
            <w:proofErr w:type="gramStart"/>
            <w:r w:rsidRPr="006B3432">
              <w:rPr>
                <w:sz w:val="16"/>
              </w:rPr>
              <w:t>number</w:t>
            </w:r>
            <w:proofErr w:type="gramEnd"/>
            <w:r w:rsidRPr="006B3432">
              <w:rPr>
                <w:sz w:val="16"/>
              </w:rPr>
              <w:t xml:space="preserve"> series and year</w:t>
            </w:r>
          </w:p>
          <w:p w14:paraId="1F8F331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53A72C2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four digits in positions 4-7 according to Gregorian calendar</w:t>
            </w:r>
          </w:p>
          <w:p w14:paraId="4F56B71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five digits in positions 1-3</w:t>
            </w:r>
          </w:p>
          <w:p w14:paraId="4CBB4AD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833179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6B1D9F06" w14:textId="77777777" w:rsidR="00FC7E5F" w:rsidRPr="006B3432" w:rsidRDefault="00FC7E5F" w:rsidP="00852FF9">
            <w:pPr>
              <w:tabs>
                <w:tab w:val="left" w:pos="284"/>
              </w:tabs>
              <w:spacing w:before="120" w:after="20"/>
              <w:rPr>
                <w:sz w:val="16"/>
              </w:rPr>
            </w:pPr>
            <w:r w:rsidRPr="006B3432">
              <w:rPr>
                <w:sz w:val="16"/>
              </w:rPr>
              <w:t xml:space="preserve">Further remarks:  </w:t>
            </w:r>
            <w:r w:rsidRPr="006B3432">
              <w:rPr>
                <w:sz w:val="16"/>
              </w:rPr>
              <w:br/>
              <w:t>Following the modernization of the patent law in 1852, 14,359 patents granted up to that date were given numbers.</w:t>
            </w:r>
          </w:p>
        </w:tc>
      </w:tr>
      <w:tr w:rsidR="00FC7E5F" w:rsidRPr="006B3432" w14:paraId="0633AA0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81C2FEC"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0C6728C9"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6C945566" w14:textId="77777777" w:rsidR="00FC7E5F" w:rsidRPr="006B3432" w:rsidRDefault="00FC7E5F" w:rsidP="00852FF9">
            <w:pPr>
              <w:spacing w:before="120" w:after="60"/>
              <w:ind w:right="-57"/>
              <w:jc w:val="center"/>
              <w:rPr>
                <w:sz w:val="16"/>
              </w:rPr>
            </w:pPr>
            <w:r w:rsidRPr="006B3432">
              <w:rPr>
                <w:sz w:val="16"/>
              </w:rPr>
              <w:t>No 1</w:t>
            </w:r>
          </w:p>
        </w:tc>
        <w:tc>
          <w:tcPr>
            <w:tcW w:w="1561" w:type="dxa"/>
            <w:tcBorders>
              <w:top w:val="single" w:sz="6" w:space="0" w:color="auto"/>
              <w:left w:val="single" w:sz="6" w:space="0" w:color="auto"/>
              <w:bottom w:val="single" w:sz="6" w:space="0" w:color="auto"/>
              <w:right w:val="single" w:sz="6" w:space="0" w:color="auto"/>
            </w:tcBorders>
          </w:tcPr>
          <w:p w14:paraId="119D149B" w14:textId="77777777" w:rsidR="00FC7E5F" w:rsidRPr="006B3432" w:rsidRDefault="00FC7E5F" w:rsidP="00852FF9">
            <w:pPr>
              <w:spacing w:before="120" w:after="60"/>
              <w:ind w:right="-57"/>
              <w:jc w:val="center"/>
              <w:rPr>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522C3D2C" w14:textId="77777777" w:rsidR="00FC7E5F" w:rsidRPr="006B3432" w:rsidRDefault="00FC7E5F" w:rsidP="00852FF9">
            <w:pPr>
              <w:spacing w:before="120" w:after="60"/>
              <w:ind w:right="-57"/>
              <w:rPr>
                <w:noProof/>
                <w:sz w:val="16"/>
              </w:rPr>
            </w:pPr>
            <w:r w:rsidRPr="006B3432">
              <w:rPr>
                <w:sz w:val="16"/>
              </w:rPr>
              <w:t>Used from 1617 to 1852</w:t>
            </w:r>
            <w:r w:rsidRPr="006B3432">
              <w:rPr>
                <w:sz w:val="16"/>
              </w:rPr>
              <w:br/>
              <w:t>for:  Patents</w:t>
            </w:r>
          </w:p>
        </w:tc>
      </w:tr>
      <w:tr w:rsidR="00FC7E5F" w:rsidRPr="006B3432" w14:paraId="11266416"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70EE813"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1E9DB58"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 xml:space="preserve">Patent applications were prefixed with a 'No' (short for number), followed by a followed by a sequential </w:t>
            </w:r>
            <w:proofErr w:type="gramStart"/>
            <w:r w:rsidRPr="006B3432">
              <w:rPr>
                <w:sz w:val="16"/>
              </w:rPr>
              <w:t>number</w:t>
            </w:r>
            <w:proofErr w:type="gramEnd"/>
            <w:r w:rsidRPr="006B3432">
              <w:rPr>
                <w:sz w:val="16"/>
              </w:rPr>
              <w:t xml:space="preserve"> series</w:t>
            </w:r>
          </w:p>
          <w:p w14:paraId="6390B2E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412B61D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38564C5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variable</w:t>
            </w:r>
          </w:p>
          <w:p w14:paraId="61BBF63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2E11D1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7F2D26F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8DA5A38"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3BC3BFA1"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5F9B608C" w14:textId="77777777" w:rsidR="00FC7E5F" w:rsidRPr="006B3432" w:rsidRDefault="00FC7E5F" w:rsidP="00852FF9">
            <w:pPr>
              <w:spacing w:before="120" w:after="60"/>
              <w:ind w:right="-57"/>
              <w:jc w:val="center"/>
              <w:rPr>
                <w:sz w:val="16"/>
              </w:rPr>
            </w:pPr>
            <w:r w:rsidRPr="006B3432">
              <w:rPr>
                <w:sz w:val="16"/>
              </w:rPr>
              <w:t>100001</w:t>
            </w:r>
          </w:p>
        </w:tc>
        <w:tc>
          <w:tcPr>
            <w:tcW w:w="1561" w:type="dxa"/>
            <w:tcBorders>
              <w:top w:val="single" w:sz="6" w:space="0" w:color="auto"/>
              <w:left w:val="single" w:sz="6" w:space="0" w:color="auto"/>
              <w:bottom w:val="single" w:sz="6" w:space="0" w:color="auto"/>
              <w:right w:val="single" w:sz="6" w:space="0" w:color="auto"/>
            </w:tcBorders>
          </w:tcPr>
          <w:p w14:paraId="66D3CBA0" w14:textId="77777777" w:rsidR="00FC7E5F" w:rsidRPr="006B3432" w:rsidRDefault="00FC7E5F" w:rsidP="00852FF9">
            <w:pPr>
              <w:spacing w:before="120" w:after="60"/>
              <w:ind w:right="-57"/>
              <w:jc w:val="center"/>
              <w:rPr>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6637A120" w14:textId="77777777" w:rsidR="00FC7E5F" w:rsidRPr="006B3432" w:rsidRDefault="00FC7E5F" w:rsidP="00852FF9">
            <w:pPr>
              <w:spacing w:before="120" w:after="60"/>
              <w:ind w:right="-57"/>
              <w:rPr>
                <w:noProof/>
                <w:sz w:val="16"/>
              </w:rPr>
            </w:pPr>
            <w:r w:rsidRPr="006B3432">
              <w:rPr>
                <w:sz w:val="16"/>
              </w:rPr>
              <w:t>Used from 1916 to 1981</w:t>
            </w:r>
            <w:r w:rsidRPr="006B3432">
              <w:rPr>
                <w:sz w:val="16"/>
              </w:rPr>
              <w:br/>
              <w:t>for:  Patents</w:t>
            </w:r>
          </w:p>
        </w:tc>
      </w:tr>
      <w:tr w:rsidR="00FC7E5F" w:rsidRPr="006B3432" w14:paraId="01B27BBB"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23C7926"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50048E5"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t>Since the start of 1916 published patent specifications were given a different number from the application number. This new numbering series started at 100001 with the last Patent to be recorded with this number series is 1610000.</w:t>
            </w:r>
          </w:p>
          <w:p w14:paraId="56F96BD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39AAB7C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6559084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variable from 6 to 7 digits</w:t>
            </w:r>
          </w:p>
          <w:p w14:paraId="239ECA4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DC3F59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729FBAA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741536E"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GB</w:t>
            </w:r>
          </w:p>
          <w:p w14:paraId="602A7A07"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589851EE" w14:textId="77777777" w:rsidR="00FC7E5F" w:rsidRPr="006B3432" w:rsidRDefault="00FC7E5F" w:rsidP="00852FF9">
            <w:pPr>
              <w:spacing w:before="120" w:after="60"/>
              <w:ind w:right="-57"/>
              <w:jc w:val="center"/>
              <w:rPr>
                <w:sz w:val="16"/>
              </w:rPr>
            </w:pPr>
            <w:r w:rsidRPr="006B3432">
              <w:rPr>
                <w:sz w:val="16"/>
              </w:rPr>
              <w:t>UK00002000001</w:t>
            </w:r>
          </w:p>
        </w:tc>
        <w:tc>
          <w:tcPr>
            <w:tcW w:w="1561" w:type="dxa"/>
            <w:tcBorders>
              <w:top w:val="single" w:sz="6" w:space="0" w:color="auto"/>
              <w:left w:val="single" w:sz="6" w:space="0" w:color="auto"/>
              <w:bottom w:val="single" w:sz="6" w:space="0" w:color="auto"/>
              <w:right w:val="single" w:sz="6" w:space="0" w:color="auto"/>
            </w:tcBorders>
          </w:tcPr>
          <w:p w14:paraId="668C0D2C" w14:textId="77777777" w:rsidR="00FC7E5F" w:rsidRPr="006B3432" w:rsidRDefault="00FC7E5F" w:rsidP="00852FF9">
            <w:pPr>
              <w:spacing w:before="120" w:after="60"/>
              <w:ind w:right="-57"/>
              <w:jc w:val="center"/>
              <w:rPr>
                <w:sz w:val="16"/>
              </w:rPr>
            </w:pPr>
            <w:r w:rsidRPr="006B3432">
              <w:rPr>
                <w:sz w:val="16"/>
              </w:rPr>
              <w:t>UK00002000001 </w:t>
            </w:r>
          </w:p>
        </w:tc>
        <w:tc>
          <w:tcPr>
            <w:tcW w:w="4796" w:type="dxa"/>
            <w:gridSpan w:val="2"/>
            <w:tcBorders>
              <w:top w:val="single" w:sz="6" w:space="0" w:color="auto"/>
              <w:left w:val="single" w:sz="6" w:space="0" w:color="auto"/>
              <w:bottom w:val="single" w:sz="6" w:space="0" w:color="auto"/>
              <w:right w:val="single" w:sz="6" w:space="0" w:color="auto"/>
            </w:tcBorders>
            <w:hideMark/>
          </w:tcPr>
          <w:p w14:paraId="25E2388A" w14:textId="77777777" w:rsidR="00FC7E5F" w:rsidRPr="006B3432" w:rsidRDefault="00FC7E5F" w:rsidP="00852FF9">
            <w:pPr>
              <w:spacing w:before="120" w:after="60"/>
              <w:ind w:right="-57"/>
              <w:rPr>
                <w:sz w:val="16"/>
              </w:rPr>
            </w:pPr>
            <w:r w:rsidRPr="006B3432">
              <w:rPr>
                <w:sz w:val="16"/>
              </w:rPr>
              <w:t xml:space="preserve">Used from October 31, </w:t>
            </w:r>
            <w:proofErr w:type="gramStart"/>
            <w:r w:rsidRPr="006B3432">
              <w:rPr>
                <w:sz w:val="16"/>
              </w:rPr>
              <w:t>1994</w:t>
            </w:r>
            <w:proofErr w:type="gramEnd"/>
            <w:r w:rsidRPr="006B3432">
              <w:rPr>
                <w:sz w:val="16"/>
              </w:rPr>
              <w:t> to March 28, 2013</w:t>
            </w:r>
            <w:r w:rsidRPr="006B3432">
              <w:rPr>
                <w:sz w:val="16"/>
              </w:rPr>
              <w:br/>
              <w:t>for:  Trademarks</w:t>
            </w:r>
          </w:p>
        </w:tc>
      </w:tr>
      <w:tr w:rsidR="00FC7E5F" w:rsidRPr="006B3432" w14:paraId="49B13EC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4C8A588"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0833ED4"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r>
            <w:r w:rsidRPr="006B3432">
              <w:t xml:space="preserve">Numbering system introduced </w:t>
            </w:r>
            <w:proofErr w:type="gramStart"/>
            <w:r w:rsidRPr="006B3432">
              <w:t>as a result of</w:t>
            </w:r>
            <w:proofErr w:type="gramEnd"/>
            <w:r w:rsidRPr="006B3432">
              <w:t xml:space="preserve"> the introduction of the 1994 Trademarks Act.  The numbering system is continuous starting with the number 2000001, as from October 31, 1994, though some numbers have been suppressed to aid internal file distribution. Numbering was in sequential order with last number allocated as UK00002658297 which was filed 28.03.2013 and registered 19.07.2013.</w:t>
            </w:r>
          </w:p>
          <w:p w14:paraId="560E1E8F" w14:textId="77777777" w:rsidR="00FC7E5F" w:rsidRPr="006B3432" w:rsidRDefault="00FC7E5F" w:rsidP="00852FF9">
            <w:pPr>
              <w:tabs>
                <w:tab w:val="left" w:pos="284"/>
              </w:tabs>
              <w:spacing w:before="120" w:after="20"/>
              <w:ind w:left="1452"/>
              <w:rPr>
                <w:sz w:val="16"/>
              </w:rPr>
            </w:pPr>
          </w:p>
          <w:p w14:paraId="76B7421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6F6F6D0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20B5BAE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13 digits</w:t>
            </w:r>
          </w:p>
          <w:p w14:paraId="76D0B77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01A3D5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568F7E2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2FC13267"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21B76D6A"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14ED46BD" w14:textId="77777777" w:rsidR="00FC7E5F" w:rsidRPr="006B3432" w:rsidRDefault="00FC7E5F" w:rsidP="00852FF9">
            <w:pPr>
              <w:spacing w:before="120" w:after="60"/>
              <w:ind w:right="-57"/>
              <w:jc w:val="center"/>
              <w:rPr>
                <w:sz w:val="16"/>
              </w:rPr>
            </w:pPr>
            <w:r w:rsidRPr="006B3432">
              <w:rPr>
                <w:sz w:val="16"/>
              </w:rPr>
              <w:t>UK00002900281</w:t>
            </w:r>
          </w:p>
        </w:tc>
        <w:tc>
          <w:tcPr>
            <w:tcW w:w="1561" w:type="dxa"/>
            <w:tcBorders>
              <w:top w:val="single" w:sz="6" w:space="0" w:color="auto"/>
              <w:left w:val="single" w:sz="6" w:space="0" w:color="auto"/>
              <w:bottom w:val="single" w:sz="6" w:space="0" w:color="auto"/>
              <w:right w:val="single" w:sz="6" w:space="0" w:color="auto"/>
            </w:tcBorders>
          </w:tcPr>
          <w:p w14:paraId="6DBF8238" w14:textId="77777777" w:rsidR="00FC7E5F" w:rsidRPr="006B3432" w:rsidRDefault="00FC7E5F" w:rsidP="00852FF9">
            <w:pPr>
              <w:spacing w:before="120" w:after="60"/>
              <w:ind w:right="-57"/>
              <w:jc w:val="center"/>
              <w:rPr>
                <w:sz w:val="16"/>
              </w:rPr>
            </w:pPr>
            <w:r w:rsidRPr="006B3432">
              <w:rPr>
                <w:sz w:val="16"/>
              </w:rPr>
              <w:t>UK00002900281 </w:t>
            </w:r>
          </w:p>
        </w:tc>
        <w:tc>
          <w:tcPr>
            <w:tcW w:w="4796" w:type="dxa"/>
            <w:gridSpan w:val="2"/>
            <w:tcBorders>
              <w:top w:val="single" w:sz="6" w:space="0" w:color="auto"/>
              <w:left w:val="single" w:sz="6" w:space="0" w:color="auto"/>
              <w:bottom w:val="single" w:sz="6" w:space="0" w:color="auto"/>
              <w:right w:val="single" w:sz="6" w:space="0" w:color="auto"/>
            </w:tcBorders>
            <w:hideMark/>
          </w:tcPr>
          <w:p w14:paraId="66F39C12" w14:textId="77777777" w:rsidR="00FC7E5F" w:rsidRPr="006B3432" w:rsidRDefault="00FC7E5F" w:rsidP="00852FF9">
            <w:pPr>
              <w:spacing w:before="120" w:after="60"/>
              <w:ind w:right="-57"/>
              <w:rPr>
                <w:sz w:val="16"/>
              </w:rPr>
            </w:pPr>
            <w:r w:rsidRPr="006B3432">
              <w:rPr>
                <w:sz w:val="16"/>
              </w:rPr>
              <w:t xml:space="preserve">Used from March 28, </w:t>
            </w:r>
            <w:proofErr w:type="gramStart"/>
            <w:r w:rsidRPr="006B3432">
              <w:rPr>
                <w:sz w:val="16"/>
              </w:rPr>
              <w:t>2013</w:t>
            </w:r>
            <w:proofErr w:type="gramEnd"/>
            <w:r w:rsidRPr="006B3432">
              <w:rPr>
                <w:sz w:val="16"/>
              </w:rPr>
              <w:t xml:space="preserve"> to March 28, 2013</w:t>
            </w:r>
          </w:p>
          <w:p w14:paraId="2AB756F3" w14:textId="77777777" w:rsidR="00FC7E5F" w:rsidRPr="006B3432" w:rsidRDefault="00FC7E5F" w:rsidP="00852FF9">
            <w:pPr>
              <w:spacing w:before="120" w:after="60"/>
              <w:ind w:right="-57"/>
              <w:rPr>
                <w:sz w:val="16"/>
              </w:rPr>
            </w:pPr>
            <w:r w:rsidRPr="006B3432">
              <w:rPr>
                <w:sz w:val="16"/>
              </w:rPr>
              <w:t>for:  Trademarks</w:t>
            </w:r>
          </w:p>
        </w:tc>
      </w:tr>
      <w:tr w:rsidR="00FC7E5F" w:rsidRPr="006B3432" w14:paraId="16BB5821"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9E7316C"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55FF03A"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r>
            <w:r w:rsidRPr="006B3432">
              <w:t xml:space="preserve">Numbering system introduced during the transition from paper based to electronic working, used as a transition number sequence between the switch </w:t>
            </w:r>
            <w:proofErr w:type="gramStart"/>
            <w:r w:rsidRPr="006B3432">
              <w:t>off of</w:t>
            </w:r>
            <w:proofErr w:type="gramEnd"/>
            <w:r w:rsidRPr="006B3432">
              <w:t xml:space="preserve"> the UK00002000001 system and use of the UK00003000001 system.</w:t>
            </w:r>
          </w:p>
          <w:p w14:paraId="1C8F9B71" w14:textId="77777777" w:rsidR="00FC7E5F" w:rsidRPr="006B3432" w:rsidRDefault="00FC7E5F" w:rsidP="00852FF9">
            <w:pPr>
              <w:tabs>
                <w:tab w:val="left" w:pos="284"/>
              </w:tabs>
              <w:spacing w:before="120" w:after="20"/>
              <w:ind w:left="1452"/>
              <w:rPr>
                <w:sz w:val="16"/>
              </w:rPr>
            </w:pPr>
          </w:p>
          <w:p w14:paraId="4C4B04A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74FD98B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3FD954F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13 digits</w:t>
            </w:r>
          </w:p>
          <w:p w14:paraId="0F9E4EF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747560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21B610C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2C30B5D1"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63BBE5DF"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3A6E78C6" w14:textId="77777777" w:rsidR="00FC7E5F" w:rsidRPr="006B3432" w:rsidRDefault="00FC7E5F" w:rsidP="00852FF9">
            <w:pPr>
              <w:spacing w:before="120" w:after="60"/>
              <w:ind w:right="-57"/>
              <w:jc w:val="center"/>
              <w:rPr>
                <w:sz w:val="16"/>
              </w:rPr>
            </w:pPr>
            <w:r w:rsidRPr="006B3432">
              <w:rPr>
                <w:sz w:val="16"/>
              </w:rPr>
              <w:t>UK00002900281</w:t>
            </w:r>
          </w:p>
        </w:tc>
        <w:tc>
          <w:tcPr>
            <w:tcW w:w="1561" w:type="dxa"/>
            <w:tcBorders>
              <w:top w:val="single" w:sz="6" w:space="0" w:color="auto"/>
              <w:left w:val="single" w:sz="6" w:space="0" w:color="auto"/>
              <w:bottom w:val="single" w:sz="6" w:space="0" w:color="auto"/>
              <w:right w:val="single" w:sz="6" w:space="0" w:color="auto"/>
            </w:tcBorders>
          </w:tcPr>
          <w:p w14:paraId="3B1C18D3" w14:textId="77777777" w:rsidR="00FC7E5F" w:rsidRPr="006B3432" w:rsidRDefault="00FC7E5F" w:rsidP="00852FF9">
            <w:pPr>
              <w:spacing w:before="120" w:after="60"/>
              <w:ind w:right="-57"/>
              <w:jc w:val="center"/>
              <w:rPr>
                <w:sz w:val="16"/>
              </w:rPr>
            </w:pPr>
            <w:r w:rsidRPr="006B3432">
              <w:rPr>
                <w:sz w:val="16"/>
              </w:rPr>
              <w:t>UK00002900281 </w:t>
            </w:r>
          </w:p>
        </w:tc>
        <w:tc>
          <w:tcPr>
            <w:tcW w:w="4796" w:type="dxa"/>
            <w:gridSpan w:val="2"/>
            <w:tcBorders>
              <w:top w:val="single" w:sz="6" w:space="0" w:color="auto"/>
              <w:left w:val="single" w:sz="6" w:space="0" w:color="auto"/>
              <w:bottom w:val="single" w:sz="6" w:space="0" w:color="auto"/>
              <w:right w:val="single" w:sz="6" w:space="0" w:color="auto"/>
            </w:tcBorders>
            <w:hideMark/>
          </w:tcPr>
          <w:p w14:paraId="3FF128C6" w14:textId="77777777" w:rsidR="00FC7E5F" w:rsidRPr="006B3432" w:rsidRDefault="00FC7E5F" w:rsidP="00852FF9">
            <w:pPr>
              <w:spacing w:before="120" w:after="60"/>
              <w:ind w:right="-57"/>
              <w:rPr>
                <w:sz w:val="16"/>
              </w:rPr>
            </w:pPr>
            <w:r w:rsidRPr="006B3432">
              <w:rPr>
                <w:sz w:val="16"/>
              </w:rPr>
              <w:t xml:space="preserve">Used from January 01, </w:t>
            </w:r>
            <w:proofErr w:type="gramStart"/>
            <w:r w:rsidRPr="006B3432">
              <w:rPr>
                <w:sz w:val="16"/>
              </w:rPr>
              <w:t>1876</w:t>
            </w:r>
            <w:proofErr w:type="gramEnd"/>
            <w:r w:rsidRPr="006B3432">
              <w:rPr>
                <w:sz w:val="16"/>
              </w:rPr>
              <w:t xml:space="preserve"> to October 31, 1994</w:t>
            </w:r>
            <w:r w:rsidRPr="006B3432">
              <w:rPr>
                <w:sz w:val="16"/>
              </w:rPr>
              <w:br/>
              <w:t>for:  Trademarks</w:t>
            </w:r>
          </w:p>
        </w:tc>
      </w:tr>
      <w:tr w:rsidR="00FC7E5F" w:rsidRPr="006B3432" w14:paraId="5D2FF577"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0AE0B1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FEB592E"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r>
            <w:r w:rsidRPr="006B3432">
              <w:t xml:space="preserve">Numbering system introduced during the transition from paper based to electronic working, used as a transition number sequence between the switch </w:t>
            </w:r>
            <w:proofErr w:type="gramStart"/>
            <w:r w:rsidRPr="006B3432">
              <w:t>off of</w:t>
            </w:r>
            <w:proofErr w:type="gramEnd"/>
            <w:r w:rsidRPr="006B3432">
              <w:t xml:space="preserve"> the UK00002000001 system and use of the UK00003000001 system.</w:t>
            </w:r>
          </w:p>
          <w:p w14:paraId="52C8F08F" w14:textId="77777777" w:rsidR="00FC7E5F" w:rsidRPr="006B3432" w:rsidRDefault="00FC7E5F" w:rsidP="00852FF9">
            <w:pPr>
              <w:tabs>
                <w:tab w:val="left" w:pos="284"/>
              </w:tabs>
              <w:spacing w:before="120" w:after="20"/>
              <w:ind w:left="1452"/>
              <w:rPr>
                <w:sz w:val="16"/>
              </w:rPr>
            </w:pPr>
          </w:p>
          <w:p w14:paraId="01C1764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75E3D4A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406176A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13 digits</w:t>
            </w:r>
          </w:p>
          <w:p w14:paraId="7612357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39B058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668B46F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3E8C5E0"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GB</w:t>
            </w:r>
          </w:p>
          <w:p w14:paraId="63FBEE93"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52FC7330" w14:textId="77777777" w:rsidR="00FC7E5F" w:rsidRPr="006B3432" w:rsidRDefault="00FC7E5F" w:rsidP="00852FF9">
            <w:pPr>
              <w:spacing w:before="120" w:after="60"/>
              <w:ind w:right="-57"/>
              <w:jc w:val="center"/>
              <w:rPr>
                <w:sz w:val="16"/>
              </w:rPr>
            </w:pPr>
            <w:r w:rsidRPr="006B3432">
              <w:rPr>
                <w:sz w:val="16"/>
              </w:rPr>
              <w:t>UK00850406740</w:t>
            </w:r>
          </w:p>
        </w:tc>
        <w:tc>
          <w:tcPr>
            <w:tcW w:w="1561" w:type="dxa"/>
            <w:tcBorders>
              <w:top w:val="single" w:sz="6" w:space="0" w:color="auto"/>
              <w:left w:val="single" w:sz="6" w:space="0" w:color="auto"/>
              <w:bottom w:val="single" w:sz="6" w:space="0" w:color="auto"/>
              <w:right w:val="single" w:sz="6" w:space="0" w:color="auto"/>
            </w:tcBorders>
          </w:tcPr>
          <w:p w14:paraId="39DBE6F5" w14:textId="77777777" w:rsidR="00FC7E5F" w:rsidRPr="006B3432" w:rsidRDefault="00FC7E5F" w:rsidP="00852FF9">
            <w:pPr>
              <w:spacing w:before="120" w:after="60"/>
              <w:ind w:right="-57"/>
              <w:jc w:val="center"/>
              <w:rPr>
                <w:sz w:val="16"/>
              </w:rPr>
            </w:pPr>
            <w:r w:rsidRPr="006B3432">
              <w:rPr>
                <w:sz w:val="16"/>
              </w:rPr>
              <w:t>N/A</w:t>
            </w:r>
          </w:p>
        </w:tc>
        <w:tc>
          <w:tcPr>
            <w:tcW w:w="4796" w:type="dxa"/>
            <w:gridSpan w:val="2"/>
            <w:tcBorders>
              <w:top w:val="single" w:sz="6" w:space="0" w:color="auto"/>
              <w:left w:val="single" w:sz="6" w:space="0" w:color="auto"/>
              <w:bottom w:val="single" w:sz="6" w:space="0" w:color="auto"/>
              <w:right w:val="single" w:sz="6" w:space="0" w:color="auto"/>
            </w:tcBorders>
            <w:hideMark/>
          </w:tcPr>
          <w:p w14:paraId="44381BC5" w14:textId="77777777" w:rsidR="00FC7E5F" w:rsidRPr="006B3432" w:rsidRDefault="00FC7E5F" w:rsidP="00852FF9">
            <w:pPr>
              <w:spacing w:before="120" w:after="60"/>
              <w:ind w:right="-57"/>
              <w:rPr>
                <w:sz w:val="16"/>
              </w:rPr>
            </w:pPr>
            <w:r w:rsidRPr="006B3432">
              <w:rPr>
                <w:sz w:val="16"/>
              </w:rPr>
              <w:t xml:space="preserve">Used from August 20, </w:t>
            </w:r>
            <w:proofErr w:type="gramStart"/>
            <w:r w:rsidRPr="006B3432">
              <w:rPr>
                <w:sz w:val="16"/>
              </w:rPr>
              <w:t>2019</w:t>
            </w:r>
            <w:proofErr w:type="gramEnd"/>
            <w:r w:rsidRPr="006B3432">
              <w:rPr>
                <w:sz w:val="16"/>
              </w:rPr>
              <w:t xml:space="preserve"> to January 1, 2025</w:t>
            </w:r>
          </w:p>
          <w:p w14:paraId="378E3B72" w14:textId="77777777" w:rsidR="00FC7E5F" w:rsidRPr="006B3432" w:rsidRDefault="00FC7E5F" w:rsidP="00852FF9">
            <w:pPr>
              <w:spacing w:before="120" w:after="60"/>
              <w:ind w:right="-57"/>
              <w:rPr>
                <w:sz w:val="16"/>
              </w:rPr>
            </w:pPr>
            <w:r w:rsidRPr="006B3432">
              <w:rPr>
                <w:sz w:val="16"/>
              </w:rPr>
              <w:t>for:  Trademarks</w:t>
            </w:r>
          </w:p>
        </w:tc>
      </w:tr>
      <w:tr w:rsidR="00FC7E5F" w:rsidRPr="006B3432" w14:paraId="0DF5B82F"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82DBD8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DCBE6E9"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r>
            <w:r w:rsidRPr="006B3432">
              <w:t xml:space="preserve">Numbering system used </w:t>
            </w:r>
            <w:proofErr w:type="gramStart"/>
            <w:r w:rsidRPr="006B3432">
              <w:t>following</w:t>
            </w:r>
            <w:proofErr w:type="gramEnd"/>
            <w:r w:rsidRPr="006B3432">
              <w:t xml:space="preserve"> the UK leaving the European Union. The numbering system is the same as a UK Trademark, however, has a '008' prefix, in the positions 3-5, to identify a UK </w:t>
            </w:r>
            <w:proofErr w:type="gramStart"/>
            <w:r w:rsidRPr="006B3432">
              <w:t>Trade Mark</w:t>
            </w:r>
            <w:proofErr w:type="gramEnd"/>
            <w:r w:rsidRPr="006B3432">
              <w:t xml:space="preserve"> cloned from a Madrid EU </w:t>
            </w:r>
            <w:proofErr w:type="gramStart"/>
            <w:r w:rsidRPr="006B3432">
              <w:t>Trade Mark</w:t>
            </w:r>
            <w:proofErr w:type="gramEnd"/>
            <w:r w:rsidRPr="006B3432">
              <w:t>.</w:t>
            </w:r>
          </w:p>
          <w:p w14:paraId="72666BC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5E42C50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428CAB4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13 digits</w:t>
            </w:r>
          </w:p>
          <w:p w14:paraId="29939C8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EE9E4A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42CC334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26A78A90"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047B8597"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11C0AC14" w14:textId="77777777" w:rsidR="00FC7E5F" w:rsidRPr="006B3432" w:rsidRDefault="00FC7E5F" w:rsidP="00852FF9">
            <w:pPr>
              <w:spacing w:before="120" w:after="60"/>
              <w:ind w:right="-57"/>
              <w:jc w:val="center"/>
              <w:rPr>
                <w:sz w:val="16"/>
              </w:rPr>
            </w:pPr>
            <w:r w:rsidRPr="006B3432">
              <w:rPr>
                <w:sz w:val="16"/>
              </w:rPr>
              <w:t>UK00918366943</w:t>
            </w:r>
          </w:p>
        </w:tc>
        <w:tc>
          <w:tcPr>
            <w:tcW w:w="1561" w:type="dxa"/>
            <w:tcBorders>
              <w:top w:val="single" w:sz="6" w:space="0" w:color="auto"/>
              <w:left w:val="single" w:sz="6" w:space="0" w:color="auto"/>
              <w:bottom w:val="single" w:sz="6" w:space="0" w:color="auto"/>
              <w:right w:val="single" w:sz="6" w:space="0" w:color="auto"/>
            </w:tcBorders>
          </w:tcPr>
          <w:p w14:paraId="279633EA" w14:textId="77777777" w:rsidR="00FC7E5F" w:rsidRPr="006B3432" w:rsidRDefault="00FC7E5F" w:rsidP="00852FF9">
            <w:pPr>
              <w:spacing w:before="120" w:after="60"/>
              <w:ind w:right="-57"/>
              <w:jc w:val="center"/>
              <w:rPr>
                <w:sz w:val="16"/>
              </w:rPr>
            </w:pPr>
            <w:r w:rsidRPr="006B3432">
              <w:rPr>
                <w:sz w:val="16"/>
              </w:rPr>
              <w:t>N/A</w:t>
            </w:r>
          </w:p>
        </w:tc>
        <w:tc>
          <w:tcPr>
            <w:tcW w:w="4796" w:type="dxa"/>
            <w:gridSpan w:val="2"/>
            <w:tcBorders>
              <w:top w:val="single" w:sz="6" w:space="0" w:color="auto"/>
              <w:left w:val="single" w:sz="6" w:space="0" w:color="auto"/>
              <w:bottom w:val="single" w:sz="6" w:space="0" w:color="auto"/>
              <w:right w:val="single" w:sz="6" w:space="0" w:color="auto"/>
            </w:tcBorders>
            <w:hideMark/>
          </w:tcPr>
          <w:p w14:paraId="485257C6" w14:textId="77777777" w:rsidR="00FC7E5F" w:rsidRPr="006B3432" w:rsidRDefault="00FC7E5F" w:rsidP="00852FF9">
            <w:pPr>
              <w:spacing w:before="120" w:after="60"/>
              <w:ind w:right="-57"/>
              <w:rPr>
                <w:sz w:val="16"/>
              </w:rPr>
            </w:pPr>
            <w:r w:rsidRPr="006B3432">
              <w:rPr>
                <w:sz w:val="16"/>
              </w:rPr>
              <w:t xml:space="preserve">Used from March 09, </w:t>
            </w:r>
            <w:proofErr w:type="gramStart"/>
            <w:r w:rsidRPr="006B3432">
              <w:rPr>
                <w:sz w:val="16"/>
              </w:rPr>
              <w:t>2019</w:t>
            </w:r>
            <w:proofErr w:type="gramEnd"/>
            <w:r w:rsidRPr="006B3432">
              <w:rPr>
                <w:sz w:val="16"/>
              </w:rPr>
              <w:t xml:space="preserve"> to January 1, 2025</w:t>
            </w:r>
          </w:p>
          <w:p w14:paraId="19FE1083" w14:textId="77777777" w:rsidR="00FC7E5F" w:rsidRPr="006B3432" w:rsidRDefault="00FC7E5F" w:rsidP="00852FF9">
            <w:pPr>
              <w:spacing w:before="120" w:after="60"/>
              <w:ind w:right="-57"/>
              <w:rPr>
                <w:sz w:val="16"/>
              </w:rPr>
            </w:pPr>
            <w:r w:rsidRPr="006B3432">
              <w:rPr>
                <w:sz w:val="16"/>
              </w:rPr>
              <w:t>for:  Trademarks</w:t>
            </w:r>
          </w:p>
        </w:tc>
      </w:tr>
      <w:tr w:rsidR="00FC7E5F" w:rsidRPr="006B3432" w14:paraId="2822B3C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ED8F647"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46CCB72" w14:textId="77777777" w:rsidR="00FC7E5F" w:rsidRPr="006B3432" w:rsidRDefault="00FC7E5F" w:rsidP="00FC7E5F">
            <w:pPr>
              <w:numPr>
                <w:ilvl w:val="0"/>
                <w:numId w:val="6"/>
              </w:numPr>
              <w:tabs>
                <w:tab w:val="clear" w:pos="680"/>
                <w:tab w:val="left" w:pos="284"/>
                <w:tab w:val="num" w:pos="373"/>
              </w:tabs>
              <w:spacing w:before="120" w:after="20"/>
              <w:ind w:left="1452" w:hanging="1452"/>
              <w:rPr>
                <w:sz w:val="16"/>
              </w:rPr>
            </w:pPr>
            <w:r w:rsidRPr="006B3432">
              <w:rPr>
                <w:sz w:val="16"/>
              </w:rPr>
              <w:t>Description:</w:t>
            </w:r>
            <w:r w:rsidRPr="006B3432">
              <w:rPr>
                <w:sz w:val="16"/>
              </w:rPr>
              <w:tab/>
            </w:r>
            <w:r w:rsidRPr="006B3432">
              <w:t xml:space="preserve">Numbering system used </w:t>
            </w:r>
            <w:proofErr w:type="gramStart"/>
            <w:r w:rsidRPr="006B3432">
              <w:t>following</w:t>
            </w:r>
            <w:proofErr w:type="gramEnd"/>
            <w:r w:rsidRPr="006B3432">
              <w:t xml:space="preserve"> the UK leaving the European Union. The numbering system is the same as a UK </w:t>
            </w:r>
            <w:proofErr w:type="gramStart"/>
            <w:r w:rsidRPr="006B3432">
              <w:t>Trade Mark</w:t>
            </w:r>
            <w:proofErr w:type="gramEnd"/>
            <w:r w:rsidRPr="006B3432">
              <w:t xml:space="preserve">, however, has a '009' prefix to identify a UK Trademark cloned from an EU IPO </w:t>
            </w:r>
            <w:proofErr w:type="gramStart"/>
            <w:r w:rsidRPr="006B3432">
              <w:t>Trade Mark</w:t>
            </w:r>
            <w:proofErr w:type="gramEnd"/>
            <w:r w:rsidRPr="006B3432">
              <w:t>.</w:t>
            </w:r>
          </w:p>
          <w:p w14:paraId="6CC5C37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79E840A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5E066A0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13 digits</w:t>
            </w:r>
          </w:p>
          <w:p w14:paraId="371EF43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98B17F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1DC7EBA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6586FE0"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19C8CB41"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472A3F26" w14:textId="77777777" w:rsidR="00FC7E5F" w:rsidRPr="006B3432" w:rsidRDefault="00FC7E5F" w:rsidP="00852FF9">
            <w:pPr>
              <w:spacing w:before="120" w:after="60"/>
              <w:ind w:right="-57"/>
              <w:jc w:val="center"/>
              <w:rPr>
                <w:sz w:val="16"/>
              </w:rPr>
            </w:pPr>
            <w:r w:rsidRPr="006B3432">
              <w:rPr>
                <w:sz w:val="16"/>
              </w:rPr>
              <w:t>512935 </w:t>
            </w:r>
          </w:p>
        </w:tc>
        <w:tc>
          <w:tcPr>
            <w:tcW w:w="1561" w:type="dxa"/>
            <w:tcBorders>
              <w:top w:val="single" w:sz="6" w:space="0" w:color="auto"/>
              <w:left w:val="single" w:sz="6" w:space="0" w:color="auto"/>
              <w:bottom w:val="single" w:sz="6" w:space="0" w:color="auto"/>
              <w:right w:val="single" w:sz="6" w:space="0" w:color="auto"/>
            </w:tcBorders>
          </w:tcPr>
          <w:p w14:paraId="3AC57A09" w14:textId="77777777" w:rsidR="00FC7E5F" w:rsidRPr="006B3432" w:rsidRDefault="00FC7E5F" w:rsidP="00852FF9">
            <w:pPr>
              <w:spacing w:before="120" w:after="60"/>
              <w:ind w:right="-57"/>
              <w:jc w:val="center"/>
              <w:rPr>
                <w:sz w:val="16"/>
              </w:rPr>
            </w:pPr>
            <w:r w:rsidRPr="006B3432">
              <w:rPr>
                <w:sz w:val="16"/>
              </w:rPr>
              <w:t>512935</w:t>
            </w:r>
          </w:p>
        </w:tc>
        <w:tc>
          <w:tcPr>
            <w:tcW w:w="4796" w:type="dxa"/>
            <w:gridSpan w:val="2"/>
            <w:tcBorders>
              <w:top w:val="single" w:sz="6" w:space="0" w:color="auto"/>
              <w:left w:val="single" w:sz="6" w:space="0" w:color="auto"/>
              <w:bottom w:val="single" w:sz="6" w:space="0" w:color="auto"/>
              <w:right w:val="single" w:sz="6" w:space="0" w:color="auto"/>
            </w:tcBorders>
            <w:hideMark/>
          </w:tcPr>
          <w:p w14:paraId="44E76DF5" w14:textId="77777777" w:rsidR="00FC7E5F" w:rsidRPr="006B3432" w:rsidRDefault="00FC7E5F" w:rsidP="00852FF9">
            <w:pPr>
              <w:spacing w:before="120" w:after="60"/>
              <w:ind w:right="-57"/>
              <w:rPr>
                <w:sz w:val="16"/>
              </w:rPr>
            </w:pPr>
            <w:r w:rsidRPr="006B3432">
              <w:rPr>
                <w:sz w:val="16"/>
              </w:rPr>
              <w:t>Used before 1989</w:t>
            </w:r>
          </w:p>
          <w:p w14:paraId="7D721CCD"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1E98086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19A7E67F"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942498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r w:rsidRPr="006B3432">
              <w:t xml:space="preserve">This is the number series for textile designs originally recorded on paper registrations. A continuous </w:t>
            </w:r>
            <w:proofErr w:type="gramStart"/>
            <w:r w:rsidRPr="006B3432">
              <w:t>number</w:t>
            </w:r>
            <w:proofErr w:type="gramEnd"/>
            <w:r w:rsidRPr="006B3432">
              <w:t xml:space="preserve"> series consisting of 6 </w:t>
            </w:r>
            <w:proofErr w:type="gramStart"/>
            <w:r w:rsidRPr="006B3432">
              <w:t>digit</w:t>
            </w:r>
            <w:proofErr w:type="gramEnd"/>
            <w:r w:rsidRPr="006B3432">
              <w:t xml:space="preserve"> and ranging between 512935 -515454. </w:t>
            </w:r>
          </w:p>
          <w:p w14:paraId="5F0BFDD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6A15D84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6316037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6 digits</w:t>
            </w:r>
          </w:p>
          <w:p w14:paraId="5E8FBB8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B19247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723865B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987FD5D"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010FA25E"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4FD4B1DC" w14:textId="77777777" w:rsidR="00FC7E5F" w:rsidRPr="006B3432" w:rsidRDefault="00FC7E5F" w:rsidP="00852FF9">
            <w:pPr>
              <w:spacing w:before="120" w:after="60"/>
              <w:ind w:right="-57"/>
              <w:jc w:val="center"/>
              <w:rPr>
                <w:sz w:val="16"/>
              </w:rPr>
            </w:pPr>
            <w:r w:rsidRPr="006B3432">
              <w:rPr>
                <w:sz w:val="16"/>
              </w:rPr>
              <w:t>969270 </w:t>
            </w:r>
          </w:p>
        </w:tc>
        <w:tc>
          <w:tcPr>
            <w:tcW w:w="1561" w:type="dxa"/>
            <w:tcBorders>
              <w:top w:val="single" w:sz="6" w:space="0" w:color="auto"/>
              <w:left w:val="single" w:sz="6" w:space="0" w:color="auto"/>
              <w:bottom w:val="single" w:sz="6" w:space="0" w:color="auto"/>
              <w:right w:val="single" w:sz="6" w:space="0" w:color="auto"/>
            </w:tcBorders>
          </w:tcPr>
          <w:p w14:paraId="2DB82A3A" w14:textId="77777777" w:rsidR="00FC7E5F" w:rsidRPr="006B3432" w:rsidRDefault="00FC7E5F" w:rsidP="00852FF9">
            <w:pPr>
              <w:spacing w:before="120" w:after="60"/>
              <w:ind w:right="-57"/>
              <w:jc w:val="center"/>
              <w:rPr>
                <w:sz w:val="16"/>
              </w:rPr>
            </w:pPr>
            <w:r w:rsidRPr="006B3432">
              <w:rPr>
                <w:sz w:val="16"/>
              </w:rPr>
              <w:t>969270 </w:t>
            </w:r>
          </w:p>
        </w:tc>
        <w:tc>
          <w:tcPr>
            <w:tcW w:w="4796" w:type="dxa"/>
            <w:gridSpan w:val="2"/>
            <w:tcBorders>
              <w:top w:val="single" w:sz="6" w:space="0" w:color="auto"/>
              <w:left w:val="single" w:sz="6" w:space="0" w:color="auto"/>
              <w:bottom w:val="single" w:sz="6" w:space="0" w:color="auto"/>
              <w:right w:val="single" w:sz="6" w:space="0" w:color="auto"/>
            </w:tcBorders>
            <w:hideMark/>
          </w:tcPr>
          <w:p w14:paraId="0D38C831" w14:textId="77777777" w:rsidR="00FC7E5F" w:rsidRPr="006B3432" w:rsidRDefault="00FC7E5F" w:rsidP="00852FF9">
            <w:pPr>
              <w:spacing w:before="120" w:after="60"/>
              <w:ind w:right="-57"/>
              <w:rPr>
                <w:sz w:val="16"/>
              </w:rPr>
            </w:pPr>
            <w:r w:rsidRPr="006B3432">
              <w:rPr>
                <w:sz w:val="16"/>
              </w:rPr>
              <w:t>Used before 1989</w:t>
            </w:r>
          </w:p>
          <w:p w14:paraId="5664C076"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0AA09D1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8A2876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E3057C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r w:rsidRPr="006B3432">
              <w:t xml:space="preserve">This is the number series for non-textile designs originally recorded on paper registrations. A continuous </w:t>
            </w:r>
            <w:proofErr w:type="gramStart"/>
            <w:r w:rsidRPr="006B3432">
              <w:t>number</w:t>
            </w:r>
            <w:proofErr w:type="gramEnd"/>
            <w:r w:rsidRPr="006B3432">
              <w:t xml:space="preserve"> series consisting of 6 </w:t>
            </w:r>
            <w:proofErr w:type="gramStart"/>
            <w:r w:rsidRPr="006B3432">
              <w:t>digit</w:t>
            </w:r>
            <w:proofErr w:type="gramEnd"/>
            <w:r w:rsidRPr="006B3432">
              <w:t xml:space="preserve"> and ranging between 969270 to 999995. </w:t>
            </w:r>
          </w:p>
          <w:p w14:paraId="6FA32D8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62175B0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350C0F7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6 digits</w:t>
            </w:r>
          </w:p>
          <w:p w14:paraId="2AB9D54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63782C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0273F42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EB6D61E"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GB</w:t>
            </w:r>
          </w:p>
          <w:p w14:paraId="57410C2C"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757CD490" w14:textId="77777777" w:rsidR="00FC7E5F" w:rsidRPr="006B3432" w:rsidRDefault="00FC7E5F" w:rsidP="00852FF9">
            <w:pPr>
              <w:spacing w:before="120" w:after="60"/>
              <w:ind w:right="-57"/>
              <w:jc w:val="center"/>
              <w:rPr>
                <w:sz w:val="16"/>
              </w:rPr>
            </w:pPr>
            <w:r w:rsidRPr="006B3432">
              <w:rPr>
                <w:sz w:val="16"/>
              </w:rPr>
              <w:t>600000</w:t>
            </w:r>
          </w:p>
        </w:tc>
        <w:tc>
          <w:tcPr>
            <w:tcW w:w="1561" w:type="dxa"/>
            <w:tcBorders>
              <w:top w:val="single" w:sz="6" w:space="0" w:color="auto"/>
              <w:left w:val="single" w:sz="6" w:space="0" w:color="auto"/>
              <w:bottom w:val="single" w:sz="6" w:space="0" w:color="auto"/>
              <w:right w:val="single" w:sz="6" w:space="0" w:color="auto"/>
            </w:tcBorders>
          </w:tcPr>
          <w:p w14:paraId="50F39DAF" w14:textId="77777777" w:rsidR="00FC7E5F" w:rsidRPr="006B3432" w:rsidRDefault="00FC7E5F" w:rsidP="00852FF9">
            <w:pPr>
              <w:spacing w:before="120" w:after="60"/>
              <w:ind w:right="-57"/>
              <w:jc w:val="center"/>
              <w:rPr>
                <w:sz w:val="16"/>
              </w:rPr>
            </w:pPr>
            <w:r w:rsidRPr="006B3432">
              <w:rPr>
                <w:sz w:val="16"/>
              </w:rPr>
              <w:t>600000 </w:t>
            </w:r>
          </w:p>
        </w:tc>
        <w:tc>
          <w:tcPr>
            <w:tcW w:w="4796" w:type="dxa"/>
            <w:gridSpan w:val="2"/>
            <w:tcBorders>
              <w:top w:val="single" w:sz="6" w:space="0" w:color="auto"/>
              <w:left w:val="single" w:sz="6" w:space="0" w:color="auto"/>
              <w:bottom w:val="single" w:sz="6" w:space="0" w:color="auto"/>
              <w:right w:val="single" w:sz="6" w:space="0" w:color="auto"/>
            </w:tcBorders>
            <w:hideMark/>
          </w:tcPr>
          <w:p w14:paraId="2CF528B4" w14:textId="77777777" w:rsidR="00FC7E5F" w:rsidRPr="006B3432" w:rsidRDefault="00FC7E5F" w:rsidP="00852FF9">
            <w:pPr>
              <w:spacing w:before="120" w:after="60"/>
              <w:ind w:right="-57"/>
              <w:rPr>
                <w:sz w:val="16"/>
              </w:rPr>
            </w:pPr>
            <w:r w:rsidRPr="006B3432">
              <w:rPr>
                <w:sz w:val="16"/>
              </w:rPr>
              <w:t>Used from 1989 to December 2001</w:t>
            </w:r>
          </w:p>
          <w:p w14:paraId="54274AF8"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0B9BD19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56AFAED"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4291FC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r w:rsidRPr="006B3432">
              <w:t xml:space="preserve">This is the number series for textile designs from the start of ACORD for textile designs between 1989 – December 2001. A continuous </w:t>
            </w:r>
            <w:proofErr w:type="gramStart"/>
            <w:r w:rsidRPr="006B3432">
              <w:t>number</w:t>
            </w:r>
            <w:proofErr w:type="gramEnd"/>
            <w:r w:rsidRPr="006B3432">
              <w:t xml:space="preserve"> series consisting of 7 digit and ranging between 600000 – 603204</w:t>
            </w:r>
          </w:p>
          <w:p w14:paraId="18B40EC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4EA8803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314BFBE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6 digits</w:t>
            </w:r>
          </w:p>
          <w:p w14:paraId="4B0C782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86B68A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163AC8A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3C4B41E"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5C3EE56C"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73F44A41" w14:textId="77777777" w:rsidR="00FC7E5F" w:rsidRPr="006B3432" w:rsidRDefault="00FC7E5F" w:rsidP="00852FF9">
            <w:pPr>
              <w:spacing w:before="120" w:after="60"/>
              <w:ind w:right="-57"/>
              <w:jc w:val="center"/>
              <w:rPr>
                <w:sz w:val="16"/>
              </w:rPr>
            </w:pPr>
            <w:r w:rsidRPr="006B3432">
              <w:rPr>
                <w:sz w:val="16"/>
              </w:rPr>
              <w:t>2000002</w:t>
            </w:r>
          </w:p>
        </w:tc>
        <w:tc>
          <w:tcPr>
            <w:tcW w:w="1561" w:type="dxa"/>
            <w:tcBorders>
              <w:top w:val="single" w:sz="6" w:space="0" w:color="auto"/>
              <w:left w:val="single" w:sz="6" w:space="0" w:color="auto"/>
              <w:bottom w:val="single" w:sz="6" w:space="0" w:color="auto"/>
              <w:right w:val="single" w:sz="6" w:space="0" w:color="auto"/>
            </w:tcBorders>
          </w:tcPr>
          <w:p w14:paraId="7DD1A0A3" w14:textId="77777777" w:rsidR="00FC7E5F" w:rsidRPr="006B3432" w:rsidRDefault="00FC7E5F" w:rsidP="00852FF9">
            <w:pPr>
              <w:spacing w:before="120" w:after="60"/>
              <w:ind w:right="-57"/>
              <w:jc w:val="center"/>
              <w:rPr>
                <w:sz w:val="16"/>
              </w:rPr>
            </w:pPr>
            <w:r w:rsidRPr="006B3432">
              <w:rPr>
                <w:sz w:val="16"/>
              </w:rPr>
              <w:t>2000002</w:t>
            </w:r>
          </w:p>
        </w:tc>
        <w:tc>
          <w:tcPr>
            <w:tcW w:w="4796" w:type="dxa"/>
            <w:gridSpan w:val="2"/>
            <w:tcBorders>
              <w:top w:val="single" w:sz="6" w:space="0" w:color="auto"/>
              <w:left w:val="single" w:sz="6" w:space="0" w:color="auto"/>
              <w:bottom w:val="single" w:sz="6" w:space="0" w:color="auto"/>
              <w:right w:val="single" w:sz="6" w:space="0" w:color="auto"/>
            </w:tcBorders>
            <w:hideMark/>
          </w:tcPr>
          <w:p w14:paraId="6E0C8553" w14:textId="77777777" w:rsidR="00FC7E5F" w:rsidRPr="006B3432" w:rsidRDefault="00FC7E5F" w:rsidP="00852FF9">
            <w:pPr>
              <w:spacing w:before="120" w:after="60"/>
              <w:ind w:right="-57"/>
              <w:rPr>
                <w:sz w:val="16"/>
              </w:rPr>
            </w:pPr>
            <w:r w:rsidRPr="006B3432">
              <w:rPr>
                <w:sz w:val="16"/>
              </w:rPr>
              <w:t>Used from 1989 to December 2001</w:t>
            </w:r>
          </w:p>
          <w:p w14:paraId="7163A195"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5C2CAF41"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8300AA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6148E2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r w:rsidRPr="006B3432">
              <w:t xml:space="preserve">This is the number series for non-textile designs from the start of ACORD between 1989 – December 2001. A continuous </w:t>
            </w:r>
            <w:proofErr w:type="gramStart"/>
            <w:r w:rsidRPr="006B3432">
              <w:t>number</w:t>
            </w:r>
            <w:proofErr w:type="gramEnd"/>
            <w:r w:rsidRPr="006B3432">
              <w:t xml:space="preserve"> series consisting of 7 </w:t>
            </w:r>
            <w:proofErr w:type="gramStart"/>
            <w:r w:rsidRPr="006B3432">
              <w:t>digit</w:t>
            </w:r>
            <w:proofErr w:type="gramEnd"/>
            <w:r w:rsidRPr="006B3432">
              <w:t xml:space="preserve"> and ranging between 2000002 - 2107002</w:t>
            </w:r>
          </w:p>
          <w:p w14:paraId="2D9ECCA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401D217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389AB2E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6 digits</w:t>
            </w:r>
          </w:p>
          <w:p w14:paraId="21CEBA8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2D6F97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264F9DC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94C41D5"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3D864D77"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645693D6" w14:textId="77777777" w:rsidR="00FC7E5F" w:rsidRPr="006B3432" w:rsidRDefault="00FC7E5F" w:rsidP="00852FF9">
            <w:pPr>
              <w:spacing w:before="120" w:after="60"/>
              <w:ind w:right="-57"/>
              <w:jc w:val="center"/>
              <w:rPr>
                <w:sz w:val="16"/>
              </w:rPr>
            </w:pPr>
            <w:r w:rsidRPr="006B3432">
              <w:rPr>
                <w:sz w:val="16"/>
              </w:rPr>
              <w:t>3000001</w:t>
            </w:r>
          </w:p>
        </w:tc>
        <w:tc>
          <w:tcPr>
            <w:tcW w:w="1561" w:type="dxa"/>
            <w:tcBorders>
              <w:top w:val="single" w:sz="6" w:space="0" w:color="auto"/>
              <w:left w:val="single" w:sz="6" w:space="0" w:color="auto"/>
              <w:bottom w:val="single" w:sz="6" w:space="0" w:color="auto"/>
              <w:right w:val="single" w:sz="6" w:space="0" w:color="auto"/>
            </w:tcBorders>
          </w:tcPr>
          <w:p w14:paraId="68726F20" w14:textId="77777777" w:rsidR="00FC7E5F" w:rsidRPr="006B3432" w:rsidRDefault="00FC7E5F" w:rsidP="00852FF9">
            <w:pPr>
              <w:spacing w:before="120" w:after="60"/>
              <w:ind w:right="-57"/>
              <w:jc w:val="center"/>
              <w:rPr>
                <w:sz w:val="16"/>
              </w:rPr>
            </w:pPr>
            <w:r w:rsidRPr="006B3432">
              <w:rPr>
                <w:sz w:val="16"/>
              </w:rPr>
              <w:t>3000001</w:t>
            </w:r>
          </w:p>
        </w:tc>
        <w:tc>
          <w:tcPr>
            <w:tcW w:w="4796" w:type="dxa"/>
            <w:gridSpan w:val="2"/>
            <w:tcBorders>
              <w:top w:val="single" w:sz="6" w:space="0" w:color="auto"/>
              <w:left w:val="single" w:sz="6" w:space="0" w:color="auto"/>
              <w:bottom w:val="single" w:sz="6" w:space="0" w:color="auto"/>
              <w:right w:val="single" w:sz="6" w:space="0" w:color="auto"/>
            </w:tcBorders>
            <w:hideMark/>
          </w:tcPr>
          <w:p w14:paraId="091E1E88" w14:textId="77777777" w:rsidR="00FC7E5F" w:rsidRPr="006B3432" w:rsidRDefault="00FC7E5F" w:rsidP="00852FF9">
            <w:pPr>
              <w:spacing w:before="120" w:after="60"/>
              <w:ind w:right="-57"/>
              <w:rPr>
                <w:sz w:val="16"/>
              </w:rPr>
            </w:pPr>
            <w:r w:rsidRPr="006B3432">
              <w:rPr>
                <w:sz w:val="16"/>
              </w:rPr>
              <w:t>Used from December 2001 to October 2006</w:t>
            </w:r>
          </w:p>
          <w:p w14:paraId="6385FD34"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6E53C7C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76434EE"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3A4F684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r w:rsidRPr="006B3432">
              <w:t xml:space="preserve">This is </w:t>
            </w:r>
            <w:proofErr w:type="gramStart"/>
            <w:r w:rsidRPr="006B3432">
              <w:t>the number</w:t>
            </w:r>
            <w:proofErr w:type="gramEnd"/>
            <w:r w:rsidRPr="006B3432">
              <w:t xml:space="preserve"> series that covered all design types and was implemented following legislative change in 2001. A continuous </w:t>
            </w:r>
            <w:proofErr w:type="gramStart"/>
            <w:r w:rsidRPr="006B3432">
              <w:t>number</w:t>
            </w:r>
            <w:proofErr w:type="gramEnd"/>
            <w:r w:rsidRPr="006B3432">
              <w:t xml:space="preserve"> series consisting of 7 </w:t>
            </w:r>
            <w:proofErr w:type="gramStart"/>
            <w:r w:rsidRPr="006B3432">
              <w:t>digit</w:t>
            </w:r>
            <w:proofErr w:type="gramEnd"/>
            <w:r w:rsidRPr="006B3432">
              <w:t xml:space="preserve"> and ranging between 3000001 - 3026094</w:t>
            </w:r>
          </w:p>
          <w:p w14:paraId="136123A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10A14A5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16AD6D1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7 digits</w:t>
            </w:r>
          </w:p>
          <w:p w14:paraId="163F709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ACE104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4C89925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F237EB9"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2FC154DA"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26E0FA46" w14:textId="77777777" w:rsidR="00FC7E5F" w:rsidRPr="006B3432" w:rsidRDefault="00FC7E5F" w:rsidP="00852FF9">
            <w:pPr>
              <w:spacing w:before="120" w:after="60"/>
              <w:ind w:right="-57"/>
              <w:jc w:val="center"/>
              <w:rPr>
                <w:sz w:val="16"/>
              </w:rPr>
            </w:pPr>
            <w:r w:rsidRPr="006B3432">
              <w:rPr>
                <w:sz w:val="16"/>
              </w:rPr>
              <w:t>4000000</w:t>
            </w:r>
          </w:p>
        </w:tc>
        <w:tc>
          <w:tcPr>
            <w:tcW w:w="1561" w:type="dxa"/>
            <w:tcBorders>
              <w:top w:val="single" w:sz="6" w:space="0" w:color="auto"/>
              <w:left w:val="single" w:sz="6" w:space="0" w:color="auto"/>
              <w:bottom w:val="single" w:sz="6" w:space="0" w:color="auto"/>
              <w:right w:val="single" w:sz="6" w:space="0" w:color="auto"/>
            </w:tcBorders>
          </w:tcPr>
          <w:p w14:paraId="1FEE296C" w14:textId="77777777" w:rsidR="00FC7E5F" w:rsidRPr="006B3432" w:rsidRDefault="00FC7E5F" w:rsidP="00852FF9">
            <w:pPr>
              <w:spacing w:before="120" w:after="60"/>
              <w:ind w:right="-57"/>
              <w:jc w:val="center"/>
              <w:rPr>
                <w:sz w:val="16"/>
              </w:rPr>
            </w:pPr>
            <w:r w:rsidRPr="006B3432">
              <w:rPr>
                <w:sz w:val="16"/>
              </w:rPr>
              <w:t>4000000</w:t>
            </w:r>
          </w:p>
        </w:tc>
        <w:tc>
          <w:tcPr>
            <w:tcW w:w="4796" w:type="dxa"/>
            <w:gridSpan w:val="2"/>
            <w:tcBorders>
              <w:top w:val="single" w:sz="6" w:space="0" w:color="auto"/>
              <w:left w:val="single" w:sz="6" w:space="0" w:color="auto"/>
              <w:bottom w:val="single" w:sz="6" w:space="0" w:color="auto"/>
              <w:right w:val="single" w:sz="6" w:space="0" w:color="auto"/>
            </w:tcBorders>
            <w:hideMark/>
          </w:tcPr>
          <w:p w14:paraId="0EB7CD7C" w14:textId="77777777" w:rsidR="00FC7E5F" w:rsidRPr="006B3432" w:rsidRDefault="00FC7E5F" w:rsidP="00852FF9">
            <w:pPr>
              <w:spacing w:before="120" w:after="60"/>
              <w:ind w:right="-57"/>
              <w:rPr>
                <w:sz w:val="16"/>
              </w:rPr>
            </w:pPr>
            <w:r w:rsidRPr="006B3432">
              <w:rPr>
                <w:sz w:val="16"/>
              </w:rPr>
              <w:t>Used from November 2006 to December 08,2006</w:t>
            </w:r>
          </w:p>
          <w:p w14:paraId="3C52B8D5"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57B8935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4C071C4"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75D95BB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t xml:space="preserve">This number range was initiated to signal the end of examination on novelty grounds. A continuous number of series consisting of 7 </w:t>
            </w:r>
            <w:proofErr w:type="gramStart"/>
            <w:r w:rsidRPr="006B3432">
              <w:rPr>
                <w:sz w:val="16"/>
              </w:rPr>
              <w:t>digit</w:t>
            </w:r>
            <w:proofErr w:type="gramEnd"/>
            <w:r w:rsidRPr="006B3432">
              <w:rPr>
                <w:sz w:val="16"/>
              </w:rPr>
              <w:t xml:space="preserve"> and ranging between 4000000- 4054006</w:t>
            </w:r>
          </w:p>
          <w:p w14:paraId="2E9FA04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3CD534F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5A5E9C4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7 digits</w:t>
            </w:r>
          </w:p>
          <w:p w14:paraId="7A9E763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2C29B95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2147908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EF8CAFD"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GB</w:t>
            </w:r>
          </w:p>
          <w:p w14:paraId="09904513"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7EB6925C" w14:textId="77777777" w:rsidR="00FC7E5F" w:rsidRPr="006B3432" w:rsidRDefault="00FC7E5F" w:rsidP="00852FF9">
            <w:pPr>
              <w:spacing w:before="120" w:after="60"/>
              <w:ind w:right="-57"/>
              <w:jc w:val="center"/>
              <w:rPr>
                <w:sz w:val="16"/>
              </w:rPr>
            </w:pPr>
            <w:r w:rsidRPr="006B3432">
              <w:rPr>
                <w:sz w:val="16"/>
              </w:rPr>
              <w:t>5004749</w:t>
            </w:r>
          </w:p>
        </w:tc>
        <w:tc>
          <w:tcPr>
            <w:tcW w:w="1561" w:type="dxa"/>
            <w:tcBorders>
              <w:top w:val="single" w:sz="6" w:space="0" w:color="auto"/>
              <w:left w:val="single" w:sz="6" w:space="0" w:color="auto"/>
              <w:bottom w:val="single" w:sz="6" w:space="0" w:color="auto"/>
              <w:right w:val="single" w:sz="6" w:space="0" w:color="auto"/>
            </w:tcBorders>
          </w:tcPr>
          <w:p w14:paraId="3D19D6EC" w14:textId="77777777" w:rsidR="00FC7E5F" w:rsidRPr="006B3432" w:rsidRDefault="00FC7E5F" w:rsidP="00852FF9">
            <w:pPr>
              <w:spacing w:before="120" w:after="60"/>
              <w:ind w:right="-57"/>
              <w:jc w:val="center"/>
              <w:rPr>
                <w:sz w:val="16"/>
              </w:rPr>
            </w:pPr>
            <w:r w:rsidRPr="006B3432">
              <w:rPr>
                <w:sz w:val="16"/>
              </w:rPr>
              <w:t>5004749</w:t>
            </w:r>
          </w:p>
        </w:tc>
        <w:tc>
          <w:tcPr>
            <w:tcW w:w="4796" w:type="dxa"/>
            <w:gridSpan w:val="2"/>
            <w:tcBorders>
              <w:top w:val="single" w:sz="6" w:space="0" w:color="auto"/>
              <w:left w:val="single" w:sz="6" w:space="0" w:color="auto"/>
              <w:bottom w:val="single" w:sz="6" w:space="0" w:color="auto"/>
              <w:right w:val="single" w:sz="6" w:space="0" w:color="auto"/>
            </w:tcBorders>
            <w:hideMark/>
          </w:tcPr>
          <w:p w14:paraId="2356ED2F" w14:textId="77777777" w:rsidR="00FC7E5F" w:rsidRPr="006B3432" w:rsidRDefault="00FC7E5F" w:rsidP="00852FF9">
            <w:pPr>
              <w:spacing w:before="120" w:after="60"/>
              <w:ind w:right="-57"/>
              <w:rPr>
                <w:sz w:val="16"/>
              </w:rPr>
            </w:pPr>
            <w:r w:rsidRPr="006B3432">
              <w:rPr>
                <w:sz w:val="16"/>
              </w:rPr>
              <w:t xml:space="preserve">Used from January 5, </w:t>
            </w:r>
            <w:proofErr w:type="gramStart"/>
            <w:r w:rsidRPr="006B3432">
              <w:rPr>
                <w:sz w:val="16"/>
              </w:rPr>
              <w:t>2015</w:t>
            </w:r>
            <w:proofErr w:type="gramEnd"/>
            <w:r w:rsidRPr="006B3432">
              <w:rPr>
                <w:sz w:val="16"/>
              </w:rPr>
              <w:t xml:space="preserve"> to September 3,2016</w:t>
            </w:r>
          </w:p>
          <w:p w14:paraId="58D5E88F"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43721AA9"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180C8C3"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4A2B76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t xml:space="preserve">This number range was given to the first designs filed via the electronic web-filing system. A continuous </w:t>
            </w:r>
            <w:proofErr w:type="gramStart"/>
            <w:r w:rsidRPr="006B3432">
              <w:rPr>
                <w:sz w:val="16"/>
              </w:rPr>
              <w:t>number</w:t>
            </w:r>
            <w:proofErr w:type="gramEnd"/>
            <w:r w:rsidRPr="006B3432">
              <w:rPr>
                <w:sz w:val="16"/>
              </w:rPr>
              <w:t xml:space="preserve"> series consisting of 7 </w:t>
            </w:r>
            <w:proofErr w:type="gramStart"/>
            <w:r w:rsidRPr="006B3432">
              <w:rPr>
                <w:sz w:val="16"/>
              </w:rPr>
              <w:t>digit</w:t>
            </w:r>
            <w:proofErr w:type="gramEnd"/>
            <w:r w:rsidRPr="006B3432">
              <w:rPr>
                <w:sz w:val="16"/>
              </w:rPr>
              <w:t xml:space="preserve"> and ranging between 5000000 to 5004749</w:t>
            </w:r>
          </w:p>
          <w:p w14:paraId="0161FC9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2723624E"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137F081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7 digits</w:t>
            </w:r>
          </w:p>
          <w:p w14:paraId="0B65C00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59844C5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4275F20B"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B758E3A"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37DE0FD4"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5D11F9CD" w14:textId="77777777" w:rsidR="00FC7E5F" w:rsidRPr="006B3432" w:rsidRDefault="00FC7E5F" w:rsidP="00852FF9">
            <w:pPr>
              <w:spacing w:before="120" w:after="60"/>
              <w:ind w:right="-57"/>
              <w:jc w:val="center"/>
              <w:rPr>
                <w:sz w:val="16"/>
              </w:rPr>
            </w:pPr>
            <w:r w:rsidRPr="006B3432">
              <w:rPr>
                <w:sz w:val="16"/>
              </w:rPr>
              <w:t>90080259020003</w:t>
            </w:r>
          </w:p>
        </w:tc>
        <w:tc>
          <w:tcPr>
            <w:tcW w:w="1561" w:type="dxa"/>
            <w:tcBorders>
              <w:top w:val="single" w:sz="6" w:space="0" w:color="auto"/>
              <w:left w:val="single" w:sz="6" w:space="0" w:color="auto"/>
              <w:bottom w:val="single" w:sz="6" w:space="0" w:color="auto"/>
              <w:right w:val="single" w:sz="6" w:space="0" w:color="auto"/>
            </w:tcBorders>
          </w:tcPr>
          <w:p w14:paraId="15A919BF" w14:textId="77777777" w:rsidR="00FC7E5F" w:rsidRPr="006B3432" w:rsidRDefault="00FC7E5F" w:rsidP="00852FF9">
            <w:pPr>
              <w:spacing w:before="120" w:after="60"/>
              <w:ind w:right="-57"/>
              <w:jc w:val="center"/>
              <w:rPr>
                <w:sz w:val="16"/>
              </w:rPr>
            </w:pPr>
            <w:r w:rsidRPr="006B3432">
              <w:rPr>
                <w:sz w:val="16"/>
              </w:rPr>
              <w:t>N/A</w:t>
            </w:r>
          </w:p>
        </w:tc>
        <w:tc>
          <w:tcPr>
            <w:tcW w:w="4796" w:type="dxa"/>
            <w:gridSpan w:val="2"/>
            <w:tcBorders>
              <w:top w:val="single" w:sz="6" w:space="0" w:color="auto"/>
              <w:left w:val="single" w:sz="6" w:space="0" w:color="auto"/>
              <w:bottom w:val="single" w:sz="6" w:space="0" w:color="auto"/>
              <w:right w:val="single" w:sz="6" w:space="0" w:color="auto"/>
            </w:tcBorders>
            <w:hideMark/>
          </w:tcPr>
          <w:p w14:paraId="134D79EC" w14:textId="77777777" w:rsidR="00FC7E5F" w:rsidRPr="006B3432" w:rsidRDefault="00FC7E5F" w:rsidP="00852FF9">
            <w:pPr>
              <w:spacing w:before="120" w:after="60"/>
              <w:ind w:right="-57"/>
              <w:rPr>
                <w:sz w:val="16"/>
              </w:rPr>
            </w:pPr>
            <w:r w:rsidRPr="006B3432">
              <w:rPr>
                <w:sz w:val="16"/>
              </w:rPr>
              <w:t xml:space="preserve">Used from December 31, </w:t>
            </w:r>
            <w:proofErr w:type="gramStart"/>
            <w:r w:rsidRPr="006B3432">
              <w:rPr>
                <w:sz w:val="16"/>
              </w:rPr>
              <w:t>2020</w:t>
            </w:r>
            <w:proofErr w:type="gramEnd"/>
            <w:r w:rsidRPr="006B3432">
              <w:rPr>
                <w:sz w:val="16"/>
              </w:rPr>
              <w:t xml:space="preserve"> to January 1,2025</w:t>
            </w:r>
          </w:p>
          <w:p w14:paraId="1E4B1BCB"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5521165E"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1D36BC9"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6DAC50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t>This is the number series given to EUIPO clones. The make-up of the design number is in 3 parts. Initial prefix of '900' indicating the design(s) were cloned from an EU registered design. The next 7 digits are the original EUIPO filing number. Followed by a 4-digit serial number indicating the number of the individual design</w:t>
            </w:r>
          </w:p>
          <w:p w14:paraId="71C6650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631FA20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4F98B02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14 digits</w:t>
            </w:r>
          </w:p>
          <w:p w14:paraId="2FAAA36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04C95F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64C87B6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163E97D" w14:textId="77777777" w:rsidR="00FC7E5F" w:rsidRPr="006B3432" w:rsidRDefault="00FC7E5F" w:rsidP="00852FF9">
            <w:pPr>
              <w:keepNext/>
              <w:spacing w:before="120"/>
              <w:ind w:left="-57" w:right="-57"/>
              <w:jc w:val="center"/>
              <w:rPr>
                <w:b/>
                <w:sz w:val="16"/>
                <w:szCs w:val="16"/>
              </w:rPr>
            </w:pPr>
            <w:r w:rsidRPr="006B3432">
              <w:rPr>
                <w:b/>
                <w:noProof/>
                <w:sz w:val="16"/>
                <w:szCs w:val="16"/>
              </w:rPr>
              <w:t>GB</w:t>
            </w:r>
          </w:p>
          <w:p w14:paraId="21015C58" w14:textId="77777777" w:rsidR="00FC7E5F" w:rsidRPr="006B3432" w:rsidRDefault="00FC7E5F" w:rsidP="00852FF9">
            <w:pPr>
              <w:keepNext/>
              <w:spacing w:before="120"/>
              <w:ind w:left="-57" w:right="-57"/>
              <w:jc w:val="center"/>
              <w:rPr>
                <w:b/>
                <w:sz w:val="16"/>
                <w:szCs w:val="16"/>
              </w:rPr>
            </w:pPr>
            <w:r w:rsidRPr="006B3432">
              <w:rPr>
                <w:b/>
                <w:noProof/>
                <w:sz w:val="16"/>
                <w:szCs w:val="16"/>
              </w:rPr>
              <w:t>UNITED KINGDOM</w:t>
            </w:r>
          </w:p>
        </w:tc>
        <w:tc>
          <w:tcPr>
            <w:tcW w:w="1560" w:type="dxa"/>
            <w:tcBorders>
              <w:top w:val="single" w:sz="6" w:space="0" w:color="auto"/>
              <w:left w:val="single" w:sz="6" w:space="0" w:color="auto"/>
              <w:bottom w:val="single" w:sz="6" w:space="0" w:color="auto"/>
              <w:right w:val="single" w:sz="6" w:space="0" w:color="auto"/>
            </w:tcBorders>
            <w:hideMark/>
          </w:tcPr>
          <w:p w14:paraId="4C40603A" w14:textId="77777777" w:rsidR="00FC7E5F" w:rsidRPr="006B3432" w:rsidRDefault="00FC7E5F" w:rsidP="00852FF9">
            <w:pPr>
              <w:spacing w:before="120" w:after="60"/>
              <w:ind w:right="-57"/>
              <w:jc w:val="center"/>
              <w:rPr>
                <w:sz w:val="16"/>
              </w:rPr>
            </w:pPr>
            <w:r w:rsidRPr="006B3432">
              <w:rPr>
                <w:sz w:val="16"/>
              </w:rPr>
              <w:t>81025260001000</w:t>
            </w:r>
          </w:p>
        </w:tc>
        <w:tc>
          <w:tcPr>
            <w:tcW w:w="1561" w:type="dxa"/>
            <w:tcBorders>
              <w:top w:val="single" w:sz="6" w:space="0" w:color="auto"/>
              <w:left w:val="single" w:sz="6" w:space="0" w:color="auto"/>
              <w:bottom w:val="single" w:sz="6" w:space="0" w:color="auto"/>
              <w:right w:val="single" w:sz="6" w:space="0" w:color="auto"/>
            </w:tcBorders>
          </w:tcPr>
          <w:p w14:paraId="5CB87D1E" w14:textId="77777777" w:rsidR="00FC7E5F" w:rsidRPr="006B3432" w:rsidRDefault="00FC7E5F" w:rsidP="00852FF9">
            <w:pPr>
              <w:spacing w:before="120" w:after="60"/>
              <w:ind w:right="-57"/>
              <w:jc w:val="center"/>
              <w:rPr>
                <w:sz w:val="16"/>
              </w:rPr>
            </w:pPr>
            <w:r w:rsidRPr="006B3432">
              <w:rPr>
                <w:sz w:val="16"/>
              </w:rPr>
              <w:t>N/A</w:t>
            </w:r>
          </w:p>
        </w:tc>
        <w:tc>
          <w:tcPr>
            <w:tcW w:w="4796" w:type="dxa"/>
            <w:gridSpan w:val="2"/>
            <w:tcBorders>
              <w:top w:val="single" w:sz="6" w:space="0" w:color="auto"/>
              <w:left w:val="single" w:sz="6" w:space="0" w:color="auto"/>
              <w:bottom w:val="single" w:sz="6" w:space="0" w:color="auto"/>
              <w:right w:val="single" w:sz="6" w:space="0" w:color="auto"/>
            </w:tcBorders>
            <w:hideMark/>
          </w:tcPr>
          <w:p w14:paraId="2CA4BEE4" w14:textId="77777777" w:rsidR="00FC7E5F" w:rsidRPr="006B3432" w:rsidRDefault="00FC7E5F" w:rsidP="00852FF9">
            <w:pPr>
              <w:spacing w:before="120" w:after="60"/>
              <w:ind w:right="-57"/>
              <w:rPr>
                <w:sz w:val="16"/>
              </w:rPr>
            </w:pPr>
            <w:r w:rsidRPr="006B3432">
              <w:rPr>
                <w:sz w:val="16"/>
              </w:rPr>
              <w:t xml:space="preserve">Used from December 31, </w:t>
            </w:r>
            <w:proofErr w:type="gramStart"/>
            <w:r w:rsidRPr="006B3432">
              <w:rPr>
                <w:sz w:val="16"/>
              </w:rPr>
              <w:t>2020</w:t>
            </w:r>
            <w:proofErr w:type="gramEnd"/>
            <w:r w:rsidRPr="006B3432">
              <w:rPr>
                <w:sz w:val="16"/>
              </w:rPr>
              <w:t xml:space="preserve"> to January 1,2025</w:t>
            </w:r>
          </w:p>
          <w:p w14:paraId="473C063F" w14:textId="77777777" w:rsidR="00FC7E5F" w:rsidRPr="006B3432" w:rsidRDefault="00FC7E5F" w:rsidP="00852FF9">
            <w:pPr>
              <w:spacing w:before="120" w:after="60"/>
              <w:ind w:right="-57"/>
              <w:rPr>
                <w:sz w:val="16"/>
              </w:rPr>
            </w:pPr>
            <w:r w:rsidRPr="006B3432">
              <w:rPr>
                <w:sz w:val="16"/>
              </w:rPr>
              <w:t>for:  Industrial Designs</w:t>
            </w:r>
          </w:p>
        </w:tc>
      </w:tr>
      <w:tr w:rsidR="00FC7E5F" w:rsidRPr="006B3432" w14:paraId="2A1C350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A33C495"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F098CF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t>This is the number series given to WIPO clones. The make-up of the design number is in 4 parts. Initial prefix of '8' indicating the design(s) was/were cloned from an International Hague registration.  The next 6 digits are the Hague International filing number of the IR. Followed by a 4-digit serial number indicating the number of the individual design and a 3-digit suffix of '000'.</w:t>
            </w:r>
          </w:p>
          <w:p w14:paraId="1C722E9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6372DDB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48B023B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14 digits</w:t>
            </w:r>
          </w:p>
          <w:p w14:paraId="2857482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778A34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5511BD0F"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72B38C5" w14:textId="77777777" w:rsidR="00FC7E5F" w:rsidRPr="006B3432" w:rsidRDefault="00FC7E5F" w:rsidP="00852FF9">
            <w:pPr>
              <w:keepNext/>
              <w:spacing w:before="120"/>
              <w:ind w:left="-57" w:right="-57"/>
              <w:jc w:val="center"/>
              <w:rPr>
                <w:b/>
                <w:sz w:val="16"/>
                <w:szCs w:val="16"/>
              </w:rPr>
            </w:pPr>
            <w:r w:rsidRPr="006B3432">
              <w:rPr>
                <w:b/>
                <w:noProof/>
                <w:sz w:val="16"/>
                <w:szCs w:val="16"/>
              </w:rPr>
              <w:t>GE</w:t>
            </w:r>
          </w:p>
          <w:p w14:paraId="702D8E44" w14:textId="77777777" w:rsidR="00FC7E5F" w:rsidRPr="006B3432" w:rsidRDefault="00FC7E5F" w:rsidP="00852FF9">
            <w:pPr>
              <w:keepNext/>
              <w:spacing w:before="120"/>
              <w:ind w:left="-57" w:right="-57"/>
              <w:jc w:val="center"/>
              <w:rPr>
                <w:b/>
                <w:sz w:val="16"/>
                <w:szCs w:val="16"/>
              </w:rPr>
            </w:pPr>
            <w:r w:rsidRPr="006B3432">
              <w:rPr>
                <w:b/>
                <w:noProof/>
                <w:sz w:val="16"/>
                <w:szCs w:val="16"/>
              </w:rPr>
              <w:t>GEORGIA</w:t>
            </w:r>
          </w:p>
        </w:tc>
        <w:tc>
          <w:tcPr>
            <w:tcW w:w="1560" w:type="dxa"/>
            <w:tcBorders>
              <w:top w:val="single" w:sz="6" w:space="0" w:color="auto"/>
              <w:left w:val="single" w:sz="6" w:space="0" w:color="auto"/>
              <w:bottom w:val="single" w:sz="6" w:space="0" w:color="auto"/>
              <w:right w:val="single" w:sz="6" w:space="0" w:color="auto"/>
            </w:tcBorders>
            <w:hideMark/>
          </w:tcPr>
          <w:p w14:paraId="1EB7C975" w14:textId="77777777" w:rsidR="00FC7E5F" w:rsidRPr="006B3432" w:rsidRDefault="00FC7E5F" w:rsidP="00852FF9">
            <w:pPr>
              <w:spacing w:before="120" w:after="60"/>
              <w:ind w:right="-57"/>
              <w:jc w:val="center"/>
              <w:rPr>
                <w:sz w:val="16"/>
              </w:rPr>
            </w:pPr>
            <w:r w:rsidRPr="006B3432">
              <w:rPr>
                <w:sz w:val="16"/>
              </w:rPr>
              <w:t>000171</w:t>
            </w:r>
          </w:p>
          <w:p w14:paraId="0BB83FA2" w14:textId="77777777" w:rsidR="00FC7E5F" w:rsidRPr="006B3432" w:rsidRDefault="00FC7E5F" w:rsidP="00852FF9">
            <w:pPr>
              <w:spacing w:before="120" w:after="60"/>
              <w:ind w:right="-57"/>
              <w:jc w:val="center"/>
              <w:rPr>
                <w:sz w:val="16"/>
              </w:rPr>
            </w:pPr>
            <w:r w:rsidRPr="006B3432">
              <w:rPr>
                <w:sz w:val="16"/>
              </w:rPr>
              <w:t>000447</w:t>
            </w:r>
          </w:p>
        </w:tc>
        <w:tc>
          <w:tcPr>
            <w:tcW w:w="1561" w:type="dxa"/>
            <w:tcBorders>
              <w:top w:val="single" w:sz="6" w:space="0" w:color="auto"/>
              <w:left w:val="single" w:sz="6" w:space="0" w:color="auto"/>
              <w:bottom w:val="single" w:sz="6" w:space="0" w:color="auto"/>
              <w:right w:val="single" w:sz="6" w:space="0" w:color="auto"/>
            </w:tcBorders>
          </w:tcPr>
          <w:p w14:paraId="366DF12F" w14:textId="77777777" w:rsidR="00FC7E5F" w:rsidRPr="006B3432" w:rsidRDefault="00FC7E5F" w:rsidP="00852FF9">
            <w:pPr>
              <w:spacing w:before="120" w:after="60"/>
              <w:ind w:right="-57"/>
              <w:jc w:val="center"/>
              <w:rPr>
                <w:sz w:val="16"/>
              </w:rPr>
            </w:pPr>
            <w:r w:rsidRPr="006B3432">
              <w:rPr>
                <w:sz w:val="16"/>
              </w:rPr>
              <w:t>000171</w:t>
            </w:r>
          </w:p>
          <w:p w14:paraId="32CA6EEB" w14:textId="77777777" w:rsidR="00FC7E5F" w:rsidRPr="006B3432" w:rsidRDefault="00FC7E5F" w:rsidP="00852FF9">
            <w:pPr>
              <w:spacing w:before="120" w:after="60"/>
              <w:ind w:right="-57"/>
              <w:jc w:val="center"/>
              <w:rPr>
                <w:sz w:val="16"/>
              </w:rPr>
            </w:pPr>
            <w:r w:rsidRPr="006B3432">
              <w:rPr>
                <w:sz w:val="16"/>
              </w:rPr>
              <w:t>000447</w:t>
            </w:r>
          </w:p>
        </w:tc>
        <w:tc>
          <w:tcPr>
            <w:tcW w:w="4796" w:type="dxa"/>
            <w:gridSpan w:val="2"/>
            <w:tcBorders>
              <w:top w:val="single" w:sz="6" w:space="0" w:color="auto"/>
              <w:left w:val="single" w:sz="6" w:space="0" w:color="auto"/>
              <w:bottom w:val="single" w:sz="6" w:space="0" w:color="auto"/>
              <w:right w:val="single" w:sz="6" w:space="0" w:color="auto"/>
            </w:tcBorders>
            <w:hideMark/>
          </w:tcPr>
          <w:p w14:paraId="1B0DF4DB" w14:textId="77777777" w:rsidR="00FC7E5F" w:rsidRPr="006B3432" w:rsidRDefault="00FC7E5F" w:rsidP="00852FF9">
            <w:pPr>
              <w:spacing w:before="120" w:after="60"/>
              <w:ind w:right="-57"/>
              <w:rPr>
                <w:sz w:val="16"/>
              </w:rPr>
            </w:pPr>
            <w:r w:rsidRPr="006B3432">
              <w:rPr>
                <w:sz w:val="16"/>
              </w:rPr>
              <w:t xml:space="preserve">Used until 1992 </w:t>
            </w:r>
          </w:p>
          <w:p w14:paraId="017733FA" w14:textId="77777777" w:rsidR="00FC7E5F" w:rsidRPr="006B3432" w:rsidRDefault="00FC7E5F" w:rsidP="00852FF9">
            <w:pPr>
              <w:spacing w:before="120" w:after="60"/>
              <w:ind w:right="-57"/>
              <w:rPr>
                <w:sz w:val="16"/>
              </w:rPr>
            </w:pPr>
            <w:r w:rsidRPr="006B3432">
              <w:rPr>
                <w:sz w:val="16"/>
              </w:rPr>
              <w:t>for</w:t>
            </w:r>
            <w:proofErr w:type="gramStart"/>
            <w:r w:rsidRPr="006B3432">
              <w:rPr>
                <w:sz w:val="16"/>
              </w:rPr>
              <w:t>:  Patents</w:t>
            </w:r>
            <w:proofErr w:type="gramEnd"/>
            <w:r w:rsidRPr="006B3432">
              <w:rPr>
                <w:sz w:val="16"/>
              </w:rPr>
              <w:t> and Utility models</w:t>
            </w:r>
          </w:p>
        </w:tc>
      </w:tr>
      <w:tr w:rsidR="00FC7E5F" w:rsidRPr="006B3432" w14:paraId="338F2B4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48ECDFB"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580D9D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p>
          <w:p w14:paraId="0B320E2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1A54FFF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49EBDFB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6 digits on the position 1-6</w:t>
            </w:r>
          </w:p>
          <w:p w14:paraId="78F1A85F"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69D5364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C7E5F" w:rsidRPr="006B3432" w14:paraId="101C4D7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167B8667"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GE</w:t>
            </w:r>
          </w:p>
          <w:p w14:paraId="1BDFE7D3" w14:textId="77777777" w:rsidR="00FC7E5F" w:rsidRPr="006B3432" w:rsidRDefault="00FC7E5F" w:rsidP="00852FF9">
            <w:pPr>
              <w:keepNext/>
              <w:spacing w:before="120"/>
              <w:ind w:left="-57" w:right="-57"/>
              <w:jc w:val="center"/>
              <w:rPr>
                <w:b/>
                <w:sz w:val="16"/>
                <w:szCs w:val="16"/>
              </w:rPr>
            </w:pPr>
            <w:r w:rsidRPr="006B3432">
              <w:rPr>
                <w:b/>
                <w:noProof/>
                <w:sz w:val="16"/>
                <w:szCs w:val="16"/>
              </w:rPr>
              <w:t>GEORGIA</w:t>
            </w:r>
          </w:p>
        </w:tc>
        <w:tc>
          <w:tcPr>
            <w:tcW w:w="1560" w:type="dxa"/>
            <w:tcBorders>
              <w:top w:val="single" w:sz="6" w:space="0" w:color="auto"/>
              <w:left w:val="single" w:sz="6" w:space="0" w:color="auto"/>
              <w:bottom w:val="single" w:sz="6" w:space="0" w:color="auto"/>
              <w:right w:val="single" w:sz="6" w:space="0" w:color="auto"/>
            </w:tcBorders>
            <w:hideMark/>
          </w:tcPr>
          <w:p w14:paraId="77CD4B49" w14:textId="77777777" w:rsidR="00FC7E5F" w:rsidRPr="006B3432" w:rsidRDefault="00FC7E5F" w:rsidP="00852FF9">
            <w:pPr>
              <w:spacing w:before="120" w:after="60"/>
              <w:ind w:right="-57"/>
              <w:jc w:val="center"/>
              <w:rPr>
                <w:sz w:val="16"/>
              </w:rPr>
            </w:pPr>
            <w:r w:rsidRPr="006B3432">
              <w:rPr>
                <w:sz w:val="16"/>
              </w:rPr>
              <w:t>000171</w:t>
            </w:r>
          </w:p>
          <w:p w14:paraId="19CE3438" w14:textId="77777777" w:rsidR="00FC7E5F" w:rsidRPr="006B3432" w:rsidRDefault="00FC7E5F" w:rsidP="00852FF9">
            <w:pPr>
              <w:spacing w:before="120" w:after="60"/>
              <w:ind w:right="-57"/>
              <w:jc w:val="center"/>
              <w:rPr>
                <w:sz w:val="16"/>
              </w:rPr>
            </w:pPr>
            <w:r w:rsidRPr="006B3432">
              <w:rPr>
                <w:sz w:val="16"/>
              </w:rPr>
              <w:t>000447</w:t>
            </w:r>
          </w:p>
        </w:tc>
        <w:tc>
          <w:tcPr>
            <w:tcW w:w="1561" w:type="dxa"/>
            <w:tcBorders>
              <w:top w:val="single" w:sz="6" w:space="0" w:color="auto"/>
              <w:left w:val="single" w:sz="6" w:space="0" w:color="auto"/>
              <w:bottom w:val="single" w:sz="6" w:space="0" w:color="auto"/>
              <w:right w:val="single" w:sz="6" w:space="0" w:color="auto"/>
            </w:tcBorders>
          </w:tcPr>
          <w:p w14:paraId="16B61632" w14:textId="77777777" w:rsidR="00FC7E5F" w:rsidRPr="006B3432" w:rsidRDefault="00FC7E5F" w:rsidP="00852FF9">
            <w:pPr>
              <w:spacing w:before="120" w:after="60"/>
              <w:ind w:right="-57"/>
              <w:jc w:val="center"/>
              <w:rPr>
                <w:sz w:val="16"/>
              </w:rPr>
            </w:pPr>
            <w:r w:rsidRPr="006B3432">
              <w:rPr>
                <w:sz w:val="16"/>
              </w:rPr>
              <w:t>000171</w:t>
            </w:r>
          </w:p>
          <w:p w14:paraId="627E4B70" w14:textId="77777777" w:rsidR="00FC7E5F" w:rsidRPr="006B3432" w:rsidRDefault="00FC7E5F" w:rsidP="00852FF9">
            <w:pPr>
              <w:spacing w:before="120" w:after="60"/>
              <w:ind w:right="-57"/>
              <w:jc w:val="center"/>
              <w:rPr>
                <w:sz w:val="16"/>
              </w:rPr>
            </w:pPr>
            <w:r w:rsidRPr="006B3432">
              <w:rPr>
                <w:sz w:val="16"/>
              </w:rPr>
              <w:t>000447</w:t>
            </w:r>
          </w:p>
        </w:tc>
        <w:tc>
          <w:tcPr>
            <w:tcW w:w="4796" w:type="dxa"/>
            <w:gridSpan w:val="2"/>
            <w:tcBorders>
              <w:top w:val="single" w:sz="6" w:space="0" w:color="auto"/>
              <w:left w:val="single" w:sz="6" w:space="0" w:color="auto"/>
              <w:bottom w:val="single" w:sz="6" w:space="0" w:color="auto"/>
              <w:right w:val="single" w:sz="6" w:space="0" w:color="auto"/>
            </w:tcBorders>
            <w:hideMark/>
          </w:tcPr>
          <w:p w14:paraId="2220E846" w14:textId="77777777" w:rsidR="00FC7E5F" w:rsidRPr="006B3432" w:rsidRDefault="00FC7E5F" w:rsidP="00852FF9">
            <w:pPr>
              <w:spacing w:before="120" w:after="60"/>
              <w:ind w:right="-57"/>
              <w:rPr>
                <w:sz w:val="16"/>
              </w:rPr>
            </w:pPr>
            <w:r w:rsidRPr="006B3432">
              <w:rPr>
                <w:sz w:val="16"/>
              </w:rPr>
              <w:t>Used from 1992 to 1997</w:t>
            </w:r>
          </w:p>
          <w:p w14:paraId="637B7E13" w14:textId="77777777" w:rsidR="00FC7E5F" w:rsidRPr="006B3432" w:rsidRDefault="00FC7E5F" w:rsidP="00852FF9">
            <w:pPr>
              <w:spacing w:before="120" w:after="60"/>
              <w:ind w:right="-57"/>
              <w:rPr>
                <w:sz w:val="16"/>
              </w:rPr>
            </w:pPr>
            <w:r w:rsidRPr="006B3432">
              <w:rPr>
                <w:sz w:val="16"/>
              </w:rPr>
              <w:t>for</w:t>
            </w:r>
            <w:proofErr w:type="gramStart"/>
            <w:r w:rsidRPr="006B3432">
              <w:rPr>
                <w:sz w:val="16"/>
              </w:rPr>
              <w:t>:  Patents</w:t>
            </w:r>
            <w:proofErr w:type="gramEnd"/>
            <w:r w:rsidRPr="006B3432">
              <w:rPr>
                <w:sz w:val="16"/>
              </w:rPr>
              <w:t> and Utility models</w:t>
            </w:r>
          </w:p>
          <w:p w14:paraId="13A08508" w14:textId="77777777" w:rsidR="00FC7E5F" w:rsidRPr="006B3432" w:rsidRDefault="00FC7E5F" w:rsidP="00852FF9">
            <w:pPr>
              <w:spacing w:before="120" w:after="60"/>
              <w:ind w:right="-57"/>
              <w:rPr>
                <w:sz w:val="16"/>
              </w:rPr>
            </w:pPr>
          </w:p>
        </w:tc>
      </w:tr>
      <w:tr w:rsidR="00FC7E5F" w:rsidRPr="006B3432" w14:paraId="5D2398D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8D5762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021689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p>
          <w:p w14:paraId="3CB54C5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the type of IP rights</w:t>
            </w:r>
            <w:proofErr w:type="gramStart"/>
            <w:r w:rsidRPr="006B3432">
              <w:rPr>
                <w:sz w:val="16"/>
              </w:rPr>
              <w:t>:  N</w:t>
            </w:r>
            <w:proofErr w:type="gramEnd"/>
            <w:r w:rsidRPr="006B3432">
              <w:rPr>
                <w:sz w:val="16"/>
              </w:rPr>
              <w:t>/A</w:t>
            </w:r>
          </w:p>
          <w:p w14:paraId="123E219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 xml:space="preserve">N/A </w:t>
            </w:r>
          </w:p>
          <w:p w14:paraId="749A4C2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6 digits</w:t>
            </w:r>
          </w:p>
          <w:p w14:paraId="5E677E6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3683AC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10A3176B" w14:textId="77777777" w:rsidR="00FC7E5F" w:rsidRPr="006B3432" w:rsidRDefault="00FC7E5F" w:rsidP="00852FF9">
            <w:pPr>
              <w:tabs>
                <w:tab w:val="left" w:pos="284"/>
              </w:tabs>
              <w:spacing w:before="20" w:after="20"/>
              <w:rPr>
                <w:sz w:val="16"/>
              </w:rPr>
            </w:pPr>
          </w:p>
          <w:p w14:paraId="5BC62FC6" w14:textId="77777777" w:rsidR="00FC7E5F" w:rsidRPr="006B3432" w:rsidRDefault="00FC7E5F" w:rsidP="00852FF9">
            <w:pPr>
              <w:tabs>
                <w:tab w:val="left" w:pos="284"/>
              </w:tabs>
              <w:spacing w:before="20" w:after="20"/>
              <w:rPr>
                <w:sz w:val="16"/>
              </w:rPr>
            </w:pPr>
            <w:r w:rsidRPr="006B3432">
              <w:rPr>
                <w:sz w:val="16"/>
              </w:rPr>
              <w:t>Note:</w:t>
            </w:r>
            <w:r w:rsidRPr="006B3432">
              <w:rPr>
                <w:sz w:val="16"/>
              </w:rPr>
              <w:tab/>
              <w:t>Separators used (space) are not counted for defining the position of elements of the application number.</w:t>
            </w:r>
          </w:p>
        </w:tc>
      </w:tr>
      <w:tr w:rsidR="00FC7E5F" w:rsidRPr="006B3432" w14:paraId="53CCFB8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9AB6F1C" w14:textId="77777777" w:rsidR="00FC7E5F" w:rsidRPr="006B3432" w:rsidRDefault="00FC7E5F" w:rsidP="00852FF9">
            <w:pPr>
              <w:keepNext/>
              <w:spacing w:before="120"/>
              <w:ind w:left="-57" w:right="-57"/>
              <w:jc w:val="center"/>
              <w:rPr>
                <w:b/>
                <w:sz w:val="16"/>
                <w:szCs w:val="16"/>
              </w:rPr>
            </w:pPr>
            <w:r w:rsidRPr="006B3432">
              <w:rPr>
                <w:b/>
                <w:sz w:val="16"/>
                <w:szCs w:val="16"/>
              </w:rPr>
              <w:t>HU</w:t>
            </w:r>
          </w:p>
          <w:p w14:paraId="00D25A72" w14:textId="77777777" w:rsidR="00FC7E5F" w:rsidRPr="006B3432" w:rsidRDefault="00FC7E5F" w:rsidP="00852FF9">
            <w:pPr>
              <w:keepNext/>
              <w:spacing w:before="120"/>
              <w:ind w:left="-57" w:right="-57"/>
              <w:jc w:val="center"/>
              <w:rPr>
                <w:b/>
                <w:sz w:val="16"/>
                <w:szCs w:val="16"/>
              </w:rPr>
            </w:pPr>
            <w:r w:rsidRPr="006B3432">
              <w:rPr>
                <w:b/>
                <w:sz w:val="16"/>
                <w:szCs w:val="16"/>
              </w:rPr>
              <w:t>HUNGARY</w:t>
            </w:r>
          </w:p>
        </w:tc>
        <w:tc>
          <w:tcPr>
            <w:tcW w:w="1560" w:type="dxa"/>
            <w:tcBorders>
              <w:top w:val="single" w:sz="6" w:space="0" w:color="auto"/>
              <w:left w:val="single" w:sz="6" w:space="0" w:color="auto"/>
              <w:bottom w:val="single" w:sz="6" w:space="0" w:color="auto"/>
              <w:right w:val="single" w:sz="6" w:space="0" w:color="auto"/>
            </w:tcBorders>
            <w:hideMark/>
          </w:tcPr>
          <w:p w14:paraId="20E46FA7" w14:textId="77777777" w:rsidR="00FC7E5F" w:rsidRPr="006B3432" w:rsidRDefault="00FC7E5F" w:rsidP="00852FF9">
            <w:pPr>
              <w:spacing w:before="120" w:after="60"/>
              <w:ind w:right="-57"/>
              <w:jc w:val="center"/>
              <w:rPr>
                <w:sz w:val="16"/>
              </w:rPr>
            </w:pPr>
            <w:r w:rsidRPr="006B3432">
              <w:rPr>
                <w:sz w:val="16"/>
              </w:rPr>
              <w:t>2251/5783/88</w:t>
            </w:r>
          </w:p>
        </w:tc>
        <w:tc>
          <w:tcPr>
            <w:tcW w:w="1561" w:type="dxa"/>
            <w:tcBorders>
              <w:top w:val="single" w:sz="6" w:space="0" w:color="auto"/>
              <w:left w:val="single" w:sz="6" w:space="0" w:color="auto"/>
              <w:bottom w:val="single" w:sz="6" w:space="0" w:color="auto"/>
              <w:right w:val="single" w:sz="6" w:space="0" w:color="auto"/>
            </w:tcBorders>
          </w:tcPr>
          <w:p w14:paraId="769C21E6" w14:textId="77777777" w:rsidR="00FC7E5F" w:rsidRPr="006B3432" w:rsidRDefault="00FC7E5F" w:rsidP="00852FF9">
            <w:pPr>
              <w:spacing w:before="120" w:after="60"/>
              <w:ind w:right="-57"/>
              <w:jc w:val="center"/>
              <w:rPr>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5ECD5DCA" w14:textId="77777777" w:rsidR="00FC7E5F" w:rsidRPr="006B3432" w:rsidRDefault="00FC7E5F" w:rsidP="00852FF9">
            <w:pPr>
              <w:spacing w:before="120" w:after="60"/>
              <w:ind w:right="-57"/>
              <w:rPr>
                <w:sz w:val="16"/>
              </w:rPr>
            </w:pPr>
            <w:r w:rsidRPr="006B3432">
              <w:rPr>
                <w:sz w:val="16"/>
              </w:rPr>
              <w:t xml:space="preserve">Used before January 01, 1992 </w:t>
            </w:r>
          </w:p>
          <w:p w14:paraId="0793FFE7" w14:textId="77777777" w:rsidR="00FC7E5F" w:rsidRPr="006B3432" w:rsidRDefault="00FC7E5F" w:rsidP="00852FF9">
            <w:pPr>
              <w:spacing w:before="120" w:after="60"/>
              <w:ind w:right="-57"/>
              <w:rPr>
                <w:sz w:val="16"/>
              </w:rPr>
            </w:pPr>
            <w:r w:rsidRPr="006B3432">
              <w:rPr>
                <w:sz w:val="16"/>
              </w:rPr>
              <w:t>for</w:t>
            </w:r>
            <w:proofErr w:type="gramStart"/>
            <w:r w:rsidRPr="006B3432">
              <w:rPr>
                <w:sz w:val="16"/>
              </w:rPr>
              <w:t>:  Patents</w:t>
            </w:r>
            <w:proofErr w:type="gramEnd"/>
            <w:r w:rsidRPr="006B3432">
              <w:rPr>
                <w:sz w:val="16"/>
              </w:rPr>
              <w:t>, Trademarks and Industrial designs</w:t>
            </w:r>
          </w:p>
        </w:tc>
      </w:tr>
      <w:tr w:rsidR="00FC7E5F" w:rsidRPr="006B3432" w14:paraId="7CD3EAC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9D9AC13"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EAB4CC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Description:</w:t>
            </w:r>
            <w:r w:rsidRPr="006B3432">
              <w:rPr>
                <w:sz w:val="16"/>
              </w:rPr>
              <w:tab/>
            </w:r>
          </w:p>
          <w:p w14:paraId="7CADACD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 xml:space="preserve">Code for the type of IP rights:  </w:t>
            </w:r>
          </w:p>
          <w:p w14:paraId="2DCC6436" w14:textId="77777777" w:rsidR="00FC7E5F" w:rsidRPr="006B3432" w:rsidRDefault="00FC7E5F" w:rsidP="00FC7E5F">
            <w:pPr>
              <w:pStyle w:val="ListParagraph"/>
              <w:numPr>
                <w:ilvl w:val="0"/>
                <w:numId w:val="7"/>
              </w:numPr>
              <w:tabs>
                <w:tab w:val="left" w:pos="284"/>
              </w:tabs>
              <w:spacing w:before="20" w:after="20"/>
              <w:rPr>
                <w:sz w:val="16"/>
              </w:rPr>
            </w:pPr>
            <w:r w:rsidRPr="006B3432">
              <w:rPr>
                <w:sz w:val="16"/>
              </w:rPr>
              <w:t>Patents …………………2251 in positions 1-4</w:t>
            </w:r>
          </w:p>
          <w:p w14:paraId="152D36C6" w14:textId="77777777" w:rsidR="00FC7E5F" w:rsidRPr="006B3432" w:rsidRDefault="00FC7E5F" w:rsidP="00FC7E5F">
            <w:pPr>
              <w:pStyle w:val="ListParagraph"/>
              <w:numPr>
                <w:ilvl w:val="0"/>
                <w:numId w:val="7"/>
              </w:numPr>
              <w:tabs>
                <w:tab w:val="left" w:pos="284"/>
              </w:tabs>
              <w:spacing w:before="20" w:after="20"/>
              <w:rPr>
                <w:sz w:val="16"/>
              </w:rPr>
            </w:pPr>
            <w:r w:rsidRPr="006B3432">
              <w:rPr>
                <w:sz w:val="16"/>
              </w:rPr>
              <w:t>Trademarks ……………2253 in positions 1-4</w:t>
            </w:r>
          </w:p>
          <w:p w14:paraId="029B0487" w14:textId="77777777" w:rsidR="00FC7E5F" w:rsidRPr="006B3432" w:rsidRDefault="00FC7E5F" w:rsidP="00FC7E5F">
            <w:pPr>
              <w:pStyle w:val="ListParagraph"/>
              <w:numPr>
                <w:ilvl w:val="0"/>
                <w:numId w:val="7"/>
              </w:numPr>
              <w:tabs>
                <w:tab w:val="left" w:pos="284"/>
              </w:tabs>
              <w:spacing w:before="20" w:after="20"/>
              <w:rPr>
                <w:sz w:val="16"/>
              </w:rPr>
            </w:pPr>
            <w:r w:rsidRPr="006B3432">
              <w:rPr>
                <w:sz w:val="16"/>
              </w:rPr>
              <w:t>Industrial designs …</w:t>
            </w:r>
            <w:proofErr w:type="gramStart"/>
            <w:r w:rsidRPr="006B3432">
              <w:rPr>
                <w:sz w:val="16"/>
              </w:rPr>
              <w:t>…..</w:t>
            </w:r>
            <w:proofErr w:type="gramEnd"/>
            <w:r w:rsidRPr="006B3432">
              <w:rPr>
                <w:sz w:val="16"/>
              </w:rPr>
              <w:t>2252 in positions 1-4</w:t>
            </w:r>
          </w:p>
          <w:p w14:paraId="1009642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four digits in positions 9-12 indicates the year of filing according to Gregorian calendar</w:t>
            </w:r>
          </w:p>
          <w:p w14:paraId="5354972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 4 digits in positions 5-8</w:t>
            </w:r>
          </w:p>
          <w:p w14:paraId="6F3748E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6F46CF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5A04BEE8" w14:textId="77777777" w:rsidR="00FC7E5F" w:rsidRPr="006B3432" w:rsidRDefault="00FC7E5F" w:rsidP="00852FF9">
            <w:pPr>
              <w:tabs>
                <w:tab w:val="left" w:pos="284"/>
              </w:tabs>
              <w:spacing w:before="20" w:after="20"/>
              <w:ind w:left="2445"/>
              <w:rPr>
                <w:sz w:val="16"/>
              </w:rPr>
            </w:pPr>
          </w:p>
          <w:p w14:paraId="031CA433" w14:textId="77777777" w:rsidR="00FC7E5F" w:rsidRPr="006B3432" w:rsidRDefault="00FC7E5F" w:rsidP="00852FF9">
            <w:pPr>
              <w:tabs>
                <w:tab w:val="left" w:pos="284"/>
              </w:tabs>
              <w:spacing w:before="20" w:after="20"/>
              <w:rPr>
                <w:sz w:val="16"/>
              </w:rPr>
            </w:pPr>
            <w:r w:rsidRPr="006B3432">
              <w:rPr>
                <w:sz w:val="16"/>
              </w:rPr>
              <w:t>Note:</w:t>
            </w:r>
            <w:r w:rsidRPr="006B3432">
              <w:rPr>
                <w:sz w:val="16"/>
              </w:rPr>
              <w:tab/>
              <w:t>Separators used (slash) are not counted for defining the position of elements of the application number.</w:t>
            </w:r>
          </w:p>
        </w:tc>
      </w:tr>
      <w:tr w:rsidR="00FC7E5F" w:rsidRPr="006B3432" w14:paraId="407477D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8E3B61B" w14:textId="77777777" w:rsidR="00FC7E5F" w:rsidRPr="006B3432" w:rsidRDefault="00FC7E5F" w:rsidP="00852FF9">
            <w:pPr>
              <w:keepNext/>
              <w:spacing w:before="120"/>
              <w:ind w:left="-57" w:right="-57"/>
              <w:jc w:val="center"/>
              <w:rPr>
                <w:b/>
                <w:sz w:val="16"/>
                <w:szCs w:val="16"/>
              </w:rPr>
            </w:pPr>
            <w:r w:rsidRPr="006B3432">
              <w:rPr>
                <w:b/>
                <w:noProof/>
                <w:sz w:val="16"/>
                <w:szCs w:val="16"/>
              </w:rPr>
              <w:t>JP</w:t>
            </w:r>
          </w:p>
          <w:p w14:paraId="02CE0F7E" w14:textId="77777777" w:rsidR="00FC7E5F" w:rsidRPr="006B3432" w:rsidRDefault="00FC7E5F" w:rsidP="00852FF9">
            <w:pPr>
              <w:spacing w:before="120"/>
              <w:ind w:left="-57" w:right="-57"/>
              <w:jc w:val="center"/>
              <w:rPr>
                <w:b/>
                <w:sz w:val="16"/>
                <w:szCs w:val="16"/>
              </w:rPr>
            </w:pPr>
            <w:r w:rsidRPr="006B3432">
              <w:rPr>
                <w:b/>
                <w:noProof/>
                <w:sz w:val="16"/>
                <w:szCs w:val="16"/>
              </w:rPr>
              <w:t>JAPAN</w:t>
            </w:r>
          </w:p>
        </w:tc>
        <w:tc>
          <w:tcPr>
            <w:tcW w:w="1560" w:type="dxa"/>
            <w:tcBorders>
              <w:top w:val="single" w:sz="6" w:space="0" w:color="auto"/>
              <w:left w:val="single" w:sz="6" w:space="0" w:color="auto"/>
              <w:bottom w:val="single" w:sz="6" w:space="0" w:color="auto"/>
              <w:right w:val="single" w:sz="6" w:space="0" w:color="auto"/>
            </w:tcBorders>
            <w:hideMark/>
          </w:tcPr>
          <w:p w14:paraId="3634F48B" w14:textId="77777777" w:rsidR="00FC7E5F" w:rsidRPr="006B3432" w:rsidRDefault="00FC7E5F" w:rsidP="00852FF9">
            <w:pPr>
              <w:spacing w:before="120" w:after="120"/>
              <w:ind w:left="-58" w:right="-58"/>
              <w:jc w:val="center"/>
              <w:rPr>
                <w:noProof/>
                <w:sz w:val="16"/>
              </w:rPr>
            </w:pPr>
            <w:r w:rsidRPr="006B3432">
              <w:rPr>
                <w:rFonts w:ascii="MS Gothic" w:eastAsia="MS Gothic" w:hAnsi="MS Gothic" w:cs="MS Gothic" w:hint="eastAsia"/>
                <w:noProof/>
                <w:sz w:val="16"/>
              </w:rPr>
              <w:t>特願平</w:t>
            </w:r>
            <w:r w:rsidRPr="006B3432">
              <w:rPr>
                <w:noProof/>
                <w:sz w:val="16"/>
              </w:rPr>
              <w:t>11-123456</w:t>
            </w:r>
          </w:p>
        </w:tc>
        <w:tc>
          <w:tcPr>
            <w:tcW w:w="1561" w:type="dxa"/>
            <w:tcBorders>
              <w:top w:val="single" w:sz="6" w:space="0" w:color="auto"/>
              <w:left w:val="single" w:sz="6" w:space="0" w:color="auto"/>
              <w:bottom w:val="single" w:sz="6" w:space="0" w:color="auto"/>
              <w:right w:val="single" w:sz="6" w:space="0" w:color="auto"/>
            </w:tcBorders>
          </w:tcPr>
          <w:p w14:paraId="289652F0" w14:textId="77777777" w:rsidR="00FC7E5F" w:rsidRPr="006B3432" w:rsidRDefault="00FC7E5F" w:rsidP="00852FF9">
            <w:pPr>
              <w:spacing w:before="120" w:after="120"/>
              <w:ind w:left="-58" w:right="-58"/>
              <w:jc w:val="center"/>
              <w:rPr>
                <w:noProof/>
                <w:spacing w:val="-4"/>
                <w:sz w:val="16"/>
              </w:rPr>
            </w:pPr>
            <w:r w:rsidRPr="006B3432">
              <w:rPr>
                <w:rFonts w:ascii="MS Gothic" w:eastAsia="MS Gothic" w:hAnsi="MS Gothic" w:cs="MS Gothic" w:hint="eastAsia"/>
                <w:noProof/>
                <w:sz w:val="16"/>
              </w:rPr>
              <w:t>特願平</w:t>
            </w:r>
            <w:r w:rsidRPr="006B3432">
              <w:rPr>
                <w:noProof/>
                <w:sz w:val="16"/>
              </w:rPr>
              <w:t>11-123456</w:t>
            </w:r>
          </w:p>
        </w:tc>
        <w:tc>
          <w:tcPr>
            <w:tcW w:w="4796" w:type="dxa"/>
            <w:gridSpan w:val="2"/>
            <w:tcBorders>
              <w:top w:val="single" w:sz="6" w:space="0" w:color="auto"/>
              <w:left w:val="single" w:sz="6" w:space="0" w:color="auto"/>
              <w:bottom w:val="single" w:sz="6" w:space="0" w:color="auto"/>
              <w:right w:val="single" w:sz="6" w:space="0" w:color="auto"/>
            </w:tcBorders>
            <w:hideMark/>
          </w:tcPr>
          <w:p w14:paraId="29F894E2" w14:textId="77777777" w:rsidR="00FC7E5F" w:rsidRPr="006B3432" w:rsidRDefault="00FC7E5F" w:rsidP="00852FF9">
            <w:pPr>
              <w:spacing w:before="120" w:after="60"/>
              <w:ind w:right="-57"/>
              <w:rPr>
                <w:noProof/>
                <w:sz w:val="16"/>
              </w:rPr>
            </w:pPr>
            <w:r w:rsidRPr="006B3432">
              <w:rPr>
                <w:sz w:val="16"/>
              </w:rPr>
              <w:t>Used until the end of 1999</w:t>
            </w:r>
            <w:r w:rsidRPr="006B3432">
              <w:rPr>
                <w:sz w:val="16"/>
              </w:rPr>
              <w:br/>
              <w:t>for</w:t>
            </w:r>
            <w:proofErr w:type="gramStart"/>
            <w:r w:rsidRPr="006B3432">
              <w:rPr>
                <w:sz w:val="16"/>
              </w:rPr>
              <w:t>:  Patents</w:t>
            </w:r>
            <w:proofErr w:type="gramEnd"/>
            <w:r w:rsidRPr="006B3432">
              <w:rPr>
                <w:sz w:val="16"/>
              </w:rPr>
              <w:t>, Design patents, Utility Models / Utility certificates, Trademarks</w:t>
            </w:r>
          </w:p>
        </w:tc>
      </w:tr>
      <w:tr w:rsidR="00FC7E5F" w:rsidRPr="006B3432" w14:paraId="67DE9A7B"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F258556"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D790A1C" w14:textId="77777777" w:rsidR="00FC7E5F" w:rsidRPr="006B3432" w:rsidRDefault="00FC7E5F" w:rsidP="00FC7E5F">
            <w:pPr>
              <w:numPr>
                <w:ilvl w:val="0"/>
                <w:numId w:val="6"/>
              </w:numPr>
              <w:tabs>
                <w:tab w:val="clear" w:pos="680"/>
                <w:tab w:val="left" w:pos="284"/>
                <w:tab w:val="num" w:pos="373"/>
              </w:tabs>
              <w:spacing w:before="120" w:after="20"/>
              <w:ind w:left="1452" w:hanging="1449"/>
              <w:rPr>
                <w:sz w:val="16"/>
              </w:rPr>
            </w:pPr>
            <w:r w:rsidRPr="006B3432">
              <w:rPr>
                <w:sz w:val="16"/>
              </w:rPr>
              <w:t>Description:</w:t>
            </w:r>
            <w:r w:rsidRPr="006B3432">
              <w:rPr>
                <w:sz w:val="16"/>
              </w:rPr>
              <w:tab/>
            </w:r>
            <w:r w:rsidRPr="006B3432">
              <w:rPr>
                <w:rFonts w:hint="eastAsia"/>
                <w:sz w:val="16"/>
              </w:rPr>
              <w:t>特願平</w:t>
            </w:r>
            <w:r w:rsidRPr="006B3432">
              <w:rPr>
                <w:sz w:val="16"/>
              </w:rPr>
              <w:t>YY-ZZZZZZ, where leading 2 Kanji letters indicate a type of IP rights, the third Kanji letter is an era name of Japanese calendar, YY is the year of filing according to Japanese calendar, ZZZZZZ is the serial number</w:t>
            </w:r>
          </w:p>
          <w:p w14:paraId="5785B427"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 (Kanji letters)</w:t>
            </w:r>
          </w:p>
          <w:p w14:paraId="3F5D303B"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Patents</w:t>
            </w:r>
            <w:proofErr w:type="gramStart"/>
            <w:r w:rsidRPr="006B3432">
              <w:rPr>
                <w:sz w:val="16"/>
              </w:rPr>
              <w:tab/>
              <w:t xml:space="preserve">  </w:t>
            </w:r>
            <w:r w:rsidRPr="006B3432">
              <w:rPr>
                <w:rFonts w:hint="eastAsia"/>
                <w:sz w:val="16"/>
              </w:rPr>
              <w:t>特願</w:t>
            </w:r>
            <w:proofErr w:type="gramEnd"/>
          </w:p>
          <w:p w14:paraId="75102F22"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Design patents</w:t>
            </w:r>
            <w:proofErr w:type="gramStart"/>
            <w:r w:rsidRPr="006B3432">
              <w:rPr>
                <w:sz w:val="16"/>
              </w:rPr>
              <w:tab/>
              <w:t xml:space="preserve">  </w:t>
            </w:r>
            <w:r w:rsidRPr="006B3432">
              <w:rPr>
                <w:rFonts w:hint="eastAsia"/>
                <w:sz w:val="16"/>
              </w:rPr>
              <w:t>意願</w:t>
            </w:r>
            <w:proofErr w:type="gramEnd"/>
          </w:p>
          <w:p w14:paraId="08ED142E"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Utility Models / Utility certificates</w:t>
            </w:r>
            <w:proofErr w:type="gramStart"/>
            <w:r w:rsidRPr="006B3432">
              <w:rPr>
                <w:sz w:val="16"/>
              </w:rPr>
              <w:tab/>
              <w:t xml:space="preserve">  </w:t>
            </w:r>
            <w:r w:rsidRPr="006B3432">
              <w:rPr>
                <w:rFonts w:hint="eastAsia"/>
                <w:sz w:val="16"/>
              </w:rPr>
              <w:t>実願</w:t>
            </w:r>
            <w:proofErr w:type="gramEnd"/>
          </w:p>
          <w:p w14:paraId="0A2BE0B0"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Trademarks</w:t>
            </w:r>
            <w:proofErr w:type="gramStart"/>
            <w:r w:rsidRPr="006B3432">
              <w:rPr>
                <w:sz w:val="16"/>
              </w:rPr>
              <w:tab/>
              <w:t xml:space="preserve">  </w:t>
            </w:r>
            <w:r w:rsidRPr="006B3432">
              <w:rPr>
                <w:rFonts w:hint="eastAsia"/>
                <w:sz w:val="16"/>
              </w:rPr>
              <w:t>商願</w:t>
            </w:r>
            <w:proofErr w:type="gramEnd"/>
          </w:p>
          <w:p w14:paraId="5057675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 xml:space="preserve">Year designation:  </w:t>
            </w:r>
            <w:r w:rsidRPr="006B3432">
              <w:rPr>
                <w:sz w:val="16"/>
              </w:rPr>
              <w:tab/>
              <w:t>Positions 3-5</w:t>
            </w:r>
            <w:r w:rsidRPr="006B3432">
              <w:rPr>
                <w:sz w:val="16"/>
              </w:rPr>
              <w:br/>
              <w:t>A Kanji letter in position 3 indicates the era of Japanese calendar and the following 2 digits (in positions 4-5) indicate the year of filing according to the Japanese calendar.</w:t>
            </w:r>
          </w:p>
          <w:p w14:paraId="4424B00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six digits in positions 6-11.</w:t>
            </w:r>
          </w:p>
          <w:p w14:paraId="4E80D4B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3F6CDC0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4E41BBD4"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r>
            <w:r w:rsidRPr="006B3432">
              <w:rPr>
                <w:noProof/>
                <w:sz w:val="16"/>
              </w:rPr>
              <w:t>Hyphen is used as a separator between the year designation and the serial number.</w:t>
            </w:r>
          </w:p>
          <w:p w14:paraId="4ACF9233" w14:textId="77777777" w:rsidR="00FC7E5F" w:rsidRPr="006B3432" w:rsidRDefault="00FC7E5F" w:rsidP="00852FF9">
            <w:pPr>
              <w:tabs>
                <w:tab w:val="left" w:pos="284"/>
              </w:tabs>
              <w:spacing w:before="120" w:after="20"/>
              <w:rPr>
                <w:noProof/>
                <w:sz w:val="16"/>
              </w:rPr>
            </w:pPr>
            <w:r w:rsidRPr="006B3432">
              <w:rPr>
                <w:sz w:val="16"/>
              </w:rPr>
              <w:t>For machine-readable presentation, ten digits were used</w:t>
            </w:r>
            <w:proofErr w:type="gramStart"/>
            <w:r w:rsidRPr="006B3432">
              <w:rPr>
                <w:sz w:val="16"/>
              </w:rPr>
              <w:t>:  YYYYZZZZZZ</w:t>
            </w:r>
            <w:proofErr w:type="gramEnd"/>
            <w:r w:rsidRPr="006B3432">
              <w:rPr>
                <w:sz w:val="16"/>
              </w:rPr>
              <w:t>, where YYYY is a year designation according to Gregorian calendar and ZZZZZZ is a serial number.</w:t>
            </w:r>
          </w:p>
          <w:p w14:paraId="182894BB" w14:textId="77777777" w:rsidR="00FC7E5F" w:rsidRPr="006B3432" w:rsidRDefault="00FC7E5F" w:rsidP="00852FF9">
            <w:pPr>
              <w:tabs>
                <w:tab w:val="left" w:pos="0"/>
              </w:tabs>
              <w:spacing w:before="20" w:after="20"/>
              <w:rPr>
                <w:sz w:val="16"/>
              </w:rPr>
            </w:pPr>
            <w:r w:rsidRPr="006B3432">
              <w:rPr>
                <w:sz w:val="16"/>
              </w:rPr>
              <w:t>Note:</w:t>
            </w:r>
            <w:r w:rsidRPr="006B3432">
              <w:rPr>
                <w:sz w:val="16"/>
              </w:rPr>
              <w:tab/>
              <w:t>Separators used (hyphen) are not counted for defining the position of elements of the application number.</w:t>
            </w:r>
          </w:p>
        </w:tc>
      </w:tr>
      <w:tr w:rsidR="00FC7E5F" w:rsidRPr="006B3432" w14:paraId="002F732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1D944A3"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KR</w:t>
            </w:r>
          </w:p>
          <w:p w14:paraId="672B06E4" w14:textId="77777777" w:rsidR="00FC7E5F" w:rsidRPr="006B3432" w:rsidRDefault="00FC7E5F" w:rsidP="00852FF9">
            <w:pPr>
              <w:spacing w:before="120"/>
              <w:ind w:left="-57" w:right="-57"/>
              <w:jc w:val="center"/>
              <w:rPr>
                <w:b/>
                <w:sz w:val="16"/>
                <w:szCs w:val="16"/>
              </w:rPr>
            </w:pPr>
            <w:r w:rsidRPr="006B3432">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14:paraId="78B44552" w14:textId="77777777" w:rsidR="00FC7E5F" w:rsidRPr="006B3432" w:rsidRDefault="00FC7E5F" w:rsidP="00852FF9">
            <w:pPr>
              <w:ind w:left="-58" w:right="-58"/>
              <w:jc w:val="center"/>
              <w:rPr>
                <w:noProof/>
                <w:sz w:val="16"/>
                <w:lang w:eastAsia="ko-KR"/>
              </w:rPr>
            </w:pPr>
            <w:r w:rsidRPr="006B3432">
              <w:rPr>
                <w:rFonts w:ascii="Gulim" w:eastAsia="Gulim" w:hAnsi="Gulim" w:cs="Gulim" w:hint="eastAsia"/>
                <w:noProof/>
                <w:sz w:val="16"/>
                <w:lang w:eastAsia="ko-KR"/>
              </w:rPr>
              <w:t>특허</w:t>
            </w:r>
            <w:r w:rsidRPr="006B3432">
              <w:rPr>
                <w:rFonts w:ascii="Gulim" w:eastAsia="Gulim" w:hAnsi="Gulim" w:cs="Gulim"/>
                <w:noProof/>
                <w:sz w:val="16"/>
                <w:lang w:eastAsia="ko-KR"/>
              </w:rPr>
              <w:t xml:space="preserve"> </w:t>
            </w:r>
            <w:r w:rsidRPr="006B3432">
              <w:rPr>
                <w:noProof/>
                <w:sz w:val="16"/>
                <w:lang w:eastAsia="ko-KR"/>
              </w:rPr>
              <w:t>95–012345</w:t>
            </w:r>
          </w:p>
          <w:p w14:paraId="36D45B97" w14:textId="77777777" w:rsidR="00FC7E5F" w:rsidRPr="006B3432" w:rsidRDefault="00FC7E5F" w:rsidP="00852FF9">
            <w:pPr>
              <w:ind w:left="-58" w:right="-58"/>
              <w:jc w:val="center"/>
              <w:rPr>
                <w:noProof/>
                <w:sz w:val="16"/>
                <w:lang w:eastAsia="ko-KR"/>
              </w:rPr>
            </w:pPr>
            <w:r w:rsidRPr="006B3432">
              <w:rPr>
                <w:noProof/>
                <w:sz w:val="16"/>
                <w:lang w:eastAsia="ko-KR"/>
              </w:rPr>
              <w:t>or</w:t>
            </w:r>
          </w:p>
          <w:p w14:paraId="0BCA92FD" w14:textId="77777777" w:rsidR="00FC7E5F" w:rsidRPr="006B3432" w:rsidRDefault="00FC7E5F" w:rsidP="00852FF9">
            <w:pPr>
              <w:ind w:left="-58" w:right="-58"/>
              <w:jc w:val="center"/>
              <w:rPr>
                <w:noProof/>
                <w:sz w:val="16"/>
                <w:lang w:eastAsia="ko-KR"/>
              </w:rPr>
            </w:pPr>
            <w:r w:rsidRPr="006B3432">
              <w:rPr>
                <w:rFonts w:ascii="Gulim" w:eastAsia="Gulim" w:hAnsi="Gulim" w:cs="Gulim" w:hint="eastAsia"/>
                <w:noProof/>
                <w:sz w:val="16"/>
                <w:lang w:eastAsia="ko-KR"/>
              </w:rPr>
              <w:t>특</w:t>
            </w:r>
            <w:r w:rsidRPr="006B3432">
              <w:rPr>
                <w:rFonts w:ascii="Gulim" w:eastAsia="Gulim" w:hAnsi="Gulim" w:cs="Gulim"/>
                <w:noProof/>
                <w:sz w:val="16"/>
                <w:lang w:eastAsia="ko-KR"/>
              </w:rPr>
              <w:t xml:space="preserve"> </w:t>
            </w:r>
            <w:r w:rsidRPr="006B3432">
              <w:rPr>
                <w:noProof/>
                <w:sz w:val="16"/>
                <w:lang w:eastAsia="ko-KR"/>
              </w:rPr>
              <w:t>1995–012345</w:t>
            </w:r>
          </w:p>
          <w:p w14:paraId="7575B34C" w14:textId="77777777" w:rsidR="00FC7E5F" w:rsidRPr="006B3432" w:rsidRDefault="00FC7E5F" w:rsidP="00852FF9">
            <w:pPr>
              <w:ind w:left="-58" w:right="-58"/>
              <w:jc w:val="center"/>
              <w:rPr>
                <w:noProof/>
                <w:sz w:val="16"/>
                <w:lang w:eastAsia="ko-KR"/>
              </w:rPr>
            </w:pPr>
          </w:p>
          <w:p w14:paraId="3F6C5E13" w14:textId="77777777" w:rsidR="00FC7E5F" w:rsidRPr="006B3432" w:rsidRDefault="00FC7E5F" w:rsidP="00852FF9">
            <w:pPr>
              <w:ind w:left="-58" w:right="-58"/>
              <w:jc w:val="center"/>
              <w:rPr>
                <w:noProof/>
                <w:sz w:val="16"/>
                <w:lang w:eastAsia="ko-KR"/>
              </w:rPr>
            </w:pPr>
            <w:r w:rsidRPr="006B3432">
              <w:rPr>
                <w:rFonts w:ascii="Gulim" w:eastAsia="Gulim" w:hAnsi="Gulim" w:cs="Gulim" w:hint="eastAsia"/>
                <w:noProof/>
                <w:sz w:val="16"/>
                <w:lang w:eastAsia="ko-KR"/>
              </w:rPr>
              <w:t>특허</w:t>
            </w:r>
            <w:r w:rsidRPr="006B3432">
              <w:rPr>
                <w:rFonts w:ascii="Gulim" w:eastAsia="Gulim" w:hAnsi="Gulim" w:cs="Gulim"/>
                <w:noProof/>
                <w:sz w:val="16"/>
                <w:lang w:eastAsia="ko-KR"/>
              </w:rPr>
              <w:t xml:space="preserve"> </w:t>
            </w:r>
            <w:r w:rsidRPr="006B3432">
              <w:rPr>
                <w:noProof/>
                <w:sz w:val="16"/>
                <w:lang w:eastAsia="ko-KR"/>
              </w:rPr>
              <w:t>95–701234</w:t>
            </w:r>
          </w:p>
          <w:p w14:paraId="3B61D54C" w14:textId="77777777" w:rsidR="00FC7E5F" w:rsidRPr="006B3432" w:rsidRDefault="00FC7E5F" w:rsidP="00852FF9">
            <w:pPr>
              <w:ind w:left="-58" w:right="-58"/>
              <w:jc w:val="center"/>
              <w:rPr>
                <w:noProof/>
                <w:sz w:val="16"/>
                <w:lang w:eastAsia="ko-KR"/>
              </w:rPr>
            </w:pPr>
            <w:r w:rsidRPr="006B3432">
              <w:rPr>
                <w:noProof/>
                <w:sz w:val="16"/>
                <w:lang w:eastAsia="ko-KR"/>
              </w:rPr>
              <w:t>or</w:t>
            </w:r>
          </w:p>
          <w:p w14:paraId="334088A5" w14:textId="77777777" w:rsidR="00FC7E5F" w:rsidRPr="006B3432" w:rsidRDefault="00FC7E5F" w:rsidP="00852FF9">
            <w:pPr>
              <w:ind w:left="-58" w:right="-58"/>
              <w:jc w:val="center"/>
              <w:rPr>
                <w:noProof/>
                <w:sz w:val="16"/>
                <w:lang w:eastAsia="ko-KR"/>
              </w:rPr>
            </w:pPr>
            <w:r w:rsidRPr="006B3432">
              <w:rPr>
                <w:rFonts w:ascii="Gulim" w:eastAsia="Gulim" w:hAnsi="Gulim" w:cs="Gulim" w:hint="eastAsia"/>
                <w:noProof/>
                <w:sz w:val="16"/>
                <w:lang w:eastAsia="ko-KR"/>
              </w:rPr>
              <w:t>특</w:t>
            </w:r>
            <w:r w:rsidRPr="006B3432">
              <w:rPr>
                <w:rFonts w:ascii="Gulim" w:eastAsia="Gulim" w:hAnsi="Gulim" w:cs="Gulim"/>
                <w:noProof/>
                <w:sz w:val="16"/>
                <w:lang w:eastAsia="ko-KR"/>
              </w:rPr>
              <w:t xml:space="preserve"> </w:t>
            </w:r>
            <w:r w:rsidRPr="006B3432">
              <w:rPr>
                <w:noProof/>
                <w:sz w:val="16"/>
                <w:lang w:eastAsia="ko-KR"/>
              </w:rPr>
              <w:t>1995 –701234</w:t>
            </w:r>
          </w:p>
          <w:p w14:paraId="4DC6F915" w14:textId="77777777" w:rsidR="00FC7E5F" w:rsidRPr="006B3432" w:rsidRDefault="00FC7E5F" w:rsidP="00852FF9">
            <w:pPr>
              <w:ind w:left="-58" w:right="-58"/>
              <w:jc w:val="center"/>
              <w:rPr>
                <w:noProof/>
                <w:sz w:val="16"/>
                <w:lang w:eastAsia="ko-KR"/>
              </w:rPr>
            </w:pPr>
          </w:p>
          <w:p w14:paraId="654E7DFB" w14:textId="77777777" w:rsidR="00FC7E5F" w:rsidRPr="006B3432" w:rsidRDefault="00FC7E5F" w:rsidP="00852FF9">
            <w:pPr>
              <w:ind w:left="-58" w:right="-58"/>
              <w:jc w:val="center"/>
              <w:rPr>
                <w:noProof/>
                <w:sz w:val="16"/>
                <w:lang w:eastAsia="ko-KR"/>
              </w:rPr>
            </w:pPr>
            <w:r w:rsidRPr="006B3432">
              <w:rPr>
                <w:rFonts w:ascii="Gulim" w:eastAsia="Gulim" w:hAnsi="Gulim" w:cs="Gulim" w:hint="eastAsia"/>
                <w:noProof/>
                <w:sz w:val="16"/>
                <w:lang w:eastAsia="ko-KR"/>
              </w:rPr>
              <w:t>실용</w:t>
            </w:r>
            <w:r w:rsidRPr="006B3432">
              <w:rPr>
                <w:rFonts w:ascii="Gulim" w:eastAsia="Gulim" w:hAnsi="Gulim" w:cs="Gulim"/>
                <w:noProof/>
                <w:sz w:val="16"/>
                <w:lang w:eastAsia="ko-KR"/>
              </w:rPr>
              <w:t xml:space="preserve"> </w:t>
            </w:r>
            <w:r w:rsidRPr="006B3432">
              <w:rPr>
                <w:noProof/>
                <w:sz w:val="16"/>
                <w:lang w:eastAsia="ko-KR"/>
              </w:rPr>
              <w:t>95–012345</w:t>
            </w:r>
          </w:p>
          <w:p w14:paraId="0F4400D8" w14:textId="77777777" w:rsidR="00FC7E5F" w:rsidRPr="006B3432" w:rsidRDefault="00FC7E5F" w:rsidP="00852FF9">
            <w:pPr>
              <w:ind w:left="-58" w:right="-58"/>
              <w:jc w:val="center"/>
              <w:rPr>
                <w:noProof/>
                <w:sz w:val="16"/>
              </w:rPr>
            </w:pPr>
            <w:r w:rsidRPr="006B3432">
              <w:rPr>
                <w:noProof/>
                <w:sz w:val="16"/>
              </w:rPr>
              <w:t>or</w:t>
            </w:r>
          </w:p>
          <w:p w14:paraId="3EE11F35" w14:textId="77777777" w:rsidR="00FC7E5F" w:rsidRPr="006B3432" w:rsidRDefault="00FC7E5F" w:rsidP="00852FF9">
            <w:pPr>
              <w:ind w:left="-58" w:right="-58"/>
              <w:jc w:val="center"/>
              <w:rPr>
                <w:noProof/>
                <w:sz w:val="16"/>
              </w:rPr>
            </w:pPr>
            <w:r w:rsidRPr="006B3432">
              <w:rPr>
                <w:rFonts w:ascii="Gulim" w:eastAsia="Gulim" w:hAnsi="Gulim" w:cs="Gulim" w:hint="eastAsia"/>
                <w:noProof/>
                <w:sz w:val="16"/>
              </w:rPr>
              <w:t>실</w:t>
            </w:r>
            <w:r w:rsidRPr="006B3432">
              <w:rPr>
                <w:rFonts w:ascii="Gulim" w:eastAsia="Gulim" w:hAnsi="Gulim" w:cs="Gulim"/>
                <w:noProof/>
                <w:sz w:val="16"/>
              </w:rPr>
              <w:t xml:space="preserve"> </w:t>
            </w:r>
            <w:r w:rsidRPr="006B3432">
              <w:rPr>
                <w:noProof/>
                <w:sz w:val="16"/>
              </w:rPr>
              <w:t>1995–012345</w:t>
            </w:r>
          </w:p>
          <w:p w14:paraId="5D770BB2" w14:textId="77777777" w:rsidR="00FC7E5F" w:rsidRPr="006B3432" w:rsidRDefault="00FC7E5F" w:rsidP="00852FF9">
            <w:pPr>
              <w:ind w:left="-58" w:right="-58"/>
              <w:jc w:val="center"/>
              <w:rPr>
                <w:noProof/>
                <w:sz w:val="16"/>
              </w:rPr>
            </w:pPr>
          </w:p>
          <w:p w14:paraId="3B088488" w14:textId="77777777" w:rsidR="00FC7E5F" w:rsidRPr="006B3432" w:rsidRDefault="00FC7E5F" w:rsidP="00852FF9">
            <w:pPr>
              <w:ind w:left="-58" w:right="-58"/>
              <w:jc w:val="center"/>
              <w:rPr>
                <w:noProof/>
                <w:sz w:val="16"/>
              </w:rPr>
            </w:pPr>
            <w:r w:rsidRPr="006B3432">
              <w:rPr>
                <w:rFonts w:ascii="Gulim" w:eastAsia="Gulim" w:hAnsi="Gulim" w:cs="Gulim" w:hint="eastAsia"/>
                <w:noProof/>
                <w:sz w:val="16"/>
              </w:rPr>
              <w:t>실용</w:t>
            </w:r>
            <w:r w:rsidRPr="006B3432">
              <w:rPr>
                <w:rFonts w:ascii="Gulim" w:eastAsia="Gulim" w:hAnsi="Gulim" w:cs="Gulim"/>
                <w:noProof/>
                <w:sz w:val="16"/>
              </w:rPr>
              <w:t xml:space="preserve"> </w:t>
            </w:r>
            <w:r w:rsidRPr="006B3432">
              <w:rPr>
                <w:noProof/>
                <w:sz w:val="16"/>
              </w:rPr>
              <w:t>95–701234</w:t>
            </w:r>
          </w:p>
          <w:p w14:paraId="50D11937" w14:textId="77777777" w:rsidR="00FC7E5F" w:rsidRPr="006B3432" w:rsidRDefault="00FC7E5F" w:rsidP="00852FF9">
            <w:pPr>
              <w:ind w:left="-58" w:right="-58"/>
              <w:jc w:val="center"/>
              <w:rPr>
                <w:noProof/>
                <w:sz w:val="16"/>
              </w:rPr>
            </w:pPr>
            <w:r w:rsidRPr="006B3432">
              <w:rPr>
                <w:noProof/>
                <w:sz w:val="16"/>
              </w:rPr>
              <w:t>or</w:t>
            </w:r>
          </w:p>
          <w:p w14:paraId="00C13B96" w14:textId="77777777" w:rsidR="00FC7E5F" w:rsidRPr="006B3432" w:rsidRDefault="00FC7E5F" w:rsidP="00852FF9">
            <w:pPr>
              <w:ind w:left="-58" w:right="-58"/>
              <w:jc w:val="center"/>
              <w:rPr>
                <w:noProof/>
                <w:sz w:val="16"/>
              </w:rPr>
            </w:pPr>
            <w:r w:rsidRPr="006B3432">
              <w:rPr>
                <w:rFonts w:ascii="Gulim" w:eastAsia="Gulim" w:hAnsi="Gulim" w:cs="Gulim" w:hint="eastAsia"/>
                <w:noProof/>
                <w:sz w:val="16"/>
              </w:rPr>
              <w:t>실</w:t>
            </w:r>
            <w:r w:rsidRPr="006B3432">
              <w:rPr>
                <w:rFonts w:ascii="Gulim" w:eastAsia="Gulim" w:hAnsi="Gulim" w:cs="Gulim"/>
                <w:noProof/>
                <w:sz w:val="16"/>
              </w:rPr>
              <w:t xml:space="preserve"> </w:t>
            </w:r>
            <w:r w:rsidRPr="006B3432">
              <w:rPr>
                <w:noProof/>
                <w:sz w:val="16"/>
              </w:rPr>
              <w:t>1995–701234</w:t>
            </w:r>
          </w:p>
        </w:tc>
        <w:tc>
          <w:tcPr>
            <w:tcW w:w="1561" w:type="dxa"/>
            <w:tcBorders>
              <w:top w:val="single" w:sz="6" w:space="0" w:color="auto"/>
              <w:left w:val="single" w:sz="6" w:space="0" w:color="auto"/>
              <w:bottom w:val="single" w:sz="6" w:space="0" w:color="auto"/>
              <w:right w:val="single" w:sz="6" w:space="0" w:color="auto"/>
            </w:tcBorders>
          </w:tcPr>
          <w:p w14:paraId="10178C7D" w14:textId="77777777" w:rsidR="00FC7E5F" w:rsidRPr="006B3432" w:rsidRDefault="00FC7E5F" w:rsidP="00852FF9">
            <w:pPr>
              <w:ind w:left="-58" w:right="-58"/>
              <w:jc w:val="center"/>
              <w:rPr>
                <w:noProof/>
                <w:spacing w:val="-4"/>
                <w:sz w:val="16"/>
              </w:rPr>
            </w:pPr>
            <w:r w:rsidRPr="006B3432">
              <w:rPr>
                <w:noProof/>
                <w:spacing w:val="-4"/>
                <w:sz w:val="16"/>
              </w:rPr>
              <w:t>95–012345</w:t>
            </w:r>
          </w:p>
          <w:p w14:paraId="72754437" w14:textId="77777777" w:rsidR="00FC7E5F" w:rsidRPr="006B3432" w:rsidRDefault="00FC7E5F" w:rsidP="00852FF9">
            <w:pPr>
              <w:ind w:left="-58" w:right="-58"/>
              <w:jc w:val="center"/>
              <w:rPr>
                <w:rFonts w:ascii="Gulim" w:eastAsia="Gulim" w:hAnsi="Gulim" w:cs="Gulim"/>
                <w:noProof/>
                <w:sz w:val="16"/>
              </w:rPr>
            </w:pPr>
          </w:p>
          <w:p w14:paraId="17C6EF27" w14:textId="77777777" w:rsidR="00FC7E5F" w:rsidRPr="006B3432" w:rsidRDefault="00FC7E5F" w:rsidP="00852FF9">
            <w:pPr>
              <w:ind w:left="-58" w:right="-58"/>
              <w:jc w:val="center"/>
              <w:rPr>
                <w:rFonts w:ascii="Gulim" w:eastAsia="Gulim" w:hAnsi="Gulim" w:cs="Gulim"/>
                <w:noProof/>
                <w:sz w:val="16"/>
              </w:rPr>
            </w:pPr>
          </w:p>
          <w:p w14:paraId="45D15C19" w14:textId="77777777" w:rsidR="00FC7E5F" w:rsidRPr="006B3432" w:rsidRDefault="00FC7E5F" w:rsidP="00852FF9">
            <w:pPr>
              <w:ind w:left="-58" w:right="-58"/>
              <w:jc w:val="center"/>
              <w:rPr>
                <w:rFonts w:ascii="Gulim" w:eastAsia="Gulim" w:hAnsi="Gulim" w:cs="Gulim"/>
                <w:noProof/>
                <w:sz w:val="16"/>
              </w:rPr>
            </w:pPr>
          </w:p>
          <w:p w14:paraId="0BC6F604" w14:textId="77777777" w:rsidR="00FC7E5F" w:rsidRPr="006B3432" w:rsidRDefault="00FC7E5F" w:rsidP="00852FF9">
            <w:pPr>
              <w:ind w:left="-58" w:right="-58"/>
              <w:jc w:val="center"/>
              <w:rPr>
                <w:noProof/>
                <w:spacing w:val="-4"/>
                <w:sz w:val="16"/>
              </w:rPr>
            </w:pPr>
            <w:r w:rsidRPr="006B3432">
              <w:rPr>
                <w:noProof/>
                <w:spacing w:val="-4"/>
                <w:sz w:val="16"/>
              </w:rPr>
              <w:t>95–701234</w:t>
            </w:r>
          </w:p>
          <w:p w14:paraId="6AD89D24" w14:textId="77777777" w:rsidR="00FC7E5F" w:rsidRPr="006B3432" w:rsidRDefault="00FC7E5F" w:rsidP="00852FF9">
            <w:pPr>
              <w:ind w:left="-58" w:right="-58"/>
              <w:jc w:val="center"/>
              <w:rPr>
                <w:rFonts w:ascii="Gulim" w:eastAsia="Gulim" w:hAnsi="Gulim" w:cs="Gulim"/>
                <w:noProof/>
                <w:sz w:val="16"/>
              </w:rPr>
            </w:pPr>
          </w:p>
          <w:p w14:paraId="131155EF" w14:textId="77777777" w:rsidR="00FC7E5F" w:rsidRPr="006B3432" w:rsidRDefault="00FC7E5F" w:rsidP="00852FF9">
            <w:pPr>
              <w:ind w:left="-58" w:right="-58"/>
              <w:jc w:val="center"/>
              <w:rPr>
                <w:rFonts w:ascii="Gulim" w:eastAsia="Gulim" w:hAnsi="Gulim" w:cs="Gulim"/>
                <w:noProof/>
                <w:sz w:val="16"/>
              </w:rPr>
            </w:pPr>
          </w:p>
          <w:p w14:paraId="1B1A5C03" w14:textId="77777777" w:rsidR="00FC7E5F" w:rsidRPr="006B3432" w:rsidRDefault="00FC7E5F" w:rsidP="00852FF9">
            <w:pPr>
              <w:ind w:left="-58" w:right="-58"/>
              <w:jc w:val="center"/>
              <w:rPr>
                <w:noProof/>
                <w:spacing w:val="-4"/>
                <w:sz w:val="16"/>
              </w:rPr>
            </w:pPr>
          </w:p>
          <w:p w14:paraId="5D489CAE" w14:textId="77777777" w:rsidR="00FC7E5F" w:rsidRPr="006B3432" w:rsidRDefault="00FC7E5F" w:rsidP="00852FF9">
            <w:pPr>
              <w:ind w:left="-58" w:right="-58"/>
              <w:jc w:val="center"/>
              <w:rPr>
                <w:noProof/>
                <w:spacing w:val="-4"/>
                <w:sz w:val="16"/>
              </w:rPr>
            </w:pPr>
            <w:r w:rsidRPr="006B3432">
              <w:rPr>
                <w:noProof/>
                <w:spacing w:val="-4"/>
                <w:sz w:val="16"/>
              </w:rPr>
              <w:t>95–012345 U</w:t>
            </w:r>
          </w:p>
          <w:p w14:paraId="45AFA4E3" w14:textId="77777777" w:rsidR="00FC7E5F" w:rsidRPr="006B3432" w:rsidRDefault="00FC7E5F" w:rsidP="00852FF9">
            <w:pPr>
              <w:ind w:left="-58" w:right="-58"/>
              <w:jc w:val="center"/>
              <w:rPr>
                <w:noProof/>
                <w:spacing w:val="-4"/>
                <w:sz w:val="16"/>
              </w:rPr>
            </w:pPr>
          </w:p>
          <w:p w14:paraId="7E5584F5" w14:textId="77777777" w:rsidR="00FC7E5F" w:rsidRPr="006B3432" w:rsidRDefault="00FC7E5F" w:rsidP="00852FF9">
            <w:pPr>
              <w:ind w:left="-58" w:right="-58"/>
              <w:jc w:val="center"/>
              <w:rPr>
                <w:rFonts w:ascii="Gulim" w:eastAsia="Gulim" w:hAnsi="Gulim" w:cs="Gulim"/>
                <w:noProof/>
                <w:sz w:val="16"/>
              </w:rPr>
            </w:pPr>
          </w:p>
          <w:p w14:paraId="31DAABCF" w14:textId="77777777" w:rsidR="00FC7E5F" w:rsidRPr="006B3432" w:rsidRDefault="00FC7E5F" w:rsidP="00852FF9">
            <w:pPr>
              <w:ind w:left="-58" w:right="-58"/>
              <w:jc w:val="center"/>
              <w:rPr>
                <w:rFonts w:ascii="Gulim" w:eastAsia="Gulim" w:hAnsi="Gulim" w:cs="Gulim"/>
                <w:noProof/>
                <w:sz w:val="16"/>
              </w:rPr>
            </w:pPr>
          </w:p>
          <w:p w14:paraId="2CFDE0F8" w14:textId="77777777" w:rsidR="00FC7E5F" w:rsidRPr="006B3432" w:rsidRDefault="00FC7E5F" w:rsidP="00852FF9">
            <w:pPr>
              <w:ind w:left="-58" w:right="-58"/>
              <w:jc w:val="center"/>
              <w:rPr>
                <w:noProof/>
                <w:spacing w:val="-4"/>
                <w:sz w:val="16"/>
              </w:rPr>
            </w:pPr>
            <w:r w:rsidRPr="006B3432">
              <w:rPr>
                <w:noProof/>
                <w:spacing w:val="-4"/>
                <w:sz w:val="16"/>
              </w:rPr>
              <w:t>95–701234 U</w:t>
            </w:r>
          </w:p>
          <w:p w14:paraId="22AC497C" w14:textId="77777777" w:rsidR="00FC7E5F" w:rsidRPr="006B3432" w:rsidRDefault="00FC7E5F" w:rsidP="00852FF9">
            <w:pPr>
              <w:ind w:left="-58" w:right="-58"/>
              <w:jc w:val="center"/>
              <w:rPr>
                <w:noProof/>
                <w:spacing w:val="-4"/>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468BE726" w14:textId="77777777" w:rsidR="00FC7E5F" w:rsidRPr="006B3432" w:rsidRDefault="00FC7E5F" w:rsidP="00852FF9">
            <w:pPr>
              <w:spacing w:before="120" w:after="60"/>
              <w:ind w:right="-57"/>
              <w:rPr>
                <w:noProof/>
                <w:sz w:val="16"/>
              </w:rPr>
            </w:pPr>
            <w:r w:rsidRPr="006B3432">
              <w:rPr>
                <w:sz w:val="16"/>
              </w:rPr>
              <w:t>Used until the end of 1998</w:t>
            </w:r>
            <w:r w:rsidRPr="006B3432">
              <w:rPr>
                <w:sz w:val="16"/>
              </w:rPr>
              <w:br/>
              <w:t>for</w:t>
            </w:r>
            <w:proofErr w:type="gramStart"/>
            <w:r w:rsidRPr="006B3432">
              <w:rPr>
                <w:sz w:val="16"/>
              </w:rPr>
              <w:t>:  Patents</w:t>
            </w:r>
            <w:proofErr w:type="gramEnd"/>
            <w:r w:rsidRPr="006B3432">
              <w:rPr>
                <w:sz w:val="16"/>
              </w:rPr>
              <w:t xml:space="preserve">, International patent applications under the PCT (PCT applications in the national phase), Utility Models / Utility certificates, </w:t>
            </w:r>
            <w:proofErr w:type="gramStart"/>
            <w:r w:rsidRPr="006B3432">
              <w:rPr>
                <w:sz w:val="16"/>
              </w:rPr>
              <w:t>International</w:t>
            </w:r>
            <w:proofErr w:type="gramEnd"/>
            <w:r w:rsidRPr="006B3432">
              <w:rPr>
                <w:sz w:val="16"/>
              </w:rPr>
              <w:t xml:space="preserve"> utility model applications under the PCT (PCT applications in the national phase)</w:t>
            </w:r>
          </w:p>
        </w:tc>
      </w:tr>
      <w:tr w:rsidR="00FC7E5F" w:rsidRPr="006B3432" w14:paraId="5D194D4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7604FB1"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4DE1492" w14:textId="77777777" w:rsidR="00FC7E5F" w:rsidRPr="006B3432" w:rsidRDefault="00FC7E5F" w:rsidP="00FC7E5F">
            <w:pPr>
              <w:numPr>
                <w:ilvl w:val="0"/>
                <w:numId w:val="6"/>
              </w:numPr>
              <w:tabs>
                <w:tab w:val="clear" w:pos="680"/>
                <w:tab w:val="left" w:pos="284"/>
                <w:tab w:val="num" w:pos="885"/>
              </w:tabs>
              <w:spacing w:before="120" w:after="20"/>
              <w:ind w:left="1452" w:hanging="1452"/>
              <w:rPr>
                <w:sz w:val="16"/>
              </w:rPr>
            </w:pPr>
            <w:r w:rsidRPr="006B3432">
              <w:rPr>
                <w:sz w:val="16"/>
              </w:rPr>
              <w:t>Description:</w:t>
            </w:r>
            <w:r w:rsidRPr="006B3432">
              <w:rPr>
                <w:sz w:val="16"/>
              </w:rPr>
              <w:tab/>
              <w:t xml:space="preserve">In the above example </w:t>
            </w:r>
            <w:r w:rsidRPr="006B3432">
              <w:rPr>
                <w:rFonts w:ascii="Gulim" w:eastAsia="Gulim" w:hAnsi="Gulim" w:cs="Gulim" w:hint="eastAsia"/>
                <w:sz w:val="16"/>
              </w:rPr>
              <w:t>특허</w:t>
            </w:r>
            <w:r w:rsidRPr="006B3432">
              <w:rPr>
                <w:sz w:val="16"/>
              </w:rPr>
              <w:t xml:space="preserve"> 95–012345 is a patent application filed in 1995 with a serial number 012345</w:t>
            </w:r>
          </w:p>
          <w:p w14:paraId="56C7C9AE"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 (Korean letters)</w:t>
            </w:r>
          </w:p>
          <w:p w14:paraId="4990EB3B"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Patents</w:t>
            </w:r>
            <w:proofErr w:type="gramStart"/>
            <w:r w:rsidRPr="006B3432">
              <w:rPr>
                <w:sz w:val="16"/>
              </w:rPr>
              <w:tab/>
              <w:t xml:space="preserve">  </w:t>
            </w:r>
            <w:r w:rsidRPr="006B3432">
              <w:rPr>
                <w:rFonts w:ascii="Gulim" w:eastAsia="Gulim" w:hAnsi="Gulim" w:cs="Gulim" w:hint="eastAsia"/>
                <w:noProof/>
                <w:sz w:val="16"/>
              </w:rPr>
              <w:t>특허</w:t>
            </w:r>
            <w:proofErr w:type="gramEnd"/>
          </w:p>
          <w:p w14:paraId="579D1A29" w14:textId="77777777" w:rsidR="00FC7E5F" w:rsidRPr="006B3432" w:rsidRDefault="00FC7E5F" w:rsidP="00FC7E5F">
            <w:pPr>
              <w:numPr>
                <w:ilvl w:val="1"/>
                <w:numId w:val="6"/>
              </w:numPr>
              <w:tabs>
                <w:tab w:val="clear" w:pos="1245"/>
                <w:tab w:val="num" w:pos="1452"/>
                <w:tab w:val="left" w:leader="dot" w:pos="5705"/>
              </w:tabs>
              <w:spacing w:before="20" w:after="20"/>
              <w:ind w:left="1452" w:hanging="425"/>
              <w:rPr>
                <w:sz w:val="16"/>
              </w:rPr>
            </w:pPr>
            <w:r w:rsidRPr="006B3432">
              <w:rPr>
                <w:noProof/>
                <w:sz w:val="16"/>
              </w:rPr>
              <w:t>International patent applications under the PCT</w:t>
            </w:r>
            <w:r w:rsidRPr="006B3432">
              <w:rPr>
                <w:noProof/>
                <w:sz w:val="16"/>
              </w:rPr>
              <w:br/>
              <w:t xml:space="preserve">(PCT applications in the national phase) </w:t>
            </w:r>
            <w:proofErr w:type="gramStart"/>
            <w:r w:rsidRPr="006B3432">
              <w:rPr>
                <w:sz w:val="16"/>
              </w:rPr>
              <w:tab/>
              <w:t xml:space="preserve">  </w:t>
            </w:r>
            <w:r w:rsidRPr="006B3432">
              <w:rPr>
                <w:rFonts w:ascii="Gulim" w:eastAsia="Gulim" w:hAnsi="Gulim" w:cs="Gulim" w:hint="eastAsia"/>
                <w:noProof/>
                <w:sz w:val="16"/>
              </w:rPr>
              <w:t>특허</w:t>
            </w:r>
            <w:proofErr w:type="gramEnd"/>
          </w:p>
          <w:p w14:paraId="41018E08"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Utility Models / Utility certificates</w:t>
            </w:r>
            <w:proofErr w:type="gramStart"/>
            <w:r w:rsidRPr="006B3432">
              <w:rPr>
                <w:sz w:val="16"/>
              </w:rPr>
              <w:tab/>
              <w:t xml:space="preserve">  </w:t>
            </w:r>
            <w:r w:rsidRPr="006B3432">
              <w:rPr>
                <w:rFonts w:ascii="Gulim" w:eastAsia="Gulim" w:hAnsi="Gulim" w:cs="Gulim" w:hint="eastAsia"/>
                <w:noProof/>
                <w:sz w:val="16"/>
              </w:rPr>
              <w:t>실용</w:t>
            </w:r>
            <w:proofErr w:type="gramEnd"/>
            <w:r w:rsidRPr="006B3432">
              <w:rPr>
                <w:rFonts w:ascii="Gulim" w:eastAsia="Gulim" w:hAnsi="Gulim" w:cs="Gulim"/>
                <w:noProof/>
                <w:sz w:val="16"/>
              </w:rPr>
              <w:t xml:space="preserve"> </w:t>
            </w:r>
            <w:r w:rsidRPr="006B3432">
              <w:rPr>
                <w:noProof/>
                <w:sz w:val="16"/>
              </w:rPr>
              <w:t>or U</w:t>
            </w:r>
          </w:p>
          <w:p w14:paraId="73B29B66" w14:textId="77777777" w:rsidR="00FC7E5F" w:rsidRPr="006B3432" w:rsidRDefault="00FC7E5F" w:rsidP="00FC7E5F">
            <w:pPr>
              <w:numPr>
                <w:ilvl w:val="1"/>
                <w:numId w:val="6"/>
              </w:numPr>
              <w:tabs>
                <w:tab w:val="clear" w:pos="1245"/>
                <w:tab w:val="num" w:pos="1452"/>
                <w:tab w:val="left" w:leader="dot" w:pos="5705"/>
              </w:tabs>
              <w:spacing w:before="20" w:after="120"/>
              <w:ind w:left="1451" w:hanging="425"/>
              <w:rPr>
                <w:sz w:val="16"/>
              </w:rPr>
            </w:pPr>
            <w:r w:rsidRPr="006B3432">
              <w:rPr>
                <w:sz w:val="16"/>
              </w:rPr>
              <w:t>International utility model applications under the PCT</w:t>
            </w:r>
            <w:r w:rsidRPr="006B3432">
              <w:rPr>
                <w:noProof/>
                <w:sz w:val="16"/>
              </w:rPr>
              <w:br/>
              <w:t xml:space="preserve">(PCT applications in the national phase) </w:t>
            </w:r>
            <w:proofErr w:type="gramStart"/>
            <w:r w:rsidRPr="006B3432">
              <w:rPr>
                <w:sz w:val="16"/>
              </w:rPr>
              <w:tab/>
              <w:t xml:space="preserve">  </w:t>
            </w:r>
            <w:r w:rsidRPr="006B3432">
              <w:rPr>
                <w:rFonts w:ascii="Gulim" w:eastAsia="Gulim" w:hAnsi="Gulim" w:cs="Gulim" w:hint="eastAsia"/>
                <w:noProof/>
                <w:sz w:val="16"/>
              </w:rPr>
              <w:t>실용</w:t>
            </w:r>
            <w:proofErr w:type="gramEnd"/>
            <w:r w:rsidRPr="006B3432">
              <w:rPr>
                <w:rFonts w:ascii="Gulim" w:eastAsia="Gulim" w:hAnsi="Gulim" w:cs="Gulim"/>
                <w:noProof/>
                <w:sz w:val="16"/>
              </w:rPr>
              <w:t xml:space="preserve"> </w:t>
            </w:r>
            <w:r w:rsidRPr="006B3432">
              <w:rPr>
                <w:noProof/>
                <w:sz w:val="16"/>
              </w:rPr>
              <w:t>or U</w:t>
            </w:r>
          </w:p>
          <w:p w14:paraId="260097B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3-4 (or four digits in positions 2-3) indicate the year of filing according to Gregorian calendar.</w:t>
            </w:r>
          </w:p>
          <w:p w14:paraId="7FC9CE8D" w14:textId="77777777" w:rsidR="00FC7E5F" w:rsidRPr="006B3432" w:rsidRDefault="00FC7E5F" w:rsidP="00FC7E5F">
            <w:pPr>
              <w:numPr>
                <w:ilvl w:val="0"/>
                <w:numId w:val="6"/>
              </w:numPr>
              <w:tabs>
                <w:tab w:val="clear" w:pos="680"/>
                <w:tab w:val="left" w:pos="284"/>
                <w:tab w:val="num" w:pos="373"/>
              </w:tabs>
              <w:spacing w:before="20" w:after="20"/>
              <w:ind w:left="2445" w:hanging="2586"/>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six digits in positions 6-11 (or 5-10) after the hyphen. Annual numbering system.</w:t>
            </w:r>
          </w:p>
          <w:p w14:paraId="7C05ED7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A7393A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0EF306D1" w14:textId="77777777" w:rsidR="00FC7E5F" w:rsidRPr="006B3432" w:rsidRDefault="00FC7E5F" w:rsidP="00852FF9">
            <w:pPr>
              <w:tabs>
                <w:tab w:val="left" w:pos="284"/>
              </w:tabs>
              <w:spacing w:before="120" w:after="20"/>
              <w:rPr>
                <w:sz w:val="16"/>
              </w:rPr>
            </w:pPr>
            <w:r w:rsidRPr="006B3432">
              <w:rPr>
                <w:sz w:val="16"/>
              </w:rPr>
              <w:t>Further remarks:</w:t>
            </w:r>
            <w:r w:rsidRPr="006B3432">
              <w:rPr>
                <w:sz w:val="16"/>
              </w:rPr>
              <w:br/>
              <w:t>Serial numbers of international patent and utility model applications begin with “7” (after the hyphen, position 6 or 5)</w:t>
            </w:r>
          </w:p>
          <w:p w14:paraId="1C59416A" w14:textId="77777777" w:rsidR="00FC7E5F" w:rsidRPr="006B3432" w:rsidRDefault="00FC7E5F" w:rsidP="00852FF9">
            <w:pPr>
              <w:tabs>
                <w:tab w:val="left" w:pos="284"/>
              </w:tabs>
              <w:spacing w:before="120" w:after="20"/>
              <w:rPr>
                <w:sz w:val="16"/>
              </w:rPr>
            </w:pPr>
            <w:r w:rsidRPr="006B3432">
              <w:rPr>
                <w:sz w:val="16"/>
              </w:rPr>
              <w:t>The letter code “U” was used for utility model priority application numbers.</w:t>
            </w:r>
          </w:p>
          <w:p w14:paraId="272F4FE8"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(hyphen) are not counted for defining the position of elements of the application number.</w:t>
            </w:r>
          </w:p>
        </w:tc>
      </w:tr>
      <w:tr w:rsidR="00FC7E5F" w:rsidRPr="006B3432" w14:paraId="39C995E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2EB74A88" w14:textId="77777777" w:rsidR="00FC7E5F" w:rsidRPr="006B3432" w:rsidRDefault="00FC7E5F" w:rsidP="00852FF9">
            <w:pPr>
              <w:keepNext/>
              <w:spacing w:before="120"/>
              <w:ind w:left="-57" w:right="-57"/>
              <w:jc w:val="center"/>
              <w:rPr>
                <w:b/>
                <w:sz w:val="16"/>
                <w:szCs w:val="16"/>
              </w:rPr>
            </w:pPr>
            <w:r w:rsidRPr="006B3432">
              <w:rPr>
                <w:b/>
                <w:noProof/>
                <w:sz w:val="16"/>
                <w:szCs w:val="16"/>
              </w:rPr>
              <w:t>KR</w:t>
            </w:r>
          </w:p>
          <w:p w14:paraId="48B308CA" w14:textId="77777777" w:rsidR="00FC7E5F" w:rsidRPr="006B3432" w:rsidRDefault="00FC7E5F" w:rsidP="00852FF9">
            <w:pPr>
              <w:spacing w:before="120"/>
              <w:ind w:left="-57" w:right="-57"/>
              <w:jc w:val="center"/>
              <w:rPr>
                <w:b/>
                <w:sz w:val="16"/>
                <w:szCs w:val="16"/>
              </w:rPr>
            </w:pPr>
            <w:r w:rsidRPr="006B3432">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14:paraId="17650EDE" w14:textId="77777777" w:rsidR="00FC7E5F" w:rsidRPr="006B3432" w:rsidRDefault="00FC7E5F" w:rsidP="00852FF9">
            <w:pPr>
              <w:spacing w:before="120" w:after="20"/>
              <w:ind w:left="-57" w:right="-57"/>
              <w:jc w:val="center"/>
              <w:rPr>
                <w:noProof/>
                <w:spacing w:val="-4"/>
                <w:sz w:val="16"/>
                <w:lang w:eastAsia="ko-KR"/>
              </w:rPr>
            </w:pPr>
            <w:r w:rsidRPr="006B3432">
              <w:rPr>
                <w:rFonts w:ascii="Batang" w:eastAsia="Batang" w:hAnsi="Batang" w:cs="Batang" w:hint="eastAsia"/>
                <w:noProof/>
                <w:spacing w:val="-4"/>
                <w:sz w:val="16"/>
                <w:lang w:eastAsia="ko-KR"/>
              </w:rPr>
              <w:t>상표</w:t>
            </w:r>
            <w:r w:rsidRPr="006B3432">
              <w:rPr>
                <w:rFonts w:hint="eastAsia"/>
                <w:noProof/>
                <w:spacing w:val="-4"/>
                <w:sz w:val="16"/>
                <w:lang w:eastAsia="ko-KR"/>
              </w:rPr>
              <w:t xml:space="preserve"> </w:t>
            </w:r>
            <w:r w:rsidRPr="006B3432">
              <w:rPr>
                <w:noProof/>
                <w:spacing w:val="-4"/>
                <w:sz w:val="16"/>
              </w:rPr>
              <w:t>95–012345</w:t>
            </w:r>
          </w:p>
          <w:p w14:paraId="1AF81A31" w14:textId="77777777" w:rsidR="00FC7E5F" w:rsidRPr="006B3432" w:rsidRDefault="00FC7E5F" w:rsidP="00852FF9">
            <w:pPr>
              <w:spacing w:after="20"/>
              <w:ind w:left="-58" w:right="-58"/>
              <w:jc w:val="center"/>
              <w:rPr>
                <w:noProof/>
                <w:spacing w:val="-4"/>
                <w:sz w:val="16"/>
                <w:lang w:eastAsia="ko-KR"/>
              </w:rPr>
            </w:pPr>
            <w:r w:rsidRPr="006B3432">
              <w:rPr>
                <w:rFonts w:hint="eastAsia"/>
                <w:noProof/>
                <w:spacing w:val="-4"/>
                <w:sz w:val="16"/>
                <w:lang w:eastAsia="ko-KR"/>
              </w:rPr>
              <w:t>or</w:t>
            </w:r>
          </w:p>
          <w:p w14:paraId="3B117E7A" w14:textId="77777777" w:rsidR="00FC7E5F" w:rsidRPr="006B3432" w:rsidRDefault="00FC7E5F" w:rsidP="00852FF9">
            <w:pPr>
              <w:spacing w:after="20"/>
              <w:ind w:left="-58" w:right="-58"/>
              <w:jc w:val="center"/>
              <w:rPr>
                <w:noProof/>
                <w:spacing w:val="-4"/>
                <w:sz w:val="16"/>
                <w:lang w:eastAsia="ko-KR"/>
              </w:rPr>
            </w:pPr>
            <w:r w:rsidRPr="006B3432">
              <w:rPr>
                <w:rFonts w:ascii="Batang" w:eastAsia="Batang" w:hAnsi="Batang" w:cs="Batang" w:hint="eastAsia"/>
                <w:noProof/>
                <w:spacing w:val="-4"/>
                <w:sz w:val="16"/>
                <w:lang w:eastAsia="ko-KR"/>
              </w:rPr>
              <w:t>상</w:t>
            </w:r>
            <w:r w:rsidRPr="006B3432">
              <w:rPr>
                <w:noProof/>
                <w:spacing w:val="-4"/>
                <w:sz w:val="16"/>
                <w:lang w:eastAsia="ko-KR"/>
              </w:rPr>
              <w:t xml:space="preserve"> </w:t>
            </w:r>
            <w:r w:rsidRPr="006B3432">
              <w:rPr>
                <w:rFonts w:hint="eastAsia"/>
                <w:noProof/>
                <w:spacing w:val="-4"/>
                <w:sz w:val="16"/>
                <w:lang w:eastAsia="ko-KR"/>
              </w:rPr>
              <w:t>1995</w:t>
            </w:r>
            <w:r w:rsidRPr="006B3432">
              <w:rPr>
                <w:noProof/>
                <w:spacing w:val="-4"/>
                <w:sz w:val="16"/>
              </w:rPr>
              <w:t>–</w:t>
            </w:r>
            <w:r w:rsidRPr="006B3432">
              <w:rPr>
                <w:rFonts w:hint="eastAsia"/>
                <w:noProof/>
                <w:spacing w:val="-4"/>
                <w:sz w:val="16"/>
                <w:lang w:eastAsia="ko-KR"/>
              </w:rPr>
              <w:t>012345</w:t>
            </w:r>
          </w:p>
          <w:p w14:paraId="292DDC66" w14:textId="77777777" w:rsidR="00FC7E5F" w:rsidRPr="006B3432" w:rsidRDefault="00FC7E5F" w:rsidP="00852FF9">
            <w:pPr>
              <w:spacing w:after="20"/>
              <w:ind w:left="-58" w:right="-58"/>
              <w:jc w:val="center"/>
              <w:rPr>
                <w:noProof/>
                <w:spacing w:val="-4"/>
                <w:sz w:val="16"/>
                <w:lang w:eastAsia="ko-KR"/>
              </w:rPr>
            </w:pPr>
          </w:p>
          <w:p w14:paraId="5F6CF2DE" w14:textId="77777777" w:rsidR="00FC7E5F" w:rsidRPr="006B3432" w:rsidRDefault="00FC7E5F" w:rsidP="00852FF9">
            <w:pPr>
              <w:spacing w:after="20"/>
              <w:ind w:left="-58" w:right="-58"/>
              <w:jc w:val="center"/>
              <w:rPr>
                <w:noProof/>
                <w:spacing w:val="-4"/>
                <w:sz w:val="16"/>
                <w:lang w:eastAsia="ko-KR"/>
              </w:rPr>
            </w:pPr>
            <w:r w:rsidRPr="006B3432">
              <w:rPr>
                <w:rFonts w:ascii="Batang" w:eastAsia="Batang" w:hAnsi="Batang" w:cs="Batang" w:hint="eastAsia"/>
                <w:noProof/>
                <w:spacing w:val="-4"/>
                <w:sz w:val="16"/>
                <w:lang w:eastAsia="ko-KR"/>
              </w:rPr>
              <w:t>의장</w:t>
            </w:r>
            <w:r w:rsidRPr="006B3432">
              <w:rPr>
                <w:rFonts w:hint="eastAsia"/>
                <w:noProof/>
                <w:spacing w:val="-4"/>
                <w:sz w:val="16"/>
                <w:lang w:eastAsia="ko-KR"/>
              </w:rPr>
              <w:t xml:space="preserve"> 95</w:t>
            </w:r>
            <w:r w:rsidRPr="006B3432">
              <w:rPr>
                <w:noProof/>
                <w:spacing w:val="-4"/>
                <w:sz w:val="16"/>
              </w:rPr>
              <w:t>–</w:t>
            </w:r>
            <w:r w:rsidRPr="006B3432">
              <w:rPr>
                <w:rFonts w:hint="eastAsia"/>
                <w:noProof/>
                <w:spacing w:val="-4"/>
                <w:sz w:val="16"/>
                <w:lang w:eastAsia="ko-KR"/>
              </w:rPr>
              <w:t>012345</w:t>
            </w:r>
          </w:p>
          <w:p w14:paraId="71AE293A" w14:textId="77777777" w:rsidR="00FC7E5F" w:rsidRPr="006B3432" w:rsidRDefault="00FC7E5F" w:rsidP="00852FF9">
            <w:pPr>
              <w:spacing w:after="20"/>
              <w:ind w:left="-58" w:right="-58"/>
              <w:jc w:val="center"/>
              <w:rPr>
                <w:noProof/>
                <w:spacing w:val="-4"/>
                <w:sz w:val="16"/>
                <w:lang w:eastAsia="ko-KR"/>
              </w:rPr>
            </w:pPr>
            <w:r w:rsidRPr="006B3432">
              <w:rPr>
                <w:noProof/>
                <w:spacing w:val="-4"/>
                <w:sz w:val="16"/>
                <w:lang w:eastAsia="ko-KR"/>
              </w:rPr>
              <w:t>or</w:t>
            </w:r>
          </w:p>
          <w:p w14:paraId="41709C91" w14:textId="77777777" w:rsidR="00FC7E5F" w:rsidRPr="006B3432" w:rsidRDefault="00FC7E5F" w:rsidP="00852FF9">
            <w:pPr>
              <w:spacing w:after="120"/>
              <w:ind w:left="-57" w:right="-57"/>
              <w:jc w:val="center"/>
              <w:rPr>
                <w:noProof/>
                <w:spacing w:val="-4"/>
                <w:sz w:val="16"/>
                <w:lang w:eastAsia="ko-KR"/>
              </w:rPr>
            </w:pPr>
            <w:r w:rsidRPr="006B3432">
              <w:rPr>
                <w:rFonts w:ascii="Gulim" w:eastAsia="Gulim" w:hAnsi="Gulim" w:cs="Gulim" w:hint="eastAsia"/>
                <w:noProof/>
                <w:spacing w:val="-4"/>
                <w:sz w:val="16"/>
                <w:lang w:eastAsia="ko-KR"/>
              </w:rPr>
              <w:t>의</w:t>
            </w:r>
            <w:r w:rsidRPr="006B3432">
              <w:rPr>
                <w:rFonts w:hint="eastAsia"/>
                <w:noProof/>
                <w:spacing w:val="-4"/>
                <w:sz w:val="16"/>
                <w:lang w:eastAsia="ko-KR"/>
              </w:rPr>
              <w:t xml:space="preserve"> 1995</w:t>
            </w:r>
            <w:r w:rsidRPr="006B3432">
              <w:rPr>
                <w:noProof/>
                <w:spacing w:val="-4"/>
                <w:sz w:val="16"/>
              </w:rPr>
              <w:t>–</w:t>
            </w:r>
            <w:r w:rsidRPr="006B3432">
              <w:rPr>
                <w:rFonts w:hint="eastAsia"/>
                <w:noProof/>
                <w:spacing w:val="-4"/>
                <w:sz w:val="16"/>
                <w:lang w:eastAsia="ko-KR"/>
              </w:rPr>
              <w:t>012345</w:t>
            </w:r>
          </w:p>
        </w:tc>
        <w:tc>
          <w:tcPr>
            <w:tcW w:w="1561" w:type="dxa"/>
            <w:tcBorders>
              <w:top w:val="single" w:sz="6" w:space="0" w:color="auto"/>
              <w:left w:val="single" w:sz="6" w:space="0" w:color="auto"/>
              <w:bottom w:val="single" w:sz="6" w:space="0" w:color="auto"/>
              <w:right w:val="single" w:sz="6" w:space="0" w:color="auto"/>
            </w:tcBorders>
          </w:tcPr>
          <w:p w14:paraId="18334251" w14:textId="77777777" w:rsidR="00FC7E5F" w:rsidRPr="006B3432" w:rsidRDefault="00FC7E5F" w:rsidP="00852FF9">
            <w:pPr>
              <w:spacing w:before="120"/>
              <w:ind w:left="-57" w:right="-57"/>
              <w:jc w:val="center"/>
              <w:rPr>
                <w:noProof/>
                <w:spacing w:val="-4"/>
                <w:sz w:val="16"/>
              </w:rPr>
            </w:pPr>
            <w:r w:rsidRPr="006B3432">
              <w:rPr>
                <w:noProof/>
                <w:spacing w:val="-4"/>
                <w:sz w:val="16"/>
              </w:rPr>
              <w:t>95–012345</w:t>
            </w:r>
          </w:p>
        </w:tc>
        <w:tc>
          <w:tcPr>
            <w:tcW w:w="4796" w:type="dxa"/>
            <w:gridSpan w:val="2"/>
            <w:tcBorders>
              <w:top w:val="single" w:sz="6" w:space="0" w:color="auto"/>
              <w:left w:val="single" w:sz="6" w:space="0" w:color="auto"/>
              <w:bottom w:val="single" w:sz="6" w:space="0" w:color="auto"/>
              <w:right w:val="single" w:sz="6" w:space="0" w:color="auto"/>
            </w:tcBorders>
            <w:hideMark/>
          </w:tcPr>
          <w:p w14:paraId="0183D686" w14:textId="77777777" w:rsidR="00FC7E5F" w:rsidRPr="006B3432" w:rsidRDefault="00FC7E5F" w:rsidP="00852FF9">
            <w:pPr>
              <w:spacing w:before="120" w:after="60"/>
              <w:ind w:right="-57"/>
              <w:rPr>
                <w:noProof/>
                <w:sz w:val="16"/>
              </w:rPr>
            </w:pPr>
            <w:r w:rsidRPr="006B3432">
              <w:rPr>
                <w:sz w:val="16"/>
              </w:rPr>
              <w:t>Used until the end of 1998</w:t>
            </w:r>
            <w:r w:rsidRPr="006B3432">
              <w:rPr>
                <w:sz w:val="16"/>
              </w:rPr>
              <w:br/>
              <w:t>for</w:t>
            </w:r>
            <w:proofErr w:type="gramStart"/>
            <w:r w:rsidRPr="006B3432">
              <w:rPr>
                <w:sz w:val="16"/>
              </w:rPr>
              <w:t>:  Trademarks</w:t>
            </w:r>
            <w:proofErr w:type="gramEnd"/>
            <w:r w:rsidRPr="006B3432">
              <w:rPr>
                <w:sz w:val="16"/>
              </w:rPr>
              <w:t>, Industrial designs</w:t>
            </w:r>
          </w:p>
        </w:tc>
      </w:tr>
      <w:tr w:rsidR="00FC7E5F" w:rsidRPr="006B3432" w14:paraId="0A1C188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588230D"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2B552C8" w14:textId="77777777" w:rsidR="00FC7E5F" w:rsidRPr="006B3432" w:rsidRDefault="00FC7E5F" w:rsidP="00FC7E5F">
            <w:pPr>
              <w:numPr>
                <w:ilvl w:val="0"/>
                <w:numId w:val="6"/>
              </w:numPr>
              <w:tabs>
                <w:tab w:val="clear" w:pos="680"/>
                <w:tab w:val="left" w:pos="284"/>
              </w:tabs>
              <w:spacing w:before="120" w:after="20"/>
              <w:ind w:left="1452" w:hanging="1452"/>
              <w:rPr>
                <w:sz w:val="16"/>
              </w:rPr>
            </w:pPr>
            <w:r w:rsidRPr="006B3432">
              <w:rPr>
                <w:sz w:val="16"/>
              </w:rPr>
              <w:t xml:space="preserve">Description:  In the above example </w:t>
            </w:r>
            <w:r w:rsidRPr="006B3432">
              <w:rPr>
                <w:rFonts w:ascii="Batang" w:eastAsia="Batang" w:hAnsi="Batang" w:cs="Batang" w:hint="eastAsia"/>
                <w:sz w:val="16"/>
                <w:lang w:eastAsia="ko-KR"/>
              </w:rPr>
              <w:t>상표</w:t>
            </w:r>
            <w:r w:rsidRPr="006B3432">
              <w:rPr>
                <w:sz w:val="16"/>
              </w:rPr>
              <w:t xml:space="preserve">95–012345 is a </w:t>
            </w:r>
            <w:r w:rsidRPr="006B3432">
              <w:rPr>
                <w:rFonts w:hint="eastAsia"/>
                <w:sz w:val="16"/>
                <w:lang w:eastAsia="ko-KR"/>
              </w:rPr>
              <w:t xml:space="preserve">trademark </w:t>
            </w:r>
            <w:r w:rsidRPr="006B3432">
              <w:rPr>
                <w:sz w:val="16"/>
              </w:rPr>
              <w:t>application filed in 1995 with a serial number 012345</w:t>
            </w:r>
          </w:p>
          <w:p w14:paraId="1135B12E"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xml:space="preserve">:  </w:t>
            </w:r>
            <w:r w:rsidRPr="006B3432">
              <w:rPr>
                <w:rFonts w:hint="eastAsia"/>
                <w:sz w:val="16"/>
                <w:lang w:eastAsia="ko-KR"/>
              </w:rPr>
              <w:t>position</w:t>
            </w:r>
            <w:proofErr w:type="gramEnd"/>
            <w:r w:rsidRPr="006B3432">
              <w:rPr>
                <w:rFonts w:hint="eastAsia"/>
                <w:sz w:val="16"/>
                <w:lang w:eastAsia="ko-KR"/>
              </w:rPr>
              <w:t xml:space="preserve"> 1-2(Korean letters)</w:t>
            </w:r>
          </w:p>
          <w:p w14:paraId="53DAE21D" w14:textId="77777777" w:rsidR="00FC7E5F" w:rsidRPr="006B3432" w:rsidRDefault="00FC7E5F" w:rsidP="00FC7E5F">
            <w:pPr>
              <w:numPr>
                <w:ilvl w:val="1"/>
                <w:numId w:val="6"/>
              </w:numPr>
              <w:tabs>
                <w:tab w:val="clear" w:pos="1245"/>
                <w:tab w:val="num" w:pos="1452"/>
                <w:tab w:val="left" w:leader="dot" w:pos="5726"/>
              </w:tabs>
              <w:spacing w:before="20" w:after="20"/>
              <w:ind w:left="1451" w:hanging="425"/>
              <w:rPr>
                <w:sz w:val="16"/>
              </w:rPr>
            </w:pPr>
            <w:r w:rsidRPr="006B3432">
              <w:rPr>
                <w:rFonts w:hint="eastAsia"/>
                <w:sz w:val="16"/>
                <w:lang w:eastAsia="ko-KR"/>
              </w:rPr>
              <w:t>Trademark</w:t>
            </w:r>
            <w:r w:rsidRPr="006B3432">
              <w:rPr>
                <w:sz w:val="16"/>
              </w:rPr>
              <w:t>s</w:t>
            </w:r>
            <w:proofErr w:type="gramStart"/>
            <w:r w:rsidRPr="006B3432">
              <w:rPr>
                <w:sz w:val="16"/>
              </w:rPr>
              <w:tab/>
              <w:t xml:space="preserve">  </w:t>
            </w:r>
            <w:r w:rsidRPr="006B3432">
              <w:rPr>
                <w:rFonts w:ascii="Batang" w:eastAsia="Batang" w:hAnsi="Batang" w:cs="Batang" w:hint="eastAsia"/>
                <w:sz w:val="16"/>
                <w:lang w:eastAsia="ko-KR"/>
              </w:rPr>
              <w:t>상표</w:t>
            </w:r>
            <w:proofErr w:type="gramEnd"/>
          </w:p>
          <w:p w14:paraId="0F21596A" w14:textId="77777777" w:rsidR="00FC7E5F" w:rsidRPr="006B3432" w:rsidRDefault="00FC7E5F" w:rsidP="00FC7E5F">
            <w:pPr>
              <w:numPr>
                <w:ilvl w:val="1"/>
                <w:numId w:val="6"/>
              </w:numPr>
              <w:tabs>
                <w:tab w:val="clear" w:pos="1245"/>
                <w:tab w:val="num" w:pos="1452"/>
                <w:tab w:val="left" w:leader="dot" w:pos="5726"/>
              </w:tabs>
              <w:spacing w:before="20" w:after="120"/>
              <w:ind w:left="1451" w:hanging="425"/>
              <w:rPr>
                <w:sz w:val="16"/>
              </w:rPr>
            </w:pPr>
            <w:r w:rsidRPr="006B3432">
              <w:rPr>
                <w:rFonts w:hint="eastAsia"/>
                <w:sz w:val="16"/>
                <w:lang w:eastAsia="ko-KR"/>
              </w:rPr>
              <w:t>Industrial designs</w:t>
            </w:r>
            <w:proofErr w:type="gramStart"/>
            <w:r w:rsidRPr="006B3432">
              <w:rPr>
                <w:sz w:val="16"/>
              </w:rPr>
              <w:tab/>
              <w:t xml:space="preserve">  </w:t>
            </w:r>
            <w:r w:rsidRPr="006B3432">
              <w:rPr>
                <w:rFonts w:ascii="Batang" w:eastAsia="Batang" w:hAnsi="Batang" w:cs="Batang" w:hint="eastAsia"/>
                <w:sz w:val="16"/>
                <w:lang w:eastAsia="ko-KR"/>
              </w:rPr>
              <w:t>의장</w:t>
            </w:r>
            <w:proofErr w:type="gramEnd"/>
          </w:p>
          <w:p w14:paraId="0D6FFA0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1BD85D3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six digits in positions 3-8 after the hyphen. Annual numbering system.</w:t>
            </w:r>
          </w:p>
          <w:p w14:paraId="567D3CC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D90AB4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5207A399"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(hyphen) are not counted for defining the position of elements of the application number.</w:t>
            </w:r>
          </w:p>
        </w:tc>
      </w:tr>
      <w:tr w:rsidR="00FC7E5F" w:rsidRPr="006B3432" w14:paraId="78E426BE"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2E499E6"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KR</w:t>
            </w:r>
          </w:p>
          <w:p w14:paraId="46F0FD9F" w14:textId="77777777" w:rsidR="00FC7E5F" w:rsidRPr="006B3432" w:rsidRDefault="00FC7E5F" w:rsidP="00852FF9">
            <w:pPr>
              <w:spacing w:before="120"/>
              <w:ind w:left="-57" w:right="-57"/>
              <w:jc w:val="center"/>
              <w:rPr>
                <w:b/>
                <w:sz w:val="16"/>
                <w:szCs w:val="16"/>
              </w:rPr>
            </w:pPr>
            <w:r w:rsidRPr="006B3432">
              <w:rPr>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14:paraId="263E9A59" w14:textId="77777777" w:rsidR="00FC7E5F" w:rsidRPr="006B3432" w:rsidRDefault="00FC7E5F" w:rsidP="00852FF9">
            <w:pPr>
              <w:spacing w:before="120"/>
              <w:ind w:left="-57" w:right="-57"/>
              <w:jc w:val="center"/>
              <w:rPr>
                <w:noProof/>
                <w:spacing w:val="-4"/>
                <w:sz w:val="16"/>
              </w:rPr>
            </w:pPr>
            <w:r w:rsidRPr="006B3432">
              <w:rPr>
                <w:noProof/>
                <w:spacing w:val="-4"/>
                <w:sz w:val="16"/>
              </w:rPr>
              <w:t>95–0012</w:t>
            </w:r>
          </w:p>
        </w:tc>
        <w:tc>
          <w:tcPr>
            <w:tcW w:w="1561" w:type="dxa"/>
            <w:tcBorders>
              <w:top w:val="single" w:sz="6" w:space="0" w:color="auto"/>
              <w:left w:val="single" w:sz="6" w:space="0" w:color="auto"/>
              <w:bottom w:val="single" w:sz="6" w:space="0" w:color="auto"/>
              <w:right w:val="single" w:sz="6" w:space="0" w:color="auto"/>
            </w:tcBorders>
          </w:tcPr>
          <w:p w14:paraId="4AB41D27" w14:textId="77777777" w:rsidR="00FC7E5F" w:rsidRPr="006B3432" w:rsidRDefault="00FC7E5F" w:rsidP="00852FF9">
            <w:pPr>
              <w:spacing w:before="120"/>
              <w:ind w:left="-57" w:right="-57"/>
              <w:jc w:val="center"/>
              <w:rPr>
                <w:noProof/>
                <w:spacing w:val="-4"/>
                <w:sz w:val="16"/>
              </w:rPr>
            </w:pPr>
            <w:r w:rsidRPr="006B3432">
              <w:rPr>
                <w:noProof/>
                <w:spacing w:val="-4"/>
                <w:sz w:val="16"/>
              </w:rPr>
              <w:t>95–0012</w:t>
            </w:r>
          </w:p>
        </w:tc>
        <w:tc>
          <w:tcPr>
            <w:tcW w:w="4796" w:type="dxa"/>
            <w:gridSpan w:val="2"/>
            <w:tcBorders>
              <w:top w:val="single" w:sz="6" w:space="0" w:color="auto"/>
              <w:left w:val="single" w:sz="6" w:space="0" w:color="auto"/>
              <w:bottom w:val="single" w:sz="6" w:space="0" w:color="auto"/>
              <w:right w:val="single" w:sz="6" w:space="0" w:color="auto"/>
            </w:tcBorders>
            <w:hideMark/>
          </w:tcPr>
          <w:p w14:paraId="7ACF2C51" w14:textId="77777777" w:rsidR="00FC7E5F" w:rsidRPr="006B3432" w:rsidRDefault="00FC7E5F" w:rsidP="00852FF9">
            <w:pPr>
              <w:spacing w:before="120" w:after="60"/>
              <w:ind w:right="-57"/>
              <w:rPr>
                <w:noProof/>
                <w:sz w:val="16"/>
              </w:rPr>
            </w:pPr>
            <w:r w:rsidRPr="006B3432">
              <w:rPr>
                <w:sz w:val="16"/>
              </w:rPr>
              <w:t>Used until the end of 1998</w:t>
            </w:r>
            <w:r w:rsidRPr="006B3432">
              <w:rPr>
                <w:sz w:val="16"/>
              </w:rPr>
              <w:br/>
              <w:t>for</w:t>
            </w:r>
            <w:proofErr w:type="gramStart"/>
            <w:r w:rsidRPr="006B3432">
              <w:rPr>
                <w:sz w:val="16"/>
              </w:rPr>
              <w:t>:  Layout</w:t>
            </w:r>
            <w:proofErr w:type="gramEnd"/>
            <w:r w:rsidRPr="006B3432">
              <w:rPr>
                <w:sz w:val="16"/>
              </w:rPr>
              <w:t>-designs (topographies) of integrated circuits</w:t>
            </w:r>
          </w:p>
        </w:tc>
      </w:tr>
      <w:tr w:rsidR="00FC7E5F" w:rsidRPr="006B3432" w14:paraId="604EB7F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3AF4906"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6914AB6" w14:textId="77777777" w:rsidR="00FC7E5F" w:rsidRPr="006B3432" w:rsidRDefault="00FC7E5F" w:rsidP="00FC7E5F">
            <w:pPr>
              <w:numPr>
                <w:ilvl w:val="0"/>
                <w:numId w:val="6"/>
              </w:numPr>
              <w:tabs>
                <w:tab w:val="left" w:pos="284"/>
              </w:tabs>
              <w:spacing w:before="120" w:after="20"/>
              <w:ind w:hanging="680"/>
              <w:rPr>
                <w:sz w:val="16"/>
              </w:rPr>
            </w:pPr>
            <w:r w:rsidRPr="006B3432">
              <w:rPr>
                <w:sz w:val="16"/>
              </w:rPr>
              <w:t>Description:  In the above example 95–0012 is an application filed in 1995 with a serial number 0012</w:t>
            </w:r>
          </w:p>
          <w:p w14:paraId="1EEC18A9"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N</w:t>
            </w:r>
            <w:proofErr w:type="gramEnd"/>
            <w:r w:rsidRPr="006B3432">
              <w:rPr>
                <w:sz w:val="16"/>
              </w:rPr>
              <w:t>/A</w:t>
            </w:r>
          </w:p>
          <w:p w14:paraId="627ADE7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1EB64C1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3-6 after the hyphen. Annual numbering system.</w:t>
            </w:r>
          </w:p>
          <w:p w14:paraId="52929AD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5D4A638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09D8E17A"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(hyphen) are not counted for defining the position of elements of the application number.</w:t>
            </w:r>
          </w:p>
        </w:tc>
      </w:tr>
      <w:tr w:rsidR="00FC7E5F" w:rsidRPr="006B3432" w14:paraId="51C0927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6F49D34"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313FB440"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73F2C55A" w14:textId="77777777" w:rsidR="00FC7E5F" w:rsidRPr="006B3432" w:rsidRDefault="00FC7E5F" w:rsidP="00852FF9">
            <w:pPr>
              <w:spacing w:before="120"/>
              <w:ind w:left="-57" w:right="-57"/>
              <w:jc w:val="center"/>
              <w:rPr>
                <w:noProof/>
                <w:spacing w:val="-4"/>
                <w:sz w:val="16"/>
              </w:rPr>
            </w:pPr>
            <w:r w:rsidRPr="006B3432">
              <w:rPr>
                <w:noProof/>
                <w:spacing w:val="-4"/>
                <w:sz w:val="16"/>
              </w:rPr>
              <w:t>950002.1</w:t>
            </w:r>
          </w:p>
        </w:tc>
        <w:tc>
          <w:tcPr>
            <w:tcW w:w="1561" w:type="dxa"/>
            <w:tcBorders>
              <w:top w:val="single" w:sz="6" w:space="0" w:color="auto"/>
              <w:left w:val="single" w:sz="6" w:space="0" w:color="auto"/>
              <w:bottom w:val="single" w:sz="6" w:space="0" w:color="auto"/>
              <w:right w:val="single" w:sz="6" w:space="0" w:color="auto"/>
            </w:tcBorders>
          </w:tcPr>
          <w:p w14:paraId="438A0030" w14:textId="77777777" w:rsidR="00FC7E5F" w:rsidRPr="006B3432" w:rsidRDefault="00FC7E5F" w:rsidP="00852FF9">
            <w:pPr>
              <w:spacing w:before="120"/>
              <w:ind w:left="-57" w:right="-57"/>
              <w:jc w:val="center"/>
              <w:rPr>
                <w:noProof/>
                <w:spacing w:val="-4"/>
                <w:sz w:val="16"/>
              </w:rPr>
            </w:pPr>
            <w:r w:rsidRPr="006B3432">
              <w:rPr>
                <w:noProof/>
                <w:spacing w:val="-4"/>
                <w:sz w:val="16"/>
              </w:rPr>
              <w:t>950002.1</w:t>
            </w:r>
          </w:p>
        </w:tc>
        <w:tc>
          <w:tcPr>
            <w:tcW w:w="4796" w:type="dxa"/>
            <w:gridSpan w:val="2"/>
            <w:tcBorders>
              <w:top w:val="single" w:sz="6" w:space="0" w:color="auto"/>
              <w:left w:val="single" w:sz="6" w:space="0" w:color="auto"/>
              <w:bottom w:val="single" w:sz="6" w:space="0" w:color="auto"/>
              <w:right w:val="single" w:sz="6" w:space="0" w:color="auto"/>
            </w:tcBorders>
            <w:hideMark/>
          </w:tcPr>
          <w:p w14:paraId="2035F9E5" w14:textId="77777777" w:rsidR="00FC7E5F" w:rsidRPr="006B3432" w:rsidRDefault="00FC7E5F" w:rsidP="00852FF9">
            <w:pPr>
              <w:spacing w:before="120" w:after="60"/>
              <w:ind w:right="-57"/>
              <w:rPr>
                <w:noProof/>
                <w:sz w:val="16"/>
              </w:rPr>
            </w:pPr>
            <w:r w:rsidRPr="006B3432">
              <w:rPr>
                <w:sz w:val="16"/>
              </w:rPr>
              <w:t xml:space="preserve">Used from January 1, </w:t>
            </w:r>
            <w:proofErr w:type="gramStart"/>
            <w:r w:rsidRPr="006B3432">
              <w:rPr>
                <w:sz w:val="16"/>
              </w:rPr>
              <w:t>1995</w:t>
            </w:r>
            <w:proofErr w:type="gramEnd"/>
            <w:r w:rsidRPr="006B3432">
              <w:rPr>
                <w:sz w:val="16"/>
              </w:rPr>
              <w:t xml:space="preserve"> until December 31,1999</w:t>
            </w:r>
            <w:r w:rsidRPr="006B3432">
              <w:rPr>
                <w:sz w:val="16"/>
              </w:rPr>
              <w:br/>
              <w:t>for:  Patents</w:t>
            </w:r>
          </w:p>
        </w:tc>
      </w:tr>
      <w:tr w:rsidR="00FC7E5F" w:rsidRPr="006B3432" w14:paraId="489F6F6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3BFDBFC"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2673CF2" w14:textId="77777777" w:rsidR="00FC7E5F" w:rsidRPr="006B3432" w:rsidRDefault="00FC7E5F" w:rsidP="00FC7E5F">
            <w:pPr>
              <w:numPr>
                <w:ilvl w:val="0"/>
                <w:numId w:val="6"/>
              </w:numPr>
              <w:tabs>
                <w:tab w:val="clear" w:pos="680"/>
                <w:tab w:val="left" w:pos="284"/>
              </w:tabs>
              <w:spacing w:before="120" w:after="20"/>
              <w:ind w:left="1228" w:hanging="1228"/>
              <w:rPr>
                <w:sz w:val="16"/>
              </w:rPr>
            </w:pPr>
            <w:r w:rsidRPr="006B3432">
              <w:rPr>
                <w:sz w:val="16"/>
              </w:rPr>
              <w:t>Description</w:t>
            </w:r>
            <w:proofErr w:type="gramStart"/>
            <w:r w:rsidRPr="006B3432">
              <w:rPr>
                <w:sz w:val="16"/>
              </w:rPr>
              <w:t xml:space="preserve">:  </w:t>
            </w:r>
            <w:r w:rsidRPr="006B3432">
              <w:rPr>
                <w:sz w:val="16"/>
                <w:szCs w:val="16"/>
              </w:rPr>
              <w:t>The</w:t>
            </w:r>
            <w:proofErr w:type="gramEnd"/>
            <w:r w:rsidRPr="006B3432">
              <w:rPr>
                <w:sz w:val="16"/>
                <w:szCs w:val="16"/>
              </w:rPr>
              <w:t xml:space="preserve"> application number consists of three elements and seven symbols: the year designation, serial number and the code for the typer of IP right </w:t>
            </w:r>
          </w:p>
          <w:p w14:paraId="5D99E70E"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for the type of IP rights</w:t>
            </w:r>
            <w:proofErr w:type="gramStart"/>
            <w:r w:rsidRPr="006B3432">
              <w:rPr>
                <w:sz w:val="16"/>
                <w:szCs w:val="16"/>
              </w:rPr>
              <w:t>:  one</w:t>
            </w:r>
            <w:proofErr w:type="gramEnd"/>
            <w:r w:rsidRPr="006B3432">
              <w:rPr>
                <w:sz w:val="16"/>
                <w:szCs w:val="16"/>
              </w:rPr>
              <w:t xml:space="preserve"> digit position 7</w:t>
            </w:r>
            <w:r w:rsidRPr="006B3432">
              <w:t xml:space="preserve"> </w:t>
            </w:r>
          </w:p>
          <w:p w14:paraId="7441E770"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Patents</w:t>
            </w:r>
            <w:r w:rsidRPr="006B3432">
              <w:rPr>
                <w:sz w:val="16"/>
              </w:rPr>
              <w:tab/>
              <w:t>1</w:t>
            </w:r>
          </w:p>
          <w:p w14:paraId="1F58AE5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28254D26"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3-6</w:t>
            </w:r>
          </w:p>
          <w:p w14:paraId="3A0D62D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2E9619F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4F6DF6BC"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are not counted for defining the position of elements of the application number.</w:t>
            </w:r>
          </w:p>
        </w:tc>
      </w:tr>
      <w:tr w:rsidR="00FC7E5F" w:rsidRPr="006B3432" w14:paraId="4D17D6D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278090FD"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0A470EF5"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631586B2" w14:textId="77777777" w:rsidR="00FC7E5F" w:rsidRPr="006B3432" w:rsidRDefault="00FC7E5F" w:rsidP="00852FF9">
            <w:pPr>
              <w:spacing w:before="120"/>
              <w:ind w:left="-57" w:right="-57"/>
              <w:jc w:val="center"/>
              <w:rPr>
                <w:noProof/>
                <w:spacing w:val="-4"/>
                <w:sz w:val="16"/>
              </w:rPr>
            </w:pPr>
            <w:r w:rsidRPr="006B3432">
              <w:rPr>
                <w:noProof/>
                <w:spacing w:val="-4"/>
                <w:sz w:val="16"/>
              </w:rPr>
              <w:t xml:space="preserve">0001/И94 </w:t>
            </w:r>
          </w:p>
        </w:tc>
        <w:tc>
          <w:tcPr>
            <w:tcW w:w="1561" w:type="dxa"/>
            <w:tcBorders>
              <w:top w:val="single" w:sz="6" w:space="0" w:color="auto"/>
              <w:left w:val="single" w:sz="6" w:space="0" w:color="auto"/>
              <w:bottom w:val="single" w:sz="6" w:space="0" w:color="auto"/>
              <w:right w:val="single" w:sz="6" w:space="0" w:color="auto"/>
            </w:tcBorders>
          </w:tcPr>
          <w:p w14:paraId="4BDD559F" w14:textId="77777777" w:rsidR="00FC7E5F" w:rsidRPr="006B3432" w:rsidRDefault="00FC7E5F" w:rsidP="00852FF9">
            <w:pPr>
              <w:spacing w:before="120"/>
              <w:ind w:left="-57" w:right="-57"/>
              <w:jc w:val="center"/>
              <w:rPr>
                <w:noProof/>
                <w:spacing w:val="-4"/>
                <w:sz w:val="16"/>
              </w:rPr>
            </w:pPr>
            <w:r w:rsidRPr="006B3432">
              <w:rPr>
                <w:noProof/>
                <w:spacing w:val="-4"/>
                <w:sz w:val="16"/>
              </w:rPr>
              <w:t xml:space="preserve">0001/И94 </w:t>
            </w:r>
          </w:p>
        </w:tc>
        <w:tc>
          <w:tcPr>
            <w:tcW w:w="4796" w:type="dxa"/>
            <w:gridSpan w:val="2"/>
            <w:tcBorders>
              <w:top w:val="single" w:sz="6" w:space="0" w:color="auto"/>
              <w:left w:val="single" w:sz="6" w:space="0" w:color="auto"/>
              <w:bottom w:val="single" w:sz="6" w:space="0" w:color="auto"/>
              <w:right w:val="single" w:sz="6" w:space="0" w:color="auto"/>
            </w:tcBorders>
            <w:hideMark/>
          </w:tcPr>
          <w:p w14:paraId="052A9161" w14:textId="77777777" w:rsidR="00FC7E5F" w:rsidRPr="006B3432" w:rsidRDefault="00FC7E5F" w:rsidP="00852FF9">
            <w:pPr>
              <w:spacing w:before="120" w:after="60"/>
              <w:ind w:right="-57"/>
              <w:rPr>
                <w:noProof/>
                <w:sz w:val="16"/>
              </w:rPr>
            </w:pPr>
            <w:r w:rsidRPr="006B3432">
              <w:rPr>
                <w:sz w:val="16"/>
              </w:rPr>
              <w:t xml:space="preserve">Used from January 1, </w:t>
            </w:r>
            <w:proofErr w:type="gramStart"/>
            <w:r w:rsidRPr="006B3432">
              <w:rPr>
                <w:sz w:val="16"/>
              </w:rPr>
              <w:t>1994</w:t>
            </w:r>
            <w:proofErr w:type="gramEnd"/>
            <w:r w:rsidRPr="006B3432">
              <w:rPr>
                <w:sz w:val="16"/>
              </w:rPr>
              <w:t xml:space="preserve"> until 1999</w:t>
            </w:r>
            <w:r w:rsidRPr="006B3432">
              <w:rPr>
                <w:sz w:val="16"/>
              </w:rPr>
              <w:br/>
              <w:t>for</w:t>
            </w:r>
            <w:proofErr w:type="gramStart"/>
            <w:r w:rsidRPr="006B3432">
              <w:rPr>
                <w:sz w:val="16"/>
              </w:rPr>
              <w:t>:  International</w:t>
            </w:r>
            <w:proofErr w:type="gramEnd"/>
            <w:r w:rsidRPr="006B3432">
              <w:rPr>
                <w:sz w:val="16"/>
              </w:rPr>
              <w:t xml:space="preserve"> patent applications under the PCT (PCT applications in the national phase)</w:t>
            </w:r>
          </w:p>
        </w:tc>
      </w:tr>
      <w:tr w:rsidR="00FC7E5F" w:rsidRPr="006B3432" w14:paraId="75CD814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69983BF"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A5FEC1C" w14:textId="77777777" w:rsidR="00FC7E5F" w:rsidRPr="006B3432" w:rsidRDefault="00FC7E5F" w:rsidP="00FC7E5F">
            <w:pPr>
              <w:numPr>
                <w:ilvl w:val="0"/>
                <w:numId w:val="6"/>
              </w:numPr>
              <w:tabs>
                <w:tab w:val="clear" w:pos="680"/>
                <w:tab w:val="left" w:pos="284"/>
              </w:tabs>
              <w:spacing w:before="120" w:after="20"/>
              <w:ind w:left="1228" w:hanging="1228"/>
              <w:rPr>
                <w:sz w:val="16"/>
              </w:rPr>
            </w:pPr>
            <w:r w:rsidRPr="006B3432">
              <w:rPr>
                <w:sz w:val="16"/>
              </w:rPr>
              <w:t xml:space="preserve">Description:  </w:t>
            </w:r>
          </w:p>
          <w:p w14:paraId="7CF1D113"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rPr>
                <w:sz w:val="16"/>
              </w:rPr>
              <w:t xml:space="preserve">position 5 letter “I” uses </w:t>
            </w:r>
          </w:p>
          <w:p w14:paraId="63EEBD1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6-7 indicate the year of filing according to Gregorian calendar</w:t>
            </w:r>
          </w:p>
          <w:p w14:paraId="58D9DB1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1-4</w:t>
            </w:r>
          </w:p>
          <w:p w14:paraId="38B6441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35E03B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08C043AB"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are not counted for defining the position of elements of the application number.</w:t>
            </w:r>
          </w:p>
          <w:p w14:paraId="52F0AA99" w14:textId="77777777" w:rsidR="00FC7E5F" w:rsidRPr="006B3432" w:rsidRDefault="00FC7E5F" w:rsidP="00852FF9">
            <w:pPr>
              <w:tabs>
                <w:tab w:val="left" w:pos="284"/>
              </w:tabs>
              <w:spacing w:before="120" w:after="20"/>
              <w:rPr>
                <w:sz w:val="16"/>
              </w:rPr>
            </w:pPr>
            <w:r w:rsidRPr="006B3432">
              <w:rPr>
                <w:sz w:val="16"/>
              </w:rPr>
              <w:t xml:space="preserve">The code for IP right is </w:t>
            </w:r>
            <w:proofErr w:type="gramStart"/>
            <w:r w:rsidRPr="006B3432">
              <w:rPr>
                <w:sz w:val="16"/>
              </w:rPr>
              <w:t>displayed  in</w:t>
            </w:r>
            <w:proofErr w:type="gramEnd"/>
            <w:r w:rsidRPr="006B3432">
              <w:rPr>
                <w:sz w:val="16"/>
              </w:rPr>
              <w:t xml:space="preserve"> Cyrillic “И” corresponding to “</w:t>
            </w:r>
            <w:r w:rsidRPr="006B3432">
              <w:rPr>
                <w:b/>
                <w:bCs/>
                <w:sz w:val="16"/>
              </w:rPr>
              <w:t>I”</w:t>
            </w:r>
            <w:r w:rsidRPr="006B3432">
              <w:rPr>
                <w:sz w:val="16"/>
              </w:rPr>
              <w:t xml:space="preserve"> in Latin transliteration.</w:t>
            </w:r>
          </w:p>
        </w:tc>
      </w:tr>
      <w:tr w:rsidR="00FC7E5F" w:rsidRPr="006B3432" w14:paraId="40743A5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7E47400"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KZ</w:t>
            </w:r>
          </w:p>
          <w:p w14:paraId="424318AA"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2316047B" w14:textId="77777777" w:rsidR="00FC7E5F" w:rsidRPr="006B3432" w:rsidRDefault="00FC7E5F" w:rsidP="00852FF9">
            <w:pPr>
              <w:spacing w:before="120"/>
              <w:ind w:left="-57" w:right="-57"/>
              <w:jc w:val="center"/>
              <w:rPr>
                <w:noProof/>
                <w:spacing w:val="-4"/>
                <w:sz w:val="16"/>
              </w:rPr>
            </w:pPr>
            <w:r w:rsidRPr="006B3432">
              <w:rPr>
                <w:noProof/>
                <w:spacing w:val="-4"/>
                <w:sz w:val="16"/>
              </w:rPr>
              <w:t>2000/1501.1</w:t>
            </w:r>
          </w:p>
        </w:tc>
        <w:tc>
          <w:tcPr>
            <w:tcW w:w="1561" w:type="dxa"/>
            <w:tcBorders>
              <w:top w:val="single" w:sz="6" w:space="0" w:color="auto"/>
              <w:left w:val="single" w:sz="6" w:space="0" w:color="auto"/>
              <w:bottom w:val="single" w:sz="6" w:space="0" w:color="auto"/>
              <w:right w:val="single" w:sz="6" w:space="0" w:color="auto"/>
            </w:tcBorders>
          </w:tcPr>
          <w:p w14:paraId="1EB6AA8B" w14:textId="77777777" w:rsidR="00FC7E5F" w:rsidRPr="006B3432" w:rsidRDefault="00FC7E5F" w:rsidP="00852FF9">
            <w:pPr>
              <w:spacing w:before="120"/>
              <w:ind w:left="-57" w:right="-57"/>
              <w:jc w:val="center"/>
              <w:rPr>
                <w:noProof/>
                <w:spacing w:val="-4"/>
                <w:sz w:val="16"/>
              </w:rPr>
            </w:pPr>
            <w:r w:rsidRPr="006B3432">
              <w:rPr>
                <w:noProof/>
                <w:spacing w:val="-4"/>
                <w:sz w:val="16"/>
              </w:rPr>
              <w:t>2000/1501.1</w:t>
            </w:r>
          </w:p>
        </w:tc>
        <w:tc>
          <w:tcPr>
            <w:tcW w:w="4796" w:type="dxa"/>
            <w:gridSpan w:val="2"/>
            <w:tcBorders>
              <w:top w:val="single" w:sz="6" w:space="0" w:color="auto"/>
              <w:left w:val="single" w:sz="6" w:space="0" w:color="auto"/>
              <w:bottom w:val="single" w:sz="6" w:space="0" w:color="auto"/>
              <w:right w:val="single" w:sz="6" w:space="0" w:color="auto"/>
            </w:tcBorders>
            <w:hideMark/>
          </w:tcPr>
          <w:p w14:paraId="60B95163" w14:textId="77777777" w:rsidR="00FC7E5F" w:rsidRPr="006B3432" w:rsidRDefault="00FC7E5F" w:rsidP="00852FF9">
            <w:pPr>
              <w:spacing w:before="120" w:after="60"/>
              <w:ind w:right="-57"/>
              <w:rPr>
                <w:noProof/>
                <w:sz w:val="16"/>
              </w:rPr>
            </w:pPr>
            <w:r w:rsidRPr="006B3432">
              <w:rPr>
                <w:sz w:val="16"/>
              </w:rPr>
              <w:t>Used from 2000 until December 31, 2009</w:t>
            </w:r>
            <w:r w:rsidRPr="006B3432">
              <w:rPr>
                <w:sz w:val="16"/>
              </w:rPr>
              <w:br/>
              <w:t>for</w:t>
            </w:r>
            <w:proofErr w:type="gramStart"/>
            <w:r w:rsidRPr="006B3432">
              <w:rPr>
                <w:sz w:val="16"/>
              </w:rPr>
              <w:t>:  International</w:t>
            </w:r>
            <w:proofErr w:type="gramEnd"/>
            <w:r w:rsidRPr="006B3432">
              <w:rPr>
                <w:sz w:val="16"/>
              </w:rPr>
              <w:t xml:space="preserve"> patent applications under the PCT (PCT applications in the national phase)</w:t>
            </w:r>
          </w:p>
        </w:tc>
      </w:tr>
      <w:tr w:rsidR="00FC7E5F" w:rsidRPr="006B3432" w14:paraId="7D8D689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5EE698E"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6543989" w14:textId="77777777" w:rsidR="00FC7E5F" w:rsidRPr="006B3432" w:rsidRDefault="00FC7E5F" w:rsidP="00FC7E5F">
            <w:pPr>
              <w:numPr>
                <w:ilvl w:val="0"/>
                <w:numId w:val="6"/>
              </w:numPr>
              <w:tabs>
                <w:tab w:val="clear" w:pos="680"/>
                <w:tab w:val="left" w:pos="284"/>
              </w:tabs>
              <w:spacing w:before="120" w:after="20"/>
              <w:ind w:left="1228" w:hanging="1228"/>
              <w:rPr>
                <w:sz w:val="16"/>
              </w:rPr>
            </w:pPr>
            <w:r w:rsidRPr="006B3432">
              <w:rPr>
                <w:sz w:val="16"/>
              </w:rPr>
              <w:t>Description</w:t>
            </w:r>
            <w:proofErr w:type="gramStart"/>
            <w:r w:rsidRPr="006B3432">
              <w:rPr>
                <w:sz w:val="16"/>
              </w:rPr>
              <w:t xml:space="preserve">:  </w:t>
            </w:r>
            <w:r w:rsidRPr="006B3432">
              <w:t>The</w:t>
            </w:r>
            <w:proofErr w:type="gramEnd"/>
            <w:r w:rsidRPr="006B3432">
              <w:t xml:space="preserve"> application number consists of four elements and nine digits. The designation of the year, number “15”, serial number and code for the IP right. </w:t>
            </w:r>
            <w:r w:rsidRPr="006B3432">
              <w:rPr>
                <w:sz w:val="16"/>
              </w:rPr>
              <w:t xml:space="preserve"> In the above example, an international application for an invention that has entered the national phase in accordance with the PCT procedure. with serial number 01 filed in 2000.</w:t>
            </w:r>
          </w:p>
          <w:p w14:paraId="48302B83"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rPr>
                <w:sz w:val="16"/>
              </w:rPr>
              <w:t xml:space="preserve">position 9 number “1” </w:t>
            </w:r>
            <w:r w:rsidRPr="006B3432">
              <w:t>was used to indicate applications for inventions that entered the national phase in accordance with the PCT procedure</w:t>
            </w:r>
          </w:p>
          <w:p w14:paraId="7B022C4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four digits in positions 1-4 indicate the year of filing according to Gregorian calendar</w:t>
            </w:r>
          </w:p>
          <w:p w14:paraId="1D68E0D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two digits in positions 7-8</w:t>
            </w:r>
          </w:p>
          <w:p w14:paraId="5B86F53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637A400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63F65E52"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and dot) are not counted for defining the position of elements of the application number.</w:t>
            </w:r>
          </w:p>
        </w:tc>
      </w:tr>
      <w:tr w:rsidR="00FC7E5F" w:rsidRPr="006B3432" w14:paraId="5E31E02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4F1A1C0"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34D70E34"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3948B75C" w14:textId="77777777" w:rsidR="00FC7E5F" w:rsidRPr="006B3432" w:rsidRDefault="00FC7E5F" w:rsidP="00852FF9">
            <w:pPr>
              <w:spacing w:before="120"/>
              <w:ind w:left="-57" w:right="-57"/>
              <w:jc w:val="center"/>
              <w:rPr>
                <w:noProof/>
                <w:spacing w:val="-4"/>
                <w:sz w:val="16"/>
              </w:rPr>
            </w:pPr>
            <w:r w:rsidRPr="006B3432">
              <w:rPr>
                <w:noProof/>
                <w:spacing w:val="-4"/>
                <w:sz w:val="16"/>
              </w:rPr>
              <w:t>96/00001</w:t>
            </w:r>
          </w:p>
        </w:tc>
        <w:tc>
          <w:tcPr>
            <w:tcW w:w="1561" w:type="dxa"/>
            <w:tcBorders>
              <w:top w:val="single" w:sz="6" w:space="0" w:color="auto"/>
              <w:left w:val="single" w:sz="6" w:space="0" w:color="auto"/>
              <w:bottom w:val="single" w:sz="6" w:space="0" w:color="auto"/>
              <w:right w:val="single" w:sz="6" w:space="0" w:color="auto"/>
            </w:tcBorders>
          </w:tcPr>
          <w:p w14:paraId="35AF0F6D" w14:textId="77777777" w:rsidR="00FC7E5F" w:rsidRPr="006B3432" w:rsidRDefault="00FC7E5F" w:rsidP="00852FF9">
            <w:pPr>
              <w:spacing w:before="120"/>
              <w:ind w:left="-57" w:right="-57"/>
              <w:jc w:val="center"/>
              <w:rPr>
                <w:noProof/>
                <w:spacing w:val="-4"/>
                <w:sz w:val="16"/>
              </w:rPr>
            </w:pPr>
            <w:r w:rsidRPr="006B3432">
              <w:rPr>
                <w:noProof/>
                <w:spacing w:val="-4"/>
                <w:sz w:val="16"/>
              </w:rPr>
              <w:t>96/00001</w:t>
            </w:r>
          </w:p>
        </w:tc>
        <w:tc>
          <w:tcPr>
            <w:tcW w:w="4796" w:type="dxa"/>
            <w:gridSpan w:val="2"/>
            <w:tcBorders>
              <w:top w:val="single" w:sz="6" w:space="0" w:color="auto"/>
              <w:left w:val="single" w:sz="6" w:space="0" w:color="auto"/>
              <w:bottom w:val="single" w:sz="6" w:space="0" w:color="auto"/>
              <w:right w:val="single" w:sz="6" w:space="0" w:color="auto"/>
            </w:tcBorders>
            <w:hideMark/>
          </w:tcPr>
          <w:p w14:paraId="17EF9B9F" w14:textId="77777777" w:rsidR="00FC7E5F" w:rsidRPr="006B3432" w:rsidRDefault="00FC7E5F" w:rsidP="00852FF9">
            <w:pPr>
              <w:spacing w:before="120" w:after="60"/>
              <w:ind w:right="-57"/>
              <w:rPr>
                <w:noProof/>
                <w:sz w:val="16"/>
              </w:rPr>
            </w:pPr>
            <w:r w:rsidRPr="006B3432">
              <w:rPr>
                <w:sz w:val="16"/>
              </w:rPr>
              <w:t xml:space="preserve">Used from October 12, </w:t>
            </w:r>
            <w:proofErr w:type="gramStart"/>
            <w:r w:rsidRPr="006B3432">
              <w:rPr>
                <w:sz w:val="16"/>
              </w:rPr>
              <w:t>1993</w:t>
            </w:r>
            <w:proofErr w:type="gramEnd"/>
            <w:r w:rsidRPr="006B3432">
              <w:rPr>
                <w:sz w:val="16"/>
              </w:rPr>
              <w:t xml:space="preserve"> until May 31,2004</w:t>
            </w:r>
            <w:r w:rsidRPr="006B3432">
              <w:rPr>
                <w:sz w:val="16"/>
              </w:rPr>
              <w:br/>
              <w:t>for</w:t>
            </w:r>
            <w:proofErr w:type="gramStart"/>
            <w:r w:rsidRPr="006B3432">
              <w:rPr>
                <w:sz w:val="16"/>
              </w:rPr>
              <w:t>:  International</w:t>
            </w:r>
            <w:proofErr w:type="gramEnd"/>
            <w:r w:rsidRPr="006B3432">
              <w:rPr>
                <w:sz w:val="16"/>
              </w:rPr>
              <w:t xml:space="preserve"> applications filed under the PCT (PCT international phase)</w:t>
            </w:r>
          </w:p>
        </w:tc>
      </w:tr>
      <w:tr w:rsidR="00FC7E5F" w:rsidRPr="006B3432" w14:paraId="385C9737"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A7022C3"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7AF26555" w14:textId="77777777" w:rsidR="00FC7E5F" w:rsidRPr="006B3432" w:rsidRDefault="00FC7E5F" w:rsidP="00FC7E5F">
            <w:pPr>
              <w:numPr>
                <w:ilvl w:val="0"/>
                <w:numId w:val="6"/>
              </w:numPr>
              <w:tabs>
                <w:tab w:val="clear" w:pos="680"/>
                <w:tab w:val="left" w:pos="284"/>
              </w:tabs>
              <w:spacing w:before="120" w:after="20"/>
              <w:ind w:left="1228" w:hanging="1228"/>
              <w:rPr>
                <w:sz w:val="16"/>
              </w:rPr>
            </w:pPr>
            <w:r w:rsidRPr="006B3432">
              <w:rPr>
                <w:sz w:val="16"/>
              </w:rPr>
              <w:t>Description</w:t>
            </w:r>
            <w:proofErr w:type="gramStart"/>
            <w:r w:rsidRPr="006B3432">
              <w:rPr>
                <w:sz w:val="16"/>
              </w:rPr>
              <w:t xml:space="preserve">:  </w:t>
            </w:r>
            <w:r w:rsidRPr="006B3432">
              <w:t>The</w:t>
            </w:r>
            <w:proofErr w:type="gramEnd"/>
            <w:r w:rsidRPr="006B3432">
              <w:t xml:space="preserve"> application number consists of two elements and seven symbols</w:t>
            </w:r>
          </w:p>
          <w:p w14:paraId="40266D8F"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for the type of IP rights</w:t>
            </w:r>
            <w:proofErr w:type="gramStart"/>
            <w:r w:rsidRPr="006B3432">
              <w:rPr>
                <w:sz w:val="16"/>
                <w:szCs w:val="16"/>
              </w:rPr>
              <w:t xml:space="preserve">:  </w:t>
            </w:r>
            <w:r w:rsidRPr="006B3432">
              <w:rPr>
                <w:sz w:val="16"/>
              </w:rPr>
              <w:t>N</w:t>
            </w:r>
            <w:proofErr w:type="gramEnd"/>
            <w:r w:rsidRPr="006B3432">
              <w:rPr>
                <w:sz w:val="16"/>
              </w:rPr>
              <w:t>/A</w:t>
            </w:r>
          </w:p>
          <w:p w14:paraId="1D45CE3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1A04972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five digits in positions 3-7</w:t>
            </w:r>
          </w:p>
          <w:p w14:paraId="3D26989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CB8BD4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2641761A"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are not counted for defining the position of elements of the application number.</w:t>
            </w:r>
          </w:p>
        </w:tc>
      </w:tr>
      <w:tr w:rsidR="00FC7E5F" w:rsidRPr="006B3432" w14:paraId="5E05E7F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321F5AA"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58DA6F0C"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4EE2F59A" w14:textId="77777777" w:rsidR="00FC7E5F" w:rsidRPr="006B3432" w:rsidRDefault="00FC7E5F" w:rsidP="00852FF9">
            <w:pPr>
              <w:spacing w:before="120"/>
              <w:ind w:left="-57" w:right="-57"/>
              <w:jc w:val="center"/>
              <w:rPr>
                <w:noProof/>
                <w:spacing w:val="-4"/>
                <w:sz w:val="16"/>
              </w:rPr>
            </w:pPr>
            <w:r w:rsidRPr="006B3432">
              <w:rPr>
                <w:noProof/>
                <w:spacing w:val="-4"/>
                <w:sz w:val="16"/>
              </w:rPr>
              <w:t>2007/0346.1</w:t>
            </w:r>
          </w:p>
        </w:tc>
        <w:tc>
          <w:tcPr>
            <w:tcW w:w="1561" w:type="dxa"/>
            <w:tcBorders>
              <w:top w:val="single" w:sz="6" w:space="0" w:color="auto"/>
              <w:left w:val="single" w:sz="6" w:space="0" w:color="auto"/>
              <w:bottom w:val="single" w:sz="6" w:space="0" w:color="auto"/>
              <w:right w:val="single" w:sz="6" w:space="0" w:color="auto"/>
            </w:tcBorders>
          </w:tcPr>
          <w:p w14:paraId="73F4F167" w14:textId="77777777" w:rsidR="00FC7E5F" w:rsidRPr="006B3432" w:rsidRDefault="00FC7E5F" w:rsidP="00852FF9">
            <w:pPr>
              <w:spacing w:before="120"/>
              <w:ind w:left="-57" w:right="-57"/>
              <w:jc w:val="center"/>
              <w:rPr>
                <w:noProof/>
                <w:spacing w:val="-4"/>
                <w:sz w:val="16"/>
              </w:rPr>
            </w:pPr>
            <w:r w:rsidRPr="006B3432">
              <w:rPr>
                <w:noProof/>
                <w:spacing w:val="-4"/>
                <w:sz w:val="16"/>
              </w:rPr>
              <w:t>2007/0346.1</w:t>
            </w:r>
          </w:p>
        </w:tc>
        <w:tc>
          <w:tcPr>
            <w:tcW w:w="4796" w:type="dxa"/>
            <w:gridSpan w:val="2"/>
            <w:tcBorders>
              <w:top w:val="single" w:sz="6" w:space="0" w:color="auto"/>
              <w:left w:val="single" w:sz="6" w:space="0" w:color="auto"/>
              <w:bottom w:val="single" w:sz="6" w:space="0" w:color="auto"/>
              <w:right w:val="single" w:sz="6" w:space="0" w:color="auto"/>
            </w:tcBorders>
            <w:hideMark/>
          </w:tcPr>
          <w:p w14:paraId="16DE022B" w14:textId="77777777" w:rsidR="00FC7E5F" w:rsidRPr="006B3432" w:rsidRDefault="00FC7E5F" w:rsidP="00852FF9">
            <w:pPr>
              <w:spacing w:before="120" w:after="60"/>
              <w:ind w:right="-57"/>
              <w:rPr>
                <w:noProof/>
                <w:sz w:val="16"/>
              </w:rPr>
            </w:pPr>
            <w:r w:rsidRPr="006B3432">
              <w:rPr>
                <w:sz w:val="16"/>
              </w:rPr>
              <w:t xml:space="preserve">Used from March 2, </w:t>
            </w:r>
            <w:proofErr w:type="gramStart"/>
            <w:r w:rsidRPr="006B3432">
              <w:rPr>
                <w:sz w:val="16"/>
              </w:rPr>
              <w:t>2007</w:t>
            </w:r>
            <w:proofErr w:type="gramEnd"/>
            <w:r w:rsidRPr="006B3432">
              <w:rPr>
                <w:sz w:val="16"/>
              </w:rPr>
              <w:t xml:space="preserve"> until April 7,2015</w:t>
            </w:r>
            <w:r w:rsidRPr="006B3432">
              <w:rPr>
                <w:sz w:val="16"/>
              </w:rPr>
              <w:br/>
              <w:t>for</w:t>
            </w:r>
            <w:proofErr w:type="gramStart"/>
            <w:r w:rsidRPr="006B3432">
              <w:rPr>
                <w:sz w:val="16"/>
              </w:rPr>
              <w:t>:  Innovation</w:t>
            </w:r>
            <w:proofErr w:type="gramEnd"/>
            <w:r w:rsidRPr="006B3432">
              <w:rPr>
                <w:sz w:val="16"/>
              </w:rPr>
              <w:t>/simple/short-term/petty patent applications (Innovations)</w:t>
            </w:r>
          </w:p>
        </w:tc>
      </w:tr>
      <w:tr w:rsidR="00FC7E5F" w:rsidRPr="006B3432" w14:paraId="14965BF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39FC47F"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4341FB9A" w14:textId="77777777" w:rsidR="00FC7E5F" w:rsidRPr="006B3432" w:rsidRDefault="00FC7E5F" w:rsidP="00FC7E5F">
            <w:pPr>
              <w:numPr>
                <w:ilvl w:val="0"/>
                <w:numId w:val="6"/>
              </w:numPr>
              <w:tabs>
                <w:tab w:val="clear" w:pos="680"/>
                <w:tab w:val="left" w:pos="284"/>
              </w:tabs>
              <w:spacing w:before="120" w:after="20"/>
              <w:ind w:left="1228" w:hanging="1228"/>
              <w:rPr>
                <w:sz w:val="16"/>
              </w:rPr>
            </w:pPr>
            <w:r w:rsidRPr="006B3432">
              <w:rPr>
                <w:sz w:val="16"/>
              </w:rPr>
              <w:t>Description</w:t>
            </w:r>
            <w:proofErr w:type="gramStart"/>
            <w:r w:rsidRPr="006B3432">
              <w:rPr>
                <w:sz w:val="16"/>
              </w:rPr>
              <w:t xml:space="preserve">:  </w:t>
            </w:r>
            <w:r w:rsidRPr="006B3432">
              <w:t>The</w:t>
            </w:r>
            <w:proofErr w:type="gramEnd"/>
            <w:r w:rsidRPr="006B3432">
              <w:t xml:space="preserve"> application number consists of two elements and seven positions.  In the above example, an application for an innovative patent for an invention with serial number 0346 was filed in 2007.</w:t>
            </w:r>
          </w:p>
          <w:p w14:paraId="555E1704"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t>One digit in position 9 indicating "1" for patent a</w:t>
            </w:r>
          </w:p>
          <w:p w14:paraId="15A5C6A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four digits in positions 1-4 indicate the year of filing according to Gregorian calendar</w:t>
            </w:r>
          </w:p>
          <w:p w14:paraId="13C2B21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5-8</w:t>
            </w:r>
          </w:p>
          <w:p w14:paraId="2F37B3E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6FDE66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557C174A"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(slash) are not counted for defining the position of elements of the application number.</w:t>
            </w:r>
          </w:p>
        </w:tc>
      </w:tr>
      <w:tr w:rsidR="00FC7E5F" w:rsidRPr="006B3432" w14:paraId="63BA9ED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7538DD0"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KZ</w:t>
            </w:r>
          </w:p>
          <w:p w14:paraId="0B745868"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09703A38" w14:textId="77777777" w:rsidR="00FC7E5F" w:rsidRPr="006B3432" w:rsidRDefault="00FC7E5F" w:rsidP="00852FF9">
            <w:pPr>
              <w:spacing w:before="120"/>
              <w:ind w:left="-57" w:right="-57"/>
              <w:jc w:val="center"/>
              <w:rPr>
                <w:noProof/>
                <w:spacing w:val="-4"/>
                <w:sz w:val="16"/>
              </w:rPr>
            </w:pPr>
            <w:r w:rsidRPr="006B3432">
              <w:rPr>
                <w:noProof/>
                <w:spacing w:val="-4"/>
                <w:sz w:val="16"/>
              </w:rPr>
              <w:t>92001.2</w:t>
            </w:r>
          </w:p>
        </w:tc>
        <w:tc>
          <w:tcPr>
            <w:tcW w:w="1561" w:type="dxa"/>
            <w:tcBorders>
              <w:top w:val="single" w:sz="6" w:space="0" w:color="auto"/>
              <w:left w:val="single" w:sz="6" w:space="0" w:color="auto"/>
              <w:bottom w:val="single" w:sz="6" w:space="0" w:color="auto"/>
              <w:right w:val="single" w:sz="6" w:space="0" w:color="auto"/>
            </w:tcBorders>
          </w:tcPr>
          <w:p w14:paraId="31761ECE" w14:textId="77777777" w:rsidR="00FC7E5F" w:rsidRPr="006B3432" w:rsidRDefault="00FC7E5F" w:rsidP="00852FF9">
            <w:pPr>
              <w:spacing w:before="120"/>
              <w:ind w:left="-57" w:right="-57"/>
              <w:jc w:val="center"/>
              <w:rPr>
                <w:noProof/>
                <w:spacing w:val="-4"/>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1B88A1F9" w14:textId="77777777" w:rsidR="00FC7E5F" w:rsidRPr="006B3432" w:rsidRDefault="00FC7E5F" w:rsidP="00852FF9">
            <w:pPr>
              <w:spacing w:before="120" w:after="60"/>
              <w:ind w:right="-57"/>
              <w:rPr>
                <w:noProof/>
                <w:sz w:val="16"/>
              </w:rPr>
            </w:pPr>
            <w:r w:rsidRPr="006B3432">
              <w:rPr>
                <w:sz w:val="16"/>
              </w:rPr>
              <w:t xml:space="preserve">Used from </w:t>
            </w:r>
            <w:r w:rsidRPr="006B3432">
              <w:t xml:space="preserve">December 01, </w:t>
            </w:r>
            <w:proofErr w:type="gramStart"/>
            <w:r w:rsidRPr="006B3432">
              <w:t>1992</w:t>
            </w:r>
            <w:proofErr w:type="gramEnd"/>
            <w:r w:rsidRPr="006B3432">
              <w:t xml:space="preserve"> to December 31, 1999</w:t>
            </w:r>
            <w:r w:rsidRPr="006B3432">
              <w:rPr>
                <w:sz w:val="16"/>
              </w:rPr>
              <w:br/>
              <w:t>for</w:t>
            </w:r>
            <w:proofErr w:type="gramStart"/>
            <w:r w:rsidRPr="006B3432">
              <w:rPr>
                <w:sz w:val="16"/>
              </w:rPr>
              <w:t>:  Utility</w:t>
            </w:r>
            <w:proofErr w:type="gramEnd"/>
            <w:r w:rsidRPr="006B3432">
              <w:rPr>
                <w:sz w:val="16"/>
              </w:rPr>
              <w:t xml:space="preserve"> Models/Utility Certificates</w:t>
            </w:r>
          </w:p>
        </w:tc>
      </w:tr>
      <w:tr w:rsidR="00FC7E5F" w:rsidRPr="006B3432" w14:paraId="3675C07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96C0EE6"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18445E7"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Description</w:t>
            </w:r>
            <w:proofErr w:type="gramStart"/>
            <w:r w:rsidRPr="006B3432">
              <w:rPr>
                <w:sz w:val="16"/>
              </w:rPr>
              <w:t xml:space="preserve">:  </w:t>
            </w:r>
            <w:r w:rsidRPr="006B3432">
              <w:t>The</w:t>
            </w:r>
            <w:proofErr w:type="gramEnd"/>
            <w:r w:rsidRPr="006B3432">
              <w:t xml:space="preserve"> application number consists of three elements and six positions.  The example</w:t>
            </w:r>
          </w:p>
          <w:p w14:paraId="1A7A792D" w14:textId="77777777" w:rsidR="00FC7E5F" w:rsidRPr="006B3432" w:rsidRDefault="00FC7E5F" w:rsidP="00852FF9">
            <w:pPr>
              <w:tabs>
                <w:tab w:val="left" w:pos="284"/>
              </w:tabs>
              <w:spacing w:before="20" w:after="20"/>
              <w:jc w:val="both"/>
            </w:pPr>
            <w:r w:rsidRPr="006B3432">
              <w:t xml:space="preserve">                          above, shows an application for a utility model patent with serial number 001 that was</w:t>
            </w:r>
          </w:p>
          <w:p w14:paraId="6787670C" w14:textId="77777777" w:rsidR="00FC7E5F" w:rsidRPr="006B3432" w:rsidRDefault="00FC7E5F" w:rsidP="00852FF9">
            <w:pPr>
              <w:tabs>
                <w:tab w:val="left" w:pos="284"/>
              </w:tabs>
              <w:spacing w:before="20" w:after="20"/>
              <w:jc w:val="both"/>
              <w:rPr>
                <w:sz w:val="16"/>
              </w:rPr>
            </w:pPr>
            <w:r w:rsidRPr="006B3432">
              <w:t xml:space="preserve">                          filed in 1992. </w:t>
            </w:r>
          </w:p>
          <w:p w14:paraId="50891DEF"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t>One digit in position 9 indicating "2" for the application for a utility model.</w:t>
            </w:r>
          </w:p>
          <w:p w14:paraId="374E4D3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51F5065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3-5</w:t>
            </w:r>
          </w:p>
          <w:p w14:paraId="4000AC1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74D5E31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4C74C350"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are not counted for defining the position of elements of the application number.</w:t>
            </w:r>
          </w:p>
        </w:tc>
      </w:tr>
      <w:tr w:rsidR="00FC7E5F" w:rsidRPr="006B3432" w14:paraId="36F07C5F"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E662884"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102D3722"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31A8CB66" w14:textId="77777777" w:rsidR="00FC7E5F" w:rsidRPr="006B3432" w:rsidRDefault="00FC7E5F" w:rsidP="00852FF9">
            <w:pPr>
              <w:spacing w:before="120"/>
              <w:ind w:left="-57" w:right="-57"/>
              <w:jc w:val="center"/>
              <w:rPr>
                <w:noProof/>
                <w:spacing w:val="-4"/>
                <w:sz w:val="16"/>
              </w:rPr>
            </w:pPr>
            <w:r w:rsidRPr="006B3432">
              <w:rPr>
                <w:noProof/>
                <w:spacing w:val="-4"/>
                <w:sz w:val="16"/>
              </w:rPr>
              <w:t>2000/001.2</w:t>
            </w:r>
          </w:p>
          <w:p w14:paraId="338FDCCD" w14:textId="77777777" w:rsidR="00FC7E5F" w:rsidRPr="006B3432" w:rsidRDefault="00FC7E5F" w:rsidP="00852FF9">
            <w:pPr>
              <w:spacing w:before="120"/>
              <w:ind w:left="-57" w:right="-57"/>
              <w:jc w:val="center"/>
              <w:rPr>
                <w:noProof/>
                <w:spacing w:val="-4"/>
                <w:sz w:val="16"/>
              </w:rPr>
            </w:pPr>
            <w:r w:rsidRPr="006B3432">
              <w:rPr>
                <w:noProof/>
                <w:spacing w:val="-4"/>
                <w:sz w:val="16"/>
              </w:rPr>
              <w:t>2006/058.2</w:t>
            </w:r>
          </w:p>
          <w:p w14:paraId="311668A9" w14:textId="77777777" w:rsidR="00FC7E5F" w:rsidRPr="006B3432" w:rsidRDefault="00FC7E5F" w:rsidP="00852FF9">
            <w:pPr>
              <w:spacing w:before="120"/>
              <w:ind w:left="-57" w:right="-57"/>
              <w:jc w:val="center"/>
              <w:rPr>
                <w:noProof/>
                <w:spacing w:val="-4"/>
                <w:sz w:val="16"/>
              </w:rPr>
            </w:pPr>
          </w:p>
        </w:tc>
        <w:tc>
          <w:tcPr>
            <w:tcW w:w="1561" w:type="dxa"/>
            <w:tcBorders>
              <w:top w:val="single" w:sz="6" w:space="0" w:color="auto"/>
              <w:left w:val="single" w:sz="6" w:space="0" w:color="auto"/>
              <w:bottom w:val="single" w:sz="6" w:space="0" w:color="auto"/>
              <w:right w:val="single" w:sz="6" w:space="0" w:color="auto"/>
            </w:tcBorders>
          </w:tcPr>
          <w:p w14:paraId="43B9DA1C" w14:textId="77777777" w:rsidR="00FC7E5F" w:rsidRPr="006B3432" w:rsidRDefault="00FC7E5F" w:rsidP="00852FF9">
            <w:pPr>
              <w:spacing w:before="120"/>
              <w:ind w:left="-57" w:right="-57"/>
              <w:jc w:val="center"/>
              <w:rPr>
                <w:noProof/>
                <w:spacing w:val="-4"/>
                <w:sz w:val="16"/>
              </w:rPr>
            </w:pPr>
            <w:r w:rsidRPr="006B3432">
              <w:rPr>
                <w:noProof/>
                <w:spacing w:val="-4"/>
                <w:sz w:val="16"/>
              </w:rPr>
              <w:t>2000/001.2</w:t>
            </w:r>
          </w:p>
          <w:p w14:paraId="4BF13F49" w14:textId="77777777" w:rsidR="00FC7E5F" w:rsidRPr="006B3432" w:rsidRDefault="00FC7E5F" w:rsidP="00852FF9">
            <w:pPr>
              <w:spacing w:before="120"/>
              <w:ind w:left="-57" w:right="-57"/>
              <w:jc w:val="center"/>
              <w:rPr>
                <w:noProof/>
                <w:spacing w:val="-4"/>
                <w:sz w:val="16"/>
              </w:rPr>
            </w:pPr>
            <w:r w:rsidRPr="006B3432">
              <w:rPr>
                <w:noProof/>
                <w:spacing w:val="-4"/>
                <w:sz w:val="16"/>
              </w:rPr>
              <w:t>2006/058.2</w:t>
            </w:r>
          </w:p>
        </w:tc>
        <w:tc>
          <w:tcPr>
            <w:tcW w:w="4796" w:type="dxa"/>
            <w:gridSpan w:val="2"/>
            <w:tcBorders>
              <w:top w:val="single" w:sz="6" w:space="0" w:color="auto"/>
              <w:left w:val="single" w:sz="6" w:space="0" w:color="auto"/>
              <w:bottom w:val="single" w:sz="6" w:space="0" w:color="auto"/>
              <w:right w:val="single" w:sz="6" w:space="0" w:color="auto"/>
            </w:tcBorders>
            <w:hideMark/>
          </w:tcPr>
          <w:p w14:paraId="0115A891" w14:textId="77777777" w:rsidR="00FC7E5F" w:rsidRPr="006B3432" w:rsidRDefault="00FC7E5F" w:rsidP="00852FF9">
            <w:pPr>
              <w:spacing w:before="120" w:after="60"/>
              <w:ind w:right="-57"/>
              <w:rPr>
                <w:noProof/>
                <w:sz w:val="16"/>
              </w:rPr>
            </w:pPr>
            <w:r w:rsidRPr="006B3432">
              <w:rPr>
                <w:sz w:val="16"/>
              </w:rPr>
              <w:t>Used from 2000</w:t>
            </w:r>
            <w:r w:rsidRPr="006B3432">
              <w:t xml:space="preserve"> to December 31, 2013</w:t>
            </w:r>
            <w:r w:rsidRPr="006B3432">
              <w:rPr>
                <w:sz w:val="16"/>
              </w:rPr>
              <w:br/>
              <w:t>for</w:t>
            </w:r>
            <w:proofErr w:type="gramStart"/>
            <w:r w:rsidRPr="006B3432">
              <w:rPr>
                <w:sz w:val="16"/>
              </w:rPr>
              <w:t>:  Utility</w:t>
            </w:r>
            <w:proofErr w:type="gramEnd"/>
            <w:r w:rsidRPr="006B3432">
              <w:rPr>
                <w:sz w:val="16"/>
              </w:rPr>
              <w:t xml:space="preserve"> Models/Utility Certificates and International utility model applications under the PCT (PCT applications in the national phase)</w:t>
            </w:r>
          </w:p>
        </w:tc>
      </w:tr>
      <w:tr w:rsidR="00FC7E5F" w:rsidRPr="006B3432" w14:paraId="760A489C"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2E01D1B"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AC97CE3" w14:textId="77777777" w:rsidR="00FC7E5F" w:rsidRPr="006B3432" w:rsidRDefault="00FC7E5F" w:rsidP="00FC7E5F">
            <w:pPr>
              <w:pStyle w:val="ListParagraph"/>
              <w:numPr>
                <w:ilvl w:val="0"/>
                <w:numId w:val="11"/>
              </w:numPr>
              <w:ind w:left="330"/>
            </w:pPr>
            <w:r w:rsidRPr="006B3432">
              <w:t>Description</w:t>
            </w:r>
            <w:proofErr w:type="gramStart"/>
            <w:r w:rsidRPr="006B3432">
              <w:t>:  The</w:t>
            </w:r>
            <w:proofErr w:type="gramEnd"/>
            <w:r w:rsidRPr="006B3432">
              <w:t xml:space="preserve"> application number consists of three elements and eight positions.  The first example </w:t>
            </w:r>
            <w:proofErr w:type="gramStart"/>
            <w:r w:rsidRPr="006B3432">
              <w:t>above,</w:t>
            </w:r>
            <w:proofErr w:type="gramEnd"/>
            <w:r w:rsidRPr="006B3432">
              <w:t xml:space="preserve"> shows an application for a utility model patent with serial number 001 that was filed in 2000.  The second example shows an application for a utility model patent filed in accordance with PCT with serial number </w:t>
            </w:r>
            <w:proofErr w:type="gramStart"/>
            <w:r w:rsidRPr="006B3432">
              <w:t>058</w:t>
            </w:r>
            <w:proofErr w:type="gramEnd"/>
            <w:r w:rsidRPr="006B3432">
              <w:t xml:space="preserve"> was filed in 2006.</w:t>
            </w:r>
          </w:p>
          <w:p w14:paraId="0EC8CF68" w14:textId="77777777" w:rsidR="00FC7E5F" w:rsidRPr="006B3432" w:rsidRDefault="00FC7E5F" w:rsidP="00852FF9">
            <w:pPr>
              <w:tabs>
                <w:tab w:val="left" w:pos="284"/>
              </w:tabs>
              <w:spacing w:before="20" w:after="20"/>
              <w:ind w:left="2586"/>
              <w:jc w:val="both"/>
              <w:rPr>
                <w:sz w:val="16"/>
              </w:rPr>
            </w:pPr>
          </w:p>
          <w:p w14:paraId="48C99270"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t>One digit in position 8 indicating "2" for the application for a utility model.</w:t>
            </w:r>
          </w:p>
          <w:p w14:paraId="78039B5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four digits in positions 1-4 indicate the year of filing according to Gregorian calendar</w:t>
            </w:r>
          </w:p>
          <w:p w14:paraId="3D6C4655"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5-7</w:t>
            </w:r>
          </w:p>
          <w:p w14:paraId="7DD2F4F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210D33A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12843C4E"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and slash) are not counted for defining the position of elements of the application number.</w:t>
            </w:r>
          </w:p>
        </w:tc>
      </w:tr>
      <w:tr w:rsidR="00FC7E5F" w:rsidRPr="006B3432" w14:paraId="3B2FFE3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390856E"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KZ</w:t>
            </w:r>
          </w:p>
          <w:p w14:paraId="5A5B9112"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05D93DA7" w14:textId="77777777" w:rsidR="00FC7E5F" w:rsidRPr="006B3432" w:rsidRDefault="00FC7E5F" w:rsidP="00852FF9">
            <w:pPr>
              <w:spacing w:before="120"/>
              <w:ind w:left="-57" w:right="-57"/>
              <w:jc w:val="center"/>
              <w:rPr>
                <w:noProof/>
                <w:spacing w:val="-4"/>
                <w:sz w:val="16"/>
              </w:rPr>
            </w:pPr>
            <w:r w:rsidRPr="006B3432">
              <w:rPr>
                <w:noProof/>
                <w:spacing w:val="-4"/>
                <w:sz w:val="16"/>
              </w:rPr>
              <w:t>92001.3</w:t>
            </w:r>
          </w:p>
        </w:tc>
        <w:tc>
          <w:tcPr>
            <w:tcW w:w="1561" w:type="dxa"/>
            <w:tcBorders>
              <w:top w:val="single" w:sz="6" w:space="0" w:color="auto"/>
              <w:left w:val="single" w:sz="6" w:space="0" w:color="auto"/>
              <w:bottom w:val="single" w:sz="6" w:space="0" w:color="auto"/>
              <w:right w:val="single" w:sz="6" w:space="0" w:color="auto"/>
            </w:tcBorders>
          </w:tcPr>
          <w:p w14:paraId="7A1EE889" w14:textId="77777777" w:rsidR="00FC7E5F" w:rsidRPr="006B3432" w:rsidRDefault="00FC7E5F" w:rsidP="00852FF9">
            <w:pPr>
              <w:spacing w:before="120"/>
              <w:ind w:left="-57" w:right="-57"/>
              <w:jc w:val="center"/>
              <w:rPr>
                <w:noProof/>
                <w:spacing w:val="-4"/>
                <w:sz w:val="16"/>
              </w:rPr>
            </w:pPr>
            <w:r w:rsidRPr="006B3432">
              <w:rPr>
                <w:noProof/>
                <w:spacing w:val="-4"/>
                <w:sz w:val="16"/>
              </w:rPr>
              <w:t>92001.3</w:t>
            </w:r>
          </w:p>
        </w:tc>
        <w:tc>
          <w:tcPr>
            <w:tcW w:w="4796" w:type="dxa"/>
            <w:gridSpan w:val="2"/>
            <w:tcBorders>
              <w:top w:val="single" w:sz="6" w:space="0" w:color="auto"/>
              <w:left w:val="single" w:sz="6" w:space="0" w:color="auto"/>
              <w:bottom w:val="single" w:sz="6" w:space="0" w:color="auto"/>
              <w:right w:val="single" w:sz="6" w:space="0" w:color="auto"/>
            </w:tcBorders>
            <w:hideMark/>
          </w:tcPr>
          <w:p w14:paraId="0ECBCACE" w14:textId="77777777" w:rsidR="00FC7E5F" w:rsidRPr="006B3432" w:rsidRDefault="00FC7E5F" w:rsidP="00852FF9">
            <w:pPr>
              <w:spacing w:before="120" w:after="60"/>
              <w:ind w:right="-57"/>
              <w:rPr>
                <w:noProof/>
                <w:sz w:val="16"/>
              </w:rPr>
            </w:pPr>
            <w:r w:rsidRPr="006B3432">
              <w:rPr>
                <w:sz w:val="16"/>
              </w:rPr>
              <w:t xml:space="preserve">Used from </w:t>
            </w:r>
            <w:r w:rsidRPr="006B3432">
              <w:t>October 15th</w:t>
            </w:r>
            <w:proofErr w:type="gramStart"/>
            <w:r w:rsidRPr="006B3432">
              <w:t xml:space="preserve"> 1992</w:t>
            </w:r>
            <w:proofErr w:type="gramEnd"/>
            <w:r w:rsidRPr="006B3432">
              <w:t xml:space="preserve"> to December 20, 1999</w:t>
            </w:r>
            <w:r w:rsidRPr="006B3432">
              <w:rPr>
                <w:sz w:val="16"/>
              </w:rPr>
              <w:br/>
              <w:t>for:  Industrial Designs</w:t>
            </w:r>
          </w:p>
        </w:tc>
      </w:tr>
      <w:tr w:rsidR="00FC7E5F" w:rsidRPr="006B3432" w14:paraId="1E305476"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B37E1AA"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69D90940" w14:textId="77777777" w:rsidR="00FC7E5F" w:rsidRPr="006B3432" w:rsidRDefault="00FC7E5F" w:rsidP="00FC7E5F">
            <w:pPr>
              <w:pStyle w:val="ListParagraph"/>
              <w:numPr>
                <w:ilvl w:val="0"/>
                <w:numId w:val="11"/>
              </w:numPr>
              <w:ind w:left="330"/>
            </w:pPr>
            <w:r w:rsidRPr="006B3432">
              <w:t>Description</w:t>
            </w:r>
            <w:proofErr w:type="gramStart"/>
            <w:r w:rsidRPr="006B3432">
              <w:t>:  The</w:t>
            </w:r>
            <w:proofErr w:type="gramEnd"/>
            <w:r w:rsidRPr="006B3432">
              <w:t xml:space="preserve"> application number consists of three elements and six positions.  The </w:t>
            </w:r>
            <w:proofErr w:type="spellStart"/>
            <w:r w:rsidRPr="006B3432">
              <w:t>fexample</w:t>
            </w:r>
            <w:proofErr w:type="spellEnd"/>
            <w:r w:rsidRPr="006B3432">
              <w:t xml:space="preserve"> above, shows an application for an industrial design with serial number 001 that was filed in 1992. </w:t>
            </w:r>
          </w:p>
          <w:p w14:paraId="4644DBEE" w14:textId="77777777" w:rsidR="00FC7E5F" w:rsidRPr="006B3432" w:rsidRDefault="00FC7E5F" w:rsidP="00852FF9">
            <w:pPr>
              <w:tabs>
                <w:tab w:val="left" w:pos="284"/>
              </w:tabs>
              <w:spacing w:before="20" w:after="20"/>
              <w:ind w:left="2586"/>
              <w:jc w:val="both"/>
              <w:rPr>
                <w:sz w:val="16"/>
              </w:rPr>
            </w:pPr>
          </w:p>
          <w:p w14:paraId="5AB600B7"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t>One digit in position 8 indicating "3" for the application for an industrial design</w:t>
            </w:r>
          </w:p>
          <w:p w14:paraId="134662B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0E45F87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3-5</w:t>
            </w:r>
          </w:p>
          <w:p w14:paraId="2D5911D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4D0D680D"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165D8E7F"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are not counted for defining the position of elements of the application number.</w:t>
            </w:r>
          </w:p>
        </w:tc>
      </w:tr>
      <w:tr w:rsidR="00FC7E5F" w:rsidRPr="006B3432" w14:paraId="2880167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F2500CB"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099C41FE"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4A9C635F" w14:textId="77777777" w:rsidR="00FC7E5F" w:rsidRPr="006B3432" w:rsidRDefault="00FC7E5F" w:rsidP="00852FF9">
            <w:pPr>
              <w:spacing w:before="120"/>
              <w:ind w:left="-57" w:right="-57"/>
              <w:jc w:val="center"/>
              <w:rPr>
                <w:noProof/>
                <w:spacing w:val="-4"/>
                <w:sz w:val="16"/>
              </w:rPr>
            </w:pPr>
            <w:r w:rsidRPr="006B3432">
              <w:rPr>
                <w:noProof/>
                <w:spacing w:val="-4"/>
                <w:sz w:val="16"/>
              </w:rPr>
              <w:t>950002.1</w:t>
            </w:r>
          </w:p>
        </w:tc>
        <w:tc>
          <w:tcPr>
            <w:tcW w:w="1561" w:type="dxa"/>
            <w:tcBorders>
              <w:top w:val="single" w:sz="6" w:space="0" w:color="auto"/>
              <w:left w:val="single" w:sz="6" w:space="0" w:color="auto"/>
              <w:bottom w:val="single" w:sz="6" w:space="0" w:color="auto"/>
              <w:right w:val="single" w:sz="6" w:space="0" w:color="auto"/>
            </w:tcBorders>
          </w:tcPr>
          <w:p w14:paraId="6C9D12E5" w14:textId="77777777" w:rsidR="00FC7E5F" w:rsidRPr="006B3432" w:rsidRDefault="00FC7E5F" w:rsidP="00852FF9">
            <w:pPr>
              <w:spacing w:before="120"/>
              <w:ind w:left="-57" w:right="-57"/>
              <w:jc w:val="center"/>
              <w:rPr>
                <w:noProof/>
                <w:spacing w:val="-4"/>
                <w:sz w:val="16"/>
              </w:rPr>
            </w:pPr>
            <w:r w:rsidRPr="006B3432">
              <w:rPr>
                <w:noProof/>
                <w:spacing w:val="-4"/>
                <w:sz w:val="16"/>
              </w:rPr>
              <w:t>950002.1</w:t>
            </w:r>
          </w:p>
        </w:tc>
        <w:tc>
          <w:tcPr>
            <w:tcW w:w="4796" w:type="dxa"/>
            <w:gridSpan w:val="2"/>
            <w:tcBorders>
              <w:top w:val="single" w:sz="6" w:space="0" w:color="auto"/>
              <w:left w:val="single" w:sz="6" w:space="0" w:color="auto"/>
              <w:bottom w:val="single" w:sz="6" w:space="0" w:color="auto"/>
              <w:right w:val="single" w:sz="6" w:space="0" w:color="auto"/>
            </w:tcBorders>
            <w:hideMark/>
          </w:tcPr>
          <w:p w14:paraId="60EABDCC" w14:textId="77777777" w:rsidR="00FC7E5F" w:rsidRPr="006B3432" w:rsidRDefault="00FC7E5F" w:rsidP="00852FF9">
            <w:pPr>
              <w:spacing w:before="120" w:after="60"/>
              <w:ind w:right="-57"/>
              <w:rPr>
                <w:noProof/>
                <w:sz w:val="16"/>
              </w:rPr>
            </w:pPr>
            <w:r w:rsidRPr="006B3432">
              <w:rPr>
                <w:sz w:val="16"/>
              </w:rPr>
              <w:t xml:space="preserve">Used from </w:t>
            </w:r>
            <w:r w:rsidRPr="006B3432">
              <w:t xml:space="preserve">January 01, </w:t>
            </w:r>
            <w:proofErr w:type="gramStart"/>
            <w:r w:rsidRPr="006B3432">
              <w:t>1995</w:t>
            </w:r>
            <w:proofErr w:type="gramEnd"/>
            <w:r w:rsidRPr="006B3432">
              <w:t xml:space="preserve"> to December 31, 1999</w:t>
            </w:r>
            <w:r w:rsidRPr="006B3432">
              <w:rPr>
                <w:sz w:val="16"/>
              </w:rPr>
              <w:br/>
              <w:t>for</w:t>
            </w:r>
            <w:proofErr w:type="gramStart"/>
            <w:r w:rsidRPr="006B3432">
              <w:rPr>
                <w:sz w:val="16"/>
              </w:rPr>
              <w:t xml:space="preserve">:  </w:t>
            </w:r>
            <w:r w:rsidRPr="006B3432">
              <w:t>Preliminary</w:t>
            </w:r>
            <w:proofErr w:type="gramEnd"/>
            <w:r w:rsidRPr="006B3432">
              <w:t xml:space="preserve"> patent for an invention</w:t>
            </w:r>
          </w:p>
        </w:tc>
      </w:tr>
      <w:tr w:rsidR="00FC7E5F" w:rsidRPr="006B3432" w14:paraId="05F5D0E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4E9FD5D"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2FA9AC7B" w14:textId="77777777" w:rsidR="00FC7E5F" w:rsidRPr="006B3432" w:rsidRDefault="00FC7E5F" w:rsidP="00FC7E5F">
            <w:pPr>
              <w:pStyle w:val="ListParagraph"/>
              <w:numPr>
                <w:ilvl w:val="0"/>
                <w:numId w:val="11"/>
              </w:numPr>
              <w:ind w:left="330"/>
            </w:pPr>
            <w:r w:rsidRPr="006B3432">
              <w:t>Description</w:t>
            </w:r>
            <w:proofErr w:type="gramStart"/>
            <w:r w:rsidRPr="006B3432">
              <w:t>:  The</w:t>
            </w:r>
            <w:proofErr w:type="gramEnd"/>
            <w:r w:rsidRPr="006B3432">
              <w:t xml:space="preserve"> application number consists of three elements and seven positions.  The first example </w:t>
            </w:r>
            <w:proofErr w:type="gramStart"/>
            <w:r w:rsidRPr="006B3432">
              <w:t>above,</w:t>
            </w:r>
            <w:proofErr w:type="gramEnd"/>
            <w:r w:rsidRPr="006B3432">
              <w:t xml:space="preserve"> shows an application for a preliminary patent for an invention with serial number 002 that was filed in 1995.  </w:t>
            </w:r>
          </w:p>
          <w:p w14:paraId="1B4AC067"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t>One digit in position 7 indicating "1" for the application for patent</w:t>
            </w:r>
          </w:p>
          <w:p w14:paraId="1DC4017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0379081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3-5</w:t>
            </w:r>
          </w:p>
          <w:p w14:paraId="5538871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74A264C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1501ED35"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are not counted for defining the position of elements of the application number.</w:t>
            </w:r>
          </w:p>
        </w:tc>
      </w:tr>
      <w:tr w:rsidR="00FC7E5F" w:rsidRPr="006B3432" w14:paraId="15E1A70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25C5F80" w14:textId="77777777" w:rsidR="00FC7E5F" w:rsidRPr="006B3432" w:rsidRDefault="00FC7E5F" w:rsidP="00852FF9">
            <w:pPr>
              <w:keepNext/>
              <w:spacing w:before="120"/>
              <w:ind w:left="-57" w:right="-57"/>
              <w:jc w:val="center"/>
              <w:rPr>
                <w:b/>
                <w:sz w:val="16"/>
                <w:szCs w:val="16"/>
              </w:rPr>
            </w:pPr>
            <w:r w:rsidRPr="006B3432">
              <w:rPr>
                <w:b/>
                <w:noProof/>
                <w:sz w:val="16"/>
                <w:szCs w:val="16"/>
              </w:rPr>
              <w:t>KZ</w:t>
            </w:r>
          </w:p>
          <w:p w14:paraId="6CC877B5" w14:textId="77777777" w:rsidR="00FC7E5F" w:rsidRPr="006B3432" w:rsidRDefault="00FC7E5F" w:rsidP="00852FF9">
            <w:pPr>
              <w:spacing w:before="120"/>
              <w:ind w:left="-57" w:right="-57"/>
              <w:jc w:val="center"/>
              <w:rPr>
                <w:b/>
                <w:sz w:val="16"/>
                <w:szCs w:val="16"/>
              </w:rPr>
            </w:pPr>
            <w:r w:rsidRPr="006B3432">
              <w:rPr>
                <w:b/>
                <w:noProof/>
                <w:sz w:val="16"/>
                <w:szCs w:val="16"/>
              </w:rPr>
              <w:t>KAZAKHSTAN</w:t>
            </w:r>
          </w:p>
        </w:tc>
        <w:tc>
          <w:tcPr>
            <w:tcW w:w="1560" w:type="dxa"/>
            <w:tcBorders>
              <w:top w:val="single" w:sz="6" w:space="0" w:color="auto"/>
              <w:left w:val="single" w:sz="6" w:space="0" w:color="auto"/>
              <w:bottom w:val="single" w:sz="6" w:space="0" w:color="auto"/>
              <w:right w:val="single" w:sz="6" w:space="0" w:color="auto"/>
            </w:tcBorders>
          </w:tcPr>
          <w:p w14:paraId="61A53C29" w14:textId="77777777" w:rsidR="00FC7E5F" w:rsidRPr="006B3432" w:rsidRDefault="00FC7E5F" w:rsidP="00852FF9">
            <w:pPr>
              <w:spacing w:before="120"/>
              <w:ind w:left="-57" w:right="-57"/>
              <w:jc w:val="center"/>
              <w:rPr>
                <w:noProof/>
                <w:spacing w:val="-4"/>
                <w:sz w:val="16"/>
              </w:rPr>
            </w:pPr>
            <w:r w:rsidRPr="006B3432">
              <w:rPr>
                <w:noProof/>
                <w:spacing w:val="-4"/>
                <w:sz w:val="16"/>
              </w:rPr>
              <w:t>2007/0439.1</w:t>
            </w:r>
          </w:p>
        </w:tc>
        <w:tc>
          <w:tcPr>
            <w:tcW w:w="1561" w:type="dxa"/>
            <w:tcBorders>
              <w:top w:val="single" w:sz="6" w:space="0" w:color="auto"/>
              <w:left w:val="single" w:sz="6" w:space="0" w:color="auto"/>
              <w:bottom w:val="single" w:sz="6" w:space="0" w:color="auto"/>
              <w:right w:val="single" w:sz="6" w:space="0" w:color="auto"/>
            </w:tcBorders>
          </w:tcPr>
          <w:p w14:paraId="1B01CFD5" w14:textId="77777777" w:rsidR="00FC7E5F" w:rsidRPr="006B3432" w:rsidRDefault="00FC7E5F" w:rsidP="00852FF9">
            <w:pPr>
              <w:spacing w:before="120"/>
              <w:ind w:left="-57" w:right="-57"/>
              <w:jc w:val="center"/>
              <w:rPr>
                <w:noProof/>
                <w:spacing w:val="-4"/>
                <w:sz w:val="16"/>
              </w:rPr>
            </w:pPr>
            <w:r w:rsidRPr="006B3432">
              <w:rPr>
                <w:noProof/>
                <w:spacing w:val="-4"/>
                <w:sz w:val="16"/>
              </w:rPr>
              <w:t>2007/0439.1</w:t>
            </w:r>
          </w:p>
        </w:tc>
        <w:tc>
          <w:tcPr>
            <w:tcW w:w="4796" w:type="dxa"/>
            <w:gridSpan w:val="2"/>
            <w:tcBorders>
              <w:top w:val="single" w:sz="6" w:space="0" w:color="auto"/>
              <w:left w:val="single" w:sz="6" w:space="0" w:color="auto"/>
              <w:bottom w:val="single" w:sz="6" w:space="0" w:color="auto"/>
              <w:right w:val="single" w:sz="6" w:space="0" w:color="auto"/>
            </w:tcBorders>
            <w:hideMark/>
          </w:tcPr>
          <w:p w14:paraId="2F8ED72D" w14:textId="77777777" w:rsidR="00FC7E5F" w:rsidRPr="006B3432" w:rsidRDefault="00FC7E5F" w:rsidP="00852FF9">
            <w:pPr>
              <w:spacing w:before="120" w:after="60"/>
              <w:ind w:right="-57"/>
              <w:rPr>
                <w:noProof/>
                <w:sz w:val="16"/>
              </w:rPr>
            </w:pPr>
            <w:r w:rsidRPr="006B3432">
              <w:rPr>
                <w:sz w:val="16"/>
              </w:rPr>
              <w:t xml:space="preserve">Used from the </w:t>
            </w:r>
            <w:r w:rsidRPr="006B3432">
              <w:t>beginning of 2000 to April 04, 2007</w:t>
            </w:r>
            <w:r w:rsidRPr="006B3432">
              <w:rPr>
                <w:sz w:val="16"/>
              </w:rPr>
              <w:br/>
              <w:t>for</w:t>
            </w:r>
            <w:proofErr w:type="gramStart"/>
            <w:r w:rsidRPr="006B3432">
              <w:rPr>
                <w:sz w:val="16"/>
              </w:rPr>
              <w:t xml:space="preserve">:  </w:t>
            </w:r>
            <w:r w:rsidRPr="006B3432">
              <w:t>Preliminary</w:t>
            </w:r>
            <w:proofErr w:type="gramEnd"/>
            <w:r w:rsidRPr="006B3432">
              <w:t xml:space="preserve"> patent for an invention</w:t>
            </w:r>
          </w:p>
        </w:tc>
      </w:tr>
      <w:tr w:rsidR="00FC7E5F" w:rsidRPr="006B3432" w14:paraId="0D1D6247"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CD25F1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7D95AB45" w14:textId="77777777" w:rsidR="00FC7E5F" w:rsidRPr="006B3432" w:rsidRDefault="00FC7E5F" w:rsidP="00FC7E5F">
            <w:pPr>
              <w:pStyle w:val="ListParagraph"/>
              <w:numPr>
                <w:ilvl w:val="0"/>
                <w:numId w:val="11"/>
              </w:numPr>
              <w:ind w:left="330"/>
            </w:pPr>
            <w:r w:rsidRPr="006B3432">
              <w:t>Description</w:t>
            </w:r>
            <w:proofErr w:type="gramStart"/>
            <w:r w:rsidRPr="006B3432">
              <w:t>:  The</w:t>
            </w:r>
            <w:proofErr w:type="gramEnd"/>
            <w:r w:rsidRPr="006B3432">
              <w:t xml:space="preserve"> application number consists of three elements and nine positions.  The first example </w:t>
            </w:r>
            <w:proofErr w:type="gramStart"/>
            <w:r w:rsidRPr="006B3432">
              <w:t>above,</w:t>
            </w:r>
            <w:proofErr w:type="gramEnd"/>
            <w:r w:rsidRPr="006B3432">
              <w:t xml:space="preserve"> shows an application for a preliminary patent for an invention with serial number 439 that was filed in 2007.  </w:t>
            </w:r>
          </w:p>
          <w:p w14:paraId="71D87AB0" w14:textId="77777777" w:rsidR="00FC7E5F" w:rsidRPr="006B3432" w:rsidRDefault="00FC7E5F" w:rsidP="00FC7E5F">
            <w:pPr>
              <w:numPr>
                <w:ilvl w:val="0"/>
                <w:numId w:val="6"/>
              </w:numPr>
              <w:tabs>
                <w:tab w:val="clear" w:pos="680"/>
                <w:tab w:val="left" w:pos="284"/>
                <w:tab w:val="num" w:pos="373"/>
              </w:tabs>
              <w:spacing w:before="20" w:after="20"/>
              <w:ind w:left="2586" w:hanging="2586"/>
              <w:jc w:val="both"/>
              <w:rPr>
                <w:sz w:val="16"/>
              </w:rPr>
            </w:pPr>
            <w:r w:rsidRPr="006B3432">
              <w:rPr>
                <w:sz w:val="16"/>
              </w:rPr>
              <w:t xml:space="preserve">Code </w:t>
            </w:r>
            <w:r w:rsidRPr="006B3432">
              <w:rPr>
                <w:sz w:val="16"/>
                <w:szCs w:val="16"/>
              </w:rPr>
              <w:t xml:space="preserve">for the type of IP rights: </w:t>
            </w:r>
            <w:r w:rsidRPr="006B3432">
              <w:t>One digit in position 9 indicating "1" for the application for patent</w:t>
            </w:r>
          </w:p>
          <w:p w14:paraId="18E79F43"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1-4 indicate the year of filing according to Gregorian calendar</w:t>
            </w:r>
          </w:p>
          <w:p w14:paraId="08D5816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length of four digits in positions 5-8</w:t>
            </w:r>
          </w:p>
          <w:p w14:paraId="01D2A29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08B34D1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61A1894E" w14:textId="77777777" w:rsidR="00FC7E5F" w:rsidRPr="006B3432" w:rsidRDefault="00FC7E5F" w:rsidP="00852FF9">
            <w:pPr>
              <w:tabs>
                <w:tab w:val="left" w:pos="284"/>
              </w:tabs>
              <w:spacing w:before="120" w:after="20"/>
              <w:rPr>
                <w:sz w:val="16"/>
              </w:rPr>
            </w:pPr>
            <w:r w:rsidRPr="006B3432">
              <w:rPr>
                <w:sz w:val="16"/>
              </w:rPr>
              <w:t>Note:</w:t>
            </w:r>
            <w:r w:rsidRPr="006B3432">
              <w:rPr>
                <w:sz w:val="16"/>
              </w:rPr>
              <w:tab/>
              <w:t>Separators used (dot and slash) are not counted for defining the position of elements of the application number.</w:t>
            </w:r>
          </w:p>
        </w:tc>
      </w:tr>
      <w:tr w:rsidR="00FC7E5F" w:rsidRPr="006B3432" w14:paraId="19F78856"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B4FE608" w14:textId="77777777" w:rsidR="00FC7E5F" w:rsidRPr="006B3432" w:rsidRDefault="00FC7E5F" w:rsidP="00852FF9">
            <w:pPr>
              <w:keepNext/>
              <w:spacing w:before="120"/>
              <w:ind w:left="-57" w:right="-57"/>
              <w:jc w:val="center"/>
              <w:rPr>
                <w:b/>
                <w:sz w:val="16"/>
                <w:szCs w:val="16"/>
              </w:rPr>
            </w:pPr>
            <w:r w:rsidRPr="006B3432">
              <w:rPr>
                <w:b/>
                <w:noProof/>
                <w:sz w:val="16"/>
                <w:szCs w:val="16"/>
              </w:rPr>
              <w:lastRenderedPageBreak/>
              <w:t>LT</w:t>
            </w:r>
          </w:p>
          <w:p w14:paraId="03388924" w14:textId="77777777" w:rsidR="00FC7E5F" w:rsidRPr="006B3432" w:rsidRDefault="00FC7E5F" w:rsidP="00852FF9">
            <w:pPr>
              <w:spacing w:before="120"/>
              <w:ind w:left="-57" w:right="-57"/>
              <w:jc w:val="center"/>
              <w:rPr>
                <w:b/>
                <w:sz w:val="16"/>
                <w:szCs w:val="16"/>
              </w:rPr>
            </w:pPr>
            <w:r w:rsidRPr="006B3432">
              <w:rPr>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14:paraId="2AF1E174" w14:textId="77777777" w:rsidR="00FC7E5F" w:rsidRPr="006B3432" w:rsidRDefault="00FC7E5F" w:rsidP="00852FF9">
            <w:pPr>
              <w:spacing w:before="120"/>
              <w:ind w:left="-58" w:right="-58"/>
              <w:jc w:val="center"/>
              <w:rPr>
                <w:noProof/>
                <w:sz w:val="16"/>
              </w:rPr>
            </w:pPr>
            <w:r w:rsidRPr="006B3432">
              <w:rPr>
                <w:noProof/>
                <w:sz w:val="16"/>
              </w:rPr>
              <w:t>IP 0001</w:t>
            </w:r>
          </w:p>
          <w:p w14:paraId="1C62DB8A" w14:textId="77777777" w:rsidR="00FC7E5F" w:rsidRPr="006B3432" w:rsidRDefault="00FC7E5F" w:rsidP="00852FF9">
            <w:pPr>
              <w:spacing w:before="120"/>
              <w:ind w:left="-58" w:right="-58"/>
              <w:jc w:val="center"/>
              <w:rPr>
                <w:noProof/>
                <w:sz w:val="16"/>
              </w:rPr>
            </w:pPr>
            <w:r w:rsidRPr="006B3432">
              <w:rPr>
                <w:noProof/>
                <w:sz w:val="16"/>
              </w:rPr>
              <w:t>ZP 00001</w:t>
            </w:r>
          </w:p>
          <w:p w14:paraId="178CF0B0" w14:textId="77777777" w:rsidR="00FC7E5F" w:rsidRPr="006B3432" w:rsidRDefault="00FC7E5F" w:rsidP="00852FF9">
            <w:pPr>
              <w:spacing w:before="120"/>
              <w:ind w:left="-58" w:right="-58"/>
              <w:jc w:val="center"/>
              <w:rPr>
                <w:noProof/>
                <w:sz w:val="16"/>
              </w:rPr>
            </w:pPr>
            <w:r w:rsidRPr="006B3432">
              <w:rPr>
                <w:noProof/>
                <w:sz w:val="16"/>
              </w:rPr>
              <w:t>PP 001</w:t>
            </w:r>
          </w:p>
        </w:tc>
        <w:tc>
          <w:tcPr>
            <w:tcW w:w="1561" w:type="dxa"/>
            <w:tcBorders>
              <w:top w:val="single" w:sz="6" w:space="0" w:color="auto"/>
              <w:left w:val="single" w:sz="6" w:space="0" w:color="auto"/>
              <w:bottom w:val="single" w:sz="6" w:space="0" w:color="auto"/>
              <w:right w:val="single" w:sz="6" w:space="0" w:color="auto"/>
            </w:tcBorders>
          </w:tcPr>
          <w:p w14:paraId="14FA4238" w14:textId="77777777" w:rsidR="00FC7E5F" w:rsidRPr="006B3432" w:rsidRDefault="00FC7E5F" w:rsidP="00852FF9">
            <w:pPr>
              <w:spacing w:before="120"/>
              <w:ind w:left="-58" w:right="-58"/>
              <w:jc w:val="center"/>
              <w:rPr>
                <w:noProof/>
                <w:sz w:val="16"/>
              </w:rPr>
            </w:pPr>
            <w:r w:rsidRPr="006B3432">
              <w:rPr>
                <w:noProof/>
                <w:sz w:val="16"/>
              </w:rPr>
              <w:t>IP 0001</w:t>
            </w:r>
          </w:p>
          <w:p w14:paraId="5FCB0D3F" w14:textId="77777777" w:rsidR="00FC7E5F" w:rsidRPr="006B3432" w:rsidRDefault="00FC7E5F" w:rsidP="00852FF9">
            <w:pPr>
              <w:spacing w:before="120"/>
              <w:ind w:left="-58" w:right="-58"/>
              <w:jc w:val="center"/>
              <w:rPr>
                <w:noProof/>
                <w:sz w:val="16"/>
              </w:rPr>
            </w:pPr>
            <w:r w:rsidRPr="006B3432">
              <w:rPr>
                <w:noProof/>
                <w:sz w:val="16"/>
              </w:rPr>
              <w:t>ZP 00001</w:t>
            </w:r>
          </w:p>
          <w:p w14:paraId="0BC81EDA" w14:textId="77777777" w:rsidR="00FC7E5F" w:rsidRPr="006B3432" w:rsidRDefault="00FC7E5F" w:rsidP="00852FF9">
            <w:pPr>
              <w:spacing w:before="120" w:after="120"/>
              <w:ind w:left="-57" w:right="-57"/>
              <w:jc w:val="center"/>
              <w:rPr>
                <w:noProof/>
                <w:sz w:val="16"/>
              </w:rPr>
            </w:pPr>
            <w:r w:rsidRPr="006B3432">
              <w:rPr>
                <w:noProof/>
                <w:sz w:val="16"/>
              </w:rPr>
              <w:t>PP 001</w:t>
            </w:r>
          </w:p>
        </w:tc>
        <w:tc>
          <w:tcPr>
            <w:tcW w:w="4796" w:type="dxa"/>
            <w:gridSpan w:val="2"/>
            <w:tcBorders>
              <w:top w:val="single" w:sz="6" w:space="0" w:color="auto"/>
              <w:left w:val="single" w:sz="6" w:space="0" w:color="auto"/>
              <w:bottom w:val="single" w:sz="6" w:space="0" w:color="auto"/>
              <w:right w:val="single" w:sz="6" w:space="0" w:color="auto"/>
            </w:tcBorders>
            <w:hideMark/>
          </w:tcPr>
          <w:p w14:paraId="1754596E" w14:textId="77777777" w:rsidR="00FC7E5F" w:rsidRPr="006B3432" w:rsidRDefault="00FC7E5F" w:rsidP="00852FF9">
            <w:pPr>
              <w:spacing w:before="120" w:after="60"/>
              <w:ind w:right="-57"/>
              <w:rPr>
                <w:sz w:val="16"/>
              </w:rPr>
            </w:pPr>
            <w:r w:rsidRPr="006B3432">
              <w:rPr>
                <w:sz w:val="16"/>
              </w:rPr>
              <w:t>Used from July 1, 1991, to December 31, 1994,</w:t>
            </w:r>
            <w:r w:rsidRPr="006B3432">
              <w:rPr>
                <w:sz w:val="16"/>
              </w:rPr>
              <w:br/>
              <w:t>for</w:t>
            </w:r>
            <w:proofErr w:type="gramStart"/>
            <w:r w:rsidRPr="006B3432">
              <w:rPr>
                <w:sz w:val="16"/>
              </w:rPr>
              <w:t>:  Patents</w:t>
            </w:r>
            <w:proofErr w:type="gramEnd"/>
            <w:r w:rsidRPr="006B3432">
              <w:rPr>
                <w:sz w:val="16"/>
              </w:rPr>
              <w:t>, Trademarks, Industrial designs</w:t>
            </w:r>
          </w:p>
        </w:tc>
      </w:tr>
      <w:tr w:rsidR="00FC7E5F" w:rsidRPr="006B3432" w14:paraId="54DEA64A"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83607A2"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5BCFBB20"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Description:</w:t>
            </w:r>
          </w:p>
          <w:p w14:paraId="4B4A9C55"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positions</w:t>
            </w:r>
            <w:proofErr w:type="gramEnd"/>
            <w:r w:rsidRPr="006B3432">
              <w:rPr>
                <w:sz w:val="16"/>
              </w:rPr>
              <w:t xml:space="preserve"> 1-2</w:t>
            </w:r>
          </w:p>
          <w:p w14:paraId="085C3D54"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Patents</w:t>
            </w:r>
            <w:proofErr w:type="gramStart"/>
            <w:r w:rsidRPr="006B3432">
              <w:rPr>
                <w:sz w:val="16"/>
              </w:rPr>
              <w:tab/>
              <w:t xml:space="preserve">  IP</w:t>
            </w:r>
            <w:proofErr w:type="gramEnd"/>
            <w:r w:rsidRPr="006B3432">
              <w:rPr>
                <w:sz w:val="16"/>
              </w:rPr>
              <w:t xml:space="preserve"> or RP (see below)</w:t>
            </w:r>
          </w:p>
          <w:p w14:paraId="55A967D3"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Trademarks</w:t>
            </w:r>
            <w:proofErr w:type="gramStart"/>
            <w:r w:rsidRPr="006B3432">
              <w:rPr>
                <w:sz w:val="16"/>
              </w:rPr>
              <w:tab/>
              <w:t xml:space="preserve">  ZP</w:t>
            </w:r>
            <w:proofErr w:type="gramEnd"/>
            <w:r w:rsidRPr="006B3432">
              <w:rPr>
                <w:sz w:val="16"/>
              </w:rPr>
              <w:t xml:space="preserve"> or RL (see below)</w:t>
            </w:r>
          </w:p>
          <w:p w14:paraId="5F00FF37" w14:textId="77777777" w:rsidR="00FC7E5F" w:rsidRPr="006B3432" w:rsidRDefault="00FC7E5F" w:rsidP="00FC7E5F">
            <w:pPr>
              <w:numPr>
                <w:ilvl w:val="1"/>
                <w:numId w:val="6"/>
              </w:numPr>
              <w:tabs>
                <w:tab w:val="clear" w:pos="1245"/>
                <w:tab w:val="num" w:pos="1452"/>
                <w:tab w:val="left" w:leader="dot" w:pos="5726"/>
              </w:tabs>
              <w:spacing w:before="20" w:after="20"/>
              <w:ind w:left="1452" w:hanging="425"/>
              <w:rPr>
                <w:sz w:val="16"/>
              </w:rPr>
            </w:pPr>
            <w:r w:rsidRPr="006B3432">
              <w:rPr>
                <w:sz w:val="16"/>
              </w:rPr>
              <w:t>Industrial designs</w:t>
            </w:r>
            <w:proofErr w:type="gramStart"/>
            <w:r w:rsidRPr="006B3432">
              <w:rPr>
                <w:sz w:val="16"/>
              </w:rPr>
              <w:tab/>
              <w:t xml:space="preserve">  PP</w:t>
            </w:r>
            <w:proofErr w:type="gramEnd"/>
            <w:r w:rsidRPr="006B3432">
              <w:rPr>
                <w:sz w:val="16"/>
              </w:rPr>
              <w:t xml:space="preserve"> or RP (see below)</w:t>
            </w:r>
          </w:p>
          <w:p w14:paraId="444BBA98"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28423C5A"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 xml:space="preserve">Continuous series. Variable length of </w:t>
            </w:r>
            <w:r w:rsidRPr="006B3432">
              <w:rPr>
                <w:sz w:val="16"/>
              </w:rPr>
              <w:br/>
              <w:t>up to four digits (for patents)</w:t>
            </w:r>
            <w:r w:rsidRPr="006B3432">
              <w:rPr>
                <w:sz w:val="16"/>
              </w:rPr>
              <w:br/>
              <w:t>up to five digits (for trademarks)</w:t>
            </w:r>
            <w:r w:rsidRPr="006B3432">
              <w:rPr>
                <w:sz w:val="16"/>
              </w:rPr>
              <w:br/>
              <w:t xml:space="preserve">up to three digits (for industrial designs).  </w:t>
            </w:r>
          </w:p>
          <w:p w14:paraId="10120817"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1ECD0119"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39AFCC09" w14:textId="77777777" w:rsidR="00FC7E5F" w:rsidRPr="006B3432" w:rsidRDefault="00FC7E5F" w:rsidP="00852FF9">
            <w:pPr>
              <w:tabs>
                <w:tab w:val="left" w:pos="284"/>
              </w:tabs>
              <w:spacing w:before="120" w:after="120"/>
              <w:rPr>
                <w:noProof/>
                <w:sz w:val="16"/>
              </w:rPr>
            </w:pPr>
            <w:r w:rsidRPr="006B3432">
              <w:rPr>
                <w:sz w:val="16"/>
              </w:rPr>
              <w:t>Further remarks:</w:t>
            </w:r>
            <w:r w:rsidRPr="006B3432">
              <w:rPr>
                <w:sz w:val="16"/>
              </w:rPr>
              <w:br/>
            </w:r>
            <w:r w:rsidRPr="006B3432">
              <w:rPr>
                <w:noProof/>
                <w:sz w:val="16"/>
              </w:rPr>
              <w:t>Codes RP and RL were used for registrations of the former Soviet Union.</w:t>
            </w:r>
          </w:p>
          <w:p w14:paraId="283358B3" w14:textId="77777777" w:rsidR="00FC7E5F" w:rsidRPr="006B3432" w:rsidRDefault="00FC7E5F" w:rsidP="00852FF9">
            <w:pPr>
              <w:tabs>
                <w:tab w:val="left" w:pos="0"/>
              </w:tabs>
              <w:spacing w:before="20" w:after="20"/>
              <w:rPr>
                <w:sz w:val="16"/>
              </w:rPr>
            </w:pPr>
            <w:r w:rsidRPr="006B3432">
              <w:rPr>
                <w:sz w:val="16"/>
              </w:rPr>
              <w:t>Note:</w:t>
            </w:r>
            <w:r w:rsidRPr="006B3432">
              <w:rPr>
                <w:sz w:val="16"/>
              </w:rPr>
              <w:tab/>
              <w:t>Separators used (space) are not counted for defining the position of elements of the application number.</w:t>
            </w:r>
          </w:p>
        </w:tc>
      </w:tr>
      <w:tr w:rsidR="00FC7E5F" w:rsidRPr="006B3432" w14:paraId="11DFC4D3"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C9E47DC" w14:textId="77777777" w:rsidR="00FC7E5F" w:rsidRPr="006B3432" w:rsidRDefault="00FC7E5F" w:rsidP="00852FF9">
            <w:pPr>
              <w:keepNext/>
              <w:spacing w:before="120"/>
              <w:ind w:left="-57" w:right="-57"/>
              <w:jc w:val="center"/>
              <w:rPr>
                <w:b/>
                <w:sz w:val="16"/>
                <w:szCs w:val="16"/>
              </w:rPr>
            </w:pPr>
            <w:r w:rsidRPr="006B3432">
              <w:rPr>
                <w:b/>
                <w:noProof/>
                <w:sz w:val="16"/>
                <w:szCs w:val="16"/>
              </w:rPr>
              <w:t>LT</w:t>
            </w:r>
          </w:p>
          <w:p w14:paraId="5F37C119" w14:textId="77777777" w:rsidR="00FC7E5F" w:rsidRPr="006B3432" w:rsidRDefault="00FC7E5F" w:rsidP="00852FF9">
            <w:pPr>
              <w:spacing w:before="120"/>
              <w:ind w:left="-57" w:right="-57"/>
              <w:jc w:val="center"/>
              <w:rPr>
                <w:b/>
                <w:sz w:val="16"/>
                <w:szCs w:val="16"/>
              </w:rPr>
            </w:pPr>
            <w:r w:rsidRPr="006B3432">
              <w:rPr>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14:paraId="78F7D7C9" w14:textId="77777777" w:rsidR="00FC7E5F" w:rsidRPr="006B3432" w:rsidRDefault="00FC7E5F" w:rsidP="00852FF9">
            <w:pPr>
              <w:spacing w:before="120"/>
              <w:ind w:left="-57" w:right="-57"/>
              <w:jc w:val="center"/>
              <w:rPr>
                <w:noProof/>
                <w:sz w:val="16"/>
              </w:rPr>
            </w:pPr>
            <w:r w:rsidRPr="006B3432">
              <w:rPr>
                <w:noProof/>
                <w:sz w:val="16"/>
              </w:rPr>
              <w:t>95-001</w:t>
            </w:r>
          </w:p>
          <w:p w14:paraId="571E35F3" w14:textId="77777777" w:rsidR="00FC7E5F" w:rsidRPr="006B3432" w:rsidRDefault="00FC7E5F" w:rsidP="00852FF9">
            <w:pPr>
              <w:spacing w:before="120"/>
              <w:ind w:left="-57" w:right="-57"/>
              <w:jc w:val="center"/>
              <w:rPr>
                <w:noProof/>
                <w:sz w:val="16"/>
              </w:rPr>
            </w:pPr>
            <w:r w:rsidRPr="006B3432">
              <w:rPr>
                <w:noProof/>
                <w:sz w:val="16"/>
              </w:rPr>
              <w:t>95-0001</w:t>
            </w:r>
          </w:p>
          <w:p w14:paraId="3D0895E7" w14:textId="77777777" w:rsidR="00FC7E5F" w:rsidRPr="006B3432" w:rsidRDefault="00FC7E5F" w:rsidP="00852FF9">
            <w:pPr>
              <w:spacing w:before="120" w:after="120"/>
              <w:ind w:left="-57" w:right="-57"/>
              <w:jc w:val="center"/>
              <w:rPr>
                <w:noProof/>
                <w:sz w:val="16"/>
              </w:rPr>
            </w:pPr>
            <w:r w:rsidRPr="006B3432">
              <w:rPr>
                <w:noProof/>
                <w:sz w:val="16"/>
              </w:rPr>
              <w:t>95-001</w:t>
            </w:r>
          </w:p>
        </w:tc>
        <w:tc>
          <w:tcPr>
            <w:tcW w:w="1561" w:type="dxa"/>
            <w:tcBorders>
              <w:top w:val="single" w:sz="6" w:space="0" w:color="auto"/>
              <w:left w:val="single" w:sz="6" w:space="0" w:color="auto"/>
              <w:bottom w:val="single" w:sz="6" w:space="0" w:color="auto"/>
              <w:right w:val="single" w:sz="6" w:space="0" w:color="auto"/>
            </w:tcBorders>
          </w:tcPr>
          <w:p w14:paraId="0D6B849B" w14:textId="77777777" w:rsidR="00FC7E5F" w:rsidRPr="006B3432" w:rsidRDefault="00FC7E5F" w:rsidP="00852FF9">
            <w:pPr>
              <w:spacing w:before="120"/>
              <w:ind w:left="-58" w:right="-58"/>
              <w:jc w:val="center"/>
              <w:rPr>
                <w:noProof/>
                <w:sz w:val="16"/>
              </w:rPr>
            </w:pPr>
            <w:r w:rsidRPr="006B3432">
              <w:rPr>
                <w:noProof/>
                <w:sz w:val="16"/>
              </w:rPr>
              <w:t>95-001</w:t>
            </w:r>
          </w:p>
          <w:p w14:paraId="70CADEEF" w14:textId="77777777" w:rsidR="00FC7E5F" w:rsidRPr="006B3432" w:rsidRDefault="00FC7E5F" w:rsidP="00852FF9">
            <w:pPr>
              <w:spacing w:before="120"/>
              <w:ind w:left="-58" w:right="-58"/>
              <w:jc w:val="center"/>
              <w:rPr>
                <w:noProof/>
                <w:sz w:val="16"/>
              </w:rPr>
            </w:pPr>
            <w:r w:rsidRPr="006B3432">
              <w:rPr>
                <w:noProof/>
                <w:sz w:val="16"/>
              </w:rPr>
              <w:t>95-0001</w:t>
            </w:r>
          </w:p>
          <w:p w14:paraId="31D7729B" w14:textId="77777777" w:rsidR="00FC7E5F" w:rsidRPr="006B3432" w:rsidRDefault="00FC7E5F" w:rsidP="00852FF9">
            <w:pPr>
              <w:spacing w:before="120" w:after="120"/>
              <w:ind w:left="-58" w:right="-58"/>
              <w:jc w:val="center"/>
              <w:rPr>
                <w:noProof/>
                <w:sz w:val="16"/>
              </w:rPr>
            </w:pPr>
            <w:r w:rsidRPr="006B3432">
              <w:rPr>
                <w:noProof/>
                <w:sz w:val="16"/>
              </w:rPr>
              <w:t>95-001</w:t>
            </w:r>
          </w:p>
        </w:tc>
        <w:tc>
          <w:tcPr>
            <w:tcW w:w="4796" w:type="dxa"/>
            <w:gridSpan w:val="2"/>
            <w:tcBorders>
              <w:top w:val="single" w:sz="6" w:space="0" w:color="auto"/>
              <w:left w:val="single" w:sz="6" w:space="0" w:color="auto"/>
              <w:bottom w:val="single" w:sz="6" w:space="0" w:color="auto"/>
              <w:right w:val="single" w:sz="6" w:space="0" w:color="auto"/>
            </w:tcBorders>
            <w:hideMark/>
          </w:tcPr>
          <w:p w14:paraId="315480D9" w14:textId="77777777" w:rsidR="00FC7E5F" w:rsidRPr="006B3432" w:rsidRDefault="00FC7E5F" w:rsidP="00852FF9">
            <w:pPr>
              <w:spacing w:before="120" w:after="60"/>
              <w:ind w:right="-57"/>
              <w:rPr>
                <w:sz w:val="16"/>
              </w:rPr>
            </w:pPr>
            <w:r w:rsidRPr="006B3432">
              <w:rPr>
                <w:sz w:val="16"/>
              </w:rPr>
              <w:t>Used from January 1, 1995, to December 21, 1999</w:t>
            </w:r>
            <w:r w:rsidRPr="006B3432">
              <w:rPr>
                <w:sz w:val="16"/>
              </w:rPr>
              <w:br/>
              <w:t>for</w:t>
            </w:r>
            <w:proofErr w:type="gramStart"/>
            <w:r w:rsidRPr="006B3432">
              <w:rPr>
                <w:sz w:val="16"/>
              </w:rPr>
              <w:t>:  Patents</w:t>
            </w:r>
            <w:proofErr w:type="gramEnd"/>
            <w:r w:rsidRPr="006B3432">
              <w:rPr>
                <w:sz w:val="16"/>
              </w:rPr>
              <w:t>, Trademarks, Industrial designs</w:t>
            </w:r>
          </w:p>
        </w:tc>
      </w:tr>
      <w:tr w:rsidR="00FC7E5F" w:rsidRPr="006B3432" w14:paraId="5FD19EA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08E8AC6"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76EA9A5"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 xml:space="preserve">Description: </w:t>
            </w:r>
          </w:p>
          <w:p w14:paraId="3B6EDF01"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N</w:t>
            </w:r>
            <w:proofErr w:type="gramEnd"/>
            <w:r w:rsidRPr="006B3432">
              <w:rPr>
                <w:sz w:val="16"/>
              </w:rPr>
              <w:t>/A</w:t>
            </w:r>
          </w:p>
          <w:p w14:paraId="276E0ED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two digits in positions 1-2 indicate the year of filing according to Gregorian calendar.</w:t>
            </w:r>
          </w:p>
          <w:p w14:paraId="443B3F84"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Annual series. Fixed length of</w:t>
            </w:r>
            <w:r w:rsidRPr="006B3432">
              <w:rPr>
                <w:sz w:val="16"/>
              </w:rPr>
              <w:br/>
              <w:t>three digits in positions 3-5 (for patents and industrial designs);</w:t>
            </w:r>
            <w:r w:rsidRPr="006B3432">
              <w:rPr>
                <w:sz w:val="16"/>
              </w:rPr>
              <w:br/>
              <w:t>four digits in positions 3-6 (for trademarks).</w:t>
            </w:r>
          </w:p>
          <w:p w14:paraId="300091C2"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20E47B0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p w14:paraId="78513E58" w14:textId="77777777" w:rsidR="00FC7E5F" w:rsidRPr="006B3432" w:rsidRDefault="00FC7E5F" w:rsidP="00852FF9">
            <w:pPr>
              <w:tabs>
                <w:tab w:val="left" w:pos="0"/>
              </w:tabs>
              <w:spacing w:before="20" w:after="20"/>
              <w:rPr>
                <w:sz w:val="16"/>
              </w:rPr>
            </w:pPr>
            <w:r w:rsidRPr="006B3432">
              <w:rPr>
                <w:sz w:val="16"/>
              </w:rPr>
              <w:t>Note:</w:t>
            </w:r>
            <w:r w:rsidRPr="006B3432">
              <w:rPr>
                <w:sz w:val="16"/>
              </w:rPr>
              <w:tab/>
              <w:t>Separators used (hyphen) are not counted for defining the position of elements of the application number.</w:t>
            </w:r>
          </w:p>
        </w:tc>
      </w:tr>
      <w:tr w:rsidR="00FC7E5F" w:rsidRPr="006B3432" w14:paraId="712024F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07BFF058" w14:textId="77777777" w:rsidR="00FC7E5F" w:rsidRPr="006B3432" w:rsidRDefault="00FC7E5F" w:rsidP="00852FF9">
            <w:pPr>
              <w:keepNext/>
              <w:spacing w:before="120"/>
              <w:ind w:left="-57" w:right="-57"/>
              <w:jc w:val="center"/>
              <w:rPr>
                <w:b/>
                <w:sz w:val="16"/>
                <w:szCs w:val="16"/>
              </w:rPr>
            </w:pPr>
            <w:r w:rsidRPr="006B3432">
              <w:rPr>
                <w:b/>
                <w:noProof/>
                <w:sz w:val="16"/>
                <w:szCs w:val="16"/>
              </w:rPr>
              <w:t>MD</w:t>
            </w:r>
          </w:p>
          <w:p w14:paraId="69740F9F" w14:textId="77777777" w:rsidR="00FC7E5F" w:rsidRPr="006B3432" w:rsidRDefault="00FC7E5F" w:rsidP="00852FF9">
            <w:pPr>
              <w:spacing w:before="120"/>
              <w:ind w:left="-57" w:right="-57"/>
              <w:jc w:val="center"/>
              <w:rPr>
                <w:b/>
                <w:sz w:val="16"/>
                <w:szCs w:val="16"/>
              </w:rPr>
            </w:pPr>
            <w:r w:rsidRPr="006B3432">
              <w:rPr>
                <w:b/>
                <w:noProof/>
                <w:sz w:val="16"/>
                <w:szCs w:val="16"/>
              </w:rPr>
              <w:t>MOLDOVA</w:t>
            </w:r>
          </w:p>
        </w:tc>
        <w:tc>
          <w:tcPr>
            <w:tcW w:w="1560" w:type="dxa"/>
            <w:tcBorders>
              <w:top w:val="single" w:sz="6" w:space="0" w:color="auto"/>
              <w:left w:val="single" w:sz="6" w:space="0" w:color="auto"/>
              <w:bottom w:val="single" w:sz="6" w:space="0" w:color="auto"/>
              <w:right w:val="single" w:sz="6" w:space="0" w:color="auto"/>
            </w:tcBorders>
            <w:hideMark/>
          </w:tcPr>
          <w:p w14:paraId="248834AF" w14:textId="77777777" w:rsidR="00FC7E5F" w:rsidRPr="006B3432" w:rsidRDefault="00FC7E5F" w:rsidP="00852FF9">
            <w:pPr>
              <w:spacing w:before="120" w:after="120"/>
              <w:ind w:left="-57" w:right="-57"/>
              <w:jc w:val="center"/>
              <w:rPr>
                <w:noProof/>
                <w:sz w:val="16"/>
              </w:rPr>
            </w:pPr>
            <w:r w:rsidRPr="006B3432">
              <w:rPr>
                <w:noProof/>
                <w:sz w:val="16"/>
              </w:rPr>
              <w:t>0278</w:t>
            </w:r>
          </w:p>
        </w:tc>
        <w:tc>
          <w:tcPr>
            <w:tcW w:w="1561" w:type="dxa"/>
            <w:tcBorders>
              <w:top w:val="single" w:sz="6" w:space="0" w:color="auto"/>
              <w:left w:val="single" w:sz="6" w:space="0" w:color="auto"/>
              <w:bottom w:val="single" w:sz="6" w:space="0" w:color="auto"/>
              <w:right w:val="single" w:sz="6" w:space="0" w:color="auto"/>
            </w:tcBorders>
          </w:tcPr>
          <w:p w14:paraId="1859E2F6" w14:textId="77777777" w:rsidR="00FC7E5F" w:rsidRPr="006B3432" w:rsidRDefault="00FC7E5F" w:rsidP="00852FF9">
            <w:pPr>
              <w:spacing w:before="120" w:after="120"/>
              <w:ind w:left="-58" w:right="-58"/>
              <w:jc w:val="center"/>
              <w:rPr>
                <w:noProof/>
                <w:sz w:val="16"/>
              </w:rPr>
            </w:pPr>
            <w:r w:rsidRPr="006B3432">
              <w:rPr>
                <w:noProof/>
                <w:sz w:val="16"/>
              </w:rPr>
              <w:t>0278</w:t>
            </w:r>
          </w:p>
        </w:tc>
        <w:tc>
          <w:tcPr>
            <w:tcW w:w="4796" w:type="dxa"/>
            <w:gridSpan w:val="2"/>
            <w:tcBorders>
              <w:top w:val="single" w:sz="6" w:space="0" w:color="auto"/>
              <w:left w:val="single" w:sz="6" w:space="0" w:color="auto"/>
              <w:bottom w:val="single" w:sz="6" w:space="0" w:color="auto"/>
              <w:right w:val="single" w:sz="6" w:space="0" w:color="auto"/>
            </w:tcBorders>
            <w:hideMark/>
          </w:tcPr>
          <w:p w14:paraId="4B64B27C" w14:textId="77777777" w:rsidR="00FC7E5F" w:rsidRPr="006B3432" w:rsidRDefault="00FC7E5F" w:rsidP="00852FF9">
            <w:pPr>
              <w:spacing w:before="120" w:after="60"/>
              <w:ind w:right="-57"/>
              <w:rPr>
                <w:sz w:val="16"/>
              </w:rPr>
            </w:pPr>
            <w:r w:rsidRPr="006B3432">
              <w:rPr>
                <w:sz w:val="16"/>
              </w:rPr>
              <w:t xml:space="preserve">Used from: May 10, </w:t>
            </w:r>
            <w:proofErr w:type="gramStart"/>
            <w:r w:rsidRPr="006B3432">
              <w:rPr>
                <w:sz w:val="16"/>
              </w:rPr>
              <w:t>1993</w:t>
            </w:r>
            <w:proofErr w:type="gramEnd"/>
            <w:r w:rsidRPr="006B3432">
              <w:rPr>
                <w:sz w:val="16"/>
              </w:rPr>
              <w:t xml:space="preserve"> to December 31, 19991</w:t>
            </w:r>
            <w:r w:rsidRPr="006B3432">
              <w:rPr>
                <w:sz w:val="16"/>
              </w:rPr>
              <w:br/>
              <w:t>for:  Industrial designs</w:t>
            </w:r>
          </w:p>
        </w:tc>
      </w:tr>
      <w:tr w:rsidR="00FC7E5F" w:rsidRPr="006B3432" w14:paraId="620C7BB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9365950" w14:textId="77777777" w:rsidR="00FC7E5F" w:rsidRPr="006B3432" w:rsidRDefault="00FC7E5F"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350D4694"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 xml:space="preserve">Description: </w:t>
            </w:r>
          </w:p>
          <w:p w14:paraId="595960A0" w14:textId="77777777" w:rsidR="00FC7E5F" w:rsidRPr="006B3432" w:rsidRDefault="00FC7E5F" w:rsidP="00FC7E5F">
            <w:pPr>
              <w:numPr>
                <w:ilvl w:val="0"/>
                <w:numId w:val="6"/>
              </w:numPr>
              <w:tabs>
                <w:tab w:val="clear" w:pos="680"/>
                <w:tab w:val="left" w:pos="284"/>
                <w:tab w:val="num" w:pos="373"/>
              </w:tabs>
              <w:spacing w:before="20" w:after="20"/>
              <w:ind w:left="2586" w:hanging="2586"/>
              <w:rPr>
                <w:sz w:val="16"/>
              </w:rPr>
            </w:pPr>
            <w:r w:rsidRPr="006B3432">
              <w:rPr>
                <w:sz w:val="16"/>
              </w:rPr>
              <w:t>Code for the type of IP rights</w:t>
            </w:r>
            <w:proofErr w:type="gramStart"/>
            <w:r w:rsidRPr="006B3432">
              <w:rPr>
                <w:sz w:val="16"/>
              </w:rPr>
              <w:t>:  N</w:t>
            </w:r>
            <w:proofErr w:type="gramEnd"/>
            <w:r w:rsidRPr="006B3432">
              <w:rPr>
                <w:sz w:val="16"/>
              </w:rPr>
              <w:t>/A</w:t>
            </w:r>
          </w:p>
          <w:p w14:paraId="54DCB131"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Year designation</w:t>
            </w:r>
            <w:proofErr w:type="gramStart"/>
            <w:r w:rsidRPr="006B3432">
              <w:rPr>
                <w:sz w:val="16"/>
              </w:rPr>
              <w:t xml:space="preserve">:  </w:t>
            </w:r>
            <w:r w:rsidRPr="006B3432">
              <w:rPr>
                <w:sz w:val="16"/>
              </w:rPr>
              <w:tab/>
            </w:r>
            <w:proofErr w:type="gramEnd"/>
            <w:r w:rsidRPr="006B3432">
              <w:rPr>
                <w:sz w:val="16"/>
              </w:rPr>
              <w:t>N/A</w:t>
            </w:r>
          </w:p>
          <w:p w14:paraId="31868130"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Serial number</w:t>
            </w:r>
            <w:proofErr w:type="gramStart"/>
            <w:r w:rsidRPr="006B3432">
              <w:rPr>
                <w:sz w:val="16"/>
              </w:rPr>
              <w:t xml:space="preserve">:  </w:t>
            </w:r>
            <w:r w:rsidRPr="006B3432">
              <w:rPr>
                <w:sz w:val="16"/>
              </w:rPr>
              <w:tab/>
            </w:r>
            <w:proofErr w:type="gramEnd"/>
            <w:r w:rsidRPr="006B3432">
              <w:rPr>
                <w:sz w:val="16"/>
              </w:rPr>
              <w:t>Fixed four digits in position 1-4</w:t>
            </w:r>
          </w:p>
          <w:p w14:paraId="1016E6DB"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Code for internal use</w:t>
            </w:r>
            <w:proofErr w:type="gramStart"/>
            <w:r w:rsidRPr="006B3432">
              <w:rPr>
                <w:sz w:val="16"/>
              </w:rPr>
              <w:t xml:space="preserve">:  </w:t>
            </w:r>
            <w:r w:rsidRPr="006B3432">
              <w:rPr>
                <w:sz w:val="16"/>
              </w:rPr>
              <w:tab/>
            </w:r>
            <w:proofErr w:type="gramEnd"/>
            <w:r w:rsidRPr="006B3432">
              <w:rPr>
                <w:sz w:val="16"/>
              </w:rPr>
              <w:t>N/A</w:t>
            </w:r>
          </w:p>
          <w:p w14:paraId="59A31FEC" w14:textId="77777777" w:rsidR="00FC7E5F" w:rsidRPr="006B3432" w:rsidRDefault="00FC7E5F" w:rsidP="00FC7E5F">
            <w:pPr>
              <w:numPr>
                <w:ilvl w:val="0"/>
                <w:numId w:val="6"/>
              </w:numPr>
              <w:tabs>
                <w:tab w:val="clear" w:pos="680"/>
                <w:tab w:val="left" w:pos="284"/>
                <w:tab w:val="num" w:pos="373"/>
              </w:tabs>
              <w:spacing w:before="20" w:after="20"/>
              <w:ind w:left="2445" w:hanging="2445"/>
              <w:rPr>
                <w:sz w:val="16"/>
              </w:rPr>
            </w:pPr>
            <w:r w:rsidRPr="006B3432">
              <w:rPr>
                <w:sz w:val="16"/>
              </w:rPr>
              <w:t>Control number/Check digit</w:t>
            </w:r>
            <w:proofErr w:type="gramStart"/>
            <w:r w:rsidRPr="006B3432">
              <w:rPr>
                <w:sz w:val="16"/>
              </w:rPr>
              <w:t xml:space="preserve">:  </w:t>
            </w:r>
            <w:r w:rsidRPr="006B3432">
              <w:rPr>
                <w:sz w:val="16"/>
              </w:rPr>
              <w:tab/>
            </w:r>
            <w:proofErr w:type="gramEnd"/>
            <w:r w:rsidRPr="006B3432">
              <w:rPr>
                <w:sz w:val="16"/>
              </w:rPr>
              <w:t>N/A</w:t>
            </w:r>
          </w:p>
        </w:tc>
      </w:tr>
      <w:tr w:rsidR="00F30D17" w14:paraId="0DC4501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4653B4D" w14:textId="77777777" w:rsidR="00F30D17" w:rsidRPr="00AB54E1" w:rsidRDefault="00F30D17" w:rsidP="00852FF9">
            <w:pPr>
              <w:keepNext/>
              <w:spacing w:before="120"/>
              <w:ind w:left="-57" w:right="-57"/>
              <w:jc w:val="center"/>
              <w:rPr>
                <w:b/>
                <w:sz w:val="16"/>
                <w:szCs w:val="16"/>
              </w:rPr>
            </w:pPr>
            <w:r w:rsidRPr="00AB54E1">
              <w:rPr>
                <w:b/>
                <w:noProof/>
                <w:sz w:val="16"/>
                <w:szCs w:val="16"/>
              </w:rPr>
              <w:lastRenderedPageBreak/>
              <w:t>RU</w:t>
            </w:r>
          </w:p>
          <w:p w14:paraId="4AA0EDA3" w14:textId="77777777" w:rsidR="00F30D17" w:rsidRDefault="00F30D17" w:rsidP="00852FF9">
            <w:pPr>
              <w:spacing w:before="120"/>
              <w:ind w:left="-57" w:right="-57"/>
              <w:jc w:val="center"/>
              <w:rPr>
                <w:b/>
                <w:sz w:val="16"/>
                <w:szCs w:val="16"/>
              </w:rPr>
            </w:pPr>
            <w:r w:rsidRPr="00AB54E1">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14:paraId="1AC958F0" w14:textId="77777777" w:rsidR="00F30D17" w:rsidRDefault="00F30D17" w:rsidP="00852FF9">
            <w:pPr>
              <w:spacing w:before="120" w:after="120"/>
              <w:ind w:left="-58" w:right="-58"/>
              <w:jc w:val="center"/>
              <w:rPr>
                <w:noProof/>
                <w:sz w:val="16"/>
              </w:rPr>
            </w:pPr>
            <w:r w:rsidRPr="00C80891">
              <w:rPr>
                <w:noProof/>
                <w:sz w:val="16"/>
              </w:rPr>
              <w:t>92004934/06</w:t>
            </w:r>
          </w:p>
          <w:p w14:paraId="3965B70B" w14:textId="77777777" w:rsidR="00F30D17" w:rsidRDefault="00F30D17" w:rsidP="00852FF9">
            <w:pPr>
              <w:spacing w:before="120" w:after="120"/>
              <w:ind w:left="-58" w:right="-58"/>
              <w:jc w:val="center"/>
              <w:rPr>
                <w:noProof/>
                <w:sz w:val="16"/>
              </w:rPr>
            </w:pPr>
            <w:r w:rsidRPr="001C7B1B">
              <w:rPr>
                <w:noProof/>
                <w:sz w:val="16"/>
              </w:rPr>
              <w:t>98108426/28</w:t>
            </w:r>
          </w:p>
          <w:p w14:paraId="0E2C0242" w14:textId="77777777" w:rsidR="00F30D17" w:rsidRDefault="00F30D17" w:rsidP="00852FF9">
            <w:pPr>
              <w:spacing w:before="120" w:after="120"/>
              <w:ind w:left="-58" w:right="-58"/>
              <w:jc w:val="center"/>
              <w:rPr>
                <w:noProof/>
                <w:sz w:val="16"/>
              </w:rPr>
            </w:pPr>
            <w:r w:rsidRPr="00D11020">
              <w:rPr>
                <w:noProof/>
                <w:sz w:val="16"/>
              </w:rPr>
              <w:t>94003269 </w:t>
            </w:r>
          </w:p>
          <w:p w14:paraId="495F489C" w14:textId="77777777" w:rsidR="00F30D17" w:rsidRDefault="00F30D17" w:rsidP="00852FF9">
            <w:pPr>
              <w:spacing w:before="120" w:after="120"/>
              <w:ind w:left="-58" w:right="-58"/>
              <w:jc w:val="center"/>
              <w:rPr>
                <w:noProof/>
                <w:sz w:val="16"/>
              </w:rPr>
            </w:pPr>
            <w:r w:rsidRPr="00635985">
              <w:rPr>
                <w:noProof/>
                <w:sz w:val="16"/>
              </w:rPr>
              <w:t>94035547</w:t>
            </w:r>
          </w:p>
          <w:p w14:paraId="67717012" w14:textId="77777777" w:rsidR="00F30D17" w:rsidRDefault="00F30D17" w:rsidP="00852FF9">
            <w:pPr>
              <w:spacing w:before="120" w:after="120"/>
              <w:ind w:left="-58" w:right="-58"/>
              <w:jc w:val="center"/>
              <w:rPr>
                <w:noProof/>
                <w:sz w:val="16"/>
              </w:rPr>
            </w:pPr>
            <w:r w:rsidRPr="00156858">
              <w:rPr>
                <w:noProof/>
                <w:sz w:val="16"/>
              </w:rPr>
              <w:t>93048228/20</w:t>
            </w:r>
          </w:p>
          <w:p w14:paraId="05E555DC" w14:textId="77777777" w:rsidR="00F30D17" w:rsidRDefault="00F30D17" w:rsidP="00852FF9">
            <w:pPr>
              <w:spacing w:before="120" w:after="120"/>
              <w:ind w:left="-58" w:right="-58"/>
              <w:jc w:val="center"/>
              <w:rPr>
                <w:noProof/>
                <w:sz w:val="16"/>
              </w:rPr>
            </w:pPr>
            <w:r w:rsidRPr="00156858">
              <w:rPr>
                <w:noProof/>
                <w:sz w:val="16"/>
              </w:rPr>
              <w:t>94031166/13</w:t>
            </w:r>
          </w:p>
          <w:p w14:paraId="4A1B7AF0" w14:textId="77777777" w:rsidR="00F30D17" w:rsidRDefault="00F30D17" w:rsidP="00852FF9">
            <w:pPr>
              <w:spacing w:before="120" w:after="120"/>
              <w:ind w:left="-58" w:right="-58"/>
              <w:jc w:val="center"/>
              <w:rPr>
                <w:noProof/>
                <w:sz w:val="16"/>
              </w:rPr>
            </w:pPr>
            <w:r w:rsidRPr="00D11020">
              <w:rPr>
                <w:noProof/>
                <w:sz w:val="16"/>
              </w:rPr>
              <w:t>960004</w:t>
            </w:r>
          </w:p>
          <w:p w14:paraId="1B4834DD" w14:textId="77777777" w:rsidR="00F30D17" w:rsidRPr="009A4BDF" w:rsidRDefault="00F30D17" w:rsidP="00852FF9">
            <w:pPr>
              <w:spacing w:before="120" w:after="120"/>
              <w:ind w:left="-58" w:right="-58"/>
              <w:jc w:val="center"/>
              <w:rPr>
                <w:noProof/>
                <w:sz w:val="16"/>
              </w:rPr>
            </w:pPr>
            <w:r w:rsidRPr="00156858">
              <w:rPr>
                <w:noProof/>
                <w:sz w:val="16"/>
              </w:rPr>
              <w:t>94036954</w:t>
            </w:r>
          </w:p>
        </w:tc>
        <w:tc>
          <w:tcPr>
            <w:tcW w:w="1561" w:type="dxa"/>
            <w:tcBorders>
              <w:top w:val="single" w:sz="6" w:space="0" w:color="auto"/>
              <w:left w:val="single" w:sz="6" w:space="0" w:color="auto"/>
              <w:bottom w:val="single" w:sz="6" w:space="0" w:color="auto"/>
              <w:right w:val="single" w:sz="6" w:space="0" w:color="auto"/>
            </w:tcBorders>
          </w:tcPr>
          <w:p w14:paraId="3C20B670" w14:textId="77777777" w:rsidR="00F30D17" w:rsidRDefault="00F30D17" w:rsidP="00852FF9">
            <w:pPr>
              <w:spacing w:before="120" w:after="120"/>
              <w:ind w:left="-58" w:right="-58"/>
              <w:jc w:val="center"/>
              <w:rPr>
                <w:noProof/>
                <w:sz w:val="16"/>
              </w:rPr>
            </w:pPr>
            <w:r w:rsidRPr="0082356B">
              <w:rPr>
                <w:noProof/>
                <w:sz w:val="16"/>
              </w:rPr>
              <w:t>RU92004934</w:t>
            </w:r>
          </w:p>
          <w:p w14:paraId="4E03AA59" w14:textId="77777777" w:rsidR="00F30D17" w:rsidRDefault="00F30D17" w:rsidP="00852FF9">
            <w:pPr>
              <w:spacing w:before="120" w:after="120"/>
              <w:ind w:left="-58" w:right="-58"/>
              <w:jc w:val="center"/>
              <w:rPr>
                <w:noProof/>
                <w:spacing w:val="-4"/>
                <w:sz w:val="16"/>
              </w:rPr>
            </w:pPr>
            <w:r w:rsidRPr="001C7B1B">
              <w:rPr>
                <w:noProof/>
                <w:spacing w:val="-4"/>
                <w:sz w:val="16"/>
              </w:rPr>
              <w:t>RU98108426</w:t>
            </w:r>
          </w:p>
          <w:p w14:paraId="7DAAF2FE" w14:textId="77777777" w:rsidR="00F30D17" w:rsidRDefault="00F30D17" w:rsidP="00852FF9">
            <w:pPr>
              <w:spacing w:before="120" w:after="120"/>
              <w:ind w:left="-58" w:right="-58"/>
              <w:jc w:val="center"/>
              <w:rPr>
                <w:noProof/>
                <w:spacing w:val="-4"/>
                <w:sz w:val="16"/>
              </w:rPr>
            </w:pPr>
            <w:r w:rsidRPr="00D11020">
              <w:rPr>
                <w:noProof/>
                <w:spacing w:val="-4"/>
                <w:sz w:val="16"/>
              </w:rPr>
              <w:t>RU94003269</w:t>
            </w:r>
          </w:p>
          <w:p w14:paraId="2238F23C" w14:textId="77777777" w:rsidR="00F30D17" w:rsidRDefault="00F30D17" w:rsidP="00852FF9">
            <w:pPr>
              <w:spacing w:before="120" w:after="120"/>
              <w:ind w:left="-58" w:right="-58"/>
              <w:jc w:val="center"/>
              <w:rPr>
                <w:noProof/>
                <w:spacing w:val="-4"/>
                <w:sz w:val="16"/>
              </w:rPr>
            </w:pPr>
            <w:r w:rsidRPr="00635985">
              <w:rPr>
                <w:noProof/>
                <w:spacing w:val="-4"/>
                <w:sz w:val="16"/>
              </w:rPr>
              <w:t>RU94035547</w:t>
            </w:r>
          </w:p>
          <w:p w14:paraId="7DB1BA4A" w14:textId="77777777" w:rsidR="00F30D17" w:rsidRDefault="00F30D17" w:rsidP="00852FF9">
            <w:pPr>
              <w:spacing w:before="120" w:after="120"/>
              <w:ind w:left="-58" w:right="-58"/>
              <w:jc w:val="center"/>
              <w:rPr>
                <w:noProof/>
                <w:spacing w:val="-4"/>
                <w:sz w:val="16"/>
              </w:rPr>
            </w:pPr>
            <w:r w:rsidRPr="006511C4">
              <w:rPr>
                <w:noProof/>
                <w:spacing w:val="-4"/>
                <w:sz w:val="16"/>
              </w:rPr>
              <w:t>RU93048228</w:t>
            </w:r>
          </w:p>
          <w:p w14:paraId="2644A890" w14:textId="77777777" w:rsidR="00F30D17" w:rsidRDefault="00F30D17" w:rsidP="00852FF9">
            <w:pPr>
              <w:spacing w:before="120" w:after="120"/>
              <w:ind w:left="-58" w:right="-58"/>
              <w:jc w:val="center"/>
              <w:rPr>
                <w:noProof/>
                <w:spacing w:val="-4"/>
                <w:sz w:val="16"/>
              </w:rPr>
            </w:pPr>
            <w:r w:rsidRPr="006511C4">
              <w:rPr>
                <w:noProof/>
                <w:spacing w:val="-4"/>
                <w:sz w:val="16"/>
              </w:rPr>
              <w:t>As it is on priority application</w:t>
            </w:r>
          </w:p>
          <w:p w14:paraId="33036392" w14:textId="77777777" w:rsidR="00F30D17" w:rsidRDefault="00F30D17" w:rsidP="00852FF9">
            <w:pPr>
              <w:spacing w:before="120" w:after="120"/>
              <w:ind w:left="-58" w:right="-58"/>
              <w:jc w:val="center"/>
              <w:rPr>
                <w:noProof/>
                <w:spacing w:val="-4"/>
                <w:sz w:val="16"/>
              </w:rPr>
            </w:pPr>
            <w:r w:rsidRPr="00D11020">
              <w:rPr>
                <w:noProof/>
                <w:spacing w:val="-4"/>
                <w:sz w:val="16"/>
              </w:rPr>
              <w:t>RU960004</w:t>
            </w:r>
          </w:p>
          <w:p w14:paraId="240FA7EA" w14:textId="77777777" w:rsidR="00F30D17" w:rsidRPr="0007323B" w:rsidRDefault="00F30D17" w:rsidP="00852FF9">
            <w:pPr>
              <w:spacing w:before="120" w:after="120"/>
              <w:ind w:left="-58" w:right="-58"/>
              <w:jc w:val="center"/>
              <w:rPr>
                <w:noProof/>
                <w:spacing w:val="-4"/>
                <w:sz w:val="16"/>
              </w:rPr>
            </w:pPr>
            <w:r w:rsidRPr="00D11020">
              <w:rPr>
                <w:noProof/>
                <w:spacing w:val="-4"/>
                <w:sz w:val="16"/>
              </w:rPr>
              <w:t>RU94036954</w:t>
            </w:r>
          </w:p>
        </w:tc>
        <w:tc>
          <w:tcPr>
            <w:tcW w:w="4796" w:type="dxa"/>
            <w:gridSpan w:val="2"/>
            <w:tcBorders>
              <w:top w:val="single" w:sz="6" w:space="0" w:color="auto"/>
              <w:left w:val="single" w:sz="6" w:space="0" w:color="auto"/>
              <w:bottom w:val="single" w:sz="6" w:space="0" w:color="auto"/>
              <w:right w:val="single" w:sz="6" w:space="0" w:color="auto"/>
            </w:tcBorders>
            <w:hideMark/>
          </w:tcPr>
          <w:p w14:paraId="07A9879D" w14:textId="77777777" w:rsidR="00F30D17" w:rsidRDefault="00F30D17" w:rsidP="00852FF9">
            <w:pPr>
              <w:spacing w:before="120" w:after="60"/>
              <w:ind w:right="-57"/>
              <w:rPr>
                <w:sz w:val="16"/>
              </w:rPr>
            </w:pPr>
            <w:r>
              <w:rPr>
                <w:sz w:val="16"/>
              </w:rPr>
              <w:t>Used from January 1, 1992, to December 31, 1994</w:t>
            </w:r>
            <w:r>
              <w:rPr>
                <w:sz w:val="16"/>
              </w:rPr>
              <w:br/>
              <w:t>for</w:t>
            </w:r>
            <w:proofErr w:type="gramStart"/>
            <w:r>
              <w:rPr>
                <w:sz w:val="16"/>
              </w:rPr>
              <w:t>:  Patents</w:t>
            </w:r>
            <w:proofErr w:type="gramEnd"/>
            <w:r>
              <w:rPr>
                <w:sz w:val="16"/>
              </w:rPr>
              <w:t>,</w:t>
            </w:r>
            <w:r>
              <w:t xml:space="preserve"> </w:t>
            </w:r>
            <w:r w:rsidRPr="00CC1B45">
              <w:rPr>
                <w:sz w:val="16"/>
              </w:rPr>
              <w:t>International patent applications under the PCT (PCT applications in the national phase)</w:t>
            </w:r>
            <w:r>
              <w:rPr>
                <w:sz w:val="16"/>
              </w:rPr>
              <w:t xml:space="preserve">, </w:t>
            </w:r>
            <w:r w:rsidRPr="00CC1B45">
              <w:rPr>
                <w:sz w:val="16"/>
              </w:rPr>
              <w:t>Design patents</w:t>
            </w:r>
            <w:r>
              <w:rPr>
                <w:sz w:val="16"/>
              </w:rPr>
              <w:t xml:space="preserve">, </w:t>
            </w:r>
            <w:r w:rsidRPr="006A3804">
              <w:rPr>
                <w:sz w:val="16"/>
              </w:rPr>
              <w:t>Utility Models / Utility certificates</w:t>
            </w:r>
            <w:r>
              <w:rPr>
                <w:sz w:val="16"/>
              </w:rPr>
              <w:t xml:space="preserve">, </w:t>
            </w:r>
            <w:proofErr w:type="gramStart"/>
            <w:r w:rsidRPr="000D321D">
              <w:rPr>
                <w:sz w:val="16"/>
              </w:rPr>
              <w:t>International</w:t>
            </w:r>
            <w:proofErr w:type="gramEnd"/>
            <w:r w:rsidRPr="000D321D">
              <w:rPr>
                <w:sz w:val="16"/>
              </w:rPr>
              <w:t xml:space="preserve"> utility model applications under the PCT (PCT applications in the national phase)</w:t>
            </w:r>
            <w:r>
              <w:rPr>
                <w:sz w:val="16"/>
              </w:rPr>
              <w:t xml:space="preserve">, </w:t>
            </w:r>
            <w:r w:rsidRPr="008B1EDF">
              <w:rPr>
                <w:sz w:val="16"/>
              </w:rPr>
              <w:t xml:space="preserve">Layout-designs (topographies) of integrated </w:t>
            </w:r>
            <w:proofErr w:type="gramStart"/>
            <w:r w:rsidRPr="008B1EDF">
              <w:rPr>
                <w:sz w:val="16"/>
              </w:rPr>
              <w:t>circuits</w:t>
            </w:r>
            <w:r>
              <w:rPr>
                <w:sz w:val="16"/>
              </w:rPr>
              <w:t xml:space="preserve">,  </w:t>
            </w:r>
            <w:r w:rsidRPr="00CC1B45">
              <w:rPr>
                <w:sz w:val="16"/>
              </w:rPr>
              <w:t>Trademarks</w:t>
            </w:r>
            <w:proofErr w:type="gramEnd"/>
            <w:r>
              <w:rPr>
                <w:sz w:val="16"/>
              </w:rPr>
              <w:t xml:space="preserve">, </w:t>
            </w:r>
            <w:r w:rsidRPr="008B1EDF">
              <w:rPr>
                <w:sz w:val="16"/>
              </w:rPr>
              <w:t>Geographical Indications</w:t>
            </w:r>
          </w:p>
        </w:tc>
      </w:tr>
      <w:tr w:rsidR="00F30D17" w14:paraId="1D46D0C0"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F40D207" w14:textId="77777777" w:rsidR="00F30D17" w:rsidRDefault="00F30D17"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34C62A50" w14:textId="77777777" w:rsidR="00F30D17" w:rsidRDefault="00F30D17" w:rsidP="00F30D17">
            <w:pPr>
              <w:numPr>
                <w:ilvl w:val="0"/>
                <w:numId w:val="6"/>
              </w:numPr>
              <w:tabs>
                <w:tab w:val="clear" w:pos="680"/>
                <w:tab w:val="left" w:pos="284"/>
                <w:tab w:val="num" w:pos="373"/>
                <w:tab w:val="num" w:pos="1452"/>
              </w:tabs>
              <w:spacing w:before="20" w:after="20"/>
              <w:ind w:left="1452" w:hanging="1452"/>
              <w:rPr>
                <w:sz w:val="16"/>
              </w:rPr>
            </w:pPr>
            <w:r>
              <w:rPr>
                <w:sz w:val="16"/>
              </w:rPr>
              <w:t>Description:</w:t>
            </w:r>
            <w:r>
              <w:rPr>
                <w:sz w:val="16"/>
              </w:rPr>
              <w:tab/>
            </w:r>
          </w:p>
          <w:p w14:paraId="31521BC0"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sidRPr="004831FF">
              <w:rPr>
                <w:sz w:val="16"/>
              </w:rPr>
              <w:t>Code for the type of IP rights</w:t>
            </w:r>
            <w:proofErr w:type="gramStart"/>
            <w:r>
              <w:rPr>
                <w:sz w:val="16"/>
              </w:rPr>
              <w:t>:  position</w:t>
            </w:r>
            <w:proofErr w:type="gramEnd"/>
            <w:r>
              <w:rPr>
                <w:sz w:val="16"/>
              </w:rPr>
              <w:t xml:space="preserve"> 3 </w:t>
            </w:r>
          </w:p>
          <w:p w14:paraId="35FF62AD"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Year designation</w:t>
            </w:r>
            <w:proofErr w:type="gramStart"/>
            <w:r>
              <w:rPr>
                <w:sz w:val="16"/>
              </w:rPr>
              <w:t xml:space="preserve">:  </w:t>
            </w:r>
            <w:r>
              <w:rPr>
                <w:sz w:val="16"/>
              </w:rPr>
              <w:tab/>
            </w:r>
            <w:proofErr w:type="gramEnd"/>
            <w:r w:rsidRPr="007225C2">
              <w:rPr>
                <w:sz w:val="16"/>
              </w:rPr>
              <w:t xml:space="preserve">two digits in positions </w:t>
            </w:r>
            <w:r>
              <w:rPr>
                <w:sz w:val="16"/>
              </w:rPr>
              <w:t>1-2</w:t>
            </w:r>
            <w:r w:rsidRPr="007225C2">
              <w:rPr>
                <w:sz w:val="16"/>
              </w:rPr>
              <w:t xml:space="preserve"> indicate the year of filing according to Gregorian</w:t>
            </w:r>
            <w:r>
              <w:rPr>
                <w:sz w:val="16"/>
              </w:rPr>
              <w:t xml:space="preserve"> calendar.</w:t>
            </w:r>
          </w:p>
          <w:p w14:paraId="21795D18" w14:textId="77777777" w:rsidR="00F30D17" w:rsidRPr="00063CEB" w:rsidRDefault="00F30D17" w:rsidP="00F30D17">
            <w:pPr>
              <w:numPr>
                <w:ilvl w:val="0"/>
                <w:numId w:val="6"/>
              </w:numPr>
              <w:tabs>
                <w:tab w:val="clear" w:pos="680"/>
                <w:tab w:val="left" w:pos="284"/>
                <w:tab w:val="num" w:pos="373"/>
              </w:tabs>
              <w:spacing w:before="20" w:after="20"/>
              <w:ind w:left="2445" w:hanging="2445"/>
              <w:rPr>
                <w:sz w:val="16"/>
              </w:rPr>
            </w:pPr>
            <w:r w:rsidRPr="00063CEB">
              <w:rPr>
                <w:sz w:val="16"/>
              </w:rPr>
              <w:t>Serial number</w:t>
            </w:r>
            <w:proofErr w:type="gramStart"/>
            <w:r w:rsidRPr="00063CEB">
              <w:rPr>
                <w:sz w:val="16"/>
              </w:rPr>
              <w:t xml:space="preserve">:  </w:t>
            </w:r>
            <w:r w:rsidRPr="00063CEB">
              <w:rPr>
                <w:sz w:val="16"/>
              </w:rPr>
              <w:tab/>
            </w:r>
            <w:proofErr w:type="gramEnd"/>
            <w:r w:rsidRPr="00063CEB">
              <w:rPr>
                <w:sz w:val="16"/>
              </w:rPr>
              <w:t xml:space="preserve">fixed length of </w:t>
            </w:r>
            <w:r>
              <w:rPr>
                <w:sz w:val="16"/>
              </w:rPr>
              <w:t>five</w:t>
            </w:r>
            <w:r w:rsidRPr="00063CEB">
              <w:rPr>
                <w:sz w:val="16"/>
              </w:rPr>
              <w:t xml:space="preserve"> digits in positions </w:t>
            </w:r>
            <w:r>
              <w:rPr>
                <w:sz w:val="16"/>
              </w:rPr>
              <w:t>4</w:t>
            </w:r>
            <w:r w:rsidRPr="00063CEB">
              <w:rPr>
                <w:sz w:val="16"/>
              </w:rPr>
              <w:t>-8</w:t>
            </w:r>
            <w:r>
              <w:rPr>
                <w:sz w:val="16"/>
              </w:rPr>
              <w:t xml:space="preserve"> except utility models (national and international) and design patents that is four digits in position 3-6.</w:t>
            </w:r>
            <w:r w:rsidRPr="00063CEB">
              <w:rPr>
                <w:sz w:val="16"/>
              </w:rPr>
              <w:t xml:space="preserve"> All positions should be filled, if it is needed – by zeros.</w:t>
            </w:r>
            <w:r>
              <w:rPr>
                <w:sz w:val="16"/>
              </w:rPr>
              <w:t xml:space="preserve"> </w:t>
            </w:r>
          </w:p>
          <w:p w14:paraId="47F517D1"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Code for internal use</w:t>
            </w:r>
            <w:proofErr w:type="gramStart"/>
            <w:r>
              <w:rPr>
                <w:sz w:val="16"/>
              </w:rPr>
              <w:t xml:space="preserve">:  </w:t>
            </w:r>
            <w:r>
              <w:rPr>
                <w:sz w:val="16"/>
              </w:rPr>
              <w:tab/>
            </w:r>
            <w:proofErr w:type="gramEnd"/>
            <w:r w:rsidRPr="00D313A7">
              <w:rPr>
                <w:sz w:val="16"/>
              </w:rPr>
              <w:t>"/NN" used only on title pages under INID code (21). It corresponded to examiner division number</w:t>
            </w:r>
            <w:r>
              <w:rPr>
                <w:sz w:val="16"/>
              </w:rPr>
              <w:t>. No internal code was used for t</w:t>
            </w:r>
            <w:r w:rsidRPr="00F369EF">
              <w:rPr>
                <w:sz w:val="16"/>
              </w:rPr>
              <w:t>rademarks</w:t>
            </w:r>
            <w:r>
              <w:rPr>
                <w:sz w:val="16"/>
              </w:rPr>
              <w:t xml:space="preserve">, design patents and geographical indication. </w:t>
            </w:r>
          </w:p>
          <w:p w14:paraId="209F8C50"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Control number/Check digit</w:t>
            </w:r>
            <w:proofErr w:type="gramStart"/>
            <w:r>
              <w:rPr>
                <w:sz w:val="16"/>
              </w:rPr>
              <w:t xml:space="preserve">:  </w:t>
            </w:r>
            <w:r>
              <w:rPr>
                <w:sz w:val="16"/>
              </w:rPr>
              <w:tab/>
            </w:r>
            <w:proofErr w:type="gramEnd"/>
            <w:r>
              <w:rPr>
                <w:sz w:val="16"/>
              </w:rPr>
              <w:t>N/A</w:t>
            </w:r>
          </w:p>
          <w:p w14:paraId="23D6954F" w14:textId="77777777" w:rsidR="00F30D17" w:rsidRDefault="00F30D17" w:rsidP="00852FF9">
            <w:pPr>
              <w:tabs>
                <w:tab w:val="left" w:pos="284"/>
              </w:tabs>
              <w:spacing w:before="120" w:after="20"/>
              <w:rPr>
                <w:sz w:val="16"/>
              </w:rPr>
            </w:pPr>
            <w:r>
              <w:rPr>
                <w:sz w:val="16"/>
              </w:rPr>
              <w:t>Further remarks:</w:t>
            </w:r>
          </w:p>
          <w:p w14:paraId="7A2AACAC" w14:textId="77777777" w:rsidR="00F30D17" w:rsidRDefault="00F30D17" w:rsidP="00852FF9">
            <w:pPr>
              <w:tabs>
                <w:tab w:val="left" w:pos="284"/>
              </w:tabs>
              <w:spacing w:before="120" w:after="20"/>
              <w:rPr>
                <w:sz w:val="16"/>
              </w:rPr>
            </w:pPr>
            <w:r>
              <w:rPr>
                <w:sz w:val="16"/>
              </w:rPr>
              <w:t xml:space="preserve">For Design patents during the </w:t>
            </w:r>
            <w:proofErr w:type="gramStart"/>
            <w:r>
              <w:rPr>
                <w:sz w:val="16"/>
              </w:rPr>
              <w:t>time period</w:t>
            </w:r>
            <w:proofErr w:type="gramEnd"/>
            <w:r>
              <w:rPr>
                <w:sz w:val="16"/>
              </w:rPr>
              <w:t xml:space="preserve"> January 1, </w:t>
            </w:r>
            <w:proofErr w:type="gramStart"/>
            <w:r>
              <w:rPr>
                <w:sz w:val="16"/>
              </w:rPr>
              <w:t>1992</w:t>
            </w:r>
            <w:proofErr w:type="gramEnd"/>
            <w:r>
              <w:rPr>
                <w:sz w:val="16"/>
              </w:rPr>
              <w:t xml:space="preserve"> to December 31, </w:t>
            </w:r>
            <w:proofErr w:type="gramStart"/>
            <w:r>
              <w:rPr>
                <w:sz w:val="16"/>
              </w:rPr>
              <w:t>1993</w:t>
            </w:r>
            <w:proofErr w:type="gramEnd"/>
            <w:r>
              <w:rPr>
                <w:sz w:val="16"/>
              </w:rPr>
              <w:t xml:space="preserve"> application numbers contained o</w:t>
            </w:r>
            <w:r w:rsidRPr="00FD042E">
              <w:rPr>
                <w:sz w:val="16"/>
              </w:rPr>
              <w:t>nly continuous serial number (</w:t>
            </w:r>
            <w:proofErr w:type="spellStart"/>
            <w:r>
              <w:rPr>
                <w:sz w:val="16"/>
              </w:rPr>
              <w:t>e.x</w:t>
            </w:r>
            <w:proofErr w:type="spellEnd"/>
            <w:r>
              <w:rPr>
                <w:sz w:val="16"/>
              </w:rPr>
              <w:t xml:space="preserve">. </w:t>
            </w:r>
            <w:r w:rsidRPr="00822AEC">
              <w:rPr>
                <w:sz w:val="16"/>
              </w:rPr>
              <w:t>63321</w:t>
            </w:r>
            <w:r>
              <w:rPr>
                <w:sz w:val="16"/>
              </w:rPr>
              <w:t>)</w:t>
            </w:r>
            <w:r w:rsidRPr="00FD042E">
              <w:rPr>
                <w:sz w:val="16"/>
              </w:rPr>
              <w:tab/>
            </w:r>
          </w:p>
          <w:p w14:paraId="522F2C6F" w14:textId="77777777" w:rsidR="00F30D17" w:rsidRDefault="00F30D17" w:rsidP="00852FF9">
            <w:pPr>
              <w:tabs>
                <w:tab w:val="left" w:pos="284"/>
              </w:tabs>
              <w:spacing w:before="120" w:after="20"/>
              <w:rPr>
                <w:noProof/>
                <w:sz w:val="16"/>
              </w:rPr>
            </w:pPr>
            <w:r w:rsidRPr="002A0377">
              <w:rPr>
                <w:noProof/>
                <w:sz w:val="16"/>
              </w:rPr>
              <w:t>Applications for SPC don't have a special numbers. For Office' internal purposes they have barcode. They are published with the original (base) patent number and ST.16 code C3.</w:t>
            </w:r>
          </w:p>
          <w:p w14:paraId="76C8722A" w14:textId="77777777" w:rsidR="00F30D17" w:rsidRDefault="00F30D17" w:rsidP="00852FF9">
            <w:pPr>
              <w:tabs>
                <w:tab w:val="left" w:pos="284"/>
              </w:tabs>
              <w:spacing w:before="120" w:after="20"/>
              <w:rPr>
                <w:noProof/>
                <w:sz w:val="16"/>
              </w:rPr>
            </w:pPr>
            <w:r>
              <w:rPr>
                <w:noProof/>
                <w:sz w:val="16"/>
              </w:rPr>
              <w:t xml:space="preserve">There is no </w:t>
            </w:r>
            <w:r w:rsidRPr="0093090A">
              <w:rPr>
                <w:noProof/>
                <w:sz w:val="16"/>
              </w:rPr>
              <w:t>difference in machine-readable form</w:t>
            </w:r>
            <w:r>
              <w:rPr>
                <w:noProof/>
                <w:sz w:val="16"/>
              </w:rPr>
              <w:t>.</w:t>
            </w:r>
          </w:p>
          <w:p w14:paraId="02D0BF48" w14:textId="77777777" w:rsidR="00F30D17" w:rsidRDefault="00F30D17" w:rsidP="00852FF9">
            <w:pPr>
              <w:tabs>
                <w:tab w:val="left" w:pos="284"/>
              </w:tabs>
              <w:spacing w:before="120" w:after="20"/>
              <w:rPr>
                <w:noProof/>
                <w:sz w:val="16"/>
              </w:rPr>
            </w:pPr>
            <w:r>
              <w:rPr>
                <w:sz w:val="16"/>
              </w:rPr>
              <w:t>Note:</w:t>
            </w:r>
            <w:r>
              <w:rPr>
                <w:sz w:val="16"/>
              </w:rPr>
              <w:tab/>
              <w:t>Separators used (slash) are not counted for defining the position of elements of the application number.</w:t>
            </w:r>
          </w:p>
        </w:tc>
      </w:tr>
      <w:tr w:rsidR="00F30D17" w:rsidRPr="00E776D6" w14:paraId="1413975D"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40C313F1" w14:textId="77777777" w:rsidR="00F30D17" w:rsidRPr="00ED4853" w:rsidRDefault="00F30D17" w:rsidP="00852FF9">
            <w:pPr>
              <w:keepNext/>
              <w:spacing w:before="120"/>
              <w:ind w:left="-57" w:right="-57"/>
              <w:jc w:val="center"/>
              <w:rPr>
                <w:b/>
                <w:sz w:val="16"/>
                <w:szCs w:val="16"/>
              </w:rPr>
            </w:pPr>
            <w:r w:rsidRPr="00ED4853">
              <w:rPr>
                <w:b/>
                <w:noProof/>
                <w:sz w:val="16"/>
                <w:szCs w:val="16"/>
              </w:rPr>
              <w:t>RU</w:t>
            </w:r>
          </w:p>
          <w:p w14:paraId="16E0EC41" w14:textId="77777777" w:rsidR="00F30D17" w:rsidRPr="00ED4853" w:rsidRDefault="00F30D17" w:rsidP="00852FF9">
            <w:pPr>
              <w:spacing w:before="120"/>
              <w:ind w:left="-57" w:right="-57"/>
              <w:jc w:val="center"/>
              <w:rPr>
                <w:b/>
                <w:sz w:val="16"/>
                <w:szCs w:val="16"/>
              </w:rPr>
            </w:pPr>
            <w:r w:rsidRPr="00ED4853">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14:paraId="4DD43C13" w14:textId="77777777" w:rsidR="00F30D17" w:rsidRPr="002E1899" w:rsidRDefault="00F30D17" w:rsidP="00852FF9">
            <w:pPr>
              <w:spacing w:before="120" w:after="120"/>
              <w:ind w:left="-58" w:right="-58"/>
              <w:jc w:val="center"/>
              <w:rPr>
                <w:noProof/>
                <w:sz w:val="16"/>
              </w:rPr>
            </w:pPr>
            <w:r w:rsidRPr="002E1899">
              <w:rPr>
                <w:noProof/>
                <w:sz w:val="16"/>
              </w:rPr>
              <w:t>99111190/09</w:t>
            </w:r>
          </w:p>
          <w:p w14:paraId="62118329" w14:textId="77777777" w:rsidR="00F30D17" w:rsidRPr="002E1899" w:rsidRDefault="00F30D17" w:rsidP="00852FF9">
            <w:pPr>
              <w:spacing w:before="120" w:after="120"/>
              <w:ind w:left="-58" w:right="-58"/>
              <w:jc w:val="center"/>
              <w:rPr>
                <w:noProof/>
                <w:sz w:val="16"/>
              </w:rPr>
            </w:pPr>
            <w:r w:rsidRPr="002E1899">
              <w:rPr>
                <w:noProof/>
                <w:sz w:val="16"/>
              </w:rPr>
              <w:t>98108426/28</w:t>
            </w:r>
          </w:p>
          <w:p w14:paraId="54E1A910" w14:textId="77777777" w:rsidR="00F30D17" w:rsidRDefault="00F30D17" w:rsidP="00852FF9">
            <w:pPr>
              <w:spacing w:before="120" w:after="120"/>
              <w:ind w:left="-58" w:right="-58"/>
              <w:jc w:val="center"/>
              <w:rPr>
                <w:noProof/>
                <w:sz w:val="16"/>
              </w:rPr>
            </w:pPr>
            <w:r w:rsidRPr="002E1899">
              <w:rPr>
                <w:noProof/>
                <w:sz w:val="16"/>
              </w:rPr>
              <w:t>95113563/28</w:t>
            </w:r>
          </w:p>
          <w:p w14:paraId="701FBD9A" w14:textId="77777777" w:rsidR="00F30D17" w:rsidRPr="00736938" w:rsidRDefault="00F30D17" w:rsidP="00852FF9">
            <w:pPr>
              <w:spacing w:before="120" w:after="120"/>
              <w:ind w:left="-58" w:right="-58"/>
              <w:jc w:val="center"/>
              <w:rPr>
                <w:noProof/>
                <w:sz w:val="16"/>
                <w:highlight w:val="lightGray"/>
              </w:rPr>
            </w:pPr>
          </w:p>
        </w:tc>
        <w:tc>
          <w:tcPr>
            <w:tcW w:w="1561" w:type="dxa"/>
            <w:tcBorders>
              <w:top w:val="single" w:sz="6" w:space="0" w:color="auto"/>
              <w:left w:val="single" w:sz="6" w:space="0" w:color="auto"/>
              <w:bottom w:val="single" w:sz="6" w:space="0" w:color="auto"/>
              <w:right w:val="single" w:sz="6" w:space="0" w:color="auto"/>
            </w:tcBorders>
          </w:tcPr>
          <w:p w14:paraId="0CB9A147" w14:textId="77777777" w:rsidR="00F30D17" w:rsidRDefault="00F30D17" w:rsidP="00852FF9">
            <w:pPr>
              <w:spacing w:before="120" w:after="120"/>
              <w:ind w:left="-58" w:right="-58"/>
              <w:jc w:val="center"/>
              <w:rPr>
                <w:noProof/>
                <w:spacing w:val="-4"/>
                <w:sz w:val="16"/>
              </w:rPr>
            </w:pPr>
            <w:r w:rsidRPr="00353873">
              <w:rPr>
                <w:noProof/>
                <w:spacing w:val="-4"/>
                <w:sz w:val="16"/>
              </w:rPr>
              <w:t>RU99111190</w:t>
            </w:r>
          </w:p>
          <w:p w14:paraId="486CDCA9" w14:textId="77777777" w:rsidR="00F30D17" w:rsidRDefault="00F30D17" w:rsidP="00852FF9">
            <w:pPr>
              <w:spacing w:before="120" w:after="120"/>
              <w:ind w:left="-58" w:right="-58"/>
              <w:jc w:val="center"/>
              <w:rPr>
                <w:noProof/>
                <w:spacing w:val="-4"/>
                <w:sz w:val="16"/>
              </w:rPr>
            </w:pPr>
            <w:r w:rsidRPr="002E1899">
              <w:rPr>
                <w:noProof/>
                <w:spacing w:val="-4"/>
                <w:sz w:val="16"/>
              </w:rPr>
              <w:t>RU98108426</w:t>
            </w:r>
          </w:p>
          <w:p w14:paraId="135A1E42" w14:textId="77777777" w:rsidR="00F30D17" w:rsidRDefault="00F30D17" w:rsidP="00852FF9">
            <w:pPr>
              <w:spacing w:before="120" w:after="120"/>
              <w:ind w:left="-58" w:right="-58"/>
              <w:jc w:val="center"/>
              <w:rPr>
                <w:noProof/>
                <w:spacing w:val="-4"/>
                <w:sz w:val="16"/>
              </w:rPr>
            </w:pPr>
            <w:r w:rsidRPr="00D923FD">
              <w:rPr>
                <w:noProof/>
                <w:spacing w:val="-4"/>
                <w:sz w:val="16"/>
              </w:rPr>
              <w:t>As it was on priority application</w:t>
            </w:r>
          </w:p>
          <w:p w14:paraId="03477BCF" w14:textId="77777777" w:rsidR="00F30D17" w:rsidRPr="00B14FEF" w:rsidRDefault="00F30D17" w:rsidP="00852FF9">
            <w:pPr>
              <w:spacing w:before="120" w:after="120"/>
              <w:ind w:left="-58" w:right="-58"/>
              <w:jc w:val="center"/>
              <w:rPr>
                <w:noProof/>
                <w:spacing w:val="-4"/>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14:paraId="68655FA8" w14:textId="77777777" w:rsidR="00F30D17" w:rsidRPr="00B14FEF" w:rsidRDefault="00F30D17" w:rsidP="00852FF9">
            <w:pPr>
              <w:spacing w:before="120" w:after="60"/>
              <w:ind w:right="-57"/>
              <w:rPr>
                <w:sz w:val="16"/>
              </w:rPr>
            </w:pPr>
            <w:r w:rsidRPr="00B14FEF">
              <w:rPr>
                <w:sz w:val="16"/>
              </w:rPr>
              <w:t xml:space="preserve">Used from January 1, </w:t>
            </w:r>
            <w:r>
              <w:rPr>
                <w:sz w:val="16"/>
              </w:rPr>
              <w:t>1995,</w:t>
            </w:r>
            <w:r w:rsidRPr="00B14FEF">
              <w:rPr>
                <w:sz w:val="16"/>
              </w:rPr>
              <w:t xml:space="preserve"> to December 31, 1999</w:t>
            </w:r>
            <w:r w:rsidRPr="00B14FEF">
              <w:rPr>
                <w:sz w:val="16"/>
              </w:rPr>
              <w:br/>
              <w:t>for</w:t>
            </w:r>
            <w:proofErr w:type="gramStart"/>
            <w:r w:rsidRPr="00B14FEF">
              <w:rPr>
                <w:sz w:val="16"/>
              </w:rPr>
              <w:t xml:space="preserve">:  </w:t>
            </w:r>
            <w:r>
              <w:rPr>
                <w:sz w:val="16"/>
              </w:rPr>
              <w:t>Patents</w:t>
            </w:r>
            <w:proofErr w:type="gramEnd"/>
            <w:r>
              <w:rPr>
                <w:sz w:val="16"/>
              </w:rPr>
              <w:t>,</w:t>
            </w:r>
            <w:r>
              <w:t xml:space="preserve"> </w:t>
            </w:r>
            <w:r w:rsidRPr="00CC1B45">
              <w:rPr>
                <w:sz w:val="16"/>
              </w:rPr>
              <w:t>International patent applications under the PCT (PCT applications in the national phase)</w:t>
            </w:r>
            <w:r>
              <w:rPr>
                <w:sz w:val="16"/>
              </w:rPr>
              <w:t xml:space="preserve">, </w:t>
            </w:r>
            <w:r w:rsidRPr="006A3804">
              <w:rPr>
                <w:sz w:val="16"/>
              </w:rPr>
              <w:t>Utility Models / Utility certificates</w:t>
            </w:r>
            <w:r>
              <w:rPr>
                <w:sz w:val="16"/>
              </w:rPr>
              <w:t xml:space="preserve">, </w:t>
            </w:r>
            <w:proofErr w:type="gramStart"/>
            <w:r w:rsidRPr="000D321D">
              <w:rPr>
                <w:sz w:val="16"/>
              </w:rPr>
              <w:t>International</w:t>
            </w:r>
            <w:proofErr w:type="gramEnd"/>
            <w:r w:rsidRPr="000D321D">
              <w:rPr>
                <w:sz w:val="16"/>
              </w:rPr>
              <w:t xml:space="preserve"> utility model applications under the PCT (PCT applications in the national phase)</w:t>
            </w:r>
            <w:r>
              <w:rPr>
                <w:sz w:val="16"/>
              </w:rPr>
              <w:t xml:space="preserve">, </w:t>
            </w:r>
          </w:p>
        </w:tc>
      </w:tr>
      <w:tr w:rsidR="00F30D17" w:rsidRPr="00E776D6" w14:paraId="7E4D6811"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EA28168" w14:textId="77777777" w:rsidR="00F30D17" w:rsidRPr="00736938" w:rsidRDefault="00F30D17" w:rsidP="00852FF9">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4B4B5C94" w14:textId="77777777" w:rsidR="00F30D17" w:rsidRPr="003B0F29" w:rsidRDefault="00F30D17" w:rsidP="00F30D17">
            <w:pPr>
              <w:numPr>
                <w:ilvl w:val="0"/>
                <w:numId w:val="6"/>
              </w:numPr>
              <w:tabs>
                <w:tab w:val="clear" w:pos="680"/>
                <w:tab w:val="left" w:pos="284"/>
                <w:tab w:val="num" w:pos="373"/>
              </w:tabs>
              <w:spacing w:before="120" w:after="20"/>
              <w:ind w:left="1496" w:hanging="1496"/>
              <w:rPr>
                <w:sz w:val="16"/>
              </w:rPr>
            </w:pPr>
            <w:r w:rsidRPr="003B0F29">
              <w:rPr>
                <w:sz w:val="16"/>
              </w:rPr>
              <w:t>Description:</w:t>
            </w:r>
            <w:r>
              <w:rPr>
                <w:sz w:val="16"/>
              </w:rPr>
              <w:t xml:space="preserve">  </w:t>
            </w:r>
          </w:p>
          <w:p w14:paraId="252B85E4" w14:textId="77777777" w:rsidR="00F30D17" w:rsidRPr="00D61485" w:rsidRDefault="00F30D17" w:rsidP="00F30D17">
            <w:pPr>
              <w:numPr>
                <w:ilvl w:val="0"/>
                <w:numId w:val="6"/>
              </w:numPr>
              <w:tabs>
                <w:tab w:val="clear" w:pos="680"/>
                <w:tab w:val="left" w:pos="284"/>
                <w:tab w:val="num" w:pos="373"/>
              </w:tabs>
              <w:spacing w:before="20" w:after="20"/>
              <w:ind w:left="2586" w:hanging="2586"/>
              <w:rPr>
                <w:sz w:val="16"/>
              </w:rPr>
            </w:pPr>
            <w:r>
              <w:rPr>
                <w:sz w:val="16"/>
              </w:rPr>
              <w:t>Code for the type of IP rights</w:t>
            </w:r>
            <w:proofErr w:type="gramStart"/>
            <w:r>
              <w:rPr>
                <w:sz w:val="16"/>
              </w:rPr>
              <w:t>:  “</w:t>
            </w:r>
            <w:proofErr w:type="gramEnd"/>
            <w:r>
              <w:rPr>
                <w:sz w:val="16"/>
              </w:rPr>
              <w:t xml:space="preserve">1” in </w:t>
            </w:r>
            <w:r>
              <w:rPr>
                <w:noProof/>
                <w:sz w:val="16"/>
              </w:rPr>
              <w:t>position 3</w:t>
            </w:r>
            <w:r>
              <w:rPr>
                <w:sz w:val="16"/>
              </w:rPr>
              <w:t xml:space="preserve"> </w:t>
            </w:r>
          </w:p>
          <w:p w14:paraId="11BC336E"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Year designation</w:t>
            </w:r>
            <w:proofErr w:type="gramStart"/>
            <w:r w:rsidRPr="003B0F29">
              <w:rPr>
                <w:sz w:val="16"/>
              </w:rPr>
              <w:t xml:space="preserve">:  </w:t>
            </w:r>
            <w:r w:rsidRPr="003B0F29">
              <w:rPr>
                <w:sz w:val="16"/>
              </w:rPr>
              <w:tab/>
            </w:r>
            <w:proofErr w:type="gramEnd"/>
            <w:r w:rsidRPr="003B0F29">
              <w:rPr>
                <w:sz w:val="16"/>
              </w:rPr>
              <w:t>two digits in positions 1-2 indicate the year of filing according to Gregorian calendar</w:t>
            </w:r>
          </w:p>
          <w:p w14:paraId="7C0DADE4"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Serial number</w:t>
            </w:r>
            <w:proofErr w:type="gramStart"/>
            <w:r w:rsidRPr="003B0F29">
              <w:rPr>
                <w:sz w:val="16"/>
              </w:rPr>
              <w:t xml:space="preserve">:  </w:t>
            </w:r>
            <w:r w:rsidRPr="003B0F29">
              <w:rPr>
                <w:sz w:val="16"/>
              </w:rPr>
              <w:tab/>
            </w:r>
            <w:proofErr w:type="gramEnd"/>
            <w:r w:rsidRPr="003B0F29">
              <w:rPr>
                <w:sz w:val="16"/>
              </w:rPr>
              <w:t xml:space="preserve">fixed length of </w:t>
            </w:r>
            <w:r>
              <w:rPr>
                <w:sz w:val="16"/>
              </w:rPr>
              <w:t>five</w:t>
            </w:r>
            <w:r w:rsidRPr="003B0F29">
              <w:rPr>
                <w:sz w:val="16"/>
              </w:rPr>
              <w:t xml:space="preserve"> digits in positions </w:t>
            </w:r>
            <w:r>
              <w:rPr>
                <w:sz w:val="16"/>
              </w:rPr>
              <w:t>4</w:t>
            </w:r>
            <w:r w:rsidRPr="003B0F29">
              <w:rPr>
                <w:sz w:val="16"/>
              </w:rPr>
              <w:t>-</w:t>
            </w:r>
            <w:r>
              <w:rPr>
                <w:sz w:val="16"/>
              </w:rPr>
              <w:t>8</w:t>
            </w:r>
            <w:r w:rsidRPr="003B0F29">
              <w:rPr>
                <w:sz w:val="16"/>
              </w:rPr>
              <w:t>.</w:t>
            </w:r>
            <w:r>
              <w:rPr>
                <w:sz w:val="16"/>
              </w:rPr>
              <w:t xml:space="preserve"> </w:t>
            </w:r>
          </w:p>
          <w:p w14:paraId="33D5071B"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Code for internal use</w:t>
            </w:r>
            <w:proofErr w:type="gramStart"/>
            <w:r w:rsidRPr="003B0F29">
              <w:rPr>
                <w:sz w:val="16"/>
              </w:rPr>
              <w:t xml:space="preserve">:  </w:t>
            </w:r>
            <w:r w:rsidRPr="003B0F29">
              <w:rPr>
                <w:sz w:val="16"/>
              </w:rPr>
              <w:tab/>
            </w:r>
            <w:proofErr w:type="gramEnd"/>
            <w:r w:rsidRPr="00D61485">
              <w:rPr>
                <w:sz w:val="16"/>
              </w:rPr>
              <w:t xml:space="preserve">"/NN" used only on title pages under INID code (21). It corresponded to examiner division number. </w:t>
            </w:r>
          </w:p>
          <w:p w14:paraId="0E7E5347"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Control number/Check digit</w:t>
            </w:r>
            <w:proofErr w:type="gramStart"/>
            <w:r w:rsidRPr="003B0F29">
              <w:rPr>
                <w:sz w:val="16"/>
              </w:rPr>
              <w:t xml:space="preserve">:  </w:t>
            </w:r>
            <w:r w:rsidRPr="003B0F29">
              <w:rPr>
                <w:sz w:val="16"/>
              </w:rPr>
              <w:tab/>
            </w:r>
            <w:proofErr w:type="gramEnd"/>
            <w:r w:rsidRPr="003B0F29">
              <w:rPr>
                <w:sz w:val="16"/>
              </w:rPr>
              <w:t>N/A</w:t>
            </w:r>
          </w:p>
          <w:p w14:paraId="1F4D94AD" w14:textId="77777777" w:rsidR="00F30D17" w:rsidRPr="00736938" w:rsidRDefault="00F30D17" w:rsidP="00852FF9">
            <w:pPr>
              <w:tabs>
                <w:tab w:val="left" w:pos="284"/>
              </w:tabs>
              <w:spacing w:before="120" w:after="20"/>
              <w:rPr>
                <w:sz w:val="16"/>
                <w:highlight w:val="lightGray"/>
              </w:rPr>
            </w:pPr>
            <w:r w:rsidRPr="003B0F29">
              <w:rPr>
                <w:sz w:val="16"/>
              </w:rPr>
              <w:t>Further remarks:</w:t>
            </w:r>
            <w:r>
              <w:rPr>
                <w:sz w:val="16"/>
              </w:rPr>
              <w:t xml:space="preserve">  </w:t>
            </w:r>
            <w:r>
              <w:rPr>
                <w:sz w:val="16"/>
              </w:rPr>
              <w:br/>
            </w:r>
            <w:r w:rsidRPr="003B0F29">
              <w:rPr>
                <w:noProof/>
                <w:sz w:val="16"/>
              </w:rPr>
              <w:t xml:space="preserve">Machine–readable presentation of application numbers </w:t>
            </w:r>
            <w:r>
              <w:rPr>
                <w:noProof/>
                <w:sz w:val="16"/>
              </w:rPr>
              <w:t>is</w:t>
            </w:r>
            <w:r w:rsidRPr="003B0F29">
              <w:rPr>
                <w:noProof/>
                <w:sz w:val="16"/>
              </w:rPr>
              <w:t xml:space="preserve"> the same as print presentation described above.</w:t>
            </w:r>
          </w:p>
        </w:tc>
      </w:tr>
      <w:tr w:rsidR="00F30D17" w:rsidRPr="00E776D6" w14:paraId="2861699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A9E4F5B" w14:textId="77777777" w:rsidR="00F30D17" w:rsidRPr="00ED4853" w:rsidRDefault="00F30D17" w:rsidP="00852FF9">
            <w:pPr>
              <w:keepNext/>
              <w:spacing w:before="120"/>
              <w:ind w:left="-57" w:right="-57"/>
              <w:jc w:val="center"/>
              <w:rPr>
                <w:b/>
                <w:sz w:val="16"/>
                <w:szCs w:val="16"/>
              </w:rPr>
            </w:pPr>
            <w:r w:rsidRPr="00ED4853">
              <w:rPr>
                <w:b/>
                <w:noProof/>
                <w:sz w:val="16"/>
                <w:szCs w:val="16"/>
              </w:rPr>
              <w:lastRenderedPageBreak/>
              <w:t>RU</w:t>
            </w:r>
          </w:p>
          <w:p w14:paraId="26574794" w14:textId="77777777" w:rsidR="00F30D17" w:rsidRPr="00ED4853" w:rsidRDefault="00F30D17" w:rsidP="00852FF9">
            <w:pPr>
              <w:spacing w:before="120"/>
              <w:ind w:left="-57" w:right="-57"/>
              <w:jc w:val="center"/>
              <w:rPr>
                <w:b/>
                <w:sz w:val="16"/>
                <w:szCs w:val="16"/>
              </w:rPr>
            </w:pPr>
            <w:r w:rsidRPr="00ED4853">
              <w:rPr>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14:paraId="7D61B36E" w14:textId="77777777" w:rsidR="00F30D17" w:rsidRPr="00294D38" w:rsidRDefault="00F30D17" w:rsidP="00852FF9">
            <w:pPr>
              <w:spacing w:before="120" w:after="120"/>
              <w:ind w:left="-58" w:right="-58"/>
              <w:jc w:val="center"/>
              <w:rPr>
                <w:noProof/>
                <w:sz w:val="16"/>
              </w:rPr>
            </w:pPr>
            <w:r w:rsidRPr="00294D38">
              <w:rPr>
                <w:noProof/>
                <w:sz w:val="16"/>
              </w:rPr>
              <w:t>96500132</w:t>
            </w:r>
          </w:p>
          <w:p w14:paraId="282D8BC8" w14:textId="77777777" w:rsidR="00F30D17" w:rsidRPr="00736938" w:rsidRDefault="00F30D17" w:rsidP="00852FF9">
            <w:pPr>
              <w:spacing w:before="120" w:after="120"/>
              <w:ind w:left="-58" w:right="-58"/>
              <w:jc w:val="center"/>
              <w:rPr>
                <w:noProof/>
                <w:sz w:val="16"/>
                <w:highlight w:val="lightGray"/>
              </w:rPr>
            </w:pPr>
            <w:r w:rsidRPr="00294D38">
              <w:rPr>
                <w:noProof/>
                <w:sz w:val="16"/>
              </w:rPr>
              <w:t>95709092</w:t>
            </w:r>
          </w:p>
        </w:tc>
        <w:tc>
          <w:tcPr>
            <w:tcW w:w="1561" w:type="dxa"/>
            <w:tcBorders>
              <w:top w:val="single" w:sz="6" w:space="0" w:color="auto"/>
              <w:left w:val="single" w:sz="6" w:space="0" w:color="auto"/>
              <w:bottom w:val="single" w:sz="6" w:space="0" w:color="auto"/>
              <w:right w:val="single" w:sz="6" w:space="0" w:color="auto"/>
            </w:tcBorders>
          </w:tcPr>
          <w:p w14:paraId="76584534" w14:textId="77777777" w:rsidR="00F30D17" w:rsidRDefault="00F30D17" w:rsidP="00852FF9">
            <w:pPr>
              <w:spacing w:before="120" w:after="120"/>
              <w:ind w:left="-58" w:right="-58"/>
              <w:jc w:val="center"/>
              <w:rPr>
                <w:noProof/>
                <w:spacing w:val="-4"/>
                <w:sz w:val="16"/>
              </w:rPr>
            </w:pPr>
            <w:r w:rsidRPr="00737896">
              <w:rPr>
                <w:noProof/>
                <w:spacing w:val="-4"/>
                <w:sz w:val="16"/>
              </w:rPr>
              <w:t>RU96500132</w:t>
            </w:r>
          </w:p>
          <w:p w14:paraId="3363DC05" w14:textId="77777777" w:rsidR="00F30D17" w:rsidRPr="00B14FEF" w:rsidRDefault="00F30D17" w:rsidP="00852FF9">
            <w:pPr>
              <w:spacing w:before="120" w:after="120"/>
              <w:ind w:left="-58" w:right="-58"/>
              <w:jc w:val="center"/>
              <w:rPr>
                <w:noProof/>
                <w:spacing w:val="-4"/>
                <w:sz w:val="16"/>
              </w:rPr>
            </w:pPr>
            <w:r w:rsidRPr="00485285">
              <w:rPr>
                <w:noProof/>
                <w:spacing w:val="-4"/>
                <w:sz w:val="16"/>
              </w:rPr>
              <w:t>RU95709092</w:t>
            </w:r>
          </w:p>
        </w:tc>
        <w:tc>
          <w:tcPr>
            <w:tcW w:w="4796" w:type="dxa"/>
            <w:gridSpan w:val="2"/>
            <w:tcBorders>
              <w:top w:val="single" w:sz="6" w:space="0" w:color="auto"/>
              <w:left w:val="single" w:sz="6" w:space="0" w:color="auto"/>
              <w:bottom w:val="single" w:sz="6" w:space="0" w:color="auto"/>
              <w:right w:val="single" w:sz="6" w:space="0" w:color="auto"/>
            </w:tcBorders>
            <w:hideMark/>
          </w:tcPr>
          <w:p w14:paraId="18FC76AC" w14:textId="77777777" w:rsidR="00F30D17" w:rsidRPr="005B7541" w:rsidRDefault="00F30D17" w:rsidP="00852FF9">
            <w:pPr>
              <w:spacing w:before="120" w:after="60"/>
              <w:ind w:right="-57"/>
              <w:rPr>
                <w:sz w:val="16"/>
                <w:szCs w:val="16"/>
              </w:rPr>
            </w:pPr>
            <w:r w:rsidRPr="005B7541">
              <w:rPr>
                <w:sz w:val="16"/>
                <w:szCs w:val="16"/>
              </w:rPr>
              <w:t>Used from January 1, 1995, to December 31, 1999</w:t>
            </w:r>
            <w:r w:rsidRPr="005B7541">
              <w:rPr>
                <w:sz w:val="16"/>
                <w:szCs w:val="16"/>
              </w:rPr>
              <w:br/>
              <w:t>for</w:t>
            </w:r>
            <w:proofErr w:type="gramStart"/>
            <w:r w:rsidRPr="005B7541">
              <w:rPr>
                <w:sz w:val="16"/>
                <w:szCs w:val="16"/>
              </w:rPr>
              <w:t>:  Design</w:t>
            </w:r>
            <w:proofErr w:type="gramEnd"/>
            <w:r w:rsidRPr="005B7541">
              <w:rPr>
                <w:sz w:val="16"/>
                <w:szCs w:val="16"/>
              </w:rPr>
              <w:t xml:space="preserve"> patents, Trademarks, Geographical Indications, Computer programs, Databases </w:t>
            </w:r>
          </w:p>
        </w:tc>
      </w:tr>
      <w:tr w:rsidR="00F30D17" w:rsidRPr="00E776D6" w14:paraId="5792DE5E"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3C1BCBA6" w14:textId="77777777" w:rsidR="00F30D17" w:rsidRPr="00736938" w:rsidRDefault="00F30D17" w:rsidP="00852FF9">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11606F55" w14:textId="77777777" w:rsidR="00F30D17" w:rsidRPr="003B0F29" w:rsidRDefault="00F30D17" w:rsidP="00F30D17">
            <w:pPr>
              <w:numPr>
                <w:ilvl w:val="0"/>
                <w:numId w:val="6"/>
              </w:numPr>
              <w:tabs>
                <w:tab w:val="clear" w:pos="680"/>
                <w:tab w:val="left" w:pos="284"/>
                <w:tab w:val="num" w:pos="373"/>
              </w:tabs>
              <w:spacing w:before="120" w:after="20"/>
              <w:ind w:left="1496" w:hanging="1496"/>
              <w:rPr>
                <w:sz w:val="16"/>
              </w:rPr>
            </w:pPr>
            <w:r w:rsidRPr="003B0F29">
              <w:rPr>
                <w:sz w:val="16"/>
              </w:rPr>
              <w:t>Description:</w:t>
            </w:r>
            <w:r>
              <w:rPr>
                <w:sz w:val="16"/>
              </w:rPr>
              <w:t xml:space="preserve">  </w:t>
            </w:r>
          </w:p>
          <w:p w14:paraId="3B9BC30E" w14:textId="77777777" w:rsidR="00F30D17" w:rsidRDefault="00F30D17" w:rsidP="00F30D17">
            <w:pPr>
              <w:numPr>
                <w:ilvl w:val="0"/>
                <w:numId w:val="6"/>
              </w:numPr>
              <w:tabs>
                <w:tab w:val="clear" w:pos="680"/>
                <w:tab w:val="left" w:pos="284"/>
                <w:tab w:val="num" w:pos="373"/>
              </w:tabs>
              <w:spacing w:before="20" w:after="20"/>
              <w:ind w:left="2586" w:hanging="2586"/>
              <w:rPr>
                <w:sz w:val="16"/>
              </w:rPr>
            </w:pPr>
            <w:r>
              <w:rPr>
                <w:sz w:val="16"/>
              </w:rPr>
              <w:t>Code for the type of IP rights:</w:t>
            </w:r>
            <w:proofErr w:type="gramStart"/>
            <w:r>
              <w:rPr>
                <w:sz w:val="16"/>
              </w:rPr>
              <w:t xml:space="preserve">  :</w:t>
            </w:r>
            <w:proofErr w:type="gramEnd"/>
            <w:r>
              <w:rPr>
                <w:sz w:val="16"/>
              </w:rPr>
              <w:t xml:space="preserve">  </w:t>
            </w:r>
            <w:r>
              <w:rPr>
                <w:noProof/>
                <w:sz w:val="16"/>
              </w:rPr>
              <w:t>position 3</w:t>
            </w:r>
          </w:p>
          <w:p w14:paraId="6196CC3F" w14:textId="77777777" w:rsidR="00F30D17" w:rsidRDefault="00F30D17" w:rsidP="00F30D17">
            <w:pPr>
              <w:numPr>
                <w:ilvl w:val="1"/>
                <w:numId w:val="6"/>
              </w:numPr>
              <w:tabs>
                <w:tab w:val="clear" w:pos="1245"/>
                <w:tab w:val="num" w:pos="1452"/>
                <w:tab w:val="left" w:leader="dot" w:pos="5705"/>
              </w:tabs>
              <w:spacing w:before="20" w:after="20"/>
              <w:ind w:left="1452" w:hanging="425"/>
              <w:rPr>
                <w:sz w:val="16"/>
              </w:rPr>
            </w:pPr>
            <w:r>
              <w:rPr>
                <w:noProof/>
                <w:sz w:val="16"/>
              </w:rPr>
              <w:t>Trademarks</w:t>
            </w:r>
            <w:r>
              <w:rPr>
                <w:sz w:val="16"/>
              </w:rPr>
              <w:tab/>
              <w:t xml:space="preserve">   </w:t>
            </w:r>
            <w:r>
              <w:rPr>
                <w:noProof/>
                <w:sz w:val="16"/>
              </w:rPr>
              <w:t>7</w:t>
            </w:r>
          </w:p>
          <w:p w14:paraId="712676C2" w14:textId="77777777" w:rsidR="00F30D17" w:rsidRDefault="00F30D17" w:rsidP="00F30D17">
            <w:pPr>
              <w:numPr>
                <w:ilvl w:val="1"/>
                <w:numId w:val="6"/>
              </w:numPr>
              <w:tabs>
                <w:tab w:val="clear" w:pos="1245"/>
                <w:tab w:val="num" w:pos="1452"/>
                <w:tab w:val="left" w:leader="dot" w:pos="5705"/>
              </w:tabs>
              <w:spacing w:before="20" w:after="20"/>
              <w:ind w:left="1452" w:hanging="425"/>
              <w:rPr>
                <w:sz w:val="16"/>
              </w:rPr>
            </w:pPr>
            <w:r w:rsidRPr="00F2158F">
              <w:rPr>
                <w:noProof/>
                <w:sz w:val="16"/>
              </w:rPr>
              <w:t>Design patents</w:t>
            </w:r>
            <w:r>
              <w:rPr>
                <w:sz w:val="16"/>
              </w:rPr>
              <w:tab/>
              <w:t xml:space="preserve">   5</w:t>
            </w:r>
          </w:p>
          <w:p w14:paraId="6BA6E390" w14:textId="77777777" w:rsidR="00F30D17" w:rsidRDefault="00F30D17" w:rsidP="00F30D17">
            <w:pPr>
              <w:numPr>
                <w:ilvl w:val="1"/>
                <w:numId w:val="6"/>
              </w:numPr>
              <w:tabs>
                <w:tab w:val="clear" w:pos="1245"/>
                <w:tab w:val="num" w:pos="1452"/>
                <w:tab w:val="left" w:leader="dot" w:pos="5705"/>
              </w:tabs>
              <w:spacing w:before="20" w:after="20"/>
              <w:ind w:left="1452" w:hanging="425"/>
              <w:rPr>
                <w:sz w:val="16"/>
              </w:rPr>
            </w:pPr>
            <w:r w:rsidRPr="00C54782">
              <w:rPr>
                <w:sz w:val="16"/>
              </w:rPr>
              <w:t>Layout-designs (topographies) of integrated circuits</w:t>
            </w:r>
            <w:r>
              <w:rPr>
                <w:sz w:val="16"/>
              </w:rPr>
              <w:t xml:space="preserve"> ……</w:t>
            </w:r>
            <w:proofErr w:type="gramStart"/>
            <w:r>
              <w:rPr>
                <w:sz w:val="16"/>
              </w:rPr>
              <w:t>…..</w:t>
            </w:r>
            <w:proofErr w:type="gramEnd"/>
            <w:r>
              <w:rPr>
                <w:sz w:val="16"/>
              </w:rPr>
              <w:t xml:space="preserve">   N/A</w:t>
            </w:r>
          </w:p>
          <w:p w14:paraId="7C750B83" w14:textId="77777777" w:rsidR="00F30D17" w:rsidRDefault="00F30D17" w:rsidP="00F30D17">
            <w:pPr>
              <w:numPr>
                <w:ilvl w:val="1"/>
                <w:numId w:val="6"/>
              </w:numPr>
              <w:tabs>
                <w:tab w:val="clear" w:pos="1245"/>
                <w:tab w:val="num" w:pos="1452"/>
                <w:tab w:val="left" w:leader="dot" w:pos="5705"/>
              </w:tabs>
              <w:spacing w:before="20" w:after="20"/>
              <w:ind w:left="1452" w:hanging="425"/>
              <w:rPr>
                <w:sz w:val="16"/>
              </w:rPr>
            </w:pPr>
            <w:r w:rsidRPr="009E4B66">
              <w:rPr>
                <w:sz w:val="16"/>
              </w:rPr>
              <w:t>Computer programs</w:t>
            </w:r>
            <w:r>
              <w:rPr>
                <w:sz w:val="16"/>
              </w:rPr>
              <w:t xml:space="preserve"> </w:t>
            </w:r>
            <w:r>
              <w:rPr>
                <w:sz w:val="16"/>
              </w:rPr>
              <w:tab/>
              <w:t xml:space="preserve">   N/A</w:t>
            </w:r>
          </w:p>
          <w:p w14:paraId="314798B3" w14:textId="77777777" w:rsidR="00F30D17" w:rsidRPr="00C54782" w:rsidRDefault="00F30D17" w:rsidP="00F30D17">
            <w:pPr>
              <w:numPr>
                <w:ilvl w:val="1"/>
                <w:numId w:val="6"/>
              </w:numPr>
              <w:tabs>
                <w:tab w:val="clear" w:pos="1245"/>
                <w:tab w:val="num" w:pos="1452"/>
                <w:tab w:val="left" w:leader="dot" w:pos="5705"/>
              </w:tabs>
              <w:spacing w:before="20" w:after="20"/>
              <w:ind w:left="1452" w:hanging="425"/>
              <w:rPr>
                <w:sz w:val="16"/>
              </w:rPr>
            </w:pPr>
            <w:r w:rsidRPr="003656A3">
              <w:rPr>
                <w:sz w:val="16"/>
              </w:rPr>
              <w:t>Databases </w:t>
            </w:r>
            <w:r>
              <w:rPr>
                <w:sz w:val="16"/>
              </w:rPr>
              <w:tab/>
              <w:t xml:space="preserve">   N/A</w:t>
            </w:r>
          </w:p>
          <w:p w14:paraId="22B9EB76"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Year designation</w:t>
            </w:r>
            <w:proofErr w:type="gramStart"/>
            <w:r w:rsidRPr="003B0F29">
              <w:rPr>
                <w:sz w:val="16"/>
              </w:rPr>
              <w:t xml:space="preserve">:  </w:t>
            </w:r>
            <w:r w:rsidRPr="003B0F29">
              <w:rPr>
                <w:sz w:val="16"/>
              </w:rPr>
              <w:tab/>
            </w:r>
            <w:proofErr w:type="gramEnd"/>
            <w:r w:rsidRPr="003B0F29">
              <w:rPr>
                <w:sz w:val="16"/>
              </w:rPr>
              <w:t>two digits in positions 1-2 indicate the year of filing according to Gregorian calendar</w:t>
            </w:r>
          </w:p>
          <w:p w14:paraId="518ADEF0"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Serial number</w:t>
            </w:r>
            <w:proofErr w:type="gramStart"/>
            <w:r w:rsidRPr="003B0F29">
              <w:rPr>
                <w:sz w:val="16"/>
              </w:rPr>
              <w:t xml:space="preserve">:  </w:t>
            </w:r>
            <w:r w:rsidRPr="003B0F29">
              <w:rPr>
                <w:sz w:val="16"/>
              </w:rPr>
              <w:tab/>
            </w:r>
            <w:proofErr w:type="gramEnd"/>
            <w:r w:rsidRPr="003B0F29">
              <w:rPr>
                <w:sz w:val="16"/>
              </w:rPr>
              <w:t xml:space="preserve">fixed length of </w:t>
            </w:r>
            <w:r>
              <w:rPr>
                <w:sz w:val="16"/>
              </w:rPr>
              <w:t>five</w:t>
            </w:r>
            <w:r w:rsidRPr="003B0F29">
              <w:rPr>
                <w:sz w:val="16"/>
              </w:rPr>
              <w:t xml:space="preserve"> digits in positions </w:t>
            </w:r>
            <w:r>
              <w:rPr>
                <w:sz w:val="16"/>
              </w:rPr>
              <w:t>4</w:t>
            </w:r>
            <w:r w:rsidRPr="003B0F29">
              <w:rPr>
                <w:sz w:val="16"/>
              </w:rPr>
              <w:t>-</w:t>
            </w:r>
            <w:r>
              <w:rPr>
                <w:sz w:val="16"/>
              </w:rPr>
              <w:t>8</w:t>
            </w:r>
            <w:r w:rsidRPr="003B0F29">
              <w:rPr>
                <w:sz w:val="16"/>
              </w:rPr>
              <w:t>.</w:t>
            </w:r>
            <w:r>
              <w:rPr>
                <w:sz w:val="16"/>
              </w:rPr>
              <w:t xml:space="preserve"> </w:t>
            </w:r>
          </w:p>
          <w:p w14:paraId="57978B8E"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Code for internal use</w:t>
            </w:r>
            <w:proofErr w:type="gramStart"/>
            <w:r w:rsidRPr="003B0F29">
              <w:rPr>
                <w:sz w:val="16"/>
              </w:rPr>
              <w:t xml:space="preserve">:  </w:t>
            </w:r>
            <w:r w:rsidRPr="003B0F29">
              <w:rPr>
                <w:sz w:val="16"/>
              </w:rPr>
              <w:tab/>
            </w:r>
            <w:proofErr w:type="gramEnd"/>
            <w:r>
              <w:rPr>
                <w:sz w:val="16"/>
              </w:rPr>
              <w:t>N/A</w:t>
            </w:r>
          </w:p>
          <w:p w14:paraId="6BD1B5C7" w14:textId="77777777" w:rsidR="00F30D17" w:rsidRPr="003B0F29" w:rsidRDefault="00F30D17" w:rsidP="00F30D17">
            <w:pPr>
              <w:numPr>
                <w:ilvl w:val="0"/>
                <w:numId w:val="6"/>
              </w:numPr>
              <w:tabs>
                <w:tab w:val="clear" w:pos="680"/>
                <w:tab w:val="left" w:pos="284"/>
                <w:tab w:val="num" w:pos="373"/>
              </w:tabs>
              <w:spacing w:before="20" w:after="20"/>
              <w:ind w:left="2445" w:hanging="2445"/>
              <w:rPr>
                <w:sz w:val="16"/>
              </w:rPr>
            </w:pPr>
            <w:r w:rsidRPr="003B0F29">
              <w:rPr>
                <w:sz w:val="16"/>
              </w:rPr>
              <w:t>Control number/Check digit</w:t>
            </w:r>
            <w:proofErr w:type="gramStart"/>
            <w:r w:rsidRPr="003B0F29">
              <w:rPr>
                <w:sz w:val="16"/>
              </w:rPr>
              <w:t xml:space="preserve">:  </w:t>
            </w:r>
            <w:r w:rsidRPr="003B0F29">
              <w:rPr>
                <w:sz w:val="16"/>
              </w:rPr>
              <w:tab/>
            </w:r>
            <w:proofErr w:type="gramEnd"/>
            <w:r w:rsidRPr="003B0F29">
              <w:rPr>
                <w:sz w:val="16"/>
              </w:rPr>
              <w:t>N/A</w:t>
            </w:r>
          </w:p>
          <w:p w14:paraId="67378269" w14:textId="77777777" w:rsidR="00F30D17" w:rsidRPr="00736938" w:rsidRDefault="00F30D17" w:rsidP="00852FF9">
            <w:pPr>
              <w:tabs>
                <w:tab w:val="left" w:pos="284"/>
              </w:tabs>
              <w:spacing w:before="120" w:after="20"/>
              <w:rPr>
                <w:sz w:val="16"/>
                <w:highlight w:val="lightGray"/>
              </w:rPr>
            </w:pPr>
            <w:r w:rsidRPr="003B0F29">
              <w:rPr>
                <w:sz w:val="16"/>
              </w:rPr>
              <w:t>Further remarks:</w:t>
            </w:r>
            <w:r>
              <w:rPr>
                <w:sz w:val="16"/>
              </w:rPr>
              <w:t xml:space="preserve">  </w:t>
            </w:r>
            <w:r>
              <w:rPr>
                <w:sz w:val="16"/>
              </w:rPr>
              <w:br/>
            </w:r>
            <w:r w:rsidRPr="003B0F29">
              <w:rPr>
                <w:noProof/>
                <w:sz w:val="16"/>
              </w:rPr>
              <w:t xml:space="preserve">Machine–readable presentation of application numbers </w:t>
            </w:r>
            <w:r>
              <w:rPr>
                <w:noProof/>
                <w:sz w:val="16"/>
              </w:rPr>
              <w:t>is</w:t>
            </w:r>
            <w:r w:rsidRPr="003B0F29">
              <w:rPr>
                <w:noProof/>
                <w:sz w:val="16"/>
              </w:rPr>
              <w:t xml:space="preserve"> the same as print presentation described above.</w:t>
            </w:r>
          </w:p>
        </w:tc>
      </w:tr>
      <w:tr w:rsidR="00F30D17" w14:paraId="2FA5156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869AF64" w14:textId="77777777" w:rsidR="00F30D17" w:rsidRPr="00E40775" w:rsidRDefault="00F30D17" w:rsidP="00852FF9">
            <w:pPr>
              <w:keepNext/>
              <w:spacing w:before="120"/>
              <w:ind w:left="-57" w:right="-57"/>
              <w:jc w:val="center"/>
              <w:rPr>
                <w:b/>
                <w:noProof/>
                <w:sz w:val="16"/>
                <w:szCs w:val="16"/>
              </w:rPr>
            </w:pPr>
            <w:r w:rsidRPr="00E40775">
              <w:rPr>
                <w:b/>
                <w:noProof/>
                <w:sz w:val="16"/>
                <w:szCs w:val="16"/>
              </w:rPr>
              <w:t xml:space="preserve">SA </w:t>
            </w:r>
          </w:p>
          <w:p w14:paraId="497A50BE" w14:textId="77777777" w:rsidR="00F30D17" w:rsidRPr="00042D38" w:rsidRDefault="00F30D17" w:rsidP="00852FF9">
            <w:pPr>
              <w:keepNext/>
              <w:spacing w:before="120"/>
              <w:ind w:left="-57" w:right="-57"/>
              <w:jc w:val="center"/>
              <w:rPr>
                <w:b/>
                <w:noProof/>
                <w:sz w:val="16"/>
                <w:szCs w:val="16"/>
              </w:rPr>
            </w:pPr>
            <w:r w:rsidRPr="00E40775">
              <w:rPr>
                <w:b/>
                <w:noProof/>
                <w:sz w:val="16"/>
                <w:szCs w:val="16"/>
              </w:rPr>
              <w:t>SAUDI ARABIA</w:t>
            </w:r>
          </w:p>
        </w:tc>
        <w:tc>
          <w:tcPr>
            <w:tcW w:w="1560" w:type="dxa"/>
            <w:tcBorders>
              <w:top w:val="single" w:sz="6" w:space="0" w:color="auto"/>
              <w:left w:val="single" w:sz="6" w:space="0" w:color="auto"/>
              <w:bottom w:val="single" w:sz="6" w:space="0" w:color="auto"/>
              <w:right w:val="single" w:sz="6" w:space="0" w:color="auto"/>
            </w:tcBorders>
            <w:hideMark/>
          </w:tcPr>
          <w:p w14:paraId="74785273" w14:textId="77777777" w:rsidR="00F30D17" w:rsidRDefault="00F30D17" w:rsidP="00852FF9">
            <w:pPr>
              <w:spacing w:before="120"/>
              <w:ind w:left="-58" w:right="-58"/>
              <w:jc w:val="center"/>
              <w:rPr>
                <w:noProof/>
                <w:sz w:val="16"/>
              </w:rPr>
            </w:pPr>
            <w:r w:rsidRPr="00280256">
              <w:rPr>
                <w:noProof/>
                <w:sz w:val="16"/>
              </w:rPr>
              <w:t>08290767</w:t>
            </w:r>
          </w:p>
        </w:tc>
        <w:tc>
          <w:tcPr>
            <w:tcW w:w="1561" w:type="dxa"/>
            <w:tcBorders>
              <w:top w:val="single" w:sz="6" w:space="0" w:color="auto"/>
              <w:left w:val="single" w:sz="6" w:space="0" w:color="auto"/>
              <w:bottom w:val="single" w:sz="6" w:space="0" w:color="auto"/>
              <w:right w:val="single" w:sz="6" w:space="0" w:color="auto"/>
            </w:tcBorders>
            <w:hideMark/>
          </w:tcPr>
          <w:p w14:paraId="47000647" w14:textId="77777777" w:rsidR="00F30D17" w:rsidRDefault="00F30D17" w:rsidP="00852FF9">
            <w:pPr>
              <w:spacing w:before="120"/>
              <w:ind w:left="-58" w:right="-58"/>
              <w:jc w:val="center"/>
              <w:rPr>
                <w:noProof/>
                <w:sz w:val="16"/>
              </w:rPr>
            </w:pPr>
            <w:r w:rsidRPr="00280256">
              <w:rPr>
                <w:noProof/>
                <w:sz w:val="16"/>
              </w:rPr>
              <w:t>08290767</w:t>
            </w:r>
          </w:p>
        </w:tc>
        <w:tc>
          <w:tcPr>
            <w:tcW w:w="4796" w:type="dxa"/>
            <w:gridSpan w:val="2"/>
            <w:tcBorders>
              <w:top w:val="single" w:sz="6" w:space="0" w:color="auto"/>
              <w:left w:val="single" w:sz="6" w:space="0" w:color="auto"/>
              <w:bottom w:val="single" w:sz="6" w:space="0" w:color="auto"/>
              <w:right w:val="single" w:sz="6" w:space="0" w:color="auto"/>
            </w:tcBorders>
            <w:hideMark/>
          </w:tcPr>
          <w:p w14:paraId="66FDBF69" w14:textId="77777777" w:rsidR="00F30D17" w:rsidRDefault="00F30D17" w:rsidP="00852FF9">
            <w:pPr>
              <w:spacing w:before="120" w:after="60"/>
              <w:rPr>
                <w:sz w:val="16"/>
              </w:rPr>
            </w:pPr>
            <w:r>
              <w:rPr>
                <w:sz w:val="16"/>
              </w:rPr>
              <w:t>Used from July 26, 1989, until November 29, 2008</w:t>
            </w:r>
            <w:r>
              <w:rPr>
                <w:sz w:val="16"/>
              </w:rPr>
              <w:br/>
              <w:t>for:  Patents</w:t>
            </w:r>
          </w:p>
        </w:tc>
      </w:tr>
      <w:tr w:rsidR="00F30D17" w14:paraId="305819C1"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6B321C34" w14:textId="77777777" w:rsidR="00F30D17" w:rsidRDefault="00F30D17" w:rsidP="00852FF9">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14:paraId="7C70DB4B" w14:textId="77777777" w:rsidR="00F30D17" w:rsidRDefault="00F30D17" w:rsidP="00F30D17">
            <w:pPr>
              <w:numPr>
                <w:ilvl w:val="0"/>
                <w:numId w:val="6"/>
              </w:numPr>
              <w:tabs>
                <w:tab w:val="clear" w:pos="680"/>
                <w:tab w:val="left" w:pos="284"/>
                <w:tab w:val="num" w:pos="373"/>
              </w:tabs>
              <w:spacing w:before="120" w:after="20"/>
              <w:ind w:left="1452" w:hanging="1452"/>
              <w:rPr>
                <w:sz w:val="16"/>
              </w:rPr>
            </w:pPr>
            <w:r>
              <w:rPr>
                <w:sz w:val="16"/>
              </w:rPr>
              <w:t>Description:  SA GGHH YYYY</w:t>
            </w:r>
            <w:r w:rsidRPr="00280256">
              <w:rPr>
                <w:sz w:val="16"/>
              </w:rPr>
              <w:t>, where SA is a national code, GG – yea</w:t>
            </w:r>
            <w:r>
              <w:rPr>
                <w:sz w:val="16"/>
              </w:rPr>
              <w:t xml:space="preserve">r of filing (Gregorian calendar) </w:t>
            </w:r>
            <w:r w:rsidRPr="00280256">
              <w:rPr>
                <w:sz w:val="16"/>
              </w:rPr>
              <w:t>HH – year of filing</w:t>
            </w:r>
            <w:r>
              <w:rPr>
                <w:sz w:val="16"/>
              </w:rPr>
              <w:t xml:space="preserve"> </w:t>
            </w:r>
            <w:r w:rsidRPr="00280256">
              <w:rPr>
                <w:sz w:val="16"/>
              </w:rPr>
              <w:t>(Islamic calendar), YYYY – serial number</w:t>
            </w:r>
            <w:r>
              <w:rPr>
                <w:sz w:val="16"/>
              </w:rPr>
              <w:t>.</w:t>
            </w:r>
          </w:p>
          <w:p w14:paraId="1099B560" w14:textId="77777777" w:rsidR="00F30D17" w:rsidRDefault="00F30D17" w:rsidP="00F30D17">
            <w:pPr>
              <w:numPr>
                <w:ilvl w:val="0"/>
                <w:numId w:val="6"/>
              </w:numPr>
              <w:tabs>
                <w:tab w:val="clear" w:pos="680"/>
                <w:tab w:val="left" w:pos="284"/>
                <w:tab w:val="num" w:pos="373"/>
              </w:tabs>
              <w:spacing w:before="20" w:after="20"/>
              <w:ind w:left="2586" w:hanging="2586"/>
              <w:rPr>
                <w:sz w:val="16"/>
              </w:rPr>
            </w:pPr>
            <w:r>
              <w:rPr>
                <w:sz w:val="16"/>
              </w:rPr>
              <w:t>Code for the type of IP rights</w:t>
            </w:r>
            <w:proofErr w:type="gramStart"/>
            <w:r>
              <w:rPr>
                <w:sz w:val="16"/>
              </w:rPr>
              <w:t xml:space="preserve">:  </w:t>
            </w:r>
            <w:r>
              <w:rPr>
                <w:noProof/>
                <w:sz w:val="16"/>
              </w:rPr>
              <w:t>N</w:t>
            </w:r>
            <w:proofErr w:type="gramEnd"/>
            <w:r>
              <w:rPr>
                <w:noProof/>
                <w:sz w:val="16"/>
              </w:rPr>
              <w:t>/A</w:t>
            </w:r>
          </w:p>
          <w:p w14:paraId="73CFD15B"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Year designation:</w:t>
            </w:r>
            <w:r>
              <w:rPr>
                <w:sz w:val="16"/>
              </w:rPr>
              <w:tab/>
              <w:t xml:space="preserve">two digits in </w:t>
            </w:r>
            <w:r>
              <w:rPr>
                <w:noProof/>
                <w:sz w:val="16"/>
              </w:rPr>
              <w:t>positions 1-2 indicate the year of filing according to Gregorian calendar,</w:t>
            </w:r>
          </w:p>
          <w:p w14:paraId="069F73B8" w14:textId="77777777" w:rsidR="00F30D17" w:rsidRDefault="00F30D17" w:rsidP="00852FF9">
            <w:pPr>
              <w:tabs>
                <w:tab w:val="left" w:pos="2445"/>
              </w:tabs>
              <w:spacing w:before="20" w:after="20"/>
              <w:ind w:left="2445"/>
              <w:rPr>
                <w:sz w:val="16"/>
              </w:rPr>
            </w:pPr>
            <w:r>
              <w:rPr>
                <w:noProof/>
                <w:sz w:val="16"/>
              </w:rPr>
              <w:t xml:space="preserve">two digits in positions 3-4 </w:t>
            </w:r>
            <w:r w:rsidRPr="00280256">
              <w:rPr>
                <w:noProof/>
                <w:sz w:val="16"/>
              </w:rPr>
              <w:t xml:space="preserve">indicate the year of filing according to </w:t>
            </w:r>
            <w:r>
              <w:rPr>
                <w:noProof/>
                <w:sz w:val="16"/>
              </w:rPr>
              <w:t>Islamic</w:t>
            </w:r>
            <w:r w:rsidRPr="00280256">
              <w:rPr>
                <w:noProof/>
                <w:sz w:val="16"/>
              </w:rPr>
              <w:t xml:space="preserve"> calendar</w:t>
            </w:r>
            <w:r>
              <w:rPr>
                <w:noProof/>
                <w:sz w:val="16"/>
              </w:rPr>
              <w:t>.</w:t>
            </w:r>
          </w:p>
          <w:p w14:paraId="2E26FD70"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Serial number</w:t>
            </w:r>
            <w:proofErr w:type="gramStart"/>
            <w:r>
              <w:rPr>
                <w:sz w:val="16"/>
              </w:rPr>
              <w:t xml:space="preserve">:  </w:t>
            </w:r>
            <w:r>
              <w:rPr>
                <w:sz w:val="16"/>
              </w:rPr>
              <w:tab/>
            </w:r>
            <w:proofErr w:type="gramEnd"/>
            <w:r w:rsidRPr="00280256">
              <w:rPr>
                <w:sz w:val="16"/>
              </w:rPr>
              <w:t>fixed length of 4 digits in positions 5-8</w:t>
            </w:r>
            <w:r>
              <w:rPr>
                <w:sz w:val="16"/>
              </w:rPr>
              <w:t>.</w:t>
            </w:r>
          </w:p>
          <w:p w14:paraId="28D56FE1"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Code for internal use</w:t>
            </w:r>
            <w:proofErr w:type="gramStart"/>
            <w:r>
              <w:rPr>
                <w:sz w:val="16"/>
              </w:rPr>
              <w:t xml:space="preserve">:  </w:t>
            </w:r>
            <w:r>
              <w:rPr>
                <w:sz w:val="16"/>
              </w:rPr>
              <w:tab/>
            </w:r>
            <w:proofErr w:type="gramEnd"/>
            <w:r>
              <w:rPr>
                <w:noProof/>
                <w:sz w:val="16"/>
              </w:rPr>
              <w:t>N/A</w:t>
            </w:r>
          </w:p>
          <w:p w14:paraId="1F31DB70"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Control number/Check digit</w:t>
            </w:r>
            <w:proofErr w:type="gramStart"/>
            <w:r>
              <w:rPr>
                <w:sz w:val="16"/>
              </w:rPr>
              <w:t xml:space="preserve">:  </w:t>
            </w:r>
            <w:r>
              <w:rPr>
                <w:sz w:val="16"/>
              </w:rPr>
              <w:tab/>
            </w:r>
            <w:proofErr w:type="gramEnd"/>
            <w:r>
              <w:rPr>
                <w:noProof/>
                <w:sz w:val="16"/>
              </w:rPr>
              <w:t>N/A</w:t>
            </w:r>
          </w:p>
          <w:p w14:paraId="56BC2337" w14:textId="77777777" w:rsidR="00F30D17" w:rsidRDefault="00F30D17" w:rsidP="00852FF9">
            <w:pPr>
              <w:tabs>
                <w:tab w:val="left" w:pos="284"/>
              </w:tabs>
              <w:spacing w:before="120" w:after="120"/>
              <w:rPr>
                <w:noProof/>
                <w:sz w:val="16"/>
              </w:rPr>
            </w:pPr>
            <w:r>
              <w:rPr>
                <w:noProof/>
                <w:sz w:val="16"/>
              </w:rPr>
              <w:t xml:space="preserve">Further remarks:  </w:t>
            </w:r>
            <w:r>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p>
          <w:p w14:paraId="0A9FD26B" w14:textId="77777777" w:rsidR="00F30D17" w:rsidRDefault="00F30D17" w:rsidP="00852FF9">
            <w:pPr>
              <w:tabs>
                <w:tab w:val="left" w:pos="284"/>
              </w:tabs>
              <w:spacing w:before="120" w:after="120"/>
              <w:rPr>
                <w:sz w:val="16"/>
              </w:rPr>
            </w:pPr>
            <w:r>
              <w:rPr>
                <w:sz w:val="16"/>
              </w:rPr>
              <w:t>Note:</w:t>
            </w:r>
            <w:r>
              <w:rPr>
                <w:sz w:val="16"/>
              </w:rPr>
              <w:tab/>
              <w:t>Separators used (space) are not counted for defining the position of elements of the application number.</w:t>
            </w:r>
          </w:p>
        </w:tc>
      </w:tr>
      <w:tr w:rsidR="00F30D17" w14:paraId="2DD1254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EE0D482" w14:textId="77777777" w:rsidR="00F30D17" w:rsidRPr="00D415CC" w:rsidRDefault="00F30D17" w:rsidP="00852FF9">
            <w:pPr>
              <w:keepNext/>
              <w:spacing w:before="120"/>
              <w:ind w:left="-57" w:right="-57"/>
              <w:jc w:val="center"/>
              <w:rPr>
                <w:b/>
                <w:noProof/>
                <w:sz w:val="16"/>
                <w:szCs w:val="16"/>
              </w:rPr>
            </w:pPr>
            <w:r w:rsidRPr="00D415CC">
              <w:rPr>
                <w:b/>
                <w:noProof/>
                <w:sz w:val="16"/>
                <w:szCs w:val="16"/>
              </w:rPr>
              <w:lastRenderedPageBreak/>
              <w:t xml:space="preserve">SK </w:t>
            </w:r>
          </w:p>
          <w:p w14:paraId="52455F6F" w14:textId="77777777" w:rsidR="00F30D17" w:rsidRDefault="00F30D17" w:rsidP="00852FF9">
            <w:pPr>
              <w:spacing w:before="120"/>
              <w:ind w:left="-57" w:right="-57"/>
              <w:jc w:val="center"/>
              <w:rPr>
                <w:sz w:val="16"/>
                <w:szCs w:val="16"/>
              </w:rPr>
            </w:pPr>
            <w:r w:rsidRPr="00D415CC">
              <w:rPr>
                <w:b/>
                <w:caps/>
                <w:noProof/>
                <w:sz w:val="16"/>
                <w:szCs w:val="16"/>
              </w:rPr>
              <w:t>Slovakia</w:t>
            </w:r>
          </w:p>
        </w:tc>
        <w:tc>
          <w:tcPr>
            <w:tcW w:w="1560" w:type="dxa"/>
            <w:tcBorders>
              <w:top w:val="single" w:sz="6" w:space="0" w:color="auto"/>
              <w:left w:val="single" w:sz="6" w:space="0" w:color="auto"/>
              <w:bottom w:val="single" w:sz="6" w:space="0" w:color="auto"/>
              <w:right w:val="single" w:sz="6" w:space="0" w:color="auto"/>
            </w:tcBorders>
            <w:hideMark/>
          </w:tcPr>
          <w:p w14:paraId="4A6B07DB" w14:textId="77777777" w:rsidR="00F30D17" w:rsidRDefault="00F30D17" w:rsidP="00852FF9">
            <w:pPr>
              <w:spacing w:before="120" w:after="120"/>
              <w:ind w:left="-58" w:right="-58"/>
              <w:jc w:val="center"/>
              <w:rPr>
                <w:noProof/>
                <w:sz w:val="16"/>
              </w:rPr>
            </w:pPr>
            <w:r>
              <w:rPr>
                <w:noProof/>
                <w:sz w:val="16"/>
              </w:rPr>
              <w:t>O-57125-90</w:t>
            </w:r>
          </w:p>
          <w:p w14:paraId="071930EF" w14:textId="77777777" w:rsidR="00F30D17" w:rsidRDefault="00F30D17" w:rsidP="00852FF9">
            <w:pPr>
              <w:spacing w:before="120" w:after="120"/>
              <w:ind w:left="-58" w:right="-58"/>
              <w:jc w:val="center"/>
              <w:rPr>
                <w:noProof/>
                <w:sz w:val="16"/>
              </w:rPr>
            </w:pPr>
            <w:r>
              <w:rPr>
                <w:noProof/>
                <w:sz w:val="16"/>
              </w:rPr>
              <w:t>V-25142/92</w:t>
            </w:r>
          </w:p>
          <w:p w14:paraId="6C76E22A" w14:textId="77777777" w:rsidR="00F30D17" w:rsidRDefault="00F30D17" w:rsidP="00852FF9">
            <w:pPr>
              <w:spacing w:before="120" w:after="120"/>
              <w:ind w:left="-58" w:right="-58"/>
              <w:jc w:val="center"/>
              <w:rPr>
                <w:noProof/>
                <w:sz w:val="16"/>
              </w:rPr>
            </w:pPr>
            <w:r>
              <w:rPr>
                <w:noProof/>
                <w:sz w:val="16"/>
              </w:rPr>
              <w:t>PVZ 25142/92</w:t>
            </w:r>
          </w:p>
        </w:tc>
        <w:tc>
          <w:tcPr>
            <w:tcW w:w="1561" w:type="dxa"/>
            <w:tcBorders>
              <w:top w:val="single" w:sz="6" w:space="0" w:color="auto"/>
              <w:left w:val="single" w:sz="6" w:space="0" w:color="auto"/>
              <w:bottom w:val="single" w:sz="6" w:space="0" w:color="auto"/>
              <w:right w:val="single" w:sz="6" w:space="0" w:color="auto"/>
            </w:tcBorders>
            <w:hideMark/>
          </w:tcPr>
          <w:p w14:paraId="27CF5EF1" w14:textId="77777777" w:rsidR="00F30D17" w:rsidRDefault="00F30D17" w:rsidP="00852FF9">
            <w:pPr>
              <w:spacing w:before="120" w:after="120"/>
              <w:ind w:left="-58" w:right="-58"/>
              <w:jc w:val="center"/>
              <w:rPr>
                <w:noProof/>
                <w:sz w:val="16"/>
              </w:rPr>
            </w:pPr>
            <w:r>
              <w:rPr>
                <w:noProof/>
                <w:sz w:val="16"/>
              </w:rPr>
              <w:t>O-57125-90</w:t>
            </w:r>
          </w:p>
          <w:p w14:paraId="597A1CCA" w14:textId="77777777" w:rsidR="00F30D17" w:rsidRDefault="00F30D17" w:rsidP="00852FF9">
            <w:pPr>
              <w:spacing w:before="120" w:after="120"/>
              <w:ind w:left="-58" w:right="-58"/>
              <w:jc w:val="center"/>
              <w:rPr>
                <w:noProof/>
                <w:sz w:val="16"/>
              </w:rPr>
            </w:pPr>
            <w:r>
              <w:rPr>
                <w:noProof/>
                <w:sz w:val="16"/>
              </w:rPr>
              <w:t>PVZ 25142/92</w:t>
            </w:r>
          </w:p>
        </w:tc>
        <w:tc>
          <w:tcPr>
            <w:tcW w:w="4796" w:type="dxa"/>
            <w:gridSpan w:val="2"/>
            <w:tcBorders>
              <w:top w:val="single" w:sz="6" w:space="0" w:color="auto"/>
              <w:left w:val="single" w:sz="6" w:space="0" w:color="auto"/>
              <w:bottom w:val="single" w:sz="6" w:space="0" w:color="auto"/>
              <w:right w:val="single" w:sz="6" w:space="0" w:color="auto"/>
            </w:tcBorders>
            <w:hideMark/>
          </w:tcPr>
          <w:p w14:paraId="3CAF5809" w14:textId="77777777" w:rsidR="00F30D17" w:rsidRDefault="00F30D17" w:rsidP="00852FF9">
            <w:pPr>
              <w:spacing w:before="120" w:after="60"/>
              <w:rPr>
                <w:sz w:val="16"/>
              </w:rPr>
            </w:pPr>
            <w:r>
              <w:rPr>
                <w:sz w:val="16"/>
              </w:rPr>
              <w:t xml:space="preserve">Used </w:t>
            </w:r>
            <w:r>
              <w:rPr>
                <w:noProof/>
                <w:sz w:val="16"/>
              </w:rPr>
              <w:t>until December 31, 1992</w:t>
            </w:r>
            <w:r>
              <w:rPr>
                <w:sz w:val="16"/>
              </w:rPr>
              <w:br/>
              <w:t>for</w:t>
            </w:r>
            <w:proofErr w:type="gramStart"/>
            <w:r>
              <w:rPr>
                <w:sz w:val="16"/>
              </w:rPr>
              <w:t xml:space="preserve">:  </w:t>
            </w:r>
            <w:r>
              <w:rPr>
                <w:noProof/>
                <w:sz w:val="16"/>
              </w:rPr>
              <w:t>Trademarks</w:t>
            </w:r>
            <w:proofErr w:type="gramEnd"/>
            <w:r>
              <w:rPr>
                <w:noProof/>
                <w:sz w:val="16"/>
              </w:rPr>
              <w:t>, Industrial Designs</w:t>
            </w:r>
          </w:p>
        </w:tc>
      </w:tr>
      <w:tr w:rsidR="00F30D17" w14:paraId="78FBA53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4B8F6CEE" w14:textId="77777777" w:rsidR="00F30D17" w:rsidRDefault="00F30D17" w:rsidP="00852FF9">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14:paraId="5852CE63" w14:textId="77777777" w:rsidR="00F30D17" w:rsidRDefault="00F30D17" w:rsidP="00F30D17">
            <w:pPr>
              <w:numPr>
                <w:ilvl w:val="0"/>
                <w:numId w:val="6"/>
              </w:numPr>
              <w:tabs>
                <w:tab w:val="clear" w:pos="680"/>
                <w:tab w:val="left" w:pos="284"/>
                <w:tab w:val="num" w:pos="373"/>
              </w:tabs>
              <w:spacing w:before="120" w:after="20"/>
              <w:ind w:left="1452" w:hanging="1449"/>
              <w:rPr>
                <w:sz w:val="16"/>
              </w:rPr>
            </w:pPr>
            <w:r>
              <w:rPr>
                <w:sz w:val="16"/>
              </w:rPr>
              <w:t>Description:  In the above examples</w:t>
            </w:r>
            <w:r>
              <w:rPr>
                <w:sz w:val="16"/>
              </w:rPr>
              <w:br/>
              <w:t>O-57125-90 – trademark application filed in 1990</w:t>
            </w:r>
            <w:r>
              <w:rPr>
                <w:sz w:val="16"/>
              </w:rPr>
              <w:br/>
              <w:t>V-25142/92 and PVZ 25142/92 – industrial design applications filed in 1992</w:t>
            </w:r>
          </w:p>
          <w:p w14:paraId="7BC48354" w14:textId="77777777" w:rsidR="00F30D17" w:rsidRDefault="00F30D17" w:rsidP="00F30D17">
            <w:pPr>
              <w:numPr>
                <w:ilvl w:val="0"/>
                <w:numId w:val="6"/>
              </w:numPr>
              <w:tabs>
                <w:tab w:val="clear" w:pos="680"/>
                <w:tab w:val="left" w:pos="284"/>
                <w:tab w:val="num" w:pos="373"/>
              </w:tabs>
              <w:spacing w:before="20" w:after="20"/>
              <w:ind w:left="2586" w:hanging="2586"/>
              <w:rPr>
                <w:sz w:val="16"/>
              </w:rPr>
            </w:pPr>
            <w:r>
              <w:rPr>
                <w:sz w:val="16"/>
              </w:rPr>
              <w:t>Code for the type of IP rights</w:t>
            </w:r>
            <w:proofErr w:type="gramStart"/>
            <w:r>
              <w:rPr>
                <w:sz w:val="16"/>
              </w:rPr>
              <w:t xml:space="preserve">:  </w:t>
            </w:r>
            <w:r>
              <w:rPr>
                <w:noProof/>
                <w:sz w:val="16"/>
              </w:rPr>
              <w:t>position</w:t>
            </w:r>
            <w:proofErr w:type="gramEnd"/>
            <w:r>
              <w:rPr>
                <w:noProof/>
                <w:sz w:val="16"/>
              </w:rPr>
              <w:t xml:space="preserve"> 1</w:t>
            </w:r>
            <w:r>
              <w:rPr>
                <w:sz w:val="16"/>
              </w:rPr>
              <w:t xml:space="preserve"> (or 1-3)</w:t>
            </w:r>
          </w:p>
          <w:p w14:paraId="3CEF25C7" w14:textId="77777777" w:rsidR="00F30D17" w:rsidRDefault="00F30D17" w:rsidP="00F30D17">
            <w:pPr>
              <w:numPr>
                <w:ilvl w:val="1"/>
                <w:numId w:val="6"/>
              </w:numPr>
              <w:tabs>
                <w:tab w:val="clear" w:pos="1245"/>
                <w:tab w:val="num" w:pos="1452"/>
                <w:tab w:val="left" w:leader="dot" w:pos="5705"/>
              </w:tabs>
              <w:spacing w:before="20" w:after="20"/>
              <w:ind w:left="1452" w:hanging="425"/>
              <w:rPr>
                <w:sz w:val="16"/>
              </w:rPr>
            </w:pPr>
            <w:r>
              <w:rPr>
                <w:noProof/>
                <w:sz w:val="16"/>
              </w:rPr>
              <w:t>Trademarks</w:t>
            </w:r>
            <w:proofErr w:type="gramStart"/>
            <w:r>
              <w:rPr>
                <w:sz w:val="16"/>
              </w:rPr>
              <w:tab/>
              <w:t xml:space="preserve">  </w:t>
            </w:r>
            <w:r>
              <w:rPr>
                <w:noProof/>
                <w:sz w:val="16"/>
              </w:rPr>
              <w:t>O</w:t>
            </w:r>
            <w:proofErr w:type="gramEnd"/>
          </w:p>
          <w:p w14:paraId="3D890B4D" w14:textId="77777777" w:rsidR="00F30D17" w:rsidRDefault="00F30D17" w:rsidP="00852FF9">
            <w:pPr>
              <w:tabs>
                <w:tab w:val="num" w:pos="1245"/>
                <w:tab w:val="left" w:leader="dot" w:pos="5546"/>
              </w:tabs>
              <w:spacing w:before="20" w:after="20"/>
              <w:ind w:left="4536"/>
              <w:rPr>
                <w:sz w:val="16"/>
              </w:rPr>
            </w:pPr>
            <w:r w:rsidRPr="0007323B">
              <w:rPr>
                <w:sz w:val="16"/>
              </w:rPr>
              <w:t>(</w:t>
            </w:r>
            <w:r>
              <w:rPr>
                <w:sz w:val="16"/>
              </w:rPr>
              <w:t xml:space="preserve">from Slovak </w:t>
            </w:r>
            <w:r w:rsidRPr="0007323B">
              <w:rPr>
                <w:sz w:val="16"/>
              </w:rPr>
              <w:t>"</w:t>
            </w:r>
            <w:proofErr w:type="spellStart"/>
            <w:r w:rsidRPr="00316244">
              <w:rPr>
                <w:sz w:val="16"/>
              </w:rPr>
              <w:t>Ochranná</w:t>
            </w:r>
            <w:proofErr w:type="spellEnd"/>
            <w:r w:rsidRPr="00316244">
              <w:rPr>
                <w:sz w:val="16"/>
              </w:rPr>
              <w:t xml:space="preserve"> </w:t>
            </w:r>
            <w:proofErr w:type="spellStart"/>
            <w:r w:rsidRPr="00316244">
              <w:rPr>
                <w:sz w:val="16"/>
              </w:rPr>
              <w:t>známka</w:t>
            </w:r>
            <w:proofErr w:type="spellEnd"/>
            <w:r w:rsidRPr="0007323B">
              <w:rPr>
                <w:sz w:val="16"/>
              </w:rPr>
              <w:t>")</w:t>
            </w:r>
          </w:p>
          <w:p w14:paraId="4D8351CD" w14:textId="77777777" w:rsidR="00F30D17" w:rsidRDefault="00F30D17" w:rsidP="00F30D17">
            <w:pPr>
              <w:numPr>
                <w:ilvl w:val="1"/>
                <w:numId w:val="6"/>
              </w:numPr>
              <w:tabs>
                <w:tab w:val="clear" w:pos="1245"/>
                <w:tab w:val="num" w:pos="1452"/>
                <w:tab w:val="left" w:leader="dot" w:pos="5705"/>
              </w:tabs>
              <w:spacing w:before="20" w:after="20"/>
              <w:ind w:left="1452" w:hanging="425"/>
              <w:rPr>
                <w:sz w:val="16"/>
              </w:rPr>
            </w:pPr>
            <w:r>
              <w:rPr>
                <w:noProof/>
                <w:sz w:val="16"/>
              </w:rPr>
              <w:t>Industrial designs</w:t>
            </w:r>
            <w:proofErr w:type="gramStart"/>
            <w:r>
              <w:rPr>
                <w:sz w:val="16"/>
              </w:rPr>
              <w:tab/>
              <w:t xml:space="preserve">  </w:t>
            </w:r>
            <w:r>
              <w:rPr>
                <w:noProof/>
                <w:sz w:val="16"/>
              </w:rPr>
              <w:t>PVZ</w:t>
            </w:r>
            <w:proofErr w:type="gramEnd"/>
            <w:r>
              <w:rPr>
                <w:noProof/>
                <w:sz w:val="16"/>
              </w:rPr>
              <w:t xml:space="preserve"> or V</w:t>
            </w:r>
          </w:p>
          <w:p w14:paraId="41E61497" w14:textId="77777777" w:rsidR="00F30D17" w:rsidRDefault="00F30D17" w:rsidP="00852FF9">
            <w:pPr>
              <w:tabs>
                <w:tab w:val="num" w:pos="1245"/>
                <w:tab w:val="left" w:leader="dot" w:pos="5546"/>
              </w:tabs>
              <w:spacing w:before="20" w:after="20"/>
              <w:ind w:left="4536"/>
              <w:rPr>
                <w:sz w:val="16"/>
              </w:rPr>
            </w:pPr>
            <w:r w:rsidRPr="0007323B">
              <w:rPr>
                <w:sz w:val="16"/>
              </w:rPr>
              <w:t>(</w:t>
            </w:r>
            <w:r>
              <w:rPr>
                <w:sz w:val="16"/>
              </w:rPr>
              <w:t xml:space="preserve">from Slovak </w:t>
            </w:r>
            <w:r w:rsidRPr="0007323B">
              <w:rPr>
                <w:sz w:val="16"/>
              </w:rPr>
              <w:t>"</w:t>
            </w:r>
            <w:proofErr w:type="spellStart"/>
            <w:r>
              <w:rPr>
                <w:sz w:val="16"/>
              </w:rPr>
              <w:t>Priemyselný</w:t>
            </w:r>
            <w:proofErr w:type="spellEnd"/>
            <w:r>
              <w:rPr>
                <w:sz w:val="16"/>
              </w:rPr>
              <w:t xml:space="preserve"> </w:t>
            </w:r>
            <w:proofErr w:type="spellStart"/>
            <w:r>
              <w:rPr>
                <w:sz w:val="16"/>
              </w:rPr>
              <w:t>vzor</w:t>
            </w:r>
            <w:proofErr w:type="spellEnd"/>
            <w:r w:rsidRPr="0007323B">
              <w:rPr>
                <w:sz w:val="16"/>
              </w:rPr>
              <w:t>")</w:t>
            </w:r>
          </w:p>
          <w:p w14:paraId="32B0CD02"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Year designation</w:t>
            </w:r>
            <w:proofErr w:type="gramStart"/>
            <w:r>
              <w:rPr>
                <w:sz w:val="16"/>
              </w:rPr>
              <w:t xml:space="preserve">:  </w:t>
            </w:r>
            <w:r>
              <w:rPr>
                <w:sz w:val="16"/>
              </w:rPr>
              <w:tab/>
            </w:r>
            <w:proofErr w:type="gramEnd"/>
            <w:r>
              <w:rPr>
                <w:sz w:val="16"/>
              </w:rPr>
              <w:t xml:space="preserve">two digits in </w:t>
            </w:r>
            <w:r>
              <w:rPr>
                <w:noProof/>
                <w:sz w:val="16"/>
              </w:rPr>
              <w:t>positions 7-8 (or 9-10) indicate the year of filing according to Gregorian calendar</w:t>
            </w:r>
          </w:p>
          <w:p w14:paraId="43B58BA2" w14:textId="77777777" w:rsidR="00F30D17" w:rsidRDefault="00F30D17" w:rsidP="00F30D17">
            <w:pPr>
              <w:numPr>
                <w:ilvl w:val="0"/>
                <w:numId w:val="6"/>
              </w:numPr>
              <w:tabs>
                <w:tab w:val="clear" w:pos="680"/>
                <w:tab w:val="left" w:pos="284"/>
                <w:tab w:val="num" w:pos="327"/>
                <w:tab w:val="num" w:pos="373"/>
              </w:tabs>
              <w:spacing w:before="20" w:after="20"/>
              <w:ind w:left="2445" w:hanging="2445"/>
              <w:rPr>
                <w:sz w:val="16"/>
              </w:rPr>
            </w:pPr>
            <w:r>
              <w:rPr>
                <w:sz w:val="16"/>
              </w:rPr>
              <w:t>Serial number</w:t>
            </w:r>
            <w:proofErr w:type="gramStart"/>
            <w:r>
              <w:rPr>
                <w:sz w:val="16"/>
              </w:rPr>
              <w:t xml:space="preserve">:  </w:t>
            </w:r>
            <w:r>
              <w:rPr>
                <w:sz w:val="16"/>
              </w:rPr>
              <w:tab/>
            </w:r>
            <w:proofErr w:type="gramEnd"/>
            <w:r>
              <w:rPr>
                <w:sz w:val="16"/>
              </w:rPr>
              <w:t>v</w:t>
            </w:r>
            <w:r>
              <w:rPr>
                <w:noProof/>
                <w:sz w:val="16"/>
              </w:rPr>
              <w:t>ariable</w:t>
            </w:r>
            <w:r>
              <w:rPr>
                <w:sz w:val="16"/>
              </w:rPr>
              <w:t xml:space="preserve"> length in </w:t>
            </w:r>
            <w:r>
              <w:rPr>
                <w:noProof/>
                <w:sz w:val="16"/>
              </w:rPr>
              <w:t>positions 2-6 or 4-8 (between code for the type of IPR and the year designation).  The serial number was allotted in continuous ascending order.</w:t>
            </w:r>
          </w:p>
          <w:p w14:paraId="26BAB1C0"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Code for internal use</w:t>
            </w:r>
            <w:proofErr w:type="gramStart"/>
            <w:r>
              <w:rPr>
                <w:sz w:val="16"/>
              </w:rPr>
              <w:t xml:space="preserve">:  </w:t>
            </w:r>
            <w:r>
              <w:rPr>
                <w:sz w:val="16"/>
              </w:rPr>
              <w:tab/>
            </w:r>
            <w:proofErr w:type="gramEnd"/>
            <w:r>
              <w:rPr>
                <w:noProof/>
                <w:sz w:val="16"/>
              </w:rPr>
              <w:t>N/A</w:t>
            </w:r>
          </w:p>
          <w:p w14:paraId="6341DBCE" w14:textId="77777777" w:rsidR="00F30D17" w:rsidRDefault="00F30D17" w:rsidP="00F30D17">
            <w:pPr>
              <w:numPr>
                <w:ilvl w:val="0"/>
                <w:numId w:val="6"/>
              </w:numPr>
              <w:tabs>
                <w:tab w:val="clear" w:pos="680"/>
                <w:tab w:val="left" w:pos="284"/>
                <w:tab w:val="num" w:pos="373"/>
              </w:tabs>
              <w:spacing w:before="20" w:after="120"/>
              <w:ind w:left="2444" w:hanging="2444"/>
              <w:rPr>
                <w:sz w:val="16"/>
              </w:rPr>
            </w:pPr>
            <w:r>
              <w:rPr>
                <w:sz w:val="16"/>
              </w:rPr>
              <w:t>Control number/Check digit</w:t>
            </w:r>
            <w:proofErr w:type="gramStart"/>
            <w:r>
              <w:rPr>
                <w:sz w:val="16"/>
              </w:rPr>
              <w:t xml:space="preserve">:  </w:t>
            </w:r>
            <w:r>
              <w:rPr>
                <w:sz w:val="16"/>
              </w:rPr>
              <w:tab/>
            </w:r>
            <w:proofErr w:type="gramEnd"/>
            <w:r>
              <w:rPr>
                <w:noProof/>
                <w:sz w:val="16"/>
              </w:rPr>
              <w:t>N/A</w:t>
            </w:r>
          </w:p>
          <w:p w14:paraId="709A4B7E" w14:textId="77777777" w:rsidR="00F30D17" w:rsidRDefault="00F30D17" w:rsidP="00852FF9">
            <w:pPr>
              <w:tabs>
                <w:tab w:val="left" w:pos="284"/>
              </w:tabs>
              <w:spacing w:before="20" w:after="20"/>
              <w:rPr>
                <w:sz w:val="16"/>
              </w:rPr>
            </w:pPr>
            <w:r>
              <w:rPr>
                <w:noProof/>
                <w:sz w:val="16"/>
              </w:rPr>
              <w:t>Further remarks:</w:t>
            </w:r>
            <w:r>
              <w:rPr>
                <w:noProof/>
                <w:sz w:val="16"/>
              </w:rPr>
              <w:br/>
            </w:r>
            <w:r w:rsidRPr="00FF44AF">
              <w:rPr>
                <w:sz w:val="16"/>
              </w:rPr>
              <w:t>Between the</w:t>
            </w:r>
            <w:r>
              <w:rPr>
                <w:sz w:val="16"/>
              </w:rPr>
              <w:t xml:space="preserve"> code for the</w:t>
            </w:r>
            <w:r w:rsidRPr="00FF44AF">
              <w:rPr>
                <w:sz w:val="16"/>
              </w:rPr>
              <w:t xml:space="preserve"> type of IPR and the serial number there is a hyphen (or space) and between the serial</w:t>
            </w:r>
            <w:r>
              <w:rPr>
                <w:sz w:val="16"/>
              </w:rPr>
              <w:t xml:space="preserve"> </w:t>
            </w:r>
            <w:r w:rsidRPr="00FF44AF">
              <w:rPr>
                <w:sz w:val="16"/>
              </w:rPr>
              <w:t>number and the year designation there is a hyphen or slash.</w:t>
            </w:r>
          </w:p>
          <w:p w14:paraId="6A4F22EC" w14:textId="77777777" w:rsidR="00F30D17" w:rsidRDefault="00F30D17" w:rsidP="00852FF9">
            <w:pPr>
              <w:spacing w:before="120" w:after="20"/>
              <w:ind w:left="510" w:hanging="510"/>
              <w:rPr>
                <w:sz w:val="16"/>
              </w:rPr>
            </w:pPr>
            <w:r>
              <w:rPr>
                <w:sz w:val="16"/>
              </w:rPr>
              <w:t>Note:</w:t>
            </w:r>
            <w:r>
              <w:rPr>
                <w:sz w:val="16"/>
              </w:rPr>
              <w:tab/>
              <w:t>Separators used (hyphen, slash) are not counted for defining the position of elements of the application number.</w:t>
            </w:r>
          </w:p>
        </w:tc>
      </w:tr>
      <w:tr w:rsidR="00F30D17" w14:paraId="7D50DF34"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8FDA430" w14:textId="77777777" w:rsidR="00F30D17" w:rsidRDefault="00F30D17" w:rsidP="00852FF9">
            <w:pPr>
              <w:keepNext/>
              <w:spacing w:before="120"/>
              <w:ind w:left="-57" w:right="-57"/>
              <w:jc w:val="center"/>
              <w:rPr>
                <w:b/>
                <w:noProof/>
                <w:sz w:val="16"/>
                <w:szCs w:val="16"/>
              </w:rPr>
            </w:pPr>
            <w:r>
              <w:rPr>
                <w:b/>
                <w:noProof/>
                <w:sz w:val="16"/>
                <w:szCs w:val="16"/>
              </w:rPr>
              <w:t>SU</w:t>
            </w:r>
          </w:p>
          <w:p w14:paraId="6590BFA5" w14:textId="77777777" w:rsidR="00F30D17" w:rsidRDefault="00F30D17" w:rsidP="00852FF9">
            <w:pPr>
              <w:spacing w:before="120"/>
              <w:ind w:left="-57" w:right="-57"/>
              <w:jc w:val="center"/>
              <w:rPr>
                <w:b/>
                <w:sz w:val="16"/>
                <w:szCs w:val="16"/>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14:paraId="7D150098" w14:textId="77777777" w:rsidR="00F30D17" w:rsidRDefault="00F30D17" w:rsidP="00852FF9">
            <w:pPr>
              <w:spacing w:before="120" w:after="120"/>
              <w:ind w:left="-58" w:right="-58"/>
              <w:jc w:val="center"/>
              <w:rPr>
                <w:noProof/>
                <w:sz w:val="16"/>
              </w:rPr>
            </w:pPr>
            <w:r w:rsidRPr="00E776D6">
              <w:rPr>
                <w:noProof/>
                <w:sz w:val="16"/>
              </w:rPr>
              <w:t>64421</w:t>
            </w:r>
          </w:p>
          <w:p w14:paraId="29C4B763" w14:textId="77777777" w:rsidR="00F30D17" w:rsidRPr="00E776D6" w:rsidRDefault="00F30D17" w:rsidP="00852FF9">
            <w:pPr>
              <w:spacing w:before="120" w:after="120"/>
              <w:ind w:left="-58" w:right="-58"/>
              <w:jc w:val="center"/>
              <w:rPr>
                <w:noProof/>
                <w:sz w:val="16"/>
              </w:rPr>
            </w:pPr>
            <w:r w:rsidRPr="00E776D6">
              <w:rPr>
                <w:sz w:val="16"/>
              </w:rPr>
              <w:t>21189</w:t>
            </w:r>
          </w:p>
        </w:tc>
        <w:tc>
          <w:tcPr>
            <w:tcW w:w="1561" w:type="dxa"/>
            <w:tcBorders>
              <w:top w:val="single" w:sz="6" w:space="0" w:color="auto"/>
              <w:left w:val="single" w:sz="6" w:space="0" w:color="auto"/>
              <w:bottom w:val="single" w:sz="6" w:space="0" w:color="auto"/>
              <w:right w:val="single" w:sz="6" w:space="0" w:color="auto"/>
            </w:tcBorders>
          </w:tcPr>
          <w:p w14:paraId="7ABC27A7" w14:textId="77777777" w:rsidR="00F30D17" w:rsidRPr="00736938" w:rsidRDefault="00F30D17" w:rsidP="00852FF9">
            <w:pPr>
              <w:spacing w:before="120" w:after="120"/>
              <w:ind w:left="-58" w:right="-58"/>
              <w:jc w:val="center"/>
              <w:rPr>
                <w:noProof/>
                <w:spacing w:val="-4"/>
                <w:sz w:val="16"/>
                <w:highlight w:val="lightGray"/>
              </w:rPr>
            </w:pPr>
            <w:r w:rsidRPr="00E776D6">
              <w:rPr>
                <w:noProof/>
                <w:sz w:val="16"/>
              </w:rPr>
              <w:t xml:space="preserve">For this type of </w:t>
            </w:r>
            <w:r>
              <w:rPr>
                <w:noProof/>
                <w:sz w:val="16"/>
              </w:rPr>
              <w:t>IP</w:t>
            </w:r>
            <w:r w:rsidRPr="00E776D6">
              <w:rPr>
                <w:noProof/>
                <w:sz w:val="16"/>
              </w:rPr>
              <w:t xml:space="preserve"> rights</w:t>
            </w:r>
            <w:r>
              <w:rPr>
                <w:noProof/>
                <w:sz w:val="16"/>
              </w:rPr>
              <w:t>,</w:t>
            </w:r>
            <w:r w:rsidRPr="00E776D6">
              <w:rPr>
                <w:noProof/>
                <w:sz w:val="16"/>
              </w:rPr>
              <w:t xml:space="preserve">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14:paraId="1F4A37F1" w14:textId="77777777" w:rsidR="00F30D17" w:rsidRPr="00736938" w:rsidRDefault="00F30D17" w:rsidP="00852FF9">
            <w:pPr>
              <w:spacing w:before="120" w:after="60"/>
              <w:ind w:right="-57"/>
              <w:rPr>
                <w:noProof/>
                <w:sz w:val="16"/>
                <w:highlight w:val="lightGray"/>
              </w:rPr>
            </w:pPr>
            <w:r w:rsidRPr="00E776D6">
              <w:rPr>
                <w:sz w:val="16"/>
              </w:rPr>
              <w:t>Used from January 1, 1965</w:t>
            </w:r>
            <w:r>
              <w:rPr>
                <w:sz w:val="16"/>
              </w:rPr>
              <w:t>,</w:t>
            </w:r>
            <w:r w:rsidRPr="00E776D6">
              <w:rPr>
                <w:sz w:val="16"/>
              </w:rPr>
              <w:t xml:space="preserve"> to December 31, 1991</w:t>
            </w:r>
            <w:r w:rsidRPr="00E776D6">
              <w:rPr>
                <w:sz w:val="16"/>
              </w:rPr>
              <w:br/>
              <w:t>for</w:t>
            </w:r>
            <w:proofErr w:type="gramStart"/>
            <w:r w:rsidRPr="00E776D6">
              <w:rPr>
                <w:sz w:val="16"/>
              </w:rPr>
              <w:t>:  Design</w:t>
            </w:r>
            <w:proofErr w:type="gramEnd"/>
            <w:r w:rsidRPr="00E776D6">
              <w:rPr>
                <w:sz w:val="16"/>
              </w:rPr>
              <w:t xml:space="preserve"> patents, </w:t>
            </w:r>
            <w:proofErr w:type="gramStart"/>
            <w:r w:rsidRPr="00E776D6">
              <w:rPr>
                <w:sz w:val="16"/>
              </w:rPr>
              <w:t>International</w:t>
            </w:r>
            <w:proofErr w:type="gramEnd"/>
            <w:r w:rsidRPr="00E776D6">
              <w:rPr>
                <w:sz w:val="16"/>
              </w:rPr>
              <w:t xml:space="preserve"> utility model applications under the PCT (PCT applications in the national phase)</w:t>
            </w:r>
            <w:r>
              <w:rPr>
                <w:sz w:val="16"/>
              </w:rPr>
              <w:t xml:space="preserve">, </w:t>
            </w:r>
            <w:r w:rsidRPr="00E776D6">
              <w:rPr>
                <w:sz w:val="16"/>
              </w:rPr>
              <w:t>Industrial Design Certificate</w:t>
            </w:r>
            <w:r>
              <w:rPr>
                <w:sz w:val="16"/>
              </w:rPr>
              <w:t>s</w:t>
            </w:r>
          </w:p>
        </w:tc>
      </w:tr>
      <w:tr w:rsidR="00F30D17" w14:paraId="222EEFA6"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228FD91C" w14:textId="77777777" w:rsidR="00F30D17" w:rsidRPr="00736938" w:rsidRDefault="00F30D17" w:rsidP="00852FF9">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0388CD89" w14:textId="77777777" w:rsidR="00F30D17" w:rsidRDefault="00F30D17" w:rsidP="00F30D17">
            <w:pPr>
              <w:numPr>
                <w:ilvl w:val="0"/>
                <w:numId w:val="12"/>
              </w:numPr>
              <w:tabs>
                <w:tab w:val="left" w:pos="284"/>
              </w:tabs>
              <w:spacing w:before="20" w:after="20"/>
              <w:ind w:hanging="410"/>
              <w:rPr>
                <w:sz w:val="16"/>
              </w:rPr>
            </w:pPr>
            <w:r w:rsidRPr="00E776D6">
              <w:rPr>
                <w:sz w:val="16"/>
              </w:rPr>
              <w:t>Description</w:t>
            </w:r>
            <w:proofErr w:type="gramStart"/>
            <w:r w:rsidRPr="00E776D6">
              <w:rPr>
                <w:sz w:val="16"/>
              </w:rPr>
              <w:t>:</w:t>
            </w:r>
            <w:r>
              <w:rPr>
                <w:sz w:val="16"/>
              </w:rPr>
              <w:t xml:space="preserve">  </w:t>
            </w:r>
            <w:r w:rsidRPr="00E776D6">
              <w:rPr>
                <w:sz w:val="16"/>
              </w:rPr>
              <w:t>In</w:t>
            </w:r>
            <w:proofErr w:type="gramEnd"/>
            <w:r w:rsidRPr="00E776D6">
              <w:rPr>
                <w:sz w:val="16"/>
              </w:rPr>
              <w:t xml:space="preserve"> the above examples</w:t>
            </w:r>
            <w:proofErr w:type="gramStart"/>
            <w:r w:rsidRPr="00E776D6">
              <w:rPr>
                <w:sz w:val="16"/>
              </w:rPr>
              <w:t>:</w:t>
            </w:r>
            <w:r>
              <w:rPr>
                <w:sz w:val="16"/>
              </w:rPr>
              <w:t xml:space="preserve"> </w:t>
            </w:r>
            <w:r w:rsidRPr="00E776D6">
              <w:rPr>
                <w:sz w:val="16"/>
              </w:rPr>
              <w:t xml:space="preserve"> 21189</w:t>
            </w:r>
            <w:proofErr w:type="gramEnd"/>
            <w:r w:rsidRPr="00E776D6">
              <w:rPr>
                <w:sz w:val="16"/>
              </w:rPr>
              <w:t xml:space="preserve"> - Design patent application with serial number 21189</w:t>
            </w:r>
            <w:r>
              <w:rPr>
                <w:sz w:val="16"/>
              </w:rPr>
              <w:t>.</w:t>
            </w:r>
          </w:p>
          <w:p w14:paraId="3241A363" w14:textId="77777777" w:rsidR="00F30D17" w:rsidRPr="00E776D6" w:rsidRDefault="00F30D17" w:rsidP="00F30D17">
            <w:pPr>
              <w:numPr>
                <w:ilvl w:val="0"/>
                <w:numId w:val="6"/>
              </w:numPr>
              <w:tabs>
                <w:tab w:val="clear" w:pos="680"/>
                <w:tab w:val="left" w:pos="284"/>
                <w:tab w:val="num" w:pos="373"/>
              </w:tabs>
              <w:spacing w:before="20" w:after="20"/>
              <w:ind w:left="2586" w:hanging="2586"/>
              <w:rPr>
                <w:sz w:val="16"/>
              </w:rPr>
            </w:pPr>
            <w:r w:rsidRPr="00E776D6">
              <w:rPr>
                <w:sz w:val="16"/>
              </w:rPr>
              <w:t>Co</w:t>
            </w:r>
            <w:r>
              <w:rPr>
                <w:sz w:val="16"/>
              </w:rPr>
              <w:t>de for the type of IP rights</w:t>
            </w:r>
            <w:proofErr w:type="gramStart"/>
            <w:r>
              <w:rPr>
                <w:sz w:val="16"/>
              </w:rPr>
              <w:t xml:space="preserve">:  </w:t>
            </w:r>
            <w:r w:rsidRPr="00E776D6">
              <w:rPr>
                <w:sz w:val="16"/>
              </w:rPr>
              <w:t>N</w:t>
            </w:r>
            <w:proofErr w:type="gramEnd"/>
            <w:r w:rsidRPr="00E776D6">
              <w:rPr>
                <w:sz w:val="16"/>
              </w:rPr>
              <w:t>/A</w:t>
            </w:r>
          </w:p>
          <w:p w14:paraId="1B25E3A9"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Year designation</w:t>
            </w:r>
            <w:proofErr w:type="gramStart"/>
            <w:r w:rsidRPr="00E776D6">
              <w:rPr>
                <w:sz w:val="16"/>
              </w:rPr>
              <w:t xml:space="preserve">:  </w:t>
            </w:r>
            <w:r w:rsidRPr="00E776D6">
              <w:rPr>
                <w:sz w:val="16"/>
              </w:rPr>
              <w:tab/>
            </w:r>
            <w:proofErr w:type="gramEnd"/>
            <w:r w:rsidRPr="00E776D6">
              <w:rPr>
                <w:sz w:val="16"/>
              </w:rPr>
              <w:t>N/A</w:t>
            </w:r>
          </w:p>
          <w:p w14:paraId="179B83F1"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Serial number</w:t>
            </w:r>
            <w:proofErr w:type="gramStart"/>
            <w:r w:rsidRPr="00E776D6">
              <w:rPr>
                <w:sz w:val="16"/>
              </w:rPr>
              <w:t xml:space="preserve">:  </w:t>
            </w:r>
            <w:r w:rsidRPr="00E776D6">
              <w:rPr>
                <w:sz w:val="16"/>
              </w:rPr>
              <w:tab/>
            </w:r>
            <w:proofErr w:type="gramEnd"/>
            <w:r w:rsidRPr="00E776D6">
              <w:rPr>
                <w:sz w:val="16"/>
              </w:rPr>
              <w:t>variable length, continuous numbering, last part of the number.</w:t>
            </w:r>
          </w:p>
          <w:p w14:paraId="44217B35"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Code for internal use</w:t>
            </w:r>
            <w:proofErr w:type="gramStart"/>
            <w:r w:rsidRPr="00E776D6">
              <w:rPr>
                <w:sz w:val="16"/>
              </w:rPr>
              <w:t xml:space="preserve">:  </w:t>
            </w:r>
            <w:r w:rsidRPr="00E776D6">
              <w:rPr>
                <w:sz w:val="16"/>
              </w:rPr>
              <w:tab/>
            </w:r>
            <w:proofErr w:type="gramEnd"/>
            <w:r w:rsidRPr="00E776D6">
              <w:rPr>
                <w:sz w:val="16"/>
              </w:rPr>
              <w:t>N/A</w:t>
            </w:r>
          </w:p>
          <w:p w14:paraId="5380851B"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Control number/Check digit</w:t>
            </w:r>
            <w:proofErr w:type="gramStart"/>
            <w:r w:rsidRPr="00E776D6">
              <w:rPr>
                <w:sz w:val="16"/>
              </w:rPr>
              <w:t xml:space="preserve">:  </w:t>
            </w:r>
            <w:r w:rsidRPr="00E776D6">
              <w:rPr>
                <w:sz w:val="16"/>
              </w:rPr>
              <w:tab/>
            </w:r>
            <w:proofErr w:type="gramEnd"/>
            <w:r w:rsidRPr="00E776D6">
              <w:rPr>
                <w:sz w:val="16"/>
              </w:rPr>
              <w:t>N/A</w:t>
            </w:r>
          </w:p>
          <w:p w14:paraId="047F4962" w14:textId="77777777" w:rsidR="00F30D17" w:rsidRPr="00E776D6" w:rsidRDefault="00F30D17" w:rsidP="00852FF9">
            <w:pPr>
              <w:tabs>
                <w:tab w:val="left" w:pos="284"/>
              </w:tabs>
              <w:spacing w:before="120" w:after="20"/>
              <w:rPr>
                <w:sz w:val="16"/>
              </w:rPr>
            </w:pPr>
            <w:r w:rsidRPr="00E776D6">
              <w:rPr>
                <w:sz w:val="16"/>
              </w:rPr>
              <w:t>Further remarks:</w:t>
            </w:r>
            <w:r>
              <w:rPr>
                <w:sz w:val="16"/>
              </w:rPr>
              <w:t xml:space="preserve">  </w:t>
            </w:r>
            <w:r>
              <w:rPr>
                <w:sz w:val="16"/>
              </w:rPr>
              <w:br/>
            </w:r>
            <w:r w:rsidRPr="00E776D6">
              <w:rPr>
                <w:noProof/>
                <w:sz w:val="16"/>
              </w:rPr>
              <w:t xml:space="preserve">Machine–readable presentation of application numbers </w:t>
            </w:r>
            <w:r>
              <w:rPr>
                <w:noProof/>
                <w:sz w:val="16"/>
              </w:rPr>
              <w:t>is</w:t>
            </w:r>
            <w:r w:rsidRPr="00E776D6">
              <w:rPr>
                <w:noProof/>
                <w:sz w:val="16"/>
              </w:rPr>
              <w:t xml:space="preserve"> the same as print presentation described above.</w:t>
            </w:r>
          </w:p>
        </w:tc>
      </w:tr>
      <w:tr w:rsidR="00F30D17" w14:paraId="37246248"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7DAC6BDF" w14:textId="77777777" w:rsidR="00F30D17" w:rsidRDefault="00F30D17" w:rsidP="00852FF9">
            <w:pPr>
              <w:keepNext/>
              <w:spacing w:before="120"/>
              <w:ind w:left="-57" w:right="-57"/>
              <w:jc w:val="center"/>
              <w:rPr>
                <w:b/>
                <w:noProof/>
                <w:sz w:val="16"/>
                <w:szCs w:val="16"/>
              </w:rPr>
            </w:pPr>
            <w:r>
              <w:rPr>
                <w:b/>
                <w:noProof/>
                <w:sz w:val="16"/>
                <w:szCs w:val="16"/>
              </w:rPr>
              <w:t>SU</w:t>
            </w:r>
          </w:p>
          <w:p w14:paraId="5AB34F88" w14:textId="77777777" w:rsidR="00F30D17" w:rsidRPr="00736938" w:rsidRDefault="00F30D17" w:rsidP="00852FF9">
            <w:pPr>
              <w:spacing w:before="120"/>
              <w:ind w:left="-57" w:right="-57"/>
              <w:jc w:val="center"/>
              <w:rPr>
                <w:b/>
                <w:sz w:val="16"/>
                <w:szCs w:val="16"/>
                <w:highlight w:val="lightGray"/>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14:paraId="2BFF089F" w14:textId="77777777" w:rsidR="00F30D17" w:rsidRPr="00736938" w:rsidRDefault="00F30D17" w:rsidP="00852FF9">
            <w:pPr>
              <w:spacing w:before="120" w:after="120"/>
              <w:ind w:left="-58" w:right="-58"/>
              <w:jc w:val="center"/>
              <w:rPr>
                <w:noProof/>
                <w:sz w:val="16"/>
                <w:highlight w:val="lightGray"/>
              </w:rPr>
            </w:pPr>
            <w:r w:rsidRPr="00E776D6">
              <w:rPr>
                <w:noProof/>
                <w:sz w:val="16"/>
              </w:rPr>
              <w:t>182</w:t>
            </w:r>
          </w:p>
        </w:tc>
        <w:tc>
          <w:tcPr>
            <w:tcW w:w="1561" w:type="dxa"/>
            <w:tcBorders>
              <w:top w:val="single" w:sz="6" w:space="0" w:color="auto"/>
              <w:left w:val="single" w:sz="6" w:space="0" w:color="auto"/>
              <w:bottom w:val="single" w:sz="6" w:space="0" w:color="auto"/>
              <w:right w:val="single" w:sz="6" w:space="0" w:color="auto"/>
            </w:tcBorders>
          </w:tcPr>
          <w:p w14:paraId="71FA8B08" w14:textId="77777777" w:rsidR="00F30D17" w:rsidRPr="00736938" w:rsidRDefault="00F30D17" w:rsidP="00852FF9">
            <w:pPr>
              <w:spacing w:before="120" w:after="120"/>
              <w:ind w:left="-58" w:right="-58"/>
              <w:jc w:val="center"/>
              <w:rPr>
                <w:noProof/>
                <w:spacing w:val="-4"/>
                <w:sz w:val="16"/>
                <w:highlight w:val="lightGray"/>
              </w:rPr>
            </w:pPr>
            <w:r w:rsidRPr="00E776D6">
              <w:rPr>
                <w:noProof/>
                <w:sz w:val="16"/>
              </w:rPr>
              <w:t xml:space="preserve">For this type of </w:t>
            </w:r>
            <w:r>
              <w:rPr>
                <w:noProof/>
                <w:sz w:val="16"/>
              </w:rPr>
              <w:t>IP</w:t>
            </w:r>
            <w:r w:rsidRPr="00E776D6">
              <w:rPr>
                <w:noProof/>
                <w:sz w:val="16"/>
              </w:rPr>
              <w:t xml:space="preserve"> rights</w:t>
            </w:r>
            <w:r>
              <w:rPr>
                <w:noProof/>
                <w:sz w:val="16"/>
              </w:rPr>
              <w:t>,</w:t>
            </w:r>
            <w:r w:rsidRPr="00E776D6">
              <w:rPr>
                <w:noProof/>
                <w:sz w:val="16"/>
              </w:rPr>
              <w:t xml:space="preserve">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14:paraId="33B4B8DA" w14:textId="77777777" w:rsidR="00F30D17" w:rsidRPr="00E776D6" w:rsidRDefault="00F30D17" w:rsidP="00852FF9">
            <w:pPr>
              <w:spacing w:before="120" w:after="60"/>
              <w:ind w:right="-57"/>
              <w:rPr>
                <w:sz w:val="16"/>
              </w:rPr>
            </w:pPr>
            <w:r w:rsidRPr="00E776D6">
              <w:rPr>
                <w:sz w:val="16"/>
              </w:rPr>
              <w:t>Used from January 1, 1990</w:t>
            </w:r>
            <w:r>
              <w:rPr>
                <w:sz w:val="16"/>
              </w:rPr>
              <w:t>,</w:t>
            </w:r>
            <w:r w:rsidRPr="00E776D6">
              <w:rPr>
                <w:sz w:val="16"/>
              </w:rPr>
              <w:t xml:space="preserve"> to December 31, 1991</w:t>
            </w:r>
            <w:r w:rsidRPr="00E776D6">
              <w:rPr>
                <w:sz w:val="16"/>
              </w:rPr>
              <w:br/>
              <w:t>for</w:t>
            </w:r>
            <w:proofErr w:type="gramStart"/>
            <w:r w:rsidRPr="00E776D6">
              <w:rPr>
                <w:sz w:val="16"/>
              </w:rPr>
              <w:t>:  Layout</w:t>
            </w:r>
            <w:proofErr w:type="gramEnd"/>
            <w:r w:rsidRPr="00E776D6">
              <w:rPr>
                <w:sz w:val="16"/>
              </w:rPr>
              <w:t>-designs (topographies) of integrated circuits</w:t>
            </w:r>
            <w:r>
              <w:rPr>
                <w:sz w:val="16"/>
              </w:rPr>
              <w:t xml:space="preserve">, </w:t>
            </w:r>
            <w:r w:rsidRPr="00E776D6">
              <w:rPr>
                <w:sz w:val="16"/>
              </w:rPr>
              <w:t>Computer Programs Databases</w:t>
            </w:r>
          </w:p>
        </w:tc>
      </w:tr>
      <w:tr w:rsidR="00F30D17" w14:paraId="35A06D3E"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9DB2AE4" w14:textId="77777777" w:rsidR="00F30D17" w:rsidRPr="00736938" w:rsidRDefault="00F30D17" w:rsidP="00852FF9">
            <w:pPr>
              <w:rPr>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3809324A" w14:textId="77777777" w:rsidR="00F30D17" w:rsidRPr="00E776D6" w:rsidRDefault="00F30D17" w:rsidP="00F30D17">
            <w:pPr>
              <w:numPr>
                <w:ilvl w:val="0"/>
                <w:numId w:val="6"/>
              </w:numPr>
              <w:tabs>
                <w:tab w:val="clear" w:pos="680"/>
                <w:tab w:val="left" w:pos="284"/>
                <w:tab w:val="num" w:pos="373"/>
              </w:tabs>
              <w:spacing w:before="120" w:after="20"/>
              <w:ind w:left="2586" w:hanging="2586"/>
              <w:rPr>
                <w:sz w:val="16"/>
              </w:rPr>
            </w:pPr>
            <w:r w:rsidRPr="00E776D6">
              <w:rPr>
                <w:sz w:val="16"/>
              </w:rPr>
              <w:t>Description</w:t>
            </w:r>
            <w:proofErr w:type="gramStart"/>
            <w:r w:rsidRPr="00E776D6">
              <w:rPr>
                <w:sz w:val="16"/>
              </w:rPr>
              <w:t>:</w:t>
            </w:r>
            <w:r>
              <w:rPr>
                <w:sz w:val="16"/>
              </w:rPr>
              <w:t xml:space="preserve">  </w:t>
            </w:r>
            <w:r w:rsidRPr="00E776D6">
              <w:rPr>
                <w:sz w:val="16"/>
              </w:rPr>
              <w:t>NNN</w:t>
            </w:r>
            <w:proofErr w:type="gramEnd"/>
            <w:r w:rsidRPr="00E776D6">
              <w:rPr>
                <w:sz w:val="16"/>
              </w:rPr>
              <w:t>, where NNN is a serial number</w:t>
            </w:r>
          </w:p>
          <w:p w14:paraId="53DB02F8" w14:textId="77777777" w:rsidR="00F30D17" w:rsidRPr="00E776D6" w:rsidRDefault="00F30D17" w:rsidP="00F30D17">
            <w:pPr>
              <w:numPr>
                <w:ilvl w:val="0"/>
                <w:numId w:val="6"/>
              </w:numPr>
              <w:tabs>
                <w:tab w:val="clear" w:pos="680"/>
                <w:tab w:val="left" w:pos="284"/>
                <w:tab w:val="num" w:pos="373"/>
              </w:tabs>
              <w:spacing w:before="20" w:after="20"/>
              <w:ind w:left="2586" w:hanging="2586"/>
              <w:rPr>
                <w:sz w:val="16"/>
              </w:rPr>
            </w:pPr>
            <w:r w:rsidRPr="00E776D6">
              <w:rPr>
                <w:sz w:val="16"/>
              </w:rPr>
              <w:t>Co</w:t>
            </w:r>
            <w:r>
              <w:rPr>
                <w:sz w:val="16"/>
              </w:rPr>
              <w:t>de for the type of IP rights</w:t>
            </w:r>
            <w:proofErr w:type="gramStart"/>
            <w:r>
              <w:rPr>
                <w:sz w:val="16"/>
              </w:rPr>
              <w:t xml:space="preserve">:  </w:t>
            </w:r>
            <w:r w:rsidRPr="00E776D6">
              <w:rPr>
                <w:sz w:val="16"/>
              </w:rPr>
              <w:t>N</w:t>
            </w:r>
            <w:proofErr w:type="gramEnd"/>
            <w:r w:rsidRPr="00E776D6">
              <w:rPr>
                <w:sz w:val="16"/>
              </w:rPr>
              <w:t>/A</w:t>
            </w:r>
          </w:p>
          <w:p w14:paraId="140DC5E1"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Year designation</w:t>
            </w:r>
            <w:proofErr w:type="gramStart"/>
            <w:r w:rsidRPr="00E776D6">
              <w:rPr>
                <w:sz w:val="16"/>
              </w:rPr>
              <w:t xml:space="preserve">:  </w:t>
            </w:r>
            <w:r w:rsidRPr="00E776D6">
              <w:rPr>
                <w:sz w:val="16"/>
              </w:rPr>
              <w:tab/>
            </w:r>
            <w:proofErr w:type="gramEnd"/>
            <w:r w:rsidRPr="00E776D6">
              <w:rPr>
                <w:sz w:val="16"/>
              </w:rPr>
              <w:t>N/A</w:t>
            </w:r>
          </w:p>
          <w:p w14:paraId="6F6CFDC9"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Serial number</w:t>
            </w:r>
            <w:proofErr w:type="gramStart"/>
            <w:r w:rsidRPr="00E776D6">
              <w:rPr>
                <w:sz w:val="16"/>
              </w:rPr>
              <w:t xml:space="preserve">:  </w:t>
            </w:r>
            <w:r w:rsidRPr="00E776D6">
              <w:rPr>
                <w:sz w:val="16"/>
              </w:rPr>
              <w:tab/>
            </w:r>
            <w:proofErr w:type="gramEnd"/>
            <w:r w:rsidRPr="00E776D6">
              <w:rPr>
                <w:sz w:val="16"/>
              </w:rPr>
              <w:t>variable length, continuous numbering.</w:t>
            </w:r>
          </w:p>
          <w:p w14:paraId="4350F8F0"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Code for internal use</w:t>
            </w:r>
            <w:proofErr w:type="gramStart"/>
            <w:r w:rsidRPr="00E776D6">
              <w:rPr>
                <w:sz w:val="16"/>
              </w:rPr>
              <w:t xml:space="preserve">:  </w:t>
            </w:r>
            <w:r w:rsidRPr="00E776D6">
              <w:rPr>
                <w:sz w:val="16"/>
              </w:rPr>
              <w:tab/>
            </w:r>
            <w:proofErr w:type="gramEnd"/>
            <w:r w:rsidRPr="00E776D6">
              <w:rPr>
                <w:sz w:val="16"/>
              </w:rPr>
              <w:t>N/A</w:t>
            </w:r>
          </w:p>
          <w:p w14:paraId="146ADED7" w14:textId="77777777" w:rsidR="00F30D17" w:rsidRPr="00E776D6" w:rsidRDefault="00F30D17" w:rsidP="00F30D17">
            <w:pPr>
              <w:numPr>
                <w:ilvl w:val="0"/>
                <w:numId w:val="6"/>
              </w:numPr>
              <w:tabs>
                <w:tab w:val="clear" w:pos="680"/>
                <w:tab w:val="left" w:pos="284"/>
                <w:tab w:val="num" w:pos="373"/>
              </w:tabs>
              <w:spacing w:before="20" w:after="20"/>
              <w:ind w:left="2445" w:hanging="2445"/>
              <w:rPr>
                <w:sz w:val="16"/>
              </w:rPr>
            </w:pPr>
            <w:r w:rsidRPr="00E776D6">
              <w:rPr>
                <w:sz w:val="16"/>
              </w:rPr>
              <w:t>Control number/Check digit</w:t>
            </w:r>
            <w:proofErr w:type="gramStart"/>
            <w:r w:rsidRPr="00E776D6">
              <w:rPr>
                <w:sz w:val="16"/>
              </w:rPr>
              <w:t xml:space="preserve">:  </w:t>
            </w:r>
            <w:r w:rsidRPr="00E776D6">
              <w:rPr>
                <w:sz w:val="16"/>
              </w:rPr>
              <w:tab/>
            </w:r>
            <w:proofErr w:type="gramEnd"/>
            <w:r w:rsidRPr="00E776D6">
              <w:rPr>
                <w:sz w:val="16"/>
              </w:rPr>
              <w:t>N/A</w:t>
            </w:r>
          </w:p>
          <w:p w14:paraId="62F394CD" w14:textId="77777777" w:rsidR="00F30D17" w:rsidRPr="00E776D6" w:rsidRDefault="00F30D17" w:rsidP="00852FF9">
            <w:pPr>
              <w:tabs>
                <w:tab w:val="left" w:pos="284"/>
              </w:tabs>
              <w:spacing w:before="120" w:after="20"/>
              <w:rPr>
                <w:sz w:val="16"/>
              </w:rPr>
            </w:pPr>
            <w:r w:rsidRPr="00E776D6">
              <w:rPr>
                <w:sz w:val="16"/>
              </w:rPr>
              <w:t>Further remarks:</w:t>
            </w:r>
            <w:r>
              <w:rPr>
                <w:sz w:val="16"/>
              </w:rPr>
              <w:t xml:space="preserve">  </w:t>
            </w:r>
            <w:r>
              <w:rPr>
                <w:sz w:val="16"/>
              </w:rPr>
              <w:br/>
            </w:r>
            <w:r w:rsidRPr="00E776D6">
              <w:rPr>
                <w:noProof/>
                <w:sz w:val="16"/>
              </w:rPr>
              <w:t xml:space="preserve">Machine–readable presentation of application numbers </w:t>
            </w:r>
            <w:r>
              <w:rPr>
                <w:noProof/>
                <w:sz w:val="16"/>
              </w:rPr>
              <w:t>is</w:t>
            </w:r>
            <w:r w:rsidRPr="00E776D6">
              <w:rPr>
                <w:noProof/>
                <w:sz w:val="16"/>
              </w:rPr>
              <w:t xml:space="preserve"> the same as print presentation described above.</w:t>
            </w:r>
          </w:p>
        </w:tc>
      </w:tr>
      <w:tr w:rsidR="00F30D17" w:rsidRPr="00B14FEF" w14:paraId="64FD0531"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668BA529" w14:textId="77777777" w:rsidR="00F30D17" w:rsidRDefault="00F30D17" w:rsidP="00852FF9">
            <w:pPr>
              <w:keepNext/>
              <w:spacing w:before="120"/>
              <w:ind w:left="-57" w:right="-57"/>
              <w:jc w:val="center"/>
              <w:rPr>
                <w:b/>
                <w:noProof/>
                <w:sz w:val="16"/>
                <w:szCs w:val="16"/>
              </w:rPr>
            </w:pPr>
            <w:r>
              <w:rPr>
                <w:b/>
                <w:noProof/>
                <w:sz w:val="16"/>
                <w:szCs w:val="16"/>
              </w:rPr>
              <w:lastRenderedPageBreak/>
              <w:t>SU</w:t>
            </w:r>
          </w:p>
          <w:p w14:paraId="164BF43B" w14:textId="77777777" w:rsidR="00F30D17" w:rsidRPr="009B793B" w:rsidRDefault="00F30D17" w:rsidP="00852FF9">
            <w:pPr>
              <w:keepNext/>
              <w:spacing w:before="120"/>
              <w:ind w:left="-57" w:right="-57"/>
              <w:jc w:val="center"/>
              <w:rPr>
                <w:b/>
                <w:sz w:val="16"/>
                <w:szCs w:val="16"/>
              </w:rPr>
            </w:pPr>
            <w:r>
              <w:rPr>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14:paraId="7AE54935" w14:textId="77777777" w:rsidR="00F30D17" w:rsidRPr="009B793B" w:rsidRDefault="00F30D17" w:rsidP="00852FF9">
            <w:pPr>
              <w:spacing w:before="120" w:after="120"/>
              <w:ind w:left="-58" w:right="-58"/>
              <w:jc w:val="center"/>
              <w:rPr>
                <w:noProof/>
                <w:sz w:val="16"/>
              </w:rPr>
            </w:pPr>
            <w:r w:rsidRPr="009B793B">
              <w:rPr>
                <w:noProof/>
                <w:sz w:val="16"/>
              </w:rPr>
              <w:t>4916608</w:t>
            </w:r>
          </w:p>
        </w:tc>
        <w:tc>
          <w:tcPr>
            <w:tcW w:w="1561" w:type="dxa"/>
            <w:tcBorders>
              <w:top w:val="single" w:sz="6" w:space="0" w:color="auto"/>
              <w:left w:val="single" w:sz="6" w:space="0" w:color="auto"/>
              <w:bottom w:val="single" w:sz="6" w:space="0" w:color="auto"/>
              <w:right w:val="single" w:sz="6" w:space="0" w:color="auto"/>
            </w:tcBorders>
          </w:tcPr>
          <w:p w14:paraId="493664EC" w14:textId="77777777" w:rsidR="00F30D17" w:rsidRPr="009B793B" w:rsidRDefault="00F30D17" w:rsidP="00852FF9">
            <w:pPr>
              <w:spacing w:before="120" w:after="120"/>
              <w:ind w:left="-58" w:right="-58"/>
              <w:jc w:val="center"/>
              <w:rPr>
                <w:noProof/>
                <w:spacing w:val="-4"/>
                <w:sz w:val="16"/>
              </w:rPr>
            </w:pPr>
            <w:r w:rsidRPr="009B793B">
              <w:rPr>
                <w:noProof/>
                <w:sz w:val="16"/>
              </w:rPr>
              <w:t>SU2765960</w:t>
            </w:r>
          </w:p>
        </w:tc>
        <w:tc>
          <w:tcPr>
            <w:tcW w:w="4796" w:type="dxa"/>
            <w:gridSpan w:val="2"/>
            <w:tcBorders>
              <w:top w:val="single" w:sz="6" w:space="0" w:color="auto"/>
              <w:left w:val="single" w:sz="6" w:space="0" w:color="auto"/>
              <w:bottom w:val="single" w:sz="6" w:space="0" w:color="auto"/>
              <w:right w:val="single" w:sz="6" w:space="0" w:color="auto"/>
            </w:tcBorders>
            <w:hideMark/>
          </w:tcPr>
          <w:p w14:paraId="46CA9683" w14:textId="77777777" w:rsidR="00F30D17" w:rsidRPr="009B793B" w:rsidRDefault="00F30D17" w:rsidP="00852FF9">
            <w:pPr>
              <w:spacing w:before="120" w:after="60"/>
              <w:ind w:right="-57"/>
              <w:rPr>
                <w:sz w:val="16"/>
              </w:rPr>
            </w:pPr>
            <w:r w:rsidRPr="009B793B">
              <w:rPr>
                <w:sz w:val="16"/>
              </w:rPr>
              <w:t>Used from 1924 to December 31, 1992</w:t>
            </w:r>
            <w:r w:rsidRPr="009B793B">
              <w:rPr>
                <w:sz w:val="16"/>
              </w:rPr>
              <w:br/>
              <w:t>for</w:t>
            </w:r>
            <w:proofErr w:type="gramStart"/>
            <w:r w:rsidRPr="009B793B">
              <w:rPr>
                <w:sz w:val="16"/>
              </w:rPr>
              <w:t>:  Patents</w:t>
            </w:r>
            <w:proofErr w:type="gramEnd"/>
            <w:r w:rsidRPr="009B793B">
              <w:rPr>
                <w:sz w:val="16"/>
              </w:rPr>
              <w:t>, International patent applications under the PCT (PCT applications in the national phase), Trademarks, Author's certificate for an invention, Inventor’s certificates of addition</w:t>
            </w:r>
          </w:p>
        </w:tc>
      </w:tr>
      <w:tr w:rsidR="00F30D17" w:rsidRPr="00ED4853" w14:paraId="6C87F52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59BD0E54" w14:textId="77777777" w:rsidR="00F30D17" w:rsidRPr="009B793B" w:rsidRDefault="00F30D17" w:rsidP="00852FF9">
            <w:pPr>
              <w:rPr>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14:paraId="44DB8B13" w14:textId="77777777" w:rsidR="00F30D17" w:rsidRPr="009B793B" w:rsidRDefault="00F30D17" w:rsidP="00F30D17">
            <w:pPr>
              <w:numPr>
                <w:ilvl w:val="0"/>
                <w:numId w:val="6"/>
              </w:numPr>
              <w:tabs>
                <w:tab w:val="clear" w:pos="680"/>
                <w:tab w:val="left" w:pos="284"/>
                <w:tab w:val="num" w:pos="373"/>
              </w:tabs>
              <w:spacing w:before="120" w:after="20"/>
              <w:ind w:left="1452" w:hanging="1496"/>
              <w:rPr>
                <w:sz w:val="16"/>
              </w:rPr>
            </w:pPr>
            <w:r w:rsidRPr="009B793B">
              <w:rPr>
                <w:sz w:val="16"/>
              </w:rPr>
              <w:t>Description:</w:t>
            </w:r>
            <w:r w:rsidRPr="009B793B">
              <w:rPr>
                <w:sz w:val="16"/>
              </w:rPr>
              <w:tab/>
              <w:t>For application numbers:</w:t>
            </w:r>
            <w:r>
              <w:rPr>
                <w:sz w:val="16"/>
              </w:rPr>
              <w:t xml:space="preserve"> </w:t>
            </w:r>
            <w:r w:rsidRPr="009B793B">
              <w:rPr>
                <w:sz w:val="16"/>
              </w:rPr>
              <w:t xml:space="preserve"> N…N - continuing numbering series</w:t>
            </w:r>
            <w:r>
              <w:rPr>
                <w:sz w:val="16"/>
              </w:rPr>
              <w:t>.</w:t>
            </w:r>
            <w:r w:rsidRPr="009B793B">
              <w:rPr>
                <w:sz w:val="16"/>
              </w:rPr>
              <w:br/>
              <w:t>For priority application numbers:</w:t>
            </w:r>
            <w:r>
              <w:rPr>
                <w:sz w:val="16"/>
              </w:rPr>
              <w:t xml:space="preserve"> </w:t>
            </w:r>
            <w:r w:rsidRPr="009B793B">
              <w:rPr>
                <w:sz w:val="16"/>
              </w:rPr>
              <w:t xml:space="preserve"> SUN.</w:t>
            </w:r>
            <w:proofErr w:type="gramStart"/>
            <w:r w:rsidRPr="009B793B">
              <w:rPr>
                <w:sz w:val="16"/>
              </w:rPr>
              <w:t>..N</w:t>
            </w:r>
            <w:proofErr w:type="gramEnd"/>
            <w:r w:rsidRPr="009B793B">
              <w:rPr>
                <w:sz w:val="16"/>
              </w:rPr>
              <w:t>, where SU is a national code and N…N </w:t>
            </w:r>
            <w:r w:rsidRPr="009B793B">
              <w:rPr>
                <w:sz w:val="16"/>
              </w:rPr>
              <w:noBreakHyphen/>
              <w:t> proceeding serial number.</w:t>
            </w:r>
          </w:p>
          <w:p w14:paraId="35733A95" w14:textId="77777777" w:rsidR="00F30D17" w:rsidRPr="009B793B" w:rsidRDefault="00F30D17" w:rsidP="00F30D17">
            <w:pPr>
              <w:numPr>
                <w:ilvl w:val="0"/>
                <w:numId w:val="6"/>
              </w:numPr>
              <w:tabs>
                <w:tab w:val="clear" w:pos="680"/>
                <w:tab w:val="left" w:pos="284"/>
                <w:tab w:val="num" w:pos="373"/>
              </w:tabs>
              <w:spacing w:before="20" w:after="20"/>
              <w:ind w:left="2586" w:hanging="2586"/>
              <w:rPr>
                <w:sz w:val="16"/>
              </w:rPr>
            </w:pPr>
            <w:r w:rsidRPr="009B793B">
              <w:rPr>
                <w:sz w:val="16"/>
              </w:rPr>
              <w:t>Co</w:t>
            </w:r>
            <w:r>
              <w:rPr>
                <w:sz w:val="16"/>
              </w:rPr>
              <w:t>de for the type of IP rights</w:t>
            </w:r>
            <w:proofErr w:type="gramStart"/>
            <w:r>
              <w:rPr>
                <w:sz w:val="16"/>
              </w:rPr>
              <w:t xml:space="preserve">:  </w:t>
            </w:r>
            <w:r w:rsidRPr="009B793B">
              <w:rPr>
                <w:sz w:val="16"/>
              </w:rPr>
              <w:t>N</w:t>
            </w:r>
            <w:proofErr w:type="gramEnd"/>
            <w:r w:rsidRPr="009B793B">
              <w:rPr>
                <w:sz w:val="16"/>
              </w:rPr>
              <w:t>/A</w:t>
            </w:r>
          </w:p>
          <w:p w14:paraId="209B4870" w14:textId="77777777" w:rsidR="00F30D17" w:rsidRPr="009B793B" w:rsidRDefault="00F30D17" w:rsidP="00F30D17">
            <w:pPr>
              <w:numPr>
                <w:ilvl w:val="0"/>
                <w:numId w:val="6"/>
              </w:numPr>
              <w:tabs>
                <w:tab w:val="clear" w:pos="680"/>
                <w:tab w:val="left" w:pos="284"/>
                <w:tab w:val="num" w:pos="373"/>
              </w:tabs>
              <w:spacing w:before="20" w:after="20"/>
              <w:ind w:left="2445" w:hanging="2445"/>
              <w:rPr>
                <w:sz w:val="16"/>
              </w:rPr>
            </w:pPr>
            <w:r w:rsidRPr="009B793B">
              <w:rPr>
                <w:sz w:val="16"/>
              </w:rPr>
              <w:t>Year designation</w:t>
            </w:r>
            <w:proofErr w:type="gramStart"/>
            <w:r w:rsidRPr="009B793B">
              <w:rPr>
                <w:sz w:val="16"/>
              </w:rPr>
              <w:t xml:space="preserve">:  </w:t>
            </w:r>
            <w:r w:rsidRPr="009B793B">
              <w:rPr>
                <w:sz w:val="16"/>
              </w:rPr>
              <w:tab/>
            </w:r>
            <w:proofErr w:type="gramEnd"/>
            <w:r w:rsidRPr="009B793B">
              <w:rPr>
                <w:sz w:val="16"/>
              </w:rPr>
              <w:t>N/A</w:t>
            </w:r>
          </w:p>
          <w:p w14:paraId="0036B028" w14:textId="77777777" w:rsidR="00F30D17" w:rsidRPr="009B793B" w:rsidRDefault="00F30D17" w:rsidP="00F30D17">
            <w:pPr>
              <w:numPr>
                <w:ilvl w:val="0"/>
                <w:numId w:val="6"/>
              </w:numPr>
              <w:tabs>
                <w:tab w:val="clear" w:pos="680"/>
                <w:tab w:val="left" w:pos="284"/>
                <w:tab w:val="num" w:pos="373"/>
              </w:tabs>
              <w:spacing w:before="20" w:after="20"/>
              <w:ind w:left="2445" w:hanging="2445"/>
              <w:rPr>
                <w:sz w:val="16"/>
              </w:rPr>
            </w:pPr>
            <w:r w:rsidRPr="009B793B">
              <w:rPr>
                <w:sz w:val="16"/>
              </w:rPr>
              <w:t>Serial number</w:t>
            </w:r>
            <w:proofErr w:type="gramStart"/>
            <w:r w:rsidRPr="009B793B">
              <w:rPr>
                <w:sz w:val="16"/>
              </w:rPr>
              <w:t xml:space="preserve">:  </w:t>
            </w:r>
            <w:r w:rsidRPr="009B793B">
              <w:rPr>
                <w:sz w:val="16"/>
              </w:rPr>
              <w:tab/>
            </w:r>
            <w:proofErr w:type="gramEnd"/>
            <w:r w:rsidRPr="009B793B">
              <w:rPr>
                <w:sz w:val="16"/>
              </w:rPr>
              <w:t>variable length, continuous numbering series.</w:t>
            </w:r>
          </w:p>
          <w:p w14:paraId="4D109C3D" w14:textId="77777777" w:rsidR="00F30D17" w:rsidRPr="009B793B" w:rsidRDefault="00F30D17" w:rsidP="00F30D17">
            <w:pPr>
              <w:numPr>
                <w:ilvl w:val="0"/>
                <w:numId w:val="6"/>
              </w:numPr>
              <w:tabs>
                <w:tab w:val="clear" w:pos="680"/>
                <w:tab w:val="left" w:pos="284"/>
                <w:tab w:val="num" w:pos="373"/>
              </w:tabs>
              <w:spacing w:before="20" w:after="20"/>
              <w:ind w:left="2445" w:hanging="2445"/>
              <w:rPr>
                <w:sz w:val="16"/>
              </w:rPr>
            </w:pPr>
            <w:r w:rsidRPr="009B793B">
              <w:rPr>
                <w:sz w:val="16"/>
              </w:rPr>
              <w:t>Code for internal use</w:t>
            </w:r>
            <w:proofErr w:type="gramStart"/>
            <w:r w:rsidRPr="009B793B">
              <w:rPr>
                <w:sz w:val="16"/>
              </w:rPr>
              <w:t xml:space="preserve">:  </w:t>
            </w:r>
            <w:r w:rsidRPr="009B793B">
              <w:rPr>
                <w:sz w:val="16"/>
              </w:rPr>
              <w:tab/>
            </w:r>
            <w:proofErr w:type="gramEnd"/>
            <w:r w:rsidRPr="009B793B">
              <w:rPr>
                <w:sz w:val="16"/>
              </w:rPr>
              <w:t>N/A</w:t>
            </w:r>
          </w:p>
          <w:p w14:paraId="1146A25C" w14:textId="77777777" w:rsidR="00F30D17" w:rsidRPr="009B793B" w:rsidRDefault="00F30D17" w:rsidP="00F30D17">
            <w:pPr>
              <w:numPr>
                <w:ilvl w:val="0"/>
                <w:numId w:val="6"/>
              </w:numPr>
              <w:tabs>
                <w:tab w:val="clear" w:pos="680"/>
                <w:tab w:val="left" w:pos="284"/>
                <w:tab w:val="num" w:pos="373"/>
              </w:tabs>
              <w:spacing w:before="20" w:after="20"/>
              <w:ind w:left="2445" w:hanging="2445"/>
              <w:rPr>
                <w:sz w:val="16"/>
              </w:rPr>
            </w:pPr>
            <w:r w:rsidRPr="009B793B">
              <w:rPr>
                <w:sz w:val="16"/>
              </w:rPr>
              <w:t>Control number/Check digit</w:t>
            </w:r>
            <w:proofErr w:type="gramStart"/>
            <w:r w:rsidRPr="009B793B">
              <w:rPr>
                <w:sz w:val="16"/>
              </w:rPr>
              <w:t xml:space="preserve">:  </w:t>
            </w:r>
            <w:r w:rsidRPr="009B793B">
              <w:rPr>
                <w:sz w:val="16"/>
              </w:rPr>
              <w:tab/>
            </w:r>
            <w:proofErr w:type="gramEnd"/>
            <w:r w:rsidRPr="009B793B">
              <w:rPr>
                <w:sz w:val="16"/>
              </w:rPr>
              <w:t>N/A</w:t>
            </w:r>
          </w:p>
          <w:p w14:paraId="5DCF6F3F" w14:textId="77777777" w:rsidR="00F30D17" w:rsidRDefault="00F30D17" w:rsidP="00852FF9">
            <w:pPr>
              <w:tabs>
                <w:tab w:val="left" w:pos="284"/>
              </w:tabs>
              <w:spacing w:before="120" w:after="20"/>
              <w:rPr>
                <w:sz w:val="16"/>
              </w:rPr>
            </w:pPr>
            <w:r w:rsidRPr="009B793B">
              <w:rPr>
                <w:sz w:val="16"/>
              </w:rPr>
              <w:t>Further remarks:</w:t>
            </w:r>
          </w:p>
          <w:p w14:paraId="79EBBD31" w14:textId="77777777" w:rsidR="00F30D17" w:rsidRPr="00CC6443" w:rsidRDefault="00F30D17" w:rsidP="00852FF9">
            <w:pPr>
              <w:tabs>
                <w:tab w:val="left" w:pos="284"/>
              </w:tabs>
              <w:spacing w:before="120" w:after="20"/>
              <w:rPr>
                <w:sz w:val="16"/>
              </w:rPr>
            </w:pPr>
            <w:r w:rsidRPr="00CC6443">
              <w:rPr>
                <w:sz w:val="16"/>
              </w:rPr>
              <w:t xml:space="preserve">The application number on patent publications </w:t>
            </w:r>
            <w:r>
              <w:rPr>
                <w:sz w:val="16"/>
              </w:rPr>
              <w:t>was</w:t>
            </w:r>
            <w:r w:rsidRPr="00CC6443">
              <w:rPr>
                <w:sz w:val="16"/>
              </w:rPr>
              <w:t xml:space="preserve"> followed by </w:t>
            </w:r>
            <w:r>
              <w:rPr>
                <w:sz w:val="16"/>
              </w:rPr>
              <w:t xml:space="preserve">a </w:t>
            </w:r>
            <w:r w:rsidRPr="00CC6443">
              <w:rPr>
                <w:sz w:val="16"/>
              </w:rPr>
              <w:t>slash and some interna</w:t>
            </w:r>
            <w:r>
              <w:rPr>
                <w:sz w:val="16"/>
              </w:rPr>
              <w:t>l office information (usually, index of the examination</w:t>
            </w:r>
            <w:r w:rsidRPr="00CC6443">
              <w:rPr>
                <w:sz w:val="16"/>
              </w:rPr>
              <w:t xml:space="preserve"> department). This additional information does not form </w:t>
            </w:r>
            <w:proofErr w:type="gramStart"/>
            <w:r w:rsidRPr="00CC6443">
              <w:rPr>
                <w:sz w:val="16"/>
              </w:rPr>
              <w:t>the part</w:t>
            </w:r>
            <w:proofErr w:type="gramEnd"/>
            <w:r w:rsidRPr="00CC6443">
              <w:rPr>
                <w:sz w:val="16"/>
              </w:rPr>
              <w:t xml:space="preserve"> of the application number.</w:t>
            </w:r>
          </w:p>
          <w:p w14:paraId="63C603EC" w14:textId="77777777" w:rsidR="00F30D17" w:rsidRDefault="00F30D17" w:rsidP="00852FF9">
            <w:pPr>
              <w:tabs>
                <w:tab w:val="left" w:pos="284"/>
              </w:tabs>
              <w:spacing w:before="120" w:after="20"/>
              <w:rPr>
                <w:noProof/>
                <w:sz w:val="16"/>
              </w:rPr>
            </w:pPr>
            <w:r w:rsidRPr="00CC6443">
              <w:rPr>
                <w:sz w:val="16"/>
              </w:rPr>
              <w:t xml:space="preserve">The examiner department index </w:t>
            </w:r>
            <w:r>
              <w:rPr>
                <w:sz w:val="16"/>
              </w:rPr>
              <w:t>was</w:t>
            </w:r>
            <w:r w:rsidRPr="00CC6443">
              <w:rPr>
                <w:sz w:val="16"/>
              </w:rPr>
              <w:t xml:space="preserve"> not indicated in the machine–readable rendering of the patent.</w:t>
            </w:r>
          </w:p>
          <w:p w14:paraId="3E917024" w14:textId="77777777" w:rsidR="00F30D17" w:rsidRPr="009B793B" w:rsidRDefault="00F30D17" w:rsidP="00852FF9">
            <w:pPr>
              <w:tabs>
                <w:tab w:val="left" w:pos="284"/>
              </w:tabs>
              <w:spacing w:before="120" w:after="20"/>
              <w:rPr>
                <w:sz w:val="16"/>
              </w:rPr>
            </w:pPr>
            <w:r w:rsidRPr="009B793B">
              <w:rPr>
                <w:noProof/>
                <w:sz w:val="16"/>
              </w:rPr>
              <w:t xml:space="preserve">Machine–readable presentation of application numbers </w:t>
            </w:r>
            <w:r>
              <w:rPr>
                <w:noProof/>
                <w:sz w:val="16"/>
              </w:rPr>
              <w:t>is</w:t>
            </w:r>
            <w:r w:rsidRPr="009B793B">
              <w:rPr>
                <w:noProof/>
                <w:sz w:val="16"/>
              </w:rPr>
              <w:t xml:space="preserve"> the same as print presentation described above.</w:t>
            </w:r>
          </w:p>
        </w:tc>
      </w:tr>
      <w:tr w:rsidR="00F30D17" w14:paraId="01355D8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36D4144F" w14:textId="77777777" w:rsidR="00F30D17" w:rsidRPr="00D415CC" w:rsidRDefault="00F30D17" w:rsidP="00852FF9">
            <w:pPr>
              <w:keepNext/>
              <w:spacing w:before="120"/>
              <w:ind w:left="-57" w:right="-57"/>
              <w:jc w:val="center"/>
              <w:rPr>
                <w:b/>
                <w:noProof/>
                <w:sz w:val="16"/>
                <w:szCs w:val="16"/>
              </w:rPr>
            </w:pPr>
            <w:r w:rsidRPr="00D415CC">
              <w:rPr>
                <w:b/>
                <w:noProof/>
                <w:sz w:val="16"/>
                <w:szCs w:val="16"/>
              </w:rPr>
              <w:t xml:space="preserve">UA </w:t>
            </w:r>
          </w:p>
          <w:p w14:paraId="011BF764" w14:textId="77777777" w:rsidR="00F30D17" w:rsidRDefault="00F30D17" w:rsidP="00852FF9">
            <w:pPr>
              <w:spacing w:before="120"/>
              <w:ind w:left="-57" w:right="-57"/>
              <w:jc w:val="center"/>
              <w:rPr>
                <w:sz w:val="16"/>
                <w:szCs w:val="16"/>
              </w:rPr>
            </w:pPr>
            <w:r w:rsidRPr="00D415CC">
              <w:rPr>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14:paraId="28EE5EE4" w14:textId="77777777" w:rsidR="00F30D17" w:rsidRDefault="00F30D17" w:rsidP="00852FF9">
            <w:pPr>
              <w:spacing w:before="120" w:after="120"/>
              <w:ind w:left="-58" w:right="-58"/>
              <w:jc w:val="center"/>
              <w:rPr>
                <w:noProof/>
                <w:sz w:val="16"/>
              </w:rPr>
            </w:pPr>
            <w:r>
              <w:rPr>
                <w:noProof/>
                <w:sz w:val="16"/>
              </w:rPr>
              <w:t>94105979</w:t>
            </w:r>
          </w:p>
          <w:p w14:paraId="5BBB2712" w14:textId="77777777" w:rsidR="00F30D17" w:rsidRDefault="00F30D17" w:rsidP="00852FF9">
            <w:pPr>
              <w:spacing w:before="120" w:after="120"/>
              <w:ind w:left="-58" w:right="-58"/>
              <w:jc w:val="center"/>
              <w:rPr>
                <w:noProof/>
                <w:sz w:val="16"/>
              </w:rPr>
            </w:pPr>
            <w:r w:rsidRPr="00471815">
              <w:rPr>
                <w:noProof/>
                <w:sz w:val="16"/>
              </w:rPr>
              <w:t>96103829</w:t>
            </w:r>
          </w:p>
          <w:p w14:paraId="35D6C581" w14:textId="77777777" w:rsidR="00F30D17" w:rsidRDefault="00F30D17" w:rsidP="00852FF9">
            <w:pPr>
              <w:spacing w:before="120" w:after="120"/>
              <w:ind w:left="-58" w:right="-58"/>
              <w:jc w:val="center"/>
              <w:rPr>
                <w:noProof/>
                <w:sz w:val="16"/>
              </w:rPr>
            </w:pPr>
            <w:r w:rsidRPr="00471815">
              <w:rPr>
                <w:noProof/>
                <w:sz w:val="16"/>
              </w:rPr>
              <w:t>97052271</w:t>
            </w:r>
          </w:p>
          <w:p w14:paraId="0B63AD80" w14:textId="77777777" w:rsidR="00F30D17" w:rsidRDefault="00F30D17" w:rsidP="00852FF9">
            <w:pPr>
              <w:spacing w:before="120" w:after="120"/>
              <w:ind w:left="-58" w:right="-58"/>
              <w:jc w:val="center"/>
              <w:rPr>
                <w:noProof/>
                <w:sz w:val="16"/>
              </w:rPr>
            </w:pPr>
            <w:r w:rsidRPr="00471815">
              <w:rPr>
                <w:noProof/>
                <w:sz w:val="16"/>
              </w:rPr>
              <w:t>98010008</w:t>
            </w:r>
          </w:p>
          <w:p w14:paraId="0A03AD7E" w14:textId="77777777" w:rsidR="00F30D17" w:rsidRDefault="00F30D17" w:rsidP="00852FF9">
            <w:pPr>
              <w:spacing w:before="120" w:after="120"/>
              <w:ind w:left="-58" w:right="-58"/>
              <w:jc w:val="center"/>
              <w:rPr>
                <w:noProof/>
                <w:sz w:val="16"/>
              </w:rPr>
            </w:pPr>
            <w:r w:rsidRPr="00471815">
              <w:rPr>
                <w:noProof/>
                <w:sz w:val="16"/>
              </w:rPr>
              <w:t>99020675</w:t>
            </w:r>
          </w:p>
        </w:tc>
        <w:tc>
          <w:tcPr>
            <w:tcW w:w="1561" w:type="dxa"/>
            <w:tcBorders>
              <w:top w:val="single" w:sz="6" w:space="0" w:color="auto"/>
              <w:left w:val="single" w:sz="6" w:space="0" w:color="auto"/>
              <w:bottom w:val="single" w:sz="6" w:space="0" w:color="auto"/>
              <w:right w:val="single" w:sz="6" w:space="0" w:color="auto"/>
            </w:tcBorders>
            <w:hideMark/>
          </w:tcPr>
          <w:p w14:paraId="4A2371C5" w14:textId="77777777" w:rsidR="00F30D17" w:rsidRDefault="00F30D17" w:rsidP="00852FF9">
            <w:pPr>
              <w:spacing w:before="120" w:after="120"/>
              <w:ind w:left="-58" w:right="-58"/>
              <w:jc w:val="center"/>
              <w:rPr>
                <w:noProof/>
                <w:sz w:val="16"/>
              </w:rPr>
            </w:pPr>
            <w:r>
              <w:rPr>
                <w:noProof/>
                <w:sz w:val="16"/>
              </w:rPr>
              <w:t>94105979</w:t>
            </w:r>
          </w:p>
          <w:p w14:paraId="4CD078D8" w14:textId="77777777" w:rsidR="00F30D17" w:rsidRDefault="00F30D17" w:rsidP="00852FF9">
            <w:pPr>
              <w:spacing w:before="120" w:after="120"/>
              <w:ind w:left="-58" w:right="-58"/>
              <w:jc w:val="center"/>
              <w:rPr>
                <w:noProof/>
                <w:sz w:val="16"/>
              </w:rPr>
            </w:pPr>
            <w:r w:rsidRPr="00471815">
              <w:rPr>
                <w:noProof/>
                <w:sz w:val="16"/>
              </w:rPr>
              <w:t>96103829</w:t>
            </w:r>
          </w:p>
          <w:p w14:paraId="74B8CDFB" w14:textId="77777777" w:rsidR="00F30D17" w:rsidRDefault="00F30D17" w:rsidP="00852FF9">
            <w:pPr>
              <w:spacing w:before="120" w:after="120"/>
              <w:ind w:left="-58" w:right="-58"/>
              <w:jc w:val="center"/>
              <w:rPr>
                <w:noProof/>
                <w:sz w:val="16"/>
              </w:rPr>
            </w:pPr>
            <w:r w:rsidRPr="00471815">
              <w:rPr>
                <w:noProof/>
                <w:sz w:val="16"/>
              </w:rPr>
              <w:t>97052271</w:t>
            </w:r>
          </w:p>
          <w:p w14:paraId="70C31C61" w14:textId="77777777" w:rsidR="00F30D17" w:rsidRDefault="00F30D17" w:rsidP="00852FF9">
            <w:pPr>
              <w:spacing w:before="120" w:after="120"/>
              <w:ind w:left="-58" w:right="-58"/>
              <w:jc w:val="center"/>
              <w:rPr>
                <w:noProof/>
                <w:sz w:val="16"/>
              </w:rPr>
            </w:pPr>
            <w:r w:rsidRPr="00471815">
              <w:rPr>
                <w:noProof/>
                <w:sz w:val="16"/>
              </w:rPr>
              <w:t>98010008</w:t>
            </w:r>
          </w:p>
          <w:p w14:paraId="08249B5F" w14:textId="77777777" w:rsidR="00F30D17" w:rsidRDefault="00F30D17" w:rsidP="00852FF9">
            <w:pPr>
              <w:spacing w:before="120" w:after="120"/>
              <w:ind w:left="-58" w:right="-58"/>
              <w:jc w:val="center"/>
              <w:rPr>
                <w:noProof/>
                <w:sz w:val="16"/>
              </w:rPr>
            </w:pPr>
            <w:r w:rsidRPr="00471815">
              <w:rPr>
                <w:noProof/>
                <w:sz w:val="16"/>
              </w:rPr>
              <w:t>99020675</w:t>
            </w:r>
          </w:p>
        </w:tc>
        <w:tc>
          <w:tcPr>
            <w:tcW w:w="4796" w:type="dxa"/>
            <w:gridSpan w:val="2"/>
            <w:tcBorders>
              <w:top w:val="single" w:sz="6" w:space="0" w:color="auto"/>
              <w:left w:val="single" w:sz="6" w:space="0" w:color="auto"/>
              <w:bottom w:val="single" w:sz="6" w:space="0" w:color="auto"/>
              <w:right w:val="single" w:sz="6" w:space="0" w:color="auto"/>
            </w:tcBorders>
            <w:hideMark/>
          </w:tcPr>
          <w:p w14:paraId="7F692ECD" w14:textId="77777777" w:rsidR="00F30D17" w:rsidRDefault="00F30D17" w:rsidP="00852FF9">
            <w:pPr>
              <w:spacing w:before="120" w:after="60"/>
              <w:rPr>
                <w:sz w:val="16"/>
              </w:rPr>
            </w:pPr>
            <w:r>
              <w:rPr>
                <w:sz w:val="16"/>
              </w:rPr>
              <w:t>Used from July 1, 1994,</w:t>
            </w:r>
            <w:r>
              <w:rPr>
                <w:noProof/>
                <w:sz w:val="16"/>
              </w:rPr>
              <w:t xml:space="preserve"> to December 31, 1999</w:t>
            </w:r>
            <w:r>
              <w:rPr>
                <w:sz w:val="16"/>
              </w:rPr>
              <w:br/>
              <w:t>for</w:t>
            </w:r>
            <w:proofErr w:type="gramStart"/>
            <w:r>
              <w:rPr>
                <w:sz w:val="16"/>
              </w:rPr>
              <w:t xml:space="preserve">:  </w:t>
            </w:r>
            <w:r w:rsidRPr="00471815">
              <w:rPr>
                <w:noProof/>
                <w:sz w:val="16"/>
              </w:rPr>
              <w:t>Patents</w:t>
            </w:r>
            <w:proofErr w:type="gramEnd"/>
            <w:r>
              <w:rPr>
                <w:noProof/>
                <w:sz w:val="16"/>
              </w:rPr>
              <w:t xml:space="preserve">, </w:t>
            </w:r>
            <w:r w:rsidRPr="00471815">
              <w:rPr>
                <w:noProof/>
                <w:sz w:val="16"/>
              </w:rPr>
              <w:t>International patent applications under the PCT (PCT applications in the national phase)</w:t>
            </w:r>
            <w:r>
              <w:rPr>
                <w:noProof/>
                <w:sz w:val="16"/>
              </w:rPr>
              <w:t xml:space="preserve">, </w:t>
            </w:r>
            <w:r w:rsidRPr="00471815">
              <w:rPr>
                <w:noProof/>
                <w:sz w:val="16"/>
              </w:rPr>
              <w:t>Utility Models / Utility certificates</w:t>
            </w:r>
            <w:r>
              <w:rPr>
                <w:noProof/>
                <w:sz w:val="16"/>
              </w:rPr>
              <w:t xml:space="preserve">, </w:t>
            </w:r>
            <w:r w:rsidRPr="00471815">
              <w:rPr>
                <w:noProof/>
                <w:sz w:val="16"/>
              </w:rPr>
              <w:t>International utility model applications under the PCT (PCT applications in the national phase)</w:t>
            </w:r>
            <w:r>
              <w:rPr>
                <w:noProof/>
                <w:sz w:val="16"/>
              </w:rPr>
              <w:t xml:space="preserve">, </w:t>
            </w:r>
            <w:r w:rsidRPr="00471815">
              <w:rPr>
                <w:noProof/>
                <w:sz w:val="16"/>
              </w:rPr>
              <w:t>Trademarks</w:t>
            </w:r>
            <w:r>
              <w:rPr>
                <w:noProof/>
                <w:sz w:val="16"/>
              </w:rPr>
              <w:t xml:space="preserve">, </w:t>
            </w:r>
            <w:r w:rsidRPr="00471815">
              <w:rPr>
                <w:noProof/>
                <w:sz w:val="16"/>
              </w:rPr>
              <w:t>Industrial designs</w:t>
            </w:r>
          </w:p>
        </w:tc>
      </w:tr>
      <w:tr w:rsidR="00F30D17" w14:paraId="6EB2A8A9"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77517248" w14:textId="77777777" w:rsidR="00F30D17" w:rsidRDefault="00F30D17" w:rsidP="00852FF9">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14:paraId="0A9A327D" w14:textId="77777777" w:rsidR="00F30D17" w:rsidRDefault="00F30D17" w:rsidP="00F30D17">
            <w:pPr>
              <w:numPr>
                <w:ilvl w:val="0"/>
                <w:numId w:val="6"/>
              </w:numPr>
              <w:tabs>
                <w:tab w:val="clear" w:pos="680"/>
                <w:tab w:val="left" w:pos="284"/>
                <w:tab w:val="num" w:pos="373"/>
              </w:tabs>
              <w:spacing w:before="120" w:after="20"/>
              <w:ind w:left="1452" w:hanging="1452"/>
              <w:rPr>
                <w:sz w:val="16"/>
              </w:rPr>
            </w:pPr>
            <w:r>
              <w:rPr>
                <w:sz w:val="16"/>
              </w:rPr>
              <w:t>Description:</w:t>
            </w:r>
            <w:r>
              <w:rPr>
                <w:sz w:val="16"/>
              </w:rPr>
              <w:tab/>
            </w:r>
            <w:r w:rsidRPr="00700957">
              <w:rPr>
                <w:sz w:val="16"/>
              </w:rPr>
              <w:t>YY</w:t>
            </w:r>
            <w:r>
              <w:rPr>
                <w:sz w:val="16"/>
              </w:rPr>
              <w:t>MMNNNN</w:t>
            </w:r>
            <w:r w:rsidRPr="00700957">
              <w:rPr>
                <w:sz w:val="16"/>
              </w:rPr>
              <w:t xml:space="preserve">, where </w:t>
            </w:r>
            <w:r>
              <w:rPr>
                <w:sz w:val="16"/>
              </w:rPr>
              <w:t>YY</w:t>
            </w:r>
            <w:r w:rsidRPr="00700957">
              <w:rPr>
                <w:sz w:val="16"/>
              </w:rPr>
              <w:t xml:space="preserve"> </w:t>
            </w:r>
            <w:r>
              <w:rPr>
                <w:sz w:val="16"/>
              </w:rPr>
              <w:t>are</w:t>
            </w:r>
            <w:r w:rsidRPr="00700957">
              <w:rPr>
                <w:sz w:val="16"/>
              </w:rPr>
              <w:t xml:space="preserve"> two last digits of the year of filing, </w:t>
            </w:r>
            <w:r>
              <w:rPr>
                <w:sz w:val="16"/>
              </w:rPr>
              <w:t>MM</w:t>
            </w:r>
            <w:r w:rsidRPr="00700957">
              <w:rPr>
                <w:sz w:val="16"/>
              </w:rPr>
              <w:t xml:space="preserve"> – month of filing, </w:t>
            </w:r>
            <w:r>
              <w:rPr>
                <w:sz w:val="16"/>
              </w:rPr>
              <w:t>NNNN</w:t>
            </w:r>
            <w:r w:rsidRPr="00700957">
              <w:rPr>
                <w:sz w:val="16"/>
              </w:rPr>
              <w:t xml:space="preserve"> - serial number</w:t>
            </w:r>
          </w:p>
          <w:p w14:paraId="588FADDD" w14:textId="77777777" w:rsidR="00F30D17" w:rsidRDefault="00F30D17" w:rsidP="00F30D17">
            <w:pPr>
              <w:numPr>
                <w:ilvl w:val="0"/>
                <w:numId w:val="6"/>
              </w:numPr>
              <w:tabs>
                <w:tab w:val="clear" w:pos="680"/>
                <w:tab w:val="left" w:pos="284"/>
                <w:tab w:val="num" w:pos="373"/>
              </w:tabs>
              <w:spacing w:before="20" w:after="20"/>
              <w:ind w:left="2586" w:hanging="2586"/>
              <w:rPr>
                <w:sz w:val="16"/>
              </w:rPr>
            </w:pPr>
            <w:r>
              <w:rPr>
                <w:sz w:val="16"/>
              </w:rPr>
              <w:t>Code for the type of IP rights</w:t>
            </w:r>
            <w:proofErr w:type="gramStart"/>
            <w:r>
              <w:rPr>
                <w:sz w:val="16"/>
              </w:rPr>
              <w:t xml:space="preserve">:  </w:t>
            </w:r>
            <w:r>
              <w:rPr>
                <w:noProof/>
                <w:sz w:val="16"/>
              </w:rPr>
              <w:t>N</w:t>
            </w:r>
            <w:proofErr w:type="gramEnd"/>
            <w:r>
              <w:rPr>
                <w:noProof/>
                <w:sz w:val="16"/>
              </w:rPr>
              <w:t>/A</w:t>
            </w:r>
          </w:p>
          <w:p w14:paraId="1B0DE9EE"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Year designation</w:t>
            </w:r>
            <w:proofErr w:type="gramStart"/>
            <w:r>
              <w:rPr>
                <w:sz w:val="16"/>
              </w:rPr>
              <w:t xml:space="preserve">:  </w:t>
            </w:r>
            <w:r>
              <w:rPr>
                <w:sz w:val="16"/>
              </w:rPr>
              <w:tab/>
            </w:r>
            <w:proofErr w:type="gramEnd"/>
            <w:r>
              <w:rPr>
                <w:sz w:val="16"/>
              </w:rPr>
              <w:t xml:space="preserve">two digits in </w:t>
            </w:r>
            <w:r>
              <w:rPr>
                <w:noProof/>
                <w:sz w:val="16"/>
              </w:rPr>
              <w:t>positions 1-2 indicate the year of filing according to Gregorian calendar, two digits in positions 3-4 indicate the month.</w:t>
            </w:r>
          </w:p>
          <w:p w14:paraId="7FD3FF7D"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Serial number</w:t>
            </w:r>
            <w:proofErr w:type="gramStart"/>
            <w:r>
              <w:rPr>
                <w:sz w:val="16"/>
              </w:rPr>
              <w:t xml:space="preserve">:  </w:t>
            </w:r>
            <w:r>
              <w:rPr>
                <w:sz w:val="16"/>
              </w:rPr>
              <w:tab/>
            </w:r>
            <w:proofErr w:type="gramEnd"/>
            <w:r w:rsidRPr="00700957">
              <w:rPr>
                <w:sz w:val="16"/>
              </w:rPr>
              <w:t>fixed length of four digits in positions 5-8</w:t>
            </w:r>
            <w:r>
              <w:rPr>
                <w:sz w:val="16"/>
              </w:rPr>
              <w:t>.</w:t>
            </w:r>
          </w:p>
          <w:p w14:paraId="02FD48D0" w14:textId="77777777" w:rsidR="00F30D17" w:rsidRPr="00F95205" w:rsidRDefault="00F30D17" w:rsidP="00F30D17">
            <w:pPr>
              <w:numPr>
                <w:ilvl w:val="0"/>
                <w:numId w:val="6"/>
              </w:numPr>
              <w:tabs>
                <w:tab w:val="clear" w:pos="680"/>
                <w:tab w:val="left" w:pos="284"/>
                <w:tab w:val="num" w:pos="373"/>
              </w:tabs>
              <w:spacing w:before="20" w:after="20"/>
              <w:ind w:left="2445" w:hanging="2445"/>
              <w:rPr>
                <w:sz w:val="16"/>
              </w:rPr>
            </w:pPr>
            <w:r>
              <w:rPr>
                <w:sz w:val="16"/>
              </w:rPr>
              <w:t>Code for internal use</w:t>
            </w:r>
            <w:proofErr w:type="gramStart"/>
            <w:r>
              <w:rPr>
                <w:sz w:val="16"/>
              </w:rPr>
              <w:t xml:space="preserve">:  </w:t>
            </w:r>
            <w:r>
              <w:rPr>
                <w:sz w:val="16"/>
              </w:rPr>
              <w:tab/>
            </w:r>
            <w:proofErr w:type="gramEnd"/>
            <w:r w:rsidRPr="00F95205">
              <w:rPr>
                <w:sz w:val="16"/>
              </w:rPr>
              <w:t>one letter code placed after the application number and separated by a slash</w:t>
            </w:r>
            <w:r>
              <w:rPr>
                <w:sz w:val="16"/>
              </w:rPr>
              <w:t xml:space="preserve">.  For example, </w:t>
            </w:r>
            <w:r w:rsidRPr="00F95205">
              <w:rPr>
                <w:sz w:val="16"/>
              </w:rPr>
              <w:t xml:space="preserve">96103829/M </w:t>
            </w:r>
            <w:r>
              <w:rPr>
                <w:sz w:val="16"/>
              </w:rPr>
              <w:t>–</w:t>
            </w:r>
            <w:r w:rsidRPr="00F95205">
              <w:rPr>
                <w:sz w:val="16"/>
              </w:rPr>
              <w:t xml:space="preserve"> international patent application filed in 1996 under the PCT (national phase) with a serial number 3829</w:t>
            </w:r>
            <w:r>
              <w:rPr>
                <w:sz w:val="16"/>
              </w:rPr>
              <w:t>.  This code was not available for public.</w:t>
            </w:r>
          </w:p>
          <w:p w14:paraId="49DF0457"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Control number/Check digit</w:t>
            </w:r>
            <w:proofErr w:type="gramStart"/>
            <w:r>
              <w:rPr>
                <w:sz w:val="16"/>
              </w:rPr>
              <w:t xml:space="preserve">:  </w:t>
            </w:r>
            <w:r>
              <w:rPr>
                <w:sz w:val="16"/>
              </w:rPr>
              <w:tab/>
            </w:r>
            <w:proofErr w:type="gramEnd"/>
            <w:r>
              <w:rPr>
                <w:noProof/>
                <w:sz w:val="16"/>
              </w:rPr>
              <w:t>N/A</w:t>
            </w:r>
          </w:p>
          <w:p w14:paraId="0BB660F7" w14:textId="77777777" w:rsidR="00F30D17" w:rsidRDefault="00F30D17" w:rsidP="00852FF9">
            <w:pPr>
              <w:tabs>
                <w:tab w:val="left" w:pos="284"/>
              </w:tabs>
              <w:spacing w:before="120" w:after="20"/>
              <w:rPr>
                <w:sz w:val="16"/>
              </w:rPr>
            </w:pPr>
            <w:r>
              <w:rPr>
                <w:noProof/>
                <w:sz w:val="16"/>
              </w:rPr>
              <w:t>Further remarks:</w:t>
            </w:r>
            <w:r>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r w:rsidR="00F30D17" w14:paraId="547AF982"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14:paraId="56FD5FCB" w14:textId="77777777" w:rsidR="00F30D17" w:rsidRDefault="00F30D17" w:rsidP="00852FF9">
            <w:pPr>
              <w:keepNext/>
              <w:spacing w:before="120"/>
              <w:ind w:left="-57" w:right="-57"/>
              <w:jc w:val="center"/>
              <w:rPr>
                <w:b/>
                <w:noProof/>
                <w:sz w:val="16"/>
                <w:szCs w:val="16"/>
              </w:rPr>
            </w:pPr>
            <w:r>
              <w:rPr>
                <w:b/>
                <w:noProof/>
                <w:sz w:val="16"/>
                <w:szCs w:val="16"/>
              </w:rPr>
              <w:lastRenderedPageBreak/>
              <w:t xml:space="preserve">UA </w:t>
            </w:r>
          </w:p>
          <w:p w14:paraId="5150C716" w14:textId="77777777" w:rsidR="00F30D17" w:rsidRDefault="00F30D17" w:rsidP="00852FF9">
            <w:pPr>
              <w:spacing w:before="120"/>
              <w:ind w:left="-57" w:right="-57"/>
              <w:jc w:val="center"/>
              <w:rPr>
                <w:sz w:val="16"/>
                <w:szCs w:val="16"/>
              </w:rPr>
            </w:pPr>
            <w:r w:rsidRPr="00471815">
              <w:rPr>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14:paraId="22F276C1" w14:textId="77777777" w:rsidR="00F30D17" w:rsidRDefault="00F30D17" w:rsidP="00852FF9">
            <w:pPr>
              <w:spacing w:before="120"/>
              <w:ind w:left="-58" w:right="-58"/>
              <w:jc w:val="center"/>
              <w:rPr>
                <w:noProof/>
                <w:sz w:val="16"/>
              </w:rPr>
            </w:pPr>
            <w:r w:rsidRPr="00F95205">
              <w:rPr>
                <w:noProof/>
                <w:sz w:val="16"/>
              </w:rPr>
              <w:t>2000031611</w:t>
            </w:r>
          </w:p>
          <w:p w14:paraId="4AC282D5" w14:textId="77777777" w:rsidR="00F30D17" w:rsidRDefault="00F30D17" w:rsidP="00852FF9">
            <w:pPr>
              <w:spacing w:before="120"/>
              <w:ind w:left="-58" w:right="-58"/>
              <w:jc w:val="center"/>
              <w:rPr>
                <w:noProof/>
                <w:sz w:val="16"/>
              </w:rPr>
            </w:pPr>
            <w:r w:rsidRPr="00F95205">
              <w:rPr>
                <w:noProof/>
                <w:sz w:val="16"/>
              </w:rPr>
              <w:t>2001128827</w:t>
            </w:r>
          </w:p>
          <w:p w14:paraId="2322127A" w14:textId="77777777" w:rsidR="00F30D17" w:rsidRDefault="00F30D17" w:rsidP="00852FF9">
            <w:pPr>
              <w:spacing w:before="120"/>
              <w:ind w:left="-58" w:right="-58"/>
              <w:jc w:val="center"/>
              <w:rPr>
                <w:noProof/>
                <w:sz w:val="16"/>
              </w:rPr>
            </w:pPr>
            <w:r w:rsidRPr="00F95205">
              <w:rPr>
                <w:noProof/>
                <w:sz w:val="16"/>
              </w:rPr>
              <w:t>2002043110</w:t>
            </w:r>
          </w:p>
          <w:p w14:paraId="6D2B97C7" w14:textId="77777777" w:rsidR="00F30D17" w:rsidRDefault="00F30D17" w:rsidP="00852FF9">
            <w:pPr>
              <w:spacing w:before="120"/>
              <w:ind w:left="-58" w:right="-58"/>
              <w:jc w:val="center"/>
              <w:rPr>
                <w:noProof/>
                <w:sz w:val="16"/>
              </w:rPr>
            </w:pPr>
            <w:r w:rsidRPr="00F95205">
              <w:rPr>
                <w:noProof/>
                <w:sz w:val="16"/>
              </w:rPr>
              <w:t>2003098487</w:t>
            </w:r>
          </w:p>
          <w:p w14:paraId="3C6A95BE" w14:textId="77777777" w:rsidR="00F30D17" w:rsidRDefault="00F30D17" w:rsidP="00852FF9">
            <w:pPr>
              <w:spacing w:before="120"/>
              <w:ind w:left="-58" w:right="-58"/>
              <w:jc w:val="center"/>
              <w:rPr>
                <w:noProof/>
                <w:sz w:val="16"/>
              </w:rPr>
            </w:pPr>
            <w:r w:rsidRPr="00F95205">
              <w:rPr>
                <w:noProof/>
                <w:sz w:val="16"/>
              </w:rPr>
              <w:t>20041211014</w:t>
            </w:r>
          </w:p>
        </w:tc>
        <w:tc>
          <w:tcPr>
            <w:tcW w:w="1561" w:type="dxa"/>
            <w:tcBorders>
              <w:top w:val="single" w:sz="6" w:space="0" w:color="auto"/>
              <w:left w:val="single" w:sz="6" w:space="0" w:color="auto"/>
              <w:bottom w:val="single" w:sz="6" w:space="0" w:color="auto"/>
              <w:right w:val="single" w:sz="6" w:space="0" w:color="auto"/>
            </w:tcBorders>
            <w:hideMark/>
          </w:tcPr>
          <w:p w14:paraId="5FFF7BF4" w14:textId="77777777" w:rsidR="00F30D17" w:rsidRDefault="00F30D17" w:rsidP="00852FF9">
            <w:pPr>
              <w:spacing w:before="120"/>
              <w:ind w:left="-58" w:right="-58"/>
              <w:jc w:val="center"/>
              <w:rPr>
                <w:noProof/>
                <w:sz w:val="16"/>
              </w:rPr>
            </w:pPr>
            <w:r w:rsidRPr="00F95205">
              <w:rPr>
                <w:noProof/>
                <w:sz w:val="16"/>
              </w:rPr>
              <w:t>2000031611</w:t>
            </w:r>
          </w:p>
          <w:p w14:paraId="674328FD" w14:textId="77777777" w:rsidR="00F30D17" w:rsidRDefault="00F30D17" w:rsidP="00852FF9">
            <w:pPr>
              <w:spacing w:before="120"/>
              <w:ind w:left="-58" w:right="-58"/>
              <w:jc w:val="center"/>
              <w:rPr>
                <w:noProof/>
                <w:sz w:val="16"/>
              </w:rPr>
            </w:pPr>
            <w:r w:rsidRPr="00F95205">
              <w:rPr>
                <w:noProof/>
                <w:sz w:val="16"/>
              </w:rPr>
              <w:t>2001128827</w:t>
            </w:r>
          </w:p>
          <w:p w14:paraId="16885A96" w14:textId="77777777" w:rsidR="00F30D17" w:rsidRDefault="00F30D17" w:rsidP="00852FF9">
            <w:pPr>
              <w:spacing w:before="120"/>
              <w:ind w:left="-58" w:right="-58"/>
              <w:jc w:val="center"/>
              <w:rPr>
                <w:noProof/>
                <w:sz w:val="16"/>
              </w:rPr>
            </w:pPr>
            <w:r w:rsidRPr="00F95205">
              <w:rPr>
                <w:noProof/>
                <w:sz w:val="16"/>
              </w:rPr>
              <w:t>2002043110</w:t>
            </w:r>
          </w:p>
          <w:p w14:paraId="0807FCD2" w14:textId="77777777" w:rsidR="00F30D17" w:rsidRDefault="00F30D17" w:rsidP="00852FF9">
            <w:pPr>
              <w:spacing w:before="120"/>
              <w:ind w:left="-58" w:right="-58"/>
              <w:jc w:val="center"/>
              <w:rPr>
                <w:noProof/>
                <w:sz w:val="16"/>
              </w:rPr>
            </w:pPr>
            <w:r w:rsidRPr="00F95205">
              <w:rPr>
                <w:noProof/>
                <w:sz w:val="16"/>
              </w:rPr>
              <w:t>2003098487</w:t>
            </w:r>
          </w:p>
          <w:p w14:paraId="357AACFA" w14:textId="77777777" w:rsidR="00F30D17" w:rsidRDefault="00F30D17" w:rsidP="00852FF9">
            <w:pPr>
              <w:spacing w:before="120"/>
              <w:ind w:left="-58" w:right="-58"/>
              <w:jc w:val="center"/>
              <w:rPr>
                <w:noProof/>
                <w:sz w:val="16"/>
              </w:rPr>
            </w:pPr>
            <w:r w:rsidRPr="00F95205">
              <w:rPr>
                <w:noProof/>
                <w:sz w:val="16"/>
              </w:rPr>
              <w:t>20041211014</w:t>
            </w:r>
          </w:p>
        </w:tc>
        <w:tc>
          <w:tcPr>
            <w:tcW w:w="4796" w:type="dxa"/>
            <w:gridSpan w:val="2"/>
            <w:tcBorders>
              <w:top w:val="single" w:sz="6" w:space="0" w:color="auto"/>
              <w:left w:val="single" w:sz="6" w:space="0" w:color="auto"/>
              <w:bottom w:val="single" w:sz="6" w:space="0" w:color="auto"/>
              <w:right w:val="single" w:sz="6" w:space="0" w:color="auto"/>
            </w:tcBorders>
            <w:hideMark/>
          </w:tcPr>
          <w:p w14:paraId="3E4ABE80" w14:textId="77777777" w:rsidR="00F30D17" w:rsidRDefault="00F30D17" w:rsidP="00852FF9">
            <w:pPr>
              <w:spacing w:before="120" w:after="60"/>
              <w:rPr>
                <w:sz w:val="16"/>
              </w:rPr>
            </w:pPr>
            <w:r>
              <w:rPr>
                <w:sz w:val="16"/>
              </w:rPr>
              <w:t>Used from January 1, 2000,</w:t>
            </w:r>
            <w:r>
              <w:rPr>
                <w:noProof/>
                <w:sz w:val="16"/>
              </w:rPr>
              <w:t xml:space="preserve"> to December 31, 2004</w:t>
            </w:r>
            <w:r>
              <w:rPr>
                <w:sz w:val="16"/>
              </w:rPr>
              <w:br/>
              <w:t>for</w:t>
            </w:r>
            <w:proofErr w:type="gramStart"/>
            <w:r>
              <w:rPr>
                <w:sz w:val="16"/>
              </w:rPr>
              <w:t xml:space="preserve">:  </w:t>
            </w:r>
            <w:r w:rsidRPr="00F95205">
              <w:rPr>
                <w:noProof/>
                <w:sz w:val="16"/>
              </w:rPr>
              <w:t>Patents</w:t>
            </w:r>
            <w:proofErr w:type="gramEnd"/>
            <w:r>
              <w:rPr>
                <w:noProof/>
                <w:sz w:val="16"/>
              </w:rPr>
              <w:t xml:space="preserve">, </w:t>
            </w:r>
            <w:r w:rsidRPr="00F95205">
              <w:rPr>
                <w:noProof/>
                <w:sz w:val="16"/>
              </w:rPr>
              <w:t>International patent applications under the PCT (PCT applications in the national phase)</w:t>
            </w:r>
            <w:r>
              <w:rPr>
                <w:noProof/>
                <w:sz w:val="16"/>
              </w:rPr>
              <w:t xml:space="preserve">, </w:t>
            </w:r>
            <w:r w:rsidRPr="00F95205">
              <w:rPr>
                <w:noProof/>
                <w:sz w:val="16"/>
              </w:rPr>
              <w:t>Utility Models / Utility certificates</w:t>
            </w:r>
            <w:r>
              <w:rPr>
                <w:noProof/>
                <w:sz w:val="16"/>
              </w:rPr>
              <w:t xml:space="preserve">, </w:t>
            </w:r>
            <w:r w:rsidRPr="00F95205">
              <w:rPr>
                <w:noProof/>
                <w:sz w:val="16"/>
              </w:rPr>
              <w:t>International utility model applications under the PCT (PCT applications in the national phase)</w:t>
            </w:r>
            <w:r>
              <w:rPr>
                <w:noProof/>
                <w:sz w:val="16"/>
              </w:rPr>
              <w:t xml:space="preserve">, </w:t>
            </w:r>
            <w:r w:rsidRPr="00F95205">
              <w:rPr>
                <w:noProof/>
                <w:sz w:val="16"/>
              </w:rPr>
              <w:t>Trademarks</w:t>
            </w:r>
            <w:r>
              <w:rPr>
                <w:noProof/>
                <w:sz w:val="16"/>
              </w:rPr>
              <w:t xml:space="preserve">, </w:t>
            </w:r>
            <w:r w:rsidRPr="00F95205">
              <w:rPr>
                <w:noProof/>
                <w:sz w:val="16"/>
              </w:rPr>
              <w:t>Industrial designs</w:t>
            </w:r>
            <w:r>
              <w:rPr>
                <w:noProof/>
                <w:sz w:val="16"/>
              </w:rPr>
              <w:t xml:space="preserve">, </w:t>
            </w:r>
            <w:r w:rsidRPr="00F95205">
              <w:rPr>
                <w:noProof/>
                <w:sz w:val="16"/>
              </w:rPr>
              <w:t>Layout-designs (topographies) of integrated circuits</w:t>
            </w:r>
            <w:r>
              <w:rPr>
                <w:noProof/>
                <w:sz w:val="16"/>
              </w:rPr>
              <w:t xml:space="preserve">, </w:t>
            </w:r>
            <w:r w:rsidRPr="00F95205">
              <w:rPr>
                <w:noProof/>
                <w:sz w:val="16"/>
              </w:rPr>
              <w:t>Qualified indications of origin of goods</w:t>
            </w:r>
          </w:p>
        </w:tc>
      </w:tr>
      <w:tr w:rsidR="00F30D17" w14:paraId="2C1DE5E5" w14:textId="77777777" w:rsidTr="00852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14:paraId="0CC2D53C" w14:textId="77777777" w:rsidR="00F30D17" w:rsidRDefault="00F30D17" w:rsidP="00852FF9">
            <w:pPr>
              <w:rPr>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14:paraId="297B0C94" w14:textId="77777777" w:rsidR="00F30D17" w:rsidRPr="00F95205" w:rsidRDefault="00F30D17" w:rsidP="00F30D17">
            <w:pPr>
              <w:numPr>
                <w:ilvl w:val="0"/>
                <w:numId w:val="6"/>
              </w:numPr>
              <w:tabs>
                <w:tab w:val="clear" w:pos="680"/>
                <w:tab w:val="left" w:pos="284"/>
                <w:tab w:val="num" w:pos="373"/>
              </w:tabs>
              <w:spacing w:before="120" w:after="20"/>
              <w:ind w:left="1452" w:hanging="1452"/>
              <w:rPr>
                <w:sz w:val="16"/>
              </w:rPr>
            </w:pPr>
            <w:r>
              <w:rPr>
                <w:sz w:val="16"/>
              </w:rPr>
              <w:t>Description:</w:t>
            </w:r>
            <w:r>
              <w:rPr>
                <w:sz w:val="16"/>
              </w:rPr>
              <w:tab/>
              <w:t>YY</w:t>
            </w:r>
            <w:r w:rsidRPr="00F95205">
              <w:rPr>
                <w:sz w:val="16"/>
              </w:rPr>
              <w:t>YY</w:t>
            </w:r>
            <w:r>
              <w:rPr>
                <w:sz w:val="16"/>
              </w:rPr>
              <w:t>MMNNNN</w:t>
            </w:r>
            <w:r w:rsidRPr="00F95205">
              <w:rPr>
                <w:sz w:val="16"/>
              </w:rPr>
              <w:t xml:space="preserve">, where </w:t>
            </w:r>
            <w:r>
              <w:rPr>
                <w:sz w:val="16"/>
              </w:rPr>
              <w:t>YYYY</w:t>
            </w:r>
            <w:r w:rsidRPr="00F95205">
              <w:rPr>
                <w:sz w:val="16"/>
              </w:rPr>
              <w:t xml:space="preserve"> </w:t>
            </w:r>
            <w:r>
              <w:rPr>
                <w:sz w:val="16"/>
              </w:rPr>
              <w:t>is the</w:t>
            </w:r>
            <w:r w:rsidRPr="00F95205">
              <w:rPr>
                <w:sz w:val="16"/>
              </w:rPr>
              <w:t xml:space="preserve"> year of filing, </w:t>
            </w:r>
            <w:r>
              <w:rPr>
                <w:sz w:val="16"/>
              </w:rPr>
              <w:t>MM</w:t>
            </w:r>
            <w:r w:rsidRPr="00F95205">
              <w:rPr>
                <w:sz w:val="16"/>
              </w:rPr>
              <w:t xml:space="preserve"> – month of filing, </w:t>
            </w:r>
            <w:r>
              <w:rPr>
                <w:sz w:val="16"/>
              </w:rPr>
              <w:t>NNNN</w:t>
            </w:r>
            <w:r w:rsidRPr="00F95205">
              <w:rPr>
                <w:sz w:val="16"/>
              </w:rPr>
              <w:t xml:space="preserve"> - serial number</w:t>
            </w:r>
          </w:p>
          <w:p w14:paraId="709E62ED"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Code for the type of IP rights</w:t>
            </w:r>
            <w:proofErr w:type="gramStart"/>
            <w:r>
              <w:rPr>
                <w:sz w:val="16"/>
              </w:rPr>
              <w:t xml:space="preserve">:  </w:t>
            </w:r>
            <w:r>
              <w:rPr>
                <w:noProof/>
                <w:sz w:val="16"/>
              </w:rPr>
              <w:t>N</w:t>
            </w:r>
            <w:proofErr w:type="gramEnd"/>
            <w:r>
              <w:rPr>
                <w:noProof/>
                <w:sz w:val="16"/>
              </w:rPr>
              <w:t>/A</w:t>
            </w:r>
          </w:p>
          <w:p w14:paraId="07462426" w14:textId="77777777" w:rsidR="00F30D17" w:rsidRDefault="00F30D17" w:rsidP="00F30D17">
            <w:pPr>
              <w:numPr>
                <w:ilvl w:val="0"/>
                <w:numId w:val="6"/>
              </w:numPr>
              <w:tabs>
                <w:tab w:val="clear" w:pos="680"/>
                <w:tab w:val="left" w:pos="284"/>
                <w:tab w:val="num" w:pos="373"/>
              </w:tabs>
              <w:spacing w:before="20" w:after="20"/>
              <w:ind w:left="2445" w:hanging="2586"/>
              <w:rPr>
                <w:sz w:val="16"/>
              </w:rPr>
            </w:pPr>
            <w:r>
              <w:rPr>
                <w:sz w:val="16"/>
              </w:rPr>
              <w:t>Year designation</w:t>
            </w:r>
            <w:proofErr w:type="gramStart"/>
            <w:r>
              <w:rPr>
                <w:sz w:val="16"/>
              </w:rPr>
              <w:t xml:space="preserve">:  </w:t>
            </w:r>
            <w:r>
              <w:rPr>
                <w:sz w:val="16"/>
              </w:rPr>
              <w:tab/>
            </w:r>
            <w:proofErr w:type="gramEnd"/>
            <w:r>
              <w:rPr>
                <w:sz w:val="16"/>
              </w:rPr>
              <w:t xml:space="preserve">four digits in </w:t>
            </w:r>
            <w:r>
              <w:rPr>
                <w:noProof/>
                <w:sz w:val="16"/>
              </w:rPr>
              <w:t>positions 1-4 indicate the year of filing according to Gregorian calendar, two digits in positions 3-4 indicate the month.</w:t>
            </w:r>
          </w:p>
          <w:p w14:paraId="28E577A2"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Pr>
                <w:sz w:val="16"/>
              </w:rPr>
              <w:t>Serial number</w:t>
            </w:r>
            <w:proofErr w:type="gramStart"/>
            <w:r>
              <w:rPr>
                <w:sz w:val="16"/>
              </w:rPr>
              <w:t xml:space="preserve">:  </w:t>
            </w:r>
            <w:r>
              <w:rPr>
                <w:sz w:val="16"/>
              </w:rPr>
              <w:tab/>
            </w:r>
            <w:proofErr w:type="gramEnd"/>
            <w:r>
              <w:rPr>
                <w:sz w:val="16"/>
              </w:rPr>
              <w:t>variable</w:t>
            </w:r>
            <w:r w:rsidRPr="00700957">
              <w:rPr>
                <w:sz w:val="16"/>
              </w:rPr>
              <w:t xml:space="preserve"> length of </w:t>
            </w:r>
            <w:r w:rsidRPr="00F95205">
              <w:rPr>
                <w:sz w:val="16"/>
              </w:rPr>
              <w:t>four</w:t>
            </w:r>
            <w:r>
              <w:rPr>
                <w:sz w:val="16"/>
              </w:rPr>
              <w:t xml:space="preserve"> or </w:t>
            </w:r>
            <w:r w:rsidRPr="00F95205">
              <w:rPr>
                <w:sz w:val="16"/>
              </w:rPr>
              <w:t>five digits in positions 7-10</w:t>
            </w:r>
            <w:r>
              <w:rPr>
                <w:sz w:val="16"/>
              </w:rPr>
              <w:t xml:space="preserve"> (or 7-</w:t>
            </w:r>
            <w:r w:rsidRPr="00F95205">
              <w:rPr>
                <w:sz w:val="16"/>
              </w:rPr>
              <w:t>11</w:t>
            </w:r>
            <w:r>
              <w:rPr>
                <w:sz w:val="16"/>
              </w:rPr>
              <w:t>)</w:t>
            </w:r>
          </w:p>
          <w:p w14:paraId="062B53AD" w14:textId="77777777" w:rsidR="00F30D17" w:rsidRDefault="00F30D17" w:rsidP="00F30D17">
            <w:pPr>
              <w:numPr>
                <w:ilvl w:val="0"/>
                <w:numId w:val="6"/>
              </w:numPr>
              <w:tabs>
                <w:tab w:val="clear" w:pos="680"/>
                <w:tab w:val="left" w:pos="284"/>
                <w:tab w:val="num" w:pos="373"/>
              </w:tabs>
              <w:spacing w:before="20" w:after="20"/>
              <w:ind w:left="2445" w:hanging="2445"/>
              <w:rPr>
                <w:sz w:val="16"/>
              </w:rPr>
            </w:pPr>
            <w:r w:rsidRPr="00F95205">
              <w:rPr>
                <w:sz w:val="16"/>
              </w:rPr>
              <w:t>Code for internal use</w:t>
            </w:r>
            <w:proofErr w:type="gramStart"/>
            <w:r w:rsidRPr="00F95205">
              <w:rPr>
                <w:sz w:val="16"/>
              </w:rPr>
              <w:t xml:space="preserve">:  </w:t>
            </w:r>
            <w:r w:rsidRPr="00F95205">
              <w:rPr>
                <w:sz w:val="16"/>
              </w:rPr>
              <w:tab/>
            </w:r>
            <w:proofErr w:type="gramEnd"/>
            <w:r w:rsidRPr="00F95205">
              <w:rPr>
                <w:sz w:val="16"/>
              </w:rPr>
              <w:t xml:space="preserve">one letter code placed after the application number and separated by a slash. </w:t>
            </w:r>
            <w:r>
              <w:rPr>
                <w:sz w:val="16"/>
              </w:rPr>
              <w:t xml:space="preserve"> </w:t>
            </w:r>
            <w:r w:rsidRPr="00F95205">
              <w:rPr>
                <w:sz w:val="16"/>
              </w:rPr>
              <w:t>For example:</w:t>
            </w:r>
          </w:p>
          <w:p w14:paraId="4735D4CF" w14:textId="77777777" w:rsidR="00F30D17" w:rsidRPr="00F95205" w:rsidRDefault="00F30D17" w:rsidP="00852FF9">
            <w:pPr>
              <w:tabs>
                <w:tab w:val="left" w:pos="284"/>
              </w:tabs>
              <w:spacing w:before="20" w:after="20"/>
              <w:ind w:left="2445"/>
              <w:rPr>
                <w:sz w:val="16"/>
              </w:rPr>
            </w:pPr>
            <w:r w:rsidRPr="00F95205">
              <w:rPr>
                <w:sz w:val="16"/>
              </w:rPr>
              <w:t>2000031611/M - international patent application filed in 2000 under the PCT (national phase) with a serial number 1611</w:t>
            </w:r>
            <w:r>
              <w:rPr>
                <w:sz w:val="16"/>
              </w:rPr>
              <w:t>,</w:t>
            </w:r>
          </w:p>
          <w:p w14:paraId="7731F58B" w14:textId="77777777" w:rsidR="00F30D17" w:rsidRDefault="00F30D17" w:rsidP="00852FF9">
            <w:pPr>
              <w:tabs>
                <w:tab w:val="left" w:pos="284"/>
              </w:tabs>
              <w:spacing w:before="20" w:after="20"/>
              <w:ind w:left="2445"/>
              <w:rPr>
                <w:sz w:val="16"/>
              </w:rPr>
            </w:pPr>
            <w:r w:rsidRPr="00F95205">
              <w:rPr>
                <w:sz w:val="16"/>
              </w:rPr>
              <w:t>2004081195/I - patent application filed in 2004 with a serial number 1195 by a</w:t>
            </w:r>
            <w:r>
              <w:rPr>
                <w:sz w:val="16"/>
              </w:rPr>
              <w:t xml:space="preserve"> </w:t>
            </w:r>
            <w:r w:rsidRPr="00F95205">
              <w:rPr>
                <w:sz w:val="16"/>
              </w:rPr>
              <w:t>non-resident</w:t>
            </w:r>
            <w:r>
              <w:rPr>
                <w:sz w:val="16"/>
              </w:rPr>
              <w:t>.</w:t>
            </w:r>
          </w:p>
          <w:p w14:paraId="52A5C85C" w14:textId="77777777" w:rsidR="00F30D17" w:rsidRPr="00F95205" w:rsidRDefault="00F30D17" w:rsidP="00852FF9">
            <w:pPr>
              <w:tabs>
                <w:tab w:val="left" w:pos="284"/>
              </w:tabs>
              <w:spacing w:before="20" w:after="120"/>
              <w:ind w:left="2444"/>
              <w:rPr>
                <w:sz w:val="16"/>
              </w:rPr>
            </w:pPr>
            <w:r w:rsidRPr="00F95205">
              <w:rPr>
                <w:sz w:val="16"/>
              </w:rPr>
              <w:t>This code was not available for public.</w:t>
            </w:r>
          </w:p>
          <w:p w14:paraId="3D045CCB" w14:textId="77777777" w:rsidR="00F30D17" w:rsidRDefault="00F30D17" w:rsidP="00F30D17">
            <w:pPr>
              <w:numPr>
                <w:ilvl w:val="0"/>
                <w:numId w:val="6"/>
              </w:numPr>
              <w:tabs>
                <w:tab w:val="clear" w:pos="680"/>
                <w:tab w:val="left" w:pos="284"/>
                <w:tab w:val="num" w:pos="373"/>
              </w:tabs>
              <w:spacing w:before="20" w:after="20"/>
              <w:ind w:left="2586" w:hanging="2586"/>
              <w:rPr>
                <w:sz w:val="16"/>
              </w:rPr>
            </w:pPr>
            <w:r>
              <w:rPr>
                <w:sz w:val="16"/>
              </w:rPr>
              <w:t>Control number/Check digit</w:t>
            </w:r>
            <w:proofErr w:type="gramStart"/>
            <w:r>
              <w:rPr>
                <w:sz w:val="16"/>
              </w:rPr>
              <w:t xml:space="preserve">:  </w:t>
            </w:r>
            <w:r>
              <w:rPr>
                <w:sz w:val="16"/>
              </w:rPr>
              <w:tab/>
            </w:r>
            <w:proofErr w:type="gramEnd"/>
            <w:r>
              <w:rPr>
                <w:noProof/>
                <w:sz w:val="16"/>
              </w:rPr>
              <w:t>N/A</w:t>
            </w:r>
          </w:p>
          <w:p w14:paraId="6B68BCBF" w14:textId="77777777" w:rsidR="00F30D17" w:rsidRDefault="00F30D17" w:rsidP="00852FF9">
            <w:pPr>
              <w:tabs>
                <w:tab w:val="left" w:pos="284"/>
              </w:tabs>
              <w:spacing w:before="120" w:after="20"/>
              <w:rPr>
                <w:sz w:val="16"/>
              </w:rPr>
            </w:pPr>
            <w:r>
              <w:rPr>
                <w:noProof/>
                <w:sz w:val="16"/>
              </w:rPr>
              <w:t>Further remarks:</w:t>
            </w:r>
            <w:r>
              <w:rPr>
                <w:noProof/>
                <w:sz w:val="16"/>
              </w:rPr>
              <w:br/>
            </w:r>
            <w:r w:rsidRPr="00363835">
              <w:rPr>
                <w:noProof/>
                <w:sz w:val="16"/>
              </w:rPr>
              <w:t xml:space="preserve">Machine–readable presentation of application numbers </w:t>
            </w:r>
            <w:r>
              <w:rPr>
                <w:noProof/>
                <w:sz w:val="16"/>
              </w:rPr>
              <w:t>is</w:t>
            </w:r>
            <w:r w:rsidRPr="00363835">
              <w:rPr>
                <w:noProof/>
                <w:sz w:val="16"/>
              </w:rPr>
              <w:t xml:space="preserve"> the same as print presentation described above</w:t>
            </w:r>
            <w:r>
              <w:rPr>
                <w:noProof/>
                <w:sz w:val="16"/>
              </w:rPr>
              <w:t>.</w:t>
            </w:r>
          </w:p>
        </w:tc>
      </w:tr>
    </w:tbl>
    <w:p w14:paraId="20A08C02" w14:textId="77777777" w:rsidR="00465FEA" w:rsidRPr="006B3432" w:rsidRDefault="00465FEA" w:rsidP="00025826">
      <w:pPr>
        <w:pStyle w:val="ContinueOrEndOfFile"/>
        <w:spacing w:before="0"/>
        <w:jc w:val="left"/>
        <w:rPr>
          <w:rFonts w:cs="Arial"/>
          <w:sz w:val="16"/>
          <w:szCs w:val="16"/>
        </w:rPr>
      </w:pPr>
    </w:p>
    <w:p w14:paraId="049716F1" w14:textId="77777777" w:rsidR="00025826" w:rsidRPr="006B3432" w:rsidRDefault="00025826" w:rsidP="00795BE3">
      <w:pPr>
        <w:pStyle w:val="ContinueOrEndOfFile"/>
        <w:spacing w:before="0"/>
        <w:ind w:left="5533"/>
        <w:jc w:val="center"/>
        <w:rPr>
          <w:rFonts w:cs="Arial"/>
          <w:sz w:val="16"/>
          <w:szCs w:val="16"/>
        </w:rPr>
      </w:pPr>
    </w:p>
    <w:p w14:paraId="36D3FB76" w14:textId="77777777" w:rsidR="00FC7E5F" w:rsidRPr="006B3432" w:rsidRDefault="00FC7E5F" w:rsidP="00795BE3">
      <w:pPr>
        <w:pStyle w:val="ContinueOrEndOfFile"/>
        <w:spacing w:before="0"/>
        <w:ind w:left="5533"/>
        <w:jc w:val="center"/>
        <w:rPr>
          <w:rFonts w:cs="Arial"/>
          <w:sz w:val="16"/>
          <w:szCs w:val="16"/>
        </w:rPr>
      </w:pPr>
    </w:p>
    <w:p w14:paraId="4BD8B2D6" w14:textId="77777777" w:rsidR="00FC7E5F" w:rsidRPr="006B3432" w:rsidRDefault="00FC7E5F" w:rsidP="00795BE3">
      <w:pPr>
        <w:pStyle w:val="ContinueOrEndOfFile"/>
        <w:spacing w:before="0"/>
        <w:ind w:left="5533"/>
        <w:jc w:val="center"/>
        <w:rPr>
          <w:rFonts w:cs="Arial"/>
          <w:sz w:val="16"/>
          <w:szCs w:val="16"/>
        </w:rPr>
      </w:pPr>
    </w:p>
    <w:p w14:paraId="123CC79B" w14:textId="5162CF2C" w:rsidR="00465FEA" w:rsidRPr="00025826" w:rsidRDefault="002B5675" w:rsidP="00795BE3">
      <w:pPr>
        <w:pStyle w:val="ContinueOrEndOfFile"/>
        <w:spacing w:before="0" w:after="220"/>
        <w:ind w:left="5533"/>
        <w:jc w:val="center"/>
        <w:rPr>
          <w:rFonts w:cs="Arial"/>
          <w:sz w:val="22"/>
          <w:szCs w:val="22"/>
        </w:rPr>
      </w:pPr>
      <w:r>
        <w:rPr>
          <w:rFonts w:cs="Arial"/>
          <w:sz w:val="22"/>
          <w:szCs w:val="22"/>
        </w:rPr>
        <w:t>[</w:t>
      </w:r>
      <w:r w:rsidR="000E4AA6" w:rsidRPr="006B3432">
        <w:rPr>
          <w:rFonts w:cs="Arial"/>
          <w:sz w:val="22"/>
          <w:szCs w:val="22"/>
        </w:rPr>
        <w:t>End of Annex II and of document</w:t>
      </w:r>
      <w:r w:rsidR="00465FEA" w:rsidRPr="006B3432">
        <w:rPr>
          <w:rFonts w:cs="Arial"/>
          <w:sz w:val="22"/>
          <w:szCs w:val="22"/>
        </w:rPr>
        <w:t>]</w:t>
      </w:r>
    </w:p>
    <w:p w14:paraId="16E46F13" w14:textId="77777777" w:rsidR="00795BE3" w:rsidRPr="00795BE3" w:rsidRDefault="00795BE3" w:rsidP="00795BE3">
      <w:pPr>
        <w:pStyle w:val="ContinueOrEndOfFile"/>
        <w:spacing w:before="0" w:after="220"/>
        <w:ind w:left="5533"/>
        <w:jc w:val="center"/>
        <w:rPr>
          <w:rFonts w:cs="Arial"/>
          <w:iCs/>
          <w:sz w:val="22"/>
          <w:szCs w:val="22"/>
        </w:rPr>
      </w:pPr>
    </w:p>
    <w:sectPr w:rsidR="00795BE3" w:rsidRPr="00795BE3" w:rsidSect="00AB2E98">
      <w:headerReference w:type="default" r:id="rId14"/>
      <w:headerReference w:type="first" r:id="rId15"/>
      <w:pgSz w:w="11907" w:h="16840" w:code="9"/>
      <w:pgMar w:top="567" w:right="1134" w:bottom="1418" w:left="1418" w:header="567" w:footer="68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61D34" w14:textId="77777777" w:rsidR="00CC6CC9" w:rsidRDefault="00CC6CC9">
      <w:r>
        <w:separator/>
      </w:r>
    </w:p>
  </w:endnote>
  <w:endnote w:type="continuationSeparator" w:id="0">
    <w:p w14:paraId="571266B4" w14:textId="77777777" w:rsidR="00CC6CC9" w:rsidRDefault="00CC6CC9" w:rsidP="003B38C1">
      <w:r>
        <w:separator/>
      </w:r>
    </w:p>
    <w:p w14:paraId="77FAFD06" w14:textId="77777777" w:rsidR="00CC6CC9" w:rsidRPr="003B38C1" w:rsidRDefault="00CC6CC9" w:rsidP="003B38C1">
      <w:pPr>
        <w:spacing w:after="60"/>
        <w:rPr>
          <w:sz w:val="17"/>
        </w:rPr>
      </w:pPr>
      <w:r>
        <w:rPr>
          <w:sz w:val="17"/>
        </w:rPr>
        <w:t>[Endnote continued from previous page]</w:t>
      </w:r>
    </w:p>
  </w:endnote>
  <w:endnote w:type="continuationNotice" w:id="1">
    <w:p w14:paraId="442868B6" w14:textId="77777777" w:rsidR="00CC6CC9" w:rsidRPr="003B38C1" w:rsidRDefault="00CC6CC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61EB7" w14:textId="77777777" w:rsidR="00CC6CC9" w:rsidRDefault="00CC6CC9">
      <w:r>
        <w:separator/>
      </w:r>
    </w:p>
  </w:footnote>
  <w:footnote w:type="continuationSeparator" w:id="0">
    <w:p w14:paraId="1AD05175" w14:textId="77777777" w:rsidR="00CC6CC9" w:rsidRDefault="00CC6CC9" w:rsidP="008B60B2">
      <w:r>
        <w:separator/>
      </w:r>
    </w:p>
    <w:p w14:paraId="44D1BF3C" w14:textId="77777777" w:rsidR="00CC6CC9" w:rsidRPr="00ED77FB" w:rsidRDefault="00CC6CC9" w:rsidP="008B60B2">
      <w:pPr>
        <w:spacing w:after="60"/>
        <w:rPr>
          <w:sz w:val="17"/>
          <w:szCs w:val="17"/>
        </w:rPr>
      </w:pPr>
      <w:r w:rsidRPr="00ED77FB">
        <w:rPr>
          <w:sz w:val="17"/>
          <w:szCs w:val="17"/>
        </w:rPr>
        <w:t>[Footnote continued from previous page]</w:t>
      </w:r>
    </w:p>
  </w:footnote>
  <w:footnote w:type="continuationNotice" w:id="1">
    <w:p w14:paraId="1229627A" w14:textId="77777777" w:rsidR="00CC6CC9" w:rsidRPr="00ED77FB" w:rsidRDefault="00CC6CC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8A73C" w14:textId="77777777" w:rsidR="00481A09" w:rsidRPr="00F76D43" w:rsidRDefault="00481A09" w:rsidP="00AB2E98">
    <w:pPr>
      <w:jc w:val="right"/>
      <w:rPr>
        <w:lang w:val="fr-FR"/>
      </w:rPr>
    </w:pPr>
    <w:bookmarkStart w:id="1" w:name="Code2"/>
    <w:bookmarkEnd w:id="1"/>
    <w:r w:rsidRPr="00F76D43">
      <w:rPr>
        <w:lang w:val="fr-FR"/>
      </w:rPr>
      <w:t>CWS/13/5-INF</w:t>
    </w:r>
  </w:p>
  <w:p w14:paraId="112491ED" w14:textId="279500E3" w:rsidR="00481A09" w:rsidRPr="00F76D43" w:rsidRDefault="00481A09" w:rsidP="00AB2E98">
    <w:pPr>
      <w:jc w:val="right"/>
      <w:rPr>
        <w:lang w:val="fr-FR"/>
      </w:rPr>
    </w:pPr>
    <w:r w:rsidRPr="00F76D43">
      <w:rPr>
        <w:lang w:val="fr-FR"/>
      </w:rPr>
      <w:t xml:space="preserve">Annex </w:t>
    </w:r>
    <w:r w:rsidR="00F76D43" w:rsidRPr="00F76D43">
      <w:rPr>
        <w:lang w:val="fr-FR"/>
      </w:rPr>
      <w:t>I</w:t>
    </w:r>
    <w:r w:rsidRPr="00F76D43">
      <w:rPr>
        <w:lang w:val="fr-FR"/>
      </w:rPr>
      <w:t xml:space="preserve">I, page </w:t>
    </w:r>
    <w:r>
      <w:fldChar w:fldCharType="begin"/>
    </w:r>
    <w:r w:rsidRPr="00F76D43">
      <w:rPr>
        <w:lang w:val="fr-FR"/>
      </w:rPr>
      <w:instrText xml:space="preserve"> PAGE  \* MERGEFORMAT </w:instrText>
    </w:r>
    <w:r>
      <w:fldChar w:fldCharType="separate"/>
    </w:r>
    <w:r w:rsidRPr="00F76D43">
      <w:rPr>
        <w:lang w:val="fr-FR"/>
      </w:rPr>
      <w:t>2</w:t>
    </w:r>
    <w:r>
      <w:fldChar w:fldCharType="end"/>
    </w:r>
  </w:p>
  <w:p w14:paraId="42FEDE94" w14:textId="77777777" w:rsidR="00481A09" w:rsidRPr="00F76D43" w:rsidRDefault="00481A09" w:rsidP="00AB2E98">
    <w:pPr>
      <w:jc w:val="right"/>
      <w:rPr>
        <w:lang w:val="fr-FR"/>
      </w:rPr>
    </w:pPr>
  </w:p>
  <w:p w14:paraId="6A934632" w14:textId="77777777" w:rsidR="00481A09" w:rsidRPr="00F76D43" w:rsidRDefault="00481A09" w:rsidP="00AB2E98">
    <w:pPr>
      <w:pStyle w:val="Heade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1B5D7" w14:textId="5FFD406C" w:rsidR="0073763A" w:rsidRDefault="0073763A" w:rsidP="0073763A">
    <w:pPr>
      <w:jc w:val="right"/>
    </w:pPr>
    <w:r>
      <w:t>CWS/13/5-INF</w:t>
    </w:r>
  </w:p>
  <w:p w14:paraId="2D4F7C57" w14:textId="7ACFE37D" w:rsidR="00465FEA" w:rsidRDefault="0073763A" w:rsidP="0073763A">
    <w:pPr>
      <w:pStyle w:val="Header"/>
      <w:jc w:val="right"/>
    </w:pPr>
    <w:r>
      <w:t>ANNEX</w:t>
    </w:r>
    <w:r w:rsidR="00DF26F6">
      <w:t xml:space="preserve"> I</w:t>
    </w:r>
    <w:r w:rsidR="00F76D43">
      <w:t>I</w:t>
    </w:r>
  </w:p>
  <w:p w14:paraId="7DF24EA6" w14:textId="77777777" w:rsidR="00AB2E98" w:rsidRDefault="00AB2E98" w:rsidP="0073763A">
    <w:pPr>
      <w:pStyle w:val="Header"/>
      <w:jc w:val="right"/>
    </w:pPr>
  </w:p>
  <w:p w14:paraId="114DFBA9" w14:textId="77777777" w:rsidR="00AB2E98" w:rsidRPr="00E57F5C" w:rsidRDefault="00AB2E98" w:rsidP="0073763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6E0A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AD3178"/>
    <w:multiLevelType w:val="hybridMultilevel"/>
    <w:tmpl w:val="424A9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D07211"/>
    <w:multiLevelType w:val="hybridMultilevel"/>
    <w:tmpl w:val="9F0054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A00963"/>
    <w:multiLevelType w:val="hybridMultilevel"/>
    <w:tmpl w:val="8A4C12A8"/>
    <w:lvl w:ilvl="0" w:tplc="28ACA4EC">
      <w:start w:val="1"/>
      <w:numFmt w:val="decimal"/>
      <w:lvlText w:val="%1."/>
      <w:lvlJc w:val="left"/>
      <w:pPr>
        <w:ind w:left="268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1" w:tplc="97144746">
      <w:start w:val="1"/>
      <w:numFmt w:val="lowerLetter"/>
      <w:lvlText w:val="%2"/>
      <w:lvlJc w:val="left"/>
      <w:pPr>
        <w:ind w:left="376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2" w:tplc="CF7C8424">
      <w:start w:val="1"/>
      <w:numFmt w:val="lowerRoman"/>
      <w:lvlText w:val="%3"/>
      <w:lvlJc w:val="left"/>
      <w:pPr>
        <w:ind w:left="448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3" w:tplc="C5A834B4">
      <w:start w:val="1"/>
      <w:numFmt w:val="decimal"/>
      <w:lvlText w:val="%4"/>
      <w:lvlJc w:val="left"/>
      <w:pPr>
        <w:ind w:left="520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4" w:tplc="33B61938">
      <w:start w:val="1"/>
      <w:numFmt w:val="lowerLetter"/>
      <w:lvlText w:val="%5"/>
      <w:lvlJc w:val="left"/>
      <w:pPr>
        <w:ind w:left="592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5" w:tplc="D4E6F432">
      <w:start w:val="1"/>
      <w:numFmt w:val="lowerRoman"/>
      <w:lvlText w:val="%6"/>
      <w:lvlJc w:val="left"/>
      <w:pPr>
        <w:ind w:left="664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6" w:tplc="E3D62BDA">
      <w:start w:val="1"/>
      <w:numFmt w:val="decimal"/>
      <w:lvlText w:val="%7"/>
      <w:lvlJc w:val="left"/>
      <w:pPr>
        <w:ind w:left="736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7" w:tplc="D6EEDFE4">
      <w:start w:val="1"/>
      <w:numFmt w:val="lowerLetter"/>
      <w:lvlText w:val="%8"/>
      <w:lvlJc w:val="left"/>
      <w:pPr>
        <w:ind w:left="808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8" w:tplc="B6DEED1E">
      <w:start w:val="1"/>
      <w:numFmt w:val="lowerRoman"/>
      <w:lvlText w:val="%9"/>
      <w:lvlJc w:val="left"/>
      <w:pPr>
        <w:ind w:left="8804"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abstractNum>
  <w:abstractNum w:abstractNumId="6" w15:restartNumberingAfterBreak="0">
    <w:nsid w:val="380F4CAB"/>
    <w:multiLevelType w:val="hybridMultilevel"/>
    <w:tmpl w:val="AC2EED90"/>
    <w:lvl w:ilvl="0" w:tplc="2B467DAC">
      <w:start w:val="1"/>
      <w:numFmt w:val="bullet"/>
      <w:lvlText w:val=""/>
      <w:lvlJc w:val="left"/>
      <w:pPr>
        <w:ind w:left="413" w:hanging="360"/>
      </w:pPr>
      <w:rPr>
        <w:rFonts w:ascii="Symbol" w:hAnsi="Symbol"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7"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F548BE"/>
    <w:multiLevelType w:val="hybridMultilevel"/>
    <w:tmpl w:val="AE048578"/>
    <w:lvl w:ilvl="0" w:tplc="2B467D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1245"/>
        </w:tabs>
        <w:ind w:left="124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854E0D"/>
    <w:multiLevelType w:val="hybridMultilevel"/>
    <w:tmpl w:val="166C8B12"/>
    <w:lvl w:ilvl="0" w:tplc="2B467D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6352287">
    <w:abstractNumId w:val="8"/>
  </w:num>
  <w:num w:numId="2" w16cid:durableId="656806783">
    <w:abstractNumId w:val="1"/>
  </w:num>
  <w:num w:numId="3" w16cid:durableId="222833342">
    <w:abstractNumId w:val="3"/>
  </w:num>
  <w:num w:numId="4" w16cid:durableId="320819985">
    <w:abstractNumId w:val="7"/>
  </w:num>
  <w:num w:numId="5" w16cid:durableId="975991545">
    <w:abstractNumId w:val="0"/>
  </w:num>
  <w:num w:numId="6" w16cid:durableId="980307660">
    <w:abstractNumId w:val="10"/>
  </w:num>
  <w:num w:numId="7" w16cid:durableId="1712881653">
    <w:abstractNumId w:val="4"/>
  </w:num>
  <w:num w:numId="8" w16cid:durableId="12490002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8374037">
    <w:abstractNumId w:val="2"/>
  </w:num>
  <w:num w:numId="10" w16cid:durableId="425925673">
    <w:abstractNumId w:val="11"/>
  </w:num>
  <w:num w:numId="11" w16cid:durableId="780952090">
    <w:abstractNumId w:val="9"/>
  </w:num>
  <w:num w:numId="12" w16cid:durableId="185140874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1647B"/>
    <w:rsid w:val="00021C26"/>
    <w:rsid w:val="000222A6"/>
    <w:rsid w:val="0002282D"/>
    <w:rsid w:val="00023BB4"/>
    <w:rsid w:val="0002451A"/>
    <w:rsid w:val="00025826"/>
    <w:rsid w:val="000263D1"/>
    <w:rsid w:val="00043CAA"/>
    <w:rsid w:val="00044259"/>
    <w:rsid w:val="000474DC"/>
    <w:rsid w:val="00057D70"/>
    <w:rsid w:val="00057DFD"/>
    <w:rsid w:val="00074E4D"/>
    <w:rsid w:val="00075432"/>
    <w:rsid w:val="000817DB"/>
    <w:rsid w:val="00087BE9"/>
    <w:rsid w:val="000924DD"/>
    <w:rsid w:val="0009422E"/>
    <w:rsid w:val="000968ED"/>
    <w:rsid w:val="00096B48"/>
    <w:rsid w:val="000A4FDD"/>
    <w:rsid w:val="000B06E9"/>
    <w:rsid w:val="000B2031"/>
    <w:rsid w:val="000C0D9D"/>
    <w:rsid w:val="000C3BB7"/>
    <w:rsid w:val="000D1BAC"/>
    <w:rsid w:val="000E4AA6"/>
    <w:rsid w:val="000E63EB"/>
    <w:rsid w:val="000F5E56"/>
    <w:rsid w:val="000F77C4"/>
    <w:rsid w:val="001024FE"/>
    <w:rsid w:val="0011222C"/>
    <w:rsid w:val="001362EE"/>
    <w:rsid w:val="00142868"/>
    <w:rsid w:val="00150B07"/>
    <w:rsid w:val="00165AB0"/>
    <w:rsid w:val="00174F9E"/>
    <w:rsid w:val="001822C8"/>
    <w:rsid w:val="001832A6"/>
    <w:rsid w:val="001A0A8A"/>
    <w:rsid w:val="001A24E6"/>
    <w:rsid w:val="001C6808"/>
    <w:rsid w:val="001D4C1A"/>
    <w:rsid w:val="002121FA"/>
    <w:rsid w:val="00212CF6"/>
    <w:rsid w:val="00214508"/>
    <w:rsid w:val="00243C12"/>
    <w:rsid w:val="002531D3"/>
    <w:rsid w:val="00255171"/>
    <w:rsid w:val="00262535"/>
    <w:rsid w:val="002634C4"/>
    <w:rsid w:val="00290AFF"/>
    <w:rsid w:val="00291038"/>
    <w:rsid w:val="002928D3"/>
    <w:rsid w:val="00296042"/>
    <w:rsid w:val="002A2981"/>
    <w:rsid w:val="002A3EA0"/>
    <w:rsid w:val="002A7998"/>
    <w:rsid w:val="002B0843"/>
    <w:rsid w:val="002B5675"/>
    <w:rsid w:val="002C36F3"/>
    <w:rsid w:val="002C7DE1"/>
    <w:rsid w:val="002D14D7"/>
    <w:rsid w:val="002D3D09"/>
    <w:rsid w:val="002D52E5"/>
    <w:rsid w:val="002D74C9"/>
    <w:rsid w:val="002E589F"/>
    <w:rsid w:val="002F1FE6"/>
    <w:rsid w:val="002F4E68"/>
    <w:rsid w:val="002F5682"/>
    <w:rsid w:val="003075DD"/>
    <w:rsid w:val="00312F7F"/>
    <w:rsid w:val="00321944"/>
    <w:rsid w:val="003228B7"/>
    <w:rsid w:val="003410EE"/>
    <w:rsid w:val="003508A3"/>
    <w:rsid w:val="00350B04"/>
    <w:rsid w:val="003673CF"/>
    <w:rsid w:val="00371B1B"/>
    <w:rsid w:val="00383723"/>
    <w:rsid w:val="003845C1"/>
    <w:rsid w:val="00386797"/>
    <w:rsid w:val="003958AE"/>
    <w:rsid w:val="003A6F89"/>
    <w:rsid w:val="003A74DB"/>
    <w:rsid w:val="003B38C1"/>
    <w:rsid w:val="003B3CDC"/>
    <w:rsid w:val="003C0DCE"/>
    <w:rsid w:val="003C1DD5"/>
    <w:rsid w:val="003D1749"/>
    <w:rsid w:val="003D2CAA"/>
    <w:rsid w:val="003D352A"/>
    <w:rsid w:val="003D4930"/>
    <w:rsid w:val="003D518E"/>
    <w:rsid w:val="003E6A3C"/>
    <w:rsid w:val="003E6D5E"/>
    <w:rsid w:val="003E784B"/>
    <w:rsid w:val="003F6A2E"/>
    <w:rsid w:val="00412872"/>
    <w:rsid w:val="00415E3F"/>
    <w:rsid w:val="00423E3E"/>
    <w:rsid w:val="00426872"/>
    <w:rsid w:val="00427AF4"/>
    <w:rsid w:val="00434234"/>
    <w:rsid w:val="004400E2"/>
    <w:rsid w:val="00445F5A"/>
    <w:rsid w:val="00451992"/>
    <w:rsid w:val="00461632"/>
    <w:rsid w:val="004646FD"/>
    <w:rsid w:val="004647DA"/>
    <w:rsid w:val="00465FEA"/>
    <w:rsid w:val="00472B0E"/>
    <w:rsid w:val="00474062"/>
    <w:rsid w:val="00477D6B"/>
    <w:rsid w:val="00481A09"/>
    <w:rsid w:val="00487404"/>
    <w:rsid w:val="004D39C4"/>
    <w:rsid w:val="004E1B07"/>
    <w:rsid w:val="004E7341"/>
    <w:rsid w:val="004F0B97"/>
    <w:rsid w:val="004F198B"/>
    <w:rsid w:val="005117D0"/>
    <w:rsid w:val="00511F56"/>
    <w:rsid w:val="00512571"/>
    <w:rsid w:val="00513491"/>
    <w:rsid w:val="00520ADF"/>
    <w:rsid w:val="00522E3E"/>
    <w:rsid w:val="0053057A"/>
    <w:rsid w:val="005452C8"/>
    <w:rsid w:val="00553BAD"/>
    <w:rsid w:val="00560A29"/>
    <w:rsid w:val="005670B0"/>
    <w:rsid w:val="00577002"/>
    <w:rsid w:val="00582BCD"/>
    <w:rsid w:val="00594D27"/>
    <w:rsid w:val="00597716"/>
    <w:rsid w:val="005A3489"/>
    <w:rsid w:val="005C0139"/>
    <w:rsid w:val="005D2CDF"/>
    <w:rsid w:val="005D4582"/>
    <w:rsid w:val="00601760"/>
    <w:rsid w:val="006024A5"/>
    <w:rsid w:val="00603B19"/>
    <w:rsid w:val="00605827"/>
    <w:rsid w:val="00610F1D"/>
    <w:rsid w:val="00615686"/>
    <w:rsid w:val="00637697"/>
    <w:rsid w:val="00642163"/>
    <w:rsid w:val="00646050"/>
    <w:rsid w:val="006627C8"/>
    <w:rsid w:val="00666F27"/>
    <w:rsid w:val="006713CA"/>
    <w:rsid w:val="0067312D"/>
    <w:rsid w:val="00676C5C"/>
    <w:rsid w:val="0068338F"/>
    <w:rsid w:val="006937EE"/>
    <w:rsid w:val="00693FD0"/>
    <w:rsid w:val="00694BA4"/>
    <w:rsid w:val="00695558"/>
    <w:rsid w:val="006970D2"/>
    <w:rsid w:val="006A06C7"/>
    <w:rsid w:val="006A605B"/>
    <w:rsid w:val="006A6393"/>
    <w:rsid w:val="006A6D3F"/>
    <w:rsid w:val="006B1FE9"/>
    <w:rsid w:val="006B3432"/>
    <w:rsid w:val="006C2AD7"/>
    <w:rsid w:val="006C6526"/>
    <w:rsid w:val="006D5E0F"/>
    <w:rsid w:val="006F1EA0"/>
    <w:rsid w:val="006F4473"/>
    <w:rsid w:val="006F6217"/>
    <w:rsid w:val="007058FB"/>
    <w:rsid w:val="00710FB2"/>
    <w:rsid w:val="00711023"/>
    <w:rsid w:val="007135E4"/>
    <w:rsid w:val="00715074"/>
    <w:rsid w:val="00717F9D"/>
    <w:rsid w:val="0073763A"/>
    <w:rsid w:val="00742A65"/>
    <w:rsid w:val="007430E1"/>
    <w:rsid w:val="007513B5"/>
    <w:rsid w:val="00766A24"/>
    <w:rsid w:val="007671A6"/>
    <w:rsid w:val="00795BE3"/>
    <w:rsid w:val="007B08A4"/>
    <w:rsid w:val="007B3C1E"/>
    <w:rsid w:val="007B6A58"/>
    <w:rsid w:val="007C3BA6"/>
    <w:rsid w:val="007C798D"/>
    <w:rsid w:val="007D1613"/>
    <w:rsid w:val="007D26EB"/>
    <w:rsid w:val="007D5839"/>
    <w:rsid w:val="007F0AB1"/>
    <w:rsid w:val="007F3669"/>
    <w:rsid w:val="007F7B62"/>
    <w:rsid w:val="00805467"/>
    <w:rsid w:val="00831D49"/>
    <w:rsid w:val="00835BCF"/>
    <w:rsid w:val="00840521"/>
    <w:rsid w:val="00843A56"/>
    <w:rsid w:val="008473D2"/>
    <w:rsid w:val="00852FF9"/>
    <w:rsid w:val="00873EE5"/>
    <w:rsid w:val="0088263C"/>
    <w:rsid w:val="008915B0"/>
    <w:rsid w:val="008A177E"/>
    <w:rsid w:val="008A2A63"/>
    <w:rsid w:val="008B02E8"/>
    <w:rsid w:val="008B2CC1"/>
    <w:rsid w:val="008B4B5E"/>
    <w:rsid w:val="008B60B2"/>
    <w:rsid w:val="008C0F28"/>
    <w:rsid w:val="008C1FBA"/>
    <w:rsid w:val="008E757F"/>
    <w:rsid w:val="00900B7B"/>
    <w:rsid w:val="0090731E"/>
    <w:rsid w:val="00913364"/>
    <w:rsid w:val="00916EE2"/>
    <w:rsid w:val="00920950"/>
    <w:rsid w:val="00922481"/>
    <w:rsid w:val="00940D60"/>
    <w:rsid w:val="0094556D"/>
    <w:rsid w:val="00961D63"/>
    <w:rsid w:val="00966A22"/>
    <w:rsid w:val="00966EE9"/>
    <w:rsid w:val="0096722F"/>
    <w:rsid w:val="00972B12"/>
    <w:rsid w:val="00972E3C"/>
    <w:rsid w:val="00980843"/>
    <w:rsid w:val="00997974"/>
    <w:rsid w:val="009A4C63"/>
    <w:rsid w:val="009A70B7"/>
    <w:rsid w:val="009B5EC8"/>
    <w:rsid w:val="009B7BD5"/>
    <w:rsid w:val="009C3B2E"/>
    <w:rsid w:val="009C6357"/>
    <w:rsid w:val="009C7E62"/>
    <w:rsid w:val="009D25DA"/>
    <w:rsid w:val="009E2791"/>
    <w:rsid w:val="009E3F6F"/>
    <w:rsid w:val="009F3BF9"/>
    <w:rsid w:val="009F499F"/>
    <w:rsid w:val="009F5D2C"/>
    <w:rsid w:val="00A11800"/>
    <w:rsid w:val="00A13C40"/>
    <w:rsid w:val="00A15450"/>
    <w:rsid w:val="00A20C1E"/>
    <w:rsid w:val="00A42DAF"/>
    <w:rsid w:val="00A4304E"/>
    <w:rsid w:val="00A44C87"/>
    <w:rsid w:val="00A45BD8"/>
    <w:rsid w:val="00A5380C"/>
    <w:rsid w:val="00A71B92"/>
    <w:rsid w:val="00A778BF"/>
    <w:rsid w:val="00A806E6"/>
    <w:rsid w:val="00A81A55"/>
    <w:rsid w:val="00A83F29"/>
    <w:rsid w:val="00A8424F"/>
    <w:rsid w:val="00A85B8E"/>
    <w:rsid w:val="00A938CB"/>
    <w:rsid w:val="00AB2E98"/>
    <w:rsid w:val="00AC205C"/>
    <w:rsid w:val="00AC3030"/>
    <w:rsid w:val="00AD162C"/>
    <w:rsid w:val="00AE2EA0"/>
    <w:rsid w:val="00AF30EC"/>
    <w:rsid w:val="00AF313F"/>
    <w:rsid w:val="00AF3AB0"/>
    <w:rsid w:val="00AF5C73"/>
    <w:rsid w:val="00AF648B"/>
    <w:rsid w:val="00B00064"/>
    <w:rsid w:val="00B03DA1"/>
    <w:rsid w:val="00B05731"/>
    <w:rsid w:val="00B05A69"/>
    <w:rsid w:val="00B07C3A"/>
    <w:rsid w:val="00B23619"/>
    <w:rsid w:val="00B31383"/>
    <w:rsid w:val="00B3569D"/>
    <w:rsid w:val="00B40598"/>
    <w:rsid w:val="00B45E21"/>
    <w:rsid w:val="00B5026C"/>
    <w:rsid w:val="00B50603"/>
    <w:rsid w:val="00B50B99"/>
    <w:rsid w:val="00B57841"/>
    <w:rsid w:val="00B615EA"/>
    <w:rsid w:val="00B62CD9"/>
    <w:rsid w:val="00B63E44"/>
    <w:rsid w:val="00B6615B"/>
    <w:rsid w:val="00B75B6B"/>
    <w:rsid w:val="00B80E7F"/>
    <w:rsid w:val="00B9734B"/>
    <w:rsid w:val="00BA0AA3"/>
    <w:rsid w:val="00BB0E3F"/>
    <w:rsid w:val="00BB4912"/>
    <w:rsid w:val="00BB4F8C"/>
    <w:rsid w:val="00BB796C"/>
    <w:rsid w:val="00BC4FD3"/>
    <w:rsid w:val="00BD40B3"/>
    <w:rsid w:val="00BD547E"/>
    <w:rsid w:val="00BE3A3D"/>
    <w:rsid w:val="00C02318"/>
    <w:rsid w:val="00C11BFE"/>
    <w:rsid w:val="00C25407"/>
    <w:rsid w:val="00C25F23"/>
    <w:rsid w:val="00C33290"/>
    <w:rsid w:val="00C36D0C"/>
    <w:rsid w:val="00C402E3"/>
    <w:rsid w:val="00C627EC"/>
    <w:rsid w:val="00C740C1"/>
    <w:rsid w:val="00C92E5C"/>
    <w:rsid w:val="00C9360E"/>
    <w:rsid w:val="00C94629"/>
    <w:rsid w:val="00CA069C"/>
    <w:rsid w:val="00CA4D45"/>
    <w:rsid w:val="00CB75D5"/>
    <w:rsid w:val="00CC01CC"/>
    <w:rsid w:val="00CC6CC9"/>
    <w:rsid w:val="00CD6613"/>
    <w:rsid w:val="00CE597F"/>
    <w:rsid w:val="00CE65D4"/>
    <w:rsid w:val="00CF7F50"/>
    <w:rsid w:val="00D0610A"/>
    <w:rsid w:val="00D07CCD"/>
    <w:rsid w:val="00D17969"/>
    <w:rsid w:val="00D24BD1"/>
    <w:rsid w:val="00D42FA2"/>
    <w:rsid w:val="00D45252"/>
    <w:rsid w:val="00D60CE0"/>
    <w:rsid w:val="00D6563B"/>
    <w:rsid w:val="00D65790"/>
    <w:rsid w:val="00D663F8"/>
    <w:rsid w:val="00D71B4D"/>
    <w:rsid w:val="00D84533"/>
    <w:rsid w:val="00D84AEC"/>
    <w:rsid w:val="00D8667E"/>
    <w:rsid w:val="00D90639"/>
    <w:rsid w:val="00D93D55"/>
    <w:rsid w:val="00DA5690"/>
    <w:rsid w:val="00DA6276"/>
    <w:rsid w:val="00DA79D8"/>
    <w:rsid w:val="00DB152B"/>
    <w:rsid w:val="00DB5243"/>
    <w:rsid w:val="00DE239F"/>
    <w:rsid w:val="00DF26F6"/>
    <w:rsid w:val="00E01A6C"/>
    <w:rsid w:val="00E0735E"/>
    <w:rsid w:val="00E161A2"/>
    <w:rsid w:val="00E24787"/>
    <w:rsid w:val="00E335FE"/>
    <w:rsid w:val="00E360FC"/>
    <w:rsid w:val="00E428D1"/>
    <w:rsid w:val="00E44D7C"/>
    <w:rsid w:val="00E5021F"/>
    <w:rsid w:val="00E66D94"/>
    <w:rsid w:val="00E671A6"/>
    <w:rsid w:val="00E711D3"/>
    <w:rsid w:val="00E83E68"/>
    <w:rsid w:val="00E849E5"/>
    <w:rsid w:val="00E850F9"/>
    <w:rsid w:val="00E8613A"/>
    <w:rsid w:val="00E96913"/>
    <w:rsid w:val="00E97B57"/>
    <w:rsid w:val="00EA1E58"/>
    <w:rsid w:val="00EA4A09"/>
    <w:rsid w:val="00EA5809"/>
    <w:rsid w:val="00EB37B9"/>
    <w:rsid w:val="00EC4E49"/>
    <w:rsid w:val="00ED4794"/>
    <w:rsid w:val="00ED77FB"/>
    <w:rsid w:val="00EE0B72"/>
    <w:rsid w:val="00EF18F0"/>
    <w:rsid w:val="00EF29CE"/>
    <w:rsid w:val="00F00581"/>
    <w:rsid w:val="00F021A6"/>
    <w:rsid w:val="00F04D3D"/>
    <w:rsid w:val="00F11D94"/>
    <w:rsid w:val="00F30D17"/>
    <w:rsid w:val="00F310B7"/>
    <w:rsid w:val="00F42238"/>
    <w:rsid w:val="00F57086"/>
    <w:rsid w:val="00F640DE"/>
    <w:rsid w:val="00F66152"/>
    <w:rsid w:val="00F66DB5"/>
    <w:rsid w:val="00F76D43"/>
    <w:rsid w:val="00F80277"/>
    <w:rsid w:val="00F90284"/>
    <w:rsid w:val="00FA2570"/>
    <w:rsid w:val="00FA4D25"/>
    <w:rsid w:val="00FB0CD0"/>
    <w:rsid w:val="00FB155F"/>
    <w:rsid w:val="00FB1AE0"/>
    <w:rsid w:val="00FC46F1"/>
    <w:rsid w:val="00FC5D00"/>
    <w:rsid w:val="00FC7E5F"/>
    <w:rsid w:val="00FD0A93"/>
    <w:rsid w:val="00FD3F0A"/>
    <w:rsid w:val="00FE1B3C"/>
    <w:rsid w:val="00FE3270"/>
    <w:rsid w:val="01ED4160"/>
    <w:rsid w:val="028559A1"/>
    <w:rsid w:val="05EA0C95"/>
    <w:rsid w:val="0C83A265"/>
    <w:rsid w:val="10CF5713"/>
    <w:rsid w:val="40AE8257"/>
    <w:rsid w:val="47A0029F"/>
    <w:rsid w:val="4CF736BE"/>
    <w:rsid w:val="542CC5F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70A0D8AA-E90C-45D9-AB35-96C2622BE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465FEA"/>
    <w:pPr>
      <w:outlineLvl w:val="4"/>
    </w:pPr>
    <w:rPr>
      <w:rFonts w:eastAsia="Times New Roman" w:cs="Times New Roman"/>
      <w:sz w:val="17"/>
      <w:lang w:eastAsia="en-US"/>
    </w:rPr>
  </w:style>
  <w:style w:type="paragraph" w:styleId="Heading6">
    <w:name w:val="heading 6"/>
    <w:basedOn w:val="Normal"/>
    <w:next w:val="Normal"/>
    <w:link w:val="Heading6Char"/>
    <w:qFormat/>
    <w:rsid w:val="00465FEA"/>
    <w:pPr>
      <w:outlineLvl w:val="5"/>
    </w:pPr>
    <w:rPr>
      <w:rFonts w:eastAsia="Times New Roman" w:cs="Times New Roman"/>
      <w:sz w:val="17"/>
      <w:lang w:eastAsia="en-US"/>
    </w:rPr>
  </w:style>
  <w:style w:type="paragraph" w:styleId="Heading7">
    <w:name w:val="heading 7"/>
    <w:basedOn w:val="Normal"/>
    <w:next w:val="Normal"/>
    <w:link w:val="Heading7Char"/>
    <w:qFormat/>
    <w:rsid w:val="00465FEA"/>
    <w:pPr>
      <w:keepNext/>
      <w:jc w:val="center"/>
      <w:outlineLvl w:val="6"/>
    </w:pPr>
    <w:rPr>
      <w:rFonts w:eastAsia="Times New Roman" w:cs="Times New Roman"/>
      <w:snapToGrid w:val="0"/>
      <w:color w:val="000000"/>
      <w:sz w:val="16"/>
      <w:u w:val="single"/>
      <w:lang w:eastAsia="en-US"/>
    </w:rPr>
  </w:style>
  <w:style w:type="paragraph" w:styleId="Heading8">
    <w:name w:val="heading 8"/>
    <w:basedOn w:val="Normal"/>
    <w:next w:val="Normal"/>
    <w:link w:val="Heading8Char"/>
    <w:qFormat/>
    <w:rsid w:val="00465FEA"/>
    <w:pPr>
      <w:keepNext/>
      <w:keepLines/>
      <w:jc w:val="center"/>
      <w:outlineLvl w:val="7"/>
    </w:pPr>
    <w:rPr>
      <w:rFonts w:eastAsia="MS PGothic" w:cs="Times New Roman"/>
      <w:sz w:val="16"/>
      <w:lang w:eastAsia="en-US"/>
    </w:rPr>
  </w:style>
  <w:style w:type="paragraph" w:styleId="Heading9">
    <w:name w:val="heading 9"/>
    <w:basedOn w:val="Normal"/>
    <w:next w:val="Normal"/>
    <w:link w:val="Heading9Char"/>
    <w:qFormat/>
    <w:rsid w:val="00465FEA"/>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numbering" w:customStyle="1" w:styleId="CWS">
    <w:name w:val="CWS"/>
    <w:uiPriority w:val="99"/>
    <w:rsid w:val="00B07C3A"/>
    <w:pPr>
      <w:numPr>
        <w:numId w:val="4"/>
      </w:numPr>
    </w:pPr>
  </w:style>
  <w:style w:type="paragraph" w:styleId="ListParagraph">
    <w:name w:val="List Paragraph"/>
    <w:basedOn w:val="Normal"/>
    <w:uiPriority w:val="34"/>
    <w:qFormat/>
    <w:rsid w:val="00B07C3A"/>
    <w:pPr>
      <w:ind w:left="720"/>
      <w:contextualSpacing/>
    </w:pPr>
  </w:style>
  <w:style w:type="paragraph" w:customStyle="1" w:styleId="ContinueOrEndOfFile">
    <w:name w:val="ContinueOrEndOfFile"/>
    <w:basedOn w:val="Normal"/>
    <w:rsid w:val="00966EE9"/>
    <w:pPr>
      <w:spacing w:before="680"/>
      <w:jc w:val="right"/>
    </w:pPr>
    <w:rPr>
      <w:rFonts w:eastAsia="Times New Roman" w:cs="Times New Roman"/>
      <w:sz w:val="17"/>
      <w:lang w:eastAsia="en-US"/>
    </w:rPr>
  </w:style>
  <w:style w:type="character" w:customStyle="1" w:styleId="Heading5Char">
    <w:name w:val="Heading 5 Char"/>
    <w:basedOn w:val="DefaultParagraphFont"/>
    <w:link w:val="Heading5"/>
    <w:rsid w:val="00465FEA"/>
    <w:rPr>
      <w:rFonts w:ascii="Arial" w:hAnsi="Arial"/>
      <w:sz w:val="17"/>
      <w:lang w:val="en-US" w:eastAsia="en-US"/>
    </w:rPr>
  </w:style>
  <w:style w:type="character" w:customStyle="1" w:styleId="Heading6Char">
    <w:name w:val="Heading 6 Char"/>
    <w:basedOn w:val="DefaultParagraphFont"/>
    <w:link w:val="Heading6"/>
    <w:rsid w:val="00465FEA"/>
    <w:rPr>
      <w:rFonts w:ascii="Arial" w:hAnsi="Arial"/>
      <w:sz w:val="17"/>
      <w:lang w:val="en-US" w:eastAsia="en-US"/>
    </w:rPr>
  </w:style>
  <w:style w:type="character" w:customStyle="1" w:styleId="Heading7Char">
    <w:name w:val="Heading 7 Char"/>
    <w:basedOn w:val="DefaultParagraphFont"/>
    <w:link w:val="Heading7"/>
    <w:rsid w:val="00465FEA"/>
    <w:rPr>
      <w:rFonts w:ascii="Arial" w:hAnsi="Arial"/>
      <w:snapToGrid w:val="0"/>
      <w:color w:val="000000"/>
      <w:sz w:val="16"/>
      <w:u w:val="single"/>
      <w:lang w:val="en-US" w:eastAsia="en-US"/>
    </w:rPr>
  </w:style>
  <w:style w:type="character" w:customStyle="1" w:styleId="Heading8Char">
    <w:name w:val="Heading 8 Char"/>
    <w:basedOn w:val="DefaultParagraphFont"/>
    <w:link w:val="Heading8"/>
    <w:rsid w:val="00465FEA"/>
    <w:rPr>
      <w:rFonts w:ascii="Arial" w:eastAsia="MS PGothic" w:hAnsi="Arial"/>
      <w:sz w:val="16"/>
      <w:lang w:val="en-US" w:eastAsia="en-US"/>
    </w:rPr>
  </w:style>
  <w:style w:type="character" w:customStyle="1" w:styleId="Heading9Char">
    <w:name w:val="Heading 9 Char"/>
    <w:basedOn w:val="DefaultParagraphFont"/>
    <w:link w:val="Heading9"/>
    <w:rsid w:val="00465FEA"/>
    <w:rPr>
      <w:rFonts w:ascii="Arial" w:hAnsi="Arial"/>
      <w:i/>
      <w:sz w:val="22"/>
      <w:lang w:val="en-US" w:eastAsia="en-US"/>
    </w:rPr>
  </w:style>
  <w:style w:type="paragraph" w:customStyle="1" w:styleId="EmitInfo">
    <w:name w:val="EmitInfo"/>
    <w:basedOn w:val="Normal"/>
    <w:rsid w:val="00465FEA"/>
    <w:pPr>
      <w:spacing w:after="510"/>
      <w:jc w:val="center"/>
    </w:pPr>
    <w:rPr>
      <w:rFonts w:eastAsia="Times New Roman" w:cs="Times New Roman"/>
      <w:i/>
      <w:sz w:val="17"/>
      <w:lang w:eastAsia="en-US"/>
    </w:rPr>
  </w:style>
  <w:style w:type="paragraph" w:customStyle="1" w:styleId="Heading2First">
    <w:name w:val="Heading 2 First"/>
    <w:basedOn w:val="Heading2"/>
    <w:next w:val="Normal"/>
    <w:rsid w:val="00465FEA"/>
    <w:pPr>
      <w:keepLines/>
      <w:spacing w:before="0" w:after="170"/>
    </w:pPr>
    <w:rPr>
      <w:rFonts w:eastAsia="Times New Roman" w:cs="Times New Roman"/>
      <w:bCs w:val="0"/>
      <w:iCs w:val="0"/>
      <w:sz w:val="17"/>
      <w:szCs w:val="20"/>
      <w:lang w:eastAsia="en-US"/>
    </w:rPr>
  </w:style>
  <w:style w:type="paragraph" w:customStyle="1" w:styleId="List0">
    <w:name w:val="List0"/>
    <w:basedOn w:val="Normal"/>
    <w:rsid w:val="00465FEA"/>
    <w:pPr>
      <w:keepLines/>
      <w:spacing w:after="170"/>
    </w:pPr>
    <w:rPr>
      <w:rFonts w:eastAsia="Times New Roman" w:cs="Times New Roman"/>
      <w:sz w:val="17"/>
      <w:lang w:eastAsia="en-US"/>
    </w:rPr>
  </w:style>
  <w:style w:type="paragraph" w:customStyle="1" w:styleId="List0H">
    <w:name w:val="List0H"/>
    <w:basedOn w:val="List0"/>
    <w:rsid w:val="00465FEA"/>
    <w:pPr>
      <w:ind w:left="567" w:hanging="567"/>
    </w:pPr>
  </w:style>
  <w:style w:type="paragraph" w:customStyle="1" w:styleId="List0R">
    <w:name w:val="List0R"/>
    <w:basedOn w:val="List0"/>
    <w:rsid w:val="00465FEA"/>
    <w:pPr>
      <w:ind w:firstLine="567"/>
    </w:pPr>
  </w:style>
  <w:style w:type="paragraph" w:customStyle="1" w:styleId="List0Rom">
    <w:name w:val="List0Rom"/>
    <w:basedOn w:val="List0"/>
    <w:rsid w:val="00465FEA"/>
    <w:pPr>
      <w:tabs>
        <w:tab w:val="right" w:pos="851"/>
        <w:tab w:val="left" w:pos="1134"/>
      </w:tabs>
    </w:pPr>
  </w:style>
  <w:style w:type="paragraph" w:customStyle="1" w:styleId="List1">
    <w:name w:val="List1"/>
    <w:basedOn w:val="Normal"/>
    <w:rsid w:val="00465FEA"/>
    <w:pPr>
      <w:keepLines/>
      <w:spacing w:after="170"/>
      <w:ind w:left="567"/>
    </w:pPr>
    <w:rPr>
      <w:rFonts w:eastAsia="Times New Roman" w:cs="Times New Roman"/>
      <w:sz w:val="17"/>
      <w:lang w:eastAsia="en-US"/>
    </w:rPr>
  </w:style>
  <w:style w:type="paragraph" w:customStyle="1" w:styleId="List1H">
    <w:name w:val="List1H"/>
    <w:basedOn w:val="List1"/>
    <w:rsid w:val="00465FEA"/>
    <w:pPr>
      <w:ind w:left="1134" w:hanging="567"/>
    </w:pPr>
  </w:style>
  <w:style w:type="paragraph" w:customStyle="1" w:styleId="List1Rom">
    <w:name w:val="List1Rom"/>
    <w:basedOn w:val="List1"/>
    <w:rsid w:val="00465FEA"/>
    <w:pPr>
      <w:tabs>
        <w:tab w:val="right" w:pos="851"/>
        <w:tab w:val="left" w:pos="1134"/>
      </w:tabs>
      <w:ind w:left="1134" w:hanging="1134"/>
    </w:pPr>
  </w:style>
  <w:style w:type="paragraph" w:customStyle="1" w:styleId="List2">
    <w:name w:val="List2"/>
    <w:basedOn w:val="Normal"/>
    <w:rsid w:val="00465FEA"/>
    <w:pPr>
      <w:keepLines/>
      <w:spacing w:after="170"/>
      <w:ind w:left="1134"/>
    </w:pPr>
    <w:rPr>
      <w:rFonts w:eastAsia="Times New Roman" w:cs="Times New Roman"/>
      <w:sz w:val="17"/>
      <w:lang w:eastAsia="en-US"/>
    </w:rPr>
  </w:style>
  <w:style w:type="paragraph" w:customStyle="1" w:styleId="List2H">
    <w:name w:val="List2H"/>
    <w:basedOn w:val="List2"/>
    <w:rsid w:val="00465FEA"/>
    <w:pPr>
      <w:ind w:left="1701" w:hanging="567"/>
    </w:pPr>
  </w:style>
  <w:style w:type="paragraph" w:customStyle="1" w:styleId="List2Rom">
    <w:name w:val="List2Rom"/>
    <w:basedOn w:val="List2"/>
    <w:rsid w:val="00465FEA"/>
    <w:pPr>
      <w:tabs>
        <w:tab w:val="right" w:pos="1418"/>
      </w:tabs>
      <w:ind w:left="1701" w:hanging="1134"/>
    </w:pPr>
  </w:style>
  <w:style w:type="paragraph" w:customStyle="1" w:styleId="List2RomB">
    <w:name w:val="List2RomB"/>
    <w:basedOn w:val="List2"/>
    <w:rsid w:val="00465FEA"/>
    <w:pPr>
      <w:tabs>
        <w:tab w:val="right" w:pos="1418"/>
        <w:tab w:val="left" w:pos="1701"/>
      </w:tabs>
      <w:ind w:left="0"/>
    </w:pPr>
  </w:style>
  <w:style w:type="paragraph" w:customStyle="1" w:styleId="List3">
    <w:name w:val="List3"/>
    <w:basedOn w:val="Normal"/>
    <w:rsid w:val="00465FEA"/>
    <w:pPr>
      <w:keepLines/>
      <w:spacing w:after="170"/>
      <w:ind w:left="1701"/>
    </w:pPr>
    <w:rPr>
      <w:rFonts w:eastAsia="Times New Roman" w:cs="Times New Roman"/>
      <w:sz w:val="17"/>
      <w:lang w:eastAsia="en-US"/>
    </w:rPr>
  </w:style>
  <w:style w:type="paragraph" w:customStyle="1" w:styleId="List3H">
    <w:name w:val="List3H"/>
    <w:basedOn w:val="List3"/>
    <w:rsid w:val="00465FEA"/>
    <w:pPr>
      <w:ind w:left="2268" w:hanging="567"/>
    </w:pPr>
  </w:style>
  <w:style w:type="paragraph" w:customStyle="1" w:styleId="List3Rom">
    <w:name w:val="List3Rom"/>
    <w:basedOn w:val="List3"/>
    <w:rsid w:val="00465FEA"/>
    <w:pPr>
      <w:tabs>
        <w:tab w:val="right" w:pos="1985"/>
        <w:tab w:val="left" w:pos="2268"/>
      </w:tabs>
      <w:ind w:left="2268" w:hanging="1134"/>
    </w:pPr>
  </w:style>
  <w:style w:type="paragraph" w:customStyle="1" w:styleId="List4">
    <w:name w:val="List4"/>
    <w:basedOn w:val="Normal"/>
    <w:rsid w:val="00465FEA"/>
    <w:pPr>
      <w:keepLines/>
      <w:spacing w:after="170"/>
      <w:ind w:left="2268"/>
    </w:pPr>
    <w:rPr>
      <w:rFonts w:eastAsia="Times New Roman" w:cs="Times New Roman"/>
      <w:sz w:val="17"/>
      <w:lang w:eastAsia="en-US"/>
    </w:rPr>
  </w:style>
  <w:style w:type="paragraph" w:customStyle="1" w:styleId="Part">
    <w:name w:val="Part"/>
    <w:basedOn w:val="Normal"/>
    <w:rsid w:val="00465FEA"/>
    <w:pPr>
      <w:keepLines/>
      <w:spacing w:before="3700" w:after="510"/>
      <w:jc w:val="center"/>
    </w:pPr>
    <w:rPr>
      <w:rFonts w:eastAsia="Times New Roman" w:cs="Times New Roman"/>
      <w:b/>
      <w:sz w:val="28"/>
      <w:lang w:eastAsia="en-US"/>
    </w:rPr>
  </w:style>
  <w:style w:type="paragraph" w:customStyle="1" w:styleId="Trow">
    <w:name w:val="Trow"/>
    <w:basedOn w:val="Normal"/>
    <w:rsid w:val="00465FEA"/>
    <w:rPr>
      <w:rFonts w:eastAsia="Times New Roman" w:cs="Times New Roman"/>
      <w:sz w:val="17"/>
      <w:lang w:eastAsia="en-US"/>
    </w:rPr>
  </w:style>
  <w:style w:type="paragraph" w:customStyle="1" w:styleId="TrowF">
    <w:name w:val="TrowF"/>
    <w:basedOn w:val="Trow"/>
    <w:rsid w:val="00465FEA"/>
    <w:pPr>
      <w:spacing w:before="60"/>
    </w:pPr>
  </w:style>
  <w:style w:type="paragraph" w:customStyle="1" w:styleId="TitleSmall">
    <w:name w:val="Title Small"/>
    <w:basedOn w:val="Normal"/>
    <w:next w:val="Normal"/>
    <w:rsid w:val="00465FEA"/>
    <w:pPr>
      <w:spacing w:before="170" w:after="170"/>
      <w:jc w:val="center"/>
    </w:pPr>
    <w:rPr>
      <w:rFonts w:eastAsia="Times New Roman" w:cs="Times New Roman"/>
      <w:sz w:val="17"/>
      <w:lang w:eastAsia="en-US"/>
    </w:rPr>
  </w:style>
  <w:style w:type="paragraph" w:customStyle="1" w:styleId="Heading1hidden">
    <w:name w:val="Heading 1 hidden"/>
    <w:basedOn w:val="Normal"/>
    <w:next w:val="Normal"/>
    <w:rsid w:val="00465FEA"/>
    <w:pPr>
      <w:keepNext/>
      <w:keepLines/>
      <w:jc w:val="center"/>
      <w:outlineLvl w:val="0"/>
    </w:pPr>
    <w:rPr>
      <w:rFonts w:eastAsia="Times New Roman" w:cs="Times New Roman"/>
      <w:caps/>
      <w:color w:val="FFFFFF"/>
      <w:sz w:val="17"/>
      <w:lang w:eastAsia="en-US"/>
    </w:rPr>
  </w:style>
  <w:style w:type="paragraph" w:customStyle="1" w:styleId="TitleCAPS">
    <w:name w:val="Title CAPS"/>
    <w:basedOn w:val="Normal"/>
    <w:next w:val="Normal"/>
    <w:rsid w:val="00465FEA"/>
    <w:pPr>
      <w:spacing w:after="340"/>
      <w:jc w:val="center"/>
    </w:pPr>
    <w:rPr>
      <w:rFonts w:eastAsia="Times New Roman" w:cs="Times New Roman"/>
      <w:caps/>
      <w:sz w:val="17"/>
      <w:lang w:eastAsia="en-US"/>
    </w:rPr>
  </w:style>
  <w:style w:type="paragraph" w:customStyle="1" w:styleId="Heading2Hidden">
    <w:name w:val="Heading 2 Hidden"/>
    <w:basedOn w:val="Heading2"/>
    <w:next w:val="Normal"/>
    <w:rsid w:val="00465FEA"/>
    <w:pPr>
      <w:keepLines/>
      <w:spacing w:before="0" w:after="0"/>
    </w:pPr>
    <w:rPr>
      <w:rFonts w:eastAsia="Times New Roman" w:cs="Times New Roman"/>
      <w:b/>
      <w:bCs w:val="0"/>
      <w:iCs w:val="0"/>
      <w:color w:val="FFFFFF"/>
      <w:sz w:val="17"/>
      <w:szCs w:val="20"/>
      <w:lang w:eastAsia="en-US"/>
    </w:rPr>
  </w:style>
  <w:style w:type="paragraph" w:customStyle="1" w:styleId="Heading3Hidden">
    <w:name w:val="Heading 3 Hidden"/>
    <w:basedOn w:val="Heading3"/>
    <w:next w:val="Normal"/>
    <w:rsid w:val="00465FEA"/>
    <w:pPr>
      <w:keepLines/>
      <w:spacing w:before="0" w:after="0"/>
    </w:pPr>
    <w:rPr>
      <w:rFonts w:eastAsia="Times New Roman" w:cs="Times New Roman"/>
      <w:bCs w:val="0"/>
      <w:i/>
      <w:color w:val="FFFFFF"/>
      <w:sz w:val="17"/>
      <w:szCs w:val="20"/>
      <w:u w:val="none"/>
      <w:lang w:eastAsia="en-US"/>
    </w:rPr>
  </w:style>
  <w:style w:type="paragraph" w:customStyle="1" w:styleId="Heading3First">
    <w:name w:val="Heading 3 First"/>
    <w:basedOn w:val="Heading3"/>
    <w:next w:val="Normal"/>
    <w:rsid w:val="00465FEA"/>
    <w:pPr>
      <w:keepLines/>
      <w:spacing w:before="0" w:after="170"/>
    </w:pPr>
    <w:rPr>
      <w:rFonts w:eastAsia="Times New Roman" w:cs="Times New Roman"/>
      <w:bCs w:val="0"/>
      <w:i/>
      <w:sz w:val="17"/>
      <w:szCs w:val="20"/>
      <w:u w:val="none"/>
      <w:lang w:eastAsia="en-US"/>
    </w:rPr>
  </w:style>
  <w:style w:type="paragraph" w:customStyle="1" w:styleId="Heading2Centered">
    <w:name w:val="Heading 2 Centered"/>
    <w:basedOn w:val="Heading2"/>
    <w:next w:val="Normal"/>
    <w:rsid w:val="00465FEA"/>
    <w:pPr>
      <w:keepLines/>
      <w:spacing w:before="170" w:after="170"/>
      <w:jc w:val="center"/>
    </w:pPr>
    <w:rPr>
      <w:rFonts w:eastAsia="Times New Roman" w:cs="Times New Roman"/>
      <w:bCs w:val="0"/>
      <w:iCs w:val="0"/>
      <w:sz w:val="17"/>
      <w:szCs w:val="20"/>
      <w:lang w:eastAsia="en-US"/>
    </w:rPr>
  </w:style>
  <w:style w:type="character" w:styleId="PageNumber">
    <w:name w:val="page number"/>
    <w:basedOn w:val="DefaultParagraphFont"/>
    <w:rsid w:val="00465FEA"/>
  </w:style>
  <w:style w:type="paragraph" w:customStyle="1" w:styleId="Heading3CAPS">
    <w:name w:val="Heading 3 CAPS"/>
    <w:basedOn w:val="Normal"/>
    <w:next w:val="Normal"/>
    <w:rsid w:val="00465FEA"/>
    <w:pPr>
      <w:keepNext/>
      <w:outlineLvl w:val="2"/>
    </w:pPr>
    <w:rPr>
      <w:rFonts w:eastAsia="Times New Roman" w:cs="Times New Roman"/>
      <w:caps/>
      <w:sz w:val="17"/>
      <w:lang w:eastAsia="en-US"/>
    </w:rPr>
  </w:style>
  <w:style w:type="paragraph" w:customStyle="1" w:styleId="Titleunderlined">
    <w:name w:val="Title underlined"/>
    <w:basedOn w:val="TitleSmall"/>
    <w:rsid w:val="00465FEA"/>
    <w:pPr>
      <w:jc w:val="left"/>
    </w:pPr>
    <w:rPr>
      <w:u w:val="single"/>
    </w:rPr>
  </w:style>
  <w:style w:type="paragraph" w:customStyle="1" w:styleId="Headerline">
    <w:name w:val="Header line"/>
    <w:basedOn w:val="Normal"/>
    <w:rsid w:val="00465FEA"/>
    <w:pPr>
      <w:pBdr>
        <w:bottom w:val="single" w:sz="6" w:space="6" w:color="auto"/>
      </w:pBdr>
      <w:tabs>
        <w:tab w:val="right" w:pos="9061"/>
      </w:tabs>
    </w:pPr>
    <w:rPr>
      <w:rFonts w:eastAsia="Times New Roman" w:cs="Times New Roman"/>
      <w:sz w:val="17"/>
      <w:lang w:val="fr-FR" w:eastAsia="en-US"/>
    </w:rPr>
  </w:style>
  <w:style w:type="paragraph" w:customStyle="1" w:styleId="TOC">
    <w:name w:val="TOC"/>
    <w:basedOn w:val="Normal"/>
    <w:rsid w:val="00465FEA"/>
    <w:pPr>
      <w:tabs>
        <w:tab w:val="left" w:pos="2268"/>
        <w:tab w:val="left" w:leader="dot" w:pos="7088"/>
        <w:tab w:val="right" w:pos="7513"/>
        <w:tab w:val="center" w:pos="7655"/>
        <w:tab w:val="left" w:pos="7797"/>
      </w:tabs>
      <w:spacing w:before="120" w:after="120"/>
      <w:ind w:left="1985" w:hanging="1418"/>
    </w:pPr>
    <w:rPr>
      <w:rFonts w:eastAsia="Times New Roman" w:cs="Times New Roman"/>
      <w:sz w:val="17"/>
      <w:lang w:eastAsia="en-US"/>
    </w:rPr>
  </w:style>
  <w:style w:type="paragraph" w:customStyle="1" w:styleId="Toc1">
    <w:name w:val="Toc1"/>
    <w:basedOn w:val="TOC"/>
    <w:rsid w:val="00465FEA"/>
    <w:pPr>
      <w:spacing w:before="0"/>
    </w:pPr>
  </w:style>
  <w:style w:type="character" w:styleId="Hyperlink">
    <w:name w:val="Hyperlink"/>
    <w:rsid w:val="00465FEA"/>
    <w:rPr>
      <w:color w:val="0000FF"/>
      <w:u w:val="single"/>
    </w:rPr>
  </w:style>
  <w:style w:type="paragraph" w:customStyle="1" w:styleId="Committee">
    <w:name w:val="Committee"/>
    <w:basedOn w:val="Normal"/>
    <w:rsid w:val="00465FEA"/>
    <w:pPr>
      <w:spacing w:after="300"/>
      <w:jc w:val="center"/>
    </w:pPr>
    <w:rPr>
      <w:rFonts w:eastAsia="Times New Roman" w:cs="Times New Roman"/>
      <w:b/>
      <w:caps/>
      <w:kern w:val="28"/>
      <w:sz w:val="30"/>
      <w:lang w:eastAsia="en-US"/>
    </w:rPr>
  </w:style>
  <w:style w:type="character" w:styleId="FootnoteReference">
    <w:name w:val="footnote reference"/>
    <w:semiHidden/>
    <w:rsid w:val="00465FEA"/>
    <w:rPr>
      <w:color w:val="0000FF"/>
      <w:sz w:val="17"/>
      <w:vertAlign w:val="superscript"/>
    </w:rPr>
  </w:style>
  <w:style w:type="paragraph" w:styleId="BodyText2">
    <w:name w:val="Body Text 2"/>
    <w:basedOn w:val="Normal"/>
    <w:link w:val="BodyText2Char"/>
    <w:rsid w:val="00465FEA"/>
    <w:pPr>
      <w:keepNext/>
      <w:keepLines/>
      <w:spacing w:before="120"/>
    </w:pPr>
    <w:rPr>
      <w:rFonts w:eastAsia="Times New Roman" w:cs="Times New Roman"/>
      <w:sz w:val="16"/>
      <w:lang w:eastAsia="en-US"/>
    </w:rPr>
  </w:style>
  <w:style w:type="character" w:customStyle="1" w:styleId="BodyText2Char">
    <w:name w:val="Body Text 2 Char"/>
    <w:basedOn w:val="DefaultParagraphFont"/>
    <w:link w:val="BodyText2"/>
    <w:rsid w:val="00465FEA"/>
    <w:rPr>
      <w:rFonts w:ascii="Arial" w:hAnsi="Arial"/>
      <w:sz w:val="16"/>
      <w:lang w:val="en-US" w:eastAsia="en-US"/>
    </w:rPr>
  </w:style>
  <w:style w:type="paragraph" w:customStyle="1" w:styleId="TitleofDoc">
    <w:name w:val="Title of Doc"/>
    <w:basedOn w:val="Normal"/>
    <w:rsid w:val="00465FEA"/>
    <w:pPr>
      <w:spacing w:before="1200"/>
      <w:jc w:val="center"/>
    </w:pPr>
    <w:rPr>
      <w:rFonts w:ascii="Times New Roman" w:eastAsia="Times New Roman" w:hAnsi="Times New Roman" w:cs="Times New Roman"/>
      <w:caps/>
      <w:sz w:val="24"/>
      <w:lang w:eastAsia="en-US"/>
    </w:rPr>
  </w:style>
  <w:style w:type="paragraph" w:styleId="BodyTextIndent2">
    <w:name w:val="Body Text Indent 2"/>
    <w:basedOn w:val="Normal"/>
    <w:link w:val="BodyTextIndent2Char"/>
    <w:rsid w:val="00465FEA"/>
    <w:pPr>
      <w:tabs>
        <w:tab w:val="left" w:pos="468"/>
        <w:tab w:val="left" w:pos="1035"/>
      </w:tabs>
      <w:ind w:left="-99"/>
    </w:pPr>
    <w:rPr>
      <w:rFonts w:eastAsia="Times New Roman" w:cs="Times New Roman"/>
      <w:sz w:val="18"/>
      <w:lang w:eastAsia="ja-JP"/>
    </w:rPr>
  </w:style>
  <w:style w:type="character" w:customStyle="1" w:styleId="BodyTextIndent2Char">
    <w:name w:val="Body Text Indent 2 Char"/>
    <w:basedOn w:val="DefaultParagraphFont"/>
    <w:link w:val="BodyTextIndent2"/>
    <w:rsid w:val="00465FEA"/>
    <w:rPr>
      <w:rFonts w:ascii="Arial" w:hAnsi="Arial"/>
      <w:sz w:val="18"/>
      <w:lang w:val="en-US" w:eastAsia="ja-JP"/>
    </w:rPr>
  </w:style>
  <w:style w:type="paragraph" w:styleId="BodyTextIndent">
    <w:name w:val="Body Text Indent"/>
    <w:basedOn w:val="Normal"/>
    <w:link w:val="BodyTextIndentChar"/>
    <w:rsid w:val="00465FEA"/>
    <w:pPr>
      <w:tabs>
        <w:tab w:val="left" w:pos="468"/>
        <w:tab w:val="left" w:pos="893"/>
      </w:tabs>
      <w:ind w:left="403"/>
    </w:pPr>
    <w:rPr>
      <w:rFonts w:eastAsia="Times New Roman" w:cs="Times New Roman"/>
      <w:sz w:val="16"/>
      <w:lang w:eastAsia="ja-JP"/>
    </w:rPr>
  </w:style>
  <w:style w:type="character" w:customStyle="1" w:styleId="BodyTextIndentChar">
    <w:name w:val="Body Text Indent Char"/>
    <w:basedOn w:val="DefaultParagraphFont"/>
    <w:link w:val="BodyTextIndent"/>
    <w:rsid w:val="00465FEA"/>
    <w:rPr>
      <w:rFonts w:ascii="Arial" w:hAnsi="Arial"/>
      <w:sz w:val="16"/>
      <w:lang w:val="en-US" w:eastAsia="ja-JP"/>
    </w:rPr>
  </w:style>
  <w:style w:type="paragraph" w:styleId="BodyText3">
    <w:name w:val="Body Text 3"/>
    <w:basedOn w:val="Normal"/>
    <w:link w:val="BodyText3Char"/>
    <w:rsid w:val="00465FEA"/>
    <w:pPr>
      <w:jc w:val="both"/>
    </w:pPr>
    <w:rPr>
      <w:rFonts w:ascii="Times New Roman" w:eastAsia="Times New Roman" w:hAnsi="Times New Roman" w:cs="Times New Roman"/>
      <w:sz w:val="18"/>
      <w:lang w:eastAsia="ja-JP"/>
    </w:rPr>
  </w:style>
  <w:style w:type="character" w:customStyle="1" w:styleId="BodyText3Char">
    <w:name w:val="Body Text 3 Char"/>
    <w:basedOn w:val="DefaultParagraphFont"/>
    <w:link w:val="BodyText3"/>
    <w:rsid w:val="00465FEA"/>
    <w:rPr>
      <w:sz w:val="18"/>
      <w:lang w:val="en-US" w:eastAsia="ja-JP"/>
    </w:rPr>
  </w:style>
  <w:style w:type="paragraph" w:styleId="BodyTextIndent3">
    <w:name w:val="Body Text Indent 3"/>
    <w:basedOn w:val="Normal"/>
    <w:link w:val="BodyTextIndent3Char"/>
    <w:rsid w:val="00465FEA"/>
    <w:pPr>
      <w:keepNext/>
      <w:keepLines/>
      <w:ind w:left="-57"/>
      <w:jc w:val="center"/>
    </w:pPr>
    <w:rPr>
      <w:rFonts w:eastAsia="Times New Roman" w:cs="Times New Roman"/>
      <w:sz w:val="16"/>
      <w:lang w:eastAsia="en-US"/>
    </w:rPr>
  </w:style>
  <w:style w:type="character" w:customStyle="1" w:styleId="BodyTextIndent3Char">
    <w:name w:val="Body Text Indent 3 Char"/>
    <w:basedOn w:val="DefaultParagraphFont"/>
    <w:link w:val="BodyTextIndent3"/>
    <w:rsid w:val="00465FEA"/>
    <w:rPr>
      <w:rFonts w:ascii="Arial" w:hAnsi="Arial"/>
      <w:sz w:val="16"/>
      <w:lang w:val="en-US" w:eastAsia="en-US"/>
    </w:rPr>
  </w:style>
  <w:style w:type="paragraph" w:styleId="BlockText">
    <w:name w:val="Block Text"/>
    <w:basedOn w:val="Normal"/>
    <w:rsid w:val="00465FEA"/>
    <w:pPr>
      <w:spacing w:before="120" w:after="60"/>
      <w:ind w:left="-57" w:right="-57"/>
      <w:jc w:val="center"/>
    </w:pPr>
    <w:rPr>
      <w:rFonts w:eastAsia="Times New Roman" w:cs="Times New Roman"/>
      <w:sz w:val="16"/>
      <w:lang w:eastAsia="en-US"/>
    </w:rPr>
  </w:style>
  <w:style w:type="paragraph" w:customStyle="1" w:styleId="Heading3Bold-Caps-Cent">
    <w:name w:val="Heading 3 Bold-Caps-Cent"/>
    <w:basedOn w:val="Heading3CAPS"/>
    <w:rsid w:val="00465FEA"/>
    <w:pPr>
      <w:keepNext w:val="0"/>
      <w:spacing w:before="120"/>
      <w:jc w:val="center"/>
    </w:pPr>
    <w:rPr>
      <w:b/>
    </w:rPr>
  </w:style>
  <w:style w:type="character" w:styleId="FollowedHyperlink">
    <w:name w:val="FollowedHyperlink"/>
    <w:rsid w:val="00465FEA"/>
    <w:rPr>
      <w:color w:val="800080"/>
      <w:u w:val="single"/>
    </w:rPr>
  </w:style>
  <w:style w:type="paragraph" w:styleId="ListBullet">
    <w:name w:val="List Bullet"/>
    <w:basedOn w:val="Normal"/>
    <w:autoRedefine/>
    <w:rsid w:val="00465FEA"/>
    <w:pPr>
      <w:numPr>
        <w:numId w:val="5"/>
      </w:numPr>
      <w:tabs>
        <w:tab w:val="clear" w:pos="360"/>
      </w:tabs>
      <w:ind w:left="0" w:firstLine="0"/>
    </w:pPr>
    <w:rPr>
      <w:rFonts w:eastAsia="Times New Roman" w:cs="Times New Roman"/>
      <w:sz w:val="17"/>
      <w:lang w:eastAsia="en-US"/>
    </w:rPr>
  </w:style>
  <w:style w:type="paragraph" w:customStyle="1" w:styleId="Heading3Bold">
    <w:name w:val="Heading 3 Bold"/>
    <w:basedOn w:val="Normal"/>
    <w:rsid w:val="00465FEA"/>
    <w:pPr>
      <w:keepNext/>
      <w:ind w:left="113"/>
      <w:outlineLvl w:val="2"/>
    </w:pPr>
    <w:rPr>
      <w:rFonts w:eastAsia="Times New Roman" w:cs="Times New Roman"/>
      <w:b/>
      <w:sz w:val="24"/>
      <w:lang w:eastAsia="en-US"/>
    </w:rPr>
  </w:style>
  <w:style w:type="paragraph" w:customStyle="1" w:styleId="Heading3BoldCenter">
    <w:name w:val="Heading 3 Bold Center"/>
    <w:basedOn w:val="Heading3Bold"/>
    <w:autoRedefine/>
    <w:rsid w:val="00465FEA"/>
    <w:pPr>
      <w:spacing w:before="40" w:after="40"/>
      <w:ind w:left="-284" w:right="-284"/>
      <w:jc w:val="center"/>
    </w:pPr>
  </w:style>
  <w:style w:type="paragraph" w:customStyle="1" w:styleId="Heading1right">
    <w:name w:val="Heading 1 right"/>
    <w:basedOn w:val="Heading1"/>
    <w:rsid w:val="00465FEA"/>
    <w:pPr>
      <w:spacing w:before="0" w:after="0"/>
      <w:jc w:val="right"/>
    </w:pPr>
    <w:rPr>
      <w:rFonts w:eastAsia="Times New Roman" w:cs="Times New Roman"/>
      <w:kern w:val="0"/>
      <w:sz w:val="20"/>
      <w:szCs w:val="20"/>
      <w:lang w:eastAsia="en-US"/>
    </w:rPr>
  </w:style>
  <w:style w:type="paragraph" w:customStyle="1" w:styleId="Heading1First">
    <w:name w:val="Heading 1 First"/>
    <w:basedOn w:val="Heading1"/>
    <w:rsid w:val="00465FEA"/>
    <w:pPr>
      <w:spacing w:before="0" w:after="0"/>
      <w:jc w:val="center"/>
      <w:outlineLvl w:val="9"/>
    </w:pPr>
    <w:rPr>
      <w:rFonts w:eastAsia="Times New Roman" w:cs="Times New Roman"/>
      <w:bCs w:val="0"/>
      <w:kern w:val="0"/>
      <w:sz w:val="20"/>
      <w:szCs w:val="20"/>
      <w:lang w:eastAsia="en-US"/>
    </w:rPr>
  </w:style>
  <w:style w:type="character" w:customStyle="1" w:styleId="Heading2Char">
    <w:name w:val="Heading 2 Char"/>
    <w:link w:val="Heading2"/>
    <w:rsid w:val="00465FEA"/>
    <w:rPr>
      <w:rFonts w:ascii="Arial" w:eastAsia="SimSun" w:hAnsi="Arial" w:cs="Arial"/>
      <w:bCs/>
      <w:iCs/>
      <w:caps/>
      <w:sz w:val="22"/>
      <w:szCs w:val="28"/>
      <w:lang w:val="en-US" w:eastAsia="zh-CN"/>
    </w:rPr>
  </w:style>
  <w:style w:type="paragraph" w:customStyle="1" w:styleId="Heading2right">
    <w:name w:val="Heading 2 right"/>
    <w:basedOn w:val="Heading2"/>
    <w:rsid w:val="00465FEA"/>
    <w:pPr>
      <w:keepLines/>
      <w:spacing w:before="0" w:after="240"/>
      <w:jc w:val="right"/>
    </w:pPr>
    <w:rPr>
      <w:rFonts w:eastAsia="Times New Roman" w:cs="Times New Roman"/>
      <w:bCs w:val="0"/>
      <w:iCs w:val="0"/>
      <w:caps w:val="0"/>
      <w:sz w:val="17"/>
      <w:szCs w:val="17"/>
      <w:lang w:eastAsia="en-US"/>
    </w:rPr>
  </w:style>
  <w:style w:type="paragraph" w:styleId="BalloonText">
    <w:name w:val="Balloon Text"/>
    <w:basedOn w:val="Normal"/>
    <w:link w:val="BalloonTextChar"/>
    <w:rsid w:val="00465FEA"/>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465FEA"/>
    <w:rPr>
      <w:rFonts w:ascii="Tahoma" w:hAnsi="Tahoma" w:cs="Tahoma"/>
      <w:sz w:val="16"/>
      <w:szCs w:val="16"/>
      <w:lang w:val="en-US" w:eastAsia="en-US"/>
    </w:rPr>
  </w:style>
  <w:style w:type="paragraph" w:styleId="DocumentMap">
    <w:name w:val="Document Map"/>
    <w:basedOn w:val="Normal"/>
    <w:link w:val="DocumentMapChar"/>
    <w:semiHidden/>
    <w:rsid w:val="00465FE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semiHidden/>
    <w:rsid w:val="00465FEA"/>
    <w:rPr>
      <w:rFonts w:ascii="Tahoma" w:hAnsi="Tahoma" w:cs="Tahoma"/>
      <w:shd w:val="clear" w:color="auto" w:fill="000080"/>
      <w:lang w:val="en-US" w:eastAsia="en-US"/>
    </w:rPr>
  </w:style>
  <w:style w:type="paragraph" w:styleId="Revision">
    <w:name w:val="Revision"/>
    <w:hidden/>
    <w:uiPriority w:val="99"/>
    <w:semiHidden/>
    <w:rsid w:val="00465FEA"/>
    <w:rPr>
      <w:rFonts w:ascii="Arial" w:hAnsi="Arial"/>
      <w:sz w:val="17"/>
      <w:lang w:val="en-US" w:eastAsia="en-US"/>
    </w:rPr>
  </w:style>
  <w:style w:type="character" w:styleId="CommentReference">
    <w:name w:val="annotation reference"/>
    <w:rsid w:val="00465FEA"/>
    <w:rPr>
      <w:sz w:val="16"/>
      <w:szCs w:val="16"/>
    </w:rPr>
  </w:style>
  <w:style w:type="character" w:customStyle="1" w:styleId="CommentTextChar">
    <w:name w:val="Comment Text Char"/>
    <w:rsid w:val="00465FEA"/>
    <w:rPr>
      <w:rFonts w:ascii="Arial" w:hAnsi="Arial"/>
    </w:rPr>
  </w:style>
  <w:style w:type="paragraph" w:styleId="CommentSubject">
    <w:name w:val="annotation subject"/>
    <w:basedOn w:val="CommentText"/>
    <w:next w:val="CommentText"/>
    <w:link w:val="CommentSubjectChar"/>
    <w:rsid w:val="00465FEA"/>
    <w:rPr>
      <w:rFonts w:eastAsia="Times New Roman" w:cs="Times New Roman"/>
      <w:b/>
      <w:bCs/>
      <w:sz w:val="20"/>
      <w:lang w:eastAsia="en-US"/>
    </w:rPr>
  </w:style>
  <w:style w:type="character" w:customStyle="1" w:styleId="CommentTextChar1">
    <w:name w:val="Comment Text Char1"/>
    <w:basedOn w:val="DefaultParagraphFont"/>
    <w:link w:val="CommentText"/>
    <w:rsid w:val="00465FEA"/>
    <w:rPr>
      <w:rFonts w:ascii="Arial" w:eastAsia="SimSun" w:hAnsi="Arial" w:cs="Arial"/>
      <w:sz w:val="18"/>
      <w:lang w:val="en-US" w:eastAsia="zh-CN"/>
    </w:rPr>
  </w:style>
  <w:style w:type="character" w:customStyle="1" w:styleId="CommentSubjectChar">
    <w:name w:val="Comment Subject Char"/>
    <w:basedOn w:val="CommentTextChar1"/>
    <w:link w:val="CommentSubject"/>
    <w:rsid w:val="00465FEA"/>
    <w:rPr>
      <w:rFonts w:ascii="Arial" w:eastAsia="SimSun" w:hAnsi="Arial" w:cs="Arial"/>
      <w:b/>
      <w:bCs/>
      <w:sz w:val="18"/>
      <w:lang w:val="en-US" w:eastAsia="en-US"/>
    </w:rPr>
  </w:style>
  <w:style w:type="paragraph" w:styleId="NoSpacing">
    <w:name w:val="No Spacing"/>
    <w:uiPriority w:val="1"/>
    <w:qFormat/>
    <w:rsid w:val="00465FEA"/>
    <w:pPr>
      <w:ind w:left="10" w:right="111" w:hanging="10"/>
    </w:pPr>
    <w:rPr>
      <w:rFonts w:ascii="Arial" w:eastAsia="Arial" w:hAnsi="Arial" w:cs="Arial"/>
      <w:color w:val="000000"/>
      <w:kern w:val="2"/>
      <w:sz w:val="17"/>
      <w:szCs w:val="24"/>
      <w:lang w:val="en-US" w:eastAsia="en-US"/>
    </w:rPr>
  </w:style>
  <w:style w:type="paragraph" w:customStyle="1" w:styleId="Default">
    <w:name w:val="Default"/>
    <w:rsid w:val="00465FEA"/>
    <w:pPr>
      <w:autoSpaceDE w:val="0"/>
      <w:autoSpaceDN w:val="0"/>
      <w:adjustRightInd w:val="0"/>
    </w:pPr>
    <w:rPr>
      <w:rFonts w:ascii="Arial" w:hAnsi="Arial" w:cs="Arial"/>
      <w:color w:val="000000"/>
      <w:sz w:val="24"/>
      <w:szCs w:val="24"/>
      <w:lang w:val="en-US" w:eastAsia="en-US"/>
    </w:rPr>
  </w:style>
  <w:style w:type="character" w:styleId="Emphasis">
    <w:name w:val="Emphasis"/>
    <w:uiPriority w:val="20"/>
    <w:qFormat/>
    <w:rsid w:val="00465FEA"/>
    <w:rPr>
      <w:i/>
      <w:iCs/>
    </w:rPr>
  </w:style>
  <w:style w:type="character" w:styleId="UnresolvedMention">
    <w:name w:val="Unresolved Mention"/>
    <w:basedOn w:val="DefaultParagraphFont"/>
    <w:uiPriority w:val="99"/>
    <w:semiHidden/>
    <w:unhideWhenUsed/>
    <w:rsid w:val="00465FEA"/>
    <w:rPr>
      <w:color w:val="605E5C"/>
      <w:shd w:val="clear" w:color="auto" w:fill="E1DFDD"/>
    </w:rPr>
  </w:style>
  <w:style w:type="table" w:styleId="TableGrid">
    <w:name w:val="Table Grid"/>
    <w:basedOn w:val="TableNormal"/>
    <w:uiPriority w:val="59"/>
    <w:rsid w:val="003E784B"/>
    <w:tblPr/>
  </w:style>
  <w:style w:type="character" w:customStyle="1" w:styleId="Heading1Char">
    <w:name w:val="Heading 1 Char"/>
    <w:link w:val="Heading1"/>
    <w:rsid w:val="00FC7E5F"/>
    <w:rPr>
      <w:rFonts w:ascii="Arial" w:eastAsia="SimSun" w:hAnsi="Arial" w:cs="Arial"/>
      <w:b/>
      <w:bCs/>
      <w:caps/>
      <w:kern w:val="32"/>
      <w:sz w:val="22"/>
      <w:szCs w:val="32"/>
      <w:lang w:val="en-US" w:eastAsia="zh-CN"/>
    </w:rPr>
  </w:style>
  <w:style w:type="character" w:customStyle="1" w:styleId="Heading3Char">
    <w:name w:val="Heading 3 Char"/>
    <w:link w:val="Heading3"/>
    <w:rsid w:val="00FC7E5F"/>
    <w:rPr>
      <w:rFonts w:ascii="Arial" w:eastAsia="SimSun" w:hAnsi="Arial" w:cs="Arial"/>
      <w:bCs/>
      <w:sz w:val="22"/>
      <w:szCs w:val="26"/>
      <w:u w:val="single"/>
      <w:lang w:val="en-US" w:eastAsia="zh-CN"/>
    </w:rPr>
  </w:style>
  <w:style w:type="character" w:customStyle="1" w:styleId="Heading4Char">
    <w:name w:val="Heading 4 Char"/>
    <w:link w:val="Heading4"/>
    <w:rsid w:val="00FC7E5F"/>
    <w:rPr>
      <w:rFonts w:ascii="Arial" w:eastAsia="SimSun" w:hAnsi="Arial" w:cs="Arial"/>
      <w:bCs/>
      <w:i/>
      <w:sz w:val="22"/>
      <w:szCs w:val="28"/>
      <w:lang w:val="en-US" w:eastAsia="zh-CN"/>
    </w:rPr>
  </w:style>
  <w:style w:type="character" w:customStyle="1" w:styleId="HeaderChar">
    <w:name w:val="Header Char"/>
    <w:link w:val="Header"/>
    <w:rsid w:val="00FC7E5F"/>
    <w:rPr>
      <w:rFonts w:ascii="Arial" w:eastAsia="SimSun" w:hAnsi="Arial" w:cs="Arial"/>
      <w:sz w:val="22"/>
      <w:lang w:val="en-US" w:eastAsia="zh-CN"/>
    </w:rPr>
  </w:style>
  <w:style w:type="character" w:customStyle="1" w:styleId="FooterChar">
    <w:name w:val="Footer Char"/>
    <w:link w:val="Footer"/>
    <w:rsid w:val="00FC7E5F"/>
    <w:rPr>
      <w:rFonts w:ascii="Arial" w:eastAsia="SimSun" w:hAnsi="Arial" w:cs="Arial"/>
      <w:sz w:val="22"/>
      <w:lang w:val="en-US" w:eastAsia="zh-CN"/>
    </w:rPr>
  </w:style>
  <w:style w:type="character" w:customStyle="1" w:styleId="SalutationChar">
    <w:name w:val="Salutation Char"/>
    <w:link w:val="Salutation"/>
    <w:rsid w:val="00FC7E5F"/>
    <w:rPr>
      <w:rFonts w:ascii="Arial" w:eastAsia="SimSun" w:hAnsi="Arial" w:cs="Arial"/>
      <w:sz w:val="22"/>
      <w:lang w:val="en-US" w:eastAsia="zh-CN"/>
    </w:rPr>
  </w:style>
  <w:style w:type="character" w:customStyle="1" w:styleId="SignatureChar">
    <w:name w:val="Signature Char"/>
    <w:link w:val="Signature"/>
    <w:rsid w:val="00FC7E5F"/>
    <w:rPr>
      <w:rFonts w:ascii="Arial" w:eastAsia="SimSun" w:hAnsi="Arial" w:cs="Arial"/>
      <w:sz w:val="22"/>
      <w:lang w:val="en-US" w:eastAsia="zh-CN"/>
    </w:rPr>
  </w:style>
  <w:style w:type="character" w:customStyle="1" w:styleId="FootnoteTextChar">
    <w:name w:val="Footnote Text Char"/>
    <w:link w:val="FootnoteText"/>
    <w:semiHidden/>
    <w:rsid w:val="00FC7E5F"/>
    <w:rPr>
      <w:rFonts w:ascii="Arial" w:eastAsia="SimSun" w:hAnsi="Arial" w:cs="Arial"/>
      <w:sz w:val="18"/>
      <w:lang w:val="en-US" w:eastAsia="zh-CN"/>
    </w:rPr>
  </w:style>
  <w:style w:type="character" w:customStyle="1" w:styleId="EndnoteTextChar">
    <w:name w:val="Endnote Text Char"/>
    <w:link w:val="EndnoteText"/>
    <w:rsid w:val="00FC7E5F"/>
    <w:rPr>
      <w:rFonts w:ascii="Arial" w:eastAsia="SimSun" w:hAnsi="Arial" w:cs="Arial"/>
      <w:sz w:val="18"/>
      <w:lang w:val="en-US" w:eastAsia="zh-CN"/>
    </w:rPr>
  </w:style>
  <w:style w:type="character" w:customStyle="1" w:styleId="BodyTextChar">
    <w:name w:val="Body Text Char"/>
    <w:link w:val="BodyText"/>
    <w:rsid w:val="00FC7E5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51474">
      <w:bodyDiv w:val="1"/>
      <w:marLeft w:val="0"/>
      <w:marRight w:val="0"/>
      <w:marTop w:val="0"/>
      <w:marBottom w:val="0"/>
      <w:divBdr>
        <w:top w:val="none" w:sz="0" w:space="0" w:color="auto"/>
        <w:left w:val="none" w:sz="0" w:space="0" w:color="auto"/>
        <w:bottom w:val="none" w:sz="0" w:space="0" w:color="auto"/>
        <w:right w:val="none" w:sz="0" w:space="0" w:color="auto"/>
      </w:divBdr>
    </w:div>
    <w:div w:id="395975783">
      <w:bodyDiv w:val="1"/>
      <w:marLeft w:val="0"/>
      <w:marRight w:val="0"/>
      <w:marTop w:val="0"/>
      <w:marBottom w:val="0"/>
      <w:divBdr>
        <w:top w:val="none" w:sz="0" w:space="0" w:color="auto"/>
        <w:left w:val="none" w:sz="0" w:space="0" w:color="auto"/>
        <w:bottom w:val="none" w:sz="0" w:space="0" w:color="auto"/>
        <w:right w:val="none" w:sz="0" w:space="0" w:color="auto"/>
      </w:divBdr>
    </w:div>
    <w:div w:id="848759768">
      <w:bodyDiv w:val="1"/>
      <w:marLeft w:val="0"/>
      <w:marRight w:val="0"/>
      <w:marTop w:val="0"/>
      <w:marBottom w:val="0"/>
      <w:divBdr>
        <w:top w:val="none" w:sz="0" w:space="0" w:color="auto"/>
        <w:left w:val="none" w:sz="0" w:space="0" w:color="auto"/>
        <w:bottom w:val="none" w:sz="0" w:space="0" w:color="auto"/>
        <w:right w:val="none" w:sz="0" w:space="0" w:color="auto"/>
      </w:divBdr>
    </w:div>
    <w:div w:id="1293319853">
      <w:bodyDiv w:val="1"/>
      <w:marLeft w:val="0"/>
      <w:marRight w:val="0"/>
      <w:marTop w:val="0"/>
      <w:marBottom w:val="0"/>
      <w:divBdr>
        <w:top w:val="none" w:sz="0" w:space="0" w:color="auto"/>
        <w:left w:val="none" w:sz="0" w:space="0" w:color="auto"/>
        <w:bottom w:val="none" w:sz="0" w:space="0" w:color="auto"/>
        <w:right w:val="none" w:sz="0" w:space="0" w:color="auto"/>
      </w:divBdr>
    </w:div>
    <w:div w:id="1908373697">
      <w:bodyDiv w:val="1"/>
      <w:marLeft w:val="0"/>
      <w:marRight w:val="0"/>
      <w:marTop w:val="0"/>
      <w:marBottom w:val="0"/>
      <w:divBdr>
        <w:top w:val="none" w:sz="0" w:space="0" w:color="auto"/>
        <w:left w:val="none" w:sz="0" w:space="0" w:color="auto"/>
        <w:bottom w:val="none" w:sz="0" w:space="0" w:color="auto"/>
        <w:right w:val="none" w:sz="0" w:space="0" w:color="auto"/>
      </w:divBdr>
    </w:div>
    <w:div w:id="1922056774">
      <w:bodyDiv w:val="1"/>
      <w:marLeft w:val="0"/>
      <w:marRight w:val="0"/>
      <w:marTop w:val="0"/>
      <w:marBottom w:val="0"/>
      <w:divBdr>
        <w:top w:val="none" w:sz="0" w:space="0" w:color="auto"/>
        <w:left w:val="none" w:sz="0" w:space="0" w:color="auto"/>
        <w:bottom w:val="none" w:sz="0" w:space="0" w:color="auto"/>
        <w:right w:val="none" w:sz="0" w:space="0" w:color="auto"/>
      </w:divBdr>
    </w:div>
    <w:div w:id="1982878241">
      <w:bodyDiv w:val="1"/>
      <w:marLeft w:val="0"/>
      <w:marRight w:val="0"/>
      <w:marTop w:val="0"/>
      <w:marBottom w:val="0"/>
      <w:divBdr>
        <w:top w:val="none" w:sz="0" w:space="0" w:color="auto"/>
        <w:left w:val="none" w:sz="0" w:space="0" w:color="auto"/>
        <w:bottom w:val="none" w:sz="0" w:space="0" w:color="auto"/>
        <w:right w:val="none" w:sz="0" w:space="0" w:color="auto"/>
      </w:divBdr>
    </w:div>
    <w:div w:id="207935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7-02-06.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ICSDBFP-360348501-19999</_dlc_DocId>
    <_dlc_DocIdUrl xmlns="ec94eb93-2160-433d-bc9d-10bdc50beb83">
      <Url>https://wipoprod.sharepoint.com/sites/SPS-INT-BFP-ICSD-CWS/_layouts/15/DocIdRedir.aspx?ID=ICSDBFP-360348501-19999</Url>
      <Description>ICSDBFP-360348501-19999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116E9722-0476-45B0-BE1E-DD27B44B66D7}">
  <ds:schemaRefs>
    <ds:schemaRef ds:uri="ec94eb93-2160-433d-bc9d-10bdc50beb83"/>
    <ds:schemaRef ds:uri="0d6abe56-55ad-41de-8124-44420a0ee71d"/>
    <ds:schemaRef ds:uri="http://schemas.microsoft.com/office/infopath/2007/PartnerControls"/>
    <ds:schemaRef ds:uri="http://purl.org/dc/dcmitype/"/>
    <ds:schemaRef ds:uri="http://schemas.microsoft.com/office/2006/documentManagement/types"/>
    <ds:schemaRef ds:uri="http://purl.org/dc/elements/1.1/"/>
    <ds:schemaRef ds:uri="http://purl.org/dc/terms/"/>
    <ds:schemaRef ds:uri="56500874-bba0-4b48-9090-b201492e8473"/>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9A3CBA8-F94B-4996-9B7C-932E225C0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5.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6.xml><?xml version="1.0" encoding="utf-8"?>
<ds:datastoreItem xmlns:ds="http://schemas.openxmlformats.org/officeDocument/2006/customXml" ds:itemID="{3B10AE50-A39C-48C3-950F-7C753FCBE35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CWS_13 (E)</Template>
  <TotalTime>259</TotalTime>
  <Pages>30</Pages>
  <Words>10352</Words>
  <Characters>53155</Characters>
  <Application>Microsoft Office Word</Application>
  <DocSecurity>0</DocSecurity>
  <Lines>1832</Lines>
  <Paragraphs>1296</Paragraphs>
  <ScaleCrop>false</ScaleCrop>
  <HeadingPairs>
    <vt:vector size="2" baseType="variant">
      <vt:variant>
        <vt:lpstr>Title</vt:lpstr>
      </vt:variant>
      <vt:variant>
        <vt:i4>1</vt:i4>
      </vt:variant>
    </vt:vector>
  </HeadingPairs>
  <TitlesOfParts>
    <vt:vector size="1" baseType="lpstr">
      <vt:lpstr>CWS/13/5 INF Annex II (English) </vt:lpstr>
    </vt:vector>
  </TitlesOfParts>
  <Company>WIPO</Company>
  <LinksUpToDate>false</LinksUpToDate>
  <CharactersWithSpaces>62211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INF Annex II (English) </dc:title>
  <dc:subject>Information Document Regarding Numbering of Applications and Priority Applications – Current Practices and Former Practices </dc:subject>
  <dc:creator>WIPO</dc:creator>
  <cp:keywords>WIPO CWS Thirteenth Session, Information Document, Part 7 Task Force, Numbering of Applications, Priority Applications, Current and Former Practices, Annex</cp:keywords>
  <cp:lastModifiedBy>MURATAJ Erjola</cp:lastModifiedBy>
  <cp:revision>215</cp:revision>
  <cp:lastPrinted>2011-02-15T11:56:00Z</cp:lastPrinted>
  <dcterms:created xsi:type="dcterms:W3CDTF">2025-06-19T15:56:00Z</dcterms:created>
  <dcterms:modified xsi:type="dcterms:W3CDTF">2025-10-31T16:18:00Z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92205f51-d4b8-4c4a-a104-0a620567a7d9</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2025-10-30T15:20:28Z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3a05bce9-dee4-4bf6-8913-addc47366094</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