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52C" w:rsidRDefault="00C642A0" w:rsidP="00221399">
      <w:pPr>
        <w:pStyle w:val="Language"/>
      </w:pPr>
      <w:r>
        <w:rPr>
          <w:noProof/>
        </w:rPr>
        <mc:AlternateContent>
          <mc:Choice Requires="wpg">
            <w:drawing>
              <wp:anchor distT="0" distB="0" distL="114300" distR="114300" simplePos="0" relativeHeight="251657728" behindDoc="1" locked="0" layoutInCell="0" allowOverlap="1">
                <wp:simplePos x="0" y="0"/>
                <wp:positionH relativeFrom="column">
                  <wp:posOffset>0</wp:posOffset>
                </wp:positionH>
                <wp:positionV relativeFrom="paragraph">
                  <wp:posOffset>0</wp:posOffset>
                </wp:positionV>
                <wp:extent cx="6120130" cy="1403985"/>
                <wp:effectExtent l="0" t="0" r="0" b="0"/>
                <wp:wrapNone/>
                <wp:docPr id="1"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0130" cy="1403985"/>
                          <a:chOff x="1418" y="567"/>
                          <a:chExt cx="9638" cy="2211"/>
                        </a:xfrm>
                      </wpg:grpSpPr>
                      <pic:pic xmlns:pic="http://schemas.openxmlformats.org/drawingml/2006/picture">
                        <pic:nvPicPr>
                          <pic:cNvPr id="2" name="Picture 1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5931" y="567"/>
                            <a:ext cx="2925" cy="2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Line 13"/>
                        <wps:cNvCnPr/>
                        <wps:spPr bwMode="auto">
                          <a:xfrm>
                            <a:off x="1418" y="2778"/>
                            <a:ext cx="9638"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0;margin-top:0;width:481.9pt;height:110.55pt;z-index:-251658752" coordorigin="1418,567" coordsize="9638,221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R3+P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&#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10;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10;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W3+P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R3+P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&#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0t/j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T3+P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W3+P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T&#10;3+P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W3+P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R3+P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U&#10;3+P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&#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alt="WIPO-E" style="position:absolute;left:5931;top:567;width:2925;height:20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4LZM7DAAAA2gAAAA8AAABkcnMvZG93bnJldi54bWxEj1FrwkAQhN8L/odjhb7Viz6IpJ4ioiDU&#10;tkb9AWtuTaK5vZDbxvTf9wqFPg4z8w0zX/auVh21ofJsYDxKQBHn3lZcGDifti8zUEGQLdaeycA3&#10;BVguBk9zTK1/cEbdUQoVIRxSNFCKNKnWIS/JYRj5hjh6V986lCjbQtsWHxHuaj1Jkql2WHFcKLGh&#10;dUn5/fjlDMibl0+7eb/tx5ePWXE4Z50+ZMY8D/vVKyihXv7Df+2dNTCB3yvxBujF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TgtkzsMAAADaAAAADwAAAAAAAAAAAAAAAACf&#10;AgAAZHJzL2Rvd25yZXYueG1sUEsFBgAAAAAEAAQA9wAAAI8DAAAAAA==&#10;">
                  <v:imagedata r:id="rId10" o:title="WIPO-E"/>
                </v:shape>
                <v:line id="Line 13" o:spid="_x0000_s1028" style="position:absolute;visibility:visible;mso-wrap-style:square" from="1418,2778" to="11056,27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Blx98IAAADaAAAADwAAAGRycy9kb3ducmV2LnhtbESPQYvCMBSE78L+h/AWvGnqKiLVKK4i&#10;CB6W6l729miebbV5KUnU6q83C4LHYWa+YWaL1tTiSs5XlhUM+gkI4tzqigsFv4dNbwLCB2SNtWVS&#10;cCcPi/lHZ4aptjfO6LoPhYgQ9ikqKENoUil9XpJB37cNcfSO1hkMUbpCaoe3CDe1/EqSsTRYcVwo&#10;saFVSfl5fzEKJofGr++rv439cadHthtlNMJvpbqf7XIKIlAb3uFXe6sVDOH/SrwBcv4E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Blx98IAAADaAAAADwAAAAAAAAAAAAAA&#10;AAChAgAAZHJzL2Rvd25yZXYueG1sUEsFBgAAAAAEAAQA+QAAAJADAAAAAA==&#10;" strokeweight=".5pt"/>
              </v:group>
            </w:pict>
          </mc:Fallback>
        </mc:AlternateContent>
      </w:r>
      <w:r w:rsidR="002F36CD">
        <w:t>E</w:t>
      </w:r>
    </w:p>
    <w:p w:rsidR="003717E9" w:rsidRPr="00F24422" w:rsidRDefault="000E492F" w:rsidP="00EC7843">
      <w:pPr>
        <w:pStyle w:val="MeetingCode"/>
      </w:pPr>
      <w:r>
        <w:t>ipc/</w:t>
      </w:r>
      <w:r w:rsidRPr="00C5619D">
        <w:t>ce</w:t>
      </w:r>
      <w:r>
        <w:t>/4</w:t>
      </w:r>
      <w:r w:rsidR="00A84790">
        <w:t>6</w:t>
      </w:r>
      <w:r>
        <w:t>/</w:t>
      </w:r>
      <w:bookmarkStart w:id="0" w:name="Code"/>
      <w:bookmarkEnd w:id="0"/>
      <w:r w:rsidR="00997704">
        <w:t>2</w:t>
      </w:r>
    </w:p>
    <w:p w:rsidR="002F36CD" w:rsidRPr="00F24422" w:rsidRDefault="00F24422" w:rsidP="00BB20F7">
      <w:pPr>
        <w:pStyle w:val="MeetinglanguageDate"/>
        <w:ind w:right="-1"/>
      </w:pPr>
      <w:r w:rsidRPr="00F24422">
        <w:t>Ori</w:t>
      </w:r>
      <w:r w:rsidR="002F36CD" w:rsidRPr="00F24422">
        <w:t xml:space="preserve">GINAL:  </w:t>
      </w:r>
      <w:bookmarkStart w:id="1" w:name="Original"/>
      <w:bookmarkEnd w:id="1"/>
      <w:r w:rsidR="001E7189">
        <w:t>English</w:t>
      </w:r>
    </w:p>
    <w:p w:rsidR="002F36CD" w:rsidRPr="004F6D3F" w:rsidRDefault="006C26A3" w:rsidP="00EC7843">
      <w:pPr>
        <w:pStyle w:val="MeetinglanguageDate"/>
      </w:pPr>
      <w:r>
        <w:t>DATE</w:t>
      </w:r>
      <w:r w:rsidR="002F36CD" w:rsidRPr="004F6D3F">
        <w:t xml:space="preserve">: </w:t>
      </w:r>
      <w:bookmarkStart w:id="2" w:name="Date"/>
      <w:bookmarkEnd w:id="2"/>
      <w:r w:rsidR="00997704">
        <w:t>MARCH</w:t>
      </w:r>
      <w:r w:rsidR="006A79EE">
        <w:t xml:space="preserve"> </w:t>
      </w:r>
      <w:r w:rsidR="00E335FC">
        <w:t>20,</w:t>
      </w:r>
      <w:r w:rsidR="001E7189">
        <w:t xml:space="preserve"> </w:t>
      </w:r>
      <w:r w:rsidR="00EC7843">
        <w:t>201</w:t>
      </w:r>
      <w:r w:rsidR="00A84790">
        <w:t>4</w:t>
      </w:r>
    </w:p>
    <w:p w:rsidR="000E492F" w:rsidRDefault="000E492F" w:rsidP="006218C5">
      <w:pPr>
        <w:pStyle w:val="Meetingtitle"/>
      </w:pPr>
      <w:r>
        <w:t xml:space="preserve">Special </w:t>
      </w:r>
      <w:smartTag w:uri="urn:schemas-microsoft-com:office:smarttags" w:element="place">
        <w:r>
          <w:t>Union</w:t>
        </w:r>
      </w:smartTag>
      <w:r>
        <w:t xml:space="preserve"> for the International Patent Classification </w:t>
      </w:r>
    </w:p>
    <w:p w:rsidR="002F36CD" w:rsidRDefault="000E492F" w:rsidP="006218C5">
      <w:pPr>
        <w:pStyle w:val="Meetingtitle"/>
      </w:pPr>
      <w:r>
        <w:t>(IPC Union)</w:t>
      </w:r>
    </w:p>
    <w:p w:rsidR="000E492F" w:rsidRDefault="000E492F" w:rsidP="000E492F">
      <w:pPr>
        <w:pStyle w:val="Sessiontitle"/>
      </w:pPr>
      <w:r>
        <w:t>Committee of Experts</w:t>
      </w:r>
    </w:p>
    <w:p w:rsidR="00C472EA" w:rsidRDefault="00C472EA" w:rsidP="0066635E">
      <w:pPr>
        <w:pStyle w:val="Sessiontitle"/>
      </w:pPr>
    </w:p>
    <w:p w:rsidR="00C363F9" w:rsidRDefault="000E492F" w:rsidP="00EC7843">
      <w:pPr>
        <w:pStyle w:val="Sessiontitle"/>
      </w:pPr>
      <w:r>
        <w:t>Forty-</w:t>
      </w:r>
      <w:r w:rsidR="00A84790">
        <w:t>Sixth</w:t>
      </w:r>
      <w:r>
        <w:t xml:space="preserve"> Session</w:t>
      </w:r>
    </w:p>
    <w:p w:rsidR="000F2F90" w:rsidRPr="000F2F90" w:rsidRDefault="00724A6B" w:rsidP="00EC7843">
      <w:pPr>
        <w:pStyle w:val="Meetingplacedate"/>
      </w:pPr>
      <w:r>
        <w:t xml:space="preserve">Geneva, February </w:t>
      </w:r>
      <w:r w:rsidR="00EC7843">
        <w:t>2</w:t>
      </w:r>
      <w:r w:rsidR="00A84790">
        <w:t>6</w:t>
      </w:r>
      <w:r w:rsidR="009B75C5">
        <w:t xml:space="preserve"> to </w:t>
      </w:r>
      <w:r w:rsidR="00A84790">
        <w:t>28, 2014</w:t>
      </w:r>
    </w:p>
    <w:p w:rsidR="00FF4502" w:rsidRPr="00C363F9" w:rsidRDefault="00997704">
      <w:pPr>
        <w:pStyle w:val="Documenttitle"/>
      </w:pPr>
      <w:bookmarkStart w:id="3" w:name="TitleOfDoc"/>
      <w:bookmarkEnd w:id="3"/>
      <w:r w:rsidRPr="00997704">
        <w:rPr>
          <w:b/>
          <w:bCs/>
        </w:rPr>
        <w:t xml:space="preserve">REPORT </w:t>
      </w:r>
    </w:p>
    <w:p w:rsidR="005B2F48" w:rsidRPr="005B2F48" w:rsidRDefault="00E335FC" w:rsidP="009B75C5">
      <w:pPr>
        <w:pStyle w:val="preparedby"/>
        <w:tabs>
          <w:tab w:val="left" w:pos="4770"/>
        </w:tabs>
      </w:pPr>
      <w:bookmarkStart w:id="4" w:name="Prepared"/>
      <w:bookmarkEnd w:id="4"/>
      <w:r>
        <w:t>adopted</w:t>
      </w:r>
      <w:r w:rsidR="009B75C5">
        <w:t xml:space="preserve"> by the </w:t>
      </w:r>
      <w:r>
        <w:t>Committee of Experts</w:t>
      </w:r>
    </w:p>
    <w:p w:rsidR="00FF4502" w:rsidRPr="00C363F9" w:rsidRDefault="00FF4502" w:rsidP="006A0F3A"/>
    <w:p w:rsidR="001E7189" w:rsidRPr="003E33B9" w:rsidRDefault="001E7189" w:rsidP="00F36CFA">
      <w:pPr>
        <w:pStyle w:val="Heading1"/>
        <w:spacing w:after="240"/>
      </w:pPr>
      <w:r w:rsidRPr="003E33B9">
        <w:t>INTRODUCTION</w:t>
      </w:r>
    </w:p>
    <w:p w:rsidR="001E7189" w:rsidRPr="00C95CA3" w:rsidRDefault="008333DD" w:rsidP="008333DD">
      <w:pPr>
        <w:pStyle w:val="ONUME"/>
        <w:numPr>
          <w:ilvl w:val="0"/>
          <w:numId w:val="0"/>
        </w:numPr>
      </w:pPr>
      <w:r>
        <w:fldChar w:fldCharType="begin"/>
      </w:r>
      <w:r>
        <w:instrText xml:space="preserve"> AUTONUM  </w:instrText>
      </w:r>
      <w:r>
        <w:fldChar w:fldCharType="end"/>
      </w:r>
      <w:r>
        <w:tab/>
      </w:r>
      <w:r w:rsidR="001E7189" w:rsidRPr="00C95CA3">
        <w:t>The Committee of Experts of the IPC Union (hereinafter referred to as “the Committee”) held its forty-</w:t>
      </w:r>
      <w:r w:rsidR="00A84790">
        <w:t>sixth</w:t>
      </w:r>
      <w:r w:rsidR="001E7189" w:rsidRPr="00C95CA3">
        <w:t xml:space="preserve"> session in Geneva </w:t>
      </w:r>
      <w:r w:rsidR="00A97FD7" w:rsidRPr="00C95CA3">
        <w:t>from</w:t>
      </w:r>
      <w:r w:rsidR="001E7189" w:rsidRPr="00C95CA3">
        <w:t xml:space="preserve"> February </w:t>
      </w:r>
      <w:r w:rsidR="009B75C5" w:rsidRPr="00C95CA3">
        <w:t>2</w:t>
      </w:r>
      <w:r w:rsidR="00A84790">
        <w:t>6 to 2</w:t>
      </w:r>
      <w:r w:rsidR="005F00C2">
        <w:t>8</w:t>
      </w:r>
      <w:r w:rsidR="00A84790">
        <w:t>, 2014</w:t>
      </w:r>
      <w:r w:rsidR="001E7189" w:rsidRPr="00C95CA3">
        <w:t>.  The following members of the Committee were represented at the session:  Austria, Brazil, Canada, China, Czech Republic,</w:t>
      </w:r>
      <w:r w:rsidR="004F292A" w:rsidRPr="00C95CA3">
        <w:t xml:space="preserve"> Denmark,</w:t>
      </w:r>
      <w:r w:rsidR="001E7189" w:rsidRPr="00C95CA3">
        <w:t xml:space="preserve"> </w:t>
      </w:r>
      <w:r w:rsidR="00555392" w:rsidRPr="00C95CA3">
        <w:t xml:space="preserve">Egypt, </w:t>
      </w:r>
      <w:r w:rsidR="001E7189" w:rsidRPr="00C95CA3">
        <w:t xml:space="preserve">Estonia, Finland, France, Germany, </w:t>
      </w:r>
      <w:r w:rsidR="00A84790">
        <w:t xml:space="preserve">Greece, </w:t>
      </w:r>
      <w:r w:rsidR="001E7189" w:rsidRPr="00C95CA3">
        <w:t xml:space="preserve">Ireland, Israel, Japan, Mexico, Netherlands, Norway, Portugal, Republic of Korea, Romania, Russian Federation, Spain, Sweden, Switzerland, </w:t>
      </w:r>
      <w:r w:rsidR="001570E2">
        <w:t>T</w:t>
      </w:r>
      <w:r w:rsidR="00EC7843">
        <w:t>he former Yugoslav Republic of Macedonia</w:t>
      </w:r>
      <w:r w:rsidR="001E7189" w:rsidRPr="00C95CA3">
        <w:t xml:space="preserve">, </w:t>
      </w:r>
      <w:r w:rsidR="00A97FD7" w:rsidRPr="00C95CA3">
        <w:t xml:space="preserve">Ukraine, </w:t>
      </w:r>
      <w:r w:rsidR="001E7189" w:rsidRPr="00C95CA3">
        <w:t>United Kingdom, United States of America (</w:t>
      </w:r>
      <w:r w:rsidR="00A84790">
        <w:t>29</w:t>
      </w:r>
      <w:r w:rsidR="001E7189" w:rsidRPr="00C95CA3">
        <w:t xml:space="preserve">). </w:t>
      </w:r>
      <w:r w:rsidR="00DC0BC6" w:rsidRPr="00C95CA3">
        <w:t xml:space="preserve"> </w:t>
      </w:r>
      <w:r w:rsidR="00EC7843">
        <w:t>T</w:t>
      </w:r>
      <w:r w:rsidR="00076E18" w:rsidRPr="00C95CA3">
        <w:t xml:space="preserve">he </w:t>
      </w:r>
      <w:r w:rsidR="001E7189" w:rsidRPr="00C95CA3">
        <w:t>Eurasian Patent Organization (EAPO) and the European Patent Office (EPO) were also represented.  The list of participants appears as Annex I to this report.</w:t>
      </w:r>
    </w:p>
    <w:p w:rsidR="001E7189" w:rsidRPr="00C95CA3" w:rsidRDefault="00CB6930" w:rsidP="008333DD">
      <w:pPr>
        <w:pStyle w:val="ONUME"/>
        <w:numPr>
          <w:ilvl w:val="0"/>
          <w:numId w:val="0"/>
        </w:numPr>
      </w:pPr>
      <w:r>
        <w:fldChar w:fldCharType="begin"/>
      </w:r>
      <w:r>
        <w:instrText xml:space="preserve"> AUTONUM  </w:instrText>
      </w:r>
      <w:r>
        <w:fldChar w:fldCharType="end"/>
      </w:r>
      <w:r>
        <w:tab/>
      </w:r>
      <w:r w:rsidR="001E7189" w:rsidRPr="00C95CA3">
        <w:t xml:space="preserve">The session was opened by Mr. </w:t>
      </w:r>
      <w:r w:rsidR="00555392" w:rsidRPr="00C95CA3">
        <w:t xml:space="preserve">Antonios Farassopoulos, </w:t>
      </w:r>
      <w:r w:rsidR="00AE2690">
        <w:t>Director</w:t>
      </w:r>
      <w:r w:rsidR="00555392" w:rsidRPr="00C95CA3">
        <w:t xml:space="preserve">, International Classifications </w:t>
      </w:r>
      <w:r w:rsidR="00FB3DF2">
        <w:t xml:space="preserve">and </w:t>
      </w:r>
      <w:r w:rsidR="00555392" w:rsidRPr="00C95CA3">
        <w:t>Standards</w:t>
      </w:r>
      <w:r w:rsidR="00A20FEA" w:rsidRPr="00C95CA3">
        <w:t xml:space="preserve"> </w:t>
      </w:r>
      <w:r w:rsidR="00AE2690">
        <w:t>Division</w:t>
      </w:r>
      <w:r w:rsidR="001E7189" w:rsidRPr="00C95CA3">
        <w:t xml:space="preserve">, who welcomed the participants.  </w:t>
      </w:r>
    </w:p>
    <w:p w:rsidR="001E7189" w:rsidRPr="00C95CA3" w:rsidRDefault="001E7189" w:rsidP="008333DD">
      <w:pPr>
        <w:pStyle w:val="ONUME"/>
        <w:numPr>
          <w:ilvl w:val="0"/>
          <w:numId w:val="0"/>
        </w:numPr>
      </w:pPr>
    </w:p>
    <w:p w:rsidR="001E7189" w:rsidRPr="00C95CA3" w:rsidRDefault="00236BE7" w:rsidP="00F36CFA">
      <w:pPr>
        <w:pStyle w:val="Heading1"/>
        <w:spacing w:after="240"/>
      </w:pPr>
      <w:r w:rsidRPr="00C95CA3">
        <w:br w:type="page"/>
      </w:r>
      <w:r w:rsidR="001E7189" w:rsidRPr="00C95CA3">
        <w:lastRenderedPageBreak/>
        <w:t>OFFICERS</w:t>
      </w:r>
    </w:p>
    <w:p w:rsidR="001E7189" w:rsidRPr="00C95CA3" w:rsidRDefault="008333DD" w:rsidP="008333DD">
      <w:pPr>
        <w:pStyle w:val="ONUME"/>
        <w:numPr>
          <w:ilvl w:val="0"/>
          <w:numId w:val="0"/>
        </w:numPr>
      </w:pPr>
      <w:r>
        <w:fldChar w:fldCharType="begin"/>
      </w:r>
      <w:r>
        <w:instrText xml:space="preserve"> AUTONUM  </w:instrText>
      </w:r>
      <w:r>
        <w:fldChar w:fldCharType="end"/>
      </w:r>
      <w:r>
        <w:tab/>
      </w:r>
      <w:r w:rsidR="001E7189" w:rsidRPr="00C95CA3">
        <w:t xml:space="preserve">The Committee unanimously elected </w:t>
      </w:r>
      <w:r w:rsidR="00A97FD7" w:rsidRPr="00C95CA3">
        <w:t>Mr. </w:t>
      </w:r>
      <w:r w:rsidR="00A84790">
        <w:t xml:space="preserve">Hiroshi </w:t>
      </w:r>
      <w:proofErr w:type="spellStart"/>
      <w:r w:rsidR="00A84790">
        <w:t>Kawamata</w:t>
      </w:r>
      <w:proofErr w:type="spellEnd"/>
      <w:r w:rsidR="00A97FD7" w:rsidRPr="00C95CA3">
        <w:t xml:space="preserve"> (</w:t>
      </w:r>
      <w:r w:rsidR="00A84790">
        <w:t>Japan</w:t>
      </w:r>
      <w:r w:rsidR="00A97FD7" w:rsidRPr="00C95CA3">
        <w:t>)</w:t>
      </w:r>
      <w:r w:rsidR="00D44BB5" w:rsidRPr="00C95CA3">
        <w:t xml:space="preserve"> as Chair </w:t>
      </w:r>
      <w:r w:rsidR="001E7189" w:rsidRPr="00C95CA3">
        <w:t xml:space="preserve">and </w:t>
      </w:r>
      <w:r w:rsidR="003832D9">
        <w:t>Ms.</w:t>
      </w:r>
      <w:r w:rsidR="00A84790">
        <w:t> Nancy </w:t>
      </w:r>
      <w:proofErr w:type="spellStart"/>
      <w:r w:rsidR="00A84790">
        <w:t>Beauchemin</w:t>
      </w:r>
      <w:proofErr w:type="spellEnd"/>
      <w:r w:rsidR="00A84790">
        <w:t xml:space="preserve"> </w:t>
      </w:r>
      <w:r w:rsidR="00A20FEA" w:rsidRPr="00C95CA3">
        <w:t>(</w:t>
      </w:r>
      <w:r w:rsidR="00A84790">
        <w:t>Canada</w:t>
      </w:r>
      <w:r w:rsidR="00A20FEA" w:rsidRPr="00C95CA3">
        <w:t xml:space="preserve">) and </w:t>
      </w:r>
      <w:r w:rsidR="004F270A">
        <w:t>M</w:t>
      </w:r>
      <w:r w:rsidR="00A84790">
        <w:t>s</w:t>
      </w:r>
      <w:r w:rsidR="004F270A">
        <w:t>.</w:t>
      </w:r>
      <w:r w:rsidR="00555392" w:rsidRPr="00C95CA3">
        <w:t> </w:t>
      </w:r>
      <w:proofErr w:type="spellStart"/>
      <w:r w:rsidR="00A84790">
        <w:t>Lavinia</w:t>
      </w:r>
      <w:proofErr w:type="spellEnd"/>
      <w:r w:rsidR="00A84790">
        <w:t xml:space="preserve"> Ramona Marina Cornea </w:t>
      </w:r>
      <w:r w:rsidR="00555392" w:rsidRPr="00C95CA3">
        <w:t>(</w:t>
      </w:r>
      <w:r w:rsidR="00A84790">
        <w:t>Romania</w:t>
      </w:r>
      <w:r w:rsidR="00555392" w:rsidRPr="00C95CA3">
        <w:t>)</w:t>
      </w:r>
      <w:r w:rsidR="005F00C2">
        <w:t>,</w:t>
      </w:r>
      <w:r w:rsidR="00555392" w:rsidRPr="00C95CA3">
        <w:t xml:space="preserve"> </w:t>
      </w:r>
      <w:r w:rsidR="001E7189" w:rsidRPr="00C95CA3">
        <w:t>as Vice</w:t>
      </w:r>
      <w:r w:rsidR="001E7189" w:rsidRPr="00C95CA3">
        <w:noBreakHyphen/>
        <w:t>Chairs.</w:t>
      </w:r>
    </w:p>
    <w:p w:rsidR="001E7189" w:rsidRPr="00C95CA3" w:rsidRDefault="008333DD" w:rsidP="008333DD">
      <w:pPr>
        <w:pStyle w:val="ONUME"/>
        <w:numPr>
          <w:ilvl w:val="0"/>
          <w:numId w:val="0"/>
        </w:numPr>
      </w:pPr>
      <w:r>
        <w:fldChar w:fldCharType="begin"/>
      </w:r>
      <w:r>
        <w:instrText xml:space="preserve"> AUTONUM  </w:instrText>
      </w:r>
      <w:r>
        <w:fldChar w:fldCharType="end"/>
      </w:r>
      <w:r>
        <w:tab/>
      </w:r>
      <w:r w:rsidR="001E7189" w:rsidRPr="00C95CA3">
        <w:t>Mr. Antonios Farassopoulos (WIPO) acted as Secretary of the session.</w:t>
      </w:r>
    </w:p>
    <w:p w:rsidR="00CB6930" w:rsidRDefault="00CB6930" w:rsidP="00F36CFA">
      <w:pPr>
        <w:pStyle w:val="Heading1"/>
        <w:spacing w:after="240"/>
      </w:pPr>
    </w:p>
    <w:p w:rsidR="001E7189" w:rsidRPr="00C95CA3" w:rsidRDefault="001E7189" w:rsidP="00F36CFA">
      <w:pPr>
        <w:pStyle w:val="Heading1"/>
        <w:spacing w:after="240"/>
      </w:pPr>
      <w:r w:rsidRPr="00C95CA3">
        <w:t>ADOPTION OF THE AGENDA</w:t>
      </w:r>
    </w:p>
    <w:p w:rsidR="001E7189" w:rsidRPr="00C95CA3" w:rsidRDefault="00CB6930" w:rsidP="008333DD">
      <w:pPr>
        <w:pStyle w:val="ONUME"/>
        <w:numPr>
          <w:ilvl w:val="0"/>
          <w:numId w:val="0"/>
        </w:numPr>
      </w:pPr>
      <w:r>
        <w:fldChar w:fldCharType="begin"/>
      </w:r>
      <w:r>
        <w:instrText xml:space="preserve"> AUTONUM  </w:instrText>
      </w:r>
      <w:r>
        <w:fldChar w:fldCharType="end"/>
      </w:r>
      <w:r>
        <w:tab/>
      </w:r>
      <w:r w:rsidR="001E7189" w:rsidRPr="00C95CA3">
        <w:t>The Committee unanimously adopted the agenda</w:t>
      </w:r>
      <w:r w:rsidR="00FB3DF2" w:rsidRPr="00FB3DF2">
        <w:rPr>
          <w:color w:val="FF0000"/>
        </w:rPr>
        <w:t xml:space="preserve"> </w:t>
      </w:r>
      <w:r w:rsidR="00FB3DF2" w:rsidRPr="00883485">
        <w:t>with a modification</w:t>
      </w:r>
      <w:r w:rsidR="001E7189" w:rsidRPr="00883485">
        <w:t>,</w:t>
      </w:r>
      <w:r w:rsidR="001E7189" w:rsidRPr="00C95CA3">
        <w:t xml:space="preserve"> which appears as Annex II to this report.</w:t>
      </w:r>
    </w:p>
    <w:p w:rsidR="001E7189" w:rsidRPr="00C95CA3" w:rsidRDefault="008333DD" w:rsidP="008333DD">
      <w:pPr>
        <w:pStyle w:val="ONUME"/>
        <w:numPr>
          <w:ilvl w:val="0"/>
          <w:numId w:val="0"/>
        </w:numPr>
      </w:pPr>
      <w:r>
        <w:fldChar w:fldCharType="begin"/>
      </w:r>
      <w:r>
        <w:instrText xml:space="preserve"> AUTONUM  </w:instrText>
      </w:r>
      <w:r>
        <w:fldChar w:fldCharType="end"/>
      </w:r>
      <w:r>
        <w:tab/>
      </w:r>
      <w:r w:rsidR="001E7189" w:rsidRPr="00C95CA3">
        <w:t>As decided by the Governing Bodies of WIPO at their tenth series of meetings held from September 24 to October 2, 1979 (see document AB/X/32, paragraphs 51 and 52), the report of this session reflects only the conclusions of the Committee (decisions, recommendations, opinions, etc.) and does not, in particular, reflect the statements made by any participant, except where a reservation in relation to any specific conclusion of the Committee was expressed or repeated after the conclusion was reached.</w:t>
      </w:r>
    </w:p>
    <w:p w:rsidR="00CB6930" w:rsidRDefault="00CB6930" w:rsidP="00F36CFA">
      <w:pPr>
        <w:pStyle w:val="Heading1"/>
        <w:spacing w:after="240"/>
      </w:pPr>
    </w:p>
    <w:p w:rsidR="004F270A" w:rsidRPr="00F36CFA" w:rsidRDefault="004F270A" w:rsidP="00F36CFA">
      <w:pPr>
        <w:pStyle w:val="Heading1"/>
        <w:spacing w:after="240"/>
      </w:pPr>
      <w:r w:rsidRPr="00F36CFA">
        <w:t xml:space="preserve">Report on the </w:t>
      </w:r>
      <w:r w:rsidR="00A84790">
        <w:t>EIGHTH AND NINTH</w:t>
      </w:r>
      <w:r w:rsidRPr="00F36CFA">
        <w:t xml:space="preserve"> session</w:t>
      </w:r>
      <w:r w:rsidR="00A84790">
        <w:t>S</w:t>
      </w:r>
      <w:r w:rsidRPr="00F36CFA">
        <w:t xml:space="preserve"> of the IP5 WG1-Working Group on Classification </w:t>
      </w:r>
    </w:p>
    <w:p w:rsidR="00CB6930" w:rsidRPr="00C95CA3" w:rsidRDefault="00CB6930" w:rsidP="00CB6930">
      <w:pPr>
        <w:pStyle w:val="BodyText"/>
      </w:pPr>
      <w:r>
        <w:fldChar w:fldCharType="begin"/>
      </w:r>
      <w:r>
        <w:instrText xml:space="preserve"> AUTONUM  </w:instrText>
      </w:r>
      <w:r>
        <w:fldChar w:fldCharType="end"/>
      </w:r>
      <w:r>
        <w:tab/>
      </w:r>
      <w:r w:rsidRPr="00C95CA3">
        <w:t xml:space="preserve">The Committee noted brief oral reports by </w:t>
      </w:r>
      <w:r w:rsidR="00932700">
        <w:t xml:space="preserve">the </w:t>
      </w:r>
      <w:r>
        <w:t>USPTO</w:t>
      </w:r>
      <w:r w:rsidRPr="00C95CA3">
        <w:t xml:space="preserve"> and </w:t>
      </w:r>
      <w:r>
        <w:t>KI</w:t>
      </w:r>
      <w:r w:rsidRPr="00C95CA3">
        <w:t xml:space="preserve">PO on the </w:t>
      </w:r>
      <w:r>
        <w:t>eighth</w:t>
      </w:r>
      <w:r w:rsidRPr="00C95CA3">
        <w:t xml:space="preserve"> and </w:t>
      </w:r>
      <w:r w:rsidR="00CD4B7A">
        <w:t>ninth</w:t>
      </w:r>
      <w:r w:rsidR="00C9488D">
        <w:t xml:space="preserve"> </w:t>
      </w:r>
      <w:r w:rsidRPr="00C95CA3">
        <w:t>sessions, respectively, of the IP5 WG1-Working Group on Classification (WG1).</w:t>
      </w:r>
    </w:p>
    <w:p w:rsidR="00CB6930" w:rsidRPr="00FC4431" w:rsidRDefault="00CB6930" w:rsidP="00CB6930">
      <w:pPr>
        <w:pStyle w:val="BodyText"/>
      </w:pPr>
      <w:r>
        <w:fldChar w:fldCharType="begin"/>
      </w:r>
      <w:r>
        <w:instrText xml:space="preserve"> AUTONUM  </w:instrText>
      </w:r>
      <w:r>
        <w:fldChar w:fldCharType="end"/>
      </w:r>
      <w:r>
        <w:tab/>
      </w:r>
      <w:r w:rsidRPr="00C95CA3">
        <w:t xml:space="preserve">At its </w:t>
      </w:r>
      <w:r>
        <w:t>eighth</w:t>
      </w:r>
      <w:r w:rsidRPr="00C95CA3">
        <w:t xml:space="preserve"> session, the WG1 </w:t>
      </w:r>
      <w:r>
        <w:t>agreed on a new and revised mandate based on the Global Classification Initiative (G</w:t>
      </w:r>
      <w:r w:rsidR="00636CAC">
        <w:t>C</w:t>
      </w:r>
      <w:r>
        <w:t xml:space="preserve">I) concept.  The CHC Project was closed out.  </w:t>
      </w:r>
      <w:r w:rsidRPr="00FC4431">
        <w:t>The new mandate focuse</w:t>
      </w:r>
      <w:r w:rsidR="00C14EE1">
        <w:t>d</w:t>
      </w:r>
      <w:r w:rsidRPr="00FC4431">
        <w:t xml:space="preserve"> on two activities:</w:t>
      </w:r>
    </w:p>
    <w:p w:rsidR="00CB6930" w:rsidRPr="00FC4431" w:rsidRDefault="00CB6930" w:rsidP="00CB6930">
      <w:pPr>
        <w:pStyle w:val="BodyText"/>
        <w:numPr>
          <w:ilvl w:val="0"/>
          <w:numId w:val="21"/>
        </w:numPr>
      </w:pPr>
      <w:r>
        <w:t>i</w:t>
      </w:r>
      <w:r w:rsidRPr="00FC4431">
        <w:t>ntroduction of aligned internal classification schemes into the IPC</w:t>
      </w:r>
      <w:r>
        <w:t>;  and</w:t>
      </w:r>
    </w:p>
    <w:p w:rsidR="00CB6930" w:rsidRPr="00FC4431" w:rsidRDefault="00CB6930" w:rsidP="00CB6930">
      <w:pPr>
        <w:pStyle w:val="BodyText"/>
        <w:numPr>
          <w:ilvl w:val="0"/>
          <w:numId w:val="21"/>
        </w:numPr>
      </w:pPr>
      <w:r>
        <w:t>a</w:t>
      </w:r>
      <w:r w:rsidRPr="00FC4431">
        <w:t>daptation of classification schemes to emerging technologies</w:t>
      </w:r>
      <w:r>
        <w:t>.</w:t>
      </w:r>
    </w:p>
    <w:p w:rsidR="00CB6930" w:rsidRDefault="00CB6930" w:rsidP="00CB6930">
      <w:pPr>
        <w:pStyle w:val="BodyText"/>
      </w:pPr>
      <w:r>
        <w:fldChar w:fldCharType="begin"/>
      </w:r>
      <w:r>
        <w:instrText xml:space="preserve"> AUTONUM  </w:instrText>
      </w:r>
      <w:r>
        <w:fldChar w:fldCharType="end"/>
      </w:r>
      <w:r>
        <w:tab/>
        <w:t>The WG1 received a revision proposal in the area of additive manufacturing under the Activity II</w:t>
      </w:r>
      <w:r w:rsidR="00CD4B7A">
        <w:t>,</w:t>
      </w:r>
      <w:r>
        <w:t xml:space="preserve"> above.  The WG1 also discussed a draft </w:t>
      </w:r>
      <w:r w:rsidR="00C14EE1">
        <w:t>Operating Procedures (G</w:t>
      </w:r>
      <w:r w:rsidR="002912F5">
        <w:t>C</w:t>
      </w:r>
      <w:r w:rsidR="00C14EE1">
        <w:t>I-</w:t>
      </w:r>
      <w:r>
        <w:t>OPS</w:t>
      </w:r>
      <w:r w:rsidR="00C14EE1">
        <w:t>)</w:t>
      </w:r>
      <w:r>
        <w:t xml:space="preserve"> document which described in detail the </w:t>
      </w:r>
      <w:r w:rsidRPr="0069380E">
        <w:t xml:space="preserve">process </w:t>
      </w:r>
      <w:r w:rsidR="00C14EE1">
        <w:t>on</w:t>
      </w:r>
      <w:r w:rsidRPr="0069380E">
        <w:t xml:space="preserve"> how proposals on GCI Activities I and II would work.</w:t>
      </w:r>
      <w:r>
        <w:t xml:space="preserve">  </w:t>
      </w:r>
      <w:r w:rsidR="003233DA" w:rsidRPr="005F00C2">
        <w:t xml:space="preserve">The </w:t>
      </w:r>
      <w:r w:rsidR="00C8459F">
        <w:t xml:space="preserve">WG1 </w:t>
      </w:r>
      <w:r w:rsidR="003233DA" w:rsidRPr="005F00C2">
        <w:t>agreed that IP5 Office revision projects should be automatically included</w:t>
      </w:r>
      <w:r w:rsidR="00C8459F">
        <w:t xml:space="preserve"> in the working program of the </w:t>
      </w:r>
      <w:r w:rsidR="002912F5">
        <w:t xml:space="preserve">IPC Revision </w:t>
      </w:r>
      <w:r w:rsidR="00C8459F">
        <w:t>Working Group</w:t>
      </w:r>
      <w:r w:rsidR="003233DA" w:rsidRPr="005F00C2">
        <w:t xml:space="preserve"> </w:t>
      </w:r>
      <w:r w:rsidR="00CD4B7A">
        <w:t xml:space="preserve">(hereinafter referred to as the “Working Group”), </w:t>
      </w:r>
      <w:r w:rsidR="003233DA" w:rsidRPr="005F00C2">
        <w:t>and given priority.</w:t>
      </w:r>
    </w:p>
    <w:p w:rsidR="00CB6930" w:rsidRDefault="00CB6930" w:rsidP="00C44B08">
      <w:pPr>
        <w:pStyle w:val="BodyText"/>
        <w:ind w:right="282"/>
      </w:pPr>
      <w:r w:rsidRPr="00C95CA3">
        <w:fldChar w:fldCharType="begin"/>
      </w:r>
      <w:r w:rsidRPr="00C95CA3">
        <w:instrText xml:space="preserve"> AUTONUM  </w:instrText>
      </w:r>
      <w:r w:rsidRPr="00C95CA3">
        <w:fldChar w:fldCharType="end"/>
      </w:r>
      <w:r w:rsidRPr="00C95CA3">
        <w:tab/>
        <w:t xml:space="preserve">Concerning </w:t>
      </w:r>
      <w:r w:rsidR="005F00C2">
        <w:t>its</w:t>
      </w:r>
      <w:r w:rsidRPr="00C95CA3">
        <w:t xml:space="preserve"> </w:t>
      </w:r>
      <w:r>
        <w:t>ninth</w:t>
      </w:r>
      <w:r w:rsidRPr="00C95CA3">
        <w:t xml:space="preserve"> session, </w:t>
      </w:r>
      <w:r>
        <w:t xml:space="preserve">the WG1 reviewed an update on the classification systems, as well as </w:t>
      </w:r>
      <w:r w:rsidR="005F00C2">
        <w:t xml:space="preserve">the </w:t>
      </w:r>
      <w:r>
        <w:t xml:space="preserve">status of CPC pilot projects in KIPO and SIPO.  The WG1 also agreed to launch </w:t>
      </w:r>
      <w:r w:rsidR="00CD4B7A">
        <w:t>16 </w:t>
      </w:r>
      <w:r>
        <w:t xml:space="preserve">F projects </w:t>
      </w:r>
      <w:r w:rsidR="00C14EE1">
        <w:t>in</w:t>
      </w:r>
      <w:r>
        <w:t xml:space="preserve"> IP5 phase, namely, projects F 019 to F 034.</w:t>
      </w:r>
    </w:p>
    <w:p w:rsidR="00932700" w:rsidRDefault="00932700">
      <w:pPr>
        <w:rPr>
          <w:rFonts w:eastAsia="SimSun"/>
          <w:b/>
          <w:bCs/>
          <w:caps/>
          <w:kern w:val="32"/>
          <w:szCs w:val="32"/>
        </w:rPr>
      </w:pPr>
    </w:p>
    <w:p w:rsidR="00A445AC" w:rsidRPr="00C95CA3" w:rsidRDefault="00A445AC" w:rsidP="00F36CFA">
      <w:pPr>
        <w:pStyle w:val="Heading1"/>
        <w:spacing w:after="240"/>
      </w:pPr>
      <w:r w:rsidRPr="00C95CA3">
        <w:lastRenderedPageBreak/>
        <w:t xml:space="preserve">Report on the </w:t>
      </w:r>
      <w:r w:rsidR="00A84790">
        <w:t>PROGRESS ON THE IPC REVISION PROGRAM</w:t>
      </w:r>
    </w:p>
    <w:p w:rsidR="00276FD2" w:rsidRDefault="008333DD" w:rsidP="008333DD">
      <w:pPr>
        <w:pStyle w:val="ONUME"/>
        <w:numPr>
          <w:ilvl w:val="0"/>
          <w:numId w:val="0"/>
        </w:numPr>
      </w:pPr>
      <w:r>
        <w:fldChar w:fldCharType="begin"/>
      </w:r>
      <w:r>
        <w:instrText xml:space="preserve"> AUTONUM  </w:instrText>
      </w:r>
      <w:r>
        <w:fldChar w:fldCharType="end"/>
      </w:r>
      <w:r>
        <w:tab/>
      </w:r>
      <w:r w:rsidR="00276FD2" w:rsidRPr="00567244">
        <w:t>Discussions were</w:t>
      </w:r>
      <w:r w:rsidR="00276FD2">
        <w:t xml:space="preserve"> </w:t>
      </w:r>
      <w:r w:rsidR="00276FD2" w:rsidRPr="00567244">
        <w:t>based on Annex</w:t>
      </w:r>
      <w:r w:rsidR="00276FD2">
        <w:t xml:space="preserve"> 2</w:t>
      </w:r>
      <w:r w:rsidR="00276FD2" w:rsidRPr="00567244">
        <w:t xml:space="preserve"> to project file </w:t>
      </w:r>
      <w:hyperlink r:id="rId11" w:history="1">
        <w:r w:rsidR="00276FD2" w:rsidRPr="00B53BF2">
          <w:rPr>
            <w:rStyle w:val="Hyperlink"/>
          </w:rPr>
          <w:t>CE 462</w:t>
        </w:r>
      </w:hyperlink>
      <w:r w:rsidR="00276FD2" w:rsidRPr="00567244">
        <w:t xml:space="preserve"> prepared by the International Bureau containing </w:t>
      </w:r>
      <w:r w:rsidR="00276FD2">
        <w:t>a status report on the activities of the Working Group</w:t>
      </w:r>
      <w:r w:rsidR="00932700">
        <w:t xml:space="preserve"> </w:t>
      </w:r>
      <w:r w:rsidR="00276FD2">
        <w:t xml:space="preserve"> in particular, on the IPC revision program</w:t>
      </w:r>
      <w:r w:rsidR="00276FD2" w:rsidRPr="00567244">
        <w:t>.</w:t>
      </w:r>
    </w:p>
    <w:p w:rsidR="00276FD2" w:rsidRDefault="00276FD2" w:rsidP="00276FD2">
      <w:pPr>
        <w:pStyle w:val="BodyText"/>
      </w:pPr>
      <w:r>
        <w:fldChar w:fldCharType="begin"/>
      </w:r>
      <w:r>
        <w:instrText xml:space="preserve"> AUTONUM  </w:instrText>
      </w:r>
      <w:r>
        <w:fldChar w:fldCharType="end"/>
      </w:r>
      <w:r>
        <w:tab/>
        <w:t>The Committee recalled its decision at the forty-fif</w:t>
      </w:r>
      <w:r w:rsidRPr="005D6C8C">
        <w:t>th</w:t>
      </w:r>
      <w:r>
        <w:t xml:space="preserve"> session that </w:t>
      </w:r>
      <w:r w:rsidRPr="00276FD2">
        <w:t>the Working Group would be responsible for all technical or formal consideration of revision projects</w:t>
      </w:r>
      <w:r w:rsidR="00C14EE1">
        <w:t>, and to</w:t>
      </w:r>
      <w:r w:rsidRPr="00276FD2">
        <w:t xml:space="preserve"> delegate its authority to adopt approved schemes to the Working Group.</w:t>
      </w:r>
    </w:p>
    <w:p w:rsidR="00276FD2" w:rsidRPr="00276FD2" w:rsidRDefault="00276FD2" w:rsidP="00276FD2">
      <w:pPr>
        <w:pStyle w:val="BodyText"/>
      </w:pPr>
      <w:r>
        <w:fldChar w:fldCharType="begin"/>
      </w:r>
      <w:r>
        <w:instrText xml:space="preserve"> AUTONUM  </w:instrText>
      </w:r>
      <w:r>
        <w:fldChar w:fldCharType="end"/>
      </w:r>
      <w:r>
        <w:tab/>
        <w:t>The Committee noted that the total number of A and F project</w:t>
      </w:r>
      <w:r w:rsidR="00CD4B7A">
        <w:t>s</w:t>
      </w:r>
      <w:r>
        <w:t xml:space="preserve"> had decreased since IPC</w:t>
      </w:r>
      <w:r>
        <w:noBreakHyphen/>
        <w:t>2013.01 and</w:t>
      </w:r>
      <w:r w:rsidR="00CD4B7A">
        <w:t>,</w:t>
      </w:r>
      <w:r>
        <w:t xml:space="preserve"> in contrast, the number of C projects had rapidly increased since IPC-2014.01.  The Committee also noted that, in addition to the </w:t>
      </w:r>
      <w:r w:rsidR="00C14EE1">
        <w:t>IP5</w:t>
      </w:r>
      <w:r w:rsidRPr="00C14EE1">
        <w:t xml:space="preserve"> Offices</w:t>
      </w:r>
      <w:r>
        <w:t xml:space="preserve">, </w:t>
      </w:r>
      <w:r w:rsidR="00CE3BCF">
        <w:t>increasingly</w:t>
      </w:r>
      <w:r w:rsidR="00C14EE1">
        <w:t xml:space="preserve">, </w:t>
      </w:r>
      <w:r>
        <w:t xml:space="preserve">more offices, such as Brazil, Germany, Sweden and </w:t>
      </w:r>
      <w:r w:rsidR="00CD4B7A">
        <w:t>the</w:t>
      </w:r>
      <w:r w:rsidR="00636CAC">
        <w:t xml:space="preserve"> </w:t>
      </w:r>
      <w:r>
        <w:t xml:space="preserve">United Kingdom, submitted revision requests under the framework of </w:t>
      </w:r>
      <w:r w:rsidR="00CD4B7A">
        <w:t xml:space="preserve">the </w:t>
      </w:r>
      <w:r>
        <w:t xml:space="preserve">IPC Revision Roadmap.  </w:t>
      </w:r>
    </w:p>
    <w:p w:rsidR="00276FD2" w:rsidRDefault="00276FD2" w:rsidP="00276FD2">
      <w:pPr>
        <w:pStyle w:val="BodyText"/>
      </w:pPr>
    </w:p>
    <w:p w:rsidR="00504E29" w:rsidRPr="00F36CFA" w:rsidRDefault="00A84790" w:rsidP="00F36CFA">
      <w:pPr>
        <w:pStyle w:val="Heading1"/>
        <w:spacing w:after="240"/>
      </w:pPr>
      <w:r>
        <w:t>IPC Revision Management (IPCRM) project and implications on IPC publication and master files</w:t>
      </w:r>
    </w:p>
    <w:p w:rsidR="00CE3BCF" w:rsidRPr="00DD631B" w:rsidRDefault="00CE3BCF" w:rsidP="00932700">
      <w:pPr>
        <w:pStyle w:val="BodyText"/>
        <w:ind w:right="140"/>
      </w:pPr>
      <w:r>
        <w:fldChar w:fldCharType="begin"/>
      </w:r>
      <w:r>
        <w:instrText xml:space="preserve"> AUTONUM  </w:instrText>
      </w:r>
      <w:r>
        <w:fldChar w:fldCharType="end"/>
      </w:r>
      <w:r>
        <w:tab/>
        <w:t>In the framework of the replacement of the Reformed IPC Information System (RIPCIS) by a new IPC Revision Management System (IPCRMS), t</w:t>
      </w:r>
      <w:r w:rsidRPr="00DD631B">
        <w:t xml:space="preserve">he </w:t>
      </w:r>
      <w:r>
        <w:t>Committee discussed the principles of the procedure of the revision, as needed for IPCRMS, the way that IPCRMS will interact with Offices</w:t>
      </w:r>
      <w:r w:rsidR="00CD4B7A">
        <w:t xml:space="preserve"> and </w:t>
      </w:r>
      <w:r>
        <w:t xml:space="preserve">the proposed simplifications and changes in the Master Files and in the IPC Publication.  This discussion was based on project </w:t>
      </w:r>
      <w:hyperlink r:id="rId12" w:history="1">
        <w:r w:rsidRPr="00C25AE7">
          <w:rPr>
            <w:rStyle w:val="Hyperlink"/>
          </w:rPr>
          <w:t>CE 457</w:t>
        </w:r>
      </w:hyperlink>
      <w:r>
        <w:t xml:space="preserve"> and the conclusions are included in Annex III to this report. </w:t>
      </w:r>
    </w:p>
    <w:p w:rsidR="00CE3BCF" w:rsidRDefault="00CE3BCF" w:rsidP="00932700">
      <w:pPr>
        <w:pStyle w:val="BodyText"/>
      </w:pPr>
    </w:p>
    <w:p w:rsidR="00504E29" w:rsidRPr="00F36CFA" w:rsidRDefault="00A84790" w:rsidP="00F36CFA">
      <w:pPr>
        <w:pStyle w:val="Heading1"/>
        <w:spacing w:after="240"/>
      </w:pPr>
      <w:r w:rsidRPr="00A84790">
        <w:t>Report on IPC-related IT systems</w:t>
      </w:r>
    </w:p>
    <w:p w:rsidR="005F020E" w:rsidRDefault="008333DD" w:rsidP="008333DD">
      <w:pPr>
        <w:pStyle w:val="ONUME"/>
        <w:numPr>
          <w:ilvl w:val="0"/>
          <w:numId w:val="0"/>
        </w:numPr>
      </w:pPr>
      <w:r>
        <w:fldChar w:fldCharType="begin"/>
      </w:r>
      <w:r>
        <w:instrText xml:space="preserve"> AUTONUM  </w:instrText>
      </w:r>
      <w:r>
        <w:fldChar w:fldCharType="end"/>
      </w:r>
      <w:r>
        <w:tab/>
      </w:r>
      <w:r w:rsidR="005F020E">
        <w:t xml:space="preserve">The International Bureau delivered a </w:t>
      </w:r>
      <w:hyperlink r:id="rId13" w:history="1">
        <w:r w:rsidR="005F020E" w:rsidRPr="00AB704B">
          <w:rPr>
            <w:rStyle w:val="Hyperlink"/>
          </w:rPr>
          <w:t>presentation</w:t>
        </w:r>
      </w:hyperlink>
      <w:r w:rsidR="005F020E">
        <w:t xml:space="preserve"> on the status of IPCRECLASS functional evolutions and on the </w:t>
      </w:r>
      <w:r w:rsidR="00601C68">
        <w:t>parallel viewer (</w:t>
      </w:r>
      <w:r w:rsidR="008E0115">
        <w:t>FIPCPC</w:t>
      </w:r>
      <w:r w:rsidR="00601C68">
        <w:t xml:space="preserve">) </w:t>
      </w:r>
      <w:r w:rsidR="005F020E">
        <w:t>project.</w:t>
      </w:r>
    </w:p>
    <w:p w:rsidR="005F020E" w:rsidRDefault="008333DD" w:rsidP="008333DD">
      <w:pPr>
        <w:pStyle w:val="ONUME"/>
        <w:numPr>
          <w:ilvl w:val="0"/>
          <w:numId w:val="0"/>
        </w:numPr>
      </w:pPr>
      <w:r>
        <w:fldChar w:fldCharType="begin"/>
      </w:r>
      <w:r>
        <w:instrText xml:space="preserve"> AUTONUM  </w:instrText>
      </w:r>
      <w:r>
        <w:fldChar w:fldCharType="end"/>
      </w:r>
      <w:r>
        <w:tab/>
      </w:r>
      <w:r w:rsidR="005F020E">
        <w:t>IPCRECLASS is now able to perform default transfer for stage 3 reclassification</w:t>
      </w:r>
      <w:r w:rsidR="00B8714B">
        <w:t xml:space="preserve"> and </w:t>
      </w:r>
      <w:r w:rsidR="005F020E">
        <w:t>ignores the kind code of documents proposed by offices for reclassification at family level.</w:t>
      </w:r>
      <w:r w:rsidR="00883485">
        <w:t xml:space="preserve"> </w:t>
      </w:r>
      <w:r w:rsidR="005F020E">
        <w:t xml:space="preserve"> It also allows for identification of potential candidates for de-activation, includes a Web service for reclassification and additional features for a better monitoring of IPC reclassification.</w:t>
      </w:r>
    </w:p>
    <w:p w:rsidR="005F020E" w:rsidRDefault="008333DD" w:rsidP="008333DD">
      <w:pPr>
        <w:pStyle w:val="ONUME"/>
        <w:numPr>
          <w:ilvl w:val="0"/>
          <w:numId w:val="0"/>
        </w:numPr>
      </w:pPr>
      <w:r>
        <w:fldChar w:fldCharType="begin"/>
      </w:r>
      <w:r>
        <w:instrText xml:space="preserve"> AUTONUM  </w:instrText>
      </w:r>
      <w:r>
        <w:fldChar w:fldCharType="end"/>
      </w:r>
      <w:r>
        <w:tab/>
      </w:r>
      <w:r w:rsidR="005F020E">
        <w:t xml:space="preserve">The International Bureau </w:t>
      </w:r>
      <w:r w:rsidR="005657AC">
        <w:t xml:space="preserve">gave an </w:t>
      </w:r>
      <w:r w:rsidR="005F020E">
        <w:t>update</w:t>
      </w:r>
      <w:r w:rsidR="005657AC">
        <w:t xml:space="preserve"> to </w:t>
      </w:r>
      <w:r w:rsidR="005F020E">
        <w:t xml:space="preserve">the Committee </w:t>
      </w:r>
      <w:r w:rsidR="00292D23">
        <w:t>on</w:t>
      </w:r>
      <w:r w:rsidR="005F020E">
        <w:t xml:space="preserve"> the status of the FIPCPC project.  An extended text search facility</w:t>
      </w:r>
      <w:r w:rsidR="00636CAC">
        <w:t xml:space="preserve"> </w:t>
      </w:r>
      <w:hyperlink r:id="rId14" w:anchor="version=20140101&amp;lang=en" w:history="1">
        <w:r w:rsidR="00636CAC" w:rsidRPr="00D9688B">
          <w:rPr>
            <w:rStyle w:val="Hyperlink"/>
          </w:rPr>
          <w:t>(STATS)</w:t>
        </w:r>
      </w:hyperlink>
      <w:r w:rsidR="005F020E">
        <w:t>,</w:t>
      </w:r>
      <w:r w:rsidR="008E0115">
        <w:t xml:space="preserve"> based on </w:t>
      </w:r>
      <w:r w:rsidR="005F020E">
        <w:t>the statistical analysis of text occurrence in P</w:t>
      </w:r>
      <w:r w:rsidR="008E0115">
        <w:t>ATENTSCOPE</w:t>
      </w:r>
      <w:r w:rsidR="005F020E">
        <w:t xml:space="preserve"> documents and most frequently used IPC symbols in these documents</w:t>
      </w:r>
      <w:r w:rsidR="00932700">
        <w:t>,</w:t>
      </w:r>
      <w:r w:rsidR="005F020E">
        <w:t xml:space="preserve"> w</w:t>
      </w:r>
      <w:r w:rsidR="008E0115">
        <w:t>as</w:t>
      </w:r>
      <w:r w:rsidR="005F020E">
        <w:t xml:space="preserve"> added to the IPC </w:t>
      </w:r>
      <w:r w:rsidR="00932700">
        <w:t xml:space="preserve">Internet </w:t>
      </w:r>
      <w:r w:rsidR="005F020E">
        <w:t xml:space="preserve">publication (IPCPUB) in </w:t>
      </w:r>
      <w:r w:rsidR="00745473">
        <w:t>A</w:t>
      </w:r>
      <w:r w:rsidR="00932700">
        <w:t xml:space="preserve">utumn </w:t>
      </w:r>
      <w:r w:rsidR="005F020E">
        <w:t>2013.</w:t>
      </w:r>
    </w:p>
    <w:p w:rsidR="005F020E" w:rsidRDefault="008333DD" w:rsidP="008333DD">
      <w:pPr>
        <w:pStyle w:val="ONUME"/>
        <w:numPr>
          <w:ilvl w:val="0"/>
          <w:numId w:val="0"/>
        </w:numPr>
      </w:pPr>
      <w:r>
        <w:fldChar w:fldCharType="begin"/>
      </w:r>
      <w:r>
        <w:instrText xml:space="preserve"> AUTONUM  </w:instrText>
      </w:r>
      <w:r>
        <w:fldChar w:fldCharType="end"/>
      </w:r>
      <w:r>
        <w:tab/>
      </w:r>
      <w:r w:rsidR="005F020E">
        <w:t xml:space="preserve">The International Bureau also demonstrated </w:t>
      </w:r>
      <w:r w:rsidR="008E0115">
        <w:t xml:space="preserve">the </w:t>
      </w:r>
      <w:r w:rsidR="005F020E">
        <w:t>beta version of the parallel viewer</w:t>
      </w:r>
      <w:r w:rsidR="002912F5">
        <w:t xml:space="preserve"> showing th</w:t>
      </w:r>
      <w:r w:rsidR="005F020E">
        <w:t xml:space="preserve">e </w:t>
      </w:r>
      <w:r w:rsidR="00292D23">
        <w:t>CPC and FI subdivisions in the context</w:t>
      </w:r>
      <w:r w:rsidR="002912F5">
        <w:t xml:space="preserve"> of the </w:t>
      </w:r>
      <w:r w:rsidR="005F020E">
        <w:t>IPC.</w:t>
      </w:r>
    </w:p>
    <w:p w:rsidR="00C25AE7" w:rsidRDefault="008333DD" w:rsidP="008333DD">
      <w:pPr>
        <w:pStyle w:val="ONUME"/>
        <w:numPr>
          <w:ilvl w:val="0"/>
          <w:numId w:val="0"/>
        </w:numPr>
      </w:pPr>
      <w:r>
        <w:fldChar w:fldCharType="begin"/>
      </w:r>
      <w:r>
        <w:instrText xml:space="preserve"> AUTONUM  </w:instrText>
      </w:r>
      <w:r>
        <w:fldChar w:fldCharType="end"/>
      </w:r>
      <w:r>
        <w:tab/>
      </w:r>
      <w:r w:rsidR="005F020E">
        <w:t xml:space="preserve">The International Bureau clarified that </w:t>
      </w:r>
      <w:r w:rsidR="008E0115">
        <w:t xml:space="preserve">the parallel viewer will </w:t>
      </w:r>
      <w:r w:rsidR="002912F5">
        <w:t>neither</w:t>
      </w:r>
      <w:r w:rsidR="008E0115">
        <w:t xml:space="preserve"> </w:t>
      </w:r>
      <w:r w:rsidR="005F020E">
        <w:t xml:space="preserve">include </w:t>
      </w:r>
      <w:r w:rsidR="002912F5">
        <w:t xml:space="preserve">the </w:t>
      </w:r>
      <w:r w:rsidR="005F020E">
        <w:t xml:space="preserve">Y section </w:t>
      </w:r>
      <w:r w:rsidR="002912F5">
        <w:t>n</w:t>
      </w:r>
      <w:r w:rsidR="005F020E">
        <w:t xml:space="preserve">or </w:t>
      </w:r>
      <w:r w:rsidR="008E0115">
        <w:t xml:space="preserve">the </w:t>
      </w:r>
      <w:r w:rsidR="005657AC">
        <w:t>2000 </w:t>
      </w:r>
      <w:r w:rsidR="008E0115">
        <w:t>symbols</w:t>
      </w:r>
      <w:r w:rsidR="005F020E">
        <w:t xml:space="preserve"> of the CPC and described the impact of problems found in the CPC and FI XML scheme and concordance files.</w:t>
      </w:r>
      <w:r w:rsidR="00636CAC">
        <w:t xml:space="preserve"> </w:t>
      </w:r>
      <w:r w:rsidR="00636CAC">
        <w:rPr>
          <w:rFonts w:eastAsia="MS Mincho" w:hint="eastAsia"/>
        </w:rPr>
        <w:t xml:space="preserve">The International Bureau and </w:t>
      </w:r>
      <w:r w:rsidR="00D9688B">
        <w:rPr>
          <w:rFonts w:eastAsia="MS Mincho"/>
        </w:rPr>
        <w:t xml:space="preserve">the </w:t>
      </w:r>
      <w:r w:rsidR="00636CAC">
        <w:rPr>
          <w:rFonts w:eastAsia="MS Mincho" w:hint="eastAsia"/>
        </w:rPr>
        <w:t>EPO/United States of America, who are the owner</w:t>
      </w:r>
      <w:r w:rsidR="006C5AED">
        <w:rPr>
          <w:rFonts w:eastAsia="MS Mincho"/>
        </w:rPr>
        <w:t>s</w:t>
      </w:r>
      <w:r w:rsidR="00636CAC">
        <w:rPr>
          <w:rFonts w:eastAsia="MS Mincho" w:hint="eastAsia"/>
        </w:rPr>
        <w:t xml:space="preserve"> of CPC, or Japan, who is the owner of FI, were invited to keep in touch to solve those problems as best as possible.</w:t>
      </w:r>
    </w:p>
    <w:p w:rsidR="005F020E" w:rsidRDefault="008333DD" w:rsidP="008333DD">
      <w:pPr>
        <w:pStyle w:val="ONUME"/>
        <w:numPr>
          <w:ilvl w:val="0"/>
          <w:numId w:val="0"/>
        </w:numPr>
      </w:pPr>
      <w:r>
        <w:lastRenderedPageBreak/>
        <w:fldChar w:fldCharType="begin"/>
      </w:r>
      <w:r>
        <w:instrText xml:space="preserve"> AUTONUM  </w:instrText>
      </w:r>
      <w:r>
        <w:fldChar w:fldCharType="end"/>
      </w:r>
      <w:r>
        <w:tab/>
      </w:r>
      <w:r w:rsidR="005F020E">
        <w:t xml:space="preserve">The Committee reviewed several suggestions </w:t>
      </w:r>
      <w:r w:rsidR="00636CAC">
        <w:t xml:space="preserve">submitted to projects </w:t>
      </w:r>
      <w:hyperlink r:id="rId15" w:history="1">
        <w:r w:rsidR="00636CAC" w:rsidRPr="000F08C9">
          <w:rPr>
            <w:rStyle w:val="Hyperlink"/>
          </w:rPr>
          <w:t>CE</w:t>
        </w:r>
        <w:r w:rsidR="00D9688B">
          <w:rPr>
            <w:rStyle w:val="Hyperlink"/>
          </w:rPr>
          <w:t> </w:t>
        </w:r>
        <w:r w:rsidR="00636CAC" w:rsidRPr="000F08C9">
          <w:rPr>
            <w:rStyle w:val="Hyperlink"/>
          </w:rPr>
          <w:t>4</w:t>
        </w:r>
        <w:r w:rsidR="009532F1">
          <w:rPr>
            <w:rStyle w:val="Hyperlink"/>
          </w:rPr>
          <w:t>4</w:t>
        </w:r>
        <w:r w:rsidR="00636CAC" w:rsidRPr="000F08C9">
          <w:rPr>
            <w:rStyle w:val="Hyperlink"/>
          </w:rPr>
          <w:t>5</w:t>
        </w:r>
      </w:hyperlink>
      <w:r w:rsidR="00636CAC">
        <w:t xml:space="preserve">, </w:t>
      </w:r>
      <w:hyperlink r:id="rId16" w:history="1">
        <w:r w:rsidR="00636CAC" w:rsidRPr="000F08C9">
          <w:rPr>
            <w:rStyle w:val="Hyperlink"/>
          </w:rPr>
          <w:t>CE</w:t>
        </w:r>
        <w:r w:rsidR="00D9688B">
          <w:rPr>
            <w:rStyle w:val="Hyperlink"/>
          </w:rPr>
          <w:t> </w:t>
        </w:r>
        <w:r w:rsidR="00636CAC" w:rsidRPr="000F08C9">
          <w:rPr>
            <w:rStyle w:val="Hyperlink"/>
          </w:rPr>
          <w:t>446</w:t>
        </w:r>
      </w:hyperlink>
      <w:r w:rsidR="00636CAC">
        <w:t xml:space="preserve"> and </w:t>
      </w:r>
      <w:hyperlink r:id="rId17" w:history="1">
        <w:r w:rsidR="00636CAC" w:rsidRPr="000F08C9">
          <w:rPr>
            <w:rStyle w:val="Hyperlink"/>
          </w:rPr>
          <w:t>CE</w:t>
        </w:r>
        <w:r w:rsidR="00D9688B">
          <w:rPr>
            <w:rStyle w:val="Hyperlink"/>
          </w:rPr>
          <w:t> </w:t>
        </w:r>
        <w:r w:rsidR="00636CAC" w:rsidRPr="000F08C9">
          <w:rPr>
            <w:rStyle w:val="Hyperlink"/>
          </w:rPr>
          <w:t>447</w:t>
        </w:r>
      </w:hyperlink>
      <w:r w:rsidR="00636CAC">
        <w:t xml:space="preserve"> </w:t>
      </w:r>
      <w:r w:rsidR="005F020E">
        <w:t>from offices and confirmed</w:t>
      </w:r>
      <w:r w:rsidR="00932700">
        <w:t>,</w:t>
      </w:r>
      <w:r w:rsidR="005F020E">
        <w:t xml:space="preserve"> in particular</w:t>
      </w:r>
      <w:r w:rsidR="00636CAC">
        <w:t>,</w:t>
      </w:r>
      <w:r w:rsidR="005F020E">
        <w:t xml:space="preserve"> the need to maintain a PDF version of the IPC </w:t>
      </w:r>
      <w:r w:rsidR="002912F5">
        <w:t>in</w:t>
      </w:r>
      <w:r w:rsidR="005F020E">
        <w:t xml:space="preserve"> two columns, to give more visibility to the </w:t>
      </w:r>
      <w:r w:rsidR="005F020E" w:rsidRPr="00932700">
        <w:rPr>
          <w:i/>
        </w:rPr>
        <w:t>Guide</w:t>
      </w:r>
      <w:r w:rsidR="005F020E">
        <w:t xml:space="preserve"> in IPCPUB and to consider </w:t>
      </w:r>
      <w:r w:rsidR="002912F5">
        <w:t>the parallel</w:t>
      </w:r>
      <w:r w:rsidR="005F020E">
        <w:t xml:space="preserve"> viewer </w:t>
      </w:r>
      <w:r w:rsidR="00F11F2A">
        <w:t xml:space="preserve">as a </w:t>
      </w:r>
      <w:r w:rsidR="005F020E">
        <w:t xml:space="preserve">functional extension also </w:t>
      </w:r>
      <w:r w:rsidR="008E0115">
        <w:t xml:space="preserve">in </w:t>
      </w:r>
      <w:r w:rsidR="005F020E">
        <w:t xml:space="preserve">the publication of national </w:t>
      </w:r>
      <w:r w:rsidR="008E0115">
        <w:t xml:space="preserve">versions </w:t>
      </w:r>
      <w:r w:rsidR="005F020E">
        <w:t>of the IPC.</w:t>
      </w:r>
      <w:r w:rsidR="00636CAC">
        <w:t xml:space="preserve"> </w:t>
      </w:r>
      <w:r w:rsidR="00636CAC" w:rsidRPr="00636CAC">
        <w:t xml:space="preserve">The Committee also noted that the position 40 “Source of </w:t>
      </w:r>
      <w:r w:rsidR="006C5AED" w:rsidRPr="00636CAC">
        <w:t>Classification Data</w:t>
      </w:r>
      <w:r w:rsidR="00636CAC" w:rsidRPr="00636CAC">
        <w:t xml:space="preserve">” of ST.8 might not be used properly in accordance with its definition and decided to create project </w:t>
      </w:r>
      <w:r w:rsidR="00636CAC" w:rsidRPr="00D3134F">
        <w:t>CE 464</w:t>
      </w:r>
      <w:r w:rsidR="00636CAC">
        <w:t>,</w:t>
      </w:r>
      <w:r w:rsidR="00636CAC" w:rsidRPr="00636CAC">
        <w:t xml:space="preserve"> with </w:t>
      </w:r>
      <w:r w:rsidR="00A96B0B">
        <w:t xml:space="preserve">the </w:t>
      </w:r>
      <w:r w:rsidR="00636CAC" w:rsidRPr="00636CAC">
        <w:t>United States of America as Rapporteur</w:t>
      </w:r>
      <w:r w:rsidR="00636CAC">
        <w:t>,</w:t>
      </w:r>
      <w:r w:rsidR="00636CAC" w:rsidRPr="00636CAC">
        <w:t xml:space="preserve"> to further investigate this issue</w:t>
      </w:r>
      <w:r w:rsidR="00636CAC">
        <w:t xml:space="preserve"> and to propose clarification for consideration at its next session.</w:t>
      </w:r>
    </w:p>
    <w:p w:rsidR="005F020E" w:rsidRDefault="008333DD" w:rsidP="008333DD">
      <w:pPr>
        <w:pStyle w:val="ONUME"/>
        <w:numPr>
          <w:ilvl w:val="0"/>
          <w:numId w:val="0"/>
        </w:numPr>
      </w:pPr>
      <w:r>
        <w:fldChar w:fldCharType="begin"/>
      </w:r>
      <w:r>
        <w:instrText xml:space="preserve"> AUTONUM  </w:instrText>
      </w:r>
      <w:r>
        <w:fldChar w:fldCharType="end"/>
      </w:r>
      <w:r>
        <w:tab/>
      </w:r>
      <w:r w:rsidR="005F020E">
        <w:t xml:space="preserve">In an effort to streamline its investments in IT support for the IPC, the International Bureau announced a survey aiming at reviewing </w:t>
      </w:r>
      <w:r w:rsidR="00F11F2A">
        <w:t xml:space="preserve">the </w:t>
      </w:r>
      <w:r w:rsidR="005F020E">
        <w:t>utility of each by-product of IPC master files.</w:t>
      </w:r>
    </w:p>
    <w:p w:rsidR="00A44995" w:rsidRDefault="00A44995" w:rsidP="00504E29">
      <w:pPr>
        <w:pStyle w:val="BodyText"/>
        <w:rPr>
          <w:b/>
          <w:bCs/>
          <w:caps/>
          <w:kern w:val="32"/>
          <w:szCs w:val="32"/>
        </w:rPr>
      </w:pPr>
    </w:p>
    <w:p w:rsidR="00CB6930" w:rsidRPr="004B651E" w:rsidRDefault="00CB6930" w:rsidP="00CB6930">
      <w:pPr>
        <w:pStyle w:val="Heading1"/>
        <w:spacing w:after="240"/>
      </w:pPr>
      <w:r w:rsidRPr="004B651E">
        <w:rPr>
          <w:lang w:val="en-GB"/>
        </w:rPr>
        <w:t>TREATMENT OF NON-RECLASSIFIED PATENT DOCUMENTS IN THE MASTER CLASSIFICATION DATABASE</w:t>
      </w:r>
      <w:r>
        <w:rPr>
          <w:lang w:val="en-GB"/>
        </w:rPr>
        <w:t xml:space="preserve"> (MCD)</w:t>
      </w:r>
      <w:r w:rsidRPr="004B651E">
        <w:rPr>
          <w:lang w:val="en-GB"/>
        </w:rPr>
        <w:t xml:space="preserve"> AND IPCRECLASS</w:t>
      </w:r>
    </w:p>
    <w:p w:rsidR="00CB6930" w:rsidRDefault="00CE3BCF" w:rsidP="00C25AE7">
      <w:pPr>
        <w:pStyle w:val="BodyText"/>
        <w:ind w:right="140"/>
      </w:pPr>
      <w:r>
        <w:fldChar w:fldCharType="begin"/>
      </w:r>
      <w:r>
        <w:instrText xml:space="preserve"> AUTONUM  </w:instrText>
      </w:r>
      <w:r>
        <w:fldChar w:fldCharType="end"/>
      </w:r>
      <w:r>
        <w:tab/>
      </w:r>
      <w:r w:rsidR="00CB6930">
        <w:t xml:space="preserve">Discussions were based on Annex 20 </w:t>
      </w:r>
      <w:r w:rsidR="001730D7">
        <w:t xml:space="preserve">to </w:t>
      </w:r>
      <w:r w:rsidR="00CB6930">
        <w:t xml:space="preserve">project file </w:t>
      </w:r>
      <w:hyperlink r:id="rId18" w:history="1">
        <w:r w:rsidR="00CB6930" w:rsidRPr="00C25AE7">
          <w:rPr>
            <w:rStyle w:val="Hyperlink"/>
          </w:rPr>
          <w:t>CE 381</w:t>
        </w:r>
      </w:hyperlink>
      <w:r w:rsidR="00CB6930">
        <w:t>.</w:t>
      </w:r>
    </w:p>
    <w:p w:rsidR="00CB6930" w:rsidRDefault="00CE3BCF" w:rsidP="00CE3BCF">
      <w:pPr>
        <w:pStyle w:val="BodyText"/>
      </w:pPr>
      <w:r>
        <w:fldChar w:fldCharType="begin"/>
      </w:r>
      <w:r>
        <w:instrText xml:space="preserve"> AUTONUM  </w:instrText>
      </w:r>
      <w:r>
        <w:fldChar w:fldCharType="end"/>
      </w:r>
      <w:r>
        <w:tab/>
      </w:r>
      <w:r w:rsidR="00CB6930">
        <w:t xml:space="preserve">The Committee noted a table prepared by the International Bureau containing statistics on the amount of non-reclassified patent families. </w:t>
      </w:r>
      <w:r>
        <w:t xml:space="preserve"> </w:t>
      </w:r>
      <w:r w:rsidR="00CB6930">
        <w:t xml:space="preserve">A large </w:t>
      </w:r>
      <w:r w:rsidR="001730D7">
        <w:t>amount</w:t>
      </w:r>
      <w:r w:rsidR="00CB6930">
        <w:t xml:space="preserve"> of reclassification data had been delivered to the IPCRECLASS by responsible offices since last year. </w:t>
      </w:r>
      <w:r>
        <w:t xml:space="preserve"> </w:t>
      </w:r>
      <w:r w:rsidR="00CB6930">
        <w:t>The percentage of non</w:t>
      </w:r>
      <w:r>
        <w:noBreakHyphen/>
      </w:r>
      <w:r w:rsidR="00CB6930">
        <w:t>r</w:t>
      </w:r>
      <w:r w:rsidR="00F11F2A">
        <w:t xml:space="preserve">eclassified patent families had </w:t>
      </w:r>
      <w:r w:rsidR="00CB6930">
        <w:t>decreased from 12.5% to 6.2% for revision projects that entered into force in 2007 and 2008.</w:t>
      </w:r>
    </w:p>
    <w:p w:rsidR="00B8714B" w:rsidRDefault="008333DD" w:rsidP="008333DD">
      <w:pPr>
        <w:pStyle w:val="ONUME"/>
        <w:numPr>
          <w:ilvl w:val="0"/>
          <w:numId w:val="0"/>
        </w:numPr>
      </w:pPr>
      <w:r>
        <w:fldChar w:fldCharType="begin"/>
      </w:r>
      <w:r>
        <w:instrText xml:space="preserve"> AUTONUM  </w:instrText>
      </w:r>
      <w:r>
        <w:fldChar w:fldCharType="end"/>
      </w:r>
      <w:r>
        <w:tab/>
      </w:r>
      <w:r w:rsidR="00CB6930">
        <w:t>The Delegation of the EPO indicated that its working list</w:t>
      </w:r>
      <w:r w:rsidR="001730D7">
        <w:t>s</w:t>
      </w:r>
      <w:r w:rsidR="00CB6930">
        <w:t xml:space="preserve"> should be excluded from IPCRECLASS since its reclassification data had been stored in the MCD and that the data in IPCRECLASS and the MCD should be </w:t>
      </w:r>
      <w:r w:rsidR="00CE3BCF">
        <w:t>synchronized</w:t>
      </w:r>
      <w:r w:rsidR="00CB6930">
        <w:t xml:space="preserve">. </w:t>
      </w:r>
      <w:r w:rsidR="00CD4B7A">
        <w:t xml:space="preserve"> </w:t>
      </w:r>
      <w:r w:rsidR="00B8714B">
        <w:t xml:space="preserve">The International Bureau and the EPO were invited to agree bilaterally on a process for synchronizing IPCRECLASS </w:t>
      </w:r>
      <w:r w:rsidR="00F11F2A">
        <w:t>with the MCD</w:t>
      </w:r>
      <w:r w:rsidR="00B8714B">
        <w:t>.</w:t>
      </w:r>
    </w:p>
    <w:p w:rsidR="00CB6930" w:rsidRDefault="00CE3BCF" w:rsidP="00CE3BCF">
      <w:pPr>
        <w:pStyle w:val="BodyText"/>
      </w:pPr>
      <w:r>
        <w:fldChar w:fldCharType="begin"/>
      </w:r>
      <w:r>
        <w:instrText xml:space="preserve"> AUTONUM  </w:instrText>
      </w:r>
      <w:r>
        <w:fldChar w:fldCharType="end"/>
      </w:r>
      <w:r>
        <w:tab/>
      </w:r>
      <w:r w:rsidR="00CB6930">
        <w:t xml:space="preserve">The Committee also noted </w:t>
      </w:r>
      <w:r w:rsidR="00CB6930" w:rsidRPr="002E273B">
        <w:t xml:space="preserve">that </w:t>
      </w:r>
      <w:r w:rsidR="00CB6930">
        <w:t xml:space="preserve">some offices had already completed their reclassification work for certain projects, however for some unknown reason, the reclassification data </w:t>
      </w:r>
      <w:r w:rsidR="00F11F2A">
        <w:t>were</w:t>
      </w:r>
      <w:r w:rsidR="00CB6930">
        <w:t xml:space="preserve"> not correctly recorded in IPCRECLASS.</w:t>
      </w:r>
      <w:r>
        <w:t xml:space="preserve"> </w:t>
      </w:r>
      <w:r w:rsidR="00CB6930">
        <w:t xml:space="preserve"> Offices were therefore invited to review their reclassification status and to submit their result lists properly.</w:t>
      </w:r>
    </w:p>
    <w:p w:rsidR="00CB6930" w:rsidRDefault="00CE3BCF" w:rsidP="00CE3BCF">
      <w:pPr>
        <w:pStyle w:val="BodyText"/>
      </w:pPr>
      <w:r>
        <w:fldChar w:fldCharType="begin"/>
      </w:r>
      <w:r>
        <w:instrText xml:space="preserve"> AUTONUM  </w:instrText>
      </w:r>
      <w:r>
        <w:fldChar w:fldCharType="end"/>
      </w:r>
      <w:r>
        <w:tab/>
        <w:t xml:space="preserve">The </w:t>
      </w:r>
      <w:r w:rsidR="00CB6930">
        <w:t xml:space="preserve">International Bureau was invited to implement the default transfers to revision projects that entered into force in 2007 and 2008 after the above </w:t>
      </w:r>
      <w:r>
        <w:t>synchronization</w:t>
      </w:r>
      <w:r w:rsidR="00CB6930">
        <w:t xml:space="preserve"> and the submission of result lists by offices.</w:t>
      </w:r>
    </w:p>
    <w:p w:rsidR="00CB6930" w:rsidRDefault="00CE3BCF" w:rsidP="009532F1">
      <w:pPr>
        <w:pStyle w:val="BodyText"/>
        <w:ind w:right="-1"/>
      </w:pPr>
      <w:r>
        <w:fldChar w:fldCharType="begin"/>
      </w:r>
      <w:r>
        <w:instrText xml:space="preserve"> AUTONUM  </w:instrText>
      </w:r>
      <w:r>
        <w:fldChar w:fldCharType="end"/>
      </w:r>
      <w:r>
        <w:tab/>
      </w:r>
      <w:r w:rsidR="00F11F2A">
        <w:t>T</w:t>
      </w:r>
      <w:r w:rsidR="00CB6930">
        <w:t xml:space="preserve">he Committee decided to postpone </w:t>
      </w:r>
      <w:r w:rsidR="00F11F2A">
        <w:t xml:space="preserve">the </w:t>
      </w:r>
      <w:r w:rsidR="00F11F2A" w:rsidRPr="00377296">
        <w:t>inclusion of additional projects</w:t>
      </w:r>
      <w:r w:rsidR="009532F1">
        <w:t>,</w:t>
      </w:r>
      <w:r w:rsidR="00636CAC">
        <w:t xml:space="preserve"> </w:t>
      </w:r>
      <w:r w:rsidR="00636CAC" w:rsidRPr="00636CAC">
        <w:t>that entered into force in 2009 and thereafter,</w:t>
      </w:r>
      <w:r w:rsidR="00F11F2A" w:rsidRPr="00377296">
        <w:t xml:space="preserve"> </w:t>
      </w:r>
      <w:r w:rsidR="00F11F2A">
        <w:t xml:space="preserve">to implement default transfers </w:t>
      </w:r>
      <w:r w:rsidR="001730D7">
        <w:t xml:space="preserve">until </w:t>
      </w:r>
      <w:r w:rsidR="00CB6930">
        <w:t xml:space="preserve">its </w:t>
      </w:r>
      <w:r w:rsidR="00CB6930" w:rsidRPr="00377296">
        <w:t>next session</w:t>
      </w:r>
      <w:r w:rsidR="00CB6930">
        <w:t>.</w:t>
      </w:r>
      <w:r w:rsidR="00F11F2A">
        <w:t xml:space="preserve"> The International Bureau was therefore invited to propose additional projects to implement default transfers.</w:t>
      </w:r>
    </w:p>
    <w:p w:rsidR="00CB6930" w:rsidRDefault="00CE3BCF" w:rsidP="00CE3BCF">
      <w:pPr>
        <w:pStyle w:val="BodyText"/>
      </w:pPr>
      <w:r>
        <w:fldChar w:fldCharType="begin"/>
      </w:r>
      <w:r>
        <w:instrText xml:space="preserve"> AUTONUM  </w:instrText>
      </w:r>
      <w:r>
        <w:fldChar w:fldCharType="end"/>
      </w:r>
      <w:r>
        <w:tab/>
      </w:r>
      <w:r w:rsidR="00CB6930">
        <w:t xml:space="preserve">The Committee considered non-reclassified documents of project </w:t>
      </w:r>
      <w:r w:rsidR="00CB6930" w:rsidRPr="00D3134F">
        <w:t xml:space="preserve">M 099 </w:t>
      </w:r>
      <w:r w:rsidR="00CB6930">
        <w:t>in version 2010.01 that should have been dealt with by one-to-one automatic transfer</w:t>
      </w:r>
      <w:r w:rsidR="00CB6930" w:rsidRPr="00044B65">
        <w:t xml:space="preserve"> </w:t>
      </w:r>
      <w:r w:rsidR="00CB6930">
        <w:t xml:space="preserve">in the MCD. </w:t>
      </w:r>
      <w:r>
        <w:t xml:space="preserve"> </w:t>
      </w:r>
      <w:r w:rsidR="00CB6930">
        <w:t>The International Bureau and the EPO were invited to further investigate this issue.</w:t>
      </w:r>
    </w:p>
    <w:p w:rsidR="00CB6930" w:rsidRDefault="00CB6930" w:rsidP="00A35204">
      <w:pPr>
        <w:pStyle w:val="ONUME"/>
        <w:numPr>
          <w:ilvl w:val="0"/>
          <w:numId w:val="0"/>
        </w:numPr>
      </w:pPr>
    </w:p>
    <w:p w:rsidR="00327FB4" w:rsidRDefault="00327FB4">
      <w:pPr>
        <w:rPr>
          <w:b/>
          <w:bCs/>
          <w:caps/>
          <w:kern w:val="32"/>
          <w:szCs w:val="32"/>
        </w:rPr>
      </w:pPr>
      <w:r>
        <w:rPr>
          <w:b/>
          <w:bCs/>
          <w:caps/>
          <w:kern w:val="32"/>
          <w:szCs w:val="32"/>
        </w:rPr>
        <w:br w:type="page"/>
      </w:r>
    </w:p>
    <w:p w:rsidR="00CB6930" w:rsidRPr="00CB6930" w:rsidRDefault="00CB6930" w:rsidP="00CB6930">
      <w:pPr>
        <w:keepNext/>
        <w:spacing w:before="240" w:after="240"/>
        <w:outlineLvl w:val="0"/>
        <w:rPr>
          <w:b/>
          <w:bCs/>
          <w:caps/>
          <w:kern w:val="32"/>
          <w:szCs w:val="32"/>
        </w:rPr>
      </w:pPr>
      <w:r w:rsidRPr="00CB6930">
        <w:rPr>
          <w:b/>
          <w:bCs/>
          <w:caps/>
          <w:kern w:val="32"/>
          <w:szCs w:val="32"/>
        </w:rPr>
        <w:lastRenderedPageBreak/>
        <w:t>Master Classification Database and reclassification status report</w:t>
      </w:r>
    </w:p>
    <w:p w:rsidR="00CB6930" w:rsidRPr="00CB6930" w:rsidRDefault="00CE3BCF" w:rsidP="00CB6930">
      <w:pPr>
        <w:spacing w:after="220"/>
      </w:pPr>
      <w:r>
        <w:fldChar w:fldCharType="begin"/>
      </w:r>
      <w:r>
        <w:instrText xml:space="preserve"> AUTONUM  </w:instrText>
      </w:r>
      <w:r>
        <w:fldChar w:fldCharType="end"/>
      </w:r>
      <w:r>
        <w:tab/>
      </w:r>
      <w:r w:rsidR="00CB6930" w:rsidRPr="00CB6930">
        <w:t xml:space="preserve">The Committee noted that the International Bureau posted accumulated statistics from the MCD and the current reports from IPCRECLASS (see Annex 11 to project file </w:t>
      </w:r>
      <w:hyperlink r:id="rId19" w:history="1">
        <w:r w:rsidR="00CB6930" w:rsidRPr="00CB6930">
          <w:rPr>
            <w:color w:val="0000FF"/>
            <w:u w:val="single"/>
          </w:rPr>
          <w:t>QC 013</w:t>
        </w:r>
      </w:hyperlink>
      <w:r w:rsidR="00CB6930" w:rsidRPr="00CB6930">
        <w:t>).</w:t>
      </w:r>
    </w:p>
    <w:p w:rsidR="00CB6930" w:rsidRDefault="00CE3BCF" w:rsidP="00CB6930">
      <w:pPr>
        <w:spacing w:after="220"/>
      </w:pPr>
      <w:r>
        <w:fldChar w:fldCharType="begin"/>
      </w:r>
      <w:r>
        <w:instrText xml:space="preserve"> AUTONUM  </w:instrText>
      </w:r>
      <w:r>
        <w:fldChar w:fldCharType="end"/>
      </w:r>
      <w:r>
        <w:tab/>
      </w:r>
      <w:r w:rsidR="00CB6930" w:rsidRPr="00CB6930">
        <w:t xml:space="preserve">It was noted that the percentage of already reclassified patent families for versions 2007.01 to 2011.01 was considerably </w:t>
      </w:r>
      <w:r w:rsidR="00CB6930">
        <w:t>improved</w:t>
      </w:r>
      <w:r w:rsidR="00CB6930" w:rsidRPr="00CB6930">
        <w:t xml:space="preserve"> compared </w:t>
      </w:r>
      <w:r w:rsidR="00B53C81">
        <w:t xml:space="preserve">to </w:t>
      </w:r>
      <w:r w:rsidR="00CB6930" w:rsidRPr="00CB6930">
        <w:t xml:space="preserve">last year. </w:t>
      </w:r>
      <w:r w:rsidR="00CB6930">
        <w:t xml:space="preserve"> </w:t>
      </w:r>
      <w:r w:rsidR="00CB6930" w:rsidRPr="00CB6930">
        <w:t xml:space="preserve">The percentage </w:t>
      </w:r>
      <w:r w:rsidR="00CD4B7A">
        <w:t>for</w:t>
      </w:r>
      <w:r w:rsidR="00CD4B7A" w:rsidRPr="00CB6930">
        <w:t xml:space="preserve"> </w:t>
      </w:r>
      <w:r w:rsidR="00CB6930" w:rsidRPr="00CB6930">
        <w:t xml:space="preserve">versions 2007.01 to 2008.04 had reached more than 90% of the original, while that </w:t>
      </w:r>
      <w:r w:rsidR="00CD4B7A">
        <w:t>for</w:t>
      </w:r>
      <w:r w:rsidR="00CD4B7A" w:rsidRPr="00CB6930">
        <w:t xml:space="preserve"> </w:t>
      </w:r>
      <w:r w:rsidR="00CB6930" w:rsidRPr="00CB6930">
        <w:t xml:space="preserve">versions 2009.01 to 2012.02 remained at a relatively low level of 40% to 70%. </w:t>
      </w:r>
      <w:r w:rsidR="00CB6930">
        <w:t xml:space="preserve"> </w:t>
      </w:r>
      <w:r w:rsidR="00CB6930" w:rsidRPr="00CB6930">
        <w:t xml:space="preserve">The total backlog of IPC reclassification for versions 2007.01 to 2014.01 amounts to 1.6 million families. </w:t>
      </w:r>
    </w:p>
    <w:p w:rsidR="00C5279B" w:rsidRDefault="00C5279B" w:rsidP="00C5279B">
      <w:pPr>
        <w:pStyle w:val="BodyText"/>
      </w:pPr>
      <w:r>
        <w:fldChar w:fldCharType="begin"/>
      </w:r>
      <w:r>
        <w:instrText xml:space="preserve"> AUTONUM  </w:instrText>
      </w:r>
      <w:r>
        <w:fldChar w:fldCharType="end"/>
      </w:r>
      <w:r>
        <w:tab/>
        <w:t>The Committee noted a considerable amount of non-reclassified documents in versions 2013.01 and 2014.01. The International Bureau was requested to update the IPC warnings in version 2014.01 in the IPC Internet publication by the end of March 2014.</w:t>
      </w:r>
    </w:p>
    <w:p w:rsidR="00CB6930" w:rsidRPr="00CB6930" w:rsidRDefault="00CE3BCF" w:rsidP="00CB6930">
      <w:pPr>
        <w:spacing w:after="220"/>
      </w:pPr>
      <w:r>
        <w:fldChar w:fldCharType="begin"/>
      </w:r>
      <w:r>
        <w:instrText xml:space="preserve"> AUTONUM  </w:instrText>
      </w:r>
      <w:r>
        <w:fldChar w:fldCharType="end"/>
      </w:r>
      <w:r>
        <w:tab/>
      </w:r>
      <w:r w:rsidR="00CB6930" w:rsidRPr="00CB6930">
        <w:t>The International Bureau was invited to provide updated statistics for consideration by the Committee at its next session.</w:t>
      </w:r>
    </w:p>
    <w:p w:rsidR="00CB6930" w:rsidRPr="00CB6930" w:rsidRDefault="00CB6930" w:rsidP="00CB6930"/>
    <w:p w:rsidR="00CB6930" w:rsidRPr="00CB6930" w:rsidRDefault="00CB6930" w:rsidP="00CB6930">
      <w:pPr>
        <w:keepNext/>
        <w:spacing w:before="240" w:after="240"/>
        <w:outlineLvl w:val="0"/>
        <w:rPr>
          <w:b/>
          <w:bCs/>
          <w:caps/>
          <w:kern w:val="32"/>
          <w:szCs w:val="32"/>
        </w:rPr>
      </w:pPr>
      <w:r w:rsidRPr="00CB6930">
        <w:rPr>
          <w:b/>
          <w:bCs/>
          <w:caps/>
          <w:kern w:val="32"/>
          <w:szCs w:val="32"/>
        </w:rPr>
        <w:t xml:space="preserve">Amendments to the </w:t>
      </w:r>
      <w:r w:rsidRPr="00CB6930">
        <w:rPr>
          <w:b/>
          <w:bCs/>
          <w:i/>
          <w:caps/>
          <w:kern w:val="32"/>
          <w:szCs w:val="32"/>
        </w:rPr>
        <w:t>Guide to the IPC</w:t>
      </w:r>
      <w:r w:rsidRPr="00CB6930">
        <w:rPr>
          <w:b/>
          <w:bCs/>
          <w:caps/>
          <w:kern w:val="32"/>
          <w:szCs w:val="32"/>
        </w:rPr>
        <w:t xml:space="preserve"> and other basic IPC documents</w:t>
      </w:r>
    </w:p>
    <w:p w:rsidR="00CB6930" w:rsidRPr="00CB6930" w:rsidRDefault="00CE3BCF" w:rsidP="00CB6930">
      <w:pPr>
        <w:spacing w:after="220"/>
      </w:pPr>
      <w:r>
        <w:fldChar w:fldCharType="begin"/>
      </w:r>
      <w:r>
        <w:instrText xml:space="preserve"> AUTONUM  </w:instrText>
      </w:r>
      <w:r>
        <w:fldChar w:fldCharType="end"/>
      </w:r>
      <w:r>
        <w:tab/>
      </w:r>
      <w:r w:rsidR="00CB6930" w:rsidRPr="00CB6930">
        <w:t xml:space="preserve">Discussions were based on project file </w:t>
      </w:r>
      <w:hyperlink r:id="rId20" w:history="1">
        <w:r w:rsidR="00CB6930" w:rsidRPr="00CB6930">
          <w:rPr>
            <w:color w:val="0000FF"/>
            <w:u w:val="single"/>
          </w:rPr>
          <w:t>CE 454</w:t>
        </w:r>
      </w:hyperlink>
      <w:r w:rsidR="00CB6930" w:rsidRPr="00CB6930">
        <w:t xml:space="preserve">, in particular, on Annex 5 to the project file prepared by the International Bureau containing amendments to the </w:t>
      </w:r>
      <w:r w:rsidR="00883485">
        <w:rPr>
          <w:i/>
          <w:iCs/>
        </w:rPr>
        <w:t>Guide</w:t>
      </w:r>
      <w:r w:rsidR="00CB6930" w:rsidRPr="00CB6930">
        <w:t>.</w:t>
      </w:r>
    </w:p>
    <w:p w:rsidR="00CB6930" w:rsidRPr="00CB6930" w:rsidRDefault="005F020E" w:rsidP="00CB6930">
      <w:pPr>
        <w:spacing w:after="220"/>
      </w:pPr>
      <w:r>
        <w:fldChar w:fldCharType="begin"/>
      </w:r>
      <w:r>
        <w:instrText xml:space="preserve"> AUTONUM  </w:instrText>
      </w:r>
      <w:r>
        <w:fldChar w:fldCharType="end"/>
      </w:r>
      <w:r>
        <w:tab/>
      </w:r>
      <w:r w:rsidR="00CB6930" w:rsidRPr="00CB6930">
        <w:t xml:space="preserve">The Committee adopted, with some modifications, the proposed amendments to </w:t>
      </w:r>
      <w:r w:rsidR="00CD4B7A" w:rsidRPr="00CB6930">
        <w:t>paragraphs</w:t>
      </w:r>
      <w:r w:rsidR="00CD4B7A">
        <w:t> </w:t>
      </w:r>
      <w:r w:rsidR="00CD4B7A" w:rsidRPr="00CB6930">
        <w:t>1</w:t>
      </w:r>
      <w:r w:rsidR="00CD4B7A">
        <w:t>5</w:t>
      </w:r>
      <w:r w:rsidR="00CB6930" w:rsidRPr="00CB6930">
        <w:t>, 28, 39, 40,</w:t>
      </w:r>
      <w:r w:rsidR="00636CAC">
        <w:t xml:space="preserve"> 45,</w:t>
      </w:r>
      <w:r w:rsidR="00CB6930" w:rsidRPr="00CB6930">
        <w:t xml:space="preserve"> 48, 63, 92bis, 99 147, 151 and 163, which appear </w:t>
      </w:r>
      <w:r w:rsidR="001730D7">
        <w:t xml:space="preserve">in </w:t>
      </w:r>
      <w:r w:rsidR="00CB6930" w:rsidRPr="00CB6930">
        <w:t xml:space="preserve">Annex IV to this report. </w:t>
      </w:r>
      <w:r w:rsidR="00C25AE7">
        <w:t xml:space="preserve"> </w:t>
      </w:r>
      <w:r w:rsidR="00CB6930" w:rsidRPr="00CB6930">
        <w:t xml:space="preserve">These amendments would be included in </w:t>
      </w:r>
      <w:r w:rsidR="00CD4B7A">
        <w:t>v</w:t>
      </w:r>
      <w:r w:rsidR="00CD4B7A" w:rsidRPr="00CB6930">
        <w:t xml:space="preserve">ersion </w:t>
      </w:r>
      <w:r w:rsidR="00CB6930" w:rsidRPr="00CB6930">
        <w:t xml:space="preserve">2014 of the </w:t>
      </w:r>
      <w:r w:rsidR="00CB6930" w:rsidRPr="00CB6930">
        <w:rPr>
          <w:i/>
          <w:iCs/>
        </w:rPr>
        <w:t>Guide</w:t>
      </w:r>
      <w:r w:rsidR="00CB6930" w:rsidRPr="00CB6930">
        <w:t>.</w:t>
      </w:r>
    </w:p>
    <w:p w:rsidR="00CB6930" w:rsidRPr="00CB6930" w:rsidRDefault="005F020E" w:rsidP="00CB6930">
      <w:pPr>
        <w:spacing w:after="220"/>
      </w:pPr>
      <w:r>
        <w:fldChar w:fldCharType="begin"/>
      </w:r>
      <w:r>
        <w:instrText xml:space="preserve"> AUTONUM  </w:instrText>
      </w:r>
      <w:r>
        <w:fldChar w:fldCharType="end"/>
      </w:r>
      <w:r>
        <w:tab/>
      </w:r>
      <w:r w:rsidR="00CB6930" w:rsidRPr="00CB6930">
        <w:t xml:space="preserve">Discussions were also based on project file </w:t>
      </w:r>
      <w:hyperlink r:id="rId21" w:history="1">
        <w:r w:rsidR="00CB6930" w:rsidRPr="00CB6930">
          <w:rPr>
            <w:color w:val="0000FF"/>
            <w:u w:val="single"/>
          </w:rPr>
          <w:t>CE 455</w:t>
        </w:r>
      </w:hyperlink>
      <w:r w:rsidR="00CB6930" w:rsidRPr="00CB6930">
        <w:t>, in particular, on Annex</w:t>
      </w:r>
      <w:r w:rsidR="00CD4B7A">
        <w:t>es</w:t>
      </w:r>
      <w:r w:rsidR="00CB6930" w:rsidRPr="00CB6930">
        <w:t xml:space="preserve"> 11 and 13 to the project file, containing amendments to the Guidelines for </w:t>
      </w:r>
      <w:r w:rsidR="00C25AE7" w:rsidRPr="00CB6930">
        <w:t xml:space="preserve">Revision </w:t>
      </w:r>
      <w:r w:rsidR="00CB6930" w:rsidRPr="00CB6930">
        <w:t>of the IPC and other basic IPC documents prepared by the International Bureau which integrated proposals and comments by offices, and a consolidated proposal by Sweden, respectively.</w:t>
      </w:r>
    </w:p>
    <w:p w:rsidR="00CB6930" w:rsidRPr="00CB6930" w:rsidRDefault="005F020E" w:rsidP="00CB6930">
      <w:pPr>
        <w:spacing w:after="220"/>
      </w:pPr>
      <w:r>
        <w:fldChar w:fldCharType="begin"/>
      </w:r>
      <w:r>
        <w:instrText xml:space="preserve"> AUTONUM  </w:instrText>
      </w:r>
      <w:r>
        <w:fldChar w:fldCharType="end"/>
      </w:r>
      <w:r>
        <w:tab/>
      </w:r>
      <w:r w:rsidR="00CB6930" w:rsidRPr="00CB6930">
        <w:t xml:space="preserve">The Committee adopted, with some modifications, the amendments to paragraphs </w:t>
      </w:r>
      <w:r w:rsidR="00636CAC">
        <w:t xml:space="preserve">2, </w:t>
      </w:r>
      <w:r w:rsidR="00CB6930" w:rsidRPr="00CB6930">
        <w:t xml:space="preserve">37, 37bis, 38, 67, 122, 123, 125 and Appendix I of the Guidelines for </w:t>
      </w:r>
      <w:r w:rsidR="00C25AE7" w:rsidRPr="00CB6930">
        <w:t xml:space="preserve">Revision </w:t>
      </w:r>
      <w:r w:rsidR="00CB6930" w:rsidRPr="00CB6930">
        <w:t>of the IPC, which appear in Annex V to this report.</w:t>
      </w:r>
    </w:p>
    <w:p w:rsidR="00CB6930" w:rsidRPr="00CB6930" w:rsidRDefault="005F020E" w:rsidP="00CB6930">
      <w:pPr>
        <w:spacing w:after="220"/>
      </w:pPr>
      <w:r>
        <w:fldChar w:fldCharType="begin"/>
      </w:r>
      <w:r>
        <w:instrText xml:space="preserve"> AUTONUM  </w:instrText>
      </w:r>
      <w:r>
        <w:fldChar w:fldCharType="end"/>
      </w:r>
      <w:r>
        <w:tab/>
      </w:r>
      <w:r w:rsidR="00CB6930" w:rsidRPr="00CB6930">
        <w:t>It also adopted, with some modifications, the amendments to the Guidelines for Drafting Classification Definitions, which appear in Annex VI to this report.</w:t>
      </w:r>
    </w:p>
    <w:p w:rsidR="00CB6930" w:rsidRPr="00CB6930" w:rsidRDefault="005F020E" w:rsidP="00CB6930">
      <w:pPr>
        <w:spacing w:after="220"/>
      </w:pPr>
      <w:r>
        <w:fldChar w:fldCharType="begin"/>
      </w:r>
      <w:r>
        <w:instrText xml:space="preserve"> AUTONUM  </w:instrText>
      </w:r>
      <w:r>
        <w:fldChar w:fldCharType="end"/>
      </w:r>
      <w:r>
        <w:tab/>
      </w:r>
      <w:r w:rsidR="00CB6930" w:rsidRPr="00CB6930">
        <w:t xml:space="preserve">With respect to the amendments to the IPC Revision Policy and Procedure, </w:t>
      </w:r>
      <w:r w:rsidR="00636CAC">
        <w:t xml:space="preserve">the Committee noted that this document was outdated in relation to the IPC </w:t>
      </w:r>
      <w:r w:rsidR="00DB7B4C">
        <w:t>R</w:t>
      </w:r>
      <w:r w:rsidR="00636CAC">
        <w:t xml:space="preserve">evision </w:t>
      </w:r>
      <w:r w:rsidR="00DB7B4C">
        <w:t>R</w:t>
      </w:r>
      <w:r w:rsidR="00636CAC">
        <w:t>oadmap</w:t>
      </w:r>
      <w:r w:rsidR="00556203">
        <w:t xml:space="preserve"> and </w:t>
      </w:r>
      <w:r w:rsidR="006C5AED">
        <w:t xml:space="preserve">the </w:t>
      </w:r>
      <w:r w:rsidR="00556203">
        <w:t>IP5’s new activities</w:t>
      </w:r>
      <w:r w:rsidR="00636CAC">
        <w:t xml:space="preserve">. </w:t>
      </w:r>
      <w:r w:rsidR="00556203">
        <w:t xml:space="preserve"> </w:t>
      </w:r>
      <w:r w:rsidR="00636CAC">
        <w:t xml:space="preserve">It was therefore decided to remove the </w:t>
      </w:r>
      <w:r w:rsidR="00636CAC" w:rsidRPr="00CB6930">
        <w:t>hyperlink to this document from the Guidelines for Revision of the IPC</w:t>
      </w:r>
      <w:r w:rsidR="00636CAC">
        <w:t xml:space="preserve"> and</w:t>
      </w:r>
      <w:r w:rsidR="00636CAC" w:rsidRPr="00CB6930">
        <w:t xml:space="preserve"> </w:t>
      </w:r>
      <w:r w:rsidR="00CB6930" w:rsidRPr="00CB6930">
        <w:t xml:space="preserve">the International Bureau was invited to update the entire document for consideration by the Committee at its </w:t>
      </w:r>
      <w:r w:rsidR="00CD4B7A">
        <w:t xml:space="preserve">next </w:t>
      </w:r>
      <w:r w:rsidR="00CB6930" w:rsidRPr="00CB6930">
        <w:t>session.</w:t>
      </w:r>
    </w:p>
    <w:p w:rsidR="00CB6930" w:rsidRPr="00CB6930" w:rsidRDefault="00CB6930" w:rsidP="00CB6930">
      <w:pPr>
        <w:spacing w:after="220"/>
      </w:pPr>
    </w:p>
    <w:p w:rsidR="00327FB4" w:rsidRDefault="00327FB4">
      <w:pPr>
        <w:rPr>
          <w:rFonts w:eastAsia="SimSun"/>
          <w:b/>
          <w:bCs/>
          <w:caps/>
          <w:kern w:val="32"/>
          <w:szCs w:val="32"/>
        </w:rPr>
      </w:pPr>
      <w:r>
        <w:br w:type="page"/>
      </w:r>
    </w:p>
    <w:p w:rsidR="008D5849" w:rsidRPr="00F36CFA" w:rsidRDefault="008D5849" w:rsidP="008D5849">
      <w:pPr>
        <w:pStyle w:val="Heading1"/>
        <w:spacing w:after="240"/>
      </w:pPr>
      <w:bookmarkStart w:id="5" w:name="_GoBack"/>
      <w:bookmarkEnd w:id="5"/>
      <w:r>
        <w:lastRenderedPageBreak/>
        <w:t xml:space="preserve">removal of non-limiting references </w:t>
      </w:r>
      <w:r w:rsidR="003832D9">
        <w:t xml:space="preserve">(NLRs) </w:t>
      </w:r>
      <w:r>
        <w:t>from the scheme of the ipc</w:t>
      </w:r>
    </w:p>
    <w:p w:rsidR="003832D9" w:rsidRPr="00DD631B" w:rsidRDefault="003832D9" w:rsidP="003832D9">
      <w:pPr>
        <w:spacing w:after="220"/>
      </w:pPr>
      <w:r>
        <w:fldChar w:fldCharType="begin"/>
      </w:r>
      <w:r>
        <w:instrText xml:space="preserve"> AUTONUM  </w:instrText>
      </w:r>
      <w:r>
        <w:fldChar w:fldCharType="end"/>
      </w:r>
      <w:r>
        <w:tab/>
        <w:t xml:space="preserve">Discussions were based on Annex 17 to project </w:t>
      </w:r>
      <w:hyperlink r:id="rId22" w:history="1">
        <w:r w:rsidRPr="00CD4B7A">
          <w:rPr>
            <w:rStyle w:val="Hyperlink"/>
          </w:rPr>
          <w:t>WG</w:t>
        </w:r>
        <w:r w:rsidR="00CD4B7A" w:rsidRPr="00CD4B7A">
          <w:rPr>
            <w:rStyle w:val="Hyperlink"/>
          </w:rPr>
          <w:t> </w:t>
        </w:r>
        <w:r w:rsidRPr="00CD4B7A">
          <w:rPr>
            <w:rStyle w:val="Hyperlink"/>
          </w:rPr>
          <w:t>191</w:t>
        </w:r>
      </w:hyperlink>
      <w:r>
        <w:t>.  In view of the decrease of new definition projects considered by the Working Group</w:t>
      </w:r>
      <w:r w:rsidR="00616D82">
        <w:rPr>
          <w:rFonts w:eastAsia="MS Mincho"/>
        </w:rPr>
        <w:t xml:space="preserve">, based on the Committee’s </w:t>
      </w:r>
      <w:r w:rsidR="00616D82">
        <w:t>decision at the forty-fifth session</w:t>
      </w:r>
      <w:r w:rsidR="00616D82">
        <w:rPr>
          <w:rFonts w:eastAsia="MS Mincho"/>
        </w:rPr>
        <w:t xml:space="preserve"> that new subclass definitions would be considered only in those subclasses where there is evidence that the scheme or the relation of the subclass with other places is not clear enough</w:t>
      </w:r>
      <w:r>
        <w:t xml:space="preserve">, concerns were expressed by the Committee on the completion of the removal of NLRs from the scheme.  Currently more than 348 subclasses remained to be completed. </w:t>
      </w:r>
    </w:p>
    <w:p w:rsidR="003832D9" w:rsidRPr="00DD631B" w:rsidRDefault="003832D9" w:rsidP="003832D9">
      <w:pPr>
        <w:spacing w:after="220"/>
      </w:pPr>
      <w:r>
        <w:fldChar w:fldCharType="begin"/>
      </w:r>
      <w:r>
        <w:instrText xml:space="preserve"> AUTONUM  </w:instrText>
      </w:r>
      <w:r>
        <w:fldChar w:fldCharType="end"/>
      </w:r>
      <w:r>
        <w:tab/>
        <w:t xml:space="preserve">It was decided to include the task of removal of NLRs in the framework of revision projects and maintenance projects, on a voluntary basis, following agreement by the corresponding Rapporteurs. </w:t>
      </w:r>
    </w:p>
    <w:p w:rsidR="003832D9" w:rsidRPr="00DD631B" w:rsidRDefault="00CE3BCF" w:rsidP="00C44B08">
      <w:pPr>
        <w:spacing w:after="220"/>
        <w:ind w:right="282"/>
      </w:pPr>
      <w:r>
        <w:fldChar w:fldCharType="begin"/>
      </w:r>
      <w:r>
        <w:instrText xml:space="preserve"> AUTONUM  </w:instrText>
      </w:r>
      <w:r>
        <w:fldChar w:fldCharType="end"/>
      </w:r>
      <w:r>
        <w:tab/>
      </w:r>
      <w:r w:rsidR="003832D9">
        <w:t>In order to further accelerate this removal, it was decided to create project</w:t>
      </w:r>
      <w:r w:rsidR="00161C43">
        <w:t xml:space="preserve"> </w:t>
      </w:r>
      <w:hyperlink r:id="rId23" w:history="1">
        <w:r w:rsidR="00161C43" w:rsidRPr="00C9488D">
          <w:rPr>
            <w:rStyle w:val="Hyperlink"/>
          </w:rPr>
          <w:t>WG 3</w:t>
        </w:r>
        <w:r w:rsidR="00F11F2A" w:rsidRPr="00C9488D">
          <w:rPr>
            <w:rStyle w:val="Hyperlink"/>
          </w:rPr>
          <w:t>0</w:t>
        </w:r>
        <w:r w:rsidR="00161C43" w:rsidRPr="00C9488D">
          <w:rPr>
            <w:rStyle w:val="Hyperlink"/>
          </w:rPr>
          <w:t>1</w:t>
        </w:r>
      </w:hyperlink>
      <w:r w:rsidR="003832D9">
        <w:t xml:space="preserve"> with the </w:t>
      </w:r>
      <w:r>
        <w:t>International Bureau</w:t>
      </w:r>
      <w:r w:rsidR="003832D9">
        <w:t xml:space="preserve"> as Rapporteur.  During a pilot phase the </w:t>
      </w:r>
      <w:r>
        <w:t>International Bureau</w:t>
      </w:r>
      <w:r w:rsidR="003832D9">
        <w:t xml:space="preserve"> would post a proposal on 10 subclasses.</w:t>
      </w:r>
      <w:r>
        <w:t xml:space="preserve"> </w:t>
      </w:r>
      <w:r w:rsidR="003832D9">
        <w:t xml:space="preserve"> Comments should be submitted exclusively to the IEF</w:t>
      </w:r>
      <w:r w:rsidR="00616D82">
        <w:t>, i.e. they will not be discussed at the Working Group,</w:t>
      </w:r>
      <w:r w:rsidR="003832D9">
        <w:t xml:space="preserve"> and only to indicate disagreement with individual proposals.  The </w:t>
      </w:r>
      <w:r>
        <w:t>International Bureau</w:t>
      </w:r>
      <w:r w:rsidR="003832D9">
        <w:t xml:space="preserve"> would then post a proposal including the amendments where there is no disagreement, as well as corresponding definitions</w:t>
      </w:r>
      <w:r w:rsidR="00616D82">
        <w:t xml:space="preserve"> </w:t>
      </w:r>
      <w:r w:rsidR="00616D82">
        <w:rPr>
          <w:rFonts w:eastAsia="MS Mincho"/>
        </w:rPr>
        <w:t>that include non-limiting references removed from the scheme</w:t>
      </w:r>
      <w:r w:rsidR="003832D9">
        <w:t>.</w:t>
      </w:r>
    </w:p>
    <w:p w:rsidR="003832D9" w:rsidRDefault="00CE3BCF" w:rsidP="003832D9">
      <w:pPr>
        <w:spacing w:after="220"/>
      </w:pPr>
      <w:r>
        <w:fldChar w:fldCharType="begin"/>
      </w:r>
      <w:r>
        <w:instrText xml:space="preserve"> AUTONUM  </w:instrText>
      </w:r>
      <w:r>
        <w:fldChar w:fldCharType="end"/>
      </w:r>
      <w:r>
        <w:tab/>
      </w:r>
      <w:r w:rsidR="003832D9">
        <w:t>If</w:t>
      </w:r>
      <w:r>
        <w:t>,</w:t>
      </w:r>
      <w:r w:rsidR="003832D9">
        <w:t xml:space="preserve"> during the pilot phase</w:t>
      </w:r>
      <w:r>
        <w:t>,</w:t>
      </w:r>
      <w:r w:rsidR="003832D9">
        <w:t xml:space="preserve"> there is substantial agreement with </w:t>
      </w:r>
      <w:r>
        <w:t>International Bureau’s</w:t>
      </w:r>
      <w:r w:rsidR="003832D9">
        <w:t xml:space="preserve"> proposals, the </w:t>
      </w:r>
      <w:r>
        <w:t>International Bureau</w:t>
      </w:r>
      <w:r w:rsidR="003832D9">
        <w:t xml:space="preserve"> would submit at the </w:t>
      </w:r>
      <w:r>
        <w:t>forty-seventh</w:t>
      </w:r>
      <w:r w:rsidR="003832D9">
        <w:t xml:space="preserve"> session of the Committee a plan to continue and complete the removal of NLRs using the above procedure.  In case of important disagreements, the </w:t>
      </w:r>
      <w:r>
        <w:t>International Bureau</w:t>
      </w:r>
      <w:r w:rsidR="003832D9">
        <w:t xml:space="preserve"> should submit instead an alternative procedure that would not impact the revision tasks of the Working Group. </w:t>
      </w:r>
    </w:p>
    <w:p w:rsidR="00CE3BCF" w:rsidRPr="00DD631B" w:rsidRDefault="00CE3BCF" w:rsidP="003832D9">
      <w:pPr>
        <w:spacing w:after="220"/>
      </w:pPr>
    </w:p>
    <w:p w:rsidR="001E7189" w:rsidRPr="002955C5" w:rsidRDefault="003F6587" w:rsidP="00F36CFA">
      <w:pPr>
        <w:pStyle w:val="Heading1"/>
        <w:spacing w:after="240"/>
      </w:pPr>
      <w:r w:rsidRPr="002955C5">
        <w:t xml:space="preserve">NEXT SESSION OF THE COMMITTEE </w:t>
      </w:r>
    </w:p>
    <w:p w:rsidR="001E7189" w:rsidRPr="00C95CA3" w:rsidRDefault="00A35204" w:rsidP="00A35204">
      <w:pPr>
        <w:pStyle w:val="ONUME"/>
        <w:numPr>
          <w:ilvl w:val="0"/>
          <w:numId w:val="0"/>
        </w:numPr>
      </w:pPr>
      <w:r>
        <w:fldChar w:fldCharType="begin"/>
      </w:r>
      <w:r>
        <w:instrText xml:space="preserve"> AUTONUM  </w:instrText>
      </w:r>
      <w:r>
        <w:fldChar w:fldCharType="end"/>
      </w:r>
      <w:r>
        <w:tab/>
      </w:r>
      <w:r w:rsidR="001E7189" w:rsidRPr="00C95CA3">
        <w:t>The Committee noted the following tentative dates for its next regular session:</w:t>
      </w:r>
    </w:p>
    <w:p w:rsidR="0045511F" w:rsidRPr="008333DD" w:rsidRDefault="0045511F" w:rsidP="00C44B76">
      <w:pPr>
        <w:jc w:val="center"/>
      </w:pPr>
      <w:r w:rsidRPr="008333DD">
        <w:t xml:space="preserve">Geneva, February </w:t>
      </w:r>
      <w:r w:rsidR="00C14EE1" w:rsidRPr="008333DD">
        <w:t>9 to 13</w:t>
      </w:r>
      <w:r w:rsidRPr="008333DD">
        <w:t>, 201</w:t>
      </w:r>
      <w:r w:rsidR="002B26A2" w:rsidRPr="008333DD">
        <w:t>5</w:t>
      </w:r>
      <w:r w:rsidRPr="008333DD">
        <w:t>.</w:t>
      </w:r>
    </w:p>
    <w:p w:rsidR="00E335FC" w:rsidRPr="008333DD" w:rsidRDefault="00E335FC" w:rsidP="00C44B76">
      <w:pPr>
        <w:jc w:val="center"/>
      </w:pPr>
    </w:p>
    <w:p w:rsidR="00CD4B7A" w:rsidRPr="00A35204" w:rsidRDefault="00A35204" w:rsidP="00A35204">
      <w:pPr>
        <w:pStyle w:val="DecisionInvitingPara"/>
      </w:pPr>
      <w:r>
        <w:fldChar w:fldCharType="begin"/>
      </w:r>
      <w:r>
        <w:instrText xml:space="preserve"> AUTONUM  </w:instrText>
      </w:r>
      <w:r>
        <w:fldChar w:fldCharType="end"/>
      </w:r>
      <w:r>
        <w:tab/>
      </w:r>
      <w:r w:rsidRPr="001C2C0C">
        <w:t>This report was unanimously adopted by the Committee of Experts by electronic means on March 2</w:t>
      </w:r>
      <w:r>
        <w:t>0</w:t>
      </w:r>
      <w:r w:rsidRPr="001C2C0C">
        <w:t>, 201</w:t>
      </w:r>
      <w:r>
        <w:t>4</w:t>
      </w:r>
      <w:r w:rsidRPr="001C2C0C">
        <w:t>.</w:t>
      </w:r>
    </w:p>
    <w:p w:rsidR="00CD4B7A" w:rsidRPr="00A35204" w:rsidRDefault="00CD4B7A" w:rsidP="00C44B76">
      <w:pPr>
        <w:jc w:val="center"/>
      </w:pPr>
    </w:p>
    <w:p w:rsidR="001E7189" w:rsidRPr="00A35204" w:rsidRDefault="001E7189" w:rsidP="008555CB">
      <w:pPr>
        <w:rPr>
          <w:caps/>
        </w:rPr>
      </w:pPr>
    </w:p>
    <w:p w:rsidR="001E7189" w:rsidRDefault="001E7189" w:rsidP="006C61C2">
      <w:pPr>
        <w:pStyle w:val="Endofdocument"/>
      </w:pPr>
      <w:r>
        <w:t>[Annexes follow]</w:t>
      </w:r>
    </w:p>
    <w:sectPr w:rsidR="001E7189" w:rsidSect="002A652C">
      <w:headerReference w:type="default" r:id="rId24"/>
      <w:pgSz w:w="11907" w:h="16840" w:code="9"/>
      <w:pgMar w:top="567" w:right="851" w:bottom="1418"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230" w:rsidRDefault="00C46230">
      <w:r>
        <w:separator/>
      </w:r>
    </w:p>
  </w:endnote>
  <w:endnote w:type="continuationSeparator" w:id="0">
    <w:p w:rsidR="00C46230" w:rsidRDefault="00C46230">
      <w:r>
        <w:separator/>
      </w:r>
    </w:p>
    <w:p w:rsidR="00C46230" w:rsidRDefault="00C46230">
      <w:pPr>
        <w:pStyle w:val="Footer"/>
        <w:spacing w:after="60"/>
        <w:rPr>
          <w:sz w:val="17"/>
        </w:rPr>
      </w:pPr>
      <w:r>
        <w:rPr>
          <w:sz w:val="17"/>
        </w:rPr>
        <w:t>[Endnote continued from previous page]</w:t>
      </w:r>
    </w:p>
  </w:endnote>
  <w:endnote w:type="continuationNotice" w:id="1">
    <w:p w:rsidR="00C46230" w:rsidRDefault="00C46230">
      <w:pPr>
        <w:spacing w:before="60"/>
        <w:jc w:val="right"/>
        <w:rPr>
          <w:sz w:val="17"/>
        </w:rPr>
      </w:pPr>
      <w:r>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230" w:rsidRDefault="00C46230">
      <w:r>
        <w:separator/>
      </w:r>
    </w:p>
  </w:footnote>
  <w:footnote w:type="continuationSeparator" w:id="0">
    <w:p w:rsidR="00C46230" w:rsidRDefault="00C46230">
      <w:r>
        <w:separator/>
      </w:r>
    </w:p>
    <w:p w:rsidR="00C46230" w:rsidRDefault="00C46230">
      <w:pPr>
        <w:pStyle w:val="Footer"/>
        <w:spacing w:after="60"/>
        <w:rPr>
          <w:sz w:val="17"/>
        </w:rPr>
      </w:pPr>
      <w:r>
        <w:rPr>
          <w:sz w:val="17"/>
        </w:rPr>
        <w:t>[Footnote continued from previous page]</w:t>
      </w:r>
    </w:p>
  </w:footnote>
  <w:footnote w:type="continuationNotice" w:id="1">
    <w:p w:rsidR="00C46230" w:rsidRDefault="00C46230">
      <w:pPr>
        <w:spacing w:before="60"/>
        <w:jc w:val="right"/>
        <w:rPr>
          <w:sz w:val="17"/>
        </w:rPr>
      </w:pPr>
      <w:r>
        <w:rPr>
          <w:sz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E0C" w:rsidRDefault="00611E0C" w:rsidP="00C44B76">
    <w:pPr>
      <w:pStyle w:val="Header"/>
      <w:jc w:val="right"/>
    </w:pPr>
    <w:bookmarkStart w:id="6" w:name="Code2"/>
    <w:bookmarkEnd w:id="6"/>
    <w:r>
      <w:t>IPC/CE/4</w:t>
    </w:r>
    <w:r w:rsidR="00A84790">
      <w:t>6</w:t>
    </w:r>
    <w:r>
      <w:t>/2</w:t>
    </w:r>
  </w:p>
  <w:p w:rsidR="00611E0C" w:rsidRDefault="00611E0C" w:rsidP="000F251F">
    <w:pPr>
      <w:pStyle w:val="Header"/>
      <w:jc w:val="right"/>
    </w:pPr>
    <w:proofErr w:type="gramStart"/>
    <w:r>
      <w:t>page</w:t>
    </w:r>
    <w:proofErr w:type="gramEnd"/>
    <w:r>
      <w:t xml:space="preserve"> </w:t>
    </w:r>
    <w:r>
      <w:fldChar w:fldCharType="begin"/>
    </w:r>
    <w:r>
      <w:instrText xml:space="preserve"> PAGE  \* MERGEFORMAT </w:instrText>
    </w:r>
    <w:r>
      <w:fldChar w:fldCharType="separate"/>
    </w:r>
    <w:r w:rsidR="00327FB4">
      <w:rPr>
        <w:noProof/>
      </w:rPr>
      <w:t>6</w:t>
    </w:r>
    <w:r>
      <w:fldChar w:fldCharType="end"/>
    </w:r>
  </w:p>
  <w:p w:rsidR="00276FD2" w:rsidRDefault="00276FD2" w:rsidP="000F251F">
    <w:pPr>
      <w:pStyle w:val="Header"/>
      <w:jc w:val="right"/>
    </w:pPr>
  </w:p>
  <w:p w:rsidR="00276FD2" w:rsidRDefault="00276FD2" w:rsidP="000F251F">
    <w:pPr>
      <w:pStyle w:val="Header"/>
      <w:jc w:val="right"/>
    </w:pPr>
  </w:p>
  <w:p w:rsidR="00611E0C" w:rsidRDefault="00611E0C" w:rsidP="00123FA7">
    <w:pPr>
      <w:pStyle w:val="Header"/>
    </w:pPr>
  </w:p>
  <w:p w:rsidR="00611E0C" w:rsidRDefault="00611E0C" w:rsidP="00123F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08B53A7"/>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A8F20B9"/>
    <w:multiLevelType w:val="hybridMultilevel"/>
    <w:tmpl w:val="0008A5B8"/>
    <w:lvl w:ilvl="0" w:tplc="1696C714">
      <w:start w:val="1"/>
      <w:numFmt w:val="lowerLetter"/>
      <w:lvlText w:val="(%1)"/>
      <w:lvlJc w:val="left"/>
      <w:pPr>
        <w:tabs>
          <w:tab w:val="num" w:pos="2061"/>
        </w:tabs>
        <w:ind w:left="2061" w:hanging="360"/>
      </w:pPr>
      <w:rPr>
        <w:rFonts w:ascii="Times New Roman" w:eastAsia="Times New Roman" w:hAnsi="Times New Roman" w:cs="Times New Roman"/>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5">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34D7B72"/>
    <w:multiLevelType w:val="hybridMultilevel"/>
    <w:tmpl w:val="1CBCE27E"/>
    <w:lvl w:ilvl="0" w:tplc="0409000F">
      <w:start w:val="1"/>
      <w:numFmt w:val="decimal"/>
      <w:lvlText w:val="%1."/>
      <w:lvlJc w:val="left"/>
      <w:pPr>
        <w:tabs>
          <w:tab w:val="num" w:pos="1741"/>
        </w:tabs>
        <w:ind w:left="1741" w:hanging="360"/>
      </w:pPr>
    </w:lvl>
    <w:lvl w:ilvl="1" w:tplc="04090019" w:tentative="1">
      <w:start w:val="1"/>
      <w:numFmt w:val="lowerLetter"/>
      <w:lvlText w:val="%2."/>
      <w:lvlJc w:val="left"/>
      <w:pPr>
        <w:tabs>
          <w:tab w:val="num" w:pos="2461"/>
        </w:tabs>
        <w:ind w:left="2461" w:hanging="360"/>
      </w:pPr>
    </w:lvl>
    <w:lvl w:ilvl="2" w:tplc="0409001B" w:tentative="1">
      <w:start w:val="1"/>
      <w:numFmt w:val="lowerRoman"/>
      <w:lvlText w:val="%3."/>
      <w:lvlJc w:val="right"/>
      <w:pPr>
        <w:tabs>
          <w:tab w:val="num" w:pos="3181"/>
        </w:tabs>
        <w:ind w:left="3181" w:hanging="180"/>
      </w:pPr>
    </w:lvl>
    <w:lvl w:ilvl="3" w:tplc="0409000F" w:tentative="1">
      <w:start w:val="1"/>
      <w:numFmt w:val="decimal"/>
      <w:lvlText w:val="%4."/>
      <w:lvlJc w:val="left"/>
      <w:pPr>
        <w:tabs>
          <w:tab w:val="num" w:pos="3901"/>
        </w:tabs>
        <w:ind w:left="3901" w:hanging="360"/>
      </w:pPr>
    </w:lvl>
    <w:lvl w:ilvl="4" w:tplc="04090019" w:tentative="1">
      <w:start w:val="1"/>
      <w:numFmt w:val="lowerLetter"/>
      <w:lvlText w:val="%5."/>
      <w:lvlJc w:val="left"/>
      <w:pPr>
        <w:tabs>
          <w:tab w:val="num" w:pos="4621"/>
        </w:tabs>
        <w:ind w:left="4621" w:hanging="360"/>
      </w:pPr>
    </w:lvl>
    <w:lvl w:ilvl="5" w:tplc="0409001B" w:tentative="1">
      <w:start w:val="1"/>
      <w:numFmt w:val="lowerRoman"/>
      <w:lvlText w:val="%6."/>
      <w:lvlJc w:val="right"/>
      <w:pPr>
        <w:tabs>
          <w:tab w:val="num" w:pos="5341"/>
        </w:tabs>
        <w:ind w:left="5341" w:hanging="180"/>
      </w:pPr>
    </w:lvl>
    <w:lvl w:ilvl="6" w:tplc="0409000F" w:tentative="1">
      <w:start w:val="1"/>
      <w:numFmt w:val="decimal"/>
      <w:lvlText w:val="%7."/>
      <w:lvlJc w:val="left"/>
      <w:pPr>
        <w:tabs>
          <w:tab w:val="num" w:pos="6061"/>
        </w:tabs>
        <w:ind w:left="6061" w:hanging="360"/>
      </w:pPr>
    </w:lvl>
    <w:lvl w:ilvl="7" w:tplc="04090019" w:tentative="1">
      <w:start w:val="1"/>
      <w:numFmt w:val="lowerLetter"/>
      <w:lvlText w:val="%8."/>
      <w:lvlJc w:val="left"/>
      <w:pPr>
        <w:tabs>
          <w:tab w:val="num" w:pos="6781"/>
        </w:tabs>
        <w:ind w:left="6781" w:hanging="360"/>
      </w:pPr>
    </w:lvl>
    <w:lvl w:ilvl="8" w:tplc="0409001B" w:tentative="1">
      <w:start w:val="1"/>
      <w:numFmt w:val="lowerRoman"/>
      <w:lvlText w:val="%9."/>
      <w:lvlJc w:val="right"/>
      <w:pPr>
        <w:tabs>
          <w:tab w:val="num" w:pos="7501"/>
        </w:tabs>
        <w:ind w:left="7501" w:hanging="180"/>
      </w:pPr>
    </w:lvl>
  </w:abstractNum>
  <w:abstractNum w:abstractNumId="7">
    <w:nsid w:val="268272D1"/>
    <w:multiLevelType w:val="multilevel"/>
    <w:tmpl w:val="C5DE6E86"/>
    <w:lvl w:ilvl="0">
      <w:start w:val="1"/>
      <w:numFmt w:val="lowerLetter"/>
      <w:lvlText w:val="(%1.)"/>
      <w:lvlJc w:val="left"/>
      <w:pPr>
        <w:tabs>
          <w:tab w:val="num" w:pos="1741"/>
        </w:tabs>
        <w:ind w:left="1741" w:hanging="360"/>
      </w:pPr>
      <w:rPr>
        <w:rFonts w:ascii="Arial" w:eastAsia="Times New Roman" w:hAnsi="Arial" w:cs="Times New Roman"/>
      </w:rPr>
    </w:lvl>
    <w:lvl w:ilvl="1">
      <w:start w:val="1"/>
      <w:numFmt w:val="lowerLetter"/>
      <w:lvlText w:val="%2."/>
      <w:lvlJc w:val="left"/>
      <w:pPr>
        <w:tabs>
          <w:tab w:val="num" w:pos="2461"/>
        </w:tabs>
        <w:ind w:left="2461" w:hanging="360"/>
      </w:pPr>
    </w:lvl>
    <w:lvl w:ilvl="2">
      <w:start w:val="1"/>
      <w:numFmt w:val="lowerRoman"/>
      <w:lvlText w:val="%3."/>
      <w:lvlJc w:val="right"/>
      <w:pPr>
        <w:tabs>
          <w:tab w:val="num" w:pos="3181"/>
        </w:tabs>
        <w:ind w:left="3181" w:hanging="180"/>
      </w:pPr>
    </w:lvl>
    <w:lvl w:ilvl="3">
      <w:start w:val="1"/>
      <w:numFmt w:val="decimal"/>
      <w:lvlText w:val="%4."/>
      <w:lvlJc w:val="left"/>
      <w:pPr>
        <w:tabs>
          <w:tab w:val="num" w:pos="3901"/>
        </w:tabs>
        <w:ind w:left="3901" w:hanging="360"/>
      </w:pPr>
    </w:lvl>
    <w:lvl w:ilvl="4">
      <w:start w:val="1"/>
      <w:numFmt w:val="lowerLetter"/>
      <w:lvlText w:val="%5."/>
      <w:lvlJc w:val="left"/>
      <w:pPr>
        <w:tabs>
          <w:tab w:val="num" w:pos="4621"/>
        </w:tabs>
        <w:ind w:left="4621" w:hanging="360"/>
      </w:pPr>
    </w:lvl>
    <w:lvl w:ilvl="5">
      <w:start w:val="1"/>
      <w:numFmt w:val="lowerRoman"/>
      <w:lvlText w:val="%6."/>
      <w:lvlJc w:val="right"/>
      <w:pPr>
        <w:tabs>
          <w:tab w:val="num" w:pos="5341"/>
        </w:tabs>
        <w:ind w:left="5341" w:hanging="180"/>
      </w:pPr>
    </w:lvl>
    <w:lvl w:ilvl="6">
      <w:start w:val="1"/>
      <w:numFmt w:val="decimal"/>
      <w:lvlText w:val="%7."/>
      <w:lvlJc w:val="left"/>
      <w:pPr>
        <w:tabs>
          <w:tab w:val="num" w:pos="6061"/>
        </w:tabs>
        <w:ind w:left="6061" w:hanging="360"/>
      </w:pPr>
    </w:lvl>
    <w:lvl w:ilvl="7">
      <w:start w:val="1"/>
      <w:numFmt w:val="lowerLetter"/>
      <w:lvlText w:val="%8."/>
      <w:lvlJc w:val="left"/>
      <w:pPr>
        <w:tabs>
          <w:tab w:val="num" w:pos="6781"/>
        </w:tabs>
        <w:ind w:left="6781" w:hanging="360"/>
      </w:pPr>
    </w:lvl>
    <w:lvl w:ilvl="8">
      <w:start w:val="1"/>
      <w:numFmt w:val="lowerRoman"/>
      <w:lvlText w:val="%9."/>
      <w:lvlJc w:val="right"/>
      <w:pPr>
        <w:tabs>
          <w:tab w:val="num" w:pos="7501"/>
        </w:tabs>
        <w:ind w:left="7501" w:hanging="180"/>
      </w:pPr>
    </w:lvl>
  </w:abstractNum>
  <w:abstractNum w:abstractNumId="8">
    <w:nsid w:val="3245494E"/>
    <w:multiLevelType w:val="hybridMultilevel"/>
    <w:tmpl w:val="149E796E"/>
    <w:lvl w:ilvl="0" w:tplc="0409000F">
      <w:start w:val="1"/>
      <w:numFmt w:val="decimal"/>
      <w:lvlText w:val="%1."/>
      <w:lvlJc w:val="left"/>
      <w:pPr>
        <w:tabs>
          <w:tab w:val="num" w:pos="1741"/>
        </w:tabs>
        <w:ind w:left="1741" w:hanging="360"/>
      </w:pPr>
    </w:lvl>
    <w:lvl w:ilvl="1" w:tplc="04090019" w:tentative="1">
      <w:start w:val="1"/>
      <w:numFmt w:val="lowerLetter"/>
      <w:lvlText w:val="%2."/>
      <w:lvlJc w:val="left"/>
      <w:pPr>
        <w:tabs>
          <w:tab w:val="num" w:pos="2461"/>
        </w:tabs>
        <w:ind w:left="2461" w:hanging="360"/>
      </w:pPr>
    </w:lvl>
    <w:lvl w:ilvl="2" w:tplc="0409001B" w:tentative="1">
      <w:start w:val="1"/>
      <w:numFmt w:val="lowerRoman"/>
      <w:lvlText w:val="%3."/>
      <w:lvlJc w:val="right"/>
      <w:pPr>
        <w:tabs>
          <w:tab w:val="num" w:pos="3181"/>
        </w:tabs>
        <w:ind w:left="3181" w:hanging="180"/>
      </w:pPr>
    </w:lvl>
    <w:lvl w:ilvl="3" w:tplc="0409000F" w:tentative="1">
      <w:start w:val="1"/>
      <w:numFmt w:val="decimal"/>
      <w:lvlText w:val="%4."/>
      <w:lvlJc w:val="left"/>
      <w:pPr>
        <w:tabs>
          <w:tab w:val="num" w:pos="3901"/>
        </w:tabs>
        <w:ind w:left="3901" w:hanging="360"/>
      </w:pPr>
    </w:lvl>
    <w:lvl w:ilvl="4" w:tplc="04090019" w:tentative="1">
      <w:start w:val="1"/>
      <w:numFmt w:val="lowerLetter"/>
      <w:lvlText w:val="%5."/>
      <w:lvlJc w:val="left"/>
      <w:pPr>
        <w:tabs>
          <w:tab w:val="num" w:pos="4621"/>
        </w:tabs>
        <w:ind w:left="4621" w:hanging="360"/>
      </w:pPr>
    </w:lvl>
    <w:lvl w:ilvl="5" w:tplc="0409001B" w:tentative="1">
      <w:start w:val="1"/>
      <w:numFmt w:val="lowerRoman"/>
      <w:lvlText w:val="%6."/>
      <w:lvlJc w:val="right"/>
      <w:pPr>
        <w:tabs>
          <w:tab w:val="num" w:pos="5341"/>
        </w:tabs>
        <w:ind w:left="5341" w:hanging="180"/>
      </w:pPr>
    </w:lvl>
    <w:lvl w:ilvl="6" w:tplc="0409000F" w:tentative="1">
      <w:start w:val="1"/>
      <w:numFmt w:val="decimal"/>
      <w:lvlText w:val="%7."/>
      <w:lvlJc w:val="left"/>
      <w:pPr>
        <w:tabs>
          <w:tab w:val="num" w:pos="6061"/>
        </w:tabs>
        <w:ind w:left="6061" w:hanging="360"/>
      </w:pPr>
    </w:lvl>
    <w:lvl w:ilvl="7" w:tplc="04090019" w:tentative="1">
      <w:start w:val="1"/>
      <w:numFmt w:val="lowerLetter"/>
      <w:lvlText w:val="%8."/>
      <w:lvlJc w:val="left"/>
      <w:pPr>
        <w:tabs>
          <w:tab w:val="num" w:pos="6781"/>
        </w:tabs>
        <w:ind w:left="6781" w:hanging="360"/>
      </w:pPr>
    </w:lvl>
    <w:lvl w:ilvl="8" w:tplc="0409001B" w:tentative="1">
      <w:start w:val="1"/>
      <w:numFmt w:val="lowerRoman"/>
      <w:lvlText w:val="%9."/>
      <w:lvlJc w:val="right"/>
      <w:pPr>
        <w:tabs>
          <w:tab w:val="num" w:pos="7501"/>
        </w:tabs>
        <w:ind w:left="7501"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E710433"/>
    <w:multiLevelType w:val="hybridMultilevel"/>
    <w:tmpl w:val="84ECF626"/>
    <w:lvl w:ilvl="0" w:tplc="B4E07CFE">
      <w:start w:val="1"/>
      <w:numFmt w:val="lowerLetter"/>
      <w:lvlText w:val="(%1.)"/>
      <w:lvlJc w:val="left"/>
      <w:pPr>
        <w:tabs>
          <w:tab w:val="num" w:pos="1741"/>
        </w:tabs>
        <w:ind w:left="1741" w:hanging="360"/>
      </w:pPr>
      <w:rPr>
        <w:rFonts w:ascii="Arial" w:eastAsia="Times New Roman" w:hAnsi="Arial" w:cs="Times New Roman"/>
      </w:rPr>
    </w:lvl>
    <w:lvl w:ilvl="1" w:tplc="04090019" w:tentative="1">
      <w:start w:val="1"/>
      <w:numFmt w:val="lowerLetter"/>
      <w:lvlText w:val="%2."/>
      <w:lvlJc w:val="left"/>
      <w:pPr>
        <w:tabs>
          <w:tab w:val="num" w:pos="2461"/>
        </w:tabs>
        <w:ind w:left="2461" w:hanging="360"/>
      </w:pPr>
    </w:lvl>
    <w:lvl w:ilvl="2" w:tplc="0409001B" w:tentative="1">
      <w:start w:val="1"/>
      <w:numFmt w:val="lowerRoman"/>
      <w:lvlText w:val="%3."/>
      <w:lvlJc w:val="right"/>
      <w:pPr>
        <w:tabs>
          <w:tab w:val="num" w:pos="3181"/>
        </w:tabs>
        <w:ind w:left="3181" w:hanging="180"/>
      </w:pPr>
    </w:lvl>
    <w:lvl w:ilvl="3" w:tplc="0409000F" w:tentative="1">
      <w:start w:val="1"/>
      <w:numFmt w:val="decimal"/>
      <w:lvlText w:val="%4."/>
      <w:lvlJc w:val="left"/>
      <w:pPr>
        <w:tabs>
          <w:tab w:val="num" w:pos="3901"/>
        </w:tabs>
        <w:ind w:left="3901" w:hanging="360"/>
      </w:pPr>
    </w:lvl>
    <w:lvl w:ilvl="4" w:tplc="04090019" w:tentative="1">
      <w:start w:val="1"/>
      <w:numFmt w:val="lowerLetter"/>
      <w:lvlText w:val="%5."/>
      <w:lvlJc w:val="left"/>
      <w:pPr>
        <w:tabs>
          <w:tab w:val="num" w:pos="4621"/>
        </w:tabs>
        <w:ind w:left="4621" w:hanging="360"/>
      </w:pPr>
    </w:lvl>
    <w:lvl w:ilvl="5" w:tplc="0409001B" w:tentative="1">
      <w:start w:val="1"/>
      <w:numFmt w:val="lowerRoman"/>
      <w:lvlText w:val="%6."/>
      <w:lvlJc w:val="right"/>
      <w:pPr>
        <w:tabs>
          <w:tab w:val="num" w:pos="5341"/>
        </w:tabs>
        <w:ind w:left="5341" w:hanging="180"/>
      </w:pPr>
    </w:lvl>
    <w:lvl w:ilvl="6" w:tplc="0409000F" w:tentative="1">
      <w:start w:val="1"/>
      <w:numFmt w:val="decimal"/>
      <w:lvlText w:val="%7."/>
      <w:lvlJc w:val="left"/>
      <w:pPr>
        <w:tabs>
          <w:tab w:val="num" w:pos="6061"/>
        </w:tabs>
        <w:ind w:left="6061" w:hanging="360"/>
      </w:pPr>
    </w:lvl>
    <w:lvl w:ilvl="7" w:tplc="04090019" w:tentative="1">
      <w:start w:val="1"/>
      <w:numFmt w:val="lowerLetter"/>
      <w:lvlText w:val="%8."/>
      <w:lvlJc w:val="left"/>
      <w:pPr>
        <w:tabs>
          <w:tab w:val="num" w:pos="6781"/>
        </w:tabs>
        <w:ind w:left="6781" w:hanging="360"/>
      </w:pPr>
    </w:lvl>
    <w:lvl w:ilvl="8" w:tplc="0409001B" w:tentative="1">
      <w:start w:val="1"/>
      <w:numFmt w:val="lowerRoman"/>
      <w:lvlText w:val="%9."/>
      <w:lvlJc w:val="right"/>
      <w:pPr>
        <w:tabs>
          <w:tab w:val="num" w:pos="7501"/>
        </w:tabs>
        <w:ind w:left="7501" w:hanging="180"/>
      </w:pPr>
    </w:lvl>
  </w:abstractNum>
  <w:abstractNum w:abstractNumId="12">
    <w:nsid w:val="52F1382F"/>
    <w:multiLevelType w:val="hybridMultilevel"/>
    <w:tmpl w:val="43348156"/>
    <w:lvl w:ilvl="0" w:tplc="0409000F">
      <w:start w:val="1"/>
      <w:numFmt w:val="decimal"/>
      <w:lvlText w:val="%1."/>
      <w:lvlJc w:val="left"/>
      <w:pPr>
        <w:tabs>
          <w:tab w:val="num" w:pos="1741"/>
        </w:tabs>
        <w:ind w:left="1741" w:hanging="360"/>
      </w:pPr>
    </w:lvl>
    <w:lvl w:ilvl="1" w:tplc="04090019" w:tentative="1">
      <w:start w:val="1"/>
      <w:numFmt w:val="lowerLetter"/>
      <w:lvlText w:val="%2."/>
      <w:lvlJc w:val="left"/>
      <w:pPr>
        <w:tabs>
          <w:tab w:val="num" w:pos="2461"/>
        </w:tabs>
        <w:ind w:left="2461" w:hanging="360"/>
      </w:pPr>
    </w:lvl>
    <w:lvl w:ilvl="2" w:tplc="0409001B" w:tentative="1">
      <w:start w:val="1"/>
      <w:numFmt w:val="lowerRoman"/>
      <w:lvlText w:val="%3."/>
      <w:lvlJc w:val="right"/>
      <w:pPr>
        <w:tabs>
          <w:tab w:val="num" w:pos="3181"/>
        </w:tabs>
        <w:ind w:left="3181" w:hanging="180"/>
      </w:pPr>
    </w:lvl>
    <w:lvl w:ilvl="3" w:tplc="0409000F" w:tentative="1">
      <w:start w:val="1"/>
      <w:numFmt w:val="decimal"/>
      <w:lvlText w:val="%4."/>
      <w:lvlJc w:val="left"/>
      <w:pPr>
        <w:tabs>
          <w:tab w:val="num" w:pos="3901"/>
        </w:tabs>
        <w:ind w:left="3901" w:hanging="360"/>
      </w:pPr>
    </w:lvl>
    <w:lvl w:ilvl="4" w:tplc="04090019" w:tentative="1">
      <w:start w:val="1"/>
      <w:numFmt w:val="lowerLetter"/>
      <w:lvlText w:val="%5."/>
      <w:lvlJc w:val="left"/>
      <w:pPr>
        <w:tabs>
          <w:tab w:val="num" w:pos="4621"/>
        </w:tabs>
        <w:ind w:left="4621" w:hanging="360"/>
      </w:pPr>
    </w:lvl>
    <w:lvl w:ilvl="5" w:tplc="0409001B" w:tentative="1">
      <w:start w:val="1"/>
      <w:numFmt w:val="lowerRoman"/>
      <w:lvlText w:val="%6."/>
      <w:lvlJc w:val="right"/>
      <w:pPr>
        <w:tabs>
          <w:tab w:val="num" w:pos="5341"/>
        </w:tabs>
        <w:ind w:left="5341" w:hanging="180"/>
      </w:pPr>
    </w:lvl>
    <w:lvl w:ilvl="6" w:tplc="0409000F" w:tentative="1">
      <w:start w:val="1"/>
      <w:numFmt w:val="decimal"/>
      <w:lvlText w:val="%7."/>
      <w:lvlJc w:val="left"/>
      <w:pPr>
        <w:tabs>
          <w:tab w:val="num" w:pos="6061"/>
        </w:tabs>
        <w:ind w:left="6061" w:hanging="360"/>
      </w:pPr>
    </w:lvl>
    <w:lvl w:ilvl="7" w:tplc="04090019" w:tentative="1">
      <w:start w:val="1"/>
      <w:numFmt w:val="lowerLetter"/>
      <w:lvlText w:val="%8."/>
      <w:lvlJc w:val="left"/>
      <w:pPr>
        <w:tabs>
          <w:tab w:val="num" w:pos="6781"/>
        </w:tabs>
        <w:ind w:left="6781" w:hanging="360"/>
      </w:pPr>
    </w:lvl>
    <w:lvl w:ilvl="8" w:tplc="0409001B" w:tentative="1">
      <w:start w:val="1"/>
      <w:numFmt w:val="lowerRoman"/>
      <w:lvlText w:val="%9."/>
      <w:lvlJc w:val="right"/>
      <w:pPr>
        <w:tabs>
          <w:tab w:val="num" w:pos="7501"/>
        </w:tabs>
        <w:ind w:left="7501" w:hanging="180"/>
      </w:pPr>
    </w:lvl>
  </w:abstractNum>
  <w:abstractNum w:abstractNumId="13">
    <w:nsid w:val="5911363D"/>
    <w:multiLevelType w:val="hybridMultilevel"/>
    <w:tmpl w:val="21AC0738"/>
    <w:lvl w:ilvl="0" w:tplc="43F695C6">
      <w:start w:val="1"/>
      <w:numFmt w:val="lowerLetter"/>
      <w:lvlText w:val="(%1)"/>
      <w:lvlJc w:val="left"/>
      <w:pPr>
        <w:tabs>
          <w:tab w:val="num" w:pos="2061"/>
        </w:tabs>
        <w:ind w:left="2061" w:hanging="360"/>
      </w:pPr>
      <w:rPr>
        <w:rFonts w:ascii="Times New Roman" w:eastAsia="Times New Roman" w:hAnsi="Times New Roman" w:cs="Times New Roman"/>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14">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EC85A93"/>
    <w:multiLevelType w:val="hybridMultilevel"/>
    <w:tmpl w:val="F2CE92AC"/>
    <w:lvl w:ilvl="0" w:tplc="04090003">
      <w:start w:val="1"/>
      <w:numFmt w:val="bullet"/>
      <w:lvlText w:val="o"/>
      <w:lvlJc w:val="left"/>
      <w:pPr>
        <w:tabs>
          <w:tab w:val="num" w:pos="1741"/>
        </w:tabs>
        <w:ind w:left="1741" w:hanging="360"/>
      </w:pPr>
      <w:rPr>
        <w:rFonts w:ascii="Courier New" w:hAnsi="Courier New" w:cs="Courier New" w:hint="default"/>
      </w:rPr>
    </w:lvl>
    <w:lvl w:ilvl="1" w:tplc="04090019" w:tentative="1">
      <w:start w:val="1"/>
      <w:numFmt w:val="lowerLetter"/>
      <w:lvlText w:val="%2."/>
      <w:lvlJc w:val="left"/>
      <w:pPr>
        <w:tabs>
          <w:tab w:val="num" w:pos="2461"/>
        </w:tabs>
        <w:ind w:left="2461" w:hanging="360"/>
      </w:pPr>
    </w:lvl>
    <w:lvl w:ilvl="2" w:tplc="0409001B" w:tentative="1">
      <w:start w:val="1"/>
      <w:numFmt w:val="lowerRoman"/>
      <w:lvlText w:val="%3."/>
      <w:lvlJc w:val="right"/>
      <w:pPr>
        <w:tabs>
          <w:tab w:val="num" w:pos="3181"/>
        </w:tabs>
        <w:ind w:left="3181" w:hanging="180"/>
      </w:pPr>
    </w:lvl>
    <w:lvl w:ilvl="3" w:tplc="0409000F" w:tentative="1">
      <w:start w:val="1"/>
      <w:numFmt w:val="decimal"/>
      <w:lvlText w:val="%4."/>
      <w:lvlJc w:val="left"/>
      <w:pPr>
        <w:tabs>
          <w:tab w:val="num" w:pos="3901"/>
        </w:tabs>
        <w:ind w:left="3901" w:hanging="360"/>
      </w:pPr>
    </w:lvl>
    <w:lvl w:ilvl="4" w:tplc="04090019" w:tentative="1">
      <w:start w:val="1"/>
      <w:numFmt w:val="lowerLetter"/>
      <w:lvlText w:val="%5."/>
      <w:lvlJc w:val="left"/>
      <w:pPr>
        <w:tabs>
          <w:tab w:val="num" w:pos="4621"/>
        </w:tabs>
        <w:ind w:left="4621" w:hanging="360"/>
      </w:pPr>
    </w:lvl>
    <w:lvl w:ilvl="5" w:tplc="0409001B" w:tentative="1">
      <w:start w:val="1"/>
      <w:numFmt w:val="lowerRoman"/>
      <w:lvlText w:val="%6."/>
      <w:lvlJc w:val="right"/>
      <w:pPr>
        <w:tabs>
          <w:tab w:val="num" w:pos="5341"/>
        </w:tabs>
        <w:ind w:left="5341" w:hanging="180"/>
      </w:pPr>
    </w:lvl>
    <w:lvl w:ilvl="6" w:tplc="0409000F" w:tentative="1">
      <w:start w:val="1"/>
      <w:numFmt w:val="decimal"/>
      <w:lvlText w:val="%7."/>
      <w:lvlJc w:val="left"/>
      <w:pPr>
        <w:tabs>
          <w:tab w:val="num" w:pos="6061"/>
        </w:tabs>
        <w:ind w:left="6061" w:hanging="360"/>
      </w:pPr>
    </w:lvl>
    <w:lvl w:ilvl="7" w:tplc="04090019" w:tentative="1">
      <w:start w:val="1"/>
      <w:numFmt w:val="lowerLetter"/>
      <w:lvlText w:val="%8."/>
      <w:lvlJc w:val="left"/>
      <w:pPr>
        <w:tabs>
          <w:tab w:val="num" w:pos="6781"/>
        </w:tabs>
        <w:ind w:left="6781" w:hanging="360"/>
      </w:pPr>
    </w:lvl>
    <w:lvl w:ilvl="8" w:tplc="0409001B" w:tentative="1">
      <w:start w:val="1"/>
      <w:numFmt w:val="lowerRoman"/>
      <w:lvlText w:val="%9."/>
      <w:lvlJc w:val="right"/>
      <w:pPr>
        <w:tabs>
          <w:tab w:val="num" w:pos="7501"/>
        </w:tabs>
        <w:ind w:left="7501" w:hanging="180"/>
      </w:pPr>
    </w:lvl>
  </w:abstractNum>
  <w:abstractNum w:abstractNumId="16">
    <w:nsid w:val="60CD57C4"/>
    <w:multiLevelType w:val="hybridMultilevel"/>
    <w:tmpl w:val="90D60FA0"/>
    <w:lvl w:ilvl="0" w:tplc="F5FC7254">
      <w:start w:val="1"/>
      <w:numFmt w:val="lowerLetter"/>
      <w:lvlText w:val="%1."/>
      <w:lvlJc w:val="left"/>
      <w:pPr>
        <w:tabs>
          <w:tab w:val="num" w:pos="1801"/>
        </w:tabs>
        <w:ind w:left="1801" w:hanging="360"/>
      </w:pPr>
      <w:rPr>
        <w:rFonts w:hint="default"/>
      </w:rPr>
    </w:lvl>
    <w:lvl w:ilvl="1" w:tplc="04090019">
      <w:start w:val="1"/>
      <w:numFmt w:val="lowerLetter"/>
      <w:lvlText w:val="%2."/>
      <w:lvlJc w:val="left"/>
      <w:pPr>
        <w:tabs>
          <w:tab w:val="num" w:pos="2521"/>
        </w:tabs>
        <w:ind w:left="2521" w:hanging="360"/>
      </w:pPr>
    </w:lvl>
    <w:lvl w:ilvl="2" w:tplc="0409001B" w:tentative="1">
      <w:start w:val="1"/>
      <w:numFmt w:val="lowerRoman"/>
      <w:lvlText w:val="%3."/>
      <w:lvlJc w:val="right"/>
      <w:pPr>
        <w:tabs>
          <w:tab w:val="num" w:pos="3241"/>
        </w:tabs>
        <w:ind w:left="3241" w:hanging="180"/>
      </w:pPr>
    </w:lvl>
    <w:lvl w:ilvl="3" w:tplc="0409000F" w:tentative="1">
      <w:start w:val="1"/>
      <w:numFmt w:val="decimal"/>
      <w:lvlText w:val="%4."/>
      <w:lvlJc w:val="left"/>
      <w:pPr>
        <w:tabs>
          <w:tab w:val="num" w:pos="3961"/>
        </w:tabs>
        <w:ind w:left="3961" w:hanging="360"/>
      </w:pPr>
    </w:lvl>
    <w:lvl w:ilvl="4" w:tplc="04090019" w:tentative="1">
      <w:start w:val="1"/>
      <w:numFmt w:val="lowerLetter"/>
      <w:lvlText w:val="%5."/>
      <w:lvlJc w:val="left"/>
      <w:pPr>
        <w:tabs>
          <w:tab w:val="num" w:pos="4681"/>
        </w:tabs>
        <w:ind w:left="4681" w:hanging="360"/>
      </w:pPr>
    </w:lvl>
    <w:lvl w:ilvl="5" w:tplc="0409001B" w:tentative="1">
      <w:start w:val="1"/>
      <w:numFmt w:val="lowerRoman"/>
      <w:lvlText w:val="%6."/>
      <w:lvlJc w:val="right"/>
      <w:pPr>
        <w:tabs>
          <w:tab w:val="num" w:pos="5401"/>
        </w:tabs>
        <w:ind w:left="5401" w:hanging="180"/>
      </w:pPr>
    </w:lvl>
    <w:lvl w:ilvl="6" w:tplc="0409000F" w:tentative="1">
      <w:start w:val="1"/>
      <w:numFmt w:val="decimal"/>
      <w:lvlText w:val="%7."/>
      <w:lvlJc w:val="left"/>
      <w:pPr>
        <w:tabs>
          <w:tab w:val="num" w:pos="6121"/>
        </w:tabs>
        <w:ind w:left="6121" w:hanging="360"/>
      </w:pPr>
    </w:lvl>
    <w:lvl w:ilvl="7" w:tplc="04090019" w:tentative="1">
      <w:start w:val="1"/>
      <w:numFmt w:val="lowerLetter"/>
      <w:lvlText w:val="%8."/>
      <w:lvlJc w:val="left"/>
      <w:pPr>
        <w:tabs>
          <w:tab w:val="num" w:pos="6841"/>
        </w:tabs>
        <w:ind w:left="6841" w:hanging="360"/>
      </w:pPr>
    </w:lvl>
    <w:lvl w:ilvl="8" w:tplc="0409001B" w:tentative="1">
      <w:start w:val="1"/>
      <w:numFmt w:val="lowerRoman"/>
      <w:lvlText w:val="%9."/>
      <w:lvlJc w:val="right"/>
      <w:pPr>
        <w:tabs>
          <w:tab w:val="num" w:pos="7561"/>
        </w:tabs>
        <w:ind w:left="7561" w:hanging="180"/>
      </w:pPr>
    </w:lvl>
  </w:abstractNum>
  <w:abstractNum w:abstractNumId="17">
    <w:nsid w:val="632C4B52"/>
    <w:multiLevelType w:val="hybridMultilevel"/>
    <w:tmpl w:val="98C8A8BC"/>
    <w:lvl w:ilvl="0" w:tplc="A11C4CF6">
      <w:start w:val="1"/>
      <w:numFmt w:val="lowerLetter"/>
      <w:lvlText w:val="(%1)"/>
      <w:lvlJc w:val="left"/>
      <w:pPr>
        <w:tabs>
          <w:tab w:val="num" w:pos="2061"/>
        </w:tabs>
        <w:ind w:left="2061" w:hanging="360"/>
      </w:pPr>
      <w:rPr>
        <w:rFonts w:ascii="Arial" w:eastAsia="Times New Roman"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nsid w:val="6D907680"/>
    <w:multiLevelType w:val="hybridMultilevel"/>
    <w:tmpl w:val="86968A26"/>
    <w:lvl w:ilvl="0" w:tplc="E680526C">
      <w:start w:val="1"/>
      <w:numFmt w:val="upp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0">
    <w:nsid w:val="74B879CA"/>
    <w:multiLevelType w:val="hybridMultilevel"/>
    <w:tmpl w:val="14E4C2AE"/>
    <w:lvl w:ilvl="0" w:tplc="0409000F">
      <w:start w:val="1"/>
      <w:numFmt w:val="decimal"/>
      <w:lvlText w:val="%1."/>
      <w:lvlJc w:val="left"/>
      <w:pPr>
        <w:tabs>
          <w:tab w:val="num" w:pos="1741"/>
        </w:tabs>
        <w:ind w:left="1741" w:hanging="360"/>
      </w:pPr>
    </w:lvl>
    <w:lvl w:ilvl="1" w:tplc="04090019" w:tentative="1">
      <w:start w:val="1"/>
      <w:numFmt w:val="lowerLetter"/>
      <w:lvlText w:val="%2."/>
      <w:lvlJc w:val="left"/>
      <w:pPr>
        <w:tabs>
          <w:tab w:val="num" w:pos="2461"/>
        </w:tabs>
        <w:ind w:left="2461" w:hanging="360"/>
      </w:pPr>
    </w:lvl>
    <w:lvl w:ilvl="2" w:tplc="0409001B" w:tentative="1">
      <w:start w:val="1"/>
      <w:numFmt w:val="lowerRoman"/>
      <w:lvlText w:val="%3."/>
      <w:lvlJc w:val="right"/>
      <w:pPr>
        <w:tabs>
          <w:tab w:val="num" w:pos="3181"/>
        </w:tabs>
        <w:ind w:left="3181" w:hanging="180"/>
      </w:pPr>
    </w:lvl>
    <w:lvl w:ilvl="3" w:tplc="0409000F" w:tentative="1">
      <w:start w:val="1"/>
      <w:numFmt w:val="decimal"/>
      <w:lvlText w:val="%4."/>
      <w:lvlJc w:val="left"/>
      <w:pPr>
        <w:tabs>
          <w:tab w:val="num" w:pos="3901"/>
        </w:tabs>
        <w:ind w:left="3901" w:hanging="360"/>
      </w:pPr>
    </w:lvl>
    <w:lvl w:ilvl="4" w:tplc="04090019" w:tentative="1">
      <w:start w:val="1"/>
      <w:numFmt w:val="lowerLetter"/>
      <w:lvlText w:val="%5."/>
      <w:lvlJc w:val="left"/>
      <w:pPr>
        <w:tabs>
          <w:tab w:val="num" w:pos="4621"/>
        </w:tabs>
        <w:ind w:left="4621" w:hanging="360"/>
      </w:pPr>
    </w:lvl>
    <w:lvl w:ilvl="5" w:tplc="0409001B" w:tentative="1">
      <w:start w:val="1"/>
      <w:numFmt w:val="lowerRoman"/>
      <w:lvlText w:val="%6."/>
      <w:lvlJc w:val="right"/>
      <w:pPr>
        <w:tabs>
          <w:tab w:val="num" w:pos="5341"/>
        </w:tabs>
        <w:ind w:left="5341" w:hanging="180"/>
      </w:pPr>
    </w:lvl>
    <w:lvl w:ilvl="6" w:tplc="0409000F" w:tentative="1">
      <w:start w:val="1"/>
      <w:numFmt w:val="decimal"/>
      <w:lvlText w:val="%7."/>
      <w:lvlJc w:val="left"/>
      <w:pPr>
        <w:tabs>
          <w:tab w:val="num" w:pos="6061"/>
        </w:tabs>
        <w:ind w:left="6061" w:hanging="360"/>
      </w:pPr>
    </w:lvl>
    <w:lvl w:ilvl="7" w:tplc="04090019" w:tentative="1">
      <w:start w:val="1"/>
      <w:numFmt w:val="lowerLetter"/>
      <w:lvlText w:val="%8."/>
      <w:lvlJc w:val="left"/>
      <w:pPr>
        <w:tabs>
          <w:tab w:val="num" w:pos="6781"/>
        </w:tabs>
        <w:ind w:left="6781" w:hanging="360"/>
      </w:pPr>
    </w:lvl>
    <w:lvl w:ilvl="8" w:tplc="0409001B" w:tentative="1">
      <w:start w:val="1"/>
      <w:numFmt w:val="lowerRoman"/>
      <w:lvlText w:val="%9."/>
      <w:lvlJc w:val="right"/>
      <w:pPr>
        <w:tabs>
          <w:tab w:val="num" w:pos="7501"/>
        </w:tabs>
        <w:ind w:left="7501" w:hanging="180"/>
      </w:pPr>
    </w:lvl>
  </w:abstractNum>
  <w:abstractNum w:abstractNumId="21">
    <w:nsid w:val="75A510B3"/>
    <w:multiLevelType w:val="hybridMultilevel"/>
    <w:tmpl w:val="955EC8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nsid w:val="774F6CF4"/>
    <w:multiLevelType w:val="multilevel"/>
    <w:tmpl w:val="6A12A352"/>
    <w:lvl w:ilvl="0">
      <w:start w:val="1"/>
      <w:numFmt w:val="lowerLetter"/>
      <w:lvlText w:val="(%1.)"/>
      <w:lvlJc w:val="left"/>
      <w:pPr>
        <w:tabs>
          <w:tab w:val="num" w:pos="2061"/>
        </w:tabs>
        <w:ind w:left="2061" w:hanging="360"/>
      </w:pPr>
      <w:rPr>
        <w:rFonts w:ascii="Arial" w:eastAsia="Times New Roman" w:hAnsi="Arial" w:cs="Times New Roman"/>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num w:numId="1">
    <w:abstractNumId w:val="16"/>
  </w:num>
  <w:num w:numId="2">
    <w:abstractNumId w:val="20"/>
  </w:num>
  <w:num w:numId="3">
    <w:abstractNumId w:val="6"/>
  </w:num>
  <w:num w:numId="4">
    <w:abstractNumId w:val="15"/>
  </w:num>
  <w:num w:numId="5">
    <w:abstractNumId w:val="8"/>
  </w:num>
  <w:num w:numId="6">
    <w:abstractNumId w:val="12"/>
  </w:num>
  <w:num w:numId="7">
    <w:abstractNumId w:val="4"/>
  </w:num>
  <w:num w:numId="8">
    <w:abstractNumId w:val="7"/>
  </w:num>
  <w:num w:numId="9">
    <w:abstractNumId w:val="11"/>
  </w:num>
  <w:num w:numId="10">
    <w:abstractNumId w:val="13"/>
  </w:num>
  <w:num w:numId="11">
    <w:abstractNumId w:val="23"/>
  </w:num>
  <w:num w:numId="12">
    <w:abstractNumId w:val="17"/>
  </w:num>
  <w:num w:numId="13">
    <w:abstractNumId w:val="3"/>
  </w:num>
  <w:num w:numId="14">
    <w:abstractNumId w:val="9"/>
  </w:num>
  <w:num w:numId="15">
    <w:abstractNumId w:val="0"/>
  </w:num>
  <w:num w:numId="16">
    <w:abstractNumId w:val="10"/>
  </w:num>
  <w:num w:numId="17">
    <w:abstractNumId w:val="1"/>
  </w:num>
  <w:num w:numId="18">
    <w:abstractNumId w:val="5"/>
  </w:num>
  <w:num w:numId="19">
    <w:abstractNumId w:val="21"/>
  </w:num>
  <w:num w:numId="20">
    <w:abstractNumId w:val="2"/>
  </w:num>
  <w:num w:numId="21">
    <w:abstractNumId w:val="19"/>
  </w:num>
  <w:num w:numId="22">
    <w:abstractNumId w:val="22"/>
  </w:num>
  <w:num w:numId="23">
    <w:abstractNumId w:val="18"/>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1"/>
  <w:proofState w:spelling="clean" w:grammar="clean"/>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189"/>
    <w:rsid w:val="00011F61"/>
    <w:rsid w:val="00022FB9"/>
    <w:rsid w:val="00025DDE"/>
    <w:rsid w:val="0004015F"/>
    <w:rsid w:val="00044291"/>
    <w:rsid w:val="000545AB"/>
    <w:rsid w:val="00063081"/>
    <w:rsid w:val="00074197"/>
    <w:rsid w:val="0007447E"/>
    <w:rsid w:val="00076E18"/>
    <w:rsid w:val="000A6566"/>
    <w:rsid w:val="000A6FE2"/>
    <w:rsid w:val="000C32B8"/>
    <w:rsid w:val="000E492F"/>
    <w:rsid w:val="000F08C9"/>
    <w:rsid w:val="000F251F"/>
    <w:rsid w:val="000F2BB7"/>
    <w:rsid w:val="000F2F90"/>
    <w:rsid w:val="000F4830"/>
    <w:rsid w:val="000F732F"/>
    <w:rsid w:val="00104ECC"/>
    <w:rsid w:val="00111B72"/>
    <w:rsid w:val="00114DEF"/>
    <w:rsid w:val="00116BE8"/>
    <w:rsid w:val="00123FA7"/>
    <w:rsid w:val="001412ED"/>
    <w:rsid w:val="00145DD7"/>
    <w:rsid w:val="00146E0E"/>
    <w:rsid w:val="00150D07"/>
    <w:rsid w:val="001570E2"/>
    <w:rsid w:val="00161C43"/>
    <w:rsid w:val="00163B53"/>
    <w:rsid w:val="001730D7"/>
    <w:rsid w:val="0018534F"/>
    <w:rsid w:val="00190C34"/>
    <w:rsid w:val="001968E1"/>
    <w:rsid w:val="001A1E18"/>
    <w:rsid w:val="001B5F8A"/>
    <w:rsid w:val="001C1B1E"/>
    <w:rsid w:val="001C2C84"/>
    <w:rsid w:val="001C4355"/>
    <w:rsid w:val="001E32D8"/>
    <w:rsid w:val="001E7189"/>
    <w:rsid w:val="001F2CB7"/>
    <w:rsid w:val="002008F4"/>
    <w:rsid w:val="00203277"/>
    <w:rsid w:val="00217CE1"/>
    <w:rsid w:val="00217D41"/>
    <w:rsid w:val="00221399"/>
    <w:rsid w:val="00221DF6"/>
    <w:rsid w:val="00234A4F"/>
    <w:rsid w:val="00236BE7"/>
    <w:rsid w:val="00244C6B"/>
    <w:rsid w:val="00274B61"/>
    <w:rsid w:val="00276FD2"/>
    <w:rsid w:val="00283B3B"/>
    <w:rsid w:val="0028409E"/>
    <w:rsid w:val="00290147"/>
    <w:rsid w:val="002912F5"/>
    <w:rsid w:val="00292D23"/>
    <w:rsid w:val="002932D3"/>
    <w:rsid w:val="002955C5"/>
    <w:rsid w:val="002A1A94"/>
    <w:rsid w:val="002A3AD2"/>
    <w:rsid w:val="002A549A"/>
    <w:rsid w:val="002A652C"/>
    <w:rsid w:val="002B26A2"/>
    <w:rsid w:val="002E4087"/>
    <w:rsid w:val="002F36CD"/>
    <w:rsid w:val="003233DA"/>
    <w:rsid w:val="00327FB4"/>
    <w:rsid w:val="00342923"/>
    <w:rsid w:val="0034487C"/>
    <w:rsid w:val="0036047B"/>
    <w:rsid w:val="003635A3"/>
    <w:rsid w:val="00366BDA"/>
    <w:rsid w:val="003717E9"/>
    <w:rsid w:val="00374EBB"/>
    <w:rsid w:val="003832D9"/>
    <w:rsid w:val="00396F06"/>
    <w:rsid w:val="003A3DAF"/>
    <w:rsid w:val="003B1430"/>
    <w:rsid w:val="003C25CA"/>
    <w:rsid w:val="003E33B9"/>
    <w:rsid w:val="003F1325"/>
    <w:rsid w:val="003F6587"/>
    <w:rsid w:val="00400145"/>
    <w:rsid w:val="0041507B"/>
    <w:rsid w:val="00420E20"/>
    <w:rsid w:val="0042590B"/>
    <w:rsid w:val="004434FC"/>
    <w:rsid w:val="00450F32"/>
    <w:rsid w:val="0045511F"/>
    <w:rsid w:val="0048213E"/>
    <w:rsid w:val="0049102A"/>
    <w:rsid w:val="00492365"/>
    <w:rsid w:val="00496077"/>
    <w:rsid w:val="00496A19"/>
    <w:rsid w:val="00496AC7"/>
    <w:rsid w:val="00497198"/>
    <w:rsid w:val="00497E69"/>
    <w:rsid w:val="004B1B10"/>
    <w:rsid w:val="004C4FDB"/>
    <w:rsid w:val="004D1CD7"/>
    <w:rsid w:val="004E3783"/>
    <w:rsid w:val="004F270A"/>
    <w:rsid w:val="004F292A"/>
    <w:rsid w:val="004F6D3F"/>
    <w:rsid w:val="00504E29"/>
    <w:rsid w:val="00511142"/>
    <w:rsid w:val="005170EA"/>
    <w:rsid w:val="0051790E"/>
    <w:rsid w:val="00523B05"/>
    <w:rsid w:val="00534C5D"/>
    <w:rsid w:val="00543270"/>
    <w:rsid w:val="00555392"/>
    <w:rsid w:val="00556203"/>
    <w:rsid w:val="00561702"/>
    <w:rsid w:val="0056513C"/>
    <w:rsid w:val="005657AC"/>
    <w:rsid w:val="0056709F"/>
    <w:rsid w:val="00571419"/>
    <w:rsid w:val="005940E4"/>
    <w:rsid w:val="00594AC6"/>
    <w:rsid w:val="005A1880"/>
    <w:rsid w:val="005A3F0A"/>
    <w:rsid w:val="005A66F0"/>
    <w:rsid w:val="005B2925"/>
    <w:rsid w:val="005B2F48"/>
    <w:rsid w:val="005B5050"/>
    <w:rsid w:val="005C6E16"/>
    <w:rsid w:val="005C7656"/>
    <w:rsid w:val="005D0073"/>
    <w:rsid w:val="005D4DD0"/>
    <w:rsid w:val="005E55B7"/>
    <w:rsid w:val="005F00C2"/>
    <w:rsid w:val="005F020E"/>
    <w:rsid w:val="00601C68"/>
    <w:rsid w:val="00607276"/>
    <w:rsid w:val="00611E0C"/>
    <w:rsid w:val="00614A1B"/>
    <w:rsid w:val="006159A3"/>
    <w:rsid w:val="00616D82"/>
    <w:rsid w:val="006218C5"/>
    <w:rsid w:val="00624974"/>
    <w:rsid w:val="00624D18"/>
    <w:rsid w:val="0062797D"/>
    <w:rsid w:val="00631470"/>
    <w:rsid w:val="00635E94"/>
    <w:rsid w:val="00636CAC"/>
    <w:rsid w:val="00652A4A"/>
    <w:rsid w:val="006536E2"/>
    <w:rsid w:val="00660F5B"/>
    <w:rsid w:val="0066635E"/>
    <w:rsid w:val="00674422"/>
    <w:rsid w:val="00677338"/>
    <w:rsid w:val="006838C8"/>
    <w:rsid w:val="00690ACA"/>
    <w:rsid w:val="00693104"/>
    <w:rsid w:val="00697109"/>
    <w:rsid w:val="006A0F3A"/>
    <w:rsid w:val="006A7534"/>
    <w:rsid w:val="006A79EE"/>
    <w:rsid w:val="006B0610"/>
    <w:rsid w:val="006B144D"/>
    <w:rsid w:val="006C26A3"/>
    <w:rsid w:val="006C5AED"/>
    <w:rsid w:val="006C5BBA"/>
    <w:rsid w:val="006C61C2"/>
    <w:rsid w:val="006D4838"/>
    <w:rsid w:val="006D700F"/>
    <w:rsid w:val="006E784B"/>
    <w:rsid w:val="00720FE3"/>
    <w:rsid w:val="00724A6B"/>
    <w:rsid w:val="00725516"/>
    <w:rsid w:val="00726227"/>
    <w:rsid w:val="007341ED"/>
    <w:rsid w:val="00737A5B"/>
    <w:rsid w:val="00745473"/>
    <w:rsid w:val="00747DF3"/>
    <w:rsid w:val="00770D09"/>
    <w:rsid w:val="00773365"/>
    <w:rsid w:val="00773C67"/>
    <w:rsid w:val="007747BC"/>
    <w:rsid w:val="0077613A"/>
    <w:rsid w:val="00790CA4"/>
    <w:rsid w:val="007B0ECD"/>
    <w:rsid w:val="007B5681"/>
    <w:rsid w:val="007B5DEA"/>
    <w:rsid w:val="007C74BD"/>
    <w:rsid w:val="007D2D88"/>
    <w:rsid w:val="007D655F"/>
    <w:rsid w:val="007E6772"/>
    <w:rsid w:val="00805143"/>
    <w:rsid w:val="008333DD"/>
    <w:rsid w:val="008360FD"/>
    <w:rsid w:val="008525B4"/>
    <w:rsid w:val="00854B39"/>
    <w:rsid w:val="008555CB"/>
    <w:rsid w:val="00865892"/>
    <w:rsid w:val="00865C91"/>
    <w:rsid w:val="00872B4C"/>
    <w:rsid w:val="008804FB"/>
    <w:rsid w:val="00883485"/>
    <w:rsid w:val="0088454A"/>
    <w:rsid w:val="00894C77"/>
    <w:rsid w:val="008A29F1"/>
    <w:rsid w:val="008A4F51"/>
    <w:rsid w:val="008A6B75"/>
    <w:rsid w:val="008B4452"/>
    <w:rsid w:val="008C3482"/>
    <w:rsid w:val="008C4AE0"/>
    <w:rsid w:val="008C6189"/>
    <w:rsid w:val="008D5849"/>
    <w:rsid w:val="008E0115"/>
    <w:rsid w:val="008E07BE"/>
    <w:rsid w:val="00907946"/>
    <w:rsid w:val="00911FCF"/>
    <w:rsid w:val="00926FCB"/>
    <w:rsid w:val="00930606"/>
    <w:rsid w:val="00931D22"/>
    <w:rsid w:val="00932700"/>
    <w:rsid w:val="00942D68"/>
    <w:rsid w:val="009532F1"/>
    <w:rsid w:val="009551C3"/>
    <w:rsid w:val="00956B17"/>
    <w:rsid w:val="009600E0"/>
    <w:rsid w:val="00960B9F"/>
    <w:rsid w:val="00961D6E"/>
    <w:rsid w:val="00963A8B"/>
    <w:rsid w:val="009704A0"/>
    <w:rsid w:val="00975BD6"/>
    <w:rsid w:val="00977577"/>
    <w:rsid w:val="00980F3F"/>
    <w:rsid w:val="00981F80"/>
    <w:rsid w:val="00983EF7"/>
    <w:rsid w:val="0098429F"/>
    <w:rsid w:val="009851B1"/>
    <w:rsid w:val="00997704"/>
    <w:rsid w:val="009A3FAD"/>
    <w:rsid w:val="009B2F98"/>
    <w:rsid w:val="009B75C5"/>
    <w:rsid w:val="009D1335"/>
    <w:rsid w:val="009D18E9"/>
    <w:rsid w:val="009D1F0E"/>
    <w:rsid w:val="009D2F62"/>
    <w:rsid w:val="009D7D77"/>
    <w:rsid w:val="009E2F14"/>
    <w:rsid w:val="009F07BC"/>
    <w:rsid w:val="009F2C1D"/>
    <w:rsid w:val="00A178B9"/>
    <w:rsid w:val="00A20FEA"/>
    <w:rsid w:val="00A25559"/>
    <w:rsid w:val="00A35204"/>
    <w:rsid w:val="00A35CA8"/>
    <w:rsid w:val="00A431EF"/>
    <w:rsid w:val="00A445AC"/>
    <w:rsid w:val="00A44995"/>
    <w:rsid w:val="00A47E2B"/>
    <w:rsid w:val="00A519B6"/>
    <w:rsid w:val="00A60CF6"/>
    <w:rsid w:val="00A645E6"/>
    <w:rsid w:val="00A741D2"/>
    <w:rsid w:val="00A8288C"/>
    <w:rsid w:val="00A84790"/>
    <w:rsid w:val="00A86E47"/>
    <w:rsid w:val="00A90292"/>
    <w:rsid w:val="00A91AC0"/>
    <w:rsid w:val="00A96B0B"/>
    <w:rsid w:val="00A97FD7"/>
    <w:rsid w:val="00AA25ED"/>
    <w:rsid w:val="00AB704B"/>
    <w:rsid w:val="00AD6928"/>
    <w:rsid w:val="00AE0FB0"/>
    <w:rsid w:val="00AE2690"/>
    <w:rsid w:val="00B04913"/>
    <w:rsid w:val="00B0538C"/>
    <w:rsid w:val="00B11D7C"/>
    <w:rsid w:val="00B1471E"/>
    <w:rsid w:val="00B35B72"/>
    <w:rsid w:val="00B36038"/>
    <w:rsid w:val="00B41C65"/>
    <w:rsid w:val="00B50D22"/>
    <w:rsid w:val="00B53C81"/>
    <w:rsid w:val="00B60C40"/>
    <w:rsid w:val="00B6273D"/>
    <w:rsid w:val="00B66517"/>
    <w:rsid w:val="00B72AC5"/>
    <w:rsid w:val="00B753B6"/>
    <w:rsid w:val="00B7543E"/>
    <w:rsid w:val="00B85C93"/>
    <w:rsid w:val="00B8714B"/>
    <w:rsid w:val="00BA385B"/>
    <w:rsid w:val="00BA6FFE"/>
    <w:rsid w:val="00BB20F7"/>
    <w:rsid w:val="00BB7234"/>
    <w:rsid w:val="00BC502A"/>
    <w:rsid w:val="00BC5608"/>
    <w:rsid w:val="00BE56C9"/>
    <w:rsid w:val="00BE6583"/>
    <w:rsid w:val="00BF1994"/>
    <w:rsid w:val="00BF2C9D"/>
    <w:rsid w:val="00BF594E"/>
    <w:rsid w:val="00C046E1"/>
    <w:rsid w:val="00C05B4C"/>
    <w:rsid w:val="00C14EE1"/>
    <w:rsid w:val="00C24472"/>
    <w:rsid w:val="00C25AE7"/>
    <w:rsid w:val="00C363F9"/>
    <w:rsid w:val="00C44B08"/>
    <w:rsid w:val="00C44B76"/>
    <w:rsid w:val="00C46230"/>
    <w:rsid w:val="00C472EA"/>
    <w:rsid w:val="00C5279B"/>
    <w:rsid w:val="00C5619D"/>
    <w:rsid w:val="00C642A0"/>
    <w:rsid w:val="00C80F13"/>
    <w:rsid w:val="00C83E65"/>
    <w:rsid w:val="00C8459F"/>
    <w:rsid w:val="00C9488D"/>
    <w:rsid w:val="00C95CA3"/>
    <w:rsid w:val="00C96230"/>
    <w:rsid w:val="00CA47F9"/>
    <w:rsid w:val="00CA6D31"/>
    <w:rsid w:val="00CB1901"/>
    <w:rsid w:val="00CB1B9B"/>
    <w:rsid w:val="00CB5B37"/>
    <w:rsid w:val="00CB6930"/>
    <w:rsid w:val="00CC0BC8"/>
    <w:rsid w:val="00CC36AD"/>
    <w:rsid w:val="00CD4B7A"/>
    <w:rsid w:val="00CE3BCF"/>
    <w:rsid w:val="00CF12CB"/>
    <w:rsid w:val="00D01329"/>
    <w:rsid w:val="00D04893"/>
    <w:rsid w:val="00D079D2"/>
    <w:rsid w:val="00D12CDE"/>
    <w:rsid w:val="00D22EF9"/>
    <w:rsid w:val="00D22F4E"/>
    <w:rsid w:val="00D304C8"/>
    <w:rsid w:val="00D3134F"/>
    <w:rsid w:val="00D44BB5"/>
    <w:rsid w:val="00D470D9"/>
    <w:rsid w:val="00D47AB9"/>
    <w:rsid w:val="00D508C6"/>
    <w:rsid w:val="00D56DFD"/>
    <w:rsid w:val="00D668E6"/>
    <w:rsid w:val="00D72A73"/>
    <w:rsid w:val="00D77CCA"/>
    <w:rsid w:val="00D87C25"/>
    <w:rsid w:val="00D92528"/>
    <w:rsid w:val="00D95250"/>
    <w:rsid w:val="00D9688B"/>
    <w:rsid w:val="00DA1CA4"/>
    <w:rsid w:val="00DB2D70"/>
    <w:rsid w:val="00DB7B4C"/>
    <w:rsid w:val="00DC0BC6"/>
    <w:rsid w:val="00DC2EBF"/>
    <w:rsid w:val="00DE0AFF"/>
    <w:rsid w:val="00DE26FE"/>
    <w:rsid w:val="00DE4FF8"/>
    <w:rsid w:val="00DE5AFF"/>
    <w:rsid w:val="00DF6BCB"/>
    <w:rsid w:val="00E10987"/>
    <w:rsid w:val="00E10A72"/>
    <w:rsid w:val="00E12B59"/>
    <w:rsid w:val="00E17427"/>
    <w:rsid w:val="00E236E6"/>
    <w:rsid w:val="00E24562"/>
    <w:rsid w:val="00E335FC"/>
    <w:rsid w:val="00E33C5B"/>
    <w:rsid w:val="00E34528"/>
    <w:rsid w:val="00E417A9"/>
    <w:rsid w:val="00E45F3F"/>
    <w:rsid w:val="00E46EED"/>
    <w:rsid w:val="00E50960"/>
    <w:rsid w:val="00E51D0D"/>
    <w:rsid w:val="00E561DB"/>
    <w:rsid w:val="00E63516"/>
    <w:rsid w:val="00E65502"/>
    <w:rsid w:val="00E7018E"/>
    <w:rsid w:val="00E702A2"/>
    <w:rsid w:val="00E74A6B"/>
    <w:rsid w:val="00E80B66"/>
    <w:rsid w:val="00E90051"/>
    <w:rsid w:val="00EC7843"/>
    <w:rsid w:val="00ED162E"/>
    <w:rsid w:val="00ED1959"/>
    <w:rsid w:val="00ED6516"/>
    <w:rsid w:val="00EF09E9"/>
    <w:rsid w:val="00EF4C1B"/>
    <w:rsid w:val="00EF5321"/>
    <w:rsid w:val="00EF58AF"/>
    <w:rsid w:val="00F0015D"/>
    <w:rsid w:val="00F00BEC"/>
    <w:rsid w:val="00F11F2A"/>
    <w:rsid w:val="00F24422"/>
    <w:rsid w:val="00F24FC6"/>
    <w:rsid w:val="00F25765"/>
    <w:rsid w:val="00F339ED"/>
    <w:rsid w:val="00F36CFA"/>
    <w:rsid w:val="00F43C21"/>
    <w:rsid w:val="00F74F5B"/>
    <w:rsid w:val="00F77588"/>
    <w:rsid w:val="00F85B46"/>
    <w:rsid w:val="00F9740F"/>
    <w:rsid w:val="00FA275C"/>
    <w:rsid w:val="00FA681D"/>
    <w:rsid w:val="00FB295F"/>
    <w:rsid w:val="00FB3DF2"/>
    <w:rsid w:val="00FC2800"/>
    <w:rsid w:val="00FD61B6"/>
    <w:rsid w:val="00FD7AFB"/>
    <w:rsid w:val="00FE1E29"/>
    <w:rsid w:val="00FE5C6E"/>
    <w:rsid w:val="00FE7676"/>
    <w:rsid w:val="00FF4502"/>
    <w:rsid w:val="00FF7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7FB4"/>
    <w:rPr>
      <w:rFonts w:ascii="Arial" w:hAnsi="Arial" w:cs="Arial"/>
      <w:sz w:val="22"/>
    </w:rPr>
  </w:style>
  <w:style w:type="paragraph" w:styleId="Heading1">
    <w:name w:val="heading 1"/>
    <w:basedOn w:val="Normal"/>
    <w:next w:val="Normal"/>
    <w:qFormat/>
    <w:rsid w:val="00327FB4"/>
    <w:pPr>
      <w:keepNext/>
      <w:spacing w:before="240" w:after="60"/>
      <w:outlineLvl w:val="0"/>
    </w:pPr>
    <w:rPr>
      <w:rFonts w:eastAsia="SimSun"/>
      <w:b/>
      <w:bCs/>
      <w:caps/>
      <w:kern w:val="32"/>
      <w:szCs w:val="32"/>
    </w:rPr>
  </w:style>
  <w:style w:type="paragraph" w:styleId="Heading2">
    <w:name w:val="heading 2"/>
    <w:basedOn w:val="Normal"/>
    <w:next w:val="Normal"/>
    <w:qFormat/>
    <w:rsid w:val="00327FB4"/>
    <w:pPr>
      <w:keepNext/>
      <w:spacing w:before="240" w:after="60"/>
      <w:outlineLvl w:val="1"/>
    </w:pPr>
    <w:rPr>
      <w:rFonts w:eastAsia="SimSun"/>
      <w:bCs/>
      <w:iCs/>
      <w:caps/>
      <w:szCs w:val="28"/>
    </w:rPr>
  </w:style>
  <w:style w:type="paragraph" w:styleId="Heading3">
    <w:name w:val="heading 3"/>
    <w:basedOn w:val="Normal"/>
    <w:next w:val="Normal"/>
    <w:qFormat/>
    <w:rsid w:val="00327FB4"/>
    <w:pPr>
      <w:keepNext/>
      <w:spacing w:before="240" w:after="60"/>
      <w:outlineLvl w:val="2"/>
    </w:pPr>
    <w:rPr>
      <w:rFonts w:eastAsia="SimSun"/>
      <w:bCs/>
      <w:szCs w:val="26"/>
      <w:u w:val="single"/>
    </w:rPr>
  </w:style>
  <w:style w:type="paragraph" w:styleId="Heading4">
    <w:name w:val="heading 4"/>
    <w:basedOn w:val="Normal"/>
    <w:next w:val="Normal"/>
    <w:qFormat/>
    <w:rsid w:val="00327FB4"/>
    <w:pPr>
      <w:keepNext/>
      <w:spacing w:before="240" w:after="60"/>
      <w:outlineLvl w:val="3"/>
    </w:pPr>
    <w:rPr>
      <w:rFonts w:eastAsia="SimSun"/>
      <w:bCs/>
      <w:i/>
      <w:szCs w:val="28"/>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9">
    <w:name w:val="heading 9"/>
    <w:basedOn w:val="Normal"/>
    <w:next w:val="Normal"/>
    <w:qFormat/>
    <w:pPr>
      <w:spacing w:before="240" w:after="60"/>
      <w:outlineLvl w:val="8"/>
    </w:pPr>
    <w:rPr>
      <w:i/>
    </w:rPr>
  </w:style>
  <w:style w:type="character" w:default="1" w:styleId="DefaultParagraphFont">
    <w:name w:val="Default Paragraph Font"/>
    <w:uiPriority w:val="1"/>
    <w:semiHidden/>
    <w:unhideWhenUsed/>
    <w:rsid w:val="00327F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7FB4"/>
  </w:style>
  <w:style w:type="paragraph" w:styleId="CommentText">
    <w:name w:val="annotation text"/>
    <w:basedOn w:val="Normal"/>
    <w:semiHidden/>
    <w:rsid w:val="00327FB4"/>
    <w:rPr>
      <w:sz w:val="18"/>
    </w:rPr>
  </w:style>
  <w:style w:type="paragraph" w:styleId="BodyText">
    <w:name w:val="Body Text"/>
    <w:basedOn w:val="Normal"/>
    <w:rsid w:val="00327FB4"/>
    <w:pPr>
      <w:spacing w:after="220"/>
    </w:pPr>
  </w:style>
  <w:style w:type="paragraph" w:styleId="BodyTextIndent">
    <w:name w:val="Body Text Indent"/>
    <w:basedOn w:val="Normal"/>
    <w:semiHidden/>
    <w:pPr>
      <w:ind w:left="567"/>
    </w:pPr>
  </w:style>
  <w:style w:type="paragraph" w:styleId="Closing">
    <w:name w:val="Closing"/>
    <w:basedOn w:val="Normal"/>
    <w:semiHidden/>
    <w:pPr>
      <w:ind w:left="4536"/>
      <w:jc w:val="center"/>
    </w:pPr>
  </w:style>
  <w:style w:type="paragraph" w:customStyle="1" w:styleId="Committee">
    <w:name w:val="Committee"/>
    <w:basedOn w:val="Normal"/>
    <w:semiHidden/>
    <w:pPr>
      <w:spacing w:after="300"/>
      <w:jc w:val="center"/>
    </w:pPr>
    <w:rPr>
      <w:b/>
      <w:caps/>
      <w:kern w:val="28"/>
      <w:sz w:val="30"/>
    </w:rPr>
  </w:style>
  <w:style w:type="paragraph" w:customStyle="1" w:styleId="DecisionInvitingPara">
    <w:name w:val="Decision Inviting Para."/>
    <w:basedOn w:val="Normal"/>
    <w:rsid w:val="00693104"/>
    <w:pPr>
      <w:ind w:left="5534"/>
    </w:pPr>
    <w:rPr>
      <w:i/>
    </w:rPr>
  </w:style>
  <w:style w:type="paragraph" w:customStyle="1" w:styleId="PlaceAndDate">
    <w:name w:val="PlaceAndDate"/>
    <w:basedOn w:val="Session"/>
    <w:semiHidden/>
  </w:style>
  <w:style w:type="paragraph" w:customStyle="1" w:styleId="Endofdocument">
    <w:name w:val="End of document"/>
    <w:basedOn w:val="Normal"/>
    <w:rsid w:val="00693104"/>
    <w:pPr>
      <w:ind w:left="5534"/>
    </w:pPr>
  </w:style>
  <w:style w:type="paragraph" w:styleId="EndnoteText">
    <w:name w:val="endnote text"/>
    <w:basedOn w:val="Normal"/>
    <w:semiHidden/>
    <w:rsid w:val="00327FB4"/>
    <w:rPr>
      <w:sz w:val="18"/>
    </w:rPr>
  </w:style>
  <w:style w:type="paragraph" w:styleId="Footer">
    <w:name w:val="footer"/>
    <w:basedOn w:val="Normal"/>
    <w:semiHidden/>
    <w:rsid w:val="00327FB4"/>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sid w:val="00327FB4"/>
    <w:rPr>
      <w:sz w:val="18"/>
    </w:rPr>
  </w:style>
  <w:style w:type="paragraph" w:styleId="Header">
    <w:name w:val="header"/>
    <w:basedOn w:val="Normal"/>
    <w:semiHidden/>
    <w:rsid w:val="00327FB4"/>
    <w:pPr>
      <w:tabs>
        <w:tab w:val="center" w:pos="4536"/>
        <w:tab w:val="right" w:pos="9072"/>
      </w:tabs>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pPr>
      <w:spacing w:after="600"/>
      <w:ind w:left="-992" w:right="-992"/>
      <w:jc w:val="center"/>
    </w:pPr>
    <w:rPr>
      <w:b/>
      <w:caps/>
      <w:kern w:val="26"/>
      <w:sz w:val="26"/>
    </w:rPr>
  </w:style>
  <w:style w:type="paragraph" w:customStyle="1" w:styleId="preparedby">
    <w:name w:val="prepared by"/>
    <w:basedOn w:val="Normal"/>
    <w:next w:val="Normal"/>
    <w:rsid w:val="00F85B46"/>
    <w:pPr>
      <w:spacing w:before="120" w:after="480"/>
    </w:pPr>
    <w:rPr>
      <w:i/>
    </w:rPr>
  </w:style>
  <w:style w:type="paragraph" w:customStyle="1" w:styleId="Session">
    <w:name w:val="Session"/>
    <w:basedOn w:val="Normal"/>
    <w:semiHidden/>
    <w:pPr>
      <w:spacing w:before="60"/>
      <w:jc w:val="center"/>
    </w:pPr>
    <w:rPr>
      <w:b/>
      <w:sz w:val="30"/>
    </w:rPr>
  </w:style>
  <w:style w:type="paragraph" w:styleId="Signature">
    <w:name w:val="Signature"/>
    <w:basedOn w:val="Normal"/>
    <w:semiHidden/>
    <w:rsid w:val="00327FB4"/>
    <w:pPr>
      <w:ind w:left="5250"/>
    </w:pPr>
  </w:style>
  <w:style w:type="paragraph" w:styleId="Title">
    <w:name w:val="Title"/>
    <w:basedOn w:val="Normal"/>
    <w:qFormat/>
    <w:pPr>
      <w:spacing w:after="300"/>
      <w:jc w:val="center"/>
    </w:pPr>
    <w:rPr>
      <w:b/>
      <w:caps/>
      <w:kern w:val="28"/>
      <w:sz w:val="30"/>
    </w:rPr>
  </w:style>
  <w:style w:type="paragraph" w:customStyle="1" w:styleId="Documenttitle">
    <w:name w:val="Document title"/>
    <w:basedOn w:val="Normal"/>
    <w:next w:val="preparedby"/>
    <w:rsid w:val="00693104"/>
    <w:pPr>
      <w:spacing w:before="840" w:line="336" w:lineRule="exact"/>
      <w:contextualSpacing/>
    </w:pPr>
    <w:rPr>
      <w:sz w:val="24"/>
    </w:rPr>
  </w:style>
  <w:style w:type="paragraph" w:styleId="TOC9">
    <w:name w:val="toc 9"/>
    <w:basedOn w:val="Normal"/>
    <w:next w:val="Normal"/>
    <w:semiHidden/>
    <w:pPr>
      <w:tabs>
        <w:tab w:val="right" w:leader="dot" w:pos="9071"/>
      </w:tabs>
      <w:ind w:left="1920"/>
    </w:pPr>
  </w:style>
  <w:style w:type="character" w:styleId="EndnoteReference">
    <w:name w:val="endnote reference"/>
    <w:semiHidden/>
    <w:rPr>
      <w:vertAlign w:val="superscript"/>
    </w:rPr>
  </w:style>
  <w:style w:type="paragraph" w:customStyle="1" w:styleId="MeetinglanguageDate">
    <w:name w:val="Meeting language &amp; Date"/>
    <w:basedOn w:val="Normal"/>
    <w:next w:val="Meetingtitle"/>
    <w:rsid w:val="00693104"/>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693104"/>
    <w:pPr>
      <w:spacing w:line="340" w:lineRule="atLeast"/>
      <w:jc w:val="right"/>
    </w:pPr>
    <w:rPr>
      <w:b/>
      <w:caps/>
      <w:sz w:val="40"/>
    </w:rPr>
  </w:style>
  <w:style w:type="paragraph" w:customStyle="1" w:styleId="TESTwiposouslogo">
    <w:name w:val="TESTwiposouslogo"/>
    <w:basedOn w:val="Normal"/>
    <w:link w:val="TESTwiposouslogoChar"/>
    <w:semiHidden/>
    <w:rsid w:val="003B1430"/>
    <w:pPr>
      <w:spacing w:line="0" w:lineRule="atLeast"/>
      <w:ind w:right="4933"/>
      <w:jc w:val="right"/>
    </w:pPr>
    <w:rPr>
      <w:b/>
      <w:w w:val="150"/>
      <w:lang w:val="fr-FR"/>
    </w:rPr>
  </w:style>
  <w:style w:type="paragraph" w:customStyle="1" w:styleId="TESTworld">
    <w:name w:val="TESTworld"/>
    <w:basedOn w:val="TESTwiposouslogo"/>
    <w:semiHidden/>
    <w:rsid w:val="002F36CD"/>
    <w:pPr>
      <w:ind w:right="4763"/>
    </w:pPr>
    <w:rPr>
      <w:b w:val="0"/>
      <w:caps/>
      <w:w w:val="100"/>
      <w:sz w:val="16"/>
    </w:rPr>
  </w:style>
  <w:style w:type="paragraph" w:customStyle="1" w:styleId="TESTintellectualproperty">
    <w:name w:val="TESTintellectualproperty"/>
    <w:basedOn w:val="Normal"/>
    <w:link w:val="TESTintellectualpropertyChar"/>
    <w:semiHidden/>
    <w:rsid w:val="002F36CD"/>
    <w:pPr>
      <w:ind w:left="4848"/>
    </w:pPr>
    <w:rPr>
      <w:caps/>
      <w:sz w:val="16"/>
    </w:rPr>
  </w:style>
  <w:style w:type="paragraph" w:customStyle="1" w:styleId="TESTorganisation">
    <w:name w:val="TESTorganisation"/>
    <w:basedOn w:val="TESTintellectualproperty"/>
    <w:next w:val="MeetingCode"/>
    <w:link w:val="TESTorganisationChar"/>
    <w:semiHidden/>
    <w:rsid w:val="002F36CD"/>
  </w:style>
  <w:style w:type="paragraph" w:customStyle="1" w:styleId="TestIWIPO">
    <w:name w:val="Test I WIPO"/>
    <w:basedOn w:val="TESTwiposouslogo"/>
    <w:link w:val="TestIWIPOChar"/>
    <w:semiHidden/>
    <w:rsid w:val="002F36CD"/>
    <w:pPr>
      <w:ind w:right="4763"/>
    </w:pPr>
    <w:rPr>
      <w:sz w:val="28"/>
      <w:szCs w:val="28"/>
    </w:rPr>
  </w:style>
  <w:style w:type="character" w:customStyle="1" w:styleId="TESTwiposouslogoChar">
    <w:name w:val="TESTwiposouslogo Char"/>
    <w:link w:val="TESTwiposouslogo"/>
    <w:rsid w:val="00726227"/>
    <w:rPr>
      <w:rFonts w:ascii="Arial" w:hAnsi="Arial"/>
      <w:b/>
      <w:w w:val="150"/>
      <w:sz w:val="24"/>
      <w:lang w:val="fr-FR" w:eastAsia="en-US" w:bidi="ar-SA"/>
    </w:rPr>
  </w:style>
  <w:style w:type="character" w:customStyle="1" w:styleId="TestIWIPOChar">
    <w:name w:val="Test I WIPO Char"/>
    <w:link w:val="TestIWIPO"/>
    <w:rsid w:val="002F36CD"/>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726227"/>
    <w:rPr>
      <w:rFonts w:ascii="Arial Black" w:hAnsi="Arial Black"/>
      <w:b/>
      <w:sz w:val="20"/>
    </w:rPr>
  </w:style>
  <w:style w:type="character" w:customStyle="1" w:styleId="TESTintellectualpropertyChar">
    <w:name w:val="TESTintellectualproperty Char"/>
    <w:link w:val="TESTintellectualproperty"/>
    <w:rsid w:val="002F36CD"/>
    <w:rPr>
      <w:rFonts w:ascii="Arial" w:hAnsi="Arial"/>
      <w:caps/>
      <w:sz w:val="16"/>
      <w:lang w:val="en-US" w:eastAsia="en-US" w:bidi="ar-SA"/>
    </w:rPr>
  </w:style>
  <w:style w:type="character" w:customStyle="1" w:styleId="TESTIintellectualChar">
    <w:name w:val="TEST I intellectual Char"/>
    <w:link w:val="TESTIintellectual"/>
    <w:rsid w:val="00726227"/>
    <w:rPr>
      <w:rFonts w:ascii="Arial Black" w:hAnsi="Arial Black"/>
      <w:caps/>
      <w:sz w:val="16"/>
      <w:lang w:val="en-US" w:eastAsia="en-US" w:bidi="ar-SA"/>
    </w:rPr>
  </w:style>
  <w:style w:type="paragraph" w:customStyle="1" w:styleId="TESTIorganisation">
    <w:name w:val="TEST I organisation"/>
    <w:basedOn w:val="TESTorganisation"/>
    <w:link w:val="TESTIorganisationChar"/>
    <w:semiHidden/>
    <w:rsid w:val="00726227"/>
    <w:rPr>
      <w:b/>
      <w:sz w:val="20"/>
    </w:rPr>
  </w:style>
  <w:style w:type="character" w:customStyle="1" w:styleId="TESTorganisationChar">
    <w:name w:val="TESTorganisation Char"/>
    <w:basedOn w:val="TESTintellectualpropertyChar"/>
    <w:link w:val="TESTorganisation"/>
    <w:rsid w:val="002F36CD"/>
    <w:rPr>
      <w:rFonts w:ascii="Arial" w:hAnsi="Arial"/>
      <w:caps/>
      <w:sz w:val="16"/>
      <w:lang w:val="en-US" w:eastAsia="en-US" w:bidi="ar-SA"/>
    </w:rPr>
  </w:style>
  <w:style w:type="character" w:customStyle="1" w:styleId="TESTIorganisationChar">
    <w:name w:val="TEST I organisation Char"/>
    <w:link w:val="TESTIorganisation"/>
    <w:rsid w:val="00726227"/>
    <w:rPr>
      <w:rFonts w:ascii="Arial" w:hAnsi="Arial"/>
      <w:b/>
      <w:caps/>
      <w:sz w:val="16"/>
      <w:lang w:val="en-US" w:eastAsia="en-US" w:bidi="ar-SA"/>
    </w:rPr>
  </w:style>
  <w:style w:type="paragraph" w:customStyle="1" w:styleId="MeetingCode">
    <w:name w:val="Meeting Code"/>
    <w:basedOn w:val="MeetinglanguageDate"/>
    <w:rsid w:val="00693104"/>
    <w:pPr>
      <w:spacing w:before="1800" w:after="0"/>
    </w:pPr>
  </w:style>
  <w:style w:type="paragraph" w:customStyle="1" w:styleId="Meetingtitle">
    <w:name w:val="Meeting title"/>
    <w:basedOn w:val="Normal"/>
    <w:next w:val="Sessiontitle"/>
    <w:rsid w:val="00F85B46"/>
    <w:pPr>
      <w:spacing w:line="336" w:lineRule="exact"/>
    </w:pPr>
    <w:rPr>
      <w:b/>
      <w:sz w:val="28"/>
    </w:rPr>
  </w:style>
  <w:style w:type="paragraph" w:customStyle="1" w:styleId="Sessiontitle">
    <w:name w:val="Session title"/>
    <w:basedOn w:val="Meetingtitle"/>
    <w:next w:val="Meetingplacedate"/>
    <w:rsid w:val="00F85B46"/>
    <w:pPr>
      <w:spacing w:before="480"/>
      <w:contextualSpacing/>
    </w:pPr>
    <w:rPr>
      <w:sz w:val="24"/>
    </w:rPr>
  </w:style>
  <w:style w:type="paragraph" w:customStyle="1" w:styleId="Meetingplacedate">
    <w:name w:val="Meeting place &amp; date"/>
    <w:basedOn w:val="Sessiontitle"/>
    <w:next w:val="Documenttitle"/>
    <w:rsid w:val="0056513C"/>
    <w:pPr>
      <w:spacing w:before="0"/>
      <w:contextualSpacing w:val="0"/>
    </w:pPr>
  </w:style>
  <w:style w:type="character" w:styleId="PageNumber">
    <w:name w:val="page number"/>
    <w:basedOn w:val="DefaultParagraphFont"/>
    <w:semiHidden/>
    <w:rsid w:val="00E236E6"/>
  </w:style>
  <w:style w:type="table" w:styleId="TableGrid">
    <w:name w:val="Table Grid"/>
    <w:basedOn w:val="TableNormal"/>
    <w:rsid w:val="006A0F3A"/>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ssembly">
    <w:name w:val="Assembly"/>
    <w:basedOn w:val="Meetingtitle"/>
    <w:next w:val="Sessiontitle"/>
    <w:rsid w:val="0056513C"/>
    <w:pPr>
      <w:spacing w:before="480"/>
      <w:contextualSpacing/>
    </w:pPr>
  </w:style>
  <w:style w:type="paragraph" w:styleId="BodyText2">
    <w:name w:val="Body Text 2"/>
    <w:basedOn w:val="Normal"/>
    <w:rsid w:val="001E7189"/>
    <w:pPr>
      <w:tabs>
        <w:tab w:val="left" w:pos="567"/>
        <w:tab w:val="left" w:pos="1134"/>
      </w:tabs>
      <w:suppressAutoHyphens/>
      <w:ind w:right="-1"/>
    </w:pPr>
    <w:rPr>
      <w:rFonts w:ascii="Times New Roman" w:hAnsi="Times New Roman"/>
      <w:sz w:val="24"/>
      <w:szCs w:val="24"/>
    </w:rPr>
  </w:style>
  <w:style w:type="character" w:styleId="CommentReference">
    <w:name w:val="annotation reference"/>
    <w:semiHidden/>
    <w:rsid w:val="001E7189"/>
    <w:rPr>
      <w:sz w:val="16"/>
      <w:szCs w:val="16"/>
    </w:rPr>
  </w:style>
  <w:style w:type="paragraph" w:styleId="BalloonText">
    <w:name w:val="Balloon Text"/>
    <w:basedOn w:val="Normal"/>
    <w:semiHidden/>
    <w:rsid w:val="001E7189"/>
    <w:rPr>
      <w:rFonts w:ascii="Tahoma" w:hAnsi="Tahoma" w:cs="Tahoma"/>
      <w:sz w:val="16"/>
      <w:szCs w:val="16"/>
    </w:rPr>
  </w:style>
  <w:style w:type="character" w:styleId="FollowedHyperlink">
    <w:name w:val="FollowedHyperlink"/>
    <w:rsid w:val="00D470D9"/>
    <w:rPr>
      <w:color w:val="606420"/>
      <w:u w:val="single"/>
    </w:rPr>
  </w:style>
  <w:style w:type="character" w:styleId="Hyperlink">
    <w:name w:val="Hyperlink"/>
    <w:rsid w:val="00CC0BC8"/>
    <w:rPr>
      <w:color w:val="0000FF"/>
      <w:u w:val="single"/>
    </w:rPr>
  </w:style>
  <w:style w:type="paragraph" w:customStyle="1" w:styleId="Endofdocument-Annex">
    <w:name w:val="[End of document - Annex]"/>
    <w:basedOn w:val="Normal"/>
    <w:rsid w:val="00BA385B"/>
    <w:pPr>
      <w:ind w:left="5534"/>
    </w:pPr>
  </w:style>
  <w:style w:type="paragraph" w:styleId="Caption">
    <w:name w:val="caption"/>
    <w:basedOn w:val="Normal"/>
    <w:next w:val="Normal"/>
    <w:qFormat/>
    <w:rsid w:val="00327FB4"/>
    <w:rPr>
      <w:b/>
      <w:bCs/>
      <w:sz w:val="18"/>
    </w:rPr>
  </w:style>
  <w:style w:type="paragraph" w:styleId="ListNumber">
    <w:name w:val="List Number"/>
    <w:basedOn w:val="Normal"/>
    <w:semiHidden/>
    <w:rsid w:val="00327FB4"/>
    <w:pPr>
      <w:numPr>
        <w:numId w:val="24"/>
      </w:numPr>
    </w:pPr>
  </w:style>
  <w:style w:type="paragraph" w:customStyle="1" w:styleId="ONUME">
    <w:name w:val="ONUM E"/>
    <w:basedOn w:val="BodyText"/>
    <w:link w:val="ONUMEChar"/>
    <w:rsid w:val="00327FB4"/>
    <w:pPr>
      <w:numPr>
        <w:numId w:val="22"/>
      </w:numPr>
    </w:pPr>
  </w:style>
  <w:style w:type="paragraph" w:customStyle="1" w:styleId="ONUMFS">
    <w:name w:val="ONUM FS"/>
    <w:basedOn w:val="BodyText"/>
    <w:rsid w:val="00327FB4"/>
    <w:pPr>
      <w:numPr>
        <w:numId w:val="23"/>
      </w:numPr>
    </w:pPr>
  </w:style>
  <w:style w:type="paragraph" w:styleId="Salutation">
    <w:name w:val="Salutation"/>
    <w:basedOn w:val="Normal"/>
    <w:next w:val="Normal"/>
    <w:semiHidden/>
    <w:rsid w:val="00327FB4"/>
  </w:style>
  <w:style w:type="character" w:customStyle="1" w:styleId="ONUMEChar">
    <w:name w:val="ONUM E Char"/>
    <w:basedOn w:val="DefaultParagraphFont"/>
    <w:link w:val="ONUME"/>
    <w:rsid w:val="00CB6930"/>
    <w:rPr>
      <w:rFonts w:ascii="Arial" w:hAnsi="Arial" w:cs="Arial"/>
      <w:sz w:val="22"/>
    </w:rPr>
  </w:style>
  <w:style w:type="paragraph" w:customStyle="1" w:styleId="Default">
    <w:name w:val="Default"/>
    <w:rsid w:val="00276FD2"/>
    <w:pPr>
      <w:autoSpaceDE w:val="0"/>
      <w:autoSpaceDN w:val="0"/>
      <w:adjustRightInd w:val="0"/>
    </w:pPr>
    <w:rPr>
      <w:rFonts w:ascii="Arial" w:eastAsiaTheme="minorEastAsia" w:hAnsi="Arial" w:cs="Arial"/>
      <w:color w:val="000000"/>
      <w:sz w:val="24"/>
      <w:szCs w:val="24"/>
      <w:lang w:eastAsia="zh-CN"/>
    </w:rPr>
  </w:style>
  <w:style w:type="paragraph" w:customStyle="1" w:styleId="Corps">
    <w:name w:val="Corps"/>
    <w:rsid w:val="003832D9"/>
    <w:pPr>
      <w:pBdr>
        <w:top w:val="nil"/>
        <w:left w:val="nil"/>
        <w:bottom w:val="nil"/>
        <w:right w:val="nil"/>
        <w:between w:val="nil"/>
        <w:bar w:val="nil"/>
      </w:pBdr>
    </w:pPr>
    <w:rPr>
      <w:rFonts w:ascii="Helvetica" w:eastAsia="Arial Unicode MS" w:hAnsi="Arial Unicode MS" w:cs="Arial Unicode MS"/>
      <w:color w:val="000000"/>
      <w:sz w:val="22"/>
      <w:szCs w:val="22"/>
      <w:bdr w:val="nil"/>
      <w:lang w:val="fr-FR" w:eastAsia="zh-CN"/>
    </w:rPr>
  </w:style>
  <w:style w:type="paragraph" w:customStyle="1" w:styleId="Heading2Centereditalic">
    <w:name w:val="Heading 2 Centered italic"/>
    <w:basedOn w:val="Normal"/>
    <w:next w:val="Normal"/>
    <w:qFormat/>
    <w:rsid w:val="006D700F"/>
    <w:pPr>
      <w:keepNext/>
      <w:keepLines/>
      <w:spacing w:before="170" w:after="170"/>
      <w:jc w:val="center"/>
      <w:outlineLvl w:val="1"/>
    </w:pPr>
    <w:rPr>
      <w:rFonts w:cs="Times New Roman"/>
      <w:i/>
      <w:sz w:val="17"/>
    </w:rPr>
  </w:style>
  <w:style w:type="paragraph" w:styleId="ListParagraph">
    <w:name w:val="List Paragraph"/>
    <w:basedOn w:val="Normal"/>
    <w:uiPriority w:val="34"/>
    <w:qFormat/>
    <w:rsid w:val="008333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27FB4"/>
    <w:rPr>
      <w:rFonts w:ascii="Arial" w:hAnsi="Arial" w:cs="Arial"/>
      <w:sz w:val="22"/>
    </w:rPr>
  </w:style>
  <w:style w:type="paragraph" w:styleId="Heading1">
    <w:name w:val="heading 1"/>
    <w:basedOn w:val="Normal"/>
    <w:next w:val="Normal"/>
    <w:qFormat/>
    <w:rsid w:val="00327FB4"/>
    <w:pPr>
      <w:keepNext/>
      <w:spacing w:before="240" w:after="60"/>
      <w:outlineLvl w:val="0"/>
    </w:pPr>
    <w:rPr>
      <w:rFonts w:eastAsia="SimSun"/>
      <w:b/>
      <w:bCs/>
      <w:caps/>
      <w:kern w:val="32"/>
      <w:szCs w:val="32"/>
    </w:rPr>
  </w:style>
  <w:style w:type="paragraph" w:styleId="Heading2">
    <w:name w:val="heading 2"/>
    <w:basedOn w:val="Normal"/>
    <w:next w:val="Normal"/>
    <w:qFormat/>
    <w:rsid w:val="00327FB4"/>
    <w:pPr>
      <w:keepNext/>
      <w:spacing w:before="240" w:after="60"/>
      <w:outlineLvl w:val="1"/>
    </w:pPr>
    <w:rPr>
      <w:rFonts w:eastAsia="SimSun"/>
      <w:bCs/>
      <w:iCs/>
      <w:caps/>
      <w:szCs w:val="28"/>
    </w:rPr>
  </w:style>
  <w:style w:type="paragraph" w:styleId="Heading3">
    <w:name w:val="heading 3"/>
    <w:basedOn w:val="Normal"/>
    <w:next w:val="Normal"/>
    <w:qFormat/>
    <w:rsid w:val="00327FB4"/>
    <w:pPr>
      <w:keepNext/>
      <w:spacing w:before="240" w:after="60"/>
      <w:outlineLvl w:val="2"/>
    </w:pPr>
    <w:rPr>
      <w:rFonts w:eastAsia="SimSun"/>
      <w:bCs/>
      <w:szCs w:val="26"/>
      <w:u w:val="single"/>
    </w:rPr>
  </w:style>
  <w:style w:type="paragraph" w:styleId="Heading4">
    <w:name w:val="heading 4"/>
    <w:basedOn w:val="Normal"/>
    <w:next w:val="Normal"/>
    <w:qFormat/>
    <w:rsid w:val="00327FB4"/>
    <w:pPr>
      <w:keepNext/>
      <w:spacing w:before="240" w:after="60"/>
      <w:outlineLvl w:val="3"/>
    </w:pPr>
    <w:rPr>
      <w:rFonts w:eastAsia="SimSun"/>
      <w:bCs/>
      <w:i/>
      <w:szCs w:val="28"/>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9">
    <w:name w:val="heading 9"/>
    <w:basedOn w:val="Normal"/>
    <w:next w:val="Normal"/>
    <w:qFormat/>
    <w:pPr>
      <w:spacing w:before="240" w:after="60"/>
      <w:outlineLvl w:val="8"/>
    </w:pPr>
    <w:rPr>
      <w:i/>
    </w:rPr>
  </w:style>
  <w:style w:type="character" w:default="1" w:styleId="DefaultParagraphFont">
    <w:name w:val="Default Paragraph Font"/>
    <w:uiPriority w:val="1"/>
    <w:semiHidden/>
    <w:unhideWhenUsed/>
    <w:rsid w:val="00327FB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27FB4"/>
  </w:style>
  <w:style w:type="paragraph" w:styleId="CommentText">
    <w:name w:val="annotation text"/>
    <w:basedOn w:val="Normal"/>
    <w:semiHidden/>
    <w:rsid w:val="00327FB4"/>
    <w:rPr>
      <w:sz w:val="18"/>
    </w:rPr>
  </w:style>
  <w:style w:type="paragraph" w:styleId="BodyText">
    <w:name w:val="Body Text"/>
    <w:basedOn w:val="Normal"/>
    <w:rsid w:val="00327FB4"/>
    <w:pPr>
      <w:spacing w:after="220"/>
    </w:pPr>
  </w:style>
  <w:style w:type="paragraph" w:styleId="BodyTextIndent">
    <w:name w:val="Body Text Indent"/>
    <w:basedOn w:val="Normal"/>
    <w:semiHidden/>
    <w:pPr>
      <w:ind w:left="567"/>
    </w:pPr>
  </w:style>
  <w:style w:type="paragraph" w:styleId="Closing">
    <w:name w:val="Closing"/>
    <w:basedOn w:val="Normal"/>
    <w:semiHidden/>
    <w:pPr>
      <w:ind w:left="4536"/>
      <w:jc w:val="center"/>
    </w:pPr>
  </w:style>
  <w:style w:type="paragraph" w:customStyle="1" w:styleId="Committee">
    <w:name w:val="Committee"/>
    <w:basedOn w:val="Normal"/>
    <w:semiHidden/>
    <w:pPr>
      <w:spacing w:after="300"/>
      <w:jc w:val="center"/>
    </w:pPr>
    <w:rPr>
      <w:b/>
      <w:caps/>
      <w:kern w:val="28"/>
      <w:sz w:val="30"/>
    </w:rPr>
  </w:style>
  <w:style w:type="paragraph" w:customStyle="1" w:styleId="DecisionInvitingPara">
    <w:name w:val="Decision Inviting Para."/>
    <w:basedOn w:val="Normal"/>
    <w:rsid w:val="00693104"/>
    <w:pPr>
      <w:ind w:left="5534"/>
    </w:pPr>
    <w:rPr>
      <w:i/>
    </w:rPr>
  </w:style>
  <w:style w:type="paragraph" w:customStyle="1" w:styleId="PlaceAndDate">
    <w:name w:val="PlaceAndDate"/>
    <w:basedOn w:val="Session"/>
    <w:semiHidden/>
  </w:style>
  <w:style w:type="paragraph" w:customStyle="1" w:styleId="Endofdocument">
    <w:name w:val="End of document"/>
    <w:basedOn w:val="Normal"/>
    <w:rsid w:val="00693104"/>
    <w:pPr>
      <w:ind w:left="5534"/>
    </w:pPr>
  </w:style>
  <w:style w:type="paragraph" w:styleId="EndnoteText">
    <w:name w:val="endnote text"/>
    <w:basedOn w:val="Normal"/>
    <w:semiHidden/>
    <w:rsid w:val="00327FB4"/>
    <w:rPr>
      <w:sz w:val="18"/>
    </w:rPr>
  </w:style>
  <w:style w:type="paragraph" w:styleId="Footer">
    <w:name w:val="footer"/>
    <w:basedOn w:val="Normal"/>
    <w:semiHidden/>
    <w:rsid w:val="00327FB4"/>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rsid w:val="00327FB4"/>
    <w:rPr>
      <w:sz w:val="18"/>
    </w:rPr>
  </w:style>
  <w:style w:type="paragraph" w:styleId="Header">
    <w:name w:val="header"/>
    <w:basedOn w:val="Normal"/>
    <w:semiHidden/>
    <w:rsid w:val="00327FB4"/>
    <w:pPr>
      <w:tabs>
        <w:tab w:val="center" w:pos="4536"/>
        <w:tab w:val="right" w:pos="9072"/>
      </w:tabs>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pPr>
      <w:spacing w:after="600"/>
      <w:ind w:left="-992" w:right="-992"/>
      <w:jc w:val="center"/>
    </w:pPr>
    <w:rPr>
      <w:b/>
      <w:caps/>
      <w:kern w:val="26"/>
      <w:sz w:val="26"/>
    </w:rPr>
  </w:style>
  <w:style w:type="paragraph" w:customStyle="1" w:styleId="preparedby">
    <w:name w:val="prepared by"/>
    <w:basedOn w:val="Normal"/>
    <w:next w:val="Normal"/>
    <w:rsid w:val="00F85B46"/>
    <w:pPr>
      <w:spacing w:before="120" w:after="480"/>
    </w:pPr>
    <w:rPr>
      <w:i/>
    </w:rPr>
  </w:style>
  <w:style w:type="paragraph" w:customStyle="1" w:styleId="Session">
    <w:name w:val="Session"/>
    <w:basedOn w:val="Normal"/>
    <w:semiHidden/>
    <w:pPr>
      <w:spacing w:before="60"/>
      <w:jc w:val="center"/>
    </w:pPr>
    <w:rPr>
      <w:b/>
      <w:sz w:val="30"/>
    </w:rPr>
  </w:style>
  <w:style w:type="paragraph" w:styleId="Signature">
    <w:name w:val="Signature"/>
    <w:basedOn w:val="Normal"/>
    <w:semiHidden/>
    <w:rsid w:val="00327FB4"/>
    <w:pPr>
      <w:ind w:left="5250"/>
    </w:pPr>
  </w:style>
  <w:style w:type="paragraph" w:styleId="Title">
    <w:name w:val="Title"/>
    <w:basedOn w:val="Normal"/>
    <w:qFormat/>
    <w:pPr>
      <w:spacing w:after="300"/>
      <w:jc w:val="center"/>
    </w:pPr>
    <w:rPr>
      <w:b/>
      <w:caps/>
      <w:kern w:val="28"/>
      <w:sz w:val="30"/>
    </w:rPr>
  </w:style>
  <w:style w:type="paragraph" w:customStyle="1" w:styleId="Documenttitle">
    <w:name w:val="Document title"/>
    <w:basedOn w:val="Normal"/>
    <w:next w:val="preparedby"/>
    <w:rsid w:val="00693104"/>
    <w:pPr>
      <w:spacing w:before="840" w:line="336" w:lineRule="exact"/>
      <w:contextualSpacing/>
    </w:pPr>
    <w:rPr>
      <w:sz w:val="24"/>
    </w:rPr>
  </w:style>
  <w:style w:type="paragraph" w:styleId="TOC9">
    <w:name w:val="toc 9"/>
    <w:basedOn w:val="Normal"/>
    <w:next w:val="Normal"/>
    <w:semiHidden/>
    <w:pPr>
      <w:tabs>
        <w:tab w:val="right" w:leader="dot" w:pos="9071"/>
      </w:tabs>
      <w:ind w:left="1920"/>
    </w:pPr>
  </w:style>
  <w:style w:type="character" w:styleId="EndnoteReference">
    <w:name w:val="endnote reference"/>
    <w:semiHidden/>
    <w:rPr>
      <w:vertAlign w:val="superscript"/>
    </w:rPr>
  </w:style>
  <w:style w:type="paragraph" w:customStyle="1" w:styleId="MeetinglanguageDate">
    <w:name w:val="Meeting language &amp; Date"/>
    <w:basedOn w:val="Normal"/>
    <w:next w:val="Meetingtitle"/>
    <w:rsid w:val="00693104"/>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693104"/>
    <w:pPr>
      <w:spacing w:line="340" w:lineRule="atLeast"/>
      <w:jc w:val="right"/>
    </w:pPr>
    <w:rPr>
      <w:b/>
      <w:caps/>
      <w:sz w:val="40"/>
    </w:rPr>
  </w:style>
  <w:style w:type="paragraph" w:customStyle="1" w:styleId="TESTwiposouslogo">
    <w:name w:val="TESTwiposouslogo"/>
    <w:basedOn w:val="Normal"/>
    <w:link w:val="TESTwiposouslogoChar"/>
    <w:semiHidden/>
    <w:rsid w:val="003B1430"/>
    <w:pPr>
      <w:spacing w:line="0" w:lineRule="atLeast"/>
      <w:ind w:right="4933"/>
      <w:jc w:val="right"/>
    </w:pPr>
    <w:rPr>
      <w:b/>
      <w:w w:val="150"/>
      <w:lang w:val="fr-FR"/>
    </w:rPr>
  </w:style>
  <w:style w:type="paragraph" w:customStyle="1" w:styleId="TESTworld">
    <w:name w:val="TESTworld"/>
    <w:basedOn w:val="TESTwiposouslogo"/>
    <w:semiHidden/>
    <w:rsid w:val="002F36CD"/>
    <w:pPr>
      <w:ind w:right="4763"/>
    </w:pPr>
    <w:rPr>
      <w:b w:val="0"/>
      <w:caps/>
      <w:w w:val="100"/>
      <w:sz w:val="16"/>
    </w:rPr>
  </w:style>
  <w:style w:type="paragraph" w:customStyle="1" w:styleId="TESTintellectualproperty">
    <w:name w:val="TESTintellectualproperty"/>
    <w:basedOn w:val="Normal"/>
    <w:link w:val="TESTintellectualpropertyChar"/>
    <w:semiHidden/>
    <w:rsid w:val="002F36CD"/>
    <w:pPr>
      <w:ind w:left="4848"/>
    </w:pPr>
    <w:rPr>
      <w:caps/>
      <w:sz w:val="16"/>
    </w:rPr>
  </w:style>
  <w:style w:type="paragraph" w:customStyle="1" w:styleId="TESTorganisation">
    <w:name w:val="TESTorganisation"/>
    <w:basedOn w:val="TESTintellectualproperty"/>
    <w:next w:val="MeetingCode"/>
    <w:link w:val="TESTorganisationChar"/>
    <w:semiHidden/>
    <w:rsid w:val="002F36CD"/>
  </w:style>
  <w:style w:type="paragraph" w:customStyle="1" w:styleId="TestIWIPO">
    <w:name w:val="Test I WIPO"/>
    <w:basedOn w:val="TESTwiposouslogo"/>
    <w:link w:val="TestIWIPOChar"/>
    <w:semiHidden/>
    <w:rsid w:val="002F36CD"/>
    <w:pPr>
      <w:ind w:right="4763"/>
    </w:pPr>
    <w:rPr>
      <w:sz w:val="28"/>
      <w:szCs w:val="28"/>
    </w:rPr>
  </w:style>
  <w:style w:type="character" w:customStyle="1" w:styleId="TESTwiposouslogoChar">
    <w:name w:val="TESTwiposouslogo Char"/>
    <w:link w:val="TESTwiposouslogo"/>
    <w:rsid w:val="00726227"/>
    <w:rPr>
      <w:rFonts w:ascii="Arial" w:hAnsi="Arial"/>
      <w:b/>
      <w:w w:val="150"/>
      <w:sz w:val="24"/>
      <w:lang w:val="fr-FR" w:eastAsia="en-US" w:bidi="ar-SA"/>
    </w:rPr>
  </w:style>
  <w:style w:type="character" w:customStyle="1" w:styleId="TestIWIPOChar">
    <w:name w:val="Test I WIPO Char"/>
    <w:link w:val="TestIWIPO"/>
    <w:rsid w:val="002F36CD"/>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726227"/>
    <w:rPr>
      <w:rFonts w:ascii="Arial Black" w:hAnsi="Arial Black"/>
      <w:b/>
      <w:sz w:val="20"/>
    </w:rPr>
  </w:style>
  <w:style w:type="character" w:customStyle="1" w:styleId="TESTintellectualpropertyChar">
    <w:name w:val="TESTintellectualproperty Char"/>
    <w:link w:val="TESTintellectualproperty"/>
    <w:rsid w:val="002F36CD"/>
    <w:rPr>
      <w:rFonts w:ascii="Arial" w:hAnsi="Arial"/>
      <w:caps/>
      <w:sz w:val="16"/>
      <w:lang w:val="en-US" w:eastAsia="en-US" w:bidi="ar-SA"/>
    </w:rPr>
  </w:style>
  <w:style w:type="character" w:customStyle="1" w:styleId="TESTIintellectualChar">
    <w:name w:val="TEST I intellectual Char"/>
    <w:link w:val="TESTIintellectual"/>
    <w:rsid w:val="00726227"/>
    <w:rPr>
      <w:rFonts w:ascii="Arial Black" w:hAnsi="Arial Black"/>
      <w:caps/>
      <w:sz w:val="16"/>
      <w:lang w:val="en-US" w:eastAsia="en-US" w:bidi="ar-SA"/>
    </w:rPr>
  </w:style>
  <w:style w:type="paragraph" w:customStyle="1" w:styleId="TESTIorganisation">
    <w:name w:val="TEST I organisation"/>
    <w:basedOn w:val="TESTorganisation"/>
    <w:link w:val="TESTIorganisationChar"/>
    <w:semiHidden/>
    <w:rsid w:val="00726227"/>
    <w:rPr>
      <w:b/>
      <w:sz w:val="20"/>
    </w:rPr>
  </w:style>
  <w:style w:type="character" w:customStyle="1" w:styleId="TESTorganisationChar">
    <w:name w:val="TESTorganisation Char"/>
    <w:basedOn w:val="TESTintellectualpropertyChar"/>
    <w:link w:val="TESTorganisation"/>
    <w:rsid w:val="002F36CD"/>
    <w:rPr>
      <w:rFonts w:ascii="Arial" w:hAnsi="Arial"/>
      <w:caps/>
      <w:sz w:val="16"/>
      <w:lang w:val="en-US" w:eastAsia="en-US" w:bidi="ar-SA"/>
    </w:rPr>
  </w:style>
  <w:style w:type="character" w:customStyle="1" w:styleId="TESTIorganisationChar">
    <w:name w:val="TEST I organisation Char"/>
    <w:link w:val="TESTIorganisation"/>
    <w:rsid w:val="00726227"/>
    <w:rPr>
      <w:rFonts w:ascii="Arial" w:hAnsi="Arial"/>
      <w:b/>
      <w:caps/>
      <w:sz w:val="16"/>
      <w:lang w:val="en-US" w:eastAsia="en-US" w:bidi="ar-SA"/>
    </w:rPr>
  </w:style>
  <w:style w:type="paragraph" w:customStyle="1" w:styleId="MeetingCode">
    <w:name w:val="Meeting Code"/>
    <w:basedOn w:val="MeetinglanguageDate"/>
    <w:rsid w:val="00693104"/>
    <w:pPr>
      <w:spacing w:before="1800" w:after="0"/>
    </w:pPr>
  </w:style>
  <w:style w:type="paragraph" w:customStyle="1" w:styleId="Meetingtitle">
    <w:name w:val="Meeting title"/>
    <w:basedOn w:val="Normal"/>
    <w:next w:val="Sessiontitle"/>
    <w:rsid w:val="00F85B46"/>
    <w:pPr>
      <w:spacing w:line="336" w:lineRule="exact"/>
    </w:pPr>
    <w:rPr>
      <w:b/>
      <w:sz w:val="28"/>
    </w:rPr>
  </w:style>
  <w:style w:type="paragraph" w:customStyle="1" w:styleId="Sessiontitle">
    <w:name w:val="Session title"/>
    <w:basedOn w:val="Meetingtitle"/>
    <w:next w:val="Meetingplacedate"/>
    <w:rsid w:val="00F85B46"/>
    <w:pPr>
      <w:spacing w:before="480"/>
      <w:contextualSpacing/>
    </w:pPr>
    <w:rPr>
      <w:sz w:val="24"/>
    </w:rPr>
  </w:style>
  <w:style w:type="paragraph" w:customStyle="1" w:styleId="Meetingplacedate">
    <w:name w:val="Meeting place &amp; date"/>
    <w:basedOn w:val="Sessiontitle"/>
    <w:next w:val="Documenttitle"/>
    <w:rsid w:val="0056513C"/>
    <w:pPr>
      <w:spacing w:before="0"/>
      <w:contextualSpacing w:val="0"/>
    </w:pPr>
  </w:style>
  <w:style w:type="character" w:styleId="PageNumber">
    <w:name w:val="page number"/>
    <w:basedOn w:val="DefaultParagraphFont"/>
    <w:semiHidden/>
    <w:rsid w:val="00E236E6"/>
  </w:style>
  <w:style w:type="table" w:styleId="TableGrid">
    <w:name w:val="Table Grid"/>
    <w:basedOn w:val="TableNormal"/>
    <w:rsid w:val="006A0F3A"/>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ssembly">
    <w:name w:val="Assembly"/>
    <w:basedOn w:val="Meetingtitle"/>
    <w:next w:val="Sessiontitle"/>
    <w:rsid w:val="0056513C"/>
    <w:pPr>
      <w:spacing w:before="480"/>
      <w:contextualSpacing/>
    </w:pPr>
  </w:style>
  <w:style w:type="paragraph" w:styleId="BodyText2">
    <w:name w:val="Body Text 2"/>
    <w:basedOn w:val="Normal"/>
    <w:rsid w:val="001E7189"/>
    <w:pPr>
      <w:tabs>
        <w:tab w:val="left" w:pos="567"/>
        <w:tab w:val="left" w:pos="1134"/>
      </w:tabs>
      <w:suppressAutoHyphens/>
      <w:ind w:right="-1"/>
    </w:pPr>
    <w:rPr>
      <w:rFonts w:ascii="Times New Roman" w:hAnsi="Times New Roman"/>
      <w:sz w:val="24"/>
      <w:szCs w:val="24"/>
    </w:rPr>
  </w:style>
  <w:style w:type="character" w:styleId="CommentReference">
    <w:name w:val="annotation reference"/>
    <w:semiHidden/>
    <w:rsid w:val="001E7189"/>
    <w:rPr>
      <w:sz w:val="16"/>
      <w:szCs w:val="16"/>
    </w:rPr>
  </w:style>
  <w:style w:type="paragraph" w:styleId="BalloonText">
    <w:name w:val="Balloon Text"/>
    <w:basedOn w:val="Normal"/>
    <w:semiHidden/>
    <w:rsid w:val="001E7189"/>
    <w:rPr>
      <w:rFonts w:ascii="Tahoma" w:hAnsi="Tahoma" w:cs="Tahoma"/>
      <w:sz w:val="16"/>
      <w:szCs w:val="16"/>
    </w:rPr>
  </w:style>
  <w:style w:type="character" w:styleId="FollowedHyperlink">
    <w:name w:val="FollowedHyperlink"/>
    <w:rsid w:val="00D470D9"/>
    <w:rPr>
      <w:color w:val="606420"/>
      <w:u w:val="single"/>
    </w:rPr>
  </w:style>
  <w:style w:type="character" w:styleId="Hyperlink">
    <w:name w:val="Hyperlink"/>
    <w:rsid w:val="00CC0BC8"/>
    <w:rPr>
      <w:color w:val="0000FF"/>
      <w:u w:val="single"/>
    </w:rPr>
  </w:style>
  <w:style w:type="paragraph" w:customStyle="1" w:styleId="Endofdocument-Annex">
    <w:name w:val="[End of document - Annex]"/>
    <w:basedOn w:val="Normal"/>
    <w:rsid w:val="00BA385B"/>
    <w:pPr>
      <w:ind w:left="5534"/>
    </w:pPr>
  </w:style>
  <w:style w:type="paragraph" w:styleId="Caption">
    <w:name w:val="caption"/>
    <w:basedOn w:val="Normal"/>
    <w:next w:val="Normal"/>
    <w:qFormat/>
    <w:rsid w:val="00327FB4"/>
    <w:rPr>
      <w:b/>
      <w:bCs/>
      <w:sz w:val="18"/>
    </w:rPr>
  </w:style>
  <w:style w:type="paragraph" w:styleId="ListNumber">
    <w:name w:val="List Number"/>
    <w:basedOn w:val="Normal"/>
    <w:semiHidden/>
    <w:rsid w:val="00327FB4"/>
    <w:pPr>
      <w:numPr>
        <w:numId w:val="24"/>
      </w:numPr>
    </w:pPr>
  </w:style>
  <w:style w:type="paragraph" w:customStyle="1" w:styleId="ONUME">
    <w:name w:val="ONUM E"/>
    <w:basedOn w:val="BodyText"/>
    <w:link w:val="ONUMEChar"/>
    <w:rsid w:val="00327FB4"/>
    <w:pPr>
      <w:numPr>
        <w:numId w:val="22"/>
      </w:numPr>
    </w:pPr>
  </w:style>
  <w:style w:type="paragraph" w:customStyle="1" w:styleId="ONUMFS">
    <w:name w:val="ONUM FS"/>
    <w:basedOn w:val="BodyText"/>
    <w:rsid w:val="00327FB4"/>
    <w:pPr>
      <w:numPr>
        <w:numId w:val="23"/>
      </w:numPr>
    </w:pPr>
  </w:style>
  <w:style w:type="paragraph" w:styleId="Salutation">
    <w:name w:val="Salutation"/>
    <w:basedOn w:val="Normal"/>
    <w:next w:val="Normal"/>
    <w:semiHidden/>
    <w:rsid w:val="00327FB4"/>
  </w:style>
  <w:style w:type="character" w:customStyle="1" w:styleId="ONUMEChar">
    <w:name w:val="ONUM E Char"/>
    <w:basedOn w:val="DefaultParagraphFont"/>
    <w:link w:val="ONUME"/>
    <w:rsid w:val="00CB6930"/>
    <w:rPr>
      <w:rFonts w:ascii="Arial" w:hAnsi="Arial" w:cs="Arial"/>
      <w:sz w:val="22"/>
    </w:rPr>
  </w:style>
  <w:style w:type="paragraph" w:customStyle="1" w:styleId="Default">
    <w:name w:val="Default"/>
    <w:rsid w:val="00276FD2"/>
    <w:pPr>
      <w:autoSpaceDE w:val="0"/>
      <w:autoSpaceDN w:val="0"/>
      <w:adjustRightInd w:val="0"/>
    </w:pPr>
    <w:rPr>
      <w:rFonts w:ascii="Arial" w:eastAsiaTheme="minorEastAsia" w:hAnsi="Arial" w:cs="Arial"/>
      <w:color w:val="000000"/>
      <w:sz w:val="24"/>
      <w:szCs w:val="24"/>
      <w:lang w:eastAsia="zh-CN"/>
    </w:rPr>
  </w:style>
  <w:style w:type="paragraph" w:customStyle="1" w:styleId="Corps">
    <w:name w:val="Corps"/>
    <w:rsid w:val="003832D9"/>
    <w:pPr>
      <w:pBdr>
        <w:top w:val="nil"/>
        <w:left w:val="nil"/>
        <w:bottom w:val="nil"/>
        <w:right w:val="nil"/>
        <w:between w:val="nil"/>
        <w:bar w:val="nil"/>
      </w:pBdr>
    </w:pPr>
    <w:rPr>
      <w:rFonts w:ascii="Helvetica" w:eastAsia="Arial Unicode MS" w:hAnsi="Arial Unicode MS" w:cs="Arial Unicode MS"/>
      <w:color w:val="000000"/>
      <w:sz w:val="22"/>
      <w:szCs w:val="22"/>
      <w:bdr w:val="nil"/>
      <w:lang w:val="fr-FR" w:eastAsia="zh-CN"/>
    </w:rPr>
  </w:style>
  <w:style w:type="paragraph" w:customStyle="1" w:styleId="Heading2Centereditalic">
    <w:name w:val="Heading 2 Centered italic"/>
    <w:basedOn w:val="Normal"/>
    <w:next w:val="Normal"/>
    <w:qFormat/>
    <w:rsid w:val="006D700F"/>
    <w:pPr>
      <w:keepNext/>
      <w:keepLines/>
      <w:spacing w:before="170" w:after="170"/>
      <w:jc w:val="center"/>
      <w:outlineLvl w:val="1"/>
    </w:pPr>
    <w:rPr>
      <w:rFonts w:cs="Times New Roman"/>
      <w:i/>
      <w:sz w:val="17"/>
    </w:rPr>
  </w:style>
  <w:style w:type="paragraph" w:styleId="ListParagraph">
    <w:name w:val="List Paragraph"/>
    <w:basedOn w:val="Normal"/>
    <w:uiPriority w:val="34"/>
    <w:qFormat/>
    <w:rsid w:val="008333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994196">
      <w:bodyDiv w:val="1"/>
      <w:marLeft w:val="0"/>
      <w:marRight w:val="0"/>
      <w:marTop w:val="0"/>
      <w:marBottom w:val="0"/>
      <w:divBdr>
        <w:top w:val="none" w:sz="0" w:space="0" w:color="auto"/>
        <w:left w:val="none" w:sz="0" w:space="0" w:color="auto"/>
        <w:bottom w:val="none" w:sz="0" w:space="0" w:color="auto"/>
        <w:right w:val="none" w:sz="0" w:space="0" w:color="auto"/>
      </w:divBdr>
      <w:divsChild>
        <w:div w:id="95910925">
          <w:marLeft w:val="0"/>
          <w:marRight w:val="0"/>
          <w:marTop w:val="0"/>
          <w:marBottom w:val="0"/>
          <w:divBdr>
            <w:top w:val="none" w:sz="0" w:space="0" w:color="auto"/>
            <w:left w:val="none" w:sz="0" w:space="0" w:color="auto"/>
            <w:bottom w:val="none" w:sz="0" w:space="0" w:color="auto"/>
            <w:right w:val="none" w:sz="0" w:space="0" w:color="auto"/>
          </w:divBdr>
          <w:divsChild>
            <w:div w:id="601109434">
              <w:marLeft w:val="0"/>
              <w:marRight w:val="0"/>
              <w:marTop w:val="0"/>
              <w:marBottom w:val="0"/>
              <w:divBdr>
                <w:top w:val="none" w:sz="0" w:space="0" w:color="auto"/>
                <w:left w:val="none" w:sz="0" w:space="0" w:color="auto"/>
                <w:bottom w:val="none" w:sz="0" w:space="0" w:color="auto"/>
                <w:right w:val="none" w:sz="0" w:space="0" w:color="auto"/>
              </w:divBdr>
            </w:div>
            <w:div w:id="677461581">
              <w:marLeft w:val="0"/>
              <w:marRight w:val="0"/>
              <w:marTop w:val="0"/>
              <w:marBottom w:val="0"/>
              <w:divBdr>
                <w:top w:val="none" w:sz="0" w:space="0" w:color="auto"/>
                <w:left w:val="none" w:sz="0" w:space="0" w:color="auto"/>
                <w:bottom w:val="none" w:sz="0" w:space="0" w:color="auto"/>
                <w:right w:val="none" w:sz="0" w:space="0" w:color="auto"/>
              </w:divBdr>
            </w:div>
          </w:divsChild>
        </w:div>
        <w:div w:id="532886715">
          <w:marLeft w:val="0"/>
          <w:marRight w:val="0"/>
          <w:marTop w:val="0"/>
          <w:marBottom w:val="0"/>
          <w:divBdr>
            <w:top w:val="none" w:sz="0" w:space="0" w:color="auto"/>
            <w:left w:val="none" w:sz="0" w:space="0" w:color="auto"/>
            <w:bottom w:val="none" w:sz="0" w:space="0" w:color="auto"/>
            <w:right w:val="none" w:sz="0" w:space="0" w:color="auto"/>
          </w:divBdr>
          <w:divsChild>
            <w:div w:id="394821355">
              <w:marLeft w:val="0"/>
              <w:marRight w:val="0"/>
              <w:marTop w:val="0"/>
              <w:marBottom w:val="0"/>
              <w:divBdr>
                <w:top w:val="none" w:sz="0" w:space="0" w:color="auto"/>
                <w:left w:val="none" w:sz="0" w:space="0" w:color="auto"/>
                <w:bottom w:val="none" w:sz="0" w:space="0" w:color="auto"/>
                <w:right w:val="none" w:sz="0" w:space="0" w:color="auto"/>
              </w:divBdr>
              <w:divsChild>
                <w:div w:id="95365667">
                  <w:marLeft w:val="0"/>
                  <w:marRight w:val="0"/>
                  <w:marTop w:val="0"/>
                  <w:marBottom w:val="0"/>
                  <w:divBdr>
                    <w:top w:val="none" w:sz="0" w:space="0" w:color="auto"/>
                    <w:left w:val="none" w:sz="0" w:space="0" w:color="auto"/>
                    <w:bottom w:val="none" w:sz="0" w:space="0" w:color="auto"/>
                    <w:right w:val="none" w:sz="0" w:space="0" w:color="auto"/>
                  </w:divBdr>
                  <w:divsChild>
                    <w:div w:id="703755583">
                      <w:marLeft w:val="0"/>
                      <w:marRight w:val="0"/>
                      <w:marTop w:val="0"/>
                      <w:marBottom w:val="0"/>
                      <w:divBdr>
                        <w:top w:val="none" w:sz="0" w:space="0" w:color="auto"/>
                        <w:left w:val="none" w:sz="0" w:space="0" w:color="auto"/>
                        <w:bottom w:val="none" w:sz="0" w:space="0" w:color="auto"/>
                        <w:right w:val="none" w:sz="0" w:space="0" w:color="auto"/>
                      </w:divBdr>
                    </w:div>
                    <w:div w:id="71600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81874">
          <w:marLeft w:val="0"/>
          <w:marRight w:val="0"/>
          <w:marTop w:val="0"/>
          <w:marBottom w:val="0"/>
          <w:divBdr>
            <w:top w:val="none" w:sz="0" w:space="0" w:color="auto"/>
            <w:left w:val="none" w:sz="0" w:space="0" w:color="auto"/>
            <w:bottom w:val="none" w:sz="0" w:space="0" w:color="auto"/>
            <w:right w:val="none" w:sz="0" w:space="0" w:color="auto"/>
          </w:divBdr>
        </w:div>
        <w:div w:id="2071806848">
          <w:marLeft w:val="0"/>
          <w:marRight w:val="0"/>
          <w:marTop w:val="0"/>
          <w:marBottom w:val="0"/>
          <w:divBdr>
            <w:top w:val="none" w:sz="0" w:space="0" w:color="auto"/>
            <w:left w:val="none" w:sz="0" w:space="0" w:color="auto"/>
            <w:bottom w:val="none" w:sz="0" w:space="0" w:color="auto"/>
            <w:right w:val="none" w:sz="0" w:space="0" w:color="auto"/>
          </w:divBdr>
          <w:divsChild>
            <w:div w:id="1353872799">
              <w:marLeft w:val="0"/>
              <w:marRight w:val="0"/>
              <w:marTop w:val="0"/>
              <w:marBottom w:val="0"/>
              <w:divBdr>
                <w:top w:val="none" w:sz="0" w:space="0" w:color="auto"/>
                <w:left w:val="none" w:sz="0" w:space="0" w:color="auto"/>
                <w:bottom w:val="none" w:sz="0" w:space="0" w:color="auto"/>
                <w:right w:val="none" w:sz="0" w:space="0" w:color="auto"/>
              </w:divBdr>
              <w:divsChild>
                <w:div w:id="79857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2499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meetings/en/details.jsp?meeting_id=31982" TargetMode="External"/><Relationship Id="rId18" Type="http://schemas.openxmlformats.org/officeDocument/2006/relationships/hyperlink" Target="http://web2.wipo.int/ipc-ief/en/project/1097/CE38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eb2.wipo.int/ipc-ief/en/project/1588/CE455" TargetMode="External"/><Relationship Id="rId7" Type="http://schemas.openxmlformats.org/officeDocument/2006/relationships/footnotes" Target="footnotes.xml"/><Relationship Id="rId12" Type="http://schemas.openxmlformats.org/officeDocument/2006/relationships/hyperlink" Target="http://web2.wipo.int/ipc-ief/en/project/1603/CE457" TargetMode="External"/><Relationship Id="rId17" Type="http://schemas.openxmlformats.org/officeDocument/2006/relationships/hyperlink" Target="http://web2.wipo.int/ipc-ief/en/project/1593/CE447"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eb2.wipo.int/ipc-ief/en/project/1540/CE446" TargetMode="External"/><Relationship Id="rId20" Type="http://schemas.openxmlformats.org/officeDocument/2006/relationships/hyperlink" Target="http://web2.wipo.int/ipc-ief/en/project/1587/CE45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b2.wipo.int/ipc-ief/en/project/1606/CE462"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eb2.wipo.int/ipc-ief/en/project/1539/CE445" TargetMode="External"/><Relationship Id="rId23" Type="http://schemas.openxmlformats.org/officeDocument/2006/relationships/hyperlink" Target="http://web2.wipo.int/ipc-ief/en/project/1621/WG301" TargetMode="External"/><Relationship Id="rId10" Type="http://schemas.openxmlformats.org/officeDocument/2006/relationships/image" Target="media/image2.jpeg"/><Relationship Id="rId19" Type="http://schemas.openxmlformats.org/officeDocument/2006/relationships/hyperlink" Target="http://web2.wipo.int/ipc-ief/en/project/1367/QC013"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eb2.wipo.int/ipcpub/search/stats/" TargetMode="External"/><Relationship Id="rId22" Type="http://schemas.openxmlformats.org/officeDocument/2006/relationships/hyperlink" Target="http://web2.wipo.int/ipc-ief/en/project/1300/WG19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41C85-B6DC-451B-A783-979829680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2218</Words>
  <Characters>13228</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Document IPC/CE/46/2, Report, 46th Session, IPC Committee of Experts</vt:lpstr>
    </vt:vector>
  </TitlesOfParts>
  <Company>WIPO</Company>
  <LinksUpToDate>false</LinksUpToDate>
  <CharactersWithSpaces>15416</CharactersWithSpaces>
  <SharedDoc>false</SharedDoc>
  <HLinks>
    <vt:vector size="54" baseType="variant">
      <vt:variant>
        <vt:i4>8323127</vt:i4>
      </vt:variant>
      <vt:variant>
        <vt:i4>24</vt:i4>
      </vt:variant>
      <vt:variant>
        <vt:i4>0</vt:i4>
      </vt:variant>
      <vt:variant>
        <vt:i4>5</vt:i4>
      </vt:variant>
      <vt:variant>
        <vt:lpwstr>http://web2.wipo.int/ipc-ief/en/project/1588/CE455</vt:lpwstr>
      </vt:variant>
      <vt:variant>
        <vt:lpwstr/>
      </vt:variant>
      <vt:variant>
        <vt:i4>7405623</vt:i4>
      </vt:variant>
      <vt:variant>
        <vt:i4>21</vt:i4>
      </vt:variant>
      <vt:variant>
        <vt:i4>0</vt:i4>
      </vt:variant>
      <vt:variant>
        <vt:i4>5</vt:i4>
      </vt:variant>
      <vt:variant>
        <vt:lpwstr>http://web2.wipo.int/ipc-ief/en/project/1587/CE454</vt:lpwstr>
      </vt:variant>
      <vt:variant>
        <vt:lpwstr/>
      </vt:variant>
      <vt:variant>
        <vt:i4>6684731</vt:i4>
      </vt:variant>
      <vt:variant>
        <vt:i4>18</vt:i4>
      </vt:variant>
      <vt:variant>
        <vt:i4>0</vt:i4>
      </vt:variant>
      <vt:variant>
        <vt:i4>5</vt:i4>
      </vt:variant>
      <vt:variant>
        <vt:lpwstr>http://web2.wipo.int/ipc-ief/en/project/1367/QC013</vt:lpwstr>
      </vt:variant>
      <vt:variant>
        <vt:lpwstr/>
      </vt:variant>
      <vt:variant>
        <vt:i4>7733307</vt:i4>
      </vt:variant>
      <vt:variant>
        <vt:i4>15</vt:i4>
      </vt:variant>
      <vt:variant>
        <vt:i4>0</vt:i4>
      </vt:variant>
      <vt:variant>
        <vt:i4>5</vt:i4>
      </vt:variant>
      <vt:variant>
        <vt:lpwstr>http://web2.wipo.int/ipc-ief/en/project/1097/CE381</vt:lpwstr>
      </vt:variant>
      <vt:variant>
        <vt:lpwstr/>
      </vt:variant>
      <vt:variant>
        <vt:i4>7733303</vt:i4>
      </vt:variant>
      <vt:variant>
        <vt:i4>12</vt:i4>
      </vt:variant>
      <vt:variant>
        <vt:i4>0</vt:i4>
      </vt:variant>
      <vt:variant>
        <vt:i4>5</vt:i4>
      </vt:variant>
      <vt:variant>
        <vt:lpwstr>http://web2.wipo.int/ipc-ief/en/project/1593/CE447</vt:lpwstr>
      </vt:variant>
      <vt:variant>
        <vt:lpwstr/>
      </vt:variant>
      <vt:variant>
        <vt:i4>7602234</vt:i4>
      </vt:variant>
      <vt:variant>
        <vt:i4>9</vt:i4>
      </vt:variant>
      <vt:variant>
        <vt:i4>0</vt:i4>
      </vt:variant>
      <vt:variant>
        <vt:i4>5</vt:i4>
      </vt:variant>
      <vt:variant>
        <vt:lpwstr>http://web2.wipo.int/ipc-ief/en/project/1540/CE446</vt:lpwstr>
      </vt:variant>
      <vt:variant>
        <vt:lpwstr/>
      </vt:variant>
      <vt:variant>
        <vt:i4>8257597</vt:i4>
      </vt:variant>
      <vt:variant>
        <vt:i4>6</vt:i4>
      </vt:variant>
      <vt:variant>
        <vt:i4>0</vt:i4>
      </vt:variant>
      <vt:variant>
        <vt:i4>5</vt:i4>
      </vt:variant>
      <vt:variant>
        <vt:lpwstr>http://web2.wipo.int/ipc-ief/en/project/1539/CE445</vt:lpwstr>
      </vt:variant>
      <vt:variant>
        <vt:lpwstr/>
      </vt:variant>
      <vt:variant>
        <vt:i4>7667775</vt:i4>
      </vt:variant>
      <vt:variant>
        <vt:i4>3</vt:i4>
      </vt:variant>
      <vt:variant>
        <vt:i4>0</vt:i4>
      </vt:variant>
      <vt:variant>
        <vt:i4>5</vt:i4>
      </vt:variant>
      <vt:variant>
        <vt:lpwstr>http://web2.wipo.int/ipc-ief/en/project/1603/CE457</vt:lpwstr>
      </vt:variant>
      <vt:variant>
        <vt:lpwstr/>
      </vt:variant>
      <vt:variant>
        <vt:i4>7667772</vt:i4>
      </vt:variant>
      <vt:variant>
        <vt:i4>0</vt:i4>
      </vt:variant>
      <vt:variant>
        <vt:i4>0</vt:i4>
      </vt:variant>
      <vt:variant>
        <vt:i4>5</vt:i4>
      </vt:variant>
      <vt:variant>
        <vt:lpwstr>http://web2.wipo.int/ipc-ief/en/project/1606/CE462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IPC/CE/46/2, Report, 46th Session, IPC Committee of Experts</dc:title>
  <dc:subject>Report, 46th Session, IPC Committee of Experts (IPC Union), Februrary 26 to 28, 2014</dc:subject>
  <dc:creator>WIPO</dc:creator>
  <cp:keywords>IPC</cp:keywords>
  <cp:lastModifiedBy>SCHLESSINGER Caroline</cp:lastModifiedBy>
  <cp:revision>6</cp:revision>
  <cp:lastPrinted>2014-03-20T13:39:00Z</cp:lastPrinted>
  <dcterms:created xsi:type="dcterms:W3CDTF">2014-03-20T13:36:00Z</dcterms:created>
  <dcterms:modified xsi:type="dcterms:W3CDTF">2014-03-21T10:07:00Z</dcterms:modified>
</cp:coreProperties>
</file>