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9178F2" w:rsidP="00916EE2">
            <w:r>
              <w:rPr>
                <w:noProof/>
                <w:lang w:eastAsia="en-US"/>
              </w:rPr>
              <w:drawing>
                <wp:inline distT="0" distB="0" distL="0" distR="0" wp14:anchorId="16B534A2" wp14:editId="40B0DC9B">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FE3227" w:rsidP="00916EE2">
            <w:pPr>
              <w:jc w:val="right"/>
              <w:rPr>
                <w:rFonts w:ascii="Arial Black" w:hAnsi="Arial Black"/>
                <w:caps/>
                <w:sz w:val="15"/>
              </w:rPr>
            </w:pPr>
            <w:r w:rsidRPr="00FE3227">
              <w:rPr>
                <w:rFonts w:ascii="Arial Black" w:hAnsi="Arial Black"/>
                <w:caps/>
                <w:sz w:val="15"/>
              </w:rPr>
              <w:t>SCCR/30/</w:t>
            </w:r>
            <w:bookmarkStart w:id="0" w:name="Code"/>
            <w:bookmarkEnd w:id="0"/>
            <w:r w:rsidR="00244F1E">
              <w:rPr>
                <w:rFonts w:ascii="Arial Black" w:hAnsi="Arial Black"/>
                <w:caps/>
                <w:sz w:val="15"/>
              </w:rPr>
              <w:t>3</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244F1E">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244F1E">
              <w:rPr>
                <w:rFonts w:ascii="Arial Black" w:hAnsi="Arial Black"/>
                <w:caps/>
                <w:sz w:val="15"/>
              </w:rPr>
              <w:t>June 10,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FE3227" w:rsidP="003845C1">
      <w:r w:rsidRPr="00FE3227">
        <w:rPr>
          <w:b/>
          <w:sz w:val="28"/>
          <w:szCs w:val="28"/>
        </w:rPr>
        <w:t>Standing Committee on Copyright and Related Rights</w:t>
      </w:r>
    </w:p>
    <w:p w:rsidR="003845C1" w:rsidRDefault="003845C1" w:rsidP="003845C1"/>
    <w:p w:rsidR="00FE3227" w:rsidRDefault="00FE3227" w:rsidP="008B2CC1">
      <w:pPr>
        <w:rPr>
          <w:b/>
          <w:sz w:val="24"/>
          <w:szCs w:val="24"/>
        </w:rPr>
      </w:pPr>
      <w:r w:rsidRPr="00FE3227">
        <w:rPr>
          <w:b/>
          <w:sz w:val="24"/>
          <w:szCs w:val="24"/>
        </w:rPr>
        <w:t>Thirtieth Session</w:t>
      </w:r>
    </w:p>
    <w:p w:rsidR="008B2CC1" w:rsidRPr="008B2CC1" w:rsidRDefault="00FE3227" w:rsidP="008B2CC1">
      <w:r w:rsidRPr="00FE3227">
        <w:rPr>
          <w:b/>
          <w:sz w:val="24"/>
          <w:szCs w:val="24"/>
        </w:rPr>
        <w:t>Geneva, June 29 to July 3, 2015</w:t>
      </w:r>
    </w:p>
    <w:p w:rsidR="008B2CC1" w:rsidRPr="008B2CC1" w:rsidRDefault="008B2CC1" w:rsidP="008B2CC1"/>
    <w:p w:rsidR="008B2CC1" w:rsidRPr="008B2CC1" w:rsidRDefault="008B2CC1" w:rsidP="008B2CC1"/>
    <w:p w:rsidR="008B2CC1" w:rsidRPr="003845C1" w:rsidRDefault="00244F1E" w:rsidP="00244F1E">
      <w:pPr>
        <w:rPr>
          <w:caps/>
          <w:sz w:val="24"/>
        </w:rPr>
      </w:pPr>
      <w:bookmarkStart w:id="3" w:name="TitleOfDoc"/>
      <w:bookmarkEnd w:id="3"/>
      <w:r>
        <w:rPr>
          <w:caps/>
          <w:sz w:val="24"/>
        </w:rPr>
        <w:t xml:space="preserve">Study </w:t>
      </w:r>
      <w:r w:rsidRPr="00244F1E">
        <w:rPr>
          <w:caps/>
          <w:sz w:val="24"/>
        </w:rPr>
        <w:t xml:space="preserve">ON COPYRIGHT </w:t>
      </w:r>
      <w:r>
        <w:rPr>
          <w:caps/>
          <w:sz w:val="24"/>
        </w:rPr>
        <w:t xml:space="preserve">LIMITATIONS AND EXCEPTIONS FOR </w:t>
      </w:r>
      <w:r w:rsidRPr="00244F1E">
        <w:rPr>
          <w:caps/>
          <w:sz w:val="24"/>
        </w:rPr>
        <w:t>LIBRARIES AND ARCHIVES:</w:t>
      </w:r>
      <w:r>
        <w:rPr>
          <w:caps/>
          <w:sz w:val="24"/>
        </w:rPr>
        <w:t xml:space="preserve">  </w:t>
      </w:r>
      <w:r w:rsidRPr="00244F1E">
        <w:rPr>
          <w:caps/>
          <w:sz w:val="24"/>
        </w:rPr>
        <w:t>UPDATED AND REVISED</w:t>
      </w:r>
    </w:p>
    <w:p w:rsidR="008B2CC1" w:rsidRPr="008B2CC1" w:rsidRDefault="008B2CC1" w:rsidP="008B2CC1"/>
    <w:p w:rsidR="008B2CC1" w:rsidRPr="008B2CC1" w:rsidRDefault="003154C7" w:rsidP="008B2CC1">
      <w:pPr>
        <w:rPr>
          <w:i/>
        </w:rPr>
      </w:pPr>
      <w:bookmarkStart w:id="4" w:name="Prepared"/>
      <w:bookmarkEnd w:id="4"/>
      <w:r>
        <w:rPr>
          <w:i/>
        </w:rPr>
        <w:t>p</w:t>
      </w:r>
      <w:r w:rsidR="00244F1E">
        <w:rPr>
          <w:i/>
        </w:rPr>
        <w:t xml:space="preserve">repared </w:t>
      </w:r>
      <w:r w:rsidR="004D09CD">
        <w:rPr>
          <w:i/>
        </w:rPr>
        <w:t>by</w:t>
      </w:r>
      <w:r w:rsidR="00244F1E">
        <w:rPr>
          <w:i/>
        </w:rPr>
        <w:t xml:space="preserve"> Kenneth D. Crews</w:t>
      </w:r>
      <w:r w:rsidR="004D09CD">
        <w:rPr>
          <w:i/>
        </w:rPr>
        <w:t>, J.D., Ph.D.</w:t>
      </w:r>
    </w:p>
    <w:p w:rsidR="00AC205C" w:rsidRDefault="00AC205C"/>
    <w:p w:rsidR="000F5E56" w:rsidRDefault="000F5E56"/>
    <w:p w:rsidR="002928D3" w:rsidRDefault="002928D3"/>
    <w:p w:rsidR="00C53D3D" w:rsidRDefault="00C53D3D">
      <w:r>
        <w:br w:type="page"/>
      </w:r>
    </w:p>
    <w:p w:rsidR="00BC0437" w:rsidRPr="00BC0437" w:rsidRDefault="00BC0437" w:rsidP="00BC0437">
      <w:pPr>
        <w:rPr>
          <w:rFonts w:eastAsia="Times New Roman"/>
          <w:b/>
          <w:szCs w:val="22"/>
          <w:lang w:eastAsia="en-US"/>
        </w:rPr>
      </w:pPr>
      <w:r w:rsidRPr="00BC0437">
        <w:rPr>
          <w:rFonts w:eastAsia="Times New Roman"/>
          <w:b/>
          <w:szCs w:val="22"/>
          <w:lang w:eastAsia="en-US"/>
        </w:rPr>
        <w:lastRenderedPageBreak/>
        <w:t>TABLE OF CONTENTS</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8E3DB2" w:rsidRDefault="00C53D3D">
      <w:pPr>
        <w:pStyle w:val="TOC1"/>
        <w:tabs>
          <w:tab w:val="right" w:leader="dot" w:pos="9345"/>
        </w:tabs>
        <w:rPr>
          <w:rFonts w:asciiTheme="minorHAnsi" w:eastAsiaTheme="minorEastAsia" w:hAnsiTheme="minorHAnsi" w:cstheme="minorBidi"/>
          <w:caps w:val="0"/>
          <w:noProof/>
          <w:szCs w:val="22"/>
        </w:rPr>
      </w:pPr>
      <w:r>
        <w:rPr>
          <w:caps w:val="0"/>
          <w:szCs w:val="22"/>
        </w:rPr>
        <w:fldChar w:fldCharType="begin"/>
      </w:r>
      <w:r>
        <w:rPr>
          <w:caps w:val="0"/>
          <w:szCs w:val="22"/>
        </w:rPr>
        <w:instrText xml:space="preserve"> TOC \o "1-3" \h \z \u </w:instrText>
      </w:r>
      <w:r>
        <w:rPr>
          <w:caps w:val="0"/>
          <w:szCs w:val="22"/>
        </w:rPr>
        <w:fldChar w:fldCharType="separate"/>
      </w:r>
      <w:hyperlink w:anchor="_Toc421800677" w:history="1">
        <w:r w:rsidR="008E3DB2" w:rsidRPr="005E78F3">
          <w:rPr>
            <w:rStyle w:val="Hyperlink"/>
            <w:noProof/>
          </w:rPr>
          <w:t>EXECUTIVE SUMMARY</w:t>
        </w:r>
        <w:r w:rsidR="008E3DB2">
          <w:rPr>
            <w:noProof/>
            <w:webHidden/>
          </w:rPr>
          <w:tab/>
        </w:r>
        <w:r w:rsidR="008E3DB2">
          <w:rPr>
            <w:noProof/>
            <w:webHidden/>
          </w:rPr>
          <w:fldChar w:fldCharType="begin"/>
        </w:r>
        <w:r w:rsidR="008E3DB2">
          <w:rPr>
            <w:noProof/>
            <w:webHidden/>
          </w:rPr>
          <w:instrText xml:space="preserve"> PAGEREF _Toc421800677 \h </w:instrText>
        </w:r>
        <w:r w:rsidR="008E3DB2">
          <w:rPr>
            <w:noProof/>
            <w:webHidden/>
          </w:rPr>
        </w:r>
        <w:r w:rsidR="008E3DB2">
          <w:rPr>
            <w:noProof/>
            <w:webHidden/>
          </w:rPr>
          <w:fldChar w:fldCharType="separate"/>
        </w:r>
        <w:r w:rsidR="008E3DB2">
          <w:rPr>
            <w:noProof/>
            <w:webHidden/>
          </w:rPr>
          <w:t>6</w:t>
        </w:r>
        <w:r w:rsidR="008E3DB2">
          <w:rPr>
            <w:noProof/>
            <w:webHidden/>
          </w:rPr>
          <w:fldChar w:fldCharType="end"/>
        </w:r>
      </w:hyperlink>
    </w:p>
    <w:p w:rsidR="008E3DB2" w:rsidRDefault="00E92AE7">
      <w:pPr>
        <w:pStyle w:val="TOC1"/>
        <w:tabs>
          <w:tab w:val="right" w:leader="dot" w:pos="9345"/>
        </w:tabs>
        <w:rPr>
          <w:rFonts w:asciiTheme="minorHAnsi" w:eastAsiaTheme="minorEastAsia" w:hAnsiTheme="minorHAnsi" w:cstheme="minorBidi"/>
          <w:caps w:val="0"/>
          <w:noProof/>
          <w:szCs w:val="22"/>
        </w:rPr>
      </w:pPr>
      <w:hyperlink w:anchor="_Toc421800678" w:history="1">
        <w:r w:rsidR="008E3DB2" w:rsidRPr="005E78F3">
          <w:rPr>
            <w:rStyle w:val="Hyperlink"/>
            <w:noProof/>
          </w:rPr>
          <w:t>Introduction</w:t>
        </w:r>
        <w:r w:rsidR="008E3DB2">
          <w:rPr>
            <w:noProof/>
            <w:webHidden/>
          </w:rPr>
          <w:tab/>
        </w:r>
        <w:r w:rsidR="008E3DB2">
          <w:rPr>
            <w:noProof/>
            <w:webHidden/>
          </w:rPr>
          <w:fldChar w:fldCharType="begin"/>
        </w:r>
        <w:r w:rsidR="008E3DB2">
          <w:rPr>
            <w:noProof/>
            <w:webHidden/>
          </w:rPr>
          <w:instrText xml:space="preserve"> PAGEREF _Toc421800678 \h </w:instrText>
        </w:r>
        <w:r w:rsidR="008E3DB2">
          <w:rPr>
            <w:noProof/>
            <w:webHidden/>
          </w:rPr>
        </w:r>
        <w:r w:rsidR="008E3DB2">
          <w:rPr>
            <w:noProof/>
            <w:webHidden/>
          </w:rPr>
          <w:fldChar w:fldCharType="separate"/>
        </w:r>
        <w:r w:rsidR="008E3DB2">
          <w:rPr>
            <w:noProof/>
            <w:webHidden/>
          </w:rPr>
          <w:t>6</w:t>
        </w:r>
        <w:r w:rsidR="008E3DB2">
          <w:rPr>
            <w:noProof/>
            <w:webHidden/>
          </w:rPr>
          <w:fldChar w:fldCharType="end"/>
        </w:r>
      </w:hyperlink>
    </w:p>
    <w:p w:rsidR="008E3DB2" w:rsidRDefault="00E92AE7">
      <w:pPr>
        <w:pStyle w:val="TOC1"/>
        <w:tabs>
          <w:tab w:val="right" w:leader="dot" w:pos="9345"/>
        </w:tabs>
        <w:rPr>
          <w:rFonts w:asciiTheme="minorHAnsi" w:eastAsiaTheme="minorEastAsia" w:hAnsiTheme="minorHAnsi" w:cstheme="minorBidi"/>
          <w:caps w:val="0"/>
          <w:noProof/>
          <w:szCs w:val="22"/>
        </w:rPr>
      </w:pPr>
      <w:hyperlink w:anchor="_Toc421800679" w:history="1">
        <w:r w:rsidR="008E3DB2" w:rsidRPr="005E78F3">
          <w:rPr>
            <w:rStyle w:val="Hyperlink"/>
            <w:noProof/>
          </w:rPr>
          <w:t>Terminology</w:t>
        </w:r>
        <w:r w:rsidR="008E3DB2">
          <w:rPr>
            <w:noProof/>
            <w:webHidden/>
          </w:rPr>
          <w:tab/>
        </w:r>
        <w:r w:rsidR="008E3DB2">
          <w:rPr>
            <w:noProof/>
            <w:webHidden/>
          </w:rPr>
          <w:fldChar w:fldCharType="begin"/>
        </w:r>
        <w:r w:rsidR="008E3DB2">
          <w:rPr>
            <w:noProof/>
            <w:webHidden/>
          </w:rPr>
          <w:instrText xml:space="preserve"> PAGEREF _Toc421800679 \h </w:instrText>
        </w:r>
        <w:r w:rsidR="008E3DB2">
          <w:rPr>
            <w:noProof/>
            <w:webHidden/>
          </w:rPr>
        </w:r>
        <w:r w:rsidR="008E3DB2">
          <w:rPr>
            <w:noProof/>
            <w:webHidden/>
          </w:rPr>
          <w:fldChar w:fldCharType="separate"/>
        </w:r>
        <w:r w:rsidR="008E3DB2">
          <w:rPr>
            <w:noProof/>
            <w:webHidden/>
          </w:rPr>
          <w:t>7</w:t>
        </w:r>
        <w:r w:rsidR="008E3DB2">
          <w:rPr>
            <w:noProof/>
            <w:webHidden/>
          </w:rPr>
          <w:fldChar w:fldCharType="end"/>
        </w:r>
      </w:hyperlink>
    </w:p>
    <w:p w:rsidR="008E3DB2" w:rsidRDefault="00E92AE7">
      <w:pPr>
        <w:pStyle w:val="TOC1"/>
        <w:tabs>
          <w:tab w:val="right" w:leader="dot" w:pos="9345"/>
        </w:tabs>
        <w:rPr>
          <w:rFonts w:asciiTheme="minorHAnsi" w:eastAsiaTheme="minorEastAsia" w:hAnsiTheme="minorHAnsi" w:cstheme="minorBidi"/>
          <w:caps w:val="0"/>
          <w:noProof/>
          <w:szCs w:val="22"/>
        </w:rPr>
      </w:pPr>
      <w:hyperlink w:anchor="_Toc421800680" w:history="1">
        <w:r w:rsidR="008E3DB2" w:rsidRPr="005E78F3">
          <w:rPr>
            <w:rStyle w:val="Hyperlink"/>
            <w:noProof/>
          </w:rPr>
          <w:t>Scope of the Study</w:t>
        </w:r>
        <w:r w:rsidR="008E3DB2">
          <w:rPr>
            <w:noProof/>
            <w:webHidden/>
          </w:rPr>
          <w:tab/>
        </w:r>
        <w:r w:rsidR="008E3DB2">
          <w:rPr>
            <w:noProof/>
            <w:webHidden/>
          </w:rPr>
          <w:fldChar w:fldCharType="begin"/>
        </w:r>
        <w:r w:rsidR="008E3DB2">
          <w:rPr>
            <w:noProof/>
            <w:webHidden/>
          </w:rPr>
          <w:instrText xml:space="preserve"> PAGEREF _Toc421800680 \h </w:instrText>
        </w:r>
        <w:r w:rsidR="008E3DB2">
          <w:rPr>
            <w:noProof/>
            <w:webHidden/>
          </w:rPr>
        </w:r>
        <w:r w:rsidR="008E3DB2">
          <w:rPr>
            <w:noProof/>
            <w:webHidden/>
          </w:rPr>
          <w:fldChar w:fldCharType="separate"/>
        </w:r>
        <w:r w:rsidR="008E3DB2">
          <w:rPr>
            <w:noProof/>
            <w:webHidden/>
          </w:rPr>
          <w:t>8</w:t>
        </w:r>
        <w:r w:rsidR="008E3DB2">
          <w:rPr>
            <w:noProof/>
            <w:webHidden/>
          </w:rPr>
          <w:fldChar w:fldCharType="end"/>
        </w:r>
      </w:hyperlink>
    </w:p>
    <w:p w:rsidR="008E3DB2" w:rsidRDefault="00E92AE7">
      <w:pPr>
        <w:pStyle w:val="TOC1"/>
        <w:tabs>
          <w:tab w:val="right" w:leader="dot" w:pos="9345"/>
        </w:tabs>
        <w:rPr>
          <w:rFonts w:asciiTheme="minorHAnsi" w:eastAsiaTheme="minorEastAsia" w:hAnsiTheme="minorHAnsi" w:cstheme="minorBidi"/>
          <w:caps w:val="0"/>
          <w:noProof/>
          <w:szCs w:val="22"/>
        </w:rPr>
      </w:pPr>
      <w:hyperlink w:anchor="_Toc421800681" w:history="1">
        <w:r w:rsidR="008E3DB2" w:rsidRPr="005E78F3">
          <w:rPr>
            <w:rStyle w:val="Hyperlink"/>
            <w:noProof/>
          </w:rPr>
          <w:t>Methodology</w:t>
        </w:r>
        <w:r w:rsidR="008E3DB2">
          <w:rPr>
            <w:noProof/>
            <w:webHidden/>
          </w:rPr>
          <w:tab/>
        </w:r>
        <w:r w:rsidR="008E3DB2">
          <w:rPr>
            <w:noProof/>
            <w:webHidden/>
          </w:rPr>
          <w:fldChar w:fldCharType="begin"/>
        </w:r>
        <w:r w:rsidR="008E3DB2">
          <w:rPr>
            <w:noProof/>
            <w:webHidden/>
          </w:rPr>
          <w:instrText xml:space="preserve"> PAGEREF _Toc421800681 \h </w:instrText>
        </w:r>
        <w:r w:rsidR="008E3DB2">
          <w:rPr>
            <w:noProof/>
            <w:webHidden/>
          </w:rPr>
        </w:r>
        <w:r w:rsidR="008E3DB2">
          <w:rPr>
            <w:noProof/>
            <w:webHidden/>
          </w:rPr>
          <w:fldChar w:fldCharType="separate"/>
        </w:r>
        <w:r w:rsidR="008E3DB2">
          <w:rPr>
            <w:noProof/>
            <w:webHidden/>
          </w:rPr>
          <w:t>10</w:t>
        </w:r>
        <w:r w:rsidR="008E3DB2">
          <w:rPr>
            <w:noProof/>
            <w:webHidden/>
          </w:rPr>
          <w:fldChar w:fldCharType="end"/>
        </w:r>
      </w:hyperlink>
    </w:p>
    <w:p w:rsidR="008E3DB2" w:rsidRDefault="00E92AE7">
      <w:pPr>
        <w:pStyle w:val="TOC1"/>
        <w:tabs>
          <w:tab w:val="right" w:leader="dot" w:pos="9345"/>
        </w:tabs>
        <w:rPr>
          <w:rFonts w:asciiTheme="minorHAnsi" w:eastAsiaTheme="minorEastAsia" w:hAnsiTheme="minorHAnsi" w:cstheme="minorBidi"/>
          <w:caps w:val="0"/>
          <w:noProof/>
          <w:szCs w:val="22"/>
        </w:rPr>
      </w:pPr>
      <w:hyperlink w:anchor="_Toc421800682" w:history="1">
        <w:r w:rsidR="008E3DB2" w:rsidRPr="005E78F3">
          <w:rPr>
            <w:rStyle w:val="Hyperlink"/>
            <w:noProof/>
          </w:rPr>
          <w:t>Acknowledgements</w:t>
        </w:r>
        <w:r w:rsidR="008E3DB2">
          <w:rPr>
            <w:noProof/>
            <w:webHidden/>
          </w:rPr>
          <w:tab/>
        </w:r>
        <w:r w:rsidR="008E3DB2">
          <w:rPr>
            <w:noProof/>
            <w:webHidden/>
          </w:rPr>
          <w:fldChar w:fldCharType="begin"/>
        </w:r>
        <w:r w:rsidR="008E3DB2">
          <w:rPr>
            <w:noProof/>
            <w:webHidden/>
          </w:rPr>
          <w:instrText xml:space="preserve"> PAGEREF _Toc421800682 \h </w:instrText>
        </w:r>
        <w:r w:rsidR="008E3DB2">
          <w:rPr>
            <w:noProof/>
            <w:webHidden/>
          </w:rPr>
        </w:r>
        <w:r w:rsidR="008E3DB2">
          <w:rPr>
            <w:noProof/>
            <w:webHidden/>
          </w:rPr>
          <w:fldChar w:fldCharType="separate"/>
        </w:r>
        <w:r w:rsidR="008E3DB2">
          <w:rPr>
            <w:noProof/>
            <w:webHidden/>
          </w:rPr>
          <w:t>11</w:t>
        </w:r>
        <w:r w:rsidR="008E3DB2">
          <w:rPr>
            <w:noProof/>
            <w:webHidden/>
          </w:rPr>
          <w:fldChar w:fldCharType="end"/>
        </w:r>
      </w:hyperlink>
    </w:p>
    <w:p w:rsidR="008E3DB2" w:rsidRDefault="00E92AE7">
      <w:pPr>
        <w:pStyle w:val="TOC1"/>
        <w:tabs>
          <w:tab w:val="right" w:leader="dot" w:pos="9345"/>
        </w:tabs>
        <w:rPr>
          <w:rFonts w:asciiTheme="minorHAnsi" w:eastAsiaTheme="minorEastAsia" w:hAnsiTheme="minorHAnsi" w:cstheme="minorBidi"/>
          <w:caps w:val="0"/>
          <w:noProof/>
          <w:szCs w:val="22"/>
        </w:rPr>
      </w:pPr>
      <w:hyperlink w:anchor="_Toc421800683" w:history="1">
        <w:r w:rsidR="008E3DB2" w:rsidRPr="005E78F3">
          <w:rPr>
            <w:rStyle w:val="Hyperlink"/>
            <w:noProof/>
          </w:rPr>
          <w:t>LIBRARY EXCEPTIONS OF THE WORLD</w:t>
        </w:r>
        <w:r w:rsidR="008E3DB2">
          <w:rPr>
            <w:noProof/>
            <w:webHidden/>
          </w:rPr>
          <w:tab/>
        </w:r>
        <w:r w:rsidR="008E3DB2">
          <w:rPr>
            <w:noProof/>
            <w:webHidden/>
          </w:rPr>
          <w:fldChar w:fldCharType="begin"/>
        </w:r>
        <w:r w:rsidR="008E3DB2">
          <w:rPr>
            <w:noProof/>
            <w:webHidden/>
          </w:rPr>
          <w:instrText xml:space="preserve"> PAGEREF _Toc421800683 \h </w:instrText>
        </w:r>
        <w:r w:rsidR="008E3DB2">
          <w:rPr>
            <w:noProof/>
            <w:webHidden/>
          </w:rPr>
        </w:r>
        <w:r w:rsidR="008E3DB2">
          <w:rPr>
            <w:noProof/>
            <w:webHidden/>
          </w:rPr>
          <w:fldChar w:fldCharType="separate"/>
        </w:r>
        <w:r w:rsidR="008E3DB2">
          <w:rPr>
            <w:noProof/>
            <w:webHidden/>
          </w:rPr>
          <w:t>13</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684" w:history="1">
        <w:r w:rsidR="008E3DB2" w:rsidRPr="005E78F3">
          <w:rPr>
            <w:rStyle w:val="Hyperlink"/>
            <w:noProof/>
          </w:rPr>
          <w:t>Afghanistan</w:t>
        </w:r>
        <w:r w:rsidR="008E3DB2">
          <w:rPr>
            <w:noProof/>
            <w:webHidden/>
          </w:rPr>
          <w:tab/>
        </w:r>
        <w:r w:rsidR="008E3DB2">
          <w:rPr>
            <w:noProof/>
            <w:webHidden/>
          </w:rPr>
          <w:fldChar w:fldCharType="begin"/>
        </w:r>
        <w:r w:rsidR="008E3DB2">
          <w:rPr>
            <w:noProof/>
            <w:webHidden/>
          </w:rPr>
          <w:instrText xml:space="preserve"> PAGEREF _Toc421800684 \h </w:instrText>
        </w:r>
        <w:r w:rsidR="008E3DB2">
          <w:rPr>
            <w:noProof/>
            <w:webHidden/>
          </w:rPr>
        </w:r>
        <w:r w:rsidR="008E3DB2">
          <w:rPr>
            <w:noProof/>
            <w:webHidden/>
          </w:rPr>
          <w:fldChar w:fldCharType="separate"/>
        </w:r>
        <w:r w:rsidR="008E3DB2">
          <w:rPr>
            <w:noProof/>
            <w:webHidden/>
          </w:rPr>
          <w:t>13</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685" w:history="1">
        <w:r w:rsidR="008E3DB2" w:rsidRPr="005E78F3">
          <w:rPr>
            <w:rStyle w:val="Hyperlink"/>
            <w:noProof/>
          </w:rPr>
          <w:t>Albania</w:t>
        </w:r>
        <w:r w:rsidR="008E3DB2">
          <w:rPr>
            <w:noProof/>
            <w:webHidden/>
          </w:rPr>
          <w:tab/>
        </w:r>
        <w:r w:rsidR="008E3DB2">
          <w:rPr>
            <w:noProof/>
            <w:webHidden/>
          </w:rPr>
          <w:fldChar w:fldCharType="begin"/>
        </w:r>
        <w:r w:rsidR="008E3DB2">
          <w:rPr>
            <w:noProof/>
            <w:webHidden/>
          </w:rPr>
          <w:instrText xml:space="preserve"> PAGEREF _Toc421800685 \h </w:instrText>
        </w:r>
        <w:r w:rsidR="008E3DB2">
          <w:rPr>
            <w:noProof/>
            <w:webHidden/>
          </w:rPr>
        </w:r>
        <w:r w:rsidR="008E3DB2">
          <w:rPr>
            <w:noProof/>
            <w:webHidden/>
          </w:rPr>
          <w:fldChar w:fldCharType="separate"/>
        </w:r>
        <w:r w:rsidR="008E3DB2">
          <w:rPr>
            <w:noProof/>
            <w:webHidden/>
          </w:rPr>
          <w:t>16</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686" w:history="1">
        <w:r w:rsidR="008E3DB2" w:rsidRPr="005E78F3">
          <w:rPr>
            <w:rStyle w:val="Hyperlink"/>
            <w:noProof/>
          </w:rPr>
          <w:t>Algeria</w:t>
        </w:r>
        <w:r w:rsidR="008E3DB2">
          <w:rPr>
            <w:noProof/>
            <w:webHidden/>
          </w:rPr>
          <w:tab/>
        </w:r>
        <w:r w:rsidR="008E3DB2">
          <w:rPr>
            <w:noProof/>
            <w:webHidden/>
          </w:rPr>
          <w:fldChar w:fldCharType="begin"/>
        </w:r>
        <w:r w:rsidR="008E3DB2">
          <w:rPr>
            <w:noProof/>
            <w:webHidden/>
          </w:rPr>
          <w:instrText xml:space="preserve"> PAGEREF _Toc421800686 \h </w:instrText>
        </w:r>
        <w:r w:rsidR="008E3DB2">
          <w:rPr>
            <w:noProof/>
            <w:webHidden/>
          </w:rPr>
        </w:r>
        <w:r w:rsidR="008E3DB2">
          <w:rPr>
            <w:noProof/>
            <w:webHidden/>
          </w:rPr>
          <w:fldChar w:fldCharType="separate"/>
        </w:r>
        <w:r w:rsidR="008E3DB2">
          <w:rPr>
            <w:noProof/>
            <w:webHidden/>
          </w:rPr>
          <w:t>17</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687" w:history="1">
        <w:r w:rsidR="008E3DB2" w:rsidRPr="005E78F3">
          <w:rPr>
            <w:rStyle w:val="Hyperlink"/>
            <w:noProof/>
          </w:rPr>
          <w:t>Andorra</w:t>
        </w:r>
        <w:r w:rsidR="008E3DB2">
          <w:rPr>
            <w:noProof/>
            <w:webHidden/>
          </w:rPr>
          <w:tab/>
        </w:r>
        <w:r w:rsidR="008E3DB2">
          <w:rPr>
            <w:noProof/>
            <w:webHidden/>
          </w:rPr>
          <w:fldChar w:fldCharType="begin"/>
        </w:r>
        <w:r w:rsidR="008E3DB2">
          <w:rPr>
            <w:noProof/>
            <w:webHidden/>
          </w:rPr>
          <w:instrText xml:space="preserve"> PAGEREF _Toc421800687 \h </w:instrText>
        </w:r>
        <w:r w:rsidR="008E3DB2">
          <w:rPr>
            <w:noProof/>
            <w:webHidden/>
          </w:rPr>
        </w:r>
        <w:r w:rsidR="008E3DB2">
          <w:rPr>
            <w:noProof/>
            <w:webHidden/>
          </w:rPr>
          <w:fldChar w:fldCharType="separate"/>
        </w:r>
        <w:r w:rsidR="008E3DB2">
          <w:rPr>
            <w:noProof/>
            <w:webHidden/>
          </w:rPr>
          <w:t>19</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688" w:history="1">
        <w:r w:rsidR="008E3DB2" w:rsidRPr="005E78F3">
          <w:rPr>
            <w:rStyle w:val="Hyperlink"/>
            <w:noProof/>
          </w:rPr>
          <w:t>Angola</w:t>
        </w:r>
        <w:r w:rsidR="008E3DB2">
          <w:rPr>
            <w:noProof/>
            <w:webHidden/>
          </w:rPr>
          <w:tab/>
        </w:r>
        <w:r w:rsidR="008E3DB2">
          <w:rPr>
            <w:noProof/>
            <w:webHidden/>
          </w:rPr>
          <w:fldChar w:fldCharType="begin"/>
        </w:r>
        <w:r w:rsidR="008E3DB2">
          <w:rPr>
            <w:noProof/>
            <w:webHidden/>
          </w:rPr>
          <w:instrText xml:space="preserve"> PAGEREF _Toc421800688 \h </w:instrText>
        </w:r>
        <w:r w:rsidR="008E3DB2">
          <w:rPr>
            <w:noProof/>
            <w:webHidden/>
          </w:rPr>
        </w:r>
        <w:r w:rsidR="008E3DB2">
          <w:rPr>
            <w:noProof/>
            <w:webHidden/>
          </w:rPr>
          <w:fldChar w:fldCharType="separate"/>
        </w:r>
        <w:r w:rsidR="008E3DB2">
          <w:rPr>
            <w:noProof/>
            <w:webHidden/>
          </w:rPr>
          <w:t>21</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689" w:history="1">
        <w:r w:rsidR="008E3DB2" w:rsidRPr="005E78F3">
          <w:rPr>
            <w:rStyle w:val="Hyperlink"/>
            <w:noProof/>
          </w:rPr>
          <w:t>Antigua and Barbuda</w:t>
        </w:r>
        <w:r w:rsidR="008E3DB2">
          <w:rPr>
            <w:noProof/>
            <w:webHidden/>
          </w:rPr>
          <w:tab/>
        </w:r>
        <w:r w:rsidR="008E3DB2">
          <w:rPr>
            <w:noProof/>
            <w:webHidden/>
          </w:rPr>
          <w:fldChar w:fldCharType="begin"/>
        </w:r>
        <w:r w:rsidR="008E3DB2">
          <w:rPr>
            <w:noProof/>
            <w:webHidden/>
          </w:rPr>
          <w:instrText xml:space="preserve"> PAGEREF _Toc421800689 \h </w:instrText>
        </w:r>
        <w:r w:rsidR="008E3DB2">
          <w:rPr>
            <w:noProof/>
            <w:webHidden/>
          </w:rPr>
        </w:r>
        <w:r w:rsidR="008E3DB2">
          <w:rPr>
            <w:noProof/>
            <w:webHidden/>
          </w:rPr>
          <w:fldChar w:fldCharType="separate"/>
        </w:r>
        <w:r w:rsidR="008E3DB2">
          <w:rPr>
            <w:noProof/>
            <w:webHidden/>
          </w:rPr>
          <w:t>22</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690" w:history="1">
        <w:r w:rsidR="008E3DB2" w:rsidRPr="005E78F3">
          <w:rPr>
            <w:rStyle w:val="Hyperlink"/>
            <w:noProof/>
          </w:rPr>
          <w:t>Argentina</w:t>
        </w:r>
        <w:r w:rsidR="008E3DB2">
          <w:rPr>
            <w:noProof/>
            <w:webHidden/>
          </w:rPr>
          <w:tab/>
        </w:r>
        <w:r w:rsidR="008E3DB2">
          <w:rPr>
            <w:noProof/>
            <w:webHidden/>
          </w:rPr>
          <w:fldChar w:fldCharType="begin"/>
        </w:r>
        <w:r w:rsidR="008E3DB2">
          <w:rPr>
            <w:noProof/>
            <w:webHidden/>
          </w:rPr>
          <w:instrText xml:space="preserve"> PAGEREF _Toc421800690 \h </w:instrText>
        </w:r>
        <w:r w:rsidR="008E3DB2">
          <w:rPr>
            <w:noProof/>
            <w:webHidden/>
          </w:rPr>
        </w:r>
        <w:r w:rsidR="008E3DB2">
          <w:rPr>
            <w:noProof/>
            <w:webHidden/>
          </w:rPr>
          <w:fldChar w:fldCharType="separate"/>
        </w:r>
        <w:r w:rsidR="008E3DB2">
          <w:rPr>
            <w:noProof/>
            <w:webHidden/>
          </w:rPr>
          <w:t>26</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691" w:history="1">
        <w:r w:rsidR="008E3DB2" w:rsidRPr="005E78F3">
          <w:rPr>
            <w:rStyle w:val="Hyperlink"/>
            <w:noProof/>
          </w:rPr>
          <w:t>Armenia</w:t>
        </w:r>
        <w:r w:rsidR="008E3DB2">
          <w:rPr>
            <w:noProof/>
            <w:webHidden/>
          </w:rPr>
          <w:tab/>
        </w:r>
        <w:r w:rsidR="008E3DB2">
          <w:rPr>
            <w:noProof/>
            <w:webHidden/>
          </w:rPr>
          <w:fldChar w:fldCharType="begin"/>
        </w:r>
        <w:r w:rsidR="008E3DB2">
          <w:rPr>
            <w:noProof/>
            <w:webHidden/>
          </w:rPr>
          <w:instrText xml:space="preserve"> PAGEREF _Toc421800691 \h </w:instrText>
        </w:r>
        <w:r w:rsidR="008E3DB2">
          <w:rPr>
            <w:noProof/>
            <w:webHidden/>
          </w:rPr>
        </w:r>
        <w:r w:rsidR="008E3DB2">
          <w:rPr>
            <w:noProof/>
            <w:webHidden/>
          </w:rPr>
          <w:fldChar w:fldCharType="separate"/>
        </w:r>
        <w:r w:rsidR="008E3DB2">
          <w:rPr>
            <w:noProof/>
            <w:webHidden/>
          </w:rPr>
          <w:t>27</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692" w:history="1">
        <w:r w:rsidR="008E3DB2" w:rsidRPr="005E78F3">
          <w:rPr>
            <w:rStyle w:val="Hyperlink"/>
            <w:noProof/>
          </w:rPr>
          <w:t>Australia</w:t>
        </w:r>
        <w:r w:rsidR="008E3DB2">
          <w:rPr>
            <w:noProof/>
            <w:webHidden/>
          </w:rPr>
          <w:tab/>
        </w:r>
        <w:r w:rsidR="008E3DB2">
          <w:rPr>
            <w:noProof/>
            <w:webHidden/>
          </w:rPr>
          <w:fldChar w:fldCharType="begin"/>
        </w:r>
        <w:r w:rsidR="008E3DB2">
          <w:rPr>
            <w:noProof/>
            <w:webHidden/>
          </w:rPr>
          <w:instrText xml:space="preserve"> PAGEREF _Toc421800692 \h </w:instrText>
        </w:r>
        <w:r w:rsidR="008E3DB2">
          <w:rPr>
            <w:noProof/>
            <w:webHidden/>
          </w:rPr>
        </w:r>
        <w:r w:rsidR="008E3DB2">
          <w:rPr>
            <w:noProof/>
            <w:webHidden/>
          </w:rPr>
          <w:fldChar w:fldCharType="separate"/>
        </w:r>
        <w:r w:rsidR="008E3DB2">
          <w:rPr>
            <w:noProof/>
            <w:webHidden/>
          </w:rPr>
          <w:t>29</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693" w:history="1">
        <w:r w:rsidR="008E3DB2" w:rsidRPr="005E78F3">
          <w:rPr>
            <w:rStyle w:val="Hyperlink"/>
            <w:noProof/>
          </w:rPr>
          <w:t>Austria</w:t>
        </w:r>
        <w:r w:rsidR="008E3DB2">
          <w:rPr>
            <w:noProof/>
            <w:webHidden/>
          </w:rPr>
          <w:tab/>
        </w:r>
        <w:r w:rsidR="008E3DB2">
          <w:rPr>
            <w:noProof/>
            <w:webHidden/>
          </w:rPr>
          <w:fldChar w:fldCharType="begin"/>
        </w:r>
        <w:r w:rsidR="008E3DB2">
          <w:rPr>
            <w:noProof/>
            <w:webHidden/>
          </w:rPr>
          <w:instrText xml:space="preserve"> PAGEREF _Toc421800693 \h </w:instrText>
        </w:r>
        <w:r w:rsidR="008E3DB2">
          <w:rPr>
            <w:noProof/>
            <w:webHidden/>
          </w:rPr>
        </w:r>
        <w:r w:rsidR="008E3DB2">
          <w:rPr>
            <w:noProof/>
            <w:webHidden/>
          </w:rPr>
          <w:fldChar w:fldCharType="separate"/>
        </w:r>
        <w:r w:rsidR="008E3DB2">
          <w:rPr>
            <w:noProof/>
            <w:webHidden/>
          </w:rPr>
          <w:t>42</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694" w:history="1">
        <w:r w:rsidR="008E3DB2" w:rsidRPr="005E78F3">
          <w:rPr>
            <w:rStyle w:val="Hyperlink"/>
            <w:noProof/>
          </w:rPr>
          <w:t>Azerbaijan</w:t>
        </w:r>
        <w:r w:rsidR="008E3DB2">
          <w:rPr>
            <w:noProof/>
            <w:webHidden/>
          </w:rPr>
          <w:tab/>
        </w:r>
        <w:r w:rsidR="008E3DB2">
          <w:rPr>
            <w:noProof/>
            <w:webHidden/>
          </w:rPr>
          <w:fldChar w:fldCharType="begin"/>
        </w:r>
        <w:r w:rsidR="008E3DB2">
          <w:rPr>
            <w:noProof/>
            <w:webHidden/>
          </w:rPr>
          <w:instrText xml:space="preserve"> PAGEREF _Toc421800694 \h </w:instrText>
        </w:r>
        <w:r w:rsidR="008E3DB2">
          <w:rPr>
            <w:noProof/>
            <w:webHidden/>
          </w:rPr>
        </w:r>
        <w:r w:rsidR="008E3DB2">
          <w:rPr>
            <w:noProof/>
            <w:webHidden/>
          </w:rPr>
          <w:fldChar w:fldCharType="separate"/>
        </w:r>
        <w:r w:rsidR="008E3DB2">
          <w:rPr>
            <w:noProof/>
            <w:webHidden/>
          </w:rPr>
          <w:t>44</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695" w:history="1">
        <w:r w:rsidR="008E3DB2" w:rsidRPr="005E78F3">
          <w:rPr>
            <w:rStyle w:val="Hyperlink"/>
            <w:noProof/>
          </w:rPr>
          <w:t>Bahamas</w:t>
        </w:r>
        <w:r w:rsidR="008E3DB2">
          <w:rPr>
            <w:noProof/>
            <w:webHidden/>
          </w:rPr>
          <w:tab/>
        </w:r>
        <w:r w:rsidR="008E3DB2">
          <w:rPr>
            <w:noProof/>
            <w:webHidden/>
          </w:rPr>
          <w:fldChar w:fldCharType="begin"/>
        </w:r>
        <w:r w:rsidR="008E3DB2">
          <w:rPr>
            <w:noProof/>
            <w:webHidden/>
          </w:rPr>
          <w:instrText xml:space="preserve"> PAGEREF _Toc421800695 \h </w:instrText>
        </w:r>
        <w:r w:rsidR="008E3DB2">
          <w:rPr>
            <w:noProof/>
            <w:webHidden/>
          </w:rPr>
        </w:r>
        <w:r w:rsidR="008E3DB2">
          <w:rPr>
            <w:noProof/>
            <w:webHidden/>
          </w:rPr>
          <w:fldChar w:fldCharType="separate"/>
        </w:r>
        <w:r w:rsidR="008E3DB2">
          <w:rPr>
            <w:noProof/>
            <w:webHidden/>
          </w:rPr>
          <w:t>46</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696" w:history="1">
        <w:r w:rsidR="008E3DB2" w:rsidRPr="005E78F3">
          <w:rPr>
            <w:rStyle w:val="Hyperlink"/>
            <w:noProof/>
          </w:rPr>
          <w:t>Bahrain</w:t>
        </w:r>
        <w:r w:rsidR="008E3DB2">
          <w:rPr>
            <w:noProof/>
            <w:webHidden/>
          </w:rPr>
          <w:tab/>
        </w:r>
        <w:r w:rsidR="008E3DB2">
          <w:rPr>
            <w:noProof/>
            <w:webHidden/>
          </w:rPr>
          <w:fldChar w:fldCharType="begin"/>
        </w:r>
        <w:r w:rsidR="008E3DB2">
          <w:rPr>
            <w:noProof/>
            <w:webHidden/>
          </w:rPr>
          <w:instrText xml:space="preserve"> PAGEREF _Toc421800696 \h </w:instrText>
        </w:r>
        <w:r w:rsidR="008E3DB2">
          <w:rPr>
            <w:noProof/>
            <w:webHidden/>
          </w:rPr>
        </w:r>
        <w:r w:rsidR="008E3DB2">
          <w:rPr>
            <w:noProof/>
            <w:webHidden/>
          </w:rPr>
          <w:fldChar w:fldCharType="separate"/>
        </w:r>
        <w:r w:rsidR="008E3DB2">
          <w:rPr>
            <w:noProof/>
            <w:webHidden/>
          </w:rPr>
          <w:t>50</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697" w:history="1">
        <w:r w:rsidR="008E3DB2" w:rsidRPr="005E78F3">
          <w:rPr>
            <w:rStyle w:val="Hyperlink"/>
            <w:noProof/>
          </w:rPr>
          <w:t>Bangladesh</w:t>
        </w:r>
        <w:r w:rsidR="008E3DB2">
          <w:rPr>
            <w:noProof/>
            <w:webHidden/>
          </w:rPr>
          <w:tab/>
        </w:r>
        <w:r w:rsidR="008E3DB2">
          <w:rPr>
            <w:noProof/>
            <w:webHidden/>
          </w:rPr>
          <w:fldChar w:fldCharType="begin"/>
        </w:r>
        <w:r w:rsidR="008E3DB2">
          <w:rPr>
            <w:noProof/>
            <w:webHidden/>
          </w:rPr>
          <w:instrText xml:space="preserve"> PAGEREF _Toc421800697 \h </w:instrText>
        </w:r>
        <w:r w:rsidR="008E3DB2">
          <w:rPr>
            <w:noProof/>
            <w:webHidden/>
          </w:rPr>
        </w:r>
        <w:r w:rsidR="008E3DB2">
          <w:rPr>
            <w:noProof/>
            <w:webHidden/>
          </w:rPr>
          <w:fldChar w:fldCharType="separate"/>
        </w:r>
        <w:r w:rsidR="008E3DB2">
          <w:rPr>
            <w:noProof/>
            <w:webHidden/>
          </w:rPr>
          <w:t>52</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698" w:history="1">
        <w:r w:rsidR="008E3DB2" w:rsidRPr="005E78F3">
          <w:rPr>
            <w:rStyle w:val="Hyperlink"/>
            <w:noProof/>
          </w:rPr>
          <w:t>Barbados</w:t>
        </w:r>
        <w:r w:rsidR="008E3DB2">
          <w:rPr>
            <w:noProof/>
            <w:webHidden/>
          </w:rPr>
          <w:tab/>
        </w:r>
        <w:r w:rsidR="008E3DB2">
          <w:rPr>
            <w:noProof/>
            <w:webHidden/>
          </w:rPr>
          <w:fldChar w:fldCharType="begin"/>
        </w:r>
        <w:r w:rsidR="008E3DB2">
          <w:rPr>
            <w:noProof/>
            <w:webHidden/>
          </w:rPr>
          <w:instrText xml:space="preserve"> PAGEREF _Toc421800698 \h </w:instrText>
        </w:r>
        <w:r w:rsidR="008E3DB2">
          <w:rPr>
            <w:noProof/>
            <w:webHidden/>
          </w:rPr>
        </w:r>
        <w:r w:rsidR="008E3DB2">
          <w:rPr>
            <w:noProof/>
            <w:webHidden/>
          </w:rPr>
          <w:fldChar w:fldCharType="separate"/>
        </w:r>
        <w:r w:rsidR="008E3DB2">
          <w:rPr>
            <w:noProof/>
            <w:webHidden/>
          </w:rPr>
          <w:t>54</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699" w:history="1">
        <w:r w:rsidR="008E3DB2" w:rsidRPr="005E78F3">
          <w:rPr>
            <w:rStyle w:val="Hyperlink"/>
            <w:noProof/>
          </w:rPr>
          <w:t>Belarus</w:t>
        </w:r>
        <w:r w:rsidR="008E3DB2">
          <w:rPr>
            <w:noProof/>
            <w:webHidden/>
          </w:rPr>
          <w:tab/>
        </w:r>
        <w:r w:rsidR="008E3DB2">
          <w:rPr>
            <w:noProof/>
            <w:webHidden/>
          </w:rPr>
          <w:fldChar w:fldCharType="begin"/>
        </w:r>
        <w:r w:rsidR="008E3DB2">
          <w:rPr>
            <w:noProof/>
            <w:webHidden/>
          </w:rPr>
          <w:instrText xml:space="preserve"> PAGEREF _Toc421800699 \h </w:instrText>
        </w:r>
        <w:r w:rsidR="008E3DB2">
          <w:rPr>
            <w:noProof/>
            <w:webHidden/>
          </w:rPr>
        </w:r>
        <w:r w:rsidR="008E3DB2">
          <w:rPr>
            <w:noProof/>
            <w:webHidden/>
          </w:rPr>
          <w:fldChar w:fldCharType="separate"/>
        </w:r>
        <w:r w:rsidR="008E3DB2">
          <w:rPr>
            <w:noProof/>
            <w:webHidden/>
          </w:rPr>
          <w:t>58</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00" w:history="1">
        <w:r w:rsidR="008E3DB2" w:rsidRPr="005E78F3">
          <w:rPr>
            <w:rStyle w:val="Hyperlink"/>
            <w:noProof/>
          </w:rPr>
          <w:t>Belgium</w:t>
        </w:r>
        <w:r w:rsidR="008E3DB2">
          <w:rPr>
            <w:noProof/>
            <w:webHidden/>
          </w:rPr>
          <w:tab/>
        </w:r>
        <w:r w:rsidR="008E3DB2">
          <w:rPr>
            <w:noProof/>
            <w:webHidden/>
          </w:rPr>
          <w:fldChar w:fldCharType="begin"/>
        </w:r>
        <w:r w:rsidR="008E3DB2">
          <w:rPr>
            <w:noProof/>
            <w:webHidden/>
          </w:rPr>
          <w:instrText xml:space="preserve"> PAGEREF _Toc421800700 \h </w:instrText>
        </w:r>
        <w:r w:rsidR="008E3DB2">
          <w:rPr>
            <w:noProof/>
            <w:webHidden/>
          </w:rPr>
        </w:r>
        <w:r w:rsidR="008E3DB2">
          <w:rPr>
            <w:noProof/>
            <w:webHidden/>
          </w:rPr>
          <w:fldChar w:fldCharType="separate"/>
        </w:r>
        <w:r w:rsidR="008E3DB2">
          <w:rPr>
            <w:noProof/>
            <w:webHidden/>
          </w:rPr>
          <w:t>60</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01" w:history="1">
        <w:r w:rsidR="008E3DB2" w:rsidRPr="005E78F3">
          <w:rPr>
            <w:rStyle w:val="Hyperlink"/>
            <w:noProof/>
          </w:rPr>
          <w:t>Belize</w:t>
        </w:r>
        <w:r w:rsidR="008E3DB2">
          <w:rPr>
            <w:noProof/>
            <w:webHidden/>
          </w:rPr>
          <w:tab/>
        </w:r>
        <w:r w:rsidR="008E3DB2">
          <w:rPr>
            <w:noProof/>
            <w:webHidden/>
          </w:rPr>
          <w:fldChar w:fldCharType="begin"/>
        </w:r>
        <w:r w:rsidR="008E3DB2">
          <w:rPr>
            <w:noProof/>
            <w:webHidden/>
          </w:rPr>
          <w:instrText xml:space="preserve"> PAGEREF _Toc421800701 \h </w:instrText>
        </w:r>
        <w:r w:rsidR="008E3DB2">
          <w:rPr>
            <w:noProof/>
            <w:webHidden/>
          </w:rPr>
        </w:r>
        <w:r w:rsidR="008E3DB2">
          <w:rPr>
            <w:noProof/>
            <w:webHidden/>
          </w:rPr>
          <w:fldChar w:fldCharType="separate"/>
        </w:r>
        <w:r w:rsidR="008E3DB2">
          <w:rPr>
            <w:noProof/>
            <w:webHidden/>
          </w:rPr>
          <w:t>62</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02" w:history="1">
        <w:r w:rsidR="008E3DB2" w:rsidRPr="005E78F3">
          <w:rPr>
            <w:rStyle w:val="Hyperlink"/>
            <w:noProof/>
          </w:rPr>
          <w:t>Benin</w:t>
        </w:r>
        <w:r w:rsidR="008E3DB2">
          <w:rPr>
            <w:noProof/>
            <w:webHidden/>
          </w:rPr>
          <w:tab/>
        </w:r>
        <w:r w:rsidR="008E3DB2">
          <w:rPr>
            <w:noProof/>
            <w:webHidden/>
          </w:rPr>
          <w:fldChar w:fldCharType="begin"/>
        </w:r>
        <w:r w:rsidR="008E3DB2">
          <w:rPr>
            <w:noProof/>
            <w:webHidden/>
          </w:rPr>
          <w:instrText xml:space="preserve"> PAGEREF _Toc421800702 \h </w:instrText>
        </w:r>
        <w:r w:rsidR="008E3DB2">
          <w:rPr>
            <w:noProof/>
            <w:webHidden/>
          </w:rPr>
        </w:r>
        <w:r w:rsidR="008E3DB2">
          <w:rPr>
            <w:noProof/>
            <w:webHidden/>
          </w:rPr>
          <w:fldChar w:fldCharType="separate"/>
        </w:r>
        <w:r w:rsidR="008E3DB2">
          <w:rPr>
            <w:noProof/>
            <w:webHidden/>
          </w:rPr>
          <w:t>66</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03" w:history="1">
        <w:r w:rsidR="008E3DB2" w:rsidRPr="005E78F3">
          <w:rPr>
            <w:rStyle w:val="Hyperlink"/>
            <w:noProof/>
          </w:rPr>
          <w:t>Bhutan</w:t>
        </w:r>
        <w:r w:rsidR="008E3DB2">
          <w:rPr>
            <w:noProof/>
            <w:webHidden/>
          </w:rPr>
          <w:tab/>
        </w:r>
        <w:r w:rsidR="008E3DB2">
          <w:rPr>
            <w:noProof/>
            <w:webHidden/>
          </w:rPr>
          <w:fldChar w:fldCharType="begin"/>
        </w:r>
        <w:r w:rsidR="008E3DB2">
          <w:rPr>
            <w:noProof/>
            <w:webHidden/>
          </w:rPr>
          <w:instrText xml:space="preserve"> PAGEREF _Toc421800703 \h </w:instrText>
        </w:r>
        <w:r w:rsidR="008E3DB2">
          <w:rPr>
            <w:noProof/>
            <w:webHidden/>
          </w:rPr>
        </w:r>
        <w:r w:rsidR="008E3DB2">
          <w:rPr>
            <w:noProof/>
            <w:webHidden/>
          </w:rPr>
          <w:fldChar w:fldCharType="separate"/>
        </w:r>
        <w:r w:rsidR="008E3DB2">
          <w:rPr>
            <w:noProof/>
            <w:webHidden/>
          </w:rPr>
          <w:t>69</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04" w:history="1">
        <w:r w:rsidR="008E3DB2" w:rsidRPr="005E78F3">
          <w:rPr>
            <w:rStyle w:val="Hyperlink"/>
            <w:noProof/>
          </w:rPr>
          <w:t>Bolivia (Plurinational State of)</w:t>
        </w:r>
        <w:r w:rsidR="008E3DB2">
          <w:rPr>
            <w:noProof/>
            <w:webHidden/>
          </w:rPr>
          <w:tab/>
        </w:r>
        <w:r w:rsidR="008E3DB2">
          <w:rPr>
            <w:noProof/>
            <w:webHidden/>
          </w:rPr>
          <w:fldChar w:fldCharType="begin"/>
        </w:r>
        <w:r w:rsidR="008E3DB2">
          <w:rPr>
            <w:noProof/>
            <w:webHidden/>
          </w:rPr>
          <w:instrText xml:space="preserve"> PAGEREF _Toc421800704 \h </w:instrText>
        </w:r>
        <w:r w:rsidR="008E3DB2">
          <w:rPr>
            <w:noProof/>
            <w:webHidden/>
          </w:rPr>
        </w:r>
        <w:r w:rsidR="008E3DB2">
          <w:rPr>
            <w:noProof/>
            <w:webHidden/>
          </w:rPr>
          <w:fldChar w:fldCharType="separate"/>
        </w:r>
        <w:r w:rsidR="008E3DB2">
          <w:rPr>
            <w:noProof/>
            <w:webHidden/>
          </w:rPr>
          <w:t>71</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05" w:history="1">
        <w:r w:rsidR="008E3DB2" w:rsidRPr="005E78F3">
          <w:rPr>
            <w:rStyle w:val="Hyperlink"/>
            <w:noProof/>
          </w:rPr>
          <w:t>Bosnia and Herzegovina</w:t>
        </w:r>
        <w:r w:rsidR="008E3DB2">
          <w:rPr>
            <w:noProof/>
            <w:webHidden/>
          </w:rPr>
          <w:tab/>
        </w:r>
        <w:r w:rsidR="008E3DB2">
          <w:rPr>
            <w:noProof/>
            <w:webHidden/>
          </w:rPr>
          <w:fldChar w:fldCharType="begin"/>
        </w:r>
        <w:r w:rsidR="008E3DB2">
          <w:rPr>
            <w:noProof/>
            <w:webHidden/>
          </w:rPr>
          <w:instrText xml:space="preserve"> PAGEREF _Toc421800705 \h </w:instrText>
        </w:r>
        <w:r w:rsidR="008E3DB2">
          <w:rPr>
            <w:noProof/>
            <w:webHidden/>
          </w:rPr>
        </w:r>
        <w:r w:rsidR="008E3DB2">
          <w:rPr>
            <w:noProof/>
            <w:webHidden/>
          </w:rPr>
          <w:fldChar w:fldCharType="separate"/>
        </w:r>
        <w:r w:rsidR="008E3DB2">
          <w:rPr>
            <w:noProof/>
            <w:webHidden/>
          </w:rPr>
          <w:t>73</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06" w:history="1">
        <w:r w:rsidR="008E3DB2" w:rsidRPr="005E78F3">
          <w:rPr>
            <w:rStyle w:val="Hyperlink"/>
            <w:noProof/>
          </w:rPr>
          <w:t>Botswana</w:t>
        </w:r>
        <w:r w:rsidR="008E3DB2">
          <w:rPr>
            <w:noProof/>
            <w:webHidden/>
          </w:rPr>
          <w:tab/>
        </w:r>
        <w:r w:rsidR="008E3DB2">
          <w:rPr>
            <w:noProof/>
            <w:webHidden/>
          </w:rPr>
          <w:fldChar w:fldCharType="begin"/>
        </w:r>
        <w:r w:rsidR="008E3DB2">
          <w:rPr>
            <w:noProof/>
            <w:webHidden/>
          </w:rPr>
          <w:instrText xml:space="preserve"> PAGEREF _Toc421800706 \h </w:instrText>
        </w:r>
        <w:r w:rsidR="008E3DB2">
          <w:rPr>
            <w:noProof/>
            <w:webHidden/>
          </w:rPr>
        </w:r>
        <w:r w:rsidR="008E3DB2">
          <w:rPr>
            <w:noProof/>
            <w:webHidden/>
          </w:rPr>
          <w:fldChar w:fldCharType="separate"/>
        </w:r>
        <w:r w:rsidR="008E3DB2">
          <w:rPr>
            <w:noProof/>
            <w:webHidden/>
          </w:rPr>
          <w:t>75</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07" w:history="1">
        <w:r w:rsidR="008E3DB2" w:rsidRPr="005E78F3">
          <w:rPr>
            <w:rStyle w:val="Hyperlink"/>
            <w:noProof/>
          </w:rPr>
          <w:t>Brazil</w:t>
        </w:r>
        <w:r w:rsidR="008E3DB2">
          <w:rPr>
            <w:noProof/>
            <w:webHidden/>
          </w:rPr>
          <w:tab/>
        </w:r>
        <w:r w:rsidR="008E3DB2">
          <w:rPr>
            <w:noProof/>
            <w:webHidden/>
          </w:rPr>
          <w:fldChar w:fldCharType="begin"/>
        </w:r>
        <w:r w:rsidR="008E3DB2">
          <w:rPr>
            <w:noProof/>
            <w:webHidden/>
          </w:rPr>
          <w:instrText xml:space="preserve"> PAGEREF _Toc421800707 \h </w:instrText>
        </w:r>
        <w:r w:rsidR="008E3DB2">
          <w:rPr>
            <w:noProof/>
            <w:webHidden/>
          </w:rPr>
        </w:r>
        <w:r w:rsidR="008E3DB2">
          <w:rPr>
            <w:noProof/>
            <w:webHidden/>
          </w:rPr>
          <w:fldChar w:fldCharType="separate"/>
        </w:r>
        <w:r w:rsidR="008E3DB2">
          <w:rPr>
            <w:noProof/>
            <w:webHidden/>
          </w:rPr>
          <w:t>77</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08" w:history="1">
        <w:r w:rsidR="008E3DB2" w:rsidRPr="005E78F3">
          <w:rPr>
            <w:rStyle w:val="Hyperlink"/>
            <w:noProof/>
          </w:rPr>
          <w:t>Brunei Darussalam</w:t>
        </w:r>
        <w:r w:rsidR="008E3DB2">
          <w:rPr>
            <w:noProof/>
            <w:webHidden/>
          </w:rPr>
          <w:tab/>
        </w:r>
        <w:r w:rsidR="008E3DB2">
          <w:rPr>
            <w:noProof/>
            <w:webHidden/>
          </w:rPr>
          <w:fldChar w:fldCharType="begin"/>
        </w:r>
        <w:r w:rsidR="008E3DB2">
          <w:rPr>
            <w:noProof/>
            <w:webHidden/>
          </w:rPr>
          <w:instrText xml:space="preserve"> PAGEREF _Toc421800708 \h </w:instrText>
        </w:r>
        <w:r w:rsidR="008E3DB2">
          <w:rPr>
            <w:noProof/>
            <w:webHidden/>
          </w:rPr>
        </w:r>
        <w:r w:rsidR="008E3DB2">
          <w:rPr>
            <w:noProof/>
            <w:webHidden/>
          </w:rPr>
          <w:fldChar w:fldCharType="separate"/>
        </w:r>
        <w:r w:rsidR="008E3DB2">
          <w:rPr>
            <w:noProof/>
            <w:webHidden/>
          </w:rPr>
          <w:t>78</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09" w:history="1">
        <w:r w:rsidR="008E3DB2" w:rsidRPr="005E78F3">
          <w:rPr>
            <w:rStyle w:val="Hyperlink"/>
            <w:noProof/>
          </w:rPr>
          <w:t>Bulgaria</w:t>
        </w:r>
        <w:r w:rsidR="008E3DB2">
          <w:rPr>
            <w:noProof/>
            <w:webHidden/>
          </w:rPr>
          <w:tab/>
        </w:r>
        <w:r w:rsidR="008E3DB2">
          <w:rPr>
            <w:noProof/>
            <w:webHidden/>
          </w:rPr>
          <w:fldChar w:fldCharType="begin"/>
        </w:r>
        <w:r w:rsidR="008E3DB2">
          <w:rPr>
            <w:noProof/>
            <w:webHidden/>
          </w:rPr>
          <w:instrText xml:space="preserve"> PAGEREF _Toc421800709 \h </w:instrText>
        </w:r>
        <w:r w:rsidR="008E3DB2">
          <w:rPr>
            <w:noProof/>
            <w:webHidden/>
          </w:rPr>
        </w:r>
        <w:r w:rsidR="008E3DB2">
          <w:rPr>
            <w:noProof/>
            <w:webHidden/>
          </w:rPr>
          <w:fldChar w:fldCharType="separate"/>
        </w:r>
        <w:r w:rsidR="008E3DB2">
          <w:rPr>
            <w:noProof/>
            <w:webHidden/>
          </w:rPr>
          <w:t>83</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10" w:history="1">
        <w:r w:rsidR="008E3DB2" w:rsidRPr="005E78F3">
          <w:rPr>
            <w:rStyle w:val="Hyperlink"/>
            <w:noProof/>
          </w:rPr>
          <w:t>Burkina Faso</w:t>
        </w:r>
        <w:r w:rsidR="008E3DB2">
          <w:rPr>
            <w:noProof/>
            <w:webHidden/>
          </w:rPr>
          <w:tab/>
        </w:r>
        <w:r w:rsidR="008E3DB2">
          <w:rPr>
            <w:noProof/>
            <w:webHidden/>
          </w:rPr>
          <w:fldChar w:fldCharType="begin"/>
        </w:r>
        <w:r w:rsidR="008E3DB2">
          <w:rPr>
            <w:noProof/>
            <w:webHidden/>
          </w:rPr>
          <w:instrText xml:space="preserve"> PAGEREF _Toc421800710 \h </w:instrText>
        </w:r>
        <w:r w:rsidR="008E3DB2">
          <w:rPr>
            <w:noProof/>
            <w:webHidden/>
          </w:rPr>
        </w:r>
        <w:r w:rsidR="008E3DB2">
          <w:rPr>
            <w:noProof/>
            <w:webHidden/>
          </w:rPr>
          <w:fldChar w:fldCharType="separate"/>
        </w:r>
        <w:r w:rsidR="008E3DB2">
          <w:rPr>
            <w:noProof/>
            <w:webHidden/>
          </w:rPr>
          <w:t>85</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11" w:history="1">
        <w:r w:rsidR="008E3DB2" w:rsidRPr="005E78F3">
          <w:rPr>
            <w:rStyle w:val="Hyperlink"/>
            <w:noProof/>
          </w:rPr>
          <w:t>Burundi</w:t>
        </w:r>
        <w:r w:rsidR="008E3DB2">
          <w:rPr>
            <w:noProof/>
            <w:webHidden/>
          </w:rPr>
          <w:tab/>
        </w:r>
        <w:r w:rsidR="008E3DB2">
          <w:rPr>
            <w:noProof/>
            <w:webHidden/>
          </w:rPr>
          <w:fldChar w:fldCharType="begin"/>
        </w:r>
        <w:r w:rsidR="008E3DB2">
          <w:rPr>
            <w:noProof/>
            <w:webHidden/>
          </w:rPr>
          <w:instrText xml:space="preserve"> PAGEREF _Toc421800711 \h </w:instrText>
        </w:r>
        <w:r w:rsidR="008E3DB2">
          <w:rPr>
            <w:noProof/>
            <w:webHidden/>
          </w:rPr>
        </w:r>
        <w:r w:rsidR="008E3DB2">
          <w:rPr>
            <w:noProof/>
            <w:webHidden/>
          </w:rPr>
          <w:fldChar w:fldCharType="separate"/>
        </w:r>
        <w:r w:rsidR="008E3DB2">
          <w:rPr>
            <w:noProof/>
            <w:webHidden/>
          </w:rPr>
          <w:t>86</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12" w:history="1">
        <w:r w:rsidR="008E3DB2" w:rsidRPr="005E78F3">
          <w:rPr>
            <w:rStyle w:val="Hyperlink"/>
            <w:noProof/>
          </w:rPr>
          <w:t>Cabo Verde</w:t>
        </w:r>
        <w:r w:rsidR="008E3DB2">
          <w:rPr>
            <w:noProof/>
            <w:webHidden/>
          </w:rPr>
          <w:tab/>
        </w:r>
        <w:r w:rsidR="008E3DB2">
          <w:rPr>
            <w:noProof/>
            <w:webHidden/>
          </w:rPr>
          <w:fldChar w:fldCharType="begin"/>
        </w:r>
        <w:r w:rsidR="008E3DB2">
          <w:rPr>
            <w:noProof/>
            <w:webHidden/>
          </w:rPr>
          <w:instrText xml:space="preserve"> PAGEREF _Toc421800712 \h </w:instrText>
        </w:r>
        <w:r w:rsidR="008E3DB2">
          <w:rPr>
            <w:noProof/>
            <w:webHidden/>
          </w:rPr>
        </w:r>
        <w:r w:rsidR="008E3DB2">
          <w:rPr>
            <w:noProof/>
            <w:webHidden/>
          </w:rPr>
          <w:fldChar w:fldCharType="separate"/>
        </w:r>
        <w:r w:rsidR="008E3DB2">
          <w:rPr>
            <w:noProof/>
            <w:webHidden/>
          </w:rPr>
          <w:t>88</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13" w:history="1">
        <w:r w:rsidR="008E3DB2" w:rsidRPr="005E78F3">
          <w:rPr>
            <w:rStyle w:val="Hyperlink"/>
            <w:noProof/>
          </w:rPr>
          <w:t>Cambodia</w:t>
        </w:r>
        <w:r w:rsidR="008E3DB2">
          <w:rPr>
            <w:noProof/>
            <w:webHidden/>
          </w:rPr>
          <w:tab/>
        </w:r>
        <w:r w:rsidR="008E3DB2">
          <w:rPr>
            <w:noProof/>
            <w:webHidden/>
          </w:rPr>
          <w:fldChar w:fldCharType="begin"/>
        </w:r>
        <w:r w:rsidR="008E3DB2">
          <w:rPr>
            <w:noProof/>
            <w:webHidden/>
          </w:rPr>
          <w:instrText xml:space="preserve"> PAGEREF _Toc421800713 \h </w:instrText>
        </w:r>
        <w:r w:rsidR="008E3DB2">
          <w:rPr>
            <w:noProof/>
            <w:webHidden/>
          </w:rPr>
        </w:r>
        <w:r w:rsidR="008E3DB2">
          <w:rPr>
            <w:noProof/>
            <w:webHidden/>
          </w:rPr>
          <w:fldChar w:fldCharType="separate"/>
        </w:r>
        <w:r w:rsidR="008E3DB2">
          <w:rPr>
            <w:noProof/>
            <w:webHidden/>
          </w:rPr>
          <w:t>90</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14" w:history="1">
        <w:r w:rsidR="008E3DB2" w:rsidRPr="005E78F3">
          <w:rPr>
            <w:rStyle w:val="Hyperlink"/>
            <w:noProof/>
          </w:rPr>
          <w:t>Cameroon</w:t>
        </w:r>
        <w:r w:rsidR="008E3DB2">
          <w:rPr>
            <w:noProof/>
            <w:webHidden/>
          </w:rPr>
          <w:tab/>
        </w:r>
        <w:r w:rsidR="008E3DB2">
          <w:rPr>
            <w:noProof/>
            <w:webHidden/>
          </w:rPr>
          <w:fldChar w:fldCharType="begin"/>
        </w:r>
        <w:r w:rsidR="008E3DB2">
          <w:rPr>
            <w:noProof/>
            <w:webHidden/>
          </w:rPr>
          <w:instrText xml:space="preserve"> PAGEREF _Toc421800714 \h </w:instrText>
        </w:r>
        <w:r w:rsidR="008E3DB2">
          <w:rPr>
            <w:noProof/>
            <w:webHidden/>
          </w:rPr>
        </w:r>
        <w:r w:rsidR="008E3DB2">
          <w:rPr>
            <w:noProof/>
            <w:webHidden/>
          </w:rPr>
          <w:fldChar w:fldCharType="separate"/>
        </w:r>
        <w:r w:rsidR="008E3DB2">
          <w:rPr>
            <w:noProof/>
            <w:webHidden/>
          </w:rPr>
          <w:t>91</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15" w:history="1">
        <w:r w:rsidR="008E3DB2" w:rsidRPr="005E78F3">
          <w:rPr>
            <w:rStyle w:val="Hyperlink"/>
            <w:noProof/>
          </w:rPr>
          <w:t>Canada</w:t>
        </w:r>
        <w:r w:rsidR="008E3DB2">
          <w:rPr>
            <w:noProof/>
            <w:webHidden/>
          </w:rPr>
          <w:tab/>
        </w:r>
        <w:r w:rsidR="008E3DB2">
          <w:rPr>
            <w:noProof/>
            <w:webHidden/>
          </w:rPr>
          <w:fldChar w:fldCharType="begin"/>
        </w:r>
        <w:r w:rsidR="008E3DB2">
          <w:rPr>
            <w:noProof/>
            <w:webHidden/>
          </w:rPr>
          <w:instrText xml:space="preserve"> PAGEREF _Toc421800715 \h </w:instrText>
        </w:r>
        <w:r w:rsidR="008E3DB2">
          <w:rPr>
            <w:noProof/>
            <w:webHidden/>
          </w:rPr>
        </w:r>
        <w:r w:rsidR="008E3DB2">
          <w:rPr>
            <w:noProof/>
            <w:webHidden/>
          </w:rPr>
          <w:fldChar w:fldCharType="separate"/>
        </w:r>
        <w:r w:rsidR="008E3DB2">
          <w:rPr>
            <w:noProof/>
            <w:webHidden/>
          </w:rPr>
          <w:t>92</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16" w:history="1">
        <w:r w:rsidR="008E3DB2" w:rsidRPr="005E78F3">
          <w:rPr>
            <w:rStyle w:val="Hyperlink"/>
            <w:noProof/>
          </w:rPr>
          <w:t>Central African Republic</w:t>
        </w:r>
        <w:r w:rsidR="008E3DB2">
          <w:rPr>
            <w:noProof/>
            <w:webHidden/>
          </w:rPr>
          <w:tab/>
        </w:r>
        <w:r w:rsidR="008E3DB2">
          <w:rPr>
            <w:noProof/>
            <w:webHidden/>
          </w:rPr>
          <w:fldChar w:fldCharType="begin"/>
        </w:r>
        <w:r w:rsidR="008E3DB2">
          <w:rPr>
            <w:noProof/>
            <w:webHidden/>
          </w:rPr>
          <w:instrText xml:space="preserve"> PAGEREF _Toc421800716 \h </w:instrText>
        </w:r>
        <w:r w:rsidR="008E3DB2">
          <w:rPr>
            <w:noProof/>
            <w:webHidden/>
          </w:rPr>
        </w:r>
        <w:r w:rsidR="008E3DB2">
          <w:rPr>
            <w:noProof/>
            <w:webHidden/>
          </w:rPr>
          <w:fldChar w:fldCharType="separate"/>
        </w:r>
        <w:r w:rsidR="008E3DB2">
          <w:rPr>
            <w:noProof/>
            <w:webHidden/>
          </w:rPr>
          <w:t>99</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17" w:history="1">
        <w:r w:rsidR="008E3DB2" w:rsidRPr="005E78F3">
          <w:rPr>
            <w:rStyle w:val="Hyperlink"/>
            <w:noProof/>
          </w:rPr>
          <w:t>Chad</w:t>
        </w:r>
        <w:r w:rsidR="008E3DB2">
          <w:rPr>
            <w:noProof/>
            <w:webHidden/>
          </w:rPr>
          <w:tab/>
        </w:r>
        <w:r w:rsidR="008E3DB2">
          <w:rPr>
            <w:noProof/>
            <w:webHidden/>
          </w:rPr>
          <w:fldChar w:fldCharType="begin"/>
        </w:r>
        <w:r w:rsidR="008E3DB2">
          <w:rPr>
            <w:noProof/>
            <w:webHidden/>
          </w:rPr>
          <w:instrText xml:space="preserve"> PAGEREF _Toc421800717 \h </w:instrText>
        </w:r>
        <w:r w:rsidR="008E3DB2">
          <w:rPr>
            <w:noProof/>
            <w:webHidden/>
          </w:rPr>
        </w:r>
        <w:r w:rsidR="008E3DB2">
          <w:rPr>
            <w:noProof/>
            <w:webHidden/>
          </w:rPr>
          <w:fldChar w:fldCharType="separate"/>
        </w:r>
        <w:r w:rsidR="008E3DB2">
          <w:rPr>
            <w:noProof/>
            <w:webHidden/>
          </w:rPr>
          <w:t>100</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18" w:history="1">
        <w:r w:rsidR="008E3DB2" w:rsidRPr="005E78F3">
          <w:rPr>
            <w:rStyle w:val="Hyperlink"/>
            <w:noProof/>
          </w:rPr>
          <w:t>Chile</w:t>
        </w:r>
        <w:r w:rsidR="008E3DB2">
          <w:rPr>
            <w:noProof/>
            <w:webHidden/>
          </w:rPr>
          <w:tab/>
        </w:r>
        <w:r w:rsidR="008E3DB2">
          <w:rPr>
            <w:noProof/>
            <w:webHidden/>
          </w:rPr>
          <w:fldChar w:fldCharType="begin"/>
        </w:r>
        <w:r w:rsidR="008E3DB2">
          <w:rPr>
            <w:noProof/>
            <w:webHidden/>
          </w:rPr>
          <w:instrText xml:space="preserve"> PAGEREF _Toc421800718 \h </w:instrText>
        </w:r>
        <w:r w:rsidR="008E3DB2">
          <w:rPr>
            <w:noProof/>
            <w:webHidden/>
          </w:rPr>
        </w:r>
        <w:r w:rsidR="008E3DB2">
          <w:rPr>
            <w:noProof/>
            <w:webHidden/>
          </w:rPr>
          <w:fldChar w:fldCharType="separate"/>
        </w:r>
        <w:r w:rsidR="008E3DB2">
          <w:rPr>
            <w:noProof/>
            <w:webHidden/>
          </w:rPr>
          <w:t>102</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19" w:history="1">
        <w:r w:rsidR="008E3DB2" w:rsidRPr="005E78F3">
          <w:rPr>
            <w:rStyle w:val="Hyperlink"/>
            <w:noProof/>
          </w:rPr>
          <w:t>China</w:t>
        </w:r>
        <w:r w:rsidR="008E3DB2">
          <w:rPr>
            <w:noProof/>
            <w:webHidden/>
          </w:rPr>
          <w:tab/>
        </w:r>
        <w:r w:rsidR="008E3DB2">
          <w:rPr>
            <w:noProof/>
            <w:webHidden/>
          </w:rPr>
          <w:fldChar w:fldCharType="begin"/>
        </w:r>
        <w:r w:rsidR="008E3DB2">
          <w:rPr>
            <w:noProof/>
            <w:webHidden/>
          </w:rPr>
          <w:instrText xml:space="preserve"> PAGEREF _Toc421800719 \h </w:instrText>
        </w:r>
        <w:r w:rsidR="008E3DB2">
          <w:rPr>
            <w:noProof/>
            <w:webHidden/>
          </w:rPr>
        </w:r>
        <w:r w:rsidR="008E3DB2">
          <w:rPr>
            <w:noProof/>
            <w:webHidden/>
          </w:rPr>
          <w:fldChar w:fldCharType="separate"/>
        </w:r>
        <w:r w:rsidR="008E3DB2">
          <w:rPr>
            <w:noProof/>
            <w:webHidden/>
          </w:rPr>
          <w:t>104</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20" w:history="1">
        <w:r w:rsidR="008E3DB2" w:rsidRPr="005E78F3">
          <w:rPr>
            <w:rStyle w:val="Hyperlink"/>
            <w:noProof/>
          </w:rPr>
          <w:t>Colombia</w:t>
        </w:r>
        <w:r w:rsidR="008E3DB2">
          <w:rPr>
            <w:noProof/>
            <w:webHidden/>
          </w:rPr>
          <w:tab/>
        </w:r>
        <w:r w:rsidR="008E3DB2">
          <w:rPr>
            <w:noProof/>
            <w:webHidden/>
          </w:rPr>
          <w:fldChar w:fldCharType="begin"/>
        </w:r>
        <w:r w:rsidR="008E3DB2">
          <w:rPr>
            <w:noProof/>
            <w:webHidden/>
          </w:rPr>
          <w:instrText xml:space="preserve"> PAGEREF _Toc421800720 \h </w:instrText>
        </w:r>
        <w:r w:rsidR="008E3DB2">
          <w:rPr>
            <w:noProof/>
            <w:webHidden/>
          </w:rPr>
        </w:r>
        <w:r w:rsidR="008E3DB2">
          <w:rPr>
            <w:noProof/>
            <w:webHidden/>
          </w:rPr>
          <w:fldChar w:fldCharType="separate"/>
        </w:r>
        <w:r w:rsidR="008E3DB2">
          <w:rPr>
            <w:noProof/>
            <w:webHidden/>
          </w:rPr>
          <w:t>107</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21" w:history="1">
        <w:r w:rsidR="008E3DB2" w:rsidRPr="005E78F3">
          <w:rPr>
            <w:rStyle w:val="Hyperlink"/>
            <w:noProof/>
          </w:rPr>
          <w:t>Comoros</w:t>
        </w:r>
        <w:r w:rsidR="008E3DB2">
          <w:rPr>
            <w:noProof/>
            <w:webHidden/>
          </w:rPr>
          <w:tab/>
        </w:r>
        <w:r w:rsidR="008E3DB2">
          <w:rPr>
            <w:noProof/>
            <w:webHidden/>
          </w:rPr>
          <w:fldChar w:fldCharType="begin"/>
        </w:r>
        <w:r w:rsidR="008E3DB2">
          <w:rPr>
            <w:noProof/>
            <w:webHidden/>
          </w:rPr>
          <w:instrText xml:space="preserve"> PAGEREF _Toc421800721 \h </w:instrText>
        </w:r>
        <w:r w:rsidR="008E3DB2">
          <w:rPr>
            <w:noProof/>
            <w:webHidden/>
          </w:rPr>
        </w:r>
        <w:r w:rsidR="008E3DB2">
          <w:rPr>
            <w:noProof/>
            <w:webHidden/>
          </w:rPr>
          <w:fldChar w:fldCharType="separate"/>
        </w:r>
        <w:r w:rsidR="008E3DB2">
          <w:rPr>
            <w:noProof/>
            <w:webHidden/>
          </w:rPr>
          <w:t>109</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22" w:history="1">
        <w:r w:rsidR="008E3DB2" w:rsidRPr="005E78F3">
          <w:rPr>
            <w:rStyle w:val="Hyperlink"/>
            <w:noProof/>
          </w:rPr>
          <w:t>Congo</w:t>
        </w:r>
        <w:r w:rsidR="008E3DB2">
          <w:rPr>
            <w:noProof/>
            <w:webHidden/>
          </w:rPr>
          <w:tab/>
        </w:r>
        <w:r w:rsidR="008E3DB2">
          <w:rPr>
            <w:noProof/>
            <w:webHidden/>
          </w:rPr>
          <w:fldChar w:fldCharType="begin"/>
        </w:r>
        <w:r w:rsidR="008E3DB2">
          <w:rPr>
            <w:noProof/>
            <w:webHidden/>
          </w:rPr>
          <w:instrText xml:space="preserve"> PAGEREF _Toc421800722 \h </w:instrText>
        </w:r>
        <w:r w:rsidR="008E3DB2">
          <w:rPr>
            <w:noProof/>
            <w:webHidden/>
          </w:rPr>
        </w:r>
        <w:r w:rsidR="008E3DB2">
          <w:rPr>
            <w:noProof/>
            <w:webHidden/>
          </w:rPr>
          <w:fldChar w:fldCharType="separate"/>
        </w:r>
        <w:r w:rsidR="008E3DB2">
          <w:rPr>
            <w:noProof/>
            <w:webHidden/>
          </w:rPr>
          <w:t>110</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23" w:history="1">
        <w:r w:rsidR="008E3DB2" w:rsidRPr="005E78F3">
          <w:rPr>
            <w:rStyle w:val="Hyperlink"/>
            <w:noProof/>
          </w:rPr>
          <w:t>Costa Rica</w:t>
        </w:r>
        <w:r w:rsidR="008E3DB2">
          <w:rPr>
            <w:noProof/>
            <w:webHidden/>
          </w:rPr>
          <w:tab/>
        </w:r>
        <w:r w:rsidR="008E3DB2">
          <w:rPr>
            <w:noProof/>
            <w:webHidden/>
          </w:rPr>
          <w:fldChar w:fldCharType="begin"/>
        </w:r>
        <w:r w:rsidR="008E3DB2">
          <w:rPr>
            <w:noProof/>
            <w:webHidden/>
          </w:rPr>
          <w:instrText xml:space="preserve"> PAGEREF _Toc421800723 \h </w:instrText>
        </w:r>
        <w:r w:rsidR="008E3DB2">
          <w:rPr>
            <w:noProof/>
            <w:webHidden/>
          </w:rPr>
        </w:r>
        <w:r w:rsidR="008E3DB2">
          <w:rPr>
            <w:noProof/>
            <w:webHidden/>
          </w:rPr>
          <w:fldChar w:fldCharType="separate"/>
        </w:r>
        <w:r w:rsidR="008E3DB2">
          <w:rPr>
            <w:noProof/>
            <w:webHidden/>
          </w:rPr>
          <w:t>111</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24" w:history="1">
        <w:r w:rsidR="008E3DB2" w:rsidRPr="005E78F3">
          <w:rPr>
            <w:rStyle w:val="Hyperlink"/>
            <w:noProof/>
          </w:rPr>
          <w:t>Côte d’Ivoire</w:t>
        </w:r>
        <w:r w:rsidR="008E3DB2">
          <w:rPr>
            <w:noProof/>
            <w:webHidden/>
          </w:rPr>
          <w:tab/>
        </w:r>
        <w:r w:rsidR="008E3DB2">
          <w:rPr>
            <w:noProof/>
            <w:webHidden/>
          </w:rPr>
          <w:fldChar w:fldCharType="begin"/>
        </w:r>
        <w:r w:rsidR="008E3DB2">
          <w:rPr>
            <w:noProof/>
            <w:webHidden/>
          </w:rPr>
          <w:instrText xml:space="preserve"> PAGEREF _Toc421800724 \h </w:instrText>
        </w:r>
        <w:r w:rsidR="008E3DB2">
          <w:rPr>
            <w:noProof/>
            <w:webHidden/>
          </w:rPr>
        </w:r>
        <w:r w:rsidR="008E3DB2">
          <w:rPr>
            <w:noProof/>
            <w:webHidden/>
          </w:rPr>
          <w:fldChar w:fldCharType="separate"/>
        </w:r>
        <w:r w:rsidR="008E3DB2">
          <w:rPr>
            <w:noProof/>
            <w:webHidden/>
          </w:rPr>
          <w:t>112</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25" w:history="1">
        <w:r w:rsidR="008E3DB2" w:rsidRPr="005E78F3">
          <w:rPr>
            <w:rStyle w:val="Hyperlink"/>
            <w:noProof/>
          </w:rPr>
          <w:t>Croatia</w:t>
        </w:r>
        <w:r w:rsidR="008E3DB2">
          <w:rPr>
            <w:noProof/>
            <w:webHidden/>
          </w:rPr>
          <w:tab/>
        </w:r>
        <w:r w:rsidR="008E3DB2">
          <w:rPr>
            <w:noProof/>
            <w:webHidden/>
          </w:rPr>
          <w:fldChar w:fldCharType="begin"/>
        </w:r>
        <w:r w:rsidR="008E3DB2">
          <w:rPr>
            <w:noProof/>
            <w:webHidden/>
          </w:rPr>
          <w:instrText xml:space="preserve"> PAGEREF _Toc421800725 \h </w:instrText>
        </w:r>
        <w:r w:rsidR="008E3DB2">
          <w:rPr>
            <w:noProof/>
            <w:webHidden/>
          </w:rPr>
        </w:r>
        <w:r w:rsidR="008E3DB2">
          <w:rPr>
            <w:noProof/>
            <w:webHidden/>
          </w:rPr>
          <w:fldChar w:fldCharType="separate"/>
        </w:r>
        <w:r w:rsidR="008E3DB2">
          <w:rPr>
            <w:noProof/>
            <w:webHidden/>
          </w:rPr>
          <w:t>113</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26" w:history="1">
        <w:r w:rsidR="008E3DB2" w:rsidRPr="005E78F3">
          <w:rPr>
            <w:rStyle w:val="Hyperlink"/>
            <w:noProof/>
          </w:rPr>
          <w:t>Cuba</w:t>
        </w:r>
        <w:r w:rsidR="008E3DB2">
          <w:rPr>
            <w:noProof/>
            <w:webHidden/>
          </w:rPr>
          <w:tab/>
        </w:r>
        <w:r w:rsidR="008E3DB2">
          <w:rPr>
            <w:noProof/>
            <w:webHidden/>
          </w:rPr>
          <w:fldChar w:fldCharType="begin"/>
        </w:r>
        <w:r w:rsidR="008E3DB2">
          <w:rPr>
            <w:noProof/>
            <w:webHidden/>
          </w:rPr>
          <w:instrText xml:space="preserve"> PAGEREF _Toc421800726 \h </w:instrText>
        </w:r>
        <w:r w:rsidR="008E3DB2">
          <w:rPr>
            <w:noProof/>
            <w:webHidden/>
          </w:rPr>
        </w:r>
        <w:r w:rsidR="008E3DB2">
          <w:rPr>
            <w:noProof/>
            <w:webHidden/>
          </w:rPr>
          <w:fldChar w:fldCharType="separate"/>
        </w:r>
        <w:r w:rsidR="008E3DB2">
          <w:rPr>
            <w:noProof/>
            <w:webHidden/>
          </w:rPr>
          <w:t>115</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27" w:history="1">
        <w:r w:rsidR="008E3DB2" w:rsidRPr="005E78F3">
          <w:rPr>
            <w:rStyle w:val="Hyperlink"/>
            <w:noProof/>
          </w:rPr>
          <w:t>Cyprus</w:t>
        </w:r>
        <w:r w:rsidR="008E3DB2">
          <w:rPr>
            <w:noProof/>
            <w:webHidden/>
          </w:rPr>
          <w:tab/>
        </w:r>
        <w:r w:rsidR="008E3DB2">
          <w:rPr>
            <w:noProof/>
            <w:webHidden/>
          </w:rPr>
          <w:fldChar w:fldCharType="begin"/>
        </w:r>
        <w:r w:rsidR="008E3DB2">
          <w:rPr>
            <w:noProof/>
            <w:webHidden/>
          </w:rPr>
          <w:instrText xml:space="preserve"> PAGEREF _Toc421800727 \h </w:instrText>
        </w:r>
        <w:r w:rsidR="008E3DB2">
          <w:rPr>
            <w:noProof/>
            <w:webHidden/>
          </w:rPr>
        </w:r>
        <w:r w:rsidR="008E3DB2">
          <w:rPr>
            <w:noProof/>
            <w:webHidden/>
          </w:rPr>
          <w:fldChar w:fldCharType="separate"/>
        </w:r>
        <w:r w:rsidR="008E3DB2">
          <w:rPr>
            <w:noProof/>
            <w:webHidden/>
          </w:rPr>
          <w:t>116</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28" w:history="1">
        <w:r w:rsidR="008E3DB2" w:rsidRPr="005E78F3">
          <w:rPr>
            <w:rStyle w:val="Hyperlink"/>
            <w:noProof/>
          </w:rPr>
          <w:t>Czech Republic</w:t>
        </w:r>
        <w:r w:rsidR="008E3DB2">
          <w:rPr>
            <w:noProof/>
            <w:webHidden/>
          </w:rPr>
          <w:tab/>
        </w:r>
        <w:r w:rsidR="008E3DB2">
          <w:rPr>
            <w:noProof/>
            <w:webHidden/>
          </w:rPr>
          <w:fldChar w:fldCharType="begin"/>
        </w:r>
        <w:r w:rsidR="008E3DB2">
          <w:rPr>
            <w:noProof/>
            <w:webHidden/>
          </w:rPr>
          <w:instrText xml:space="preserve"> PAGEREF _Toc421800728 \h </w:instrText>
        </w:r>
        <w:r w:rsidR="008E3DB2">
          <w:rPr>
            <w:noProof/>
            <w:webHidden/>
          </w:rPr>
        </w:r>
        <w:r w:rsidR="008E3DB2">
          <w:rPr>
            <w:noProof/>
            <w:webHidden/>
          </w:rPr>
          <w:fldChar w:fldCharType="separate"/>
        </w:r>
        <w:r w:rsidR="008E3DB2">
          <w:rPr>
            <w:noProof/>
            <w:webHidden/>
          </w:rPr>
          <w:t>118</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29" w:history="1">
        <w:r w:rsidR="008E3DB2" w:rsidRPr="005E78F3">
          <w:rPr>
            <w:rStyle w:val="Hyperlink"/>
            <w:noProof/>
          </w:rPr>
          <w:t>Democratic People’s Republic of Korea</w:t>
        </w:r>
        <w:r w:rsidR="008E3DB2">
          <w:rPr>
            <w:noProof/>
            <w:webHidden/>
          </w:rPr>
          <w:tab/>
        </w:r>
        <w:r w:rsidR="008E3DB2">
          <w:rPr>
            <w:noProof/>
            <w:webHidden/>
          </w:rPr>
          <w:fldChar w:fldCharType="begin"/>
        </w:r>
        <w:r w:rsidR="008E3DB2">
          <w:rPr>
            <w:noProof/>
            <w:webHidden/>
          </w:rPr>
          <w:instrText xml:space="preserve"> PAGEREF _Toc421800729 \h </w:instrText>
        </w:r>
        <w:r w:rsidR="008E3DB2">
          <w:rPr>
            <w:noProof/>
            <w:webHidden/>
          </w:rPr>
        </w:r>
        <w:r w:rsidR="008E3DB2">
          <w:rPr>
            <w:noProof/>
            <w:webHidden/>
          </w:rPr>
          <w:fldChar w:fldCharType="separate"/>
        </w:r>
        <w:r w:rsidR="008E3DB2">
          <w:rPr>
            <w:noProof/>
            <w:webHidden/>
          </w:rPr>
          <w:t>121</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30" w:history="1">
        <w:r w:rsidR="008E3DB2" w:rsidRPr="005E78F3">
          <w:rPr>
            <w:rStyle w:val="Hyperlink"/>
            <w:noProof/>
          </w:rPr>
          <w:t>Democratic Republic of the Congo</w:t>
        </w:r>
        <w:r w:rsidR="008E3DB2">
          <w:rPr>
            <w:noProof/>
            <w:webHidden/>
          </w:rPr>
          <w:tab/>
        </w:r>
        <w:r w:rsidR="008E3DB2">
          <w:rPr>
            <w:noProof/>
            <w:webHidden/>
          </w:rPr>
          <w:fldChar w:fldCharType="begin"/>
        </w:r>
        <w:r w:rsidR="008E3DB2">
          <w:rPr>
            <w:noProof/>
            <w:webHidden/>
          </w:rPr>
          <w:instrText xml:space="preserve"> PAGEREF _Toc421800730 \h </w:instrText>
        </w:r>
        <w:r w:rsidR="008E3DB2">
          <w:rPr>
            <w:noProof/>
            <w:webHidden/>
          </w:rPr>
        </w:r>
        <w:r w:rsidR="008E3DB2">
          <w:rPr>
            <w:noProof/>
            <w:webHidden/>
          </w:rPr>
          <w:fldChar w:fldCharType="separate"/>
        </w:r>
        <w:r w:rsidR="008E3DB2">
          <w:rPr>
            <w:noProof/>
            <w:webHidden/>
          </w:rPr>
          <w:t>123</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31" w:history="1">
        <w:r w:rsidR="008E3DB2" w:rsidRPr="005E78F3">
          <w:rPr>
            <w:rStyle w:val="Hyperlink"/>
            <w:noProof/>
          </w:rPr>
          <w:t>Denmark</w:t>
        </w:r>
        <w:r w:rsidR="008E3DB2">
          <w:rPr>
            <w:noProof/>
            <w:webHidden/>
          </w:rPr>
          <w:tab/>
        </w:r>
        <w:r w:rsidR="008E3DB2">
          <w:rPr>
            <w:noProof/>
            <w:webHidden/>
          </w:rPr>
          <w:fldChar w:fldCharType="begin"/>
        </w:r>
        <w:r w:rsidR="008E3DB2">
          <w:rPr>
            <w:noProof/>
            <w:webHidden/>
          </w:rPr>
          <w:instrText xml:space="preserve"> PAGEREF _Toc421800731 \h </w:instrText>
        </w:r>
        <w:r w:rsidR="008E3DB2">
          <w:rPr>
            <w:noProof/>
            <w:webHidden/>
          </w:rPr>
        </w:r>
        <w:r w:rsidR="008E3DB2">
          <w:rPr>
            <w:noProof/>
            <w:webHidden/>
          </w:rPr>
          <w:fldChar w:fldCharType="separate"/>
        </w:r>
        <w:r w:rsidR="008E3DB2">
          <w:rPr>
            <w:noProof/>
            <w:webHidden/>
          </w:rPr>
          <w:t>124</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32" w:history="1">
        <w:r w:rsidR="008E3DB2" w:rsidRPr="005E78F3">
          <w:rPr>
            <w:rStyle w:val="Hyperlink"/>
            <w:noProof/>
          </w:rPr>
          <w:t>Djibouti</w:t>
        </w:r>
        <w:r w:rsidR="008E3DB2">
          <w:rPr>
            <w:noProof/>
            <w:webHidden/>
          </w:rPr>
          <w:tab/>
        </w:r>
        <w:r w:rsidR="008E3DB2">
          <w:rPr>
            <w:noProof/>
            <w:webHidden/>
          </w:rPr>
          <w:fldChar w:fldCharType="begin"/>
        </w:r>
        <w:r w:rsidR="008E3DB2">
          <w:rPr>
            <w:noProof/>
            <w:webHidden/>
          </w:rPr>
          <w:instrText xml:space="preserve"> PAGEREF _Toc421800732 \h </w:instrText>
        </w:r>
        <w:r w:rsidR="008E3DB2">
          <w:rPr>
            <w:noProof/>
            <w:webHidden/>
          </w:rPr>
        </w:r>
        <w:r w:rsidR="008E3DB2">
          <w:rPr>
            <w:noProof/>
            <w:webHidden/>
          </w:rPr>
          <w:fldChar w:fldCharType="separate"/>
        </w:r>
        <w:r w:rsidR="008E3DB2">
          <w:rPr>
            <w:noProof/>
            <w:webHidden/>
          </w:rPr>
          <w:t>129</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33" w:history="1">
        <w:r w:rsidR="008E3DB2" w:rsidRPr="005E78F3">
          <w:rPr>
            <w:rStyle w:val="Hyperlink"/>
            <w:noProof/>
          </w:rPr>
          <w:t>Dominica</w:t>
        </w:r>
        <w:r w:rsidR="008E3DB2">
          <w:rPr>
            <w:noProof/>
            <w:webHidden/>
          </w:rPr>
          <w:tab/>
        </w:r>
        <w:r w:rsidR="008E3DB2">
          <w:rPr>
            <w:noProof/>
            <w:webHidden/>
          </w:rPr>
          <w:fldChar w:fldCharType="begin"/>
        </w:r>
        <w:r w:rsidR="008E3DB2">
          <w:rPr>
            <w:noProof/>
            <w:webHidden/>
          </w:rPr>
          <w:instrText xml:space="preserve"> PAGEREF _Toc421800733 \h </w:instrText>
        </w:r>
        <w:r w:rsidR="008E3DB2">
          <w:rPr>
            <w:noProof/>
            <w:webHidden/>
          </w:rPr>
        </w:r>
        <w:r w:rsidR="008E3DB2">
          <w:rPr>
            <w:noProof/>
            <w:webHidden/>
          </w:rPr>
          <w:fldChar w:fldCharType="separate"/>
        </w:r>
        <w:r w:rsidR="008E3DB2">
          <w:rPr>
            <w:noProof/>
            <w:webHidden/>
          </w:rPr>
          <w:t>130</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34" w:history="1">
        <w:r w:rsidR="008E3DB2" w:rsidRPr="005E78F3">
          <w:rPr>
            <w:rStyle w:val="Hyperlink"/>
            <w:noProof/>
          </w:rPr>
          <w:t>Dominican Republic</w:t>
        </w:r>
        <w:r w:rsidR="008E3DB2">
          <w:rPr>
            <w:noProof/>
            <w:webHidden/>
          </w:rPr>
          <w:tab/>
        </w:r>
        <w:r w:rsidR="008E3DB2">
          <w:rPr>
            <w:noProof/>
            <w:webHidden/>
          </w:rPr>
          <w:fldChar w:fldCharType="begin"/>
        </w:r>
        <w:r w:rsidR="008E3DB2">
          <w:rPr>
            <w:noProof/>
            <w:webHidden/>
          </w:rPr>
          <w:instrText xml:space="preserve"> PAGEREF _Toc421800734 \h </w:instrText>
        </w:r>
        <w:r w:rsidR="008E3DB2">
          <w:rPr>
            <w:noProof/>
            <w:webHidden/>
          </w:rPr>
        </w:r>
        <w:r w:rsidR="008E3DB2">
          <w:rPr>
            <w:noProof/>
            <w:webHidden/>
          </w:rPr>
          <w:fldChar w:fldCharType="separate"/>
        </w:r>
        <w:r w:rsidR="008E3DB2">
          <w:rPr>
            <w:noProof/>
            <w:webHidden/>
          </w:rPr>
          <w:t>132</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35" w:history="1">
        <w:r w:rsidR="008E3DB2" w:rsidRPr="005E78F3">
          <w:rPr>
            <w:rStyle w:val="Hyperlink"/>
            <w:noProof/>
          </w:rPr>
          <w:t>Ecuador</w:t>
        </w:r>
        <w:r w:rsidR="008E3DB2">
          <w:rPr>
            <w:noProof/>
            <w:webHidden/>
          </w:rPr>
          <w:tab/>
        </w:r>
        <w:r w:rsidR="008E3DB2">
          <w:rPr>
            <w:noProof/>
            <w:webHidden/>
          </w:rPr>
          <w:fldChar w:fldCharType="begin"/>
        </w:r>
        <w:r w:rsidR="008E3DB2">
          <w:rPr>
            <w:noProof/>
            <w:webHidden/>
          </w:rPr>
          <w:instrText xml:space="preserve"> PAGEREF _Toc421800735 \h </w:instrText>
        </w:r>
        <w:r w:rsidR="008E3DB2">
          <w:rPr>
            <w:noProof/>
            <w:webHidden/>
          </w:rPr>
        </w:r>
        <w:r w:rsidR="008E3DB2">
          <w:rPr>
            <w:noProof/>
            <w:webHidden/>
          </w:rPr>
          <w:fldChar w:fldCharType="separate"/>
        </w:r>
        <w:r w:rsidR="008E3DB2">
          <w:rPr>
            <w:noProof/>
            <w:webHidden/>
          </w:rPr>
          <w:t>135</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36" w:history="1">
        <w:r w:rsidR="008E3DB2" w:rsidRPr="005E78F3">
          <w:rPr>
            <w:rStyle w:val="Hyperlink"/>
            <w:noProof/>
          </w:rPr>
          <w:t>Egypt</w:t>
        </w:r>
        <w:r w:rsidR="008E3DB2">
          <w:rPr>
            <w:noProof/>
            <w:webHidden/>
          </w:rPr>
          <w:tab/>
        </w:r>
        <w:r w:rsidR="008E3DB2">
          <w:rPr>
            <w:noProof/>
            <w:webHidden/>
          </w:rPr>
          <w:fldChar w:fldCharType="begin"/>
        </w:r>
        <w:r w:rsidR="008E3DB2">
          <w:rPr>
            <w:noProof/>
            <w:webHidden/>
          </w:rPr>
          <w:instrText xml:space="preserve"> PAGEREF _Toc421800736 \h </w:instrText>
        </w:r>
        <w:r w:rsidR="008E3DB2">
          <w:rPr>
            <w:noProof/>
            <w:webHidden/>
          </w:rPr>
        </w:r>
        <w:r w:rsidR="008E3DB2">
          <w:rPr>
            <w:noProof/>
            <w:webHidden/>
          </w:rPr>
          <w:fldChar w:fldCharType="separate"/>
        </w:r>
        <w:r w:rsidR="008E3DB2">
          <w:rPr>
            <w:noProof/>
            <w:webHidden/>
          </w:rPr>
          <w:t>137</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37" w:history="1">
        <w:r w:rsidR="008E3DB2" w:rsidRPr="005E78F3">
          <w:rPr>
            <w:rStyle w:val="Hyperlink"/>
            <w:noProof/>
          </w:rPr>
          <w:t>El Salvador</w:t>
        </w:r>
        <w:r w:rsidR="008E3DB2">
          <w:rPr>
            <w:noProof/>
            <w:webHidden/>
          </w:rPr>
          <w:tab/>
        </w:r>
        <w:r w:rsidR="008E3DB2">
          <w:rPr>
            <w:noProof/>
            <w:webHidden/>
          </w:rPr>
          <w:fldChar w:fldCharType="begin"/>
        </w:r>
        <w:r w:rsidR="008E3DB2">
          <w:rPr>
            <w:noProof/>
            <w:webHidden/>
          </w:rPr>
          <w:instrText xml:space="preserve"> PAGEREF _Toc421800737 \h </w:instrText>
        </w:r>
        <w:r w:rsidR="008E3DB2">
          <w:rPr>
            <w:noProof/>
            <w:webHidden/>
          </w:rPr>
        </w:r>
        <w:r w:rsidR="008E3DB2">
          <w:rPr>
            <w:noProof/>
            <w:webHidden/>
          </w:rPr>
          <w:fldChar w:fldCharType="separate"/>
        </w:r>
        <w:r w:rsidR="008E3DB2">
          <w:rPr>
            <w:noProof/>
            <w:webHidden/>
          </w:rPr>
          <w:t>139</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38" w:history="1">
        <w:r w:rsidR="008E3DB2" w:rsidRPr="005E78F3">
          <w:rPr>
            <w:rStyle w:val="Hyperlink"/>
            <w:noProof/>
          </w:rPr>
          <w:t>Equatorial Guinea</w:t>
        </w:r>
        <w:r w:rsidR="008E3DB2">
          <w:rPr>
            <w:noProof/>
            <w:webHidden/>
          </w:rPr>
          <w:tab/>
        </w:r>
        <w:r w:rsidR="008E3DB2">
          <w:rPr>
            <w:noProof/>
            <w:webHidden/>
          </w:rPr>
          <w:fldChar w:fldCharType="begin"/>
        </w:r>
        <w:r w:rsidR="008E3DB2">
          <w:rPr>
            <w:noProof/>
            <w:webHidden/>
          </w:rPr>
          <w:instrText xml:space="preserve"> PAGEREF _Toc421800738 \h </w:instrText>
        </w:r>
        <w:r w:rsidR="008E3DB2">
          <w:rPr>
            <w:noProof/>
            <w:webHidden/>
          </w:rPr>
        </w:r>
        <w:r w:rsidR="008E3DB2">
          <w:rPr>
            <w:noProof/>
            <w:webHidden/>
          </w:rPr>
          <w:fldChar w:fldCharType="separate"/>
        </w:r>
        <w:r w:rsidR="008E3DB2">
          <w:rPr>
            <w:noProof/>
            <w:webHidden/>
          </w:rPr>
          <w:t>141</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39" w:history="1">
        <w:r w:rsidR="008E3DB2" w:rsidRPr="005E78F3">
          <w:rPr>
            <w:rStyle w:val="Hyperlink"/>
            <w:noProof/>
          </w:rPr>
          <w:t>Eritrea</w:t>
        </w:r>
        <w:r w:rsidR="008E3DB2">
          <w:rPr>
            <w:noProof/>
            <w:webHidden/>
          </w:rPr>
          <w:tab/>
        </w:r>
        <w:r w:rsidR="008E3DB2">
          <w:rPr>
            <w:noProof/>
            <w:webHidden/>
          </w:rPr>
          <w:fldChar w:fldCharType="begin"/>
        </w:r>
        <w:r w:rsidR="008E3DB2">
          <w:rPr>
            <w:noProof/>
            <w:webHidden/>
          </w:rPr>
          <w:instrText xml:space="preserve"> PAGEREF _Toc421800739 \h </w:instrText>
        </w:r>
        <w:r w:rsidR="008E3DB2">
          <w:rPr>
            <w:noProof/>
            <w:webHidden/>
          </w:rPr>
        </w:r>
        <w:r w:rsidR="008E3DB2">
          <w:rPr>
            <w:noProof/>
            <w:webHidden/>
          </w:rPr>
          <w:fldChar w:fldCharType="separate"/>
        </w:r>
        <w:r w:rsidR="008E3DB2">
          <w:rPr>
            <w:noProof/>
            <w:webHidden/>
          </w:rPr>
          <w:t>142</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40" w:history="1">
        <w:r w:rsidR="008E3DB2" w:rsidRPr="005E78F3">
          <w:rPr>
            <w:rStyle w:val="Hyperlink"/>
            <w:noProof/>
          </w:rPr>
          <w:t>Estonia</w:t>
        </w:r>
        <w:r w:rsidR="008E3DB2">
          <w:rPr>
            <w:noProof/>
            <w:webHidden/>
          </w:rPr>
          <w:tab/>
        </w:r>
        <w:r w:rsidR="008E3DB2">
          <w:rPr>
            <w:noProof/>
            <w:webHidden/>
          </w:rPr>
          <w:fldChar w:fldCharType="begin"/>
        </w:r>
        <w:r w:rsidR="008E3DB2">
          <w:rPr>
            <w:noProof/>
            <w:webHidden/>
          </w:rPr>
          <w:instrText xml:space="preserve"> PAGEREF _Toc421800740 \h </w:instrText>
        </w:r>
        <w:r w:rsidR="008E3DB2">
          <w:rPr>
            <w:noProof/>
            <w:webHidden/>
          </w:rPr>
        </w:r>
        <w:r w:rsidR="008E3DB2">
          <w:rPr>
            <w:noProof/>
            <w:webHidden/>
          </w:rPr>
          <w:fldChar w:fldCharType="separate"/>
        </w:r>
        <w:r w:rsidR="008E3DB2">
          <w:rPr>
            <w:noProof/>
            <w:webHidden/>
          </w:rPr>
          <w:t>143</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41" w:history="1">
        <w:r w:rsidR="008E3DB2" w:rsidRPr="005E78F3">
          <w:rPr>
            <w:rStyle w:val="Hyperlink"/>
            <w:noProof/>
          </w:rPr>
          <w:t>Ethiopia</w:t>
        </w:r>
        <w:r w:rsidR="008E3DB2">
          <w:rPr>
            <w:noProof/>
            <w:webHidden/>
          </w:rPr>
          <w:tab/>
        </w:r>
        <w:r w:rsidR="008E3DB2">
          <w:rPr>
            <w:noProof/>
            <w:webHidden/>
          </w:rPr>
          <w:fldChar w:fldCharType="begin"/>
        </w:r>
        <w:r w:rsidR="008E3DB2">
          <w:rPr>
            <w:noProof/>
            <w:webHidden/>
          </w:rPr>
          <w:instrText xml:space="preserve"> PAGEREF _Toc421800741 \h </w:instrText>
        </w:r>
        <w:r w:rsidR="008E3DB2">
          <w:rPr>
            <w:noProof/>
            <w:webHidden/>
          </w:rPr>
        </w:r>
        <w:r w:rsidR="008E3DB2">
          <w:rPr>
            <w:noProof/>
            <w:webHidden/>
          </w:rPr>
          <w:fldChar w:fldCharType="separate"/>
        </w:r>
        <w:r w:rsidR="008E3DB2">
          <w:rPr>
            <w:noProof/>
            <w:webHidden/>
          </w:rPr>
          <w:t>146</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42" w:history="1">
        <w:r w:rsidR="008E3DB2" w:rsidRPr="005E78F3">
          <w:rPr>
            <w:rStyle w:val="Hyperlink"/>
            <w:noProof/>
          </w:rPr>
          <w:t>Fiji</w:t>
        </w:r>
        <w:r w:rsidR="008E3DB2">
          <w:rPr>
            <w:noProof/>
            <w:webHidden/>
          </w:rPr>
          <w:tab/>
        </w:r>
        <w:r w:rsidR="008E3DB2">
          <w:rPr>
            <w:noProof/>
            <w:webHidden/>
          </w:rPr>
          <w:fldChar w:fldCharType="begin"/>
        </w:r>
        <w:r w:rsidR="008E3DB2">
          <w:rPr>
            <w:noProof/>
            <w:webHidden/>
          </w:rPr>
          <w:instrText xml:space="preserve"> PAGEREF _Toc421800742 \h </w:instrText>
        </w:r>
        <w:r w:rsidR="008E3DB2">
          <w:rPr>
            <w:noProof/>
            <w:webHidden/>
          </w:rPr>
        </w:r>
        <w:r w:rsidR="008E3DB2">
          <w:rPr>
            <w:noProof/>
            <w:webHidden/>
          </w:rPr>
          <w:fldChar w:fldCharType="separate"/>
        </w:r>
        <w:r w:rsidR="008E3DB2">
          <w:rPr>
            <w:noProof/>
            <w:webHidden/>
          </w:rPr>
          <w:t>148</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43" w:history="1">
        <w:r w:rsidR="008E3DB2" w:rsidRPr="005E78F3">
          <w:rPr>
            <w:rStyle w:val="Hyperlink"/>
            <w:noProof/>
          </w:rPr>
          <w:t>Finland</w:t>
        </w:r>
        <w:r w:rsidR="008E3DB2">
          <w:rPr>
            <w:noProof/>
            <w:webHidden/>
          </w:rPr>
          <w:tab/>
        </w:r>
        <w:r w:rsidR="008E3DB2">
          <w:rPr>
            <w:noProof/>
            <w:webHidden/>
          </w:rPr>
          <w:fldChar w:fldCharType="begin"/>
        </w:r>
        <w:r w:rsidR="008E3DB2">
          <w:rPr>
            <w:noProof/>
            <w:webHidden/>
          </w:rPr>
          <w:instrText xml:space="preserve"> PAGEREF _Toc421800743 \h </w:instrText>
        </w:r>
        <w:r w:rsidR="008E3DB2">
          <w:rPr>
            <w:noProof/>
            <w:webHidden/>
          </w:rPr>
        </w:r>
        <w:r w:rsidR="008E3DB2">
          <w:rPr>
            <w:noProof/>
            <w:webHidden/>
          </w:rPr>
          <w:fldChar w:fldCharType="separate"/>
        </w:r>
        <w:r w:rsidR="008E3DB2">
          <w:rPr>
            <w:noProof/>
            <w:webHidden/>
          </w:rPr>
          <w:t>154</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44" w:history="1">
        <w:r w:rsidR="008E3DB2" w:rsidRPr="005E78F3">
          <w:rPr>
            <w:rStyle w:val="Hyperlink"/>
            <w:noProof/>
          </w:rPr>
          <w:t>France</w:t>
        </w:r>
        <w:r w:rsidR="008E3DB2">
          <w:rPr>
            <w:noProof/>
            <w:webHidden/>
          </w:rPr>
          <w:tab/>
        </w:r>
        <w:r w:rsidR="008E3DB2">
          <w:rPr>
            <w:noProof/>
            <w:webHidden/>
          </w:rPr>
          <w:fldChar w:fldCharType="begin"/>
        </w:r>
        <w:r w:rsidR="008E3DB2">
          <w:rPr>
            <w:noProof/>
            <w:webHidden/>
          </w:rPr>
          <w:instrText xml:space="preserve"> PAGEREF _Toc421800744 \h </w:instrText>
        </w:r>
        <w:r w:rsidR="008E3DB2">
          <w:rPr>
            <w:noProof/>
            <w:webHidden/>
          </w:rPr>
        </w:r>
        <w:r w:rsidR="008E3DB2">
          <w:rPr>
            <w:noProof/>
            <w:webHidden/>
          </w:rPr>
          <w:fldChar w:fldCharType="separate"/>
        </w:r>
        <w:r w:rsidR="008E3DB2">
          <w:rPr>
            <w:noProof/>
            <w:webHidden/>
          </w:rPr>
          <w:t>158</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45" w:history="1">
        <w:r w:rsidR="008E3DB2" w:rsidRPr="005E78F3">
          <w:rPr>
            <w:rStyle w:val="Hyperlink"/>
            <w:noProof/>
          </w:rPr>
          <w:t>Gabon</w:t>
        </w:r>
        <w:r w:rsidR="008E3DB2">
          <w:rPr>
            <w:noProof/>
            <w:webHidden/>
          </w:rPr>
          <w:tab/>
        </w:r>
        <w:r w:rsidR="008E3DB2">
          <w:rPr>
            <w:noProof/>
            <w:webHidden/>
          </w:rPr>
          <w:fldChar w:fldCharType="begin"/>
        </w:r>
        <w:r w:rsidR="008E3DB2">
          <w:rPr>
            <w:noProof/>
            <w:webHidden/>
          </w:rPr>
          <w:instrText xml:space="preserve"> PAGEREF _Toc421800745 \h </w:instrText>
        </w:r>
        <w:r w:rsidR="008E3DB2">
          <w:rPr>
            <w:noProof/>
            <w:webHidden/>
          </w:rPr>
        </w:r>
        <w:r w:rsidR="008E3DB2">
          <w:rPr>
            <w:noProof/>
            <w:webHidden/>
          </w:rPr>
          <w:fldChar w:fldCharType="separate"/>
        </w:r>
        <w:r w:rsidR="008E3DB2">
          <w:rPr>
            <w:noProof/>
            <w:webHidden/>
          </w:rPr>
          <w:t>160</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46" w:history="1">
        <w:r w:rsidR="008E3DB2" w:rsidRPr="005E78F3">
          <w:rPr>
            <w:rStyle w:val="Hyperlink"/>
            <w:noProof/>
          </w:rPr>
          <w:t>Gambia</w:t>
        </w:r>
        <w:r w:rsidR="008E3DB2">
          <w:rPr>
            <w:noProof/>
            <w:webHidden/>
          </w:rPr>
          <w:tab/>
        </w:r>
        <w:r w:rsidR="008E3DB2">
          <w:rPr>
            <w:noProof/>
            <w:webHidden/>
          </w:rPr>
          <w:fldChar w:fldCharType="begin"/>
        </w:r>
        <w:r w:rsidR="008E3DB2">
          <w:rPr>
            <w:noProof/>
            <w:webHidden/>
          </w:rPr>
          <w:instrText xml:space="preserve"> PAGEREF _Toc421800746 \h </w:instrText>
        </w:r>
        <w:r w:rsidR="008E3DB2">
          <w:rPr>
            <w:noProof/>
            <w:webHidden/>
          </w:rPr>
        </w:r>
        <w:r w:rsidR="008E3DB2">
          <w:rPr>
            <w:noProof/>
            <w:webHidden/>
          </w:rPr>
          <w:fldChar w:fldCharType="separate"/>
        </w:r>
        <w:r w:rsidR="008E3DB2">
          <w:rPr>
            <w:noProof/>
            <w:webHidden/>
          </w:rPr>
          <w:t>161</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47" w:history="1">
        <w:r w:rsidR="008E3DB2" w:rsidRPr="005E78F3">
          <w:rPr>
            <w:rStyle w:val="Hyperlink"/>
            <w:noProof/>
          </w:rPr>
          <w:t>Georgia</w:t>
        </w:r>
        <w:r w:rsidR="008E3DB2">
          <w:rPr>
            <w:noProof/>
            <w:webHidden/>
          </w:rPr>
          <w:tab/>
        </w:r>
        <w:r w:rsidR="008E3DB2">
          <w:rPr>
            <w:noProof/>
            <w:webHidden/>
          </w:rPr>
          <w:fldChar w:fldCharType="begin"/>
        </w:r>
        <w:r w:rsidR="008E3DB2">
          <w:rPr>
            <w:noProof/>
            <w:webHidden/>
          </w:rPr>
          <w:instrText xml:space="preserve"> PAGEREF _Toc421800747 \h </w:instrText>
        </w:r>
        <w:r w:rsidR="008E3DB2">
          <w:rPr>
            <w:noProof/>
            <w:webHidden/>
          </w:rPr>
        </w:r>
        <w:r w:rsidR="008E3DB2">
          <w:rPr>
            <w:noProof/>
            <w:webHidden/>
          </w:rPr>
          <w:fldChar w:fldCharType="separate"/>
        </w:r>
        <w:r w:rsidR="008E3DB2">
          <w:rPr>
            <w:noProof/>
            <w:webHidden/>
          </w:rPr>
          <w:t>164</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48" w:history="1">
        <w:r w:rsidR="008E3DB2" w:rsidRPr="005E78F3">
          <w:rPr>
            <w:rStyle w:val="Hyperlink"/>
            <w:noProof/>
          </w:rPr>
          <w:t>Germany</w:t>
        </w:r>
        <w:r w:rsidR="008E3DB2">
          <w:rPr>
            <w:noProof/>
            <w:webHidden/>
          </w:rPr>
          <w:tab/>
        </w:r>
        <w:r w:rsidR="008E3DB2">
          <w:rPr>
            <w:noProof/>
            <w:webHidden/>
          </w:rPr>
          <w:fldChar w:fldCharType="begin"/>
        </w:r>
        <w:r w:rsidR="008E3DB2">
          <w:rPr>
            <w:noProof/>
            <w:webHidden/>
          </w:rPr>
          <w:instrText xml:space="preserve"> PAGEREF _Toc421800748 \h </w:instrText>
        </w:r>
        <w:r w:rsidR="008E3DB2">
          <w:rPr>
            <w:noProof/>
            <w:webHidden/>
          </w:rPr>
        </w:r>
        <w:r w:rsidR="008E3DB2">
          <w:rPr>
            <w:noProof/>
            <w:webHidden/>
          </w:rPr>
          <w:fldChar w:fldCharType="separate"/>
        </w:r>
        <w:r w:rsidR="008E3DB2">
          <w:rPr>
            <w:noProof/>
            <w:webHidden/>
          </w:rPr>
          <w:t>166</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49" w:history="1">
        <w:r w:rsidR="008E3DB2" w:rsidRPr="005E78F3">
          <w:rPr>
            <w:rStyle w:val="Hyperlink"/>
            <w:noProof/>
          </w:rPr>
          <w:t>Ghana</w:t>
        </w:r>
        <w:r w:rsidR="008E3DB2">
          <w:rPr>
            <w:noProof/>
            <w:webHidden/>
          </w:rPr>
          <w:tab/>
        </w:r>
        <w:r w:rsidR="008E3DB2">
          <w:rPr>
            <w:noProof/>
            <w:webHidden/>
          </w:rPr>
          <w:fldChar w:fldCharType="begin"/>
        </w:r>
        <w:r w:rsidR="008E3DB2">
          <w:rPr>
            <w:noProof/>
            <w:webHidden/>
          </w:rPr>
          <w:instrText xml:space="preserve"> PAGEREF _Toc421800749 \h </w:instrText>
        </w:r>
        <w:r w:rsidR="008E3DB2">
          <w:rPr>
            <w:noProof/>
            <w:webHidden/>
          </w:rPr>
        </w:r>
        <w:r w:rsidR="008E3DB2">
          <w:rPr>
            <w:noProof/>
            <w:webHidden/>
          </w:rPr>
          <w:fldChar w:fldCharType="separate"/>
        </w:r>
        <w:r w:rsidR="008E3DB2">
          <w:rPr>
            <w:noProof/>
            <w:webHidden/>
          </w:rPr>
          <w:t>169</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50" w:history="1">
        <w:r w:rsidR="008E3DB2" w:rsidRPr="005E78F3">
          <w:rPr>
            <w:rStyle w:val="Hyperlink"/>
            <w:noProof/>
          </w:rPr>
          <w:t>Greece</w:t>
        </w:r>
        <w:r w:rsidR="008E3DB2">
          <w:rPr>
            <w:noProof/>
            <w:webHidden/>
          </w:rPr>
          <w:tab/>
        </w:r>
        <w:r w:rsidR="008E3DB2">
          <w:rPr>
            <w:noProof/>
            <w:webHidden/>
          </w:rPr>
          <w:fldChar w:fldCharType="begin"/>
        </w:r>
        <w:r w:rsidR="008E3DB2">
          <w:rPr>
            <w:noProof/>
            <w:webHidden/>
          </w:rPr>
          <w:instrText xml:space="preserve"> PAGEREF _Toc421800750 \h </w:instrText>
        </w:r>
        <w:r w:rsidR="008E3DB2">
          <w:rPr>
            <w:noProof/>
            <w:webHidden/>
          </w:rPr>
        </w:r>
        <w:r w:rsidR="008E3DB2">
          <w:rPr>
            <w:noProof/>
            <w:webHidden/>
          </w:rPr>
          <w:fldChar w:fldCharType="separate"/>
        </w:r>
        <w:r w:rsidR="008E3DB2">
          <w:rPr>
            <w:noProof/>
            <w:webHidden/>
          </w:rPr>
          <w:t>171</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51" w:history="1">
        <w:r w:rsidR="008E3DB2" w:rsidRPr="005E78F3">
          <w:rPr>
            <w:rStyle w:val="Hyperlink"/>
            <w:noProof/>
          </w:rPr>
          <w:t>Grenada</w:t>
        </w:r>
        <w:r w:rsidR="008E3DB2">
          <w:rPr>
            <w:noProof/>
            <w:webHidden/>
          </w:rPr>
          <w:tab/>
        </w:r>
        <w:r w:rsidR="008E3DB2">
          <w:rPr>
            <w:noProof/>
            <w:webHidden/>
          </w:rPr>
          <w:fldChar w:fldCharType="begin"/>
        </w:r>
        <w:r w:rsidR="008E3DB2">
          <w:rPr>
            <w:noProof/>
            <w:webHidden/>
          </w:rPr>
          <w:instrText xml:space="preserve"> PAGEREF _Toc421800751 \h </w:instrText>
        </w:r>
        <w:r w:rsidR="008E3DB2">
          <w:rPr>
            <w:noProof/>
            <w:webHidden/>
          </w:rPr>
        </w:r>
        <w:r w:rsidR="008E3DB2">
          <w:rPr>
            <w:noProof/>
            <w:webHidden/>
          </w:rPr>
          <w:fldChar w:fldCharType="separate"/>
        </w:r>
        <w:r w:rsidR="008E3DB2">
          <w:rPr>
            <w:noProof/>
            <w:webHidden/>
          </w:rPr>
          <w:t>173</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52" w:history="1">
        <w:r w:rsidR="008E3DB2" w:rsidRPr="005E78F3">
          <w:rPr>
            <w:rStyle w:val="Hyperlink"/>
            <w:noProof/>
          </w:rPr>
          <w:t>Guatemala</w:t>
        </w:r>
        <w:r w:rsidR="008E3DB2">
          <w:rPr>
            <w:noProof/>
            <w:webHidden/>
          </w:rPr>
          <w:tab/>
        </w:r>
        <w:r w:rsidR="008E3DB2">
          <w:rPr>
            <w:noProof/>
            <w:webHidden/>
          </w:rPr>
          <w:fldChar w:fldCharType="begin"/>
        </w:r>
        <w:r w:rsidR="008E3DB2">
          <w:rPr>
            <w:noProof/>
            <w:webHidden/>
          </w:rPr>
          <w:instrText xml:space="preserve"> PAGEREF _Toc421800752 \h </w:instrText>
        </w:r>
        <w:r w:rsidR="008E3DB2">
          <w:rPr>
            <w:noProof/>
            <w:webHidden/>
          </w:rPr>
        </w:r>
        <w:r w:rsidR="008E3DB2">
          <w:rPr>
            <w:noProof/>
            <w:webHidden/>
          </w:rPr>
          <w:fldChar w:fldCharType="separate"/>
        </w:r>
        <w:r w:rsidR="008E3DB2">
          <w:rPr>
            <w:noProof/>
            <w:webHidden/>
          </w:rPr>
          <w:t>175</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53" w:history="1">
        <w:r w:rsidR="008E3DB2" w:rsidRPr="005E78F3">
          <w:rPr>
            <w:rStyle w:val="Hyperlink"/>
            <w:noProof/>
          </w:rPr>
          <w:t>Guinea</w:t>
        </w:r>
        <w:r w:rsidR="008E3DB2">
          <w:rPr>
            <w:noProof/>
            <w:webHidden/>
          </w:rPr>
          <w:tab/>
        </w:r>
        <w:r w:rsidR="008E3DB2">
          <w:rPr>
            <w:noProof/>
            <w:webHidden/>
          </w:rPr>
          <w:fldChar w:fldCharType="begin"/>
        </w:r>
        <w:r w:rsidR="008E3DB2">
          <w:rPr>
            <w:noProof/>
            <w:webHidden/>
          </w:rPr>
          <w:instrText xml:space="preserve"> PAGEREF _Toc421800753 \h </w:instrText>
        </w:r>
        <w:r w:rsidR="008E3DB2">
          <w:rPr>
            <w:noProof/>
            <w:webHidden/>
          </w:rPr>
        </w:r>
        <w:r w:rsidR="008E3DB2">
          <w:rPr>
            <w:noProof/>
            <w:webHidden/>
          </w:rPr>
          <w:fldChar w:fldCharType="separate"/>
        </w:r>
        <w:r w:rsidR="008E3DB2">
          <w:rPr>
            <w:noProof/>
            <w:webHidden/>
          </w:rPr>
          <w:t>177</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54" w:history="1">
        <w:r w:rsidR="008E3DB2" w:rsidRPr="005E78F3">
          <w:rPr>
            <w:rStyle w:val="Hyperlink"/>
            <w:noProof/>
          </w:rPr>
          <w:t>Guinea-Bissau</w:t>
        </w:r>
        <w:r w:rsidR="008E3DB2">
          <w:rPr>
            <w:noProof/>
            <w:webHidden/>
          </w:rPr>
          <w:tab/>
        </w:r>
        <w:r w:rsidR="008E3DB2">
          <w:rPr>
            <w:noProof/>
            <w:webHidden/>
          </w:rPr>
          <w:fldChar w:fldCharType="begin"/>
        </w:r>
        <w:r w:rsidR="008E3DB2">
          <w:rPr>
            <w:noProof/>
            <w:webHidden/>
          </w:rPr>
          <w:instrText xml:space="preserve"> PAGEREF _Toc421800754 \h </w:instrText>
        </w:r>
        <w:r w:rsidR="008E3DB2">
          <w:rPr>
            <w:noProof/>
            <w:webHidden/>
          </w:rPr>
        </w:r>
        <w:r w:rsidR="008E3DB2">
          <w:rPr>
            <w:noProof/>
            <w:webHidden/>
          </w:rPr>
          <w:fldChar w:fldCharType="separate"/>
        </w:r>
        <w:r w:rsidR="008E3DB2">
          <w:rPr>
            <w:noProof/>
            <w:webHidden/>
          </w:rPr>
          <w:t>178</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55" w:history="1">
        <w:r w:rsidR="008E3DB2" w:rsidRPr="005E78F3">
          <w:rPr>
            <w:rStyle w:val="Hyperlink"/>
            <w:noProof/>
          </w:rPr>
          <w:t>Guyana</w:t>
        </w:r>
        <w:r w:rsidR="008E3DB2">
          <w:rPr>
            <w:noProof/>
            <w:webHidden/>
          </w:rPr>
          <w:tab/>
        </w:r>
        <w:r w:rsidR="008E3DB2">
          <w:rPr>
            <w:noProof/>
            <w:webHidden/>
          </w:rPr>
          <w:fldChar w:fldCharType="begin"/>
        </w:r>
        <w:r w:rsidR="008E3DB2">
          <w:rPr>
            <w:noProof/>
            <w:webHidden/>
          </w:rPr>
          <w:instrText xml:space="preserve"> PAGEREF _Toc421800755 \h </w:instrText>
        </w:r>
        <w:r w:rsidR="008E3DB2">
          <w:rPr>
            <w:noProof/>
            <w:webHidden/>
          </w:rPr>
        </w:r>
        <w:r w:rsidR="008E3DB2">
          <w:rPr>
            <w:noProof/>
            <w:webHidden/>
          </w:rPr>
          <w:fldChar w:fldCharType="separate"/>
        </w:r>
        <w:r w:rsidR="008E3DB2">
          <w:rPr>
            <w:noProof/>
            <w:webHidden/>
          </w:rPr>
          <w:t>180</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56" w:history="1">
        <w:r w:rsidR="008E3DB2" w:rsidRPr="005E78F3">
          <w:rPr>
            <w:rStyle w:val="Hyperlink"/>
            <w:noProof/>
          </w:rPr>
          <w:t>Haiti</w:t>
        </w:r>
        <w:r w:rsidR="008E3DB2">
          <w:rPr>
            <w:noProof/>
            <w:webHidden/>
          </w:rPr>
          <w:tab/>
        </w:r>
        <w:r w:rsidR="008E3DB2">
          <w:rPr>
            <w:noProof/>
            <w:webHidden/>
          </w:rPr>
          <w:fldChar w:fldCharType="begin"/>
        </w:r>
        <w:r w:rsidR="008E3DB2">
          <w:rPr>
            <w:noProof/>
            <w:webHidden/>
          </w:rPr>
          <w:instrText xml:space="preserve"> PAGEREF _Toc421800756 \h </w:instrText>
        </w:r>
        <w:r w:rsidR="008E3DB2">
          <w:rPr>
            <w:noProof/>
            <w:webHidden/>
          </w:rPr>
        </w:r>
        <w:r w:rsidR="008E3DB2">
          <w:rPr>
            <w:noProof/>
            <w:webHidden/>
          </w:rPr>
          <w:fldChar w:fldCharType="separate"/>
        </w:r>
        <w:r w:rsidR="008E3DB2">
          <w:rPr>
            <w:noProof/>
            <w:webHidden/>
          </w:rPr>
          <w:t>185</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57" w:history="1">
        <w:r w:rsidR="008E3DB2" w:rsidRPr="005E78F3">
          <w:rPr>
            <w:rStyle w:val="Hyperlink"/>
            <w:noProof/>
          </w:rPr>
          <w:t>Holy See</w:t>
        </w:r>
        <w:r w:rsidR="008E3DB2">
          <w:rPr>
            <w:noProof/>
            <w:webHidden/>
          </w:rPr>
          <w:tab/>
        </w:r>
        <w:r w:rsidR="008E3DB2">
          <w:rPr>
            <w:noProof/>
            <w:webHidden/>
          </w:rPr>
          <w:fldChar w:fldCharType="begin"/>
        </w:r>
        <w:r w:rsidR="008E3DB2">
          <w:rPr>
            <w:noProof/>
            <w:webHidden/>
          </w:rPr>
          <w:instrText xml:space="preserve"> PAGEREF _Toc421800757 \h </w:instrText>
        </w:r>
        <w:r w:rsidR="008E3DB2">
          <w:rPr>
            <w:noProof/>
            <w:webHidden/>
          </w:rPr>
        </w:r>
        <w:r w:rsidR="008E3DB2">
          <w:rPr>
            <w:noProof/>
            <w:webHidden/>
          </w:rPr>
          <w:fldChar w:fldCharType="separate"/>
        </w:r>
        <w:r w:rsidR="008E3DB2">
          <w:rPr>
            <w:noProof/>
            <w:webHidden/>
          </w:rPr>
          <w:t>186</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58" w:history="1">
        <w:r w:rsidR="008E3DB2" w:rsidRPr="005E78F3">
          <w:rPr>
            <w:rStyle w:val="Hyperlink"/>
            <w:noProof/>
          </w:rPr>
          <w:t>Honduras</w:t>
        </w:r>
        <w:r w:rsidR="008E3DB2">
          <w:rPr>
            <w:noProof/>
            <w:webHidden/>
          </w:rPr>
          <w:tab/>
        </w:r>
        <w:r w:rsidR="008E3DB2">
          <w:rPr>
            <w:noProof/>
            <w:webHidden/>
          </w:rPr>
          <w:fldChar w:fldCharType="begin"/>
        </w:r>
        <w:r w:rsidR="008E3DB2">
          <w:rPr>
            <w:noProof/>
            <w:webHidden/>
          </w:rPr>
          <w:instrText xml:space="preserve"> PAGEREF _Toc421800758 \h </w:instrText>
        </w:r>
        <w:r w:rsidR="008E3DB2">
          <w:rPr>
            <w:noProof/>
            <w:webHidden/>
          </w:rPr>
        </w:r>
        <w:r w:rsidR="008E3DB2">
          <w:rPr>
            <w:noProof/>
            <w:webHidden/>
          </w:rPr>
          <w:fldChar w:fldCharType="separate"/>
        </w:r>
        <w:r w:rsidR="008E3DB2">
          <w:rPr>
            <w:noProof/>
            <w:webHidden/>
          </w:rPr>
          <w:t>187</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59" w:history="1">
        <w:r w:rsidR="008E3DB2" w:rsidRPr="005E78F3">
          <w:rPr>
            <w:rStyle w:val="Hyperlink"/>
            <w:noProof/>
          </w:rPr>
          <w:t>Hungary</w:t>
        </w:r>
        <w:r w:rsidR="008E3DB2">
          <w:rPr>
            <w:noProof/>
            <w:webHidden/>
          </w:rPr>
          <w:tab/>
        </w:r>
        <w:r w:rsidR="008E3DB2">
          <w:rPr>
            <w:noProof/>
            <w:webHidden/>
          </w:rPr>
          <w:fldChar w:fldCharType="begin"/>
        </w:r>
        <w:r w:rsidR="008E3DB2">
          <w:rPr>
            <w:noProof/>
            <w:webHidden/>
          </w:rPr>
          <w:instrText xml:space="preserve"> PAGEREF _Toc421800759 \h </w:instrText>
        </w:r>
        <w:r w:rsidR="008E3DB2">
          <w:rPr>
            <w:noProof/>
            <w:webHidden/>
          </w:rPr>
        </w:r>
        <w:r w:rsidR="008E3DB2">
          <w:rPr>
            <w:noProof/>
            <w:webHidden/>
          </w:rPr>
          <w:fldChar w:fldCharType="separate"/>
        </w:r>
        <w:r w:rsidR="008E3DB2">
          <w:rPr>
            <w:noProof/>
            <w:webHidden/>
          </w:rPr>
          <w:t>189</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60" w:history="1">
        <w:r w:rsidR="008E3DB2" w:rsidRPr="005E78F3">
          <w:rPr>
            <w:rStyle w:val="Hyperlink"/>
            <w:noProof/>
          </w:rPr>
          <w:t>Iceland</w:t>
        </w:r>
        <w:r w:rsidR="008E3DB2">
          <w:rPr>
            <w:noProof/>
            <w:webHidden/>
          </w:rPr>
          <w:tab/>
        </w:r>
        <w:r w:rsidR="008E3DB2">
          <w:rPr>
            <w:noProof/>
            <w:webHidden/>
          </w:rPr>
          <w:fldChar w:fldCharType="begin"/>
        </w:r>
        <w:r w:rsidR="008E3DB2">
          <w:rPr>
            <w:noProof/>
            <w:webHidden/>
          </w:rPr>
          <w:instrText xml:space="preserve"> PAGEREF _Toc421800760 \h </w:instrText>
        </w:r>
        <w:r w:rsidR="008E3DB2">
          <w:rPr>
            <w:noProof/>
            <w:webHidden/>
          </w:rPr>
        </w:r>
        <w:r w:rsidR="008E3DB2">
          <w:rPr>
            <w:noProof/>
            <w:webHidden/>
          </w:rPr>
          <w:fldChar w:fldCharType="separate"/>
        </w:r>
        <w:r w:rsidR="008E3DB2">
          <w:rPr>
            <w:noProof/>
            <w:webHidden/>
          </w:rPr>
          <w:t>192</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61" w:history="1">
        <w:r w:rsidR="008E3DB2" w:rsidRPr="005E78F3">
          <w:rPr>
            <w:rStyle w:val="Hyperlink"/>
            <w:noProof/>
          </w:rPr>
          <w:t>India</w:t>
        </w:r>
        <w:r w:rsidR="008E3DB2">
          <w:rPr>
            <w:noProof/>
            <w:webHidden/>
          </w:rPr>
          <w:tab/>
        </w:r>
        <w:r w:rsidR="008E3DB2">
          <w:rPr>
            <w:noProof/>
            <w:webHidden/>
          </w:rPr>
          <w:fldChar w:fldCharType="begin"/>
        </w:r>
        <w:r w:rsidR="008E3DB2">
          <w:rPr>
            <w:noProof/>
            <w:webHidden/>
          </w:rPr>
          <w:instrText xml:space="preserve"> PAGEREF _Toc421800761 \h </w:instrText>
        </w:r>
        <w:r w:rsidR="008E3DB2">
          <w:rPr>
            <w:noProof/>
            <w:webHidden/>
          </w:rPr>
        </w:r>
        <w:r w:rsidR="008E3DB2">
          <w:rPr>
            <w:noProof/>
            <w:webHidden/>
          </w:rPr>
          <w:fldChar w:fldCharType="separate"/>
        </w:r>
        <w:r w:rsidR="008E3DB2">
          <w:rPr>
            <w:noProof/>
            <w:webHidden/>
          </w:rPr>
          <w:t>195</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62" w:history="1">
        <w:r w:rsidR="008E3DB2" w:rsidRPr="005E78F3">
          <w:rPr>
            <w:rStyle w:val="Hyperlink"/>
            <w:noProof/>
          </w:rPr>
          <w:t>Indonesia</w:t>
        </w:r>
        <w:r w:rsidR="008E3DB2">
          <w:rPr>
            <w:noProof/>
            <w:webHidden/>
          </w:rPr>
          <w:tab/>
        </w:r>
        <w:r w:rsidR="008E3DB2">
          <w:rPr>
            <w:noProof/>
            <w:webHidden/>
          </w:rPr>
          <w:fldChar w:fldCharType="begin"/>
        </w:r>
        <w:r w:rsidR="008E3DB2">
          <w:rPr>
            <w:noProof/>
            <w:webHidden/>
          </w:rPr>
          <w:instrText xml:space="preserve"> PAGEREF _Toc421800762 \h </w:instrText>
        </w:r>
        <w:r w:rsidR="008E3DB2">
          <w:rPr>
            <w:noProof/>
            <w:webHidden/>
          </w:rPr>
        </w:r>
        <w:r w:rsidR="008E3DB2">
          <w:rPr>
            <w:noProof/>
            <w:webHidden/>
          </w:rPr>
          <w:fldChar w:fldCharType="separate"/>
        </w:r>
        <w:r w:rsidR="008E3DB2">
          <w:rPr>
            <w:noProof/>
            <w:webHidden/>
          </w:rPr>
          <w:t>198</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63" w:history="1">
        <w:r w:rsidR="008E3DB2" w:rsidRPr="005E78F3">
          <w:rPr>
            <w:rStyle w:val="Hyperlink"/>
            <w:noProof/>
          </w:rPr>
          <w:t>Iran (Islamic Republic of)</w:t>
        </w:r>
        <w:r w:rsidR="008E3DB2">
          <w:rPr>
            <w:noProof/>
            <w:webHidden/>
          </w:rPr>
          <w:tab/>
        </w:r>
        <w:r w:rsidR="008E3DB2">
          <w:rPr>
            <w:noProof/>
            <w:webHidden/>
          </w:rPr>
          <w:fldChar w:fldCharType="begin"/>
        </w:r>
        <w:r w:rsidR="008E3DB2">
          <w:rPr>
            <w:noProof/>
            <w:webHidden/>
          </w:rPr>
          <w:instrText xml:space="preserve"> PAGEREF _Toc421800763 \h </w:instrText>
        </w:r>
        <w:r w:rsidR="008E3DB2">
          <w:rPr>
            <w:noProof/>
            <w:webHidden/>
          </w:rPr>
        </w:r>
        <w:r w:rsidR="008E3DB2">
          <w:rPr>
            <w:noProof/>
            <w:webHidden/>
          </w:rPr>
          <w:fldChar w:fldCharType="separate"/>
        </w:r>
        <w:r w:rsidR="008E3DB2">
          <w:rPr>
            <w:noProof/>
            <w:webHidden/>
          </w:rPr>
          <w:t>200</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64" w:history="1">
        <w:r w:rsidR="008E3DB2" w:rsidRPr="005E78F3">
          <w:rPr>
            <w:rStyle w:val="Hyperlink"/>
            <w:noProof/>
          </w:rPr>
          <w:t>Iraq</w:t>
        </w:r>
        <w:r w:rsidR="008E3DB2">
          <w:rPr>
            <w:noProof/>
            <w:webHidden/>
          </w:rPr>
          <w:tab/>
        </w:r>
        <w:r w:rsidR="008E3DB2">
          <w:rPr>
            <w:noProof/>
            <w:webHidden/>
          </w:rPr>
          <w:fldChar w:fldCharType="begin"/>
        </w:r>
        <w:r w:rsidR="008E3DB2">
          <w:rPr>
            <w:noProof/>
            <w:webHidden/>
          </w:rPr>
          <w:instrText xml:space="preserve"> PAGEREF _Toc421800764 \h </w:instrText>
        </w:r>
        <w:r w:rsidR="008E3DB2">
          <w:rPr>
            <w:noProof/>
            <w:webHidden/>
          </w:rPr>
        </w:r>
        <w:r w:rsidR="008E3DB2">
          <w:rPr>
            <w:noProof/>
            <w:webHidden/>
          </w:rPr>
          <w:fldChar w:fldCharType="separate"/>
        </w:r>
        <w:r w:rsidR="008E3DB2">
          <w:rPr>
            <w:noProof/>
            <w:webHidden/>
          </w:rPr>
          <w:t>201</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65" w:history="1">
        <w:r w:rsidR="008E3DB2" w:rsidRPr="005E78F3">
          <w:rPr>
            <w:rStyle w:val="Hyperlink"/>
            <w:noProof/>
          </w:rPr>
          <w:t>Ireland</w:t>
        </w:r>
        <w:r w:rsidR="008E3DB2">
          <w:rPr>
            <w:noProof/>
            <w:webHidden/>
          </w:rPr>
          <w:tab/>
        </w:r>
        <w:r w:rsidR="008E3DB2">
          <w:rPr>
            <w:noProof/>
            <w:webHidden/>
          </w:rPr>
          <w:fldChar w:fldCharType="begin"/>
        </w:r>
        <w:r w:rsidR="008E3DB2">
          <w:rPr>
            <w:noProof/>
            <w:webHidden/>
          </w:rPr>
          <w:instrText xml:space="preserve"> PAGEREF _Toc421800765 \h </w:instrText>
        </w:r>
        <w:r w:rsidR="008E3DB2">
          <w:rPr>
            <w:noProof/>
            <w:webHidden/>
          </w:rPr>
        </w:r>
        <w:r w:rsidR="008E3DB2">
          <w:rPr>
            <w:noProof/>
            <w:webHidden/>
          </w:rPr>
          <w:fldChar w:fldCharType="separate"/>
        </w:r>
        <w:r w:rsidR="008E3DB2">
          <w:rPr>
            <w:noProof/>
            <w:webHidden/>
          </w:rPr>
          <w:t>202</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66" w:history="1">
        <w:r w:rsidR="008E3DB2" w:rsidRPr="005E78F3">
          <w:rPr>
            <w:rStyle w:val="Hyperlink"/>
            <w:noProof/>
          </w:rPr>
          <w:t>Israel</w:t>
        </w:r>
        <w:r w:rsidR="008E3DB2">
          <w:rPr>
            <w:noProof/>
            <w:webHidden/>
          </w:rPr>
          <w:tab/>
        </w:r>
        <w:r w:rsidR="008E3DB2">
          <w:rPr>
            <w:noProof/>
            <w:webHidden/>
          </w:rPr>
          <w:fldChar w:fldCharType="begin"/>
        </w:r>
        <w:r w:rsidR="008E3DB2">
          <w:rPr>
            <w:noProof/>
            <w:webHidden/>
          </w:rPr>
          <w:instrText xml:space="preserve"> PAGEREF _Toc421800766 \h </w:instrText>
        </w:r>
        <w:r w:rsidR="008E3DB2">
          <w:rPr>
            <w:noProof/>
            <w:webHidden/>
          </w:rPr>
        </w:r>
        <w:r w:rsidR="008E3DB2">
          <w:rPr>
            <w:noProof/>
            <w:webHidden/>
          </w:rPr>
          <w:fldChar w:fldCharType="separate"/>
        </w:r>
        <w:r w:rsidR="008E3DB2">
          <w:rPr>
            <w:noProof/>
            <w:webHidden/>
          </w:rPr>
          <w:t>207</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67" w:history="1">
        <w:r w:rsidR="008E3DB2" w:rsidRPr="005E78F3">
          <w:rPr>
            <w:rStyle w:val="Hyperlink"/>
            <w:noProof/>
          </w:rPr>
          <w:t>Italy</w:t>
        </w:r>
        <w:r w:rsidR="008E3DB2">
          <w:rPr>
            <w:noProof/>
            <w:webHidden/>
          </w:rPr>
          <w:tab/>
        </w:r>
        <w:r w:rsidR="008E3DB2">
          <w:rPr>
            <w:noProof/>
            <w:webHidden/>
          </w:rPr>
          <w:fldChar w:fldCharType="begin"/>
        </w:r>
        <w:r w:rsidR="008E3DB2">
          <w:rPr>
            <w:noProof/>
            <w:webHidden/>
          </w:rPr>
          <w:instrText xml:space="preserve"> PAGEREF _Toc421800767 \h </w:instrText>
        </w:r>
        <w:r w:rsidR="008E3DB2">
          <w:rPr>
            <w:noProof/>
            <w:webHidden/>
          </w:rPr>
        </w:r>
        <w:r w:rsidR="008E3DB2">
          <w:rPr>
            <w:noProof/>
            <w:webHidden/>
          </w:rPr>
          <w:fldChar w:fldCharType="separate"/>
        </w:r>
        <w:r w:rsidR="008E3DB2">
          <w:rPr>
            <w:noProof/>
            <w:webHidden/>
          </w:rPr>
          <w:t>209</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68" w:history="1">
        <w:r w:rsidR="008E3DB2" w:rsidRPr="005E78F3">
          <w:rPr>
            <w:rStyle w:val="Hyperlink"/>
            <w:noProof/>
          </w:rPr>
          <w:t>Jamaica</w:t>
        </w:r>
        <w:r w:rsidR="008E3DB2">
          <w:rPr>
            <w:noProof/>
            <w:webHidden/>
          </w:rPr>
          <w:tab/>
        </w:r>
        <w:r w:rsidR="008E3DB2">
          <w:rPr>
            <w:noProof/>
            <w:webHidden/>
          </w:rPr>
          <w:fldChar w:fldCharType="begin"/>
        </w:r>
        <w:r w:rsidR="008E3DB2">
          <w:rPr>
            <w:noProof/>
            <w:webHidden/>
          </w:rPr>
          <w:instrText xml:space="preserve"> PAGEREF _Toc421800768 \h </w:instrText>
        </w:r>
        <w:r w:rsidR="008E3DB2">
          <w:rPr>
            <w:noProof/>
            <w:webHidden/>
          </w:rPr>
        </w:r>
        <w:r w:rsidR="008E3DB2">
          <w:rPr>
            <w:noProof/>
            <w:webHidden/>
          </w:rPr>
          <w:fldChar w:fldCharType="separate"/>
        </w:r>
        <w:r w:rsidR="008E3DB2">
          <w:rPr>
            <w:noProof/>
            <w:webHidden/>
          </w:rPr>
          <w:t>212</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69" w:history="1">
        <w:r w:rsidR="008E3DB2" w:rsidRPr="005E78F3">
          <w:rPr>
            <w:rStyle w:val="Hyperlink"/>
            <w:noProof/>
          </w:rPr>
          <w:t>Japan</w:t>
        </w:r>
        <w:r w:rsidR="008E3DB2">
          <w:rPr>
            <w:noProof/>
            <w:webHidden/>
          </w:rPr>
          <w:tab/>
        </w:r>
        <w:r w:rsidR="008E3DB2">
          <w:rPr>
            <w:noProof/>
            <w:webHidden/>
          </w:rPr>
          <w:fldChar w:fldCharType="begin"/>
        </w:r>
        <w:r w:rsidR="008E3DB2">
          <w:rPr>
            <w:noProof/>
            <w:webHidden/>
          </w:rPr>
          <w:instrText xml:space="preserve"> PAGEREF _Toc421800769 \h </w:instrText>
        </w:r>
        <w:r w:rsidR="008E3DB2">
          <w:rPr>
            <w:noProof/>
            <w:webHidden/>
          </w:rPr>
        </w:r>
        <w:r w:rsidR="008E3DB2">
          <w:rPr>
            <w:noProof/>
            <w:webHidden/>
          </w:rPr>
          <w:fldChar w:fldCharType="separate"/>
        </w:r>
        <w:r w:rsidR="008E3DB2">
          <w:rPr>
            <w:noProof/>
            <w:webHidden/>
          </w:rPr>
          <w:t>215</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70" w:history="1">
        <w:r w:rsidR="008E3DB2" w:rsidRPr="005E78F3">
          <w:rPr>
            <w:rStyle w:val="Hyperlink"/>
            <w:noProof/>
          </w:rPr>
          <w:t>Jordan</w:t>
        </w:r>
        <w:r w:rsidR="008E3DB2">
          <w:rPr>
            <w:noProof/>
            <w:webHidden/>
          </w:rPr>
          <w:tab/>
        </w:r>
        <w:r w:rsidR="008E3DB2">
          <w:rPr>
            <w:noProof/>
            <w:webHidden/>
          </w:rPr>
          <w:fldChar w:fldCharType="begin"/>
        </w:r>
        <w:r w:rsidR="008E3DB2">
          <w:rPr>
            <w:noProof/>
            <w:webHidden/>
          </w:rPr>
          <w:instrText xml:space="preserve"> PAGEREF _Toc421800770 \h </w:instrText>
        </w:r>
        <w:r w:rsidR="008E3DB2">
          <w:rPr>
            <w:noProof/>
            <w:webHidden/>
          </w:rPr>
        </w:r>
        <w:r w:rsidR="008E3DB2">
          <w:rPr>
            <w:noProof/>
            <w:webHidden/>
          </w:rPr>
          <w:fldChar w:fldCharType="separate"/>
        </w:r>
        <w:r w:rsidR="008E3DB2">
          <w:rPr>
            <w:noProof/>
            <w:webHidden/>
          </w:rPr>
          <w:t>218</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71" w:history="1">
        <w:r w:rsidR="008E3DB2" w:rsidRPr="005E78F3">
          <w:rPr>
            <w:rStyle w:val="Hyperlink"/>
            <w:noProof/>
          </w:rPr>
          <w:t>Kazakhstan</w:t>
        </w:r>
        <w:r w:rsidR="008E3DB2">
          <w:rPr>
            <w:noProof/>
            <w:webHidden/>
          </w:rPr>
          <w:tab/>
        </w:r>
        <w:r w:rsidR="008E3DB2">
          <w:rPr>
            <w:noProof/>
            <w:webHidden/>
          </w:rPr>
          <w:fldChar w:fldCharType="begin"/>
        </w:r>
        <w:r w:rsidR="008E3DB2">
          <w:rPr>
            <w:noProof/>
            <w:webHidden/>
          </w:rPr>
          <w:instrText xml:space="preserve"> PAGEREF _Toc421800771 \h </w:instrText>
        </w:r>
        <w:r w:rsidR="008E3DB2">
          <w:rPr>
            <w:noProof/>
            <w:webHidden/>
          </w:rPr>
        </w:r>
        <w:r w:rsidR="008E3DB2">
          <w:rPr>
            <w:noProof/>
            <w:webHidden/>
          </w:rPr>
          <w:fldChar w:fldCharType="separate"/>
        </w:r>
        <w:r w:rsidR="008E3DB2">
          <w:rPr>
            <w:noProof/>
            <w:webHidden/>
          </w:rPr>
          <w:t>219</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72" w:history="1">
        <w:r w:rsidR="008E3DB2" w:rsidRPr="005E78F3">
          <w:rPr>
            <w:rStyle w:val="Hyperlink"/>
            <w:noProof/>
          </w:rPr>
          <w:t>Kenya</w:t>
        </w:r>
        <w:r w:rsidR="008E3DB2">
          <w:rPr>
            <w:noProof/>
            <w:webHidden/>
          </w:rPr>
          <w:tab/>
        </w:r>
        <w:r w:rsidR="008E3DB2">
          <w:rPr>
            <w:noProof/>
            <w:webHidden/>
          </w:rPr>
          <w:fldChar w:fldCharType="begin"/>
        </w:r>
        <w:r w:rsidR="008E3DB2">
          <w:rPr>
            <w:noProof/>
            <w:webHidden/>
          </w:rPr>
          <w:instrText xml:space="preserve"> PAGEREF _Toc421800772 \h </w:instrText>
        </w:r>
        <w:r w:rsidR="008E3DB2">
          <w:rPr>
            <w:noProof/>
            <w:webHidden/>
          </w:rPr>
        </w:r>
        <w:r w:rsidR="008E3DB2">
          <w:rPr>
            <w:noProof/>
            <w:webHidden/>
          </w:rPr>
          <w:fldChar w:fldCharType="separate"/>
        </w:r>
        <w:r w:rsidR="008E3DB2">
          <w:rPr>
            <w:noProof/>
            <w:webHidden/>
          </w:rPr>
          <w:t>221</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73" w:history="1">
        <w:r w:rsidR="008E3DB2" w:rsidRPr="005E78F3">
          <w:rPr>
            <w:rStyle w:val="Hyperlink"/>
            <w:noProof/>
          </w:rPr>
          <w:t>Kiribati</w:t>
        </w:r>
        <w:r w:rsidR="008E3DB2">
          <w:rPr>
            <w:noProof/>
            <w:webHidden/>
          </w:rPr>
          <w:tab/>
        </w:r>
        <w:r w:rsidR="008E3DB2">
          <w:rPr>
            <w:noProof/>
            <w:webHidden/>
          </w:rPr>
          <w:fldChar w:fldCharType="begin"/>
        </w:r>
        <w:r w:rsidR="008E3DB2">
          <w:rPr>
            <w:noProof/>
            <w:webHidden/>
          </w:rPr>
          <w:instrText xml:space="preserve"> PAGEREF _Toc421800773 \h </w:instrText>
        </w:r>
        <w:r w:rsidR="008E3DB2">
          <w:rPr>
            <w:noProof/>
            <w:webHidden/>
          </w:rPr>
        </w:r>
        <w:r w:rsidR="008E3DB2">
          <w:rPr>
            <w:noProof/>
            <w:webHidden/>
          </w:rPr>
          <w:fldChar w:fldCharType="separate"/>
        </w:r>
        <w:r w:rsidR="008E3DB2">
          <w:rPr>
            <w:noProof/>
            <w:webHidden/>
          </w:rPr>
          <w:t>222</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74" w:history="1">
        <w:r w:rsidR="008E3DB2" w:rsidRPr="005E78F3">
          <w:rPr>
            <w:rStyle w:val="Hyperlink"/>
            <w:noProof/>
          </w:rPr>
          <w:t>Kuwait</w:t>
        </w:r>
        <w:r w:rsidR="008E3DB2">
          <w:rPr>
            <w:noProof/>
            <w:webHidden/>
          </w:rPr>
          <w:tab/>
        </w:r>
        <w:r w:rsidR="008E3DB2">
          <w:rPr>
            <w:noProof/>
            <w:webHidden/>
          </w:rPr>
          <w:fldChar w:fldCharType="begin"/>
        </w:r>
        <w:r w:rsidR="008E3DB2">
          <w:rPr>
            <w:noProof/>
            <w:webHidden/>
          </w:rPr>
          <w:instrText xml:space="preserve"> PAGEREF _Toc421800774 \h </w:instrText>
        </w:r>
        <w:r w:rsidR="008E3DB2">
          <w:rPr>
            <w:noProof/>
            <w:webHidden/>
          </w:rPr>
        </w:r>
        <w:r w:rsidR="008E3DB2">
          <w:rPr>
            <w:noProof/>
            <w:webHidden/>
          </w:rPr>
          <w:fldChar w:fldCharType="separate"/>
        </w:r>
        <w:r w:rsidR="008E3DB2">
          <w:rPr>
            <w:noProof/>
            <w:webHidden/>
          </w:rPr>
          <w:t>223</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75" w:history="1">
        <w:r w:rsidR="008E3DB2" w:rsidRPr="005E78F3">
          <w:rPr>
            <w:rStyle w:val="Hyperlink"/>
            <w:noProof/>
          </w:rPr>
          <w:t>Kyrgyzstan</w:t>
        </w:r>
        <w:r w:rsidR="008E3DB2">
          <w:rPr>
            <w:noProof/>
            <w:webHidden/>
          </w:rPr>
          <w:tab/>
        </w:r>
        <w:r w:rsidR="008E3DB2">
          <w:rPr>
            <w:noProof/>
            <w:webHidden/>
          </w:rPr>
          <w:fldChar w:fldCharType="begin"/>
        </w:r>
        <w:r w:rsidR="008E3DB2">
          <w:rPr>
            <w:noProof/>
            <w:webHidden/>
          </w:rPr>
          <w:instrText xml:space="preserve"> PAGEREF _Toc421800775 \h </w:instrText>
        </w:r>
        <w:r w:rsidR="008E3DB2">
          <w:rPr>
            <w:noProof/>
            <w:webHidden/>
          </w:rPr>
        </w:r>
        <w:r w:rsidR="008E3DB2">
          <w:rPr>
            <w:noProof/>
            <w:webHidden/>
          </w:rPr>
          <w:fldChar w:fldCharType="separate"/>
        </w:r>
        <w:r w:rsidR="008E3DB2">
          <w:rPr>
            <w:noProof/>
            <w:webHidden/>
          </w:rPr>
          <w:t>224</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76" w:history="1">
        <w:r w:rsidR="008E3DB2" w:rsidRPr="005E78F3">
          <w:rPr>
            <w:rStyle w:val="Hyperlink"/>
            <w:noProof/>
          </w:rPr>
          <w:t>Lao People’s Democratic Republic</w:t>
        </w:r>
        <w:r w:rsidR="008E3DB2">
          <w:rPr>
            <w:noProof/>
            <w:webHidden/>
          </w:rPr>
          <w:tab/>
        </w:r>
        <w:r w:rsidR="008E3DB2">
          <w:rPr>
            <w:noProof/>
            <w:webHidden/>
          </w:rPr>
          <w:fldChar w:fldCharType="begin"/>
        </w:r>
        <w:r w:rsidR="008E3DB2">
          <w:rPr>
            <w:noProof/>
            <w:webHidden/>
          </w:rPr>
          <w:instrText xml:space="preserve"> PAGEREF _Toc421800776 \h </w:instrText>
        </w:r>
        <w:r w:rsidR="008E3DB2">
          <w:rPr>
            <w:noProof/>
            <w:webHidden/>
          </w:rPr>
        </w:r>
        <w:r w:rsidR="008E3DB2">
          <w:rPr>
            <w:noProof/>
            <w:webHidden/>
          </w:rPr>
          <w:fldChar w:fldCharType="separate"/>
        </w:r>
        <w:r w:rsidR="008E3DB2">
          <w:rPr>
            <w:noProof/>
            <w:webHidden/>
          </w:rPr>
          <w:t>226</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77" w:history="1">
        <w:r w:rsidR="008E3DB2" w:rsidRPr="005E78F3">
          <w:rPr>
            <w:rStyle w:val="Hyperlink"/>
            <w:noProof/>
          </w:rPr>
          <w:t>Latvia</w:t>
        </w:r>
        <w:r w:rsidR="008E3DB2">
          <w:rPr>
            <w:noProof/>
            <w:webHidden/>
          </w:rPr>
          <w:tab/>
        </w:r>
        <w:r w:rsidR="008E3DB2">
          <w:rPr>
            <w:noProof/>
            <w:webHidden/>
          </w:rPr>
          <w:fldChar w:fldCharType="begin"/>
        </w:r>
        <w:r w:rsidR="008E3DB2">
          <w:rPr>
            <w:noProof/>
            <w:webHidden/>
          </w:rPr>
          <w:instrText xml:space="preserve"> PAGEREF _Toc421800777 \h </w:instrText>
        </w:r>
        <w:r w:rsidR="008E3DB2">
          <w:rPr>
            <w:noProof/>
            <w:webHidden/>
          </w:rPr>
        </w:r>
        <w:r w:rsidR="008E3DB2">
          <w:rPr>
            <w:noProof/>
            <w:webHidden/>
          </w:rPr>
          <w:fldChar w:fldCharType="separate"/>
        </w:r>
        <w:r w:rsidR="008E3DB2">
          <w:rPr>
            <w:noProof/>
            <w:webHidden/>
          </w:rPr>
          <w:t>228</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78" w:history="1">
        <w:r w:rsidR="008E3DB2" w:rsidRPr="005E78F3">
          <w:rPr>
            <w:rStyle w:val="Hyperlink"/>
            <w:noProof/>
          </w:rPr>
          <w:t>Lebanon</w:t>
        </w:r>
        <w:r w:rsidR="008E3DB2">
          <w:rPr>
            <w:noProof/>
            <w:webHidden/>
          </w:rPr>
          <w:tab/>
        </w:r>
        <w:r w:rsidR="008E3DB2">
          <w:rPr>
            <w:noProof/>
            <w:webHidden/>
          </w:rPr>
          <w:fldChar w:fldCharType="begin"/>
        </w:r>
        <w:r w:rsidR="008E3DB2">
          <w:rPr>
            <w:noProof/>
            <w:webHidden/>
          </w:rPr>
          <w:instrText xml:space="preserve"> PAGEREF _Toc421800778 \h </w:instrText>
        </w:r>
        <w:r w:rsidR="008E3DB2">
          <w:rPr>
            <w:noProof/>
            <w:webHidden/>
          </w:rPr>
        </w:r>
        <w:r w:rsidR="008E3DB2">
          <w:rPr>
            <w:noProof/>
            <w:webHidden/>
          </w:rPr>
          <w:fldChar w:fldCharType="separate"/>
        </w:r>
        <w:r w:rsidR="008E3DB2">
          <w:rPr>
            <w:noProof/>
            <w:webHidden/>
          </w:rPr>
          <w:t>231</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79" w:history="1">
        <w:r w:rsidR="008E3DB2" w:rsidRPr="005E78F3">
          <w:rPr>
            <w:rStyle w:val="Hyperlink"/>
            <w:noProof/>
          </w:rPr>
          <w:t>Lesotho</w:t>
        </w:r>
        <w:r w:rsidR="008E3DB2">
          <w:rPr>
            <w:noProof/>
            <w:webHidden/>
          </w:rPr>
          <w:tab/>
        </w:r>
        <w:r w:rsidR="008E3DB2">
          <w:rPr>
            <w:noProof/>
            <w:webHidden/>
          </w:rPr>
          <w:fldChar w:fldCharType="begin"/>
        </w:r>
        <w:r w:rsidR="008E3DB2">
          <w:rPr>
            <w:noProof/>
            <w:webHidden/>
          </w:rPr>
          <w:instrText xml:space="preserve"> PAGEREF _Toc421800779 \h </w:instrText>
        </w:r>
        <w:r w:rsidR="008E3DB2">
          <w:rPr>
            <w:noProof/>
            <w:webHidden/>
          </w:rPr>
        </w:r>
        <w:r w:rsidR="008E3DB2">
          <w:rPr>
            <w:noProof/>
            <w:webHidden/>
          </w:rPr>
          <w:fldChar w:fldCharType="separate"/>
        </w:r>
        <w:r w:rsidR="008E3DB2">
          <w:rPr>
            <w:noProof/>
            <w:webHidden/>
          </w:rPr>
          <w:t>233</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80" w:history="1">
        <w:r w:rsidR="008E3DB2" w:rsidRPr="005E78F3">
          <w:rPr>
            <w:rStyle w:val="Hyperlink"/>
            <w:noProof/>
          </w:rPr>
          <w:t>Liberia</w:t>
        </w:r>
        <w:r w:rsidR="008E3DB2">
          <w:rPr>
            <w:noProof/>
            <w:webHidden/>
          </w:rPr>
          <w:tab/>
        </w:r>
        <w:r w:rsidR="008E3DB2">
          <w:rPr>
            <w:noProof/>
            <w:webHidden/>
          </w:rPr>
          <w:fldChar w:fldCharType="begin"/>
        </w:r>
        <w:r w:rsidR="008E3DB2">
          <w:rPr>
            <w:noProof/>
            <w:webHidden/>
          </w:rPr>
          <w:instrText xml:space="preserve"> PAGEREF _Toc421800780 \h </w:instrText>
        </w:r>
        <w:r w:rsidR="008E3DB2">
          <w:rPr>
            <w:noProof/>
            <w:webHidden/>
          </w:rPr>
        </w:r>
        <w:r w:rsidR="008E3DB2">
          <w:rPr>
            <w:noProof/>
            <w:webHidden/>
          </w:rPr>
          <w:fldChar w:fldCharType="separate"/>
        </w:r>
        <w:r w:rsidR="008E3DB2">
          <w:rPr>
            <w:noProof/>
            <w:webHidden/>
          </w:rPr>
          <w:t>234</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81" w:history="1">
        <w:r w:rsidR="008E3DB2" w:rsidRPr="005E78F3">
          <w:rPr>
            <w:rStyle w:val="Hyperlink"/>
            <w:noProof/>
          </w:rPr>
          <w:t>Libya</w:t>
        </w:r>
        <w:r w:rsidR="008E3DB2">
          <w:rPr>
            <w:noProof/>
            <w:webHidden/>
          </w:rPr>
          <w:tab/>
        </w:r>
        <w:r w:rsidR="008E3DB2">
          <w:rPr>
            <w:noProof/>
            <w:webHidden/>
          </w:rPr>
          <w:fldChar w:fldCharType="begin"/>
        </w:r>
        <w:r w:rsidR="008E3DB2">
          <w:rPr>
            <w:noProof/>
            <w:webHidden/>
          </w:rPr>
          <w:instrText xml:space="preserve"> PAGEREF _Toc421800781 \h </w:instrText>
        </w:r>
        <w:r w:rsidR="008E3DB2">
          <w:rPr>
            <w:noProof/>
            <w:webHidden/>
          </w:rPr>
        </w:r>
        <w:r w:rsidR="008E3DB2">
          <w:rPr>
            <w:noProof/>
            <w:webHidden/>
          </w:rPr>
          <w:fldChar w:fldCharType="separate"/>
        </w:r>
        <w:r w:rsidR="008E3DB2">
          <w:rPr>
            <w:noProof/>
            <w:webHidden/>
          </w:rPr>
          <w:t>241</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82" w:history="1">
        <w:r w:rsidR="008E3DB2" w:rsidRPr="005E78F3">
          <w:rPr>
            <w:rStyle w:val="Hyperlink"/>
            <w:noProof/>
          </w:rPr>
          <w:t>Liechtenstein</w:t>
        </w:r>
        <w:r w:rsidR="008E3DB2">
          <w:rPr>
            <w:noProof/>
            <w:webHidden/>
          </w:rPr>
          <w:tab/>
        </w:r>
        <w:r w:rsidR="008E3DB2">
          <w:rPr>
            <w:noProof/>
            <w:webHidden/>
          </w:rPr>
          <w:fldChar w:fldCharType="begin"/>
        </w:r>
        <w:r w:rsidR="008E3DB2">
          <w:rPr>
            <w:noProof/>
            <w:webHidden/>
          </w:rPr>
          <w:instrText xml:space="preserve"> PAGEREF _Toc421800782 \h </w:instrText>
        </w:r>
        <w:r w:rsidR="008E3DB2">
          <w:rPr>
            <w:noProof/>
            <w:webHidden/>
          </w:rPr>
        </w:r>
        <w:r w:rsidR="008E3DB2">
          <w:rPr>
            <w:noProof/>
            <w:webHidden/>
          </w:rPr>
          <w:fldChar w:fldCharType="separate"/>
        </w:r>
        <w:r w:rsidR="008E3DB2">
          <w:rPr>
            <w:noProof/>
            <w:webHidden/>
          </w:rPr>
          <w:t>242</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83" w:history="1">
        <w:r w:rsidR="008E3DB2" w:rsidRPr="005E78F3">
          <w:rPr>
            <w:rStyle w:val="Hyperlink"/>
            <w:noProof/>
          </w:rPr>
          <w:t>Lithuania</w:t>
        </w:r>
        <w:r w:rsidR="008E3DB2">
          <w:rPr>
            <w:noProof/>
            <w:webHidden/>
          </w:rPr>
          <w:tab/>
        </w:r>
        <w:r w:rsidR="008E3DB2">
          <w:rPr>
            <w:noProof/>
            <w:webHidden/>
          </w:rPr>
          <w:fldChar w:fldCharType="begin"/>
        </w:r>
        <w:r w:rsidR="008E3DB2">
          <w:rPr>
            <w:noProof/>
            <w:webHidden/>
          </w:rPr>
          <w:instrText xml:space="preserve"> PAGEREF _Toc421800783 \h </w:instrText>
        </w:r>
        <w:r w:rsidR="008E3DB2">
          <w:rPr>
            <w:noProof/>
            <w:webHidden/>
          </w:rPr>
        </w:r>
        <w:r w:rsidR="008E3DB2">
          <w:rPr>
            <w:noProof/>
            <w:webHidden/>
          </w:rPr>
          <w:fldChar w:fldCharType="separate"/>
        </w:r>
        <w:r w:rsidR="008E3DB2">
          <w:rPr>
            <w:noProof/>
            <w:webHidden/>
          </w:rPr>
          <w:t>244</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84" w:history="1">
        <w:r w:rsidR="008E3DB2" w:rsidRPr="005E78F3">
          <w:rPr>
            <w:rStyle w:val="Hyperlink"/>
            <w:noProof/>
          </w:rPr>
          <w:t>Luxembourg</w:t>
        </w:r>
        <w:r w:rsidR="008E3DB2">
          <w:rPr>
            <w:noProof/>
            <w:webHidden/>
          </w:rPr>
          <w:tab/>
        </w:r>
        <w:r w:rsidR="008E3DB2">
          <w:rPr>
            <w:noProof/>
            <w:webHidden/>
          </w:rPr>
          <w:fldChar w:fldCharType="begin"/>
        </w:r>
        <w:r w:rsidR="008E3DB2">
          <w:rPr>
            <w:noProof/>
            <w:webHidden/>
          </w:rPr>
          <w:instrText xml:space="preserve"> PAGEREF _Toc421800784 \h </w:instrText>
        </w:r>
        <w:r w:rsidR="008E3DB2">
          <w:rPr>
            <w:noProof/>
            <w:webHidden/>
          </w:rPr>
        </w:r>
        <w:r w:rsidR="008E3DB2">
          <w:rPr>
            <w:noProof/>
            <w:webHidden/>
          </w:rPr>
          <w:fldChar w:fldCharType="separate"/>
        </w:r>
        <w:r w:rsidR="008E3DB2">
          <w:rPr>
            <w:noProof/>
            <w:webHidden/>
          </w:rPr>
          <w:t>248</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85" w:history="1">
        <w:r w:rsidR="008E3DB2" w:rsidRPr="005E78F3">
          <w:rPr>
            <w:rStyle w:val="Hyperlink"/>
            <w:noProof/>
          </w:rPr>
          <w:t>Madagascar</w:t>
        </w:r>
        <w:r w:rsidR="008E3DB2">
          <w:rPr>
            <w:noProof/>
            <w:webHidden/>
          </w:rPr>
          <w:tab/>
        </w:r>
        <w:r w:rsidR="008E3DB2">
          <w:rPr>
            <w:noProof/>
            <w:webHidden/>
          </w:rPr>
          <w:fldChar w:fldCharType="begin"/>
        </w:r>
        <w:r w:rsidR="008E3DB2">
          <w:rPr>
            <w:noProof/>
            <w:webHidden/>
          </w:rPr>
          <w:instrText xml:space="preserve"> PAGEREF _Toc421800785 \h </w:instrText>
        </w:r>
        <w:r w:rsidR="008E3DB2">
          <w:rPr>
            <w:noProof/>
            <w:webHidden/>
          </w:rPr>
        </w:r>
        <w:r w:rsidR="008E3DB2">
          <w:rPr>
            <w:noProof/>
            <w:webHidden/>
          </w:rPr>
          <w:fldChar w:fldCharType="separate"/>
        </w:r>
        <w:r w:rsidR="008E3DB2">
          <w:rPr>
            <w:noProof/>
            <w:webHidden/>
          </w:rPr>
          <w:t>250</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86" w:history="1">
        <w:r w:rsidR="008E3DB2" w:rsidRPr="005E78F3">
          <w:rPr>
            <w:rStyle w:val="Hyperlink"/>
            <w:noProof/>
          </w:rPr>
          <w:t>Malawi</w:t>
        </w:r>
        <w:r w:rsidR="008E3DB2">
          <w:rPr>
            <w:noProof/>
            <w:webHidden/>
          </w:rPr>
          <w:tab/>
        </w:r>
        <w:r w:rsidR="008E3DB2">
          <w:rPr>
            <w:noProof/>
            <w:webHidden/>
          </w:rPr>
          <w:fldChar w:fldCharType="begin"/>
        </w:r>
        <w:r w:rsidR="008E3DB2">
          <w:rPr>
            <w:noProof/>
            <w:webHidden/>
          </w:rPr>
          <w:instrText xml:space="preserve"> PAGEREF _Toc421800786 \h </w:instrText>
        </w:r>
        <w:r w:rsidR="008E3DB2">
          <w:rPr>
            <w:noProof/>
            <w:webHidden/>
          </w:rPr>
        </w:r>
        <w:r w:rsidR="008E3DB2">
          <w:rPr>
            <w:noProof/>
            <w:webHidden/>
          </w:rPr>
          <w:fldChar w:fldCharType="separate"/>
        </w:r>
        <w:r w:rsidR="008E3DB2">
          <w:rPr>
            <w:noProof/>
            <w:webHidden/>
          </w:rPr>
          <w:t>252</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87" w:history="1">
        <w:r w:rsidR="008E3DB2" w:rsidRPr="005E78F3">
          <w:rPr>
            <w:rStyle w:val="Hyperlink"/>
            <w:noProof/>
          </w:rPr>
          <w:t>Malaysia</w:t>
        </w:r>
        <w:r w:rsidR="008E3DB2">
          <w:rPr>
            <w:noProof/>
            <w:webHidden/>
          </w:rPr>
          <w:tab/>
        </w:r>
        <w:r w:rsidR="008E3DB2">
          <w:rPr>
            <w:noProof/>
            <w:webHidden/>
          </w:rPr>
          <w:fldChar w:fldCharType="begin"/>
        </w:r>
        <w:r w:rsidR="008E3DB2">
          <w:rPr>
            <w:noProof/>
            <w:webHidden/>
          </w:rPr>
          <w:instrText xml:space="preserve"> PAGEREF _Toc421800787 \h </w:instrText>
        </w:r>
        <w:r w:rsidR="008E3DB2">
          <w:rPr>
            <w:noProof/>
            <w:webHidden/>
          </w:rPr>
        </w:r>
        <w:r w:rsidR="008E3DB2">
          <w:rPr>
            <w:noProof/>
            <w:webHidden/>
          </w:rPr>
          <w:fldChar w:fldCharType="separate"/>
        </w:r>
        <w:r w:rsidR="008E3DB2">
          <w:rPr>
            <w:noProof/>
            <w:webHidden/>
          </w:rPr>
          <w:t>253</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88" w:history="1">
        <w:r w:rsidR="008E3DB2" w:rsidRPr="005E78F3">
          <w:rPr>
            <w:rStyle w:val="Hyperlink"/>
            <w:noProof/>
          </w:rPr>
          <w:t>Maldives</w:t>
        </w:r>
        <w:r w:rsidR="008E3DB2">
          <w:rPr>
            <w:noProof/>
            <w:webHidden/>
          </w:rPr>
          <w:tab/>
        </w:r>
        <w:r w:rsidR="008E3DB2">
          <w:rPr>
            <w:noProof/>
            <w:webHidden/>
          </w:rPr>
          <w:fldChar w:fldCharType="begin"/>
        </w:r>
        <w:r w:rsidR="008E3DB2">
          <w:rPr>
            <w:noProof/>
            <w:webHidden/>
          </w:rPr>
          <w:instrText xml:space="preserve"> PAGEREF _Toc421800788 \h </w:instrText>
        </w:r>
        <w:r w:rsidR="008E3DB2">
          <w:rPr>
            <w:noProof/>
            <w:webHidden/>
          </w:rPr>
        </w:r>
        <w:r w:rsidR="008E3DB2">
          <w:rPr>
            <w:noProof/>
            <w:webHidden/>
          </w:rPr>
          <w:fldChar w:fldCharType="separate"/>
        </w:r>
        <w:r w:rsidR="008E3DB2">
          <w:rPr>
            <w:noProof/>
            <w:webHidden/>
          </w:rPr>
          <w:t>255</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89" w:history="1">
        <w:r w:rsidR="008E3DB2" w:rsidRPr="005E78F3">
          <w:rPr>
            <w:rStyle w:val="Hyperlink"/>
            <w:noProof/>
          </w:rPr>
          <w:t>Mali</w:t>
        </w:r>
        <w:r w:rsidR="008E3DB2">
          <w:rPr>
            <w:noProof/>
            <w:webHidden/>
          </w:rPr>
          <w:tab/>
        </w:r>
        <w:r w:rsidR="008E3DB2">
          <w:rPr>
            <w:noProof/>
            <w:webHidden/>
          </w:rPr>
          <w:fldChar w:fldCharType="begin"/>
        </w:r>
        <w:r w:rsidR="008E3DB2">
          <w:rPr>
            <w:noProof/>
            <w:webHidden/>
          </w:rPr>
          <w:instrText xml:space="preserve"> PAGEREF _Toc421800789 \h </w:instrText>
        </w:r>
        <w:r w:rsidR="008E3DB2">
          <w:rPr>
            <w:noProof/>
            <w:webHidden/>
          </w:rPr>
        </w:r>
        <w:r w:rsidR="008E3DB2">
          <w:rPr>
            <w:noProof/>
            <w:webHidden/>
          </w:rPr>
          <w:fldChar w:fldCharType="separate"/>
        </w:r>
        <w:r w:rsidR="008E3DB2">
          <w:rPr>
            <w:noProof/>
            <w:webHidden/>
          </w:rPr>
          <w:t>258</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90" w:history="1">
        <w:r w:rsidR="008E3DB2" w:rsidRPr="005E78F3">
          <w:rPr>
            <w:rStyle w:val="Hyperlink"/>
            <w:noProof/>
          </w:rPr>
          <w:t>Malta</w:t>
        </w:r>
        <w:r w:rsidR="008E3DB2">
          <w:rPr>
            <w:noProof/>
            <w:webHidden/>
          </w:rPr>
          <w:tab/>
        </w:r>
        <w:r w:rsidR="008E3DB2">
          <w:rPr>
            <w:noProof/>
            <w:webHidden/>
          </w:rPr>
          <w:fldChar w:fldCharType="begin"/>
        </w:r>
        <w:r w:rsidR="008E3DB2">
          <w:rPr>
            <w:noProof/>
            <w:webHidden/>
          </w:rPr>
          <w:instrText xml:space="preserve"> PAGEREF _Toc421800790 \h </w:instrText>
        </w:r>
        <w:r w:rsidR="008E3DB2">
          <w:rPr>
            <w:noProof/>
            <w:webHidden/>
          </w:rPr>
        </w:r>
        <w:r w:rsidR="008E3DB2">
          <w:rPr>
            <w:noProof/>
            <w:webHidden/>
          </w:rPr>
          <w:fldChar w:fldCharType="separate"/>
        </w:r>
        <w:r w:rsidR="008E3DB2">
          <w:rPr>
            <w:noProof/>
            <w:webHidden/>
          </w:rPr>
          <w:t>260</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91" w:history="1">
        <w:r w:rsidR="008E3DB2" w:rsidRPr="005E78F3">
          <w:rPr>
            <w:rStyle w:val="Hyperlink"/>
            <w:noProof/>
          </w:rPr>
          <w:t>Mauritania</w:t>
        </w:r>
        <w:r w:rsidR="008E3DB2">
          <w:rPr>
            <w:noProof/>
            <w:webHidden/>
          </w:rPr>
          <w:tab/>
        </w:r>
        <w:r w:rsidR="008E3DB2">
          <w:rPr>
            <w:noProof/>
            <w:webHidden/>
          </w:rPr>
          <w:fldChar w:fldCharType="begin"/>
        </w:r>
        <w:r w:rsidR="008E3DB2">
          <w:rPr>
            <w:noProof/>
            <w:webHidden/>
          </w:rPr>
          <w:instrText xml:space="preserve"> PAGEREF _Toc421800791 \h </w:instrText>
        </w:r>
        <w:r w:rsidR="008E3DB2">
          <w:rPr>
            <w:noProof/>
            <w:webHidden/>
          </w:rPr>
        </w:r>
        <w:r w:rsidR="008E3DB2">
          <w:rPr>
            <w:noProof/>
            <w:webHidden/>
          </w:rPr>
          <w:fldChar w:fldCharType="separate"/>
        </w:r>
        <w:r w:rsidR="008E3DB2">
          <w:rPr>
            <w:noProof/>
            <w:webHidden/>
          </w:rPr>
          <w:t>263</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92" w:history="1">
        <w:r w:rsidR="008E3DB2" w:rsidRPr="005E78F3">
          <w:rPr>
            <w:rStyle w:val="Hyperlink"/>
            <w:noProof/>
          </w:rPr>
          <w:t>Mauritius</w:t>
        </w:r>
        <w:r w:rsidR="008E3DB2">
          <w:rPr>
            <w:noProof/>
            <w:webHidden/>
          </w:rPr>
          <w:tab/>
        </w:r>
        <w:r w:rsidR="008E3DB2">
          <w:rPr>
            <w:noProof/>
            <w:webHidden/>
          </w:rPr>
          <w:fldChar w:fldCharType="begin"/>
        </w:r>
        <w:r w:rsidR="008E3DB2">
          <w:rPr>
            <w:noProof/>
            <w:webHidden/>
          </w:rPr>
          <w:instrText xml:space="preserve"> PAGEREF _Toc421800792 \h </w:instrText>
        </w:r>
        <w:r w:rsidR="008E3DB2">
          <w:rPr>
            <w:noProof/>
            <w:webHidden/>
          </w:rPr>
        </w:r>
        <w:r w:rsidR="008E3DB2">
          <w:rPr>
            <w:noProof/>
            <w:webHidden/>
          </w:rPr>
          <w:fldChar w:fldCharType="separate"/>
        </w:r>
        <w:r w:rsidR="008E3DB2">
          <w:rPr>
            <w:noProof/>
            <w:webHidden/>
          </w:rPr>
          <w:t>264</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93" w:history="1">
        <w:r w:rsidR="008E3DB2" w:rsidRPr="005E78F3">
          <w:rPr>
            <w:rStyle w:val="Hyperlink"/>
            <w:noProof/>
          </w:rPr>
          <w:t>Mexico</w:t>
        </w:r>
        <w:r w:rsidR="008E3DB2">
          <w:rPr>
            <w:noProof/>
            <w:webHidden/>
          </w:rPr>
          <w:tab/>
        </w:r>
        <w:r w:rsidR="008E3DB2">
          <w:rPr>
            <w:noProof/>
            <w:webHidden/>
          </w:rPr>
          <w:fldChar w:fldCharType="begin"/>
        </w:r>
        <w:r w:rsidR="008E3DB2">
          <w:rPr>
            <w:noProof/>
            <w:webHidden/>
          </w:rPr>
          <w:instrText xml:space="preserve"> PAGEREF _Toc421800793 \h </w:instrText>
        </w:r>
        <w:r w:rsidR="008E3DB2">
          <w:rPr>
            <w:noProof/>
            <w:webHidden/>
          </w:rPr>
        </w:r>
        <w:r w:rsidR="008E3DB2">
          <w:rPr>
            <w:noProof/>
            <w:webHidden/>
          </w:rPr>
          <w:fldChar w:fldCharType="separate"/>
        </w:r>
        <w:r w:rsidR="008E3DB2">
          <w:rPr>
            <w:noProof/>
            <w:webHidden/>
          </w:rPr>
          <w:t>266</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94" w:history="1">
        <w:r w:rsidR="008E3DB2" w:rsidRPr="005E78F3">
          <w:rPr>
            <w:rStyle w:val="Hyperlink"/>
            <w:noProof/>
          </w:rPr>
          <w:t>Monaco</w:t>
        </w:r>
        <w:r w:rsidR="008E3DB2">
          <w:rPr>
            <w:noProof/>
            <w:webHidden/>
          </w:rPr>
          <w:tab/>
        </w:r>
        <w:r w:rsidR="008E3DB2">
          <w:rPr>
            <w:noProof/>
            <w:webHidden/>
          </w:rPr>
          <w:fldChar w:fldCharType="begin"/>
        </w:r>
        <w:r w:rsidR="008E3DB2">
          <w:rPr>
            <w:noProof/>
            <w:webHidden/>
          </w:rPr>
          <w:instrText xml:space="preserve"> PAGEREF _Toc421800794 \h </w:instrText>
        </w:r>
        <w:r w:rsidR="008E3DB2">
          <w:rPr>
            <w:noProof/>
            <w:webHidden/>
          </w:rPr>
        </w:r>
        <w:r w:rsidR="008E3DB2">
          <w:rPr>
            <w:noProof/>
            <w:webHidden/>
          </w:rPr>
          <w:fldChar w:fldCharType="separate"/>
        </w:r>
        <w:r w:rsidR="008E3DB2">
          <w:rPr>
            <w:noProof/>
            <w:webHidden/>
          </w:rPr>
          <w:t>268</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95" w:history="1">
        <w:r w:rsidR="008E3DB2" w:rsidRPr="005E78F3">
          <w:rPr>
            <w:rStyle w:val="Hyperlink"/>
            <w:noProof/>
          </w:rPr>
          <w:t>Mongolia</w:t>
        </w:r>
        <w:r w:rsidR="008E3DB2">
          <w:rPr>
            <w:noProof/>
            <w:webHidden/>
          </w:rPr>
          <w:tab/>
        </w:r>
        <w:r w:rsidR="008E3DB2">
          <w:rPr>
            <w:noProof/>
            <w:webHidden/>
          </w:rPr>
          <w:fldChar w:fldCharType="begin"/>
        </w:r>
        <w:r w:rsidR="008E3DB2">
          <w:rPr>
            <w:noProof/>
            <w:webHidden/>
          </w:rPr>
          <w:instrText xml:space="preserve"> PAGEREF _Toc421800795 \h </w:instrText>
        </w:r>
        <w:r w:rsidR="008E3DB2">
          <w:rPr>
            <w:noProof/>
            <w:webHidden/>
          </w:rPr>
        </w:r>
        <w:r w:rsidR="008E3DB2">
          <w:rPr>
            <w:noProof/>
            <w:webHidden/>
          </w:rPr>
          <w:fldChar w:fldCharType="separate"/>
        </w:r>
        <w:r w:rsidR="008E3DB2">
          <w:rPr>
            <w:noProof/>
            <w:webHidden/>
          </w:rPr>
          <w:t>269</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96" w:history="1">
        <w:r w:rsidR="008E3DB2" w:rsidRPr="005E78F3">
          <w:rPr>
            <w:rStyle w:val="Hyperlink"/>
            <w:noProof/>
          </w:rPr>
          <w:t>Montenegro</w:t>
        </w:r>
        <w:r w:rsidR="008E3DB2">
          <w:rPr>
            <w:noProof/>
            <w:webHidden/>
          </w:rPr>
          <w:tab/>
        </w:r>
        <w:r w:rsidR="008E3DB2">
          <w:rPr>
            <w:noProof/>
            <w:webHidden/>
          </w:rPr>
          <w:fldChar w:fldCharType="begin"/>
        </w:r>
        <w:r w:rsidR="008E3DB2">
          <w:rPr>
            <w:noProof/>
            <w:webHidden/>
          </w:rPr>
          <w:instrText xml:space="preserve"> PAGEREF _Toc421800796 \h </w:instrText>
        </w:r>
        <w:r w:rsidR="008E3DB2">
          <w:rPr>
            <w:noProof/>
            <w:webHidden/>
          </w:rPr>
        </w:r>
        <w:r w:rsidR="008E3DB2">
          <w:rPr>
            <w:noProof/>
            <w:webHidden/>
          </w:rPr>
          <w:fldChar w:fldCharType="separate"/>
        </w:r>
        <w:r w:rsidR="008E3DB2">
          <w:rPr>
            <w:noProof/>
            <w:webHidden/>
          </w:rPr>
          <w:t>270</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97" w:history="1">
        <w:r w:rsidR="008E3DB2" w:rsidRPr="005E78F3">
          <w:rPr>
            <w:rStyle w:val="Hyperlink"/>
            <w:noProof/>
          </w:rPr>
          <w:t>Morocco</w:t>
        </w:r>
        <w:r w:rsidR="008E3DB2">
          <w:rPr>
            <w:noProof/>
            <w:webHidden/>
          </w:rPr>
          <w:tab/>
        </w:r>
        <w:r w:rsidR="008E3DB2">
          <w:rPr>
            <w:noProof/>
            <w:webHidden/>
          </w:rPr>
          <w:fldChar w:fldCharType="begin"/>
        </w:r>
        <w:r w:rsidR="008E3DB2">
          <w:rPr>
            <w:noProof/>
            <w:webHidden/>
          </w:rPr>
          <w:instrText xml:space="preserve"> PAGEREF _Toc421800797 \h </w:instrText>
        </w:r>
        <w:r w:rsidR="008E3DB2">
          <w:rPr>
            <w:noProof/>
            <w:webHidden/>
          </w:rPr>
        </w:r>
        <w:r w:rsidR="008E3DB2">
          <w:rPr>
            <w:noProof/>
            <w:webHidden/>
          </w:rPr>
          <w:fldChar w:fldCharType="separate"/>
        </w:r>
        <w:r w:rsidR="008E3DB2">
          <w:rPr>
            <w:noProof/>
            <w:webHidden/>
          </w:rPr>
          <w:t>273</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98" w:history="1">
        <w:r w:rsidR="008E3DB2" w:rsidRPr="005E78F3">
          <w:rPr>
            <w:rStyle w:val="Hyperlink"/>
            <w:noProof/>
          </w:rPr>
          <w:t>Mozambique</w:t>
        </w:r>
        <w:r w:rsidR="008E3DB2">
          <w:rPr>
            <w:noProof/>
            <w:webHidden/>
          </w:rPr>
          <w:tab/>
        </w:r>
        <w:r w:rsidR="008E3DB2">
          <w:rPr>
            <w:noProof/>
            <w:webHidden/>
          </w:rPr>
          <w:fldChar w:fldCharType="begin"/>
        </w:r>
        <w:r w:rsidR="008E3DB2">
          <w:rPr>
            <w:noProof/>
            <w:webHidden/>
          </w:rPr>
          <w:instrText xml:space="preserve"> PAGEREF _Toc421800798 \h </w:instrText>
        </w:r>
        <w:r w:rsidR="008E3DB2">
          <w:rPr>
            <w:noProof/>
            <w:webHidden/>
          </w:rPr>
        </w:r>
        <w:r w:rsidR="008E3DB2">
          <w:rPr>
            <w:noProof/>
            <w:webHidden/>
          </w:rPr>
          <w:fldChar w:fldCharType="separate"/>
        </w:r>
        <w:r w:rsidR="008E3DB2">
          <w:rPr>
            <w:noProof/>
            <w:webHidden/>
          </w:rPr>
          <w:t>275</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799" w:history="1">
        <w:r w:rsidR="008E3DB2" w:rsidRPr="005E78F3">
          <w:rPr>
            <w:rStyle w:val="Hyperlink"/>
            <w:noProof/>
          </w:rPr>
          <w:t>Myanmar</w:t>
        </w:r>
        <w:r w:rsidR="008E3DB2">
          <w:rPr>
            <w:noProof/>
            <w:webHidden/>
          </w:rPr>
          <w:tab/>
        </w:r>
        <w:r w:rsidR="008E3DB2">
          <w:rPr>
            <w:noProof/>
            <w:webHidden/>
          </w:rPr>
          <w:fldChar w:fldCharType="begin"/>
        </w:r>
        <w:r w:rsidR="008E3DB2">
          <w:rPr>
            <w:noProof/>
            <w:webHidden/>
          </w:rPr>
          <w:instrText xml:space="preserve"> PAGEREF _Toc421800799 \h </w:instrText>
        </w:r>
        <w:r w:rsidR="008E3DB2">
          <w:rPr>
            <w:noProof/>
            <w:webHidden/>
          </w:rPr>
        </w:r>
        <w:r w:rsidR="008E3DB2">
          <w:rPr>
            <w:noProof/>
            <w:webHidden/>
          </w:rPr>
          <w:fldChar w:fldCharType="separate"/>
        </w:r>
        <w:r w:rsidR="008E3DB2">
          <w:rPr>
            <w:noProof/>
            <w:webHidden/>
          </w:rPr>
          <w:t>277</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00" w:history="1">
        <w:r w:rsidR="008E3DB2" w:rsidRPr="005E78F3">
          <w:rPr>
            <w:rStyle w:val="Hyperlink"/>
            <w:noProof/>
          </w:rPr>
          <w:t>Namibia</w:t>
        </w:r>
        <w:r w:rsidR="008E3DB2">
          <w:rPr>
            <w:noProof/>
            <w:webHidden/>
          </w:rPr>
          <w:tab/>
        </w:r>
        <w:r w:rsidR="008E3DB2">
          <w:rPr>
            <w:noProof/>
            <w:webHidden/>
          </w:rPr>
          <w:fldChar w:fldCharType="begin"/>
        </w:r>
        <w:r w:rsidR="008E3DB2">
          <w:rPr>
            <w:noProof/>
            <w:webHidden/>
          </w:rPr>
          <w:instrText xml:space="preserve"> PAGEREF _Toc421800800 \h </w:instrText>
        </w:r>
        <w:r w:rsidR="008E3DB2">
          <w:rPr>
            <w:noProof/>
            <w:webHidden/>
          </w:rPr>
        </w:r>
        <w:r w:rsidR="008E3DB2">
          <w:rPr>
            <w:noProof/>
            <w:webHidden/>
          </w:rPr>
          <w:fldChar w:fldCharType="separate"/>
        </w:r>
        <w:r w:rsidR="008E3DB2">
          <w:rPr>
            <w:noProof/>
            <w:webHidden/>
          </w:rPr>
          <w:t>278</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01" w:history="1">
        <w:r w:rsidR="008E3DB2" w:rsidRPr="005E78F3">
          <w:rPr>
            <w:rStyle w:val="Hyperlink"/>
            <w:noProof/>
          </w:rPr>
          <w:t>Nepal</w:t>
        </w:r>
        <w:r w:rsidR="008E3DB2">
          <w:rPr>
            <w:noProof/>
            <w:webHidden/>
          </w:rPr>
          <w:tab/>
        </w:r>
        <w:r w:rsidR="008E3DB2">
          <w:rPr>
            <w:noProof/>
            <w:webHidden/>
          </w:rPr>
          <w:fldChar w:fldCharType="begin"/>
        </w:r>
        <w:r w:rsidR="008E3DB2">
          <w:rPr>
            <w:noProof/>
            <w:webHidden/>
          </w:rPr>
          <w:instrText xml:space="preserve"> PAGEREF _Toc421800801 \h </w:instrText>
        </w:r>
        <w:r w:rsidR="008E3DB2">
          <w:rPr>
            <w:noProof/>
            <w:webHidden/>
          </w:rPr>
        </w:r>
        <w:r w:rsidR="008E3DB2">
          <w:rPr>
            <w:noProof/>
            <w:webHidden/>
          </w:rPr>
          <w:fldChar w:fldCharType="separate"/>
        </w:r>
        <w:r w:rsidR="008E3DB2">
          <w:rPr>
            <w:noProof/>
            <w:webHidden/>
          </w:rPr>
          <w:t>279</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02" w:history="1">
        <w:r w:rsidR="008E3DB2" w:rsidRPr="005E78F3">
          <w:rPr>
            <w:rStyle w:val="Hyperlink"/>
            <w:noProof/>
          </w:rPr>
          <w:t>Netherlands</w:t>
        </w:r>
        <w:r w:rsidR="008E3DB2">
          <w:rPr>
            <w:noProof/>
            <w:webHidden/>
          </w:rPr>
          <w:tab/>
        </w:r>
        <w:r w:rsidR="008E3DB2">
          <w:rPr>
            <w:noProof/>
            <w:webHidden/>
          </w:rPr>
          <w:fldChar w:fldCharType="begin"/>
        </w:r>
        <w:r w:rsidR="008E3DB2">
          <w:rPr>
            <w:noProof/>
            <w:webHidden/>
          </w:rPr>
          <w:instrText xml:space="preserve"> PAGEREF _Toc421800802 \h </w:instrText>
        </w:r>
        <w:r w:rsidR="008E3DB2">
          <w:rPr>
            <w:noProof/>
            <w:webHidden/>
          </w:rPr>
        </w:r>
        <w:r w:rsidR="008E3DB2">
          <w:rPr>
            <w:noProof/>
            <w:webHidden/>
          </w:rPr>
          <w:fldChar w:fldCharType="separate"/>
        </w:r>
        <w:r w:rsidR="008E3DB2">
          <w:rPr>
            <w:noProof/>
            <w:webHidden/>
          </w:rPr>
          <w:t>280</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03" w:history="1">
        <w:r w:rsidR="008E3DB2" w:rsidRPr="005E78F3">
          <w:rPr>
            <w:rStyle w:val="Hyperlink"/>
            <w:noProof/>
          </w:rPr>
          <w:t>New Zealand</w:t>
        </w:r>
        <w:r w:rsidR="008E3DB2">
          <w:rPr>
            <w:noProof/>
            <w:webHidden/>
          </w:rPr>
          <w:tab/>
        </w:r>
        <w:r w:rsidR="008E3DB2">
          <w:rPr>
            <w:noProof/>
            <w:webHidden/>
          </w:rPr>
          <w:fldChar w:fldCharType="begin"/>
        </w:r>
        <w:r w:rsidR="008E3DB2">
          <w:rPr>
            <w:noProof/>
            <w:webHidden/>
          </w:rPr>
          <w:instrText xml:space="preserve"> PAGEREF _Toc421800803 \h </w:instrText>
        </w:r>
        <w:r w:rsidR="008E3DB2">
          <w:rPr>
            <w:noProof/>
            <w:webHidden/>
          </w:rPr>
        </w:r>
        <w:r w:rsidR="008E3DB2">
          <w:rPr>
            <w:noProof/>
            <w:webHidden/>
          </w:rPr>
          <w:fldChar w:fldCharType="separate"/>
        </w:r>
        <w:r w:rsidR="008E3DB2">
          <w:rPr>
            <w:noProof/>
            <w:webHidden/>
          </w:rPr>
          <w:t>283</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04" w:history="1">
        <w:r w:rsidR="008E3DB2" w:rsidRPr="005E78F3">
          <w:rPr>
            <w:rStyle w:val="Hyperlink"/>
            <w:noProof/>
          </w:rPr>
          <w:t>Nicaragua</w:t>
        </w:r>
        <w:r w:rsidR="008E3DB2">
          <w:rPr>
            <w:noProof/>
            <w:webHidden/>
          </w:rPr>
          <w:tab/>
        </w:r>
        <w:r w:rsidR="008E3DB2">
          <w:rPr>
            <w:noProof/>
            <w:webHidden/>
          </w:rPr>
          <w:fldChar w:fldCharType="begin"/>
        </w:r>
        <w:r w:rsidR="008E3DB2">
          <w:rPr>
            <w:noProof/>
            <w:webHidden/>
          </w:rPr>
          <w:instrText xml:space="preserve"> PAGEREF _Toc421800804 \h </w:instrText>
        </w:r>
        <w:r w:rsidR="008E3DB2">
          <w:rPr>
            <w:noProof/>
            <w:webHidden/>
          </w:rPr>
        </w:r>
        <w:r w:rsidR="008E3DB2">
          <w:rPr>
            <w:noProof/>
            <w:webHidden/>
          </w:rPr>
          <w:fldChar w:fldCharType="separate"/>
        </w:r>
        <w:r w:rsidR="008E3DB2">
          <w:rPr>
            <w:noProof/>
            <w:webHidden/>
          </w:rPr>
          <w:t>290</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05" w:history="1">
        <w:r w:rsidR="008E3DB2" w:rsidRPr="005E78F3">
          <w:rPr>
            <w:rStyle w:val="Hyperlink"/>
            <w:noProof/>
          </w:rPr>
          <w:t>Niger</w:t>
        </w:r>
        <w:r w:rsidR="008E3DB2">
          <w:rPr>
            <w:noProof/>
            <w:webHidden/>
          </w:rPr>
          <w:tab/>
        </w:r>
        <w:r w:rsidR="008E3DB2">
          <w:rPr>
            <w:noProof/>
            <w:webHidden/>
          </w:rPr>
          <w:fldChar w:fldCharType="begin"/>
        </w:r>
        <w:r w:rsidR="008E3DB2">
          <w:rPr>
            <w:noProof/>
            <w:webHidden/>
          </w:rPr>
          <w:instrText xml:space="preserve"> PAGEREF _Toc421800805 \h </w:instrText>
        </w:r>
        <w:r w:rsidR="008E3DB2">
          <w:rPr>
            <w:noProof/>
            <w:webHidden/>
          </w:rPr>
        </w:r>
        <w:r w:rsidR="008E3DB2">
          <w:rPr>
            <w:noProof/>
            <w:webHidden/>
          </w:rPr>
          <w:fldChar w:fldCharType="separate"/>
        </w:r>
        <w:r w:rsidR="008E3DB2">
          <w:rPr>
            <w:noProof/>
            <w:webHidden/>
          </w:rPr>
          <w:t>292</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06" w:history="1">
        <w:r w:rsidR="008E3DB2" w:rsidRPr="005E78F3">
          <w:rPr>
            <w:rStyle w:val="Hyperlink"/>
            <w:noProof/>
          </w:rPr>
          <w:t>Nigeria</w:t>
        </w:r>
        <w:r w:rsidR="008E3DB2">
          <w:rPr>
            <w:noProof/>
            <w:webHidden/>
          </w:rPr>
          <w:tab/>
        </w:r>
        <w:r w:rsidR="008E3DB2">
          <w:rPr>
            <w:noProof/>
            <w:webHidden/>
          </w:rPr>
          <w:fldChar w:fldCharType="begin"/>
        </w:r>
        <w:r w:rsidR="008E3DB2">
          <w:rPr>
            <w:noProof/>
            <w:webHidden/>
          </w:rPr>
          <w:instrText xml:space="preserve"> PAGEREF _Toc421800806 \h </w:instrText>
        </w:r>
        <w:r w:rsidR="008E3DB2">
          <w:rPr>
            <w:noProof/>
            <w:webHidden/>
          </w:rPr>
        </w:r>
        <w:r w:rsidR="008E3DB2">
          <w:rPr>
            <w:noProof/>
            <w:webHidden/>
          </w:rPr>
          <w:fldChar w:fldCharType="separate"/>
        </w:r>
        <w:r w:rsidR="008E3DB2">
          <w:rPr>
            <w:noProof/>
            <w:webHidden/>
          </w:rPr>
          <w:t>294</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07" w:history="1">
        <w:r w:rsidR="008E3DB2" w:rsidRPr="005E78F3">
          <w:rPr>
            <w:rStyle w:val="Hyperlink"/>
            <w:noProof/>
          </w:rPr>
          <w:t>Niue</w:t>
        </w:r>
        <w:r w:rsidR="008E3DB2">
          <w:rPr>
            <w:noProof/>
            <w:webHidden/>
          </w:rPr>
          <w:tab/>
        </w:r>
        <w:r w:rsidR="008E3DB2">
          <w:rPr>
            <w:noProof/>
            <w:webHidden/>
          </w:rPr>
          <w:fldChar w:fldCharType="begin"/>
        </w:r>
        <w:r w:rsidR="008E3DB2">
          <w:rPr>
            <w:noProof/>
            <w:webHidden/>
          </w:rPr>
          <w:instrText xml:space="preserve"> PAGEREF _Toc421800807 \h </w:instrText>
        </w:r>
        <w:r w:rsidR="008E3DB2">
          <w:rPr>
            <w:noProof/>
            <w:webHidden/>
          </w:rPr>
        </w:r>
        <w:r w:rsidR="008E3DB2">
          <w:rPr>
            <w:noProof/>
            <w:webHidden/>
          </w:rPr>
          <w:fldChar w:fldCharType="separate"/>
        </w:r>
        <w:r w:rsidR="008E3DB2">
          <w:rPr>
            <w:noProof/>
            <w:webHidden/>
          </w:rPr>
          <w:t>296</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08" w:history="1">
        <w:r w:rsidR="008E3DB2" w:rsidRPr="005E78F3">
          <w:rPr>
            <w:rStyle w:val="Hyperlink"/>
            <w:noProof/>
          </w:rPr>
          <w:t>Norway</w:t>
        </w:r>
        <w:r w:rsidR="008E3DB2">
          <w:rPr>
            <w:noProof/>
            <w:webHidden/>
          </w:rPr>
          <w:tab/>
        </w:r>
        <w:r w:rsidR="008E3DB2">
          <w:rPr>
            <w:noProof/>
            <w:webHidden/>
          </w:rPr>
          <w:fldChar w:fldCharType="begin"/>
        </w:r>
        <w:r w:rsidR="008E3DB2">
          <w:rPr>
            <w:noProof/>
            <w:webHidden/>
          </w:rPr>
          <w:instrText xml:space="preserve"> PAGEREF _Toc421800808 \h </w:instrText>
        </w:r>
        <w:r w:rsidR="008E3DB2">
          <w:rPr>
            <w:noProof/>
            <w:webHidden/>
          </w:rPr>
        </w:r>
        <w:r w:rsidR="008E3DB2">
          <w:rPr>
            <w:noProof/>
            <w:webHidden/>
          </w:rPr>
          <w:fldChar w:fldCharType="separate"/>
        </w:r>
        <w:r w:rsidR="008E3DB2">
          <w:rPr>
            <w:noProof/>
            <w:webHidden/>
          </w:rPr>
          <w:t>299</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09" w:history="1">
        <w:r w:rsidR="008E3DB2" w:rsidRPr="005E78F3">
          <w:rPr>
            <w:rStyle w:val="Hyperlink"/>
            <w:noProof/>
          </w:rPr>
          <w:t>Oman</w:t>
        </w:r>
        <w:r w:rsidR="008E3DB2">
          <w:rPr>
            <w:noProof/>
            <w:webHidden/>
          </w:rPr>
          <w:tab/>
        </w:r>
        <w:r w:rsidR="008E3DB2">
          <w:rPr>
            <w:noProof/>
            <w:webHidden/>
          </w:rPr>
          <w:fldChar w:fldCharType="begin"/>
        </w:r>
        <w:r w:rsidR="008E3DB2">
          <w:rPr>
            <w:noProof/>
            <w:webHidden/>
          </w:rPr>
          <w:instrText xml:space="preserve"> PAGEREF _Toc421800809 \h </w:instrText>
        </w:r>
        <w:r w:rsidR="008E3DB2">
          <w:rPr>
            <w:noProof/>
            <w:webHidden/>
          </w:rPr>
        </w:r>
        <w:r w:rsidR="008E3DB2">
          <w:rPr>
            <w:noProof/>
            <w:webHidden/>
          </w:rPr>
          <w:fldChar w:fldCharType="separate"/>
        </w:r>
        <w:r w:rsidR="008E3DB2">
          <w:rPr>
            <w:noProof/>
            <w:webHidden/>
          </w:rPr>
          <w:t>302</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10" w:history="1">
        <w:r w:rsidR="008E3DB2" w:rsidRPr="005E78F3">
          <w:rPr>
            <w:rStyle w:val="Hyperlink"/>
            <w:noProof/>
          </w:rPr>
          <w:t>Pakistan</w:t>
        </w:r>
        <w:r w:rsidR="008E3DB2">
          <w:rPr>
            <w:noProof/>
            <w:webHidden/>
          </w:rPr>
          <w:tab/>
        </w:r>
        <w:r w:rsidR="008E3DB2">
          <w:rPr>
            <w:noProof/>
            <w:webHidden/>
          </w:rPr>
          <w:fldChar w:fldCharType="begin"/>
        </w:r>
        <w:r w:rsidR="008E3DB2">
          <w:rPr>
            <w:noProof/>
            <w:webHidden/>
          </w:rPr>
          <w:instrText xml:space="preserve"> PAGEREF _Toc421800810 \h </w:instrText>
        </w:r>
        <w:r w:rsidR="008E3DB2">
          <w:rPr>
            <w:noProof/>
            <w:webHidden/>
          </w:rPr>
        </w:r>
        <w:r w:rsidR="008E3DB2">
          <w:rPr>
            <w:noProof/>
            <w:webHidden/>
          </w:rPr>
          <w:fldChar w:fldCharType="separate"/>
        </w:r>
        <w:r w:rsidR="008E3DB2">
          <w:rPr>
            <w:noProof/>
            <w:webHidden/>
          </w:rPr>
          <w:t>304</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11" w:history="1">
        <w:r w:rsidR="008E3DB2" w:rsidRPr="005E78F3">
          <w:rPr>
            <w:rStyle w:val="Hyperlink"/>
            <w:noProof/>
          </w:rPr>
          <w:t>Panama</w:t>
        </w:r>
        <w:r w:rsidR="008E3DB2">
          <w:rPr>
            <w:noProof/>
            <w:webHidden/>
          </w:rPr>
          <w:tab/>
        </w:r>
        <w:r w:rsidR="008E3DB2">
          <w:rPr>
            <w:noProof/>
            <w:webHidden/>
          </w:rPr>
          <w:fldChar w:fldCharType="begin"/>
        </w:r>
        <w:r w:rsidR="008E3DB2">
          <w:rPr>
            <w:noProof/>
            <w:webHidden/>
          </w:rPr>
          <w:instrText xml:space="preserve"> PAGEREF _Toc421800811 \h </w:instrText>
        </w:r>
        <w:r w:rsidR="008E3DB2">
          <w:rPr>
            <w:noProof/>
            <w:webHidden/>
          </w:rPr>
        </w:r>
        <w:r w:rsidR="008E3DB2">
          <w:rPr>
            <w:noProof/>
            <w:webHidden/>
          </w:rPr>
          <w:fldChar w:fldCharType="separate"/>
        </w:r>
        <w:r w:rsidR="008E3DB2">
          <w:rPr>
            <w:noProof/>
            <w:webHidden/>
          </w:rPr>
          <w:t>306</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12" w:history="1">
        <w:r w:rsidR="008E3DB2" w:rsidRPr="005E78F3">
          <w:rPr>
            <w:rStyle w:val="Hyperlink"/>
            <w:noProof/>
          </w:rPr>
          <w:t>Papua New Guinea</w:t>
        </w:r>
        <w:r w:rsidR="008E3DB2">
          <w:rPr>
            <w:noProof/>
            <w:webHidden/>
          </w:rPr>
          <w:tab/>
        </w:r>
        <w:r w:rsidR="008E3DB2">
          <w:rPr>
            <w:noProof/>
            <w:webHidden/>
          </w:rPr>
          <w:fldChar w:fldCharType="begin"/>
        </w:r>
        <w:r w:rsidR="008E3DB2">
          <w:rPr>
            <w:noProof/>
            <w:webHidden/>
          </w:rPr>
          <w:instrText xml:space="preserve"> PAGEREF _Toc421800812 \h </w:instrText>
        </w:r>
        <w:r w:rsidR="008E3DB2">
          <w:rPr>
            <w:noProof/>
            <w:webHidden/>
          </w:rPr>
        </w:r>
        <w:r w:rsidR="008E3DB2">
          <w:rPr>
            <w:noProof/>
            <w:webHidden/>
          </w:rPr>
          <w:fldChar w:fldCharType="separate"/>
        </w:r>
        <w:r w:rsidR="008E3DB2">
          <w:rPr>
            <w:noProof/>
            <w:webHidden/>
          </w:rPr>
          <w:t>307</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13" w:history="1">
        <w:r w:rsidR="008E3DB2" w:rsidRPr="005E78F3">
          <w:rPr>
            <w:rStyle w:val="Hyperlink"/>
            <w:noProof/>
          </w:rPr>
          <w:t>Paraguay</w:t>
        </w:r>
        <w:r w:rsidR="008E3DB2">
          <w:rPr>
            <w:noProof/>
            <w:webHidden/>
          </w:rPr>
          <w:tab/>
        </w:r>
        <w:r w:rsidR="008E3DB2">
          <w:rPr>
            <w:noProof/>
            <w:webHidden/>
          </w:rPr>
          <w:fldChar w:fldCharType="begin"/>
        </w:r>
        <w:r w:rsidR="008E3DB2">
          <w:rPr>
            <w:noProof/>
            <w:webHidden/>
          </w:rPr>
          <w:instrText xml:space="preserve"> PAGEREF _Toc421800813 \h </w:instrText>
        </w:r>
        <w:r w:rsidR="008E3DB2">
          <w:rPr>
            <w:noProof/>
            <w:webHidden/>
          </w:rPr>
        </w:r>
        <w:r w:rsidR="008E3DB2">
          <w:rPr>
            <w:noProof/>
            <w:webHidden/>
          </w:rPr>
          <w:fldChar w:fldCharType="separate"/>
        </w:r>
        <w:r w:rsidR="008E3DB2">
          <w:rPr>
            <w:noProof/>
            <w:webHidden/>
          </w:rPr>
          <w:t>309</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14" w:history="1">
        <w:r w:rsidR="008E3DB2" w:rsidRPr="005E78F3">
          <w:rPr>
            <w:rStyle w:val="Hyperlink"/>
            <w:noProof/>
          </w:rPr>
          <w:t>Peru</w:t>
        </w:r>
        <w:r w:rsidR="008E3DB2">
          <w:rPr>
            <w:noProof/>
            <w:webHidden/>
          </w:rPr>
          <w:tab/>
        </w:r>
        <w:r w:rsidR="008E3DB2">
          <w:rPr>
            <w:noProof/>
            <w:webHidden/>
          </w:rPr>
          <w:fldChar w:fldCharType="begin"/>
        </w:r>
        <w:r w:rsidR="008E3DB2">
          <w:rPr>
            <w:noProof/>
            <w:webHidden/>
          </w:rPr>
          <w:instrText xml:space="preserve"> PAGEREF _Toc421800814 \h </w:instrText>
        </w:r>
        <w:r w:rsidR="008E3DB2">
          <w:rPr>
            <w:noProof/>
            <w:webHidden/>
          </w:rPr>
        </w:r>
        <w:r w:rsidR="008E3DB2">
          <w:rPr>
            <w:noProof/>
            <w:webHidden/>
          </w:rPr>
          <w:fldChar w:fldCharType="separate"/>
        </w:r>
        <w:r w:rsidR="008E3DB2">
          <w:rPr>
            <w:noProof/>
            <w:webHidden/>
          </w:rPr>
          <w:t>311</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15" w:history="1">
        <w:r w:rsidR="008E3DB2" w:rsidRPr="005E78F3">
          <w:rPr>
            <w:rStyle w:val="Hyperlink"/>
            <w:noProof/>
          </w:rPr>
          <w:t>Philippines</w:t>
        </w:r>
        <w:r w:rsidR="008E3DB2">
          <w:rPr>
            <w:noProof/>
            <w:webHidden/>
          </w:rPr>
          <w:tab/>
        </w:r>
        <w:r w:rsidR="008E3DB2">
          <w:rPr>
            <w:noProof/>
            <w:webHidden/>
          </w:rPr>
          <w:fldChar w:fldCharType="begin"/>
        </w:r>
        <w:r w:rsidR="008E3DB2">
          <w:rPr>
            <w:noProof/>
            <w:webHidden/>
          </w:rPr>
          <w:instrText xml:space="preserve"> PAGEREF _Toc421800815 \h </w:instrText>
        </w:r>
        <w:r w:rsidR="008E3DB2">
          <w:rPr>
            <w:noProof/>
            <w:webHidden/>
          </w:rPr>
        </w:r>
        <w:r w:rsidR="008E3DB2">
          <w:rPr>
            <w:noProof/>
            <w:webHidden/>
          </w:rPr>
          <w:fldChar w:fldCharType="separate"/>
        </w:r>
        <w:r w:rsidR="008E3DB2">
          <w:rPr>
            <w:noProof/>
            <w:webHidden/>
          </w:rPr>
          <w:t>313</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16" w:history="1">
        <w:r w:rsidR="008E3DB2" w:rsidRPr="005E78F3">
          <w:rPr>
            <w:rStyle w:val="Hyperlink"/>
            <w:noProof/>
          </w:rPr>
          <w:t>Poland</w:t>
        </w:r>
        <w:r w:rsidR="008E3DB2">
          <w:rPr>
            <w:noProof/>
            <w:webHidden/>
          </w:rPr>
          <w:tab/>
        </w:r>
        <w:r w:rsidR="008E3DB2">
          <w:rPr>
            <w:noProof/>
            <w:webHidden/>
          </w:rPr>
          <w:fldChar w:fldCharType="begin"/>
        </w:r>
        <w:r w:rsidR="008E3DB2">
          <w:rPr>
            <w:noProof/>
            <w:webHidden/>
          </w:rPr>
          <w:instrText xml:space="preserve"> PAGEREF _Toc421800816 \h </w:instrText>
        </w:r>
        <w:r w:rsidR="008E3DB2">
          <w:rPr>
            <w:noProof/>
            <w:webHidden/>
          </w:rPr>
        </w:r>
        <w:r w:rsidR="008E3DB2">
          <w:rPr>
            <w:noProof/>
            <w:webHidden/>
          </w:rPr>
          <w:fldChar w:fldCharType="separate"/>
        </w:r>
        <w:r w:rsidR="008E3DB2">
          <w:rPr>
            <w:noProof/>
            <w:webHidden/>
          </w:rPr>
          <w:t>316</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17" w:history="1">
        <w:r w:rsidR="008E3DB2" w:rsidRPr="005E78F3">
          <w:rPr>
            <w:rStyle w:val="Hyperlink"/>
            <w:noProof/>
          </w:rPr>
          <w:t>Portugal</w:t>
        </w:r>
        <w:r w:rsidR="008E3DB2">
          <w:rPr>
            <w:noProof/>
            <w:webHidden/>
          </w:rPr>
          <w:tab/>
        </w:r>
        <w:r w:rsidR="008E3DB2">
          <w:rPr>
            <w:noProof/>
            <w:webHidden/>
          </w:rPr>
          <w:fldChar w:fldCharType="begin"/>
        </w:r>
        <w:r w:rsidR="008E3DB2">
          <w:rPr>
            <w:noProof/>
            <w:webHidden/>
          </w:rPr>
          <w:instrText xml:space="preserve"> PAGEREF _Toc421800817 \h </w:instrText>
        </w:r>
        <w:r w:rsidR="008E3DB2">
          <w:rPr>
            <w:noProof/>
            <w:webHidden/>
          </w:rPr>
        </w:r>
        <w:r w:rsidR="008E3DB2">
          <w:rPr>
            <w:noProof/>
            <w:webHidden/>
          </w:rPr>
          <w:fldChar w:fldCharType="separate"/>
        </w:r>
        <w:r w:rsidR="008E3DB2">
          <w:rPr>
            <w:noProof/>
            <w:webHidden/>
          </w:rPr>
          <w:t>319</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18" w:history="1">
        <w:r w:rsidR="008E3DB2" w:rsidRPr="005E78F3">
          <w:rPr>
            <w:rStyle w:val="Hyperlink"/>
            <w:noProof/>
          </w:rPr>
          <w:t>Qatar</w:t>
        </w:r>
        <w:r w:rsidR="008E3DB2">
          <w:rPr>
            <w:noProof/>
            <w:webHidden/>
          </w:rPr>
          <w:tab/>
        </w:r>
        <w:r w:rsidR="008E3DB2">
          <w:rPr>
            <w:noProof/>
            <w:webHidden/>
          </w:rPr>
          <w:fldChar w:fldCharType="begin"/>
        </w:r>
        <w:r w:rsidR="008E3DB2">
          <w:rPr>
            <w:noProof/>
            <w:webHidden/>
          </w:rPr>
          <w:instrText xml:space="preserve"> PAGEREF _Toc421800818 \h </w:instrText>
        </w:r>
        <w:r w:rsidR="008E3DB2">
          <w:rPr>
            <w:noProof/>
            <w:webHidden/>
          </w:rPr>
        </w:r>
        <w:r w:rsidR="008E3DB2">
          <w:rPr>
            <w:noProof/>
            <w:webHidden/>
          </w:rPr>
          <w:fldChar w:fldCharType="separate"/>
        </w:r>
        <w:r w:rsidR="008E3DB2">
          <w:rPr>
            <w:noProof/>
            <w:webHidden/>
          </w:rPr>
          <w:t>321</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19" w:history="1">
        <w:r w:rsidR="008E3DB2" w:rsidRPr="005E78F3">
          <w:rPr>
            <w:rStyle w:val="Hyperlink"/>
            <w:noProof/>
          </w:rPr>
          <w:t>Republic of Korea</w:t>
        </w:r>
        <w:r w:rsidR="008E3DB2">
          <w:rPr>
            <w:noProof/>
            <w:webHidden/>
          </w:rPr>
          <w:tab/>
        </w:r>
        <w:r w:rsidR="008E3DB2">
          <w:rPr>
            <w:noProof/>
            <w:webHidden/>
          </w:rPr>
          <w:fldChar w:fldCharType="begin"/>
        </w:r>
        <w:r w:rsidR="008E3DB2">
          <w:rPr>
            <w:noProof/>
            <w:webHidden/>
          </w:rPr>
          <w:instrText xml:space="preserve"> PAGEREF _Toc421800819 \h </w:instrText>
        </w:r>
        <w:r w:rsidR="008E3DB2">
          <w:rPr>
            <w:noProof/>
            <w:webHidden/>
          </w:rPr>
        </w:r>
        <w:r w:rsidR="008E3DB2">
          <w:rPr>
            <w:noProof/>
            <w:webHidden/>
          </w:rPr>
          <w:fldChar w:fldCharType="separate"/>
        </w:r>
        <w:r w:rsidR="008E3DB2">
          <w:rPr>
            <w:noProof/>
            <w:webHidden/>
          </w:rPr>
          <w:t>323</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20" w:history="1">
        <w:r w:rsidR="008E3DB2" w:rsidRPr="005E78F3">
          <w:rPr>
            <w:rStyle w:val="Hyperlink"/>
            <w:noProof/>
          </w:rPr>
          <w:t>Republic of Moldova</w:t>
        </w:r>
        <w:r w:rsidR="008E3DB2">
          <w:rPr>
            <w:noProof/>
            <w:webHidden/>
          </w:rPr>
          <w:tab/>
        </w:r>
        <w:r w:rsidR="008E3DB2">
          <w:rPr>
            <w:noProof/>
            <w:webHidden/>
          </w:rPr>
          <w:fldChar w:fldCharType="begin"/>
        </w:r>
        <w:r w:rsidR="008E3DB2">
          <w:rPr>
            <w:noProof/>
            <w:webHidden/>
          </w:rPr>
          <w:instrText xml:space="preserve"> PAGEREF _Toc421800820 \h </w:instrText>
        </w:r>
        <w:r w:rsidR="008E3DB2">
          <w:rPr>
            <w:noProof/>
            <w:webHidden/>
          </w:rPr>
        </w:r>
        <w:r w:rsidR="008E3DB2">
          <w:rPr>
            <w:noProof/>
            <w:webHidden/>
          </w:rPr>
          <w:fldChar w:fldCharType="separate"/>
        </w:r>
        <w:r w:rsidR="008E3DB2">
          <w:rPr>
            <w:noProof/>
            <w:webHidden/>
          </w:rPr>
          <w:t>327</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21" w:history="1">
        <w:r w:rsidR="008E3DB2" w:rsidRPr="005E78F3">
          <w:rPr>
            <w:rStyle w:val="Hyperlink"/>
            <w:noProof/>
          </w:rPr>
          <w:t>Romania</w:t>
        </w:r>
        <w:r w:rsidR="008E3DB2">
          <w:rPr>
            <w:noProof/>
            <w:webHidden/>
          </w:rPr>
          <w:tab/>
        </w:r>
        <w:r w:rsidR="008E3DB2">
          <w:rPr>
            <w:noProof/>
            <w:webHidden/>
          </w:rPr>
          <w:fldChar w:fldCharType="begin"/>
        </w:r>
        <w:r w:rsidR="008E3DB2">
          <w:rPr>
            <w:noProof/>
            <w:webHidden/>
          </w:rPr>
          <w:instrText xml:space="preserve"> PAGEREF _Toc421800821 \h </w:instrText>
        </w:r>
        <w:r w:rsidR="008E3DB2">
          <w:rPr>
            <w:noProof/>
            <w:webHidden/>
          </w:rPr>
        </w:r>
        <w:r w:rsidR="008E3DB2">
          <w:rPr>
            <w:noProof/>
            <w:webHidden/>
          </w:rPr>
          <w:fldChar w:fldCharType="separate"/>
        </w:r>
        <w:r w:rsidR="008E3DB2">
          <w:rPr>
            <w:noProof/>
            <w:webHidden/>
          </w:rPr>
          <w:t>329</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22" w:history="1">
        <w:r w:rsidR="008E3DB2" w:rsidRPr="005E78F3">
          <w:rPr>
            <w:rStyle w:val="Hyperlink"/>
            <w:noProof/>
          </w:rPr>
          <w:t>Russian Federation</w:t>
        </w:r>
        <w:r w:rsidR="008E3DB2">
          <w:rPr>
            <w:noProof/>
            <w:webHidden/>
          </w:rPr>
          <w:tab/>
        </w:r>
        <w:r w:rsidR="008E3DB2">
          <w:rPr>
            <w:noProof/>
            <w:webHidden/>
          </w:rPr>
          <w:fldChar w:fldCharType="begin"/>
        </w:r>
        <w:r w:rsidR="008E3DB2">
          <w:rPr>
            <w:noProof/>
            <w:webHidden/>
          </w:rPr>
          <w:instrText xml:space="preserve"> PAGEREF _Toc421800822 \h </w:instrText>
        </w:r>
        <w:r w:rsidR="008E3DB2">
          <w:rPr>
            <w:noProof/>
            <w:webHidden/>
          </w:rPr>
        </w:r>
        <w:r w:rsidR="008E3DB2">
          <w:rPr>
            <w:noProof/>
            <w:webHidden/>
          </w:rPr>
          <w:fldChar w:fldCharType="separate"/>
        </w:r>
        <w:r w:rsidR="008E3DB2">
          <w:rPr>
            <w:noProof/>
            <w:webHidden/>
          </w:rPr>
          <w:t>332</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23" w:history="1">
        <w:r w:rsidR="008E3DB2" w:rsidRPr="005E78F3">
          <w:rPr>
            <w:rStyle w:val="Hyperlink"/>
            <w:noProof/>
          </w:rPr>
          <w:t>Rwanda</w:t>
        </w:r>
        <w:r w:rsidR="008E3DB2">
          <w:rPr>
            <w:noProof/>
            <w:webHidden/>
          </w:rPr>
          <w:tab/>
        </w:r>
        <w:r w:rsidR="008E3DB2">
          <w:rPr>
            <w:noProof/>
            <w:webHidden/>
          </w:rPr>
          <w:fldChar w:fldCharType="begin"/>
        </w:r>
        <w:r w:rsidR="008E3DB2">
          <w:rPr>
            <w:noProof/>
            <w:webHidden/>
          </w:rPr>
          <w:instrText xml:space="preserve"> PAGEREF _Toc421800823 \h </w:instrText>
        </w:r>
        <w:r w:rsidR="008E3DB2">
          <w:rPr>
            <w:noProof/>
            <w:webHidden/>
          </w:rPr>
        </w:r>
        <w:r w:rsidR="008E3DB2">
          <w:rPr>
            <w:noProof/>
            <w:webHidden/>
          </w:rPr>
          <w:fldChar w:fldCharType="separate"/>
        </w:r>
        <w:r w:rsidR="008E3DB2">
          <w:rPr>
            <w:noProof/>
            <w:webHidden/>
          </w:rPr>
          <w:t>336</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24" w:history="1">
        <w:r w:rsidR="008E3DB2" w:rsidRPr="005E78F3">
          <w:rPr>
            <w:rStyle w:val="Hyperlink"/>
            <w:noProof/>
          </w:rPr>
          <w:t>Saint Kitts and Nevis</w:t>
        </w:r>
        <w:r w:rsidR="008E3DB2">
          <w:rPr>
            <w:noProof/>
            <w:webHidden/>
          </w:rPr>
          <w:tab/>
        </w:r>
        <w:r w:rsidR="008E3DB2">
          <w:rPr>
            <w:noProof/>
            <w:webHidden/>
          </w:rPr>
          <w:fldChar w:fldCharType="begin"/>
        </w:r>
        <w:r w:rsidR="008E3DB2">
          <w:rPr>
            <w:noProof/>
            <w:webHidden/>
          </w:rPr>
          <w:instrText xml:space="preserve"> PAGEREF _Toc421800824 \h </w:instrText>
        </w:r>
        <w:r w:rsidR="008E3DB2">
          <w:rPr>
            <w:noProof/>
            <w:webHidden/>
          </w:rPr>
        </w:r>
        <w:r w:rsidR="008E3DB2">
          <w:rPr>
            <w:noProof/>
            <w:webHidden/>
          </w:rPr>
          <w:fldChar w:fldCharType="separate"/>
        </w:r>
        <w:r w:rsidR="008E3DB2">
          <w:rPr>
            <w:noProof/>
            <w:webHidden/>
          </w:rPr>
          <w:t>338</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25" w:history="1">
        <w:r w:rsidR="008E3DB2" w:rsidRPr="005E78F3">
          <w:rPr>
            <w:rStyle w:val="Hyperlink"/>
            <w:noProof/>
          </w:rPr>
          <w:t>Saint Lucia</w:t>
        </w:r>
        <w:r w:rsidR="008E3DB2">
          <w:rPr>
            <w:noProof/>
            <w:webHidden/>
          </w:rPr>
          <w:tab/>
        </w:r>
        <w:r w:rsidR="008E3DB2">
          <w:rPr>
            <w:noProof/>
            <w:webHidden/>
          </w:rPr>
          <w:fldChar w:fldCharType="begin"/>
        </w:r>
        <w:r w:rsidR="008E3DB2">
          <w:rPr>
            <w:noProof/>
            <w:webHidden/>
          </w:rPr>
          <w:instrText xml:space="preserve"> PAGEREF _Toc421800825 \h </w:instrText>
        </w:r>
        <w:r w:rsidR="008E3DB2">
          <w:rPr>
            <w:noProof/>
            <w:webHidden/>
          </w:rPr>
        </w:r>
        <w:r w:rsidR="008E3DB2">
          <w:rPr>
            <w:noProof/>
            <w:webHidden/>
          </w:rPr>
          <w:fldChar w:fldCharType="separate"/>
        </w:r>
        <w:r w:rsidR="008E3DB2">
          <w:rPr>
            <w:noProof/>
            <w:webHidden/>
          </w:rPr>
          <w:t>342</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26" w:history="1">
        <w:r w:rsidR="008E3DB2" w:rsidRPr="005E78F3">
          <w:rPr>
            <w:rStyle w:val="Hyperlink"/>
            <w:noProof/>
          </w:rPr>
          <w:t>Saint Vincent and the Grenadines</w:t>
        </w:r>
        <w:r w:rsidR="008E3DB2">
          <w:rPr>
            <w:noProof/>
            <w:webHidden/>
          </w:rPr>
          <w:tab/>
        </w:r>
        <w:r w:rsidR="008E3DB2">
          <w:rPr>
            <w:noProof/>
            <w:webHidden/>
          </w:rPr>
          <w:fldChar w:fldCharType="begin"/>
        </w:r>
        <w:r w:rsidR="008E3DB2">
          <w:rPr>
            <w:noProof/>
            <w:webHidden/>
          </w:rPr>
          <w:instrText xml:space="preserve"> PAGEREF _Toc421800826 \h </w:instrText>
        </w:r>
        <w:r w:rsidR="008E3DB2">
          <w:rPr>
            <w:noProof/>
            <w:webHidden/>
          </w:rPr>
        </w:r>
        <w:r w:rsidR="008E3DB2">
          <w:rPr>
            <w:noProof/>
            <w:webHidden/>
          </w:rPr>
          <w:fldChar w:fldCharType="separate"/>
        </w:r>
        <w:r w:rsidR="008E3DB2">
          <w:rPr>
            <w:noProof/>
            <w:webHidden/>
          </w:rPr>
          <w:t>346</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27" w:history="1">
        <w:r w:rsidR="008E3DB2" w:rsidRPr="005E78F3">
          <w:rPr>
            <w:rStyle w:val="Hyperlink"/>
            <w:noProof/>
          </w:rPr>
          <w:t>Samoa</w:t>
        </w:r>
        <w:r w:rsidR="008E3DB2">
          <w:rPr>
            <w:noProof/>
            <w:webHidden/>
          </w:rPr>
          <w:tab/>
        </w:r>
        <w:r w:rsidR="008E3DB2">
          <w:rPr>
            <w:noProof/>
            <w:webHidden/>
          </w:rPr>
          <w:fldChar w:fldCharType="begin"/>
        </w:r>
        <w:r w:rsidR="008E3DB2">
          <w:rPr>
            <w:noProof/>
            <w:webHidden/>
          </w:rPr>
          <w:instrText xml:space="preserve"> PAGEREF _Toc421800827 \h </w:instrText>
        </w:r>
        <w:r w:rsidR="008E3DB2">
          <w:rPr>
            <w:noProof/>
            <w:webHidden/>
          </w:rPr>
        </w:r>
        <w:r w:rsidR="008E3DB2">
          <w:rPr>
            <w:noProof/>
            <w:webHidden/>
          </w:rPr>
          <w:fldChar w:fldCharType="separate"/>
        </w:r>
        <w:r w:rsidR="008E3DB2">
          <w:rPr>
            <w:noProof/>
            <w:webHidden/>
          </w:rPr>
          <w:t>350</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28" w:history="1">
        <w:r w:rsidR="008E3DB2" w:rsidRPr="005E78F3">
          <w:rPr>
            <w:rStyle w:val="Hyperlink"/>
            <w:noProof/>
          </w:rPr>
          <w:t>San Marino</w:t>
        </w:r>
        <w:r w:rsidR="008E3DB2">
          <w:rPr>
            <w:noProof/>
            <w:webHidden/>
          </w:rPr>
          <w:tab/>
        </w:r>
        <w:r w:rsidR="008E3DB2">
          <w:rPr>
            <w:noProof/>
            <w:webHidden/>
          </w:rPr>
          <w:fldChar w:fldCharType="begin"/>
        </w:r>
        <w:r w:rsidR="008E3DB2">
          <w:rPr>
            <w:noProof/>
            <w:webHidden/>
          </w:rPr>
          <w:instrText xml:space="preserve"> PAGEREF _Toc421800828 \h </w:instrText>
        </w:r>
        <w:r w:rsidR="008E3DB2">
          <w:rPr>
            <w:noProof/>
            <w:webHidden/>
          </w:rPr>
        </w:r>
        <w:r w:rsidR="008E3DB2">
          <w:rPr>
            <w:noProof/>
            <w:webHidden/>
          </w:rPr>
          <w:fldChar w:fldCharType="separate"/>
        </w:r>
        <w:r w:rsidR="008E3DB2">
          <w:rPr>
            <w:noProof/>
            <w:webHidden/>
          </w:rPr>
          <w:t>352</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29" w:history="1">
        <w:r w:rsidR="008E3DB2" w:rsidRPr="005E78F3">
          <w:rPr>
            <w:rStyle w:val="Hyperlink"/>
            <w:noProof/>
          </w:rPr>
          <w:t>São Tomé and Principe</w:t>
        </w:r>
        <w:r w:rsidR="008E3DB2">
          <w:rPr>
            <w:noProof/>
            <w:webHidden/>
          </w:rPr>
          <w:tab/>
        </w:r>
        <w:r w:rsidR="008E3DB2">
          <w:rPr>
            <w:noProof/>
            <w:webHidden/>
          </w:rPr>
          <w:fldChar w:fldCharType="begin"/>
        </w:r>
        <w:r w:rsidR="008E3DB2">
          <w:rPr>
            <w:noProof/>
            <w:webHidden/>
          </w:rPr>
          <w:instrText xml:space="preserve"> PAGEREF _Toc421800829 \h </w:instrText>
        </w:r>
        <w:r w:rsidR="008E3DB2">
          <w:rPr>
            <w:noProof/>
            <w:webHidden/>
          </w:rPr>
        </w:r>
        <w:r w:rsidR="008E3DB2">
          <w:rPr>
            <w:noProof/>
            <w:webHidden/>
          </w:rPr>
          <w:fldChar w:fldCharType="separate"/>
        </w:r>
        <w:r w:rsidR="008E3DB2">
          <w:rPr>
            <w:noProof/>
            <w:webHidden/>
          </w:rPr>
          <w:t>353</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30" w:history="1">
        <w:r w:rsidR="008E3DB2" w:rsidRPr="005E78F3">
          <w:rPr>
            <w:rStyle w:val="Hyperlink"/>
            <w:noProof/>
          </w:rPr>
          <w:t>Saudi Arabia</w:t>
        </w:r>
        <w:r w:rsidR="008E3DB2">
          <w:rPr>
            <w:noProof/>
            <w:webHidden/>
          </w:rPr>
          <w:tab/>
        </w:r>
        <w:r w:rsidR="008E3DB2">
          <w:rPr>
            <w:noProof/>
            <w:webHidden/>
          </w:rPr>
          <w:fldChar w:fldCharType="begin"/>
        </w:r>
        <w:r w:rsidR="008E3DB2">
          <w:rPr>
            <w:noProof/>
            <w:webHidden/>
          </w:rPr>
          <w:instrText xml:space="preserve"> PAGEREF _Toc421800830 \h </w:instrText>
        </w:r>
        <w:r w:rsidR="008E3DB2">
          <w:rPr>
            <w:noProof/>
            <w:webHidden/>
          </w:rPr>
        </w:r>
        <w:r w:rsidR="008E3DB2">
          <w:rPr>
            <w:noProof/>
            <w:webHidden/>
          </w:rPr>
          <w:fldChar w:fldCharType="separate"/>
        </w:r>
        <w:r w:rsidR="008E3DB2">
          <w:rPr>
            <w:noProof/>
            <w:webHidden/>
          </w:rPr>
          <w:t>354</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31" w:history="1">
        <w:r w:rsidR="008E3DB2" w:rsidRPr="005E78F3">
          <w:rPr>
            <w:rStyle w:val="Hyperlink"/>
            <w:noProof/>
          </w:rPr>
          <w:t>Senegal</w:t>
        </w:r>
        <w:r w:rsidR="008E3DB2">
          <w:rPr>
            <w:noProof/>
            <w:webHidden/>
          </w:rPr>
          <w:tab/>
        </w:r>
        <w:r w:rsidR="008E3DB2">
          <w:rPr>
            <w:noProof/>
            <w:webHidden/>
          </w:rPr>
          <w:fldChar w:fldCharType="begin"/>
        </w:r>
        <w:r w:rsidR="008E3DB2">
          <w:rPr>
            <w:noProof/>
            <w:webHidden/>
          </w:rPr>
          <w:instrText xml:space="preserve"> PAGEREF _Toc421800831 \h </w:instrText>
        </w:r>
        <w:r w:rsidR="008E3DB2">
          <w:rPr>
            <w:noProof/>
            <w:webHidden/>
          </w:rPr>
        </w:r>
        <w:r w:rsidR="008E3DB2">
          <w:rPr>
            <w:noProof/>
            <w:webHidden/>
          </w:rPr>
          <w:fldChar w:fldCharType="separate"/>
        </w:r>
        <w:r w:rsidR="008E3DB2">
          <w:rPr>
            <w:noProof/>
            <w:webHidden/>
          </w:rPr>
          <w:t>355</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32" w:history="1">
        <w:r w:rsidR="008E3DB2" w:rsidRPr="005E78F3">
          <w:rPr>
            <w:rStyle w:val="Hyperlink"/>
            <w:noProof/>
          </w:rPr>
          <w:t>Serbia</w:t>
        </w:r>
        <w:r w:rsidR="008E3DB2">
          <w:rPr>
            <w:noProof/>
            <w:webHidden/>
          </w:rPr>
          <w:tab/>
        </w:r>
        <w:r w:rsidR="008E3DB2">
          <w:rPr>
            <w:noProof/>
            <w:webHidden/>
          </w:rPr>
          <w:fldChar w:fldCharType="begin"/>
        </w:r>
        <w:r w:rsidR="008E3DB2">
          <w:rPr>
            <w:noProof/>
            <w:webHidden/>
          </w:rPr>
          <w:instrText xml:space="preserve"> PAGEREF _Toc421800832 \h </w:instrText>
        </w:r>
        <w:r w:rsidR="008E3DB2">
          <w:rPr>
            <w:noProof/>
            <w:webHidden/>
          </w:rPr>
        </w:r>
        <w:r w:rsidR="008E3DB2">
          <w:rPr>
            <w:noProof/>
            <w:webHidden/>
          </w:rPr>
          <w:fldChar w:fldCharType="separate"/>
        </w:r>
        <w:r w:rsidR="008E3DB2">
          <w:rPr>
            <w:noProof/>
            <w:webHidden/>
          </w:rPr>
          <w:t>356</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33" w:history="1">
        <w:r w:rsidR="008E3DB2" w:rsidRPr="005E78F3">
          <w:rPr>
            <w:rStyle w:val="Hyperlink"/>
            <w:noProof/>
          </w:rPr>
          <w:t>Seychelles</w:t>
        </w:r>
        <w:r w:rsidR="008E3DB2">
          <w:rPr>
            <w:noProof/>
            <w:webHidden/>
          </w:rPr>
          <w:tab/>
        </w:r>
        <w:r w:rsidR="008E3DB2">
          <w:rPr>
            <w:noProof/>
            <w:webHidden/>
          </w:rPr>
          <w:fldChar w:fldCharType="begin"/>
        </w:r>
        <w:r w:rsidR="008E3DB2">
          <w:rPr>
            <w:noProof/>
            <w:webHidden/>
          </w:rPr>
          <w:instrText xml:space="preserve"> PAGEREF _Toc421800833 \h </w:instrText>
        </w:r>
        <w:r w:rsidR="008E3DB2">
          <w:rPr>
            <w:noProof/>
            <w:webHidden/>
          </w:rPr>
        </w:r>
        <w:r w:rsidR="008E3DB2">
          <w:rPr>
            <w:noProof/>
            <w:webHidden/>
          </w:rPr>
          <w:fldChar w:fldCharType="separate"/>
        </w:r>
        <w:r w:rsidR="008E3DB2">
          <w:rPr>
            <w:noProof/>
            <w:webHidden/>
          </w:rPr>
          <w:t>358</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34" w:history="1">
        <w:r w:rsidR="008E3DB2" w:rsidRPr="005E78F3">
          <w:rPr>
            <w:rStyle w:val="Hyperlink"/>
            <w:noProof/>
          </w:rPr>
          <w:t>Sierra Leone</w:t>
        </w:r>
        <w:r w:rsidR="008E3DB2">
          <w:rPr>
            <w:noProof/>
            <w:webHidden/>
          </w:rPr>
          <w:tab/>
        </w:r>
        <w:r w:rsidR="008E3DB2">
          <w:rPr>
            <w:noProof/>
            <w:webHidden/>
          </w:rPr>
          <w:fldChar w:fldCharType="begin"/>
        </w:r>
        <w:r w:rsidR="008E3DB2">
          <w:rPr>
            <w:noProof/>
            <w:webHidden/>
          </w:rPr>
          <w:instrText xml:space="preserve"> PAGEREF _Toc421800834 \h </w:instrText>
        </w:r>
        <w:r w:rsidR="008E3DB2">
          <w:rPr>
            <w:noProof/>
            <w:webHidden/>
          </w:rPr>
        </w:r>
        <w:r w:rsidR="008E3DB2">
          <w:rPr>
            <w:noProof/>
            <w:webHidden/>
          </w:rPr>
          <w:fldChar w:fldCharType="separate"/>
        </w:r>
        <w:r w:rsidR="008E3DB2">
          <w:rPr>
            <w:noProof/>
            <w:webHidden/>
          </w:rPr>
          <w:t>360</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35" w:history="1">
        <w:r w:rsidR="008E3DB2" w:rsidRPr="005E78F3">
          <w:rPr>
            <w:rStyle w:val="Hyperlink"/>
            <w:noProof/>
          </w:rPr>
          <w:t>Singapore</w:t>
        </w:r>
        <w:r w:rsidR="008E3DB2">
          <w:rPr>
            <w:noProof/>
            <w:webHidden/>
          </w:rPr>
          <w:tab/>
        </w:r>
        <w:r w:rsidR="008E3DB2">
          <w:rPr>
            <w:noProof/>
            <w:webHidden/>
          </w:rPr>
          <w:fldChar w:fldCharType="begin"/>
        </w:r>
        <w:r w:rsidR="008E3DB2">
          <w:rPr>
            <w:noProof/>
            <w:webHidden/>
          </w:rPr>
          <w:instrText xml:space="preserve"> PAGEREF _Toc421800835 \h </w:instrText>
        </w:r>
        <w:r w:rsidR="008E3DB2">
          <w:rPr>
            <w:noProof/>
            <w:webHidden/>
          </w:rPr>
        </w:r>
        <w:r w:rsidR="008E3DB2">
          <w:rPr>
            <w:noProof/>
            <w:webHidden/>
          </w:rPr>
          <w:fldChar w:fldCharType="separate"/>
        </w:r>
        <w:r w:rsidR="008E3DB2">
          <w:rPr>
            <w:noProof/>
            <w:webHidden/>
          </w:rPr>
          <w:t>362</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36" w:history="1">
        <w:r w:rsidR="008E3DB2" w:rsidRPr="005E78F3">
          <w:rPr>
            <w:rStyle w:val="Hyperlink"/>
            <w:noProof/>
          </w:rPr>
          <w:t>Slovakia</w:t>
        </w:r>
        <w:r w:rsidR="008E3DB2">
          <w:rPr>
            <w:noProof/>
            <w:webHidden/>
          </w:rPr>
          <w:tab/>
        </w:r>
        <w:r w:rsidR="008E3DB2">
          <w:rPr>
            <w:noProof/>
            <w:webHidden/>
          </w:rPr>
          <w:fldChar w:fldCharType="begin"/>
        </w:r>
        <w:r w:rsidR="008E3DB2">
          <w:rPr>
            <w:noProof/>
            <w:webHidden/>
          </w:rPr>
          <w:instrText xml:space="preserve"> PAGEREF _Toc421800836 \h </w:instrText>
        </w:r>
        <w:r w:rsidR="008E3DB2">
          <w:rPr>
            <w:noProof/>
            <w:webHidden/>
          </w:rPr>
        </w:r>
        <w:r w:rsidR="008E3DB2">
          <w:rPr>
            <w:noProof/>
            <w:webHidden/>
          </w:rPr>
          <w:fldChar w:fldCharType="separate"/>
        </w:r>
        <w:r w:rsidR="008E3DB2">
          <w:rPr>
            <w:noProof/>
            <w:webHidden/>
          </w:rPr>
          <w:t>372</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37" w:history="1">
        <w:r w:rsidR="008E3DB2" w:rsidRPr="005E78F3">
          <w:rPr>
            <w:rStyle w:val="Hyperlink"/>
            <w:noProof/>
          </w:rPr>
          <w:t>Slovenia</w:t>
        </w:r>
        <w:r w:rsidR="008E3DB2">
          <w:rPr>
            <w:noProof/>
            <w:webHidden/>
          </w:rPr>
          <w:tab/>
        </w:r>
        <w:r w:rsidR="008E3DB2">
          <w:rPr>
            <w:noProof/>
            <w:webHidden/>
          </w:rPr>
          <w:fldChar w:fldCharType="begin"/>
        </w:r>
        <w:r w:rsidR="008E3DB2">
          <w:rPr>
            <w:noProof/>
            <w:webHidden/>
          </w:rPr>
          <w:instrText xml:space="preserve"> PAGEREF _Toc421800837 \h </w:instrText>
        </w:r>
        <w:r w:rsidR="008E3DB2">
          <w:rPr>
            <w:noProof/>
            <w:webHidden/>
          </w:rPr>
        </w:r>
        <w:r w:rsidR="008E3DB2">
          <w:rPr>
            <w:noProof/>
            <w:webHidden/>
          </w:rPr>
          <w:fldChar w:fldCharType="separate"/>
        </w:r>
        <w:r w:rsidR="008E3DB2">
          <w:rPr>
            <w:noProof/>
            <w:webHidden/>
          </w:rPr>
          <w:t>374</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38" w:history="1">
        <w:r w:rsidR="008E3DB2" w:rsidRPr="005E78F3">
          <w:rPr>
            <w:rStyle w:val="Hyperlink"/>
            <w:noProof/>
          </w:rPr>
          <w:t>Somalia</w:t>
        </w:r>
        <w:r w:rsidR="008E3DB2">
          <w:rPr>
            <w:noProof/>
            <w:webHidden/>
          </w:rPr>
          <w:tab/>
        </w:r>
        <w:r w:rsidR="008E3DB2">
          <w:rPr>
            <w:noProof/>
            <w:webHidden/>
          </w:rPr>
          <w:fldChar w:fldCharType="begin"/>
        </w:r>
        <w:r w:rsidR="008E3DB2">
          <w:rPr>
            <w:noProof/>
            <w:webHidden/>
          </w:rPr>
          <w:instrText xml:space="preserve"> PAGEREF _Toc421800838 \h </w:instrText>
        </w:r>
        <w:r w:rsidR="008E3DB2">
          <w:rPr>
            <w:noProof/>
            <w:webHidden/>
          </w:rPr>
        </w:r>
        <w:r w:rsidR="008E3DB2">
          <w:rPr>
            <w:noProof/>
            <w:webHidden/>
          </w:rPr>
          <w:fldChar w:fldCharType="separate"/>
        </w:r>
        <w:r w:rsidR="008E3DB2">
          <w:rPr>
            <w:noProof/>
            <w:webHidden/>
          </w:rPr>
          <w:t>376</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39" w:history="1">
        <w:r w:rsidR="008E3DB2" w:rsidRPr="005E78F3">
          <w:rPr>
            <w:rStyle w:val="Hyperlink"/>
            <w:noProof/>
          </w:rPr>
          <w:t>South Africa</w:t>
        </w:r>
        <w:r w:rsidR="008E3DB2">
          <w:rPr>
            <w:noProof/>
            <w:webHidden/>
          </w:rPr>
          <w:tab/>
        </w:r>
        <w:r w:rsidR="008E3DB2">
          <w:rPr>
            <w:noProof/>
            <w:webHidden/>
          </w:rPr>
          <w:fldChar w:fldCharType="begin"/>
        </w:r>
        <w:r w:rsidR="008E3DB2">
          <w:rPr>
            <w:noProof/>
            <w:webHidden/>
          </w:rPr>
          <w:instrText xml:space="preserve"> PAGEREF _Toc421800839 \h </w:instrText>
        </w:r>
        <w:r w:rsidR="008E3DB2">
          <w:rPr>
            <w:noProof/>
            <w:webHidden/>
          </w:rPr>
        </w:r>
        <w:r w:rsidR="008E3DB2">
          <w:rPr>
            <w:noProof/>
            <w:webHidden/>
          </w:rPr>
          <w:fldChar w:fldCharType="separate"/>
        </w:r>
        <w:r w:rsidR="008E3DB2">
          <w:rPr>
            <w:noProof/>
            <w:webHidden/>
          </w:rPr>
          <w:t>377</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40" w:history="1">
        <w:r w:rsidR="008E3DB2" w:rsidRPr="005E78F3">
          <w:rPr>
            <w:rStyle w:val="Hyperlink"/>
            <w:noProof/>
          </w:rPr>
          <w:t>Spain</w:t>
        </w:r>
        <w:r w:rsidR="008E3DB2">
          <w:rPr>
            <w:noProof/>
            <w:webHidden/>
          </w:rPr>
          <w:tab/>
        </w:r>
        <w:r w:rsidR="008E3DB2">
          <w:rPr>
            <w:noProof/>
            <w:webHidden/>
          </w:rPr>
          <w:fldChar w:fldCharType="begin"/>
        </w:r>
        <w:r w:rsidR="008E3DB2">
          <w:rPr>
            <w:noProof/>
            <w:webHidden/>
          </w:rPr>
          <w:instrText xml:space="preserve"> PAGEREF _Toc421800840 \h </w:instrText>
        </w:r>
        <w:r w:rsidR="008E3DB2">
          <w:rPr>
            <w:noProof/>
            <w:webHidden/>
          </w:rPr>
        </w:r>
        <w:r w:rsidR="008E3DB2">
          <w:rPr>
            <w:noProof/>
            <w:webHidden/>
          </w:rPr>
          <w:fldChar w:fldCharType="separate"/>
        </w:r>
        <w:r w:rsidR="008E3DB2">
          <w:rPr>
            <w:noProof/>
            <w:webHidden/>
          </w:rPr>
          <w:t>383</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41" w:history="1">
        <w:r w:rsidR="008E3DB2" w:rsidRPr="005E78F3">
          <w:rPr>
            <w:rStyle w:val="Hyperlink"/>
            <w:noProof/>
          </w:rPr>
          <w:t>Sri Lanka</w:t>
        </w:r>
        <w:r w:rsidR="008E3DB2">
          <w:rPr>
            <w:noProof/>
            <w:webHidden/>
          </w:rPr>
          <w:tab/>
        </w:r>
        <w:r w:rsidR="008E3DB2">
          <w:rPr>
            <w:noProof/>
            <w:webHidden/>
          </w:rPr>
          <w:fldChar w:fldCharType="begin"/>
        </w:r>
        <w:r w:rsidR="008E3DB2">
          <w:rPr>
            <w:noProof/>
            <w:webHidden/>
          </w:rPr>
          <w:instrText xml:space="preserve"> PAGEREF _Toc421800841 \h </w:instrText>
        </w:r>
        <w:r w:rsidR="008E3DB2">
          <w:rPr>
            <w:noProof/>
            <w:webHidden/>
          </w:rPr>
        </w:r>
        <w:r w:rsidR="008E3DB2">
          <w:rPr>
            <w:noProof/>
            <w:webHidden/>
          </w:rPr>
          <w:fldChar w:fldCharType="separate"/>
        </w:r>
        <w:r w:rsidR="008E3DB2">
          <w:rPr>
            <w:noProof/>
            <w:webHidden/>
          </w:rPr>
          <w:t>386</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42" w:history="1">
        <w:r w:rsidR="008E3DB2" w:rsidRPr="005E78F3">
          <w:rPr>
            <w:rStyle w:val="Hyperlink"/>
            <w:noProof/>
          </w:rPr>
          <w:t>Sudan</w:t>
        </w:r>
        <w:r w:rsidR="008E3DB2">
          <w:rPr>
            <w:noProof/>
            <w:webHidden/>
          </w:rPr>
          <w:tab/>
        </w:r>
        <w:r w:rsidR="008E3DB2">
          <w:rPr>
            <w:noProof/>
            <w:webHidden/>
          </w:rPr>
          <w:fldChar w:fldCharType="begin"/>
        </w:r>
        <w:r w:rsidR="008E3DB2">
          <w:rPr>
            <w:noProof/>
            <w:webHidden/>
          </w:rPr>
          <w:instrText xml:space="preserve"> PAGEREF _Toc421800842 \h </w:instrText>
        </w:r>
        <w:r w:rsidR="008E3DB2">
          <w:rPr>
            <w:noProof/>
            <w:webHidden/>
          </w:rPr>
        </w:r>
        <w:r w:rsidR="008E3DB2">
          <w:rPr>
            <w:noProof/>
            <w:webHidden/>
          </w:rPr>
          <w:fldChar w:fldCharType="separate"/>
        </w:r>
        <w:r w:rsidR="008E3DB2">
          <w:rPr>
            <w:noProof/>
            <w:webHidden/>
          </w:rPr>
          <w:t>388</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43" w:history="1">
        <w:r w:rsidR="008E3DB2" w:rsidRPr="005E78F3">
          <w:rPr>
            <w:rStyle w:val="Hyperlink"/>
            <w:noProof/>
          </w:rPr>
          <w:t>Suriname</w:t>
        </w:r>
        <w:r w:rsidR="008E3DB2">
          <w:rPr>
            <w:noProof/>
            <w:webHidden/>
          </w:rPr>
          <w:tab/>
        </w:r>
        <w:r w:rsidR="008E3DB2">
          <w:rPr>
            <w:noProof/>
            <w:webHidden/>
          </w:rPr>
          <w:fldChar w:fldCharType="begin"/>
        </w:r>
        <w:r w:rsidR="008E3DB2">
          <w:rPr>
            <w:noProof/>
            <w:webHidden/>
          </w:rPr>
          <w:instrText xml:space="preserve"> PAGEREF _Toc421800843 \h </w:instrText>
        </w:r>
        <w:r w:rsidR="008E3DB2">
          <w:rPr>
            <w:noProof/>
            <w:webHidden/>
          </w:rPr>
        </w:r>
        <w:r w:rsidR="008E3DB2">
          <w:rPr>
            <w:noProof/>
            <w:webHidden/>
          </w:rPr>
          <w:fldChar w:fldCharType="separate"/>
        </w:r>
        <w:r w:rsidR="008E3DB2">
          <w:rPr>
            <w:noProof/>
            <w:webHidden/>
          </w:rPr>
          <w:t>390</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44" w:history="1">
        <w:r w:rsidR="008E3DB2" w:rsidRPr="005E78F3">
          <w:rPr>
            <w:rStyle w:val="Hyperlink"/>
            <w:noProof/>
          </w:rPr>
          <w:t>Swaziland</w:t>
        </w:r>
        <w:r w:rsidR="008E3DB2">
          <w:rPr>
            <w:noProof/>
            <w:webHidden/>
          </w:rPr>
          <w:tab/>
        </w:r>
        <w:r w:rsidR="008E3DB2">
          <w:rPr>
            <w:noProof/>
            <w:webHidden/>
          </w:rPr>
          <w:fldChar w:fldCharType="begin"/>
        </w:r>
        <w:r w:rsidR="008E3DB2">
          <w:rPr>
            <w:noProof/>
            <w:webHidden/>
          </w:rPr>
          <w:instrText xml:space="preserve"> PAGEREF _Toc421800844 \h </w:instrText>
        </w:r>
        <w:r w:rsidR="008E3DB2">
          <w:rPr>
            <w:noProof/>
            <w:webHidden/>
          </w:rPr>
        </w:r>
        <w:r w:rsidR="008E3DB2">
          <w:rPr>
            <w:noProof/>
            <w:webHidden/>
          </w:rPr>
          <w:fldChar w:fldCharType="separate"/>
        </w:r>
        <w:r w:rsidR="008E3DB2">
          <w:rPr>
            <w:noProof/>
            <w:webHidden/>
          </w:rPr>
          <w:t>391</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45" w:history="1">
        <w:r w:rsidR="008E3DB2" w:rsidRPr="005E78F3">
          <w:rPr>
            <w:rStyle w:val="Hyperlink"/>
            <w:noProof/>
          </w:rPr>
          <w:t>Sweden</w:t>
        </w:r>
        <w:r w:rsidR="008E3DB2">
          <w:rPr>
            <w:noProof/>
            <w:webHidden/>
          </w:rPr>
          <w:tab/>
        </w:r>
        <w:r w:rsidR="008E3DB2">
          <w:rPr>
            <w:noProof/>
            <w:webHidden/>
          </w:rPr>
          <w:fldChar w:fldCharType="begin"/>
        </w:r>
        <w:r w:rsidR="008E3DB2">
          <w:rPr>
            <w:noProof/>
            <w:webHidden/>
          </w:rPr>
          <w:instrText xml:space="preserve"> PAGEREF _Toc421800845 \h </w:instrText>
        </w:r>
        <w:r w:rsidR="008E3DB2">
          <w:rPr>
            <w:noProof/>
            <w:webHidden/>
          </w:rPr>
        </w:r>
        <w:r w:rsidR="008E3DB2">
          <w:rPr>
            <w:noProof/>
            <w:webHidden/>
          </w:rPr>
          <w:fldChar w:fldCharType="separate"/>
        </w:r>
        <w:r w:rsidR="008E3DB2">
          <w:rPr>
            <w:noProof/>
            <w:webHidden/>
          </w:rPr>
          <w:t>392</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46" w:history="1">
        <w:r w:rsidR="008E3DB2" w:rsidRPr="005E78F3">
          <w:rPr>
            <w:rStyle w:val="Hyperlink"/>
            <w:noProof/>
          </w:rPr>
          <w:t>Switzerland</w:t>
        </w:r>
        <w:r w:rsidR="008E3DB2">
          <w:rPr>
            <w:noProof/>
            <w:webHidden/>
          </w:rPr>
          <w:tab/>
        </w:r>
        <w:r w:rsidR="008E3DB2">
          <w:rPr>
            <w:noProof/>
            <w:webHidden/>
          </w:rPr>
          <w:fldChar w:fldCharType="begin"/>
        </w:r>
        <w:r w:rsidR="008E3DB2">
          <w:rPr>
            <w:noProof/>
            <w:webHidden/>
          </w:rPr>
          <w:instrText xml:space="preserve"> PAGEREF _Toc421800846 \h </w:instrText>
        </w:r>
        <w:r w:rsidR="008E3DB2">
          <w:rPr>
            <w:noProof/>
            <w:webHidden/>
          </w:rPr>
        </w:r>
        <w:r w:rsidR="008E3DB2">
          <w:rPr>
            <w:noProof/>
            <w:webHidden/>
          </w:rPr>
          <w:fldChar w:fldCharType="separate"/>
        </w:r>
        <w:r w:rsidR="008E3DB2">
          <w:rPr>
            <w:noProof/>
            <w:webHidden/>
          </w:rPr>
          <w:t>396</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47" w:history="1">
        <w:r w:rsidR="008E3DB2" w:rsidRPr="005E78F3">
          <w:rPr>
            <w:rStyle w:val="Hyperlink"/>
            <w:noProof/>
          </w:rPr>
          <w:t>Syrian Arab Republic</w:t>
        </w:r>
        <w:r w:rsidR="008E3DB2">
          <w:rPr>
            <w:noProof/>
            <w:webHidden/>
          </w:rPr>
          <w:tab/>
        </w:r>
        <w:r w:rsidR="008E3DB2">
          <w:rPr>
            <w:noProof/>
            <w:webHidden/>
          </w:rPr>
          <w:fldChar w:fldCharType="begin"/>
        </w:r>
        <w:r w:rsidR="008E3DB2">
          <w:rPr>
            <w:noProof/>
            <w:webHidden/>
          </w:rPr>
          <w:instrText xml:space="preserve"> PAGEREF _Toc421800847 \h </w:instrText>
        </w:r>
        <w:r w:rsidR="008E3DB2">
          <w:rPr>
            <w:noProof/>
            <w:webHidden/>
          </w:rPr>
        </w:r>
        <w:r w:rsidR="008E3DB2">
          <w:rPr>
            <w:noProof/>
            <w:webHidden/>
          </w:rPr>
          <w:fldChar w:fldCharType="separate"/>
        </w:r>
        <w:r w:rsidR="008E3DB2">
          <w:rPr>
            <w:noProof/>
            <w:webHidden/>
          </w:rPr>
          <w:t>398</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48" w:history="1">
        <w:r w:rsidR="008E3DB2" w:rsidRPr="005E78F3">
          <w:rPr>
            <w:rStyle w:val="Hyperlink"/>
            <w:noProof/>
          </w:rPr>
          <w:t>Tajikistan</w:t>
        </w:r>
        <w:r w:rsidR="008E3DB2">
          <w:rPr>
            <w:noProof/>
            <w:webHidden/>
          </w:rPr>
          <w:tab/>
        </w:r>
        <w:r w:rsidR="008E3DB2">
          <w:rPr>
            <w:noProof/>
            <w:webHidden/>
          </w:rPr>
          <w:fldChar w:fldCharType="begin"/>
        </w:r>
        <w:r w:rsidR="008E3DB2">
          <w:rPr>
            <w:noProof/>
            <w:webHidden/>
          </w:rPr>
          <w:instrText xml:space="preserve"> PAGEREF _Toc421800848 \h </w:instrText>
        </w:r>
        <w:r w:rsidR="008E3DB2">
          <w:rPr>
            <w:noProof/>
            <w:webHidden/>
          </w:rPr>
        </w:r>
        <w:r w:rsidR="008E3DB2">
          <w:rPr>
            <w:noProof/>
            <w:webHidden/>
          </w:rPr>
          <w:fldChar w:fldCharType="separate"/>
        </w:r>
        <w:r w:rsidR="008E3DB2">
          <w:rPr>
            <w:noProof/>
            <w:webHidden/>
          </w:rPr>
          <w:t>399</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49" w:history="1">
        <w:r w:rsidR="008E3DB2" w:rsidRPr="005E78F3">
          <w:rPr>
            <w:rStyle w:val="Hyperlink"/>
            <w:noProof/>
          </w:rPr>
          <w:t>Thailand</w:t>
        </w:r>
        <w:r w:rsidR="008E3DB2">
          <w:rPr>
            <w:noProof/>
            <w:webHidden/>
          </w:rPr>
          <w:tab/>
        </w:r>
        <w:r w:rsidR="008E3DB2">
          <w:rPr>
            <w:noProof/>
            <w:webHidden/>
          </w:rPr>
          <w:fldChar w:fldCharType="begin"/>
        </w:r>
        <w:r w:rsidR="008E3DB2">
          <w:rPr>
            <w:noProof/>
            <w:webHidden/>
          </w:rPr>
          <w:instrText xml:space="preserve"> PAGEREF _Toc421800849 \h </w:instrText>
        </w:r>
        <w:r w:rsidR="008E3DB2">
          <w:rPr>
            <w:noProof/>
            <w:webHidden/>
          </w:rPr>
        </w:r>
        <w:r w:rsidR="008E3DB2">
          <w:rPr>
            <w:noProof/>
            <w:webHidden/>
          </w:rPr>
          <w:fldChar w:fldCharType="separate"/>
        </w:r>
        <w:r w:rsidR="008E3DB2">
          <w:rPr>
            <w:noProof/>
            <w:webHidden/>
          </w:rPr>
          <w:t>401</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50" w:history="1">
        <w:r w:rsidR="008E3DB2" w:rsidRPr="005E78F3">
          <w:rPr>
            <w:rStyle w:val="Hyperlink"/>
            <w:noProof/>
          </w:rPr>
          <w:t>the former Yugoslav Republic of Macedonia</w:t>
        </w:r>
        <w:r w:rsidR="008E3DB2">
          <w:rPr>
            <w:noProof/>
            <w:webHidden/>
          </w:rPr>
          <w:tab/>
        </w:r>
        <w:r w:rsidR="008E3DB2">
          <w:rPr>
            <w:noProof/>
            <w:webHidden/>
          </w:rPr>
          <w:fldChar w:fldCharType="begin"/>
        </w:r>
        <w:r w:rsidR="008E3DB2">
          <w:rPr>
            <w:noProof/>
            <w:webHidden/>
          </w:rPr>
          <w:instrText xml:space="preserve"> PAGEREF _Toc421800850 \h </w:instrText>
        </w:r>
        <w:r w:rsidR="008E3DB2">
          <w:rPr>
            <w:noProof/>
            <w:webHidden/>
          </w:rPr>
        </w:r>
        <w:r w:rsidR="008E3DB2">
          <w:rPr>
            <w:noProof/>
            <w:webHidden/>
          </w:rPr>
          <w:fldChar w:fldCharType="separate"/>
        </w:r>
        <w:r w:rsidR="008E3DB2">
          <w:rPr>
            <w:noProof/>
            <w:webHidden/>
          </w:rPr>
          <w:t>403</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51" w:history="1">
        <w:r w:rsidR="008E3DB2" w:rsidRPr="005E78F3">
          <w:rPr>
            <w:rStyle w:val="Hyperlink"/>
            <w:noProof/>
          </w:rPr>
          <w:t>Togo</w:t>
        </w:r>
        <w:r w:rsidR="008E3DB2">
          <w:rPr>
            <w:noProof/>
            <w:webHidden/>
          </w:rPr>
          <w:tab/>
        </w:r>
        <w:r w:rsidR="008E3DB2">
          <w:rPr>
            <w:noProof/>
            <w:webHidden/>
          </w:rPr>
          <w:fldChar w:fldCharType="begin"/>
        </w:r>
        <w:r w:rsidR="008E3DB2">
          <w:rPr>
            <w:noProof/>
            <w:webHidden/>
          </w:rPr>
          <w:instrText xml:space="preserve"> PAGEREF _Toc421800851 \h </w:instrText>
        </w:r>
        <w:r w:rsidR="008E3DB2">
          <w:rPr>
            <w:noProof/>
            <w:webHidden/>
          </w:rPr>
        </w:r>
        <w:r w:rsidR="008E3DB2">
          <w:rPr>
            <w:noProof/>
            <w:webHidden/>
          </w:rPr>
          <w:fldChar w:fldCharType="separate"/>
        </w:r>
        <w:r w:rsidR="008E3DB2">
          <w:rPr>
            <w:noProof/>
            <w:webHidden/>
          </w:rPr>
          <w:t>405</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52" w:history="1">
        <w:r w:rsidR="008E3DB2" w:rsidRPr="005E78F3">
          <w:rPr>
            <w:rStyle w:val="Hyperlink"/>
            <w:noProof/>
          </w:rPr>
          <w:t>Tonga</w:t>
        </w:r>
        <w:r w:rsidR="008E3DB2">
          <w:rPr>
            <w:noProof/>
            <w:webHidden/>
          </w:rPr>
          <w:tab/>
        </w:r>
        <w:r w:rsidR="008E3DB2">
          <w:rPr>
            <w:noProof/>
            <w:webHidden/>
          </w:rPr>
          <w:fldChar w:fldCharType="begin"/>
        </w:r>
        <w:r w:rsidR="008E3DB2">
          <w:rPr>
            <w:noProof/>
            <w:webHidden/>
          </w:rPr>
          <w:instrText xml:space="preserve"> PAGEREF _Toc421800852 \h </w:instrText>
        </w:r>
        <w:r w:rsidR="008E3DB2">
          <w:rPr>
            <w:noProof/>
            <w:webHidden/>
          </w:rPr>
        </w:r>
        <w:r w:rsidR="008E3DB2">
          <w:rPr>
            <w:noProof/>
            <w:webHidden/>
          </w:rPr>
          <w:fldChar w:fldCharType="separate"/>
        </w:r>
        <w:r w:rsidR="008E3DB2">
          <w:rPr>
            <w:noProof/>
            <w:webHidden/>
          </w:rPr>
          <w:t>406</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53" w:history="1">
        <w:r w:rsidR="008E3DB2" w:rsidRPr="005E78F3">
          <w:rPr>
            <w:rStyle w:val="Hyperlink"/>
            <w:noProof/>
          </w:rPr>
          <w:t>Trinidad and Tobago</w:t>
        </w:r>
        <w:r w:rsidR="008E3DB2">
          <w:rPr>
            <w:noProof/>
            <w:webHidden/>
          </w:rPr>
          <w:tab/>
        </w:r>
        <w:r w:rsidR="008E3DB2">
          <w:rPr>
            <w:noProof/>
            <w:webHidden/>
          </w:rPr>
          <w:fldChar w:fldCharType="begin"/>
        </w:r>
        <w:r w:rsidR="008E3DB2">
          <w:rPr>
            <w:noProof/>
            <w:webHidden/>
          </w:rPr>
          <w:instrText xml:space="preserve"> PAGEREF _Toc421800853 \h </w:instrText>
        </w:r>
        <w:r w:rsidR="008E3DB2">
          <w:rPr>
            <w:noProof/>
            <w:webHidden/>
          </w:rPr>
        </w:r>
        <w:r w:rsidR="008E3DB2">
          <w:rPr>
            <w:noProof/>
            <w:webHidden/>
          </w:rPr>
          <w:fldChar w:fldCharType="separate"/>
        </w:r>
        <w:r w:rsidR="008E3DB2">
          <w:rPr>
            <w:noProof/>
            <w:webHidden/>
          </w:rPr>
          <w:t>408</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54" w:history="1">
        <w:r w:rsidR="008E3DB2" w:rsidRPr="005E78F3">
          <w:rPr>
            <w:rStyle w:val="Hyperlink"/>
            <w:noProof/>
          </w:rPr>
          <w:t>Tunisia</w:t>
        </w:r>
        <w:r w:rsidR="008E3DB2">
          <w:rPr>
            <w:noProof/>
            <w:webHidden/>
          </w:rPr>
          <w:tab/>
        </w:r>
        <w:r w:rsidR="008E3DB2">
          <w:rPr>
            <w:noProof/>
            <w:webHidden/>
          </w:rPr>
          <w:fldChar w:fldCharType="begin"/>
        </w:r>
        <w:r w:rsidR="008E3DB2">
          <w:rPr>
            <w:noProof/>
            <w:webHidden/>
          </w:rPr>
          <w:instrText xml:space="preserve"> PAGEREF _Toc421800854 \h </w:instrText>
        </w:r>
        <w:r w:rsidR="008E3DB2">
          <w:rPr>
            <w:noProof/>
            <w:webHidden/>
          </w:rPr>
        </w:r>
        <w:r w:rsidR="008E3DB2">
          <w:rPr>
            <w:noProof/>
            <w:webHidden/>
          </w:rPr>
          <w:fldChar w:fldCharType="separate"/>
        </w:r>
        <w:r w:rsidR="008E3DB2">
          <w:rPr>
            <w:noProof/>
            <w:webHidden/>
          </w:rPr>
          <w:t>410</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55" w:history="1">
        <w:r w:rsidR="008E3DB2" w:rsidRPr="005E78F3">
          <w:rPr>
            <w:rStyle w:val="Hyperlink"/>
            <w:noProof/>
          </w:rPr>
          <w:t>Turkey</w:t>
        </w:r>
        <w:r w:rsidR="008E3DB2">
          <w:rPr>
            <w:noProof/>
            <w:webHidden/>
          </w:rPr>
          <w:tab/>
        </w:r>
        <w:r w:rsidR="008E3DB2">
          <w:rPr>
            <w:noProof/>
            <w:webHidden/>
          </w:rPr>
          <w:fldChar w:fldCharType="begin"/>
        </w:r>
        <w:r w:rsidR="008E3DB2">
          <w:rPr>
            <w:noProof/>
            <w:webHidden/>
          </w:rPr>
          <w:instrText xml:space="preserve"> PAGEREF _Toc421800855 \h </w:instrText>
        </w:r>
        <w:r w:rsidR="008E3DB2">
          <w:rPr>
            <w:noProof/>
            <w:webHidden/>
          </w:rPr>
        </w:r>
        <w:r w:rsidR="008E3DB2">
          <w:rPr>
            <w:noProof/>
            <w:webHidden/>
          </w:rPr>
          <w:fldChar w:fldCharType="separate"/>
        </w:r>
        <w:r w:rsidR="008E3DB2">
          <w:rPr>
            <w:noProof/>
            <w:webHidden/>
          </w:rPr>
          <w:t>412</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56" w:history="1">
        <w:r w:rsidR="008E3DB2" w:rsidRPr="005E78F3">
          <w:rPr>
            <w:rStyle w:val="Hyperlink"/>
            <w:noProof/>
          </w:rPr>
          <w:t>Turkmenistan</w:t>
        </w:r>
        <w:r w:rsidR="008E3DB2">
          <w:rPr>
            <w:noProof/>
            <w:webHidden/>
          </w:rPr>
          <w:tab/>
        </w:r>
        <w:r w:rsidR="008E3DB2">
          <w:rPr>
            <w:noProof/>
            <w:webHidden/>
          </w:rPr>
          <w:fldChar w:fldCharType="begin"/>
        </w:r>
        <w:r w:rsidR="008E3DB2">
          <w:rPr>
            <w:noProof/>
            <w:webHidden/>
          </w:rPr>
          <w:instrText xml:space="preserve"> PAGEREF _Toc421800856 \h </w:instrText>
        </w:r>
        <w:r w:rsidR="008E3DB2">
          <w:rPr>
            <w:noProof/>
            <w:webHidden/>
          </w:rPr>
        </w:r>
        <w:r w:rsidR="008E3DB2">
          <w:rPr>
            <w:noProof/>
            <w:webHidden/>
          </w:rPr>
          <w:fldChar w:fldCharType="separate"/>
        </w:r>
        <w:r w:rsidR="008E3DB2">
          <w:rPr>
            <w:noProof/>
            <w:webHidden/>
          </w:rPr>
          <w:t>414</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57" w:history="1">
        <w:r w:rsidR="008E3DB2" w:rsidRPr="005E78F3">
          <w:rPr>
            <w:rStyle w:val="Hyperlink"/>
            <w:noProof/>
          </w:rPr>
          <w:t>Tuvalu</w:t>
        </w:r>
        <w:r w:rsidR="008E3DB2">
          <w:rPr>
            <w:noProof/>
            <w:webHidden/>
          </w:rPr>
          <w:tab/>
        </w:r>
        <w:r w:rsidR="008E3DB2">
          <w:rPr>
            <w:noProof/>
            <w:webHidden/>
          </w:rPr>
          <w:fldChar w:fldCharType="begin"/>
        </w:r>
        <w:r w:rsidR="008E3DB2">
          <w:rPr>
            <w:noProof/>
            <w:webHidden/>
          </w:rPr>
          <w:instrText xml:space="preserve"> PAGEREF _Toc421800857 \h </w:instrText>
        </w:r>
        <w:r w:rsidR="008E3DB2">
          <w:rPr>
            <w:noProof/>
            <w:webHidden/>
          </w:rPr>
        </w:r>
        <w:r w:rsidR="008E3DB2">
          <w:rPr>
            <w:noProof/>
            <w:webHidden/>
          </w:rPr>
          <w:fldChar w:fldCharType="separate"/>
        </w:r>
        <w:r w:rsidR="008E3DB2">
          <w:rPr>
            <w:noProof/>
            <w:webHidden/>
          </w:rPr>
          <w:t>416</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58" w:history="1">
        <w:r w:rsidR="008E3DB2" w:rsidRPr="005E78F3">
          <w:rPr>
            <w:rStyle w:val="Hyperlink"/>
            <w:noProof/>
          </w:rPr>
          <w:t>Uganda</w:t>
        </w:r>
        <w:r w:rsidR="008E3DB2">
          <w:rPr>
            <w:noProof/>
            <w:webHidden/>
          </w:rPr>
          <w:tab/>
        </w:r>
        <w:r w:rsidR="008E3DB2">
          <w:rPr>
            <w:noProof/>
            <w:webHidden/>
          </w:rPr>
          <w:fldChar w:fldCharType="begin"/>
        </w:r>
        <w:r w:rsidR="008E3DB2">
          <w:rPr>
            <w:noProof/>
            <w:webHidden/>
          </w:rPr>
          <w:instrText xml:space="preserve"> PAGEREF _Toc421800858 \h </w:instrText>
        </w:r>
        <w:r w:rsidR="008E3DB2">
          <w:rPr>
            <w:noProof/>
            <w:webHidden/>
          </w:rPr>
        </w:r>
        <w:r w:rsidR="008E3DB2">
          <w:rPr>
            <w:noProof/>
            <w:webHidden/>
          </w:rPr>
          <w:fldChar w:fldCharType="separate"/>
        </w:r>
        <w:r w:rsidR="008E3DB2">
          <w:rPr>
            <w:noProof/>
            <w:webHidden/>
          </w:rPr>
          <w:t>417</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59" w:history="1">
        <w:r w:rsidR="008E3DB2" w:rsidRPr="005E78F3">
          <w:rPr>
            <w:rStyle w:val="Hyperlink"/>
            <w:noProof/>
          </w:rPr>
          <w:t>Ukraine</w:t>
        </w:r>
        <w:r w:rsidR="008E3DB2">
          <w:rPr>
            <w:noProof/>
            <w:webHidden/>
          </w:rPr>
          <w:tab/>
        </w:r>
        <w:r w:rsidR="008E3DB2">
          <w:rPr>
            <w:noProof/>
            <w:webHidden/>
          </w:rPr>
          <w:fldChar w:fldCharType="begin"/>
        </w:r>
        <w:r w:rsidR="008E3DB2">
          <w:rPr>
            <w:noProof/>
            <w:webHidden/>
          </w:rPr>
          <w:instrText xml:space="preserve"> PAGEREF _Toc421800859 \h </w:instrText>
        </w:r>
        <w:r w:rsidR="008E3DB2">
          <w:rPr>
            <w:noProof/>
            <w:webHidden/>
          </w:rPr>
        </w:r>
        <w:r w:rsidR="008E3DB2">
          <w:rPr>
            <w:noProof/>
            <w:webHidden/>
          </w:rPr>
          <w:fldChar w:fldCharType="separate"/>
        </w:r>
        <w:r w:rsidR="008E3DB2">
          <w:rPr>
            <w:noProof/>
            <w:webHidden/>
          </w:rPr>
          <w:t>419</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60" w:history="1">
        <w:r w:rsidR="008E3DB2" w:rsidRPr="005E78F3">
          <w:rPr>
            <w:rStyle w:val="Hyperlink"/>
            <w:noProof/>
          </w:rPr>
          <w:t>United Arab Emirates</w:t>
        </w:r>
        <w:r w:rsidR="008E3DB2">
          <w:rPr>
            <w:noProof/>
            <w:webHidden/>
          </w:rPr>
          <w:tab/>
        </w:r>
        <w:r w:rsidR="008E3DB2">
          <w:rPr>
            <w:noProof/>
            <w:webHidden/>
          </w:rPr>
          <w:fldChar w:fldCharType="begin"/>
        </w:r>
        <w:r w:rsidR="008E3DB2">
          <w:rPr>
            <w:noProof/>
            <w:webHidden/>
          </w:rPr>
          <w:instrText xml:space="preserve"> PAGEREF _Toc421800860 \h </w:instrText>
        </w:r>
        <w:r w:rsidR="008E3DB2">
          <w:rPr>
            <w:noProof/>
            <w:webHidden/>
          </w:rPr>
        </w:r>
        <w:r w:rsidR="008E3DB2">
          <w:rPr>
            <w:noProof/>
            <w:webHidden/>
          </w:rPr>
          <w:fldChar w:fldCharType="separate"/>
        </w:r>
        <w:r w:rsidR="008E3DB2">
          <w:rPr>
            <w:noProof/>
            <w:webHidden/>
          </w:rPr>
          <w:t>422</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61" w:history="1">
        <w:r w:rsidR="008E3DB2" w:rsidRPr="005E78F3">
          <w:rPr>
            <w:rStyle w:val="Hyperlink"/>
            <w:noProof/>
          </w:rPr>
          <w:t>United Kingdom</w:t>
        </w:r>
        <w:r w:rsidR="008E3DB2">
          <w:rPr>
            <w:noProof/>
            <w:webHidden/>
          </w:rPr>
          <w:tab/>
        </w:r>
        <w:r w:rsidR="008E3DB2">
          <w:rPr>
            <w:noProof/>
            <w:webHidden/>
          </w:rPr>
          <w:fldChar w:fldCharType="begin"/>
        </w:r>
        <w:r w:rsidR="008E3DB2">
          <w:rPr>
            <w:noProof/>
            <w:webHidden/>
          </w:rPr>
          <w:instrText xml:space="preserve"> PAGEREF _Toc421800861 \h </w:instrText>
        </w:r>
        <w:r w:rsidR="008E3DB2">
          <w:rPr>
            <w:noProof/>
            <w:webHidden/>
          </w:rPr>
        </w:r>
        <w:r w:rsidR="008E3DB2">
          <w:rPr>
            <w:noProof/>
            <w:webHidden/>
          </w:rPr>
          <w:fldChar w:fldCharType="separate"/>
        </w:r>
        <w:r w:rsidR="008E3DB2">
          <w:rPr>
            <w:noProof/>
            <w:webHidden/>
          </w:rPr>
          <w:t>424</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62" w:history="1">
        <w:r w:rsidR="008E3DB2" w:rsidRPr="005E78F3">
          <w:rPr>
            <w:rStyle w:val="Hyperlink"/>
            <w:noProof/>
          </w:rPr>
          <w:t>United Republic of Tanzania</w:t>
        </w:r>
        <w:r w:rsidR="008E3DB2">
          <w:rPr>
            <w:noProof/>
            <w:webHidden/>
          </w:rPr>
          <w:tab/>
        </w:r>
        <w:r w:rsidR="008E3DB2">
          <w:rPr>
            <w:noProof/>
            <w:webHidden/>
          </w:rPr>
          <w:fldChar w:fldCharType="begin"/>
        </w:r>
        <w:r w:rsidR="008E3DB2">
          <w:rPr>
            <w:noProof/>
            <w:webHidden/>
          </w:rPr>
          <w:instrText xml:space="preserve"> PAGEREF _Toc421800862 \h </w:instrText>
        </w:r>
        <w:r w:rsidR="008E3DB2">
          <w:rPr>
            <w:noProof/>
            <w:webHidden/>
          </w:rPr>
        </w:r>
        <w:r w:rsidR="008E3DB2">
          <w:rPr>
            <w:noProof/>
            <w:webHidden/>
          </w:rPr>
          <w:fldChar w:fldCharType="separate"/>
        </w:r>
        <w:r w:rsidR="008E3DB2">
          <w:rPr>
            <w:noProof/>
            <w:webHidden/>
          </w:rPr>
          <w:t>431</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63" w:history="1">
        <w:r w:rsidR="008E3DB2" w:rsidRPr="005E78F3">
          <w:rPr>
            <w:rStyle w:val="Hyperlink"/>
            <w:noProof/>
          </w:rPr>
          <w:t>United States of America</w:t>
        </w:r>
        <w:r w:rsidR="008E3DB2">
          <w:rPr>
            <w:noProof/>
            <w:webHidden/>
          </w:rPr>
          <w:tab/>
        </w:r>
        <w:r w:rsidR="008E3DB2">
          <w:rPr>
            <w:noProof/>
            <w:webHidden/>
          </w:rPr>
          <w:fldChar w:fldCharType="begin"/>
        </w:r>
        <w:r w:rsidR="008E3DB2">
          <w:rPr>
            <w:noProof/>
            <w:webHidden/>
          </w:rPr>
          <w:instrText xml:space="preserve"> PAGEREF _Toc421800863 \h </w:instrText>
        </w:r>
        <w:r w:rsidR="008E3DB2">
          <w:rPr>
            <w:noProof/>
            <w:webHidden/>
          </w:rPr>
        </w:r>
        <w:r w:rsidR="008E3DB2">
          <w:rPr>
            <w:noProof/>
            <w:webHidden/>
          </w:rPr>
          <w:fldChar w:fldCharType="separate"/>
        </w:r>
        <w:r w:rsidR="008E3DB2">
          <w:rPr>
            <w:noProof/>
            <w:webHidden/>
          </w:rPr>
          <w:t>433</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64" w:history="1">
        <w:r w:rsidR="008E3DB2" w:rsidRPr="005E78F3">
          <w:rPr>
            <w:rStyle w:val="Hyperlink"/>
            <w:noProof/>
          </w:rPr>
          <w:t>Uruguay</w:t>
        </w:r>
        <w:r w:rsidR="008E3DB2">
          <w:rPr>
            <w:noProof/>
            <w:webHidden/>
          </w:rPr>
          <w:tab/>
        </w:r>
        <w:r w:rsidR="008E3DB2">
          <w:rPr>
            <w:noProof/>
            <w:webHidden/>
          </w:rPr>
          <w:fldChar w:fldCharType="begin"/>
        </w:r>
        <w:r w:rsidR="008E3DB2">
          <w:rPr>
            <w:noProof/>
            <w:webHidden/>
          </w:rPr>
          <w:instrText xml:space="preserve"> PAGEREF _Toc421800864 \h </w:instrText>
        </w:r>
        <w:r w:rsidR="008E3DB2">
          <w:rPr>
            <w:noProof/>
            <w:webHidden/>
          </w:rPr>
        </w:r>
        <w:r w:rsidR="008E3DB2">
          <w:rPr>
            <w:noProof/>
            <w:webHidden/>
          </w:rPr>
          <w:fldChar w:fldCharType="separate"/>
        </w:r>
        <w:r w:rsidR="008E3DB2">
          <w:rPr>
            <w:noProof/>
            <w:webHidden/>
          </w:rPr>
          <w:t>441</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65" w:history="1">
        <w:r w:rsidR="008E3DB2" w:rsidRPr="005E78F3">
          <w:rPr>
            <w:rStyle w:val="Hyperlink"/>
            <w:noProof/>
          </w:rPr>
          <w:t>Uzbekistan</w:t>
        </w:r>
        <w:r w:rsidR="008E3DB2">
          <w:rPr>
            <w:noProof/>
            <w:webHidden/>
          </w:rPr>
          <w:tab/>
        </w:r>
        <w:r w:rsidR="008E3DB2">
          <w:rPr>
            <w:noProof/>
            <w:webHidden/>
          </w:rPr>
          <w:fldChar w:fldCharType="begin"/>
        </w:r>
        <w:r w:rsidR="008E3DB2">
          <w:rPr>
            <w:noProof/>
            <w:webHidden/>
          </w:rPr>
          <w:instrText xml:space="preserve"> PAGEREF _Toc421800865 \h </w:instrText>
        </w:r>
        <w:r w:rsidR="008E3DB2">
          <w:rPr>
            <w:noProof/>
            <w:webHidden/>
          </w:rPr>
        </w:r>
        <w:r w:rsidR="008E3DB2">
          <w:rPr>
            <w:noProof/>
            <w:webHidden/>
          </w:rPr>
          <w:fldChar w:fldCharType="separate"/>
        </w:r>
        <w:r w:rsidR="008E3DB2">
          <w:rPr>
            <w:noProof/>
            <w:webHidden/>
          </w:rPr>
          <w:t>442</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66" w:history="1">
        <w:r w:rsidR="008E3DB2" w:rsidRPr="005E78F3">
          <w:rPr>
            <w:rStyle w:val="Hyperlink"/>
            <w:noProof/>
          </w:rPr>
          <w:t>Vanuatu</w:t>
        </w:r>
        <w:r w:rsidR="008E3DB2">
          <w:rPr>
            <w:noProof/>
            <w:webHidden/>
          </w:rPr>
          <w:tab/>
        </w:r>
        <w:r w:rsidR="008E3DB2">
          <w:rPr>
            <w:noProof/>
            <w:webHidden/>
          </w:rPr>
          <w:fldChar w:fldCharType="begin"/>
        </w:r>
        <w:r w:rsidR="008E3DB2">
          <w:rPr>
            <w:noProof/>
            <w:webHidden/>
          </w:rPr>
          <w:instrText xml:space="preserve"> PAGEREF _Toc421800866 \h </w:instrText>
        </w:r>
        <w:r w:rsidR="008E3DB2">
          <w:rPr>
            <w:noProof/>
            <w:webHidden/>
          </w:rPr>
        </w:r>
        <w:r w:rsidR="008E3DB2">
          <w:rPr>
            <w:noProof/>
            <w:webHidden/>
          </w:rPr>
          <w:fldChar w:fldCharType="separate"/>
        </w:r>
        <w:r w:rsidR="008E3DB2">
          <w:rPr>
            <w:noProof/>
            <w:webHidden/>
          </w:rPr>
          <w:t>444</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67" w:history="1">
        <w:r w:rsidR="008E3DB2" w:rsidRPr="005E78F3">
          <w:rPr>
            <w:rStyle w:val="Hyperlink"/>
            <w:noProof/>
          </w:rPr>
          <w:t>Venezuela (Bolivarian Republic of)</w:t>
        </w:r>
        <w:r w:rsidR="008E3DB2">
          <w:rPr>
            <w:noProof/>
            <w:webHidden/>
          </w:rPr>
          <w:tab/>
        </w:r>
        <w:r w:rsidR="008E3DB2">
          <w:rPr>
            <w:noProof/>
            <w:webHidden/>
          </w:rPr>
          <w:fldChar w:fldCharType="begin"/>
        </w:r>
        <w:r w:rsidR="008E3DB2">
          <w:rPr>
            <w:noProof/>
            <w:webHidden/>
          </w:rPr>
          <w:instrText xml:space="preserve"> PAGEREF _Toc421800867 \h </w:instrText>
        </w:r>
        <w:r w:rsidR="008E3DB2">
          <w:rPr>
            <w:noProof/>
            <w:webHidden/>
          </w:rPr>
        </w:r>
        <w:r w:rsidR="008E3DB2">
          <w:rPr>
            <w:noProof/>
            <w:webHidden/>
          </w:rPr>
          <w:fldChar w:fldCharType="separate"/>
        </w:r>
        <w:r w:rsidR="008E3DB2">
          <w:rPr>
            <w:noProof/>
            <w:webHidden/>
          </w:rPr>
          <w:t>446</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68" w:history="1">
        <w:r w:rsidR="008E3DB2" w:rsidRPr="005E78F3">
          <w:rPr>
            <w:rStyle w:val="Hyperlink"/>
            <w:noProof/>
          </w:rPr>
          <w:t>Viet Nam</w:t>
        </w:r>
        <w:r w:rsidR="008E3DB2">
          <w:rPr>
            <w:noProof/>
            <w:webHidden/>
          </w:rPr>
          <w:tab/>
        </w:r>
        <w:r w:rsidR="008E3DB2">
          <w:rPr>
            <w:noProof/>
            <w:webHidden/>
          </w:rPr>
          <w:fldChar w:fldCharType="begin"/>
        </w:r>
        <w:r w:rsidR="008E3DB2">
          <w:rPr>
            <w:noProof/>
            <w:webHidden/>
          </w:rPr>
          <w:instrText xml:space="preserve"> PAGEREF _Toc421800868 \h </w:instrText>
        </w:r>
        <w:r w:rsidR="008E3DB2">
          <w:rPr>
            <w:noProof/>
            <w:webHidden/>
          </w:rPr>
        </w:r>
        <w:r w:rsidR="008E3DB2">
          <w:rPr>
            <w:noProof/>
            <w:webHidden/>
          </w:rPr>
          <w:fldChar w:fldCharType="separate"/>
        </w:r>
        <w:r w:rsidR="008E3DB2">
          <w:rPr>
            <w:noProof/>
            <w:webHidden/>
          </w:rPr>
          <w:t>447</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69" w:history="1">
        <w:r w:rsidR="008E3DB2" w:rsidRPr="005E78F3">
          <w:rPr>
            <w:rStyle w:val="Hyperlink"/>
            <w:noProof/>
          </w:rPr>
          <w:t>Yemen</w:t>
        </w:r>
        <w:r w:rsidR="008E3DB2">
          <w:rPr>
            <w:noProof/>
            <w:webHidden/>
          </w:rPr>
          <w:tab/>
        </w:r>
        <w:r w:rsidR="008E3DB2">
          <w:rPr>
            <w:noProof/>
            <w:webHidden/>
          </w:rPr>
          <w:fldChar w:fldCharType="begin"/>
        </w:r>
        <w:r w:rsidR="008E3DB2">
          <w:rPr>
            <w:noProof/>
            <w:webHidden/>
          </w:rPr>
          <w:instrText xml:space="preserve"> PAGEREF _Toc421800869 \h </w:instrText>
        </w:r>
        <w:r w:rsidR="008E3DB2">
          <w:rPr>
            <w:noProof/>
            <w:webHidden/>
          </w:rPr>
        </w:r>
        <w:r w:rsidR="008E3DB2">
          <w:rPr>
            <w:noProof/>
            <w:webHidden/>
          </w:rPr>
          <w:fldChar w:fldCharType="separate"/>
        </w:r>
        <w:r w:rsidR="008E3DB2">
          <w:rPr>
            <w:noProof/>
            <w:webHidden/>
          </w:rPr>
          <w:t>448</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70" w:history="1">
        <w:r w:rsidR="008E3DB2" w:rsidRPr="005E78F3">
          <w:rPr>
            <w:rStyle w:val="Hyperlink"/>
            <w:noProof/>
          </w:rPr>
          <w:t>Zambia</w:t>
        </w:r>
        <w:r w:rsidR="008E3DB2">
          <w:rPr>
            <w:noProof/>
            <w:webHidden/>
          </w:rPr>
          <w:tab/>
        </w:r>
        <w:r w:rsidR="008E3DB2">
          <w:rPr>
            <w:noProof/>
            <w:webHidden/>
          </w:rPr>
          <w:fldChar w:fldCharType="begin"/>
        </w:r>
        <w:r w:rsidR="008E3DB2">
          <w:rPr>
            <w:noProof/>
            <w:webHidden/>
          </w:rPr>
          <w:instrText xml:space="preserve"> PAGEREF _Toc421800870 \h </w:instrText>
        </w:r>
        <w:r w:rsidR="008E3DB2">
          <w:rPr>
            <w:noProof/>
            <w:webHidden/>
          </w:rPr>
        </w:r>
        <w:r w:rsidR="008E3DB2">
          <w:rPr>
            <w:noProof/>
            <w:webHidden/>
          </w:rPr>
          <w:fldChar w:fldCharType="separate"/>
        </w:r>
        <w:r w:rsidR="008E3DB2">
          <w:rPr>
            <w:noProof/>
            <w:webHidden/>
          </w:rPr>
          <w:t>449</w:t>
        </w:r>
        <w:r w:rsidR="008E3DB2">
          <w:rPr>
            <w:noProof/>
            <w:webHidden/>
          </w:rPr>
          <w:fldChar w:fldCharType="end"/>
        </w:r>
      </w:hyperlink>
    </w:p>
    <w:p w:rsidR="008E3DB2" w:rsidRDefault="00E92AE7">
      <w:pPr>
        <w:pStyle w:val="TOC2"/>
        <w:tabs>
          <w:tab w:val="right" w:leader="dot" w:pos="9345"/>
        </w:tabs>
        <w:rPr>
          <w:rFonts w:asciiTheme="minorHAnsi" w:eastAsiaTheme="minorEastAsia" w:hAnsiTheme="minorHAnsi" w:cstheme="minorBidi"/>
          <w:smallCaps w:val="0"/>
          <w:noProof/>
          <w:szCs w:val="22"/>
        </w:rPr>
      </w:pPr>
      <w:hyperlink w:anchor="_Toc421800871" w:history="1">
        <w:r w:rsidR="008E3DB2" w:rsidRPr="005E78F3">
          <w:rPr>
            <w:rStyle w:val="Hyperlink"/>
            <w:noProof/>
          </w:rPr>
          <w:t>Zimbabwe</w:t>
        </w:r>
        <w:r w:rsidR="008E3DB2">
          <w:rPr>
            <w:noProof/>
            <w:webHidden/>
          </w:rPr>
          <w:tab/>
        </w:r>
        <w:r w:rsidR="008E3DB2">
          <w:rPr>
            <w:noProof/>
            <w:webHidden/>
          </w:rPr>
          <w:fldChar w:fldCharType="begin"/>
        </w:r>
        <w:r w:rsidR="008E3DB2">
          <w:rPr>
            <w:noProof/>
            <w:webHidden/>
          </w:rPr>
          <w:instrText xml:space="preserve"> PAGEREF _Toc421800871 \h </w:instrText>
        </w:r>
        <w:r w:rsidR="008E3DB2">
          <w:rPr>
            <w:noProof/>
            <w:webHidden/>
          </w:rPr>
        </w:r>
        <w:r w:rsidR="008E3DB2">
          <w:rPr>
            <w:noProof/>
            <w:webHidden/>
          </w:rPr>
          <w:fldChar w:fldCharType="separate"/>
        </w:r>
        <w:r w:rsidR="008E3DB2">
          <w:rPr>
            <w:noProof/>
            <w:webHidden/>
          </w:rPr>
          <w:t>451</w:t>
        </w:r>
        <w:r w:rsidR="008E3DB2">
          <w:rPr>
            <w:noProof/>
            <w:webHidden/>
          </w:rPr>
          <w:fldChar w:fldCharType="end"/>
        </w:r>
      </w:hyperlink>
    </w:p>
    <w:p w:rsidR="00BC0437" w:rsidRPr="00BC0437" w:rsidRDefault="00C53D3D" w:rsidP="00C53D3D">
      <w:pPr>
        <w:rPr>
          <w:rFonts w:eastAsia="Times New Roman"/>
          <w:szCs w:val="22"/>
          <w:lang w:eastAsia="en-US"/>
        </w:rPr>
      </w:pPr>
      <w:r>
        <w:rPr>
          <w:rFonts w:eastAsia="Times New Roman" w:cs="Times New Roman"/>
          <w:caps/>
          <w:szCs w:val="22"/>
          <w:lang w:eastAsia="en-US"/>
        </w:rPr>
        <w:fldChar w:fldCharType="end"/>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b/>
          <w:szCs w:val="22"/>
          <w:lang w:eastAsia="en-US"/>
        </w:rPr>
      </w:pPr>
    </w:p>
    <w:p w:rsidR="00BC0437" w:rsidRPr="00BC0437" w:rsidRDefault="00BC0437" w:rsidP="00C53D3D">
      <w:pPr>
        <w:pStyle w:val="Heading1"/>
        <w:rPr>
          <w:lang w:eastAsia="en-US"/>
        </w:rPr>
      </w:pPr>
      <w:r w:rsidRPr="00BC0437">
        <w:rPr>
          <w:lang w:eastAsia="en-US"/>
        </w:rPr>
        <w:br w:type="page"/>
      </w:r>
      <w:bookmarkStart w:id="5" w:name="_Toc421800677"/>
      <w:r w:rsidRPr="00BC0437">
        <w:rPr>
          <w:lang w:eastAsia="en-US"/>
        </w:rPr>
        <w:t>EXECUTIVE SUMMARY</w:t>
      </w:r>
      <w:bookmarkEnd w:id="5"/>
    </w:p>
    <w:p w:rsidR="00BC0437" w:rsidRPr="00BC0437" w:rsidRDefault="00BC0437" w:rsidP="00BC0437">
      <w:pPr>
        <w:rPr>
          <w:rFonts w:eastAsia="Times New Roman"/>
          <w:szCs w:val="22"/>
          <w:lang w:eastAsia="en-US"/>
        </w:rPr>
      </w:pPr>
    </w:p>
    <w:p w:rsidR="00BC0437" w:rsidRPr="00BC0437" w:rsidRDefault="00BC0437" w:rsidP="00C53D3D">
      <w:pPr>
        <w:pStyle w:val="Heading1"/>
        <w:rPr>
          <w:lang w:eastAsia="en-US"/>
        </w:rPr>
      </w:pPr>
      <w:bookmarkStart w:id="6" w:name="_Toc421800678"/>
      <w:r w:rsidRPr="00BC0437">
        <w:rPr>
          <w:lang w:eastAsia="en-US"/>
        </w:rPr>
        <w:t>Introduction</w:t>
      </w:r>
      <w:bookmarkEnd w:id="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This report is the third in a series of studies commissioned by the World Intellectual Property Organization on copyright exceptions for libraries and archives,</w:t>
      </w:r>
      <w:r w:rsidRPr="00BC0437">
        <w:rPr>
          <w:rFonts w:eastAsia="Times New Roman"/>
          <w:szCs w:val="22"/>
          <w:vertAlign w:val="superscript"/>
          <w:lang w:eastAsia="en-US"/>
        </w:rPr>
        <w:footnoteReference w:id="2"/>
      </w:r>
      <w:r w:rsidRPr="00BC0437">
        <w:rPr>
          <w:rFonts w:eastAsia="Times New Roman"/>
          <w:szCs w:val="22"/>
          <w:lang w:eastAsia="en-US"/>
        </w:rPr>
        <w:t xml:space="preserve"> each undertaken by Dr. Kenneth D. Crews as principal investigator.  This report supersedes in full the data collections presented in the previous two studies from 2008</w:t>
      </w:r>
      <w:r w:rsidRPr="00BC0437">
        <w:rPr>
          <w:rFonts w:eastAsia="Times New Roman"/>
          <w:szCs w:val="22"/>
          <w:vertAlign w:val="superscript"/>
          <w:lang w:eastAsia="en-US"/>
        </w:rPr>
        <w:footnoteReference w:id="3"/>
      </w:r>
      <w:r w:rsidRPr="00BC0437">
        <w:rPr>
          <w:rFonts w:eastAsia="Times New Roman"/>
          <w:szCs w:val="22"/>
          <w:lang w:eastAsia="en-US"/>
        </w:rPr>
        <w:t xml:space="preserve"> and 2014.</w:t>
      </w:r>
      <w:r w:rsidRPr="00BC0437">
        <w:rPr>
          <w:rFonts w:eastAsia="Times New Roman"/>
          <w:szCs w:val="22"/>
          <w:vertAlign w:val="superscript"/>
          <w:lang w:eastAsia="en-US"/>
        </w:rPr>
        <w:footnoteReference w:id="4"/>
      </w:r>
      <w:r w:rsidRPr="00BC0437">
        <w:rPr>
          <w:rFonts w:eastAsia="Times New Roman"/>
          <w:szCs w:val="22"/>
          <w:lang w:eastAsia="en-US"/>
        </w:rPr>
        <w:t xml:space="preserve">  All three studies examine the nature and diversity of statutory provisions in the copyright law of WIPO Member States and provide an analytical survey of the relevant law.  The present report, however, consolidates information from the 2008 and 2014 studies, adds substantial new information and updated statutes, expands the coverage of statutory topics, and reexamines nearly every detail.  For the first time, this report gathers and analyzes law related to copyright exceptions from all 188 countries that are current members of WIPO.</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i/>
          <w:szCs w:val="22"/>
          <w:lang w:eastAsia="en-US"/>
        </w:rPr>
      </w:pPr>
      <w:r w:rsidRPr="00BC0437">
        <w:rPr>
          <w:rFonts w:eastAsia="Times New Roman"/>
          <w:szCs w:val="22"/>
          <w:lang w:eastAsia="en-US"/>
        </w:rPr>
        <w:t>Of the 188 member countries, 156 of them have at least one statutory library exception, and most of the countries have multiple statutory provisions addressing a variety of library issues.  Thus, of the 188 countries, 32 have no library exception in their domestic copyright statutes.  These basic statistics suggest strongly that exceptions for libraries and archives are fundamental to the structure of copyright law throughout the world, and that the exceptions play an important role in facilitating library services and serving the social objectives of copyright law.  The most common subject matter of the statutes is making copies (usually single copies) of works for readers, researchers, and other library users, and making copies for preservation of materials in the collections.  Almost as frequently, countries have enacted statutes authorizing libraries to make copies for replacement of works that have suffered damage or loss.</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These three topics long have been a mainstay of library exceptions, but recent years have brought revisions that reflect changing needs and new technologies.  Most significantly, the European Union adopted a 2001 directive that authorized member countries to make digitized copies of works available to users on the premises of the library for research and study.</w:t>
      </w:r>
      <w:r w:rsidRPr="00BC0437">
        <w:rPr>
          <w:rFonts w:eastAsia="Times New Roman"/>
          <w:szCs w:val="22"/>
          <w:vertAlign w:val="superscript"/>
          <w:lang w:eastAsia="en-US"/>
        </w:rPr>
        <w:footnoteReference w:id="5"/>
      </w:r>
      <w:r w:rsidRPr="00BC0437">
        <w:rPr>
          <w:rFonts w:eastAsia="Times New Roman"/>
          <w:szCs w:val="22"/>
          <w:lang w:eastAsia="en-US"/>
        </w:rPr>
        <w:t xml:space="preserve">  That provision has been adopted in many of the European countries, and analogous statutes have been made a part of domestic law in countries beyond the E.U.  On the other hand, relatively few countries have enacted truly distinctive law that breaks from various trends in lawmaking to address newly emerging problem areas at the border between copyright and digital technologies.  Among the countries that have enacted extensive and original statutes in recent years are Canada, the Russian Federation, and the United Kingdom.</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While few countries have enacted comparable major changes, at any given time many countries are either revising their library exceptions or adopting entirely new copyright acts.  Indeed, Mauritius and Seychelles adopted wholly new copyright acts in 2014.  Revisions of selected copyright statutes have occurred during just the last several months in numerous European countries</w:t>
      </w:r>
      <w:r w:rsidRPr="00BC0437">
        <w:rPr>
          <w:rFonts w:eastAsia="Times New Roman"/>
          <w:szCs w:val="22"/>
          <w:vertAlign w:val="superscript"/>
          <w:lang w:eastAsia="en-US"/>
        </w:rPr>
        <w:footnoteReference w:id="6"/>
      </w:r>
      <w:r w:rsidRPr="00BC0437">
        <w:rPr>
          <w:rFonts w:eastAsia="Times New Roman"/>
          <w:szCs w:val="22"/>
          <w:lang w:eastAsia="en-US"/>
        </w:rPr>
        <w:t xml:space="preserve"> and in Canada, Mexico, Peru, and Singapore.  Research on worldwide copyright developments is a dynamic pursuit.</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Copyright statutes also reflect the tension that can exist among a country’s competing objectives.  The details of the library exceptions reveal much about the relationship of copyright law to library services.  They also can manifest a compromise among cultural, historical, and economic objectives, typically by permitting libraries to make socially beneficial uses of copyrighted works, while setting limits and conditions aimed at protecting the interests of copyright owners, publishers, and other rightsholders.  This report offers the raw data of statutes that can allow for a deeper understanding of the objectives and alternatives for developing even more effective law in the future.</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C53D3D">
      <w:pPr>
        <w:pStyle w:val="Heading1"/>
        <w:rPr>
          <w:lang w:eastAsia="en-US"/>
        </w:rPr>
      </w:pPr>
      <w:bookmarkStart w:id="7" w:name="_Toc207648387"/>
      <w:bookmarkStart w:id="8" w:name="_Toc207648968"/>
      <w:bookmarkStart w:id="9" w:name="_Toc207649423"/>
      <w:bookmarkStart w:id="10" w:name="_Toc207649787"/>
      <w:bookmarkStart w:id="11" w:name="_Toc207650188"/>
      <w:bookmarkStart w:id="12" w:name="_Toc208637837"/>
      <w:bookmarkStart w:id="13" w:name="_Toc421800679"/>
      <w:r w:rsidRPr="00BC0437">
        <w:rPr>
          <w:lang w:eastAsia="en-US"/>
        </w:rPr>
        <w:t>Terminology</w:t>
      </w:r>
      <w:bookmarkEnd w:id="7"/>
      <w:bookmarkEnd w:id="8"/>
      <w:bookmarkEnd w:id="9"/>
      <w:bookmarkEnd w:id="10"/>
      <w:bookmarkEnd w:id="11"/>
      <w:bookmarkEnd w:id="12"/>
      <w:bookmarkEnd w:id="1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The terms and labels employed in the examination of copyright and copyright exceptions can have profound implications.  This report employs many of the same terms used in the earlier studies, and some merit repeating here:</w:t>
      </w:r>
    </w:p>
    <w:p w:rsidR="00BC0437" w:rsidRPr="00BC0437" w:rsidRDefault="00BC0437" w:rsidP="00BC0437">
      <w:pPr>
        <w:rPr>
          <w:rFonts w:eastAsia="Times New Roman"/>
          <w:szCs w:val="22"/>
          <w:lang w:eastAsia="en-US"/>
        </w:rPr>
      </w:pPr>
    </w:p>
    <w:p w:rsidR="00BC0437" w:rsidRPr="00BC0437" w:rsidRDefault="00BC0437" w:rsidP="00BC0437">
      <w:pPr>
        <w:numPr>
          <w:ilvl w:val="0"/>
          <w:numId w:val="9"/>
        </w:numPr>
        <w:rPr>
          <w:rFonts w:eastAsia="Times New Roman"/>
          <w:szCs w:val="22"/>
          <w:lang w:eastAsia="en-US"/>
        </w:rPr>
      </w:pPr>
      <w:r w:rsidRPr="00BC0437">
        <w:rPr>
          <w:rFonts w:eastAsia="Times New Roman"/>
          <w:szCs w:val="22"/>
          <w:lang w:eastAsia="en-US"/>
        </w:rPr>
        <w:t>“Library” and “librarian”:  At least in this introductory section, these terms may be used to include not only libraries and librarians, but also archives and archivists.  The differences between libraries and archives are many and important.  For the sake of efficiency of language, this report may occasionally use the term “library” to address both types of institutions.  However, the charts do not generalize and do not shortcut the language.  If the statute encompasses libraries and archives, or museums and any other institution, the charts reflect that detail.  Similarly, if the statute references only “libraries,” so does the chart.</w:t>
      </w:r>
    </w:p>
    <w:p w:rsidR="00BC0437" w:rsidRPr="00BC0437" w:rsidRDefault="00BC0437" w:rsidP="00BC0437">
      <w:pPr>
        <w:rPr>
          <w:rFonts w:eastAsia="Times New Roman"/>
          <w:szCs w:val="22"/>
          <w:lang w:eastAsia="en-US"/>
        </w:rPr>
      </w:pPr>
    </w:p>
    <w:p w:rsidR="00BC0437" w:rsidRPr="00BC0437" w:rsidRDefault="00BC0437" w:rsidP="00BC0437">
      <w:pPr>
        <w:numPr>
          <w:ilvl w:val="0"/>
          <w:numId w:val="9"/>
        </w:numPr>
        <w:ind w:left="714" w:hanging="357"/>
        <w:rPr>
          <w:rFonts w:eastAsia="Times New Roman"/>
          <w:szCs w:val="22"/>
          <w:lang w:eastAsia="en-US"/>
        </w:rPr>
      </w:pPr>
      <w:r w:rsidRPr="00BC0437">
        <w:rPr>
          <w:rFonts w:eastAsia="Times New Roman"/>
          <w:szCs w:val="22"/>
          <w:lang w:eastAsia="en-US"/>
        </w:rPr>
        <w:t>“Copyright”:  The scope and character of copyright law is changing in many countries.  For this report, the term “copyright” will refer to the legal rights associated with a protected work of any type.  Those rights will most often encompass the so-called “economic rights” of reproduction and the like.  Where appropriate, this report will make occasional mention of moral rights and neighboring rights (referred to in some jurisdictions as “related rights”).</w:t>
      </w:r>
    </w:p>
    <w:p w:rsidR="00BC0437" w:rsidRPr="00BC0437" w:rsidRDefault="00BC0437" w:rsidP="00BC0437">
      <w:pPr>
        <w:rPr>
          <w:rFonts w:eastAsia="Times New Roman"/>
          <w:szCs w:val="22"/>
          <w:lang w:eastAsia="en-US"/>
        </w:rPr>
      </w:pPr>
    </w:p>
    <w:p w:rsidR="00BC0437" w:rsidRPr="00BC0437" w:rsidRDefault="00BC0437" w:rsidP="00BC0437">
      <w:pPr>
        <w:numPr>
          <w:ilvl w:val="0"/>
          <w:numId w:val="9"/>
        </w:numPr>
        <w:ind w:left="714" w:hanging="357"/>
        <w:rPr>
          <w:rFonts w:eastAsia="Times New Roman"/>
          <w:szCs w:val="22"/>
          <w:lang w:eastAsia="en-US"/>
        </w:rPr>
      </w:pPr>
      <w:r w:rsidRPr="00BC0437">
        <w:rPr>
          <w:rFonts w:eastAsia="Times New Roman"/>
          <w:szCs w:val="22"/>
          <w:lang w:eastAsia="en-US"/>
        </w:rPr>
        <w:t>“Exception”:  This report is fundamentally about copyright limitations and exceptions.  The language of the law and of legal literature will sometimes use other labels, including “exemptions,” or “limitations on rights of copyright owners,” or “rights of copyright users.”  This report takes no position on the appropriateness of any label, other than selecting “exception” for purposes of clarity and simplicity.  The particular exceptions applicable explicitly to libraries (and archives) are “library exceptions.”</w:t>
      </w:r>
      <w:r w:rsidRPr="00BC0437">
        <w:rPr>
          <w:rFonts w:eastAsia="Times New Roman"/>
          <w:szCs w:val="22"/>
          <w:vertAlign w:val="superscript"/>
          <w:lang w:eastAsia="en-US"/>
        </w:rPr>
        <w:footnoteReference w:id="7"/>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The working definition of a “library exception” for this report presumes that the library or other institution is permitted by the statute to use the work without permission from the author, copyright owner, or any other party, and that no payment or other remuneration is due for the use.  Therefore, if the statute expressly makes the statement that the use is allowed without permission or payment, those elements of the statute may not be reiterated in the charts.  Conversely, if the statute states that application of the exception is conditioned on permission or payment, or participation in a licensing system, that statutory requirement is included in the charts.</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C53D3D">
      <w:pPr>
        <w:pStyle w:val="Heading1"/>
        <w:rPr>
          <w:lang w:eastAsia="en-US"/>
        </w:rPr>
      </w:pPr>
      <w:bookmarkStart w:id="14" w:name="_Toc421800680"/>
      <w:r w:rsidRPr="00BC0437">
        <w:rPr>
          <w:lang w:eastAsia="en-US"/>
        </w:rPr>
        <w:t>Scope of the Study</w:t>
      </w:r>
      <w:bookmarkEnd w:id="1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 xml:space="preserve">This study focuses on those provisions of domestic copyright legislation that establish explicit copyright exceptions applicable to libraries in general or to certain types of libraries in broad categories.  The study does not systematically encompass statutes applicable only to individually named libraries or to small and limited groups, such as state libraries or national libraries.  </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The research also encompasses law related to the issue of circumvention of technological protection systems, principally to underscore any provisions that might allow libraries or archives to engage in circumvention or other acts, that would be otherwise prohibited, in fulfillment of their services or to exercise the benefits of a library exception when the work in question is behind the protection of technological measures.</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If a country’s law includes no library exception, that fact is noted at the outset of that country’s charts.</w:t>
      </w:r>
      <w:r w:rsidRPr="00BC0437">
        <w:rPr>
          <w:rFonts w:eastAsia="Times New Roman"/>
          <w:szCs w:val="22"/>
          <w:vertAlign w:val="superscript"/>
          <w:lang w:eastAsia="en-US"/>
        </w:rPr>
        <w:footnoteReference w:id="8"/>
      </w:r>
      <w:r w:rsidRPr="00BC0437">
        <w:rPr>
          <w:rFonts w:eastAsia="Times New Roman"/>
          <w:szCs w:val="22"/>
          <w:lang w:eastAsia="en-US"/>
        </w:rPr>
        <w:t xml:space="preserve">  Otherwise, detailed charts break out the elements of statutes on topics such as:</w:t>
      </w:r>
    </w:p>
    <w:p w:rsidR="00BC0437" w:rsidRPr="00BC0437" w:rsidRDefault="00BC0437" w:rsidP="00BC0437">
      <w:pPr>
        <w:rPr>
          <w:rFonts w:eastAsia="Times New Roman"/>
          <w:szCs w:val="22"/>
          <w:lang w:eastAsia="en-US"/>
        </w:rPr>
      </w:pPr>
    </w:p>
    <w:p w:rsidR="00BC0437" w:rsidRPr="00BC0437" w:rsidRDefault="00BC0437" w:rsidP="00BC0437">
      <w:pPr>
        <w:numPr>
          <w:ilvl w:val="0"/>
          <w:numId w:val="10"/>
        </w:numPr>
        <w:tabs>
          <w:tab w:val="left" w:pos="720"/>
        </w:tabs>
        <w:ind w:left="714" w:hanging="357"/>
        <w:contextualSpacing/>
        <w:rPr>
          <w:rFonts w:eastAsia="Times New Roman"/>
          <w:szCs w:val="22"/>
          <w:lang w:eastAsia="en-US"/>
        </w:rPr>
      </w:pPr>
      <w:r w:rsidRPr="00BC0437">
        <w:rPr>
          <w:rFonts w:eastAsia="Times New Roman"/>
          <w:szCs w:val="22"/>
          <w:lang w:eastAsia="en-US"/>
        </w:rPr>
        <w:t>General Library Exception.  Some countries have a broad and flexible provision that permits a library or other institution to make copies of works, usually subject to various conditions, but not limited to particular purposes.  The chart below notes the number of countries that have only a general library exception.  Many more countries have a general exception together with other provisions, but it is especially insightful to note those countries rely solely on a general exception, without the benefit of a more specific library statute.</w:t>
      </w:r>
    </w:p>
    <w:p w:rsidR="00BC0437" w:rsidRPr="00BC0437" w:rsidRDefault="00BC0437" w:rsidP="00BC0437">
      <w:pPr>
        <w:tabs>
          <w:tab w:val="left" w:pos="720"/>
        </w:tabs>
        <w:ind w:left="714"/>
        <w:contextualSpacing/>
        <w:rPr>
          <w:rFonts w:eastAsia="Times New Roman"/>
          <w:szCs w:val="22"/>
          <w:lang w:eastAsia="en-US"/>
        </w:rPr>
      </w:pPr>
    </w:p>
    <w:p w:rsidR="00BC0437" w:rsidRPr="00BC0437" w:rsidRDefault="00BC0437" w:rsidP="00BC0437">
      <w:pPr>
        <w:numPr>
          <w:ilvl w:val="0"/>
          <w:numId w:val="10"/>
        </w:numPr>
        <w:tabs>
          <w:tab w:val="left" w:pos="720"/>
        </w:tabs>
        <w:ind w:left="714" w:hanging="357"/>
        <w:contextualSpacing/>
        <w:rPr>
          <w:rFonts w:eastAsia="Times New Roman"/>
          <w:szCs w:val="22"/>
          <w:lang w:eastAsia="en-US"/>
        </w:rPr>
      </w:pPr>
      <w:r w:rsidRPr="00BC0437">
        <w:rPr>
          <w:rFonts w:eastAsia="Times New Roman"/>
          <w:szCs w:val="22"/>
          <w:lang w:eastAsia="en-US"/>
        </w:rPr>
        <w:t>Copies for Research and Study.  One of the most common statutes within this study is the provision permitting a library or other institution to make copies (usually single copies) at the request of a user, often specifically for that person’s research or private study.  This category of statutes includes any provision that authorizes the library to make a copy of a work for a user, whether “research and study” is noted in the statute or not.</w:t>
      </w:r>
    </w:p>
    <w:p w:rsidR="00BC0437" w:rsidRPr="00BC0437" w:rsidRDefault="00BC0437" w:rsidP="00BC0437">
      <w:pPr>
        <w:ind w:left="720"/>
        <w:contextualSpacing/>
        <w:rPr>
          <w:rFonts w:eastAsia="Times New Roman"/>
          <w:szCs w:val="22"/>
          <w:lang w:eastAsia="en-US"/>
        </w:rPr>
      </w:pPr>
    </w:p>
    <w:p w:rsidR="00BC0437" w:rsidRPr="00BC0437" w:rsidRDefault="00BC0437" w:rsidP="00BC0437">
      <w:pPr>
        <w:numPr>
          <w:ilvl w:val="0"/>
          <w:numId w:val="10"/>
        </w:numPr>
        <w:tabs>
          <w:tab w:val="left" w:pos="720"/>
        </w:tabs>
        <w:ind w:left="714" w:hanging="357"/>
        <w:contextualSpacing/>
        <w:rPr>
          <w:rFonts w:eastAsia="Times New Roman"/>
          <w:szCs w:val="22"/>
          <w:lang w:eastAsia="en-US"/>
        </w:rPr>
      </w:pPr>
      <w:r w:rsidRPr="00BC0437">
        <w:rPr>
          <w:rFonts w:eastAsia="Times New Roman"/>
          <w:szCs w:val="22"/>
          <w:lang w:eastAsia="en-US"/>
        </w:rPr>
        <w:t>Making Available.  The European Union directive of 2001, as described above, led many E.U. countries to adopt a statute allowing libraries to make digital works available to users on the premises, usually for their research or study.  The chart below notes that 28 countries have adopted such a statute.  It worth noting that 11 of those countries are not in the European Union.</w:t>
      </w:r>
    </w:p>
    <w:p w:rsidR="00BC0437" w:rsidRPr="00BC0437" w:rsidRDefault="00BC0437" w:rsidP="00BC0437">
      <w:pPr>
        <w:ind w:left="720"/>
        <w:contextualSpacing/>
        <w:rPr>
          <w:rFonts w:eastAsia="Times New Roman"/>
          <w:szCs w:val="22"/>
          <w:lang w:eastAsia="en-US"/>
        </w:rPr>
      </w:pPr>
    </w:p>
    <w:p w:rsidR="00BC0437" w:rsidRPr="00BC0437" w:rsidRDefault="00BC0437" w:rsidP="00BC0437">
      <w:pPr>
        <w:numPr>
          <w:ilvl w:val="0"/>
          <w:numId w:val="10"/>
        </w:numPr>
        <w:tabs>
          <w:tab w:val="left" w:pos="720"/>
        </w:tabs>
        <w:ind w:left="714" w:hanging="357"/>
        <w:contextualSpacing/>
        <w:rPr>
          <w:rFonts w:eastAsia="Times New Roman"/>
          <w:szCs w:val="22"/>
          <w:lang w:eastAsia="en-US"/>
        </w:rPr>
      </w:pPr>
      <w:r w:rsidRPr="00BC0437">
        <w:rPr>
          <w:rFonts w:eastAsia="Times New Roman"/>
          <w:szCs w:val="22"/>
          <w:lang w:eastAsia="en-US"/>
        </w:rPr>
        <w:t>Copies for Preservation or Replacement.  Also relatively common are statutes that authorize the library to make copies of works for preservation, without necessarily requiring that the work first be at risk.  Almost as common are statutes authorizing libraries to replace existing copies in the collection, or in the collection of another library, if the work is lost, damaged, deteriorated, or otherwise in jeopardy.</w:t>
      </w:r>
    </w:p>
    <w:p w:rsidR="00BC0437" w:rsidRPr="00BC0437" w:rsidRDefault="00BC0437" w:rsidP="00BC0437">
      <w:pPr>
        <w:ind w:left="720"/>
        <w:contextualSpacing/>
        <w:rPr>
          <w:rFonts w:eastAsia="Times New Roman"/>
          <w:szCs w:val="22"/>
          <w:lang w:eastAsia="en-US"/>
        </w:rPr>
      </w:pPr>
    </w:p>
    <w:p w:rsidR="00BC0437" w:rsidRPr="00BC0437" w:rsidRDefault="00BC0437" w:rsidP="00BC0437">
      <w:pPr>
        <w:numPr>
          <w:ilvl w:val="0"/>
          <w:numId w:val="10"/>
        </w:numPr>
        <w:tabs>
          <w:tab w:val="left" w:pos="720"/>
        </w:tabs>
        <w:ind w:left="714" w:hanging="357"/>
        <w:contextualSpacing/>
        <w:rPr>
          <w:rFonts w:eastAsia="Times New Roman"/>
          <w:szCs w:val="22"/>
          <w:lang w:eastAsia="en-US"/>
        </w:rPr>
      </w:pPr>
      <w:r w:rsidRPr="00BC0437">
        <w:rPr>
          <w:rFonts w:eastAsia="Times New Roman"/>
          <w:szCs w:val="22"/>
          <w:lang w:eastAsia="en-US"/>
        </w:rPr>
        <w:t>Interlibrary Loan or Document Supply.  Less common are statutes that permit libraries to make copies of works to provide to other libraries for the libraries’ use or for delivery to users at their request.</w:t>
      </w:r>
    </w:p>
    <w:p w:rsidR="00BC0437" w:rsidRPr="00BC0437" w:rsidRDefault="00BC0437" w:rsidP="00BC0437">
      <w:pPr>
        <w:ind w:left="720"/>
        <w:contextualSpacing/>
        <w:rPr>
          <w:rFonts w:eastAsia="Times New Roman"/>
          <w:szCs w:val="22"/>
          <w:lang w:eastAsia="en-US"/>
        </w:rPr>
      </w:pPr>
    </w:p>
    <w:p w:rsidR="00BC0437" w:rsidRPr="00BC0437" w:rsidRDefault="00BC0437" w:rsidP="00BC0437">
      <w:pPr>
        <w:numPr>
          <w:ilvl w:val="0"/>
          <w:numId w:val="10"/>
        </w:numPr>
        <w:tabs>
          <w:tab w:val="left" w:pos="720"/>
        </w:tabs>
        <w:ind w:left="714" w:hanging="357"/>
        <w:contextualSpacing/>
        <w:rPr>
          <w:rFonts w:eastAsia="Times New Roman"/>
          <w:szCs w:val="22"/>
          <w:lang w:eastAsia="en-US"/>
        </w:rPr>
      </w:pPr>
      <w:r w:rsidRPr="00BC0437">
        <w:rPr>
          <w:rFonts w:eastAsia="Times New Roman"/>
          <w:szCs w:val="22"/>
          <w:lang w:eastAsia="en-US"/>
        </w:rPr>
        <w:t>Anti-circumvention.  Many countries have enacted provisions barring the circumvention of technological protection measures.  Some of those countries also have enacted certain exemptions.  This study identifies countries that have statutory exemptions explicitly applicable to libraries.</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The charts often go far beyond this list of leading topics.  Some countries have enacted statutes on specialized needs of libraries, and those statutes are included here in detail.  Nearly every country has other exceptions and copyright provisions that might be important to libraries, even if the statute is not explicitly about libraries.  Thus, the “Miscellaneous” chart for each country often includes brief references to statutes on matters such as personal copying, public lending, fair dealing, the needs of disabled persons, and much more.  These mentions are hardly comprehensive.  They are little more than summaries of other statutes that might be useful to libraries or might be interesting points for further research; they are also not the result of exhaustive research and are not included as a consistent matter across all countries throughout the report.  Yet even as mere summaries of potentially relevant law, they demonstrate the expanding diversity of copyright exceptions and the growing complexity and importance of defining the interface between legal protection and copyright exceptions.</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5528"/>
      </w:tblGrid>
      <w:tr w:rsidR="00BC0437" w:rsidRPr="00C53D3D" w:rsidTr="00BC0437">
        <w:tc>
          <w:tcPr>
            <w:tcW w:w="8613" w:type="dxa"/>
            <w:gridSpan w:val="2"/>
            <w:shd w:val="clear" w:color="auto" w:fill="auto"/>
          </w:tcPr>
          <w:p w:rsidR="00BC0437" w:rsidRPr="00C53D3D" w:rsidRDefault="00BC0437" w:rsidP="00BC0437">
            <w:pPr>
              <w:rPr>
                <w:rFonts w:eastAsia="Times New Roman"/>
                <w:b/>
                <w:bCs/>
                <w:szCs w:val="22"/>
                <w:lang w:eastAsia="en-US"/>
              </w:rPr>
            </w:pPr>
            <w:r w:rsidRPr="00C53D3D">
              <w:rPr>
                <w:rFonts w:eastAsia="Times New Roman"/>
                <w:b/>
                <w:bCs/>
                <w:szCs w:val="22"/>
                <w:lang w:eastAsia="en-US"/>
              </w:rPr>
              <w:t>Library Exceptions in National Copyright Statutes</w:t>
            </w:r>
          </w:p>
          <w:p w:rsidR="00BC0437" w:rsidRPr="00C53D3D" w:rsidRDefault="00BC0437" w:rsidP="00BC0437">
            <w:pPr>
              <w:rPr>
                <w:rFonts w:eastAsia="Times New Roman"/>
                <w:szCs w:val="22"/>
                <w:lang w:eastAsia="en-US"/>
              </w:rPr>
            </w:pPr>
            <w:r w:rsidRPr="00C53D3D">
              <w:rPr>
                <w:rFonts w:eastAsia="Times New Roman"/>
                <w:szCs w:val="22"/>
                <w:lang w:eastAsia="en-US"/>
              </w:rPr>
              <w:t>Summary of Findings of a 2015 Study for the World Intellectual Property Organization</w:t>
            </w:r>
          </w:p>
          <w:p w:rsidR="00BC0437" w:rsidRPr="00C53D3D" w:rsidRDefault="00BC0437" w:rsidP="00BC0437">
            <w:pPr>
              <w:rPr>
                <w:rFonts w:eastAsia="Times New Roman"/>
                <w:szCs w:val="22"/>
                <w:lang w:eastAsia="en-US"/>
              </w:rPr>
            </w:pPr>
            <w:r w:rsidRPr="00C53D3D">
              <w:rPr>
                <w:rFonts w:eastAsia="Times New Roman"/>
                <w:szCs w:val="22"/>
                <w:lang w:eastAsia="en-US"/>
              </w:rPr>
              <w:t>Study by Kenneth D. Crews</w:t>
            </w:r>
          </w:p>
          <w:p w:rsidR="00BC0437" w:rsidRPr="00C53D3D" w:rsidRDefault="00BC0437" w:rsidP="00BC0437">
            <w:pPr>
              <w:rPr>
                <w:rFonts w:eastAsia="Times New Roman"/>
                <w:szCs w:val="22"/>
                <w:lang w:eastAsia="en-US"/>
              </w:rPr>
            </w:pPr>
            <w:r w:rsidRPr="00C53D3D">
              <w:rPr>
                <w:rFonts w:eastAsia="Times New Roman"/>
                <w:szCs w:val="22"/>
                <w:lang w:eastAsia="en-US"/>
              </w:rPr>
              <w:t>Total Countries in the Study: 188</w:t>
            </w:r>
          </w:p>
          <w:p w:rsidR="00BC0437" w:rsidRPr="00C53D3D" w:rsidRDefault="00BC0437" w:rsidP="00BC0437">
            <w:pPr>
              <w:rPr>
                <w:rFonts w:eastAsia="Times New Roman"/>
                <w:szCs w:val="22"/>
                <w:lang w:eastAsia="en-US"/>
              </w:rPr>
            </w:pPr>
          </w:p>
        </w:tc>
      </w:tr>
      <w:tr w:rsidR="00BC0437" w:rsidRPr="00C53D3D" w:rsidTr="00BC0437">
        <w:tc>
          <w:tcPr>
            <w:tcW w:w="3085" w:type="dxa"/>
            <w:shd w:val="clear" w:color="auto" w:fill="auto"/>
          </w:tcPr>
          <w:p w:rsidR="00BC0437" w:rsidRPr="00C53D3D" w:rsidRDefault="00BC0437" w:rsidP="00BC0437">
            <w:pPr>
              <w:rPr>
                <w:rFonts w:eastAsia="Times New Roman"/>
                <w:b/>
                <w:szCs w:val="22"/>
                <w:lang w:eastAsia="en-US"/>
              </w:rPr>
            </w:pPr>
            <w:r w:rsidRPr="00C53D3D">
              <w:rPr>
                <w:rFonts w:eastAsia="Times New Roman"/>
                <w:b/>
                <w:szCs w:val="22"/>
                <w:lang w:eastAsia="en-US"/>
              </w:rPr>
              <w:t>Exception</w:t>
            </w:r>
          </w:p>
        </w:tc>
        <w:tc>
          <w:tcPr>
            <w:tcW w:w="5528" w:type="dxa"/>
            <w:shd w:val="clear" w:color="auto" w:fill="auto"/>
          </w:tcPr>
          <w:p w:rsidR="00BC0437" w:rsidRPr="00C53D3D" w:rsidRDefault="00BC0437" w:rsidP="00BC0437">
            <w:pPr>
              <w:rPr>
                <w:rFonts w:eastAsia="Times New Roman"/>
                <w:b/>
                <w:szCs w:val="22"/>
                <w:lang w:eastAsia="en-US"/>
              </w:rPr>
            </w:pPr>
            <w:r w:rsidRPr="00C53D3D">
              <w:rPr>
                <w:rFonts w:eastAsia="Times New Roman"/>
                <w:b/>
                <w:szCs w:val="22"/>
                <w:lang w:eastAsia="en-US"/>
              </w:rPr>
              <w:t>Number of Countries</w:t>
            </w:r>
          </w:p>
        </w:tc>
      </w:tr>
      <w:tr w:rsidR="00BC0437" w:rsidRPr="00C53D3D" w:rsidTr="00BC0437">
        <w:tc>
          <w:tcPr>
            <w:tcW w:w="3085"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None</w:t>
            </w:r>
          </w:p>
          <w:p w:rsidR="00BC0437" w:rsidRPr="00C53D3D" w:rsidRDefault="00BC0437" w:rsidP="00BC0437">
            <w:pPr>
              <w:rPr>
                <w:rFonts w:eastAsia="Times New Roman"/>
                <w:szCs w:val="22"/>
                <w:lang w:eastAsia="en-US"/>
              </w:rPr>
            </w:pPr>
          </w:p>
        </w:tc>
        <w:tc>
          <w:tcPr>
            <w:tcW w:w="5528"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32</w:t>
            </w:r>
          </w:p>
        </w:tc>
      </w:tr>
      <w:tr w:rsidR="00BC0437" w:rsidRPr="00C53D3D" w:rsidTr="00BC0437">
        <w:tc>
          <w:tcPr>
            <w:tcW w:w="3085"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General Library Copying</w:t>
            </w:r>
          </w:p>
          <w:p w:rsidR="00BC0437" w:rsidRPr="00C53D3D" w:rsidRDefault="00BC0437" w:rsidP="00BC0437">
            <w:pPr>
              <w:rPr>
                <w:rFonts w:eastAsia="Times New Roman"/>
                <w:szCs w:val="22"/>
                <w:lang w:eastAsia="en-US"/>
              </w:rPr>
            </w:pPr>
            <w:r w:rsidRPr="00C53D3D">
              <w:rPr>
                <w:rFonts w:eastAsia="Times New Roman"/>
                <w:szCs w:val="22"/>
                <w:lang w:eastAsia="en-US"/>
              </w:rPr>
              <w:t xml:space="preserve">(Note: The statistic is the number of countries with </w:t>
            </w:r>
            <w:r w:rsidRPr="00C53D3D">
              <w:rPr>
                <w:rFonts w:eastAsia="Times New Roman"/>
                <w:i/>
                <w:szCs w:val="22"/>
                <w:lang w:eastAsia="en-US"/>
              </w:rPr>
              <w:t>only</w:t>
            </w:r>
            <w:r w:rsidRPr="00C53D3D">
              <w:rPr>
                <w:rFonts w:eastAsia="Times New Roman"/>
                <w:szCs w:val="22"/>
                <w:lang w:eastAsia="en-US"/>
              </w:rPr>
              <w:t xml:space="preserve"> a general exception.)</w:t>
            </w:r>
          </w:p>
          <w:p w:rsidR="00BC0437" w:rsidRPr="00C53D3D" w:rsidRDefault="00BC0437" w:rsidP="00BC0437">
            <w:pPr>
              <w:rPr>
                <w:rFonts w:eastAsia="Times New Roman"/>
                <w:szCs w:val="22"/>
                <w:lang w:eastAsia="en-US"/>
              </w:rPr>
            </w:pPr>
          </w:p>
        </w:tc>
        <w:tc>
          <w:tcPr>
            <w:tcW w:w="5528"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31</w:t>
            </w:r>
          </w:p>
        </w:tc>
      </w:tr>
      <w:tr w:rsidR="00BC0437" w:rsidRPr="00C53D3D" w:rsidTr="00BC0437">
        <w:tc>
          <w:tcPr>
            <w:tcW w:w="3085"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Copies for Library Users (Research or Study)</w:t>
            </w:r>
          </w:p>
          <w:p w:rsidR="00BC0437" w:rsidRPr="00C53D3D" w:rsidRDefault="00BC0437" w:rsidP="00BC0437">
            <w:pPr>
              <w:rPr>
                <w:rFonts w:eastAsia="Times New Roman"/>
                <w:szCs w:val="22"/>
                <w:lang w:eastAsia="en-US"/>
              </w:rPr>
            </w:pPr>
          </w:p>
        </w:tc>
        <w:tc>
          <w:tcPr>
            <w:tcW w:w="5528"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98</w:t>
            </w:r>
          </w:p>
        </w:tc>
      </w:tr>
      <w:tr w:rsidR="00BC0437" w:rsidRPr="00C53D3D" w:rsidTr="00BC0437">
        <w:tc>
          <w:tcPr>
            <w:tcW w:w="3085"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Copies for Preservation or Replacement</w:t>
            </w:r>
          </w:p>
          <w:p w:rsidR="00BC0437" w:rsidRPr="00C53D3D" w:rsidRDefault="00BC0437" w:rsidP="00BC0437">
            <w:pPr>
              <w:rPr>
                <w:rFonts w:eastAsia="Times New Roman"/>
                <w:szCs w:val="22"/>
                <w:lang w:eastAsia="en-US"/>
              </w:rPr>
            </w:pPr>
          </w:p>
        </w:tc>
        <w:tc>
          <w:tcPr>
            <w:tcW w:w="5528"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Preservation: 99</w:t>
            </w:r>
          </w:p>
          <w:p w:rsidR="00BC0437" w:rsidRPr="00C53D3D" w:rsidRDefault="00BC0437" w:rsidP="00BC0437">
            <w:pPr>
              <w:rPr>
                <w:rFonts w:eastAsia="Times New Roman"/>
                <w:szCs w:val="22"/>
                <w:lang w:eastAsia="en-US"/>
              </w:rPr>
            </w:pPr>
          </w:p>
          <w:p w:rsidR="00BC0437" w:rsidRPr="00C53D3D" w:rsidRDefault="00BC0437" w:rsidP="00BC0437">
            <w:pPr>
              <w:rPr>
                <w:rFonts w:eastAsia="Times New Roman"/>
                <w:szCs w:val="22"/>
                <w:lang w:eastAsia="en-US"/>
              </w:rPr>
            </w:pPr>
            <w:r w:rsidRPr="00C53D3D">
              <w:rPr>
                <w:rFonts w:eastAsia="Times New Roman"/>
                <w:szCs w:val="22"/>
                <w:lang w:eastAsia="en-US"/>
              </w:rPr>
              <w:t>Replacement: 90</w:t>
            </w:r>
          </w:p>
          <w:p w:rsidR="00BC0437" w:rsidRPr="00C53D3D" w:rsidRDefault="00BC0437" w:rsidP="00BC0437">
            <w:pPr>
              <w:rPr>
                <w:rFonts w:eastAsia="Times New Roman"/>
                <w:szCs w:val="22"/>
                <w:lang w:eastAsia="en-US"/>
              </w:rPr>
            </w:pPr>
          </w:p>
        </w:tc>
      </w:tr>
      <w:tr w:rsidR="00BC0437" w:rsidRPr="00C53D3D" w:rsidTr="00BC0437">
        <w:tc>
          <w:tcPr>
            <w:tcW w:w="3085"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Research or Study</w:t>
            </w:r>
          </w:p>
          <w:p w:rsidR="00BC0437" w:rsidRPr="00C53D3D" w:rsidRDefault="00BC0437" w:rsidP="00BC0437">
            <w:pPr>
              <w:rPr>
                <w:rFonts w:eastAsia="Times New Roman"/>
                <w:szCs w:val="22"/>
                <w:lang w:eastAsia="en-US"/>
              </w:rPr>
            </w:pPr>
            <w:r w:rsidRPr="00C53D3D">
              <w:rPr>
                <w:rFonts w:eastAsia="Times New Roman"/>
                <w:szCs w:val="22"/>
                <w:lang w:eastAsia="en-US"/>
              </w:rPr>
              <w:t>(Making Available)</w:t>
            </w:r>
          </w:p>
          <w:p w:rsidR="00BC0437" w:rsidRPr="00C53D3D" w:rsidRDefault="00BC0437" w:rsidP="00BC0437">
            <w:pPr>
              <w:rPr>
                <w:rFonts w:eastAsia="Times New Roman"/>
                <w:szCs w:val="22"/>
                <w:lang w:eastAsia="en-US"/>
              </w:rPr>
            </w:pPr>
          </w:p>
        </w:tc>
        <w:tc>
          <w:tcPr>
            <w:tcW w:w="5528"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28</w:t>
            </w:r>
          </w:p>
        </w:tc>
      </w:tr>
      <w:tr w:rsidR="00BC0437" w:rsidRPr="00C53D3D" w:rsidTr="00BC0437">
        <w:tc>
          <w:tcPr>
            <w:tcW w:w="3085"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Document Supply or Interlibrary Loan</w:t>
            </w:r>
          </w:p>
          <w:p w:rsidR="00BC0437" w:rsidRPr="00C53D3D" w:rsidRDefault="00BC0437" w:rsidP="00BC0437">
            <w:pPr>
              <w:rPr>
                <w:rFonts w:eastAsia="Times New Roman"/>
                <w:szCs w:val="22"/>
                <w:lang w:eastAsia="en-US"/>
              </w:rPr>
            </w:pPr>
          </w:p>
        </w:tc>
        <w:tc>
          <w:tcPr>
            <w:tcW w:w="5528"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Document Supply: 21</w:t>
            </w:r>
          </w:p>
          <w:p w:rsidR="00BC0437" w:rsidRPr="00C53D3D" w:rsidRDefault="00BC0437" w:rsidP="00BC0437">
            <w:pPr>
              <w:rPr>
                <w:rFonts w:eastAsia="Times New Roman"/>
                <w:szCs w:val="22"/>
                <w:lang w:eastAsia="en-US"/>
              </w:rPr>
            </w:pPr>
          </w:p>
          <w:p w:rsidR="00BC0437" w:rsidRPr="00C53D3D" w:rsidRDefault="00BC0437" w:rsidP="00BC0437">
            <w:pPr>
              <w:rPr>
                <w:rFonts w:eastAsia="Times New Roman"/>
                <w:szCs w:val="22"/>
                <w:lang w:eastAsia="en-US"/>
              </w:rPr>
            </w:pPr>
            <w:r w:rsidRPr="00C53D3D">
              <w:rPr>
                <w:rFonts w:eastAsia="Times New Roman"/>
                <w:szCs w:val="22"/>
                <w:lang w:eastAsia="en-US"/>
              </w:rPr>
              <w:t>Interlibrary Loan: 9</w:t>
            </w:r>
          </w:p>
          <w:p w:rsidR="00BC0437" w:rsidRPr="00C53D3D" w:rsidRDefault="00BC0437" w:rsidP="00BC0437">
            <w:pPr>
              <w:rPr>
                <w:rFonts w:eastAsia="Times New Roman"/>
                <w:szCs w:val="22"/>
                <w:lang w:eastAsia="en-US"/>
              </w:rPr>
            </w:pPr>
          </w:p>
        </w:tc>
      </w:tr>
      <w:tr w:rsidR="00BC0437" w:rsidRPr="00C53D3D" w:rsidTr="00BC0437">
        <w:tc>
          <w:tcPr>
            <w:tcW w:w="3085"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Anti-Circumvention of Technological Protection Measures – Exemption for Libraries</w:t>
            </w:r>
          </w:p>
          <w:p w:rsidR="00BC0437" w:rsidRPr="00C53D3D" w:rsidRDefault="00BC0437" w:rsidP="00BC0437">
            <w:pPr>
              <w:rPr>
                <w:rFonts w:eastAsia="Times New Roman"/>
                <w:szCs w:val="22"/>
                <w:lang w:eastAsia="en-US"/>
              </w:rPr>
            </w:pPr>
          </w:p>
        </w:tc>
        <w:tc>
          <w:tcPr>
            <w:tcW w:w="5528" w:type="dxa"/>
            <w:shd w:val="clear" w:color="auto" w:fill="auto"/>
          </w:tcPr>
          <w:p w:rsidR="00BC0437" w:rsidRPr="00C53D3D" w:rsidRDefault="00BC0437" w:rsidP="00BC0437">
            <w:pPr>
              <w:rPr>
                <w:rFonts w:eastAsia="Times New Roman"/>
                <w:szCs w:val="22"/>
                <w:lang w:eastAsia="en-US"/>
              </w:rPr>
            </w:pPr>
            <w:r w:rsidRPr="00C53D3D">
              <w:rPr>
                <w:rFonts w:eastAsia="Times New Roman"/>
                <w:szCs w:val="22"/>
                <w:lang w:eastAsia="en-US"/>
              </w:rPr>
              <w:t>52</w:t>
            </w:r>
          </w:p>
        </w:tc>
      </w:tr>
    </w:tbl>
    <w:p w:rsidR="00BC0437" w:rsidRPr="00C53D3D"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C53D3D">
      <w:pPr>
        <w:pStyle w:val="Heading1"/>
        <w:rPr>
          <w:lang w:eastAsia="en-US"/>
        </w:rPr>
      </w:pPr>
      <w:bookmarkStart w:id="15" w:name="_Toc421800681"/>
      <w:r w:rsidRPr="00BC0437">
        <w:rPr>
          <w:lang w:eastAsia="en-US"/>
        </w:rPr>
        <w:t>Methodology</w:t>
      </w:r>
      <w:bookmarkEnd w:id="1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While this 2015 report supersedes the 2008 and 2014 studies, the significance of the earlier studies for this report is unmistakable.  Preparation of this report began with a consolidation of the charts from the two existing reports and identification of remaining gaps and deficiencies.  The next step was an exhaustive review of the resources available on WIPO Lex, a vast resource of intellectual property statutes and other sources from all of the WIPO member countries (see www.wipo.int/wipolex/en/).  The WIPO Lex findings were supplemented, replaced, or confirmed through rigorous legal research, including online and database searches, library visits, and contacts with copyright offices and specialists in some countries.  Indeed, after following these research steps, the sources were further checked by visiting the website of the copyright office for each country, working principally from the list provided by WIPO (see www.wipo.int/directory/en/urls.jsp).  In general, the preference has been to cite to a statutory source available on WIPO Lex, but if a different and preferable source became available, it is used here.</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The research objective has been to find a reliable and current source for the library exceptions in each country.  The source ultimately cited may not be an “official” version of a country’s statute, but all indications from the research were that the source was current on the relevant issues, and the source and translation were reliable.  A general preference was to find a version that had been translated into English, although the researcher has the ability to make original translations from some languages.  Other translations were accomplished or verified through application of the translation tool on WIPO Lex or Google Translate.  In other instances, colleagues in various countries generously offered their skills and insights, and their important contributions are noted in the acknowledgements below.</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The statutes used in the analysis are cited at the end of each country’s charts.  Punctuation and spelling are edited for consistency throughout, except when included in a quotation.  The names of countries are consistent with the WIPO list of Member States (see www.wipo.int/members/en/).  Dates have been converted to a consistent format of day</w:t>
      </w:r>
      <w:r w:rsidRPr="00BC0437">
        <w:rPr>
          <w:rFonts w:eastAsia="Times New Roman"/>
          <w:szCs w:val="22"/>
          <w:lang w:eastAsia="en-US"/>
        </w:rPr>
        <w:noBreakHyphen/>
        <w:t>month</w:t>
      </w:r>
      <w:r w:rsidRPr="00BC0437">
        <w:rPr>
          <w:rFonts w:eastAsia="Times New Roman"/>
          <w:szCs w:val="22"/>
          <w:lang w:eastAsia="en-US"/>
        </w:rPr>
        <w:noBreakHyphen/>
        <w:t>year.  The dates at the end of each country’s entry in the report indicate the date in 2015 when the chart was last edited.  The entry may also include earlier dates, indicating when the charts had been last edited for inclusion in one or both of the previous WIPO studies.</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C53D3D">
      <w:pPr>
        <w:pStyle w:val="Heading1"/>
        <w:rPr>
          <w:lang w:eastAsia="en-US"/>
        </w:rPr>
      </w:pPr>
      <w:bookmarkStart w:id="16" w:name="_Toc421800682"/>
      <w:r w:rsidRPr="00BC0437">
        <w:rPr>
          <w:lang w:eastAsia="en-US"/>
        </w:rPr>
        <w:t>Acknowledgements</w:t>
      </w:r>
      <w:bookmarkEnd w:id="1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This study would have been impossible without support from colleagues in all parts of the world.  My thanks especially to the following professionals whose insights and information generously provided through the past two years directly shaped this study.</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Noureddine Ahmidouch, WIPO</w:t>
      </w:r>
    </w:p>
    <w:p w:rsidR="00BC0437" w:rsidRPr="00BC0437" w:rsidRDefault="00BC0437" w:rsidP="00BC0437">
      <w:pPr>
        <w:rPr>
          <w:rFonts w:eastAsia="Times New Roman"/>
          <w:szCs w:val="22"/>
          <w:lang w:eastAsia="en-US"/>
        </w:rPr>
      </w:pPr>
      <w:r w:rsidRPr="00BC0437">
        <w:rPr>
          <w:rFonts w:eastAsia="Times New Roman"/>
          <w:szCs w:val="22"/>
          <w:lang w:eastAsia="en-US"/>
        </w:rPr>
        <w:t>Shayea Alshayea, Saudi Arabia</w:t>
      </w:r>
    </w:p>
    <w:p w:rsidR="00BC0437" w:rsidRPr="00BC0437" w:rsidRDefault="00BC0437" w:rsidP="00BC0437">
      <w:pPr>
        <w:rPr>
          <w:rFonts w:eastAsia="Times New Roman"/>
          <w:szCs w:val="22"/>
          <w:lang w:eastAsia="en-US"/>
        </w:rPr>
      </w:pPr>
      <w:r w:rsidRPr="00BC0437">
        <w:rPr>
          <w:rFonts w:eastAsia="Times New Roman"/>
          <w:szCs w:val="22"/>
          <w:lang w:eastAsia="en-US"/>
        </w:rPr>
        <w:t>Nomintuya Baasankhuu, Mongolia</w:t>
      </w:r>
    </w:p>
    <w:p w:rsidR="00BC0437" w:rsidRPr="00BC0437" w:rsidRDefault="00BC0437" w:rsidP="00BC0437">
      <w:pPr>
        <w:rPr>
          <w:rFonts w:eastAsia="Times New Roman"/>
          <w:szCs w:val="22"/>
          <w:lang w:eastAsia="en-US"/>
        </w:rPr>
      </w:pPr>
      <w:r w:rsidRPr="00BC0437">
        <w:rPr>
          <w:rFonts w:eastAsia="Times New Roman"/>
          <w:szCs w:val="22"/>
          <w:lang w:eastAsia="en-US"/>
        </w:rPr>
        <w:t>Emilija Banionytė, Lithuania</w:t>
      </w:r>
    </w:p>
    <w:p w:rsidR="00BC0437" w:rsidRPr="00BC0437" w:rsidRDefault="00BC0437" w:rsidP="00BC0437">
      <w:pPr>
        <w:rPr>
          <w:rFonts w:eastAsia="Times New Roman"/>
          <w:szCs w:val="22"/>
          <w:lang w:eastAsia="en-US"/>
        </w:rPr>
      </w:pPr>
      <w:r w:rsidRPr="00BC0437">
        <w:rPr>
          <w:rFonts w:eastAsia="Times New Roman"/>
          <w:szCs w:val="22"/>
          <w:lang w:eastAsia="en-US"/>
        </w:rPr>
        <w:t>Alexandra Bhattacharya, Bangladesh</w:t>
      </w:r>
    </w:p>
    <w:p w:rsidR="00BC0437" w:rsidRPr="00BC0437" w:rsidRDefault="00BC0437" w:rsidP="00BC0437">
      <w:pPr>
        <w:rPr>
          <w:rFonts w:eastAsia="Times New Roman"/>
          <w:szCs w:val="22"/>
          <w:lang w:eastAsia="en-US"/>
        </w:rPr>
      </w:pPr>
      <w:r w:rsidRPr="00BC0437">
        <w:rPr>
          <w:rFonts w:eastAsia="Times New Roman"/>
          <w:szCs w:val="22"/>
          <w:lang w:eastAsia="en-US"/>
        </w:rPr>
        <w:t>Maja Bogataj Jančič, Slovenia</w:t>
      </w:r>
    </w:p>
    <w:p w:rsidR="00BC0437" w:rsidRPr="00BC0437" w:rsidRDefault="00BC0437" w:rsidP="00BC0437">
      <w:pPr>
        <w:rPr>
          <w:rFonts w:eastAsia="Times New Roman"/>
          <w:szCs w:val="22"/>
          <w:lang w:eastAsia="en-US"/>
        </w:rPr>
      </w:pPr>
      <w:r w:rsidRPr="00BC0437">
        <w:rPr>
          <w:rFonts w:eastAsia="Times New Roman"/>
          <w:szCs w:val="22"/>
          <w:lang w:eastAsia="en-US"/>
        </w:rPr>
        <w:t>Vicky Breemen, Netherlands</w:t>
      </w:r>
    </w:p>
    <w:p w:rsidR="00BC0437" w:rsidRPr="00BC0437" w:rsidRDefault="00BC0437" w:rsidP="00BC0437">
      <w:pPr>
        <w:rPr>
          <w:rFonts w:eastAsia="Times New Roman"/>
          <w:szCs w:val="22"/>
          <w:lang w:val="es-ES" w:eastAsia="en-US"/>
        </w:rPr>
      </w:pPr>
      <w:r w:rsidRPr="00BC0437">
        <w:rPr>
          <w:rFonts w:eastAsia="Times New Roman"/>
          <w:szCs w:val="22"/>
          <w:lang w:val="es-ES" w:eastAsia="en-US"/>
        </w:rPr>
        <w:t>Ana Budimir, Slovenia</w:t>
      </w:r>
    </w:p>
    <w:p w:rsidR="00BC0437" w:rsidRPr="00BC0437" w:rsidRDefault="00BC0437" w:rsidP="00BC0437">
      <w:pPr>
        <w:rPr>
          <w:rFonts w:eastAsia="Times New Roman"/>
          <w:szCs w:val="22"/>
          <w:lang w:val="es-ES" w:eastAsia="en-US"/>
        </w:rPr>
      </w:pPr>
      <w:r w:rsidRPr="00BC0437">
        <w:rPr>
          <w:rFonts w:eastAsia="Times New Roman"/>
          <w:szCs w:val="22"/>
          <w:lang w:val="es-ES" w:eastAsia="en-US"/>
        </w:rPr>
        <w:t>Diane Chadarevian, WIPO</w:t>
      </w:r>
    </w:p>
    <w:p w:rsidR="00BC0437" w:rsidRPr="00BC0437" w:rsidRDefault="00BC0437" w:rsidP="00BC0437">
      <w:pPr>
        <w:rPr>
          <w:rFonts w:eastAsia="Times New Roman"/>
          <w:szCs w:val="22"/>
          <w:lang w:eastAsia="en-US"/>
        </w:rPr>
      </w:pPr>
      <w:r w:rsidRPr="00BC0437">
        <w:rPr>
          <w:rFonts w:eastAsia="Times New Roman"/>
          <w:szCs w:val="22"/>
          <w:lang w:eastAsia="en-US"/>
        </w:rPr>
        <w:t>Aisulu Chubarova, Kyrgyzstan</w:t>
      </w:r>
    </w:p>
    <w:p w:rsidR="00BC0437" w:rsidRPr="00BC0437" w:rsidRDefault="00BC0437" w:rsidP="00BC0437">
      <w:pPr>
        <w:rPr>
          <w:rFonts w:eastAsia="Times New Roman"/>
          <w:szCs w:val="22"/>
          <w:lang w:eastAsia="en-US"/>
        </w:rPr>
      </w:pPr>
      <w:r w:rsidRPr="00BC0437">
        <w:rPr>
          <w:rFonts w:eastAsia="Times New Roman"/>
          <w:szCs w:val="22"/>
          <w:lang w:eastAsia="en-US"/>
        </w:rPr>
        <w:t>Teresa Hackett, Ireland</w:t>
      </w:r>
    </w:p>
    <w:p w:rsidR="00BC0437" w:rsidRPr="00BC0437" w:rsidRDefault="00BC0437" w:rsidP="00BC0437">
      <w:pPr>
        <w:rPr>
          <w:rFonts w:eastAsia="Times New Roman"/>
          <w:szCs w:val="22"/>
          <w:lang w:eastAsia="en-US"/>
        </w:rPr>
      </w:pPr>
      <w:r w:rsidRPr="00BC0437">
        <w:rPr>
          <w:rFonts w:eastAsia="Times New Roman"/>
          <w:szCs w:val="22"/>
          <w:lang w:eastAsia="en-US"/>
        </w:rPr>
        <w:t>Nina Hekau, Niue</w:t>
      </w:r>
    </w:p>
    <w:p w:rsidR="00BC0437" w:rsidRPr="00BC0437" w:rsidRDefault="00BC0437" w:rsidP="00BC0437">
      <w:pPr>
        <w:rPr>
          <w:rFonts w:eastAsia="Times New Roman"/>
          <w:szCs w:val="22"/>
          <w:lang w:eastAsia="en-US"/>
        </w:rPr>
      </w:pPr>
      <w:r w:rsidRPr="00BC0437">
        <w:rPr>
          <w:rFonts w:eastAsia="Times New Roman"/>
          <w:szCs w:val="22"/>
          <w:lang w:eastAsia="en-US"/>
        </w:rPr>
        <w:t>Trish Hempworth, Australia</w:t>
      </w:r>
    </w:p>
    <w:p w:rsidR="00BC0437" w:rsidRPr="00BC0437" w:rsidRDefault="00BC0437" w:rsidP="00BC0437">
      <w:pPr>
        <w:rPr>
          <w:rFonts w:eastAsia="Times New Roman"/>
          <w:szCs w:val="22"/>
          <w:lang w:eastAsia="en-US"/>
        </w:rPr>
      </w:pPr>
      <w:r w:rsidRPr="00BC0437">
        <w:rPr>
          <w:rFonts w:eastAsia="Times New Roman"/>
          <w:szCs w:val="22"/>
          <w:lang w:eastAsia="en-US"/>
        </w:rPr>
        <w:t>Jose Roberto Herrera Diaz, Colombia</w:t>
      </w:r>
    </w:p>
    <w:p w:rsidR="00BC0437" w:rsidRPr="00BC0437" w:rsidRDefault="00BC0437" w:rsidP="00BC0437">
      <w:pPr>
        <w:rPr>
          <w:rFonts w:eastAsia="Times New Roman"/>
          <w:szCs w:val="22"/>
          <w:lang w:eastAsia="en-US"/>
        </w:rPr>
      </w:pPr>
      <w:r w:rsidRPr="00BC0437">
        <w:rPr>
          <w:rFonts w:eastAsia="Times New Roman"/>
          <w:szCs w:val="22"/>
          <w:lang w:eastAsia="en-US"/>
        </w:rPr>
        <w:t>Peter Hirtle, United States of America</w:t>
      </w:r>
    </w:p>
    <w:p w:rsidR="00BC0437" w:rsidRPr="00BC0437" w:rsidRDefault="00BC0437" w:rsidP="00BC0437">
      <w:pPr>
        <w:rPr>
          <w:rFonts w:eastAsia="Times New Roman"/>
          <w:szCs w:val="22"/>
          <w:lang w:val="de-CH" w:eastAsia="en-US"/>
        </w:rPr>
      </w:pPr>
      <w:r w:rsidRPr="00BC0437">
        <w:rPr>
          <w:rFonts w:eastAsia="Times New Roman"/>
          <w:szCs w:val="22"/>
          <w:lang w:val="de-CH" w:eastAsia="en-US"/>
        </w:rPr>
        <w:t>Susan Isiko Strba, Switzerland</w:t>
      </w:r>
    </w:p>
    <w:p w:rsidR="00BC0437" w:rsidRPr="00BC0437" w:rsidRDefault="00BC0437" w:rsidP="00BC0437">
      <w:pPr>
        <w:rPr>
          <w:rFonts w:eastAsia="Times New Roman"/>
          <w:szCs w:val="22"/>
          <w:lang w:eastAsia="en-US"/>
        </w:rPr>
      </w:pPr>
      <w:r w:rsidRPr="00BC0437">
        <w:rPr>
          <w:rFonts w:eastAsia="Times New Roman"/>
          <w:szCs w:val="22"/>
          <w:lang w:eastAsia="en-US"/>
        </w:rPr>
        <w:t>Ibrahim H. Jama, United Kingdom</w:t>
      </w:r>
    </w:p>
    <w:p w:rsidR="00BC0437" w:rsidRPr="00BC0437" w:rsidRDefault="00BC0437" w:rsidP="00BC0437">
      <w:pPr>
        <w:rPr>
          <w:rFonts w:eastAsia="Times New Roman"/>
          <w:szCs w:val="22"/>
          <w:lang w:val="de-CH" w:eastAsia="en-US"/>
        </w:rPr>
      </w:pPr>
      <w:r w:rsidRPr="00BC0437">
        <w:rPr>
          <w:rFonts w:eastAsia="Times New Roman"/>
          <w:szCs w:val="22"/>
          <w:lang w:val="de-CH" w:eastAsia="en-US"/>
        </w:rPr>
        <w:t>Mickael le Borloch, France</w:t>
      </w:r>
    </w:p>
    <w:p w:rsidR="00BC0437" w:rsidRPr="00BC0437" w:rsidRDefault="00BC0437" w:rsidP="00BC0437">
      <w:pPr>
        <w:rPr>
          <w:rFonts w:eastAsia="Times New Roman"/>
          <w:szCs w:val="22"/>
          <w:lang w:val="de-CH" w:eastAsia="en-US"/>
        </w:rPr>
      </w:pPr>
      <w:r w:rsidRPr="00BC0437">
        <w:rPr>
          <w:rFonts w:eastAsia="Times New Roman"/>
          <w:szCs w:val="22"/>
          <w:lang w:val="de-CH" w:eastAsia="en-US"/>
        </w:rPr>
        <w:t>Jukka Liedes, Finland</w:t>
      </w:r>
    </w:p>
    <w:p w:rsidR="00BC0437" w:rsidRPr="00BC0437" w:rsidRDefault="00BC0437" w:rsidP="00BC0437">
      <w:pPr>
        <w:rPr>
          <w:rFonts w:eastAsia="Times New Roman"/>
          <w:szCs w:val="22"/>
          <w:lang w:val="de-CH" w:eastAsia="en-US"/>
        </w:rPr>
      </w:pPr>
      <w:r w:rsidRPr="00BC0437">
        <w:rPr>
          <w:rFonts w:eastAsia="Times New Roman"/>
          <w:szCs w:val="22"/>
          <w:lang w:val="de-CH" w:eastAsia="en-US"/>
        </w:rPr>
        <w:t>Dana Neascu, United States of America</w:t>
      </w:r>
    </w:p>
    <w:p w:rsidR="00BC0437" w:rsidRPr="00BC0437" w:rsidRDefault="00BC0437" w:rsidP="00BC0437">
      <w:pPr>
        <w:rPr>
          <w:rFonts w:eastAsia="Times New Roman"/>
          <w:szCs w:val="22"/>
          <w:lang w:val="de-CH" w:eastAsia="en-US"/>
        </w:rPr>
      </w:pPr>
      <w:r w:rsidRPr="00BC0437">
        <w:rPr>
          <w:rFonts w:eastAsia="Times New Roman"/>
          <w:bCs/>
          <w:szCs w:val="22"/>
          <w:lang w:eastAsia="en-US"/>
        </w:rPr>
        <w:t>Denise Nicholson, South Africa</w:t>
      </w:r>
    </w:p>
    <w:p w:rsidR="00BC0437" w:rsidRPr="00BC0437" w:rsidRDefault="00BC0437" w:rsidP="00BC0437">
      <w:pPr>
        <w:rPr>
          <w:rFonts w:eastAsia="Times New Roman"/>
          <w:szCs w:val="22"/>
          <w:lang w:val="de-CH" w:eastAsia="en-US"/>
        </w:rPr>
      </w:pPr>
      <w:r w:rsidRPr="00BC0437">
        <w:rPr>
          <w:rFonts w:eastAsia="Times New Roman"/>
          <w:szCs w:val="22"/>
          <w:lang w:val="de-CH" w:eastAsia="en-US"/>
        </w:rPr>
        <w:t>Victoria Owen, Canada</w:t>
      </w:r>
    </w:p>
    <w:p w:rsidR="00BC0437" w:rsidRPr="00BC0437" w:rsidRDefault="00BC0437" w:rsidP="00BC0437">
      <w:pPr>
        <w:rPr>
          <w:rFonts w:eastAsia="Times New Roman"/>
          <w:szCs w:val="22"/>
          <w:lang w:eastAsia="en-US"/>
        </w:rPr>
      </w:pPr>
      <w:r w:rsidRPr="00BC0437">
        <w:rPr>
          <w:rFonts w:eastAsia="Times New Roman"/>
          <w:szCs w:val="22"/>
          <w:lang w:eastAsia="en-US"/>
        </w:rPr>
        <w:t>Ron Pinder, Bahamas</w:t>
      </w:r>
    </w:p>
    <w:p w:rsidR="00BC0437" w:rsidRPr="00BC0437" w:rsidRDefault="00BC0437" w:rsidP="00BC0437">
      <w:pPr>
        <w:rPr>
          <w:rFonts w:eastAsia="Times New Roman"/>
          <w:szCs w:val="22"/>
          <w:lang w:val="de-CH" w:eastAsia="en-US"/>
        </w:rPr>
      </w:pPr>
      <w:r w:rsidRPr="00BC0437">
        <w:rPr>
          <w:rFonts w:eastAsia="Times New Roman"/>
          <w:szCs w:val="22"/>
          <w:lang w:val="de-CH" w:eastAsia="en-US"/>
        </w:rPr>
        <w:t>Behrooz Rasuli, Iran (Islamic Republic of)</w:t>
      </w:r>
    </w:p>
    <w:p w:rsidR="00BC0437" w:rsidRPr="00BC0437" w:rsidRDefault="00BC0437" w:rsidP="00BC0437">
      <w:pPr>
        <w:rPr>
          <w:rFonts w:eastAsia="Times New Roman"/>
          <w:szCs w:val="22"/>
          <w:lang w:eastAsia="en-US"/>
        </w:rPr>
      </w:pPr>
      <w:r w:rsidRPr="00BC0437">
        <w:rPr>
          <w:rFonts w:eastAsia="Times New Roman"/>
          <w:szCs w:val="22"/>
          <w:lang w:eastAsia="en-US"/>
        </w:rPr>
        <w:t>Maria Rehbinder, Finland</w:t>
      </w:r>
    </w:p>
    <w:p w:rsidR="00BC0437" w:rsidRPr="00BC0437" w:rsidRDefault="00BC0437" w:rsidP="00BC0437">
      <w:pPr>
        <w:rPr>
          <w:rFonts w:eastAsia="Times New Roman"/>
          <w:szCs w:val="22"/>
          <w:lang w:val="de-CH" w:eastAsia="en-US"/>
        </w:rPr>
      </w:pPr>
      <w:r w:rsidRPr="00BC0437">
        <w:rPr>
          <w:rFonts w:eastAsia="Times New Roman"/>
          <w:szCs w:val="22"/>
          <w:lang w:val="de-CH" w:eastAsia="en-US"/>
        </w:rPr>
        <w:t>Jerker Ryden, Sweden</w:t>
      </w:r>
    </w:p>
    <w:p w:rsidR="00BC0437" w:rsidRPr="00BC0437" w:rsidRDefault="00BC0437" w:rsidP="00BC0437">
      <w:pPr>
        <w:rPr>
          <w:rFonts w:eastAsia="Times New Roman"/>
          <w:szCs w:val="22"/>
          <w:lang w:val="de-CH" w:eastAsia="en-US"/>
        </w:rPr>
      </w:pPr>
      <w:r w:rsidRPr="00BC0437">
        <w:rPr>
          <w:rFonts w:eastAsia="Times New Roman"/>
          <w:szCs w:val="22"/>
          <w:lang w:eastAsia="en-US"/>
        </w:rPr>
        <w:t>Elbashier Sahal, Sudan</w:t>
      </w:r>
    </w:p>
    <w:p w:rsidR="00BC0437" w:rsidRPr="00BC0437" w:rsidRDefault="00BC0437" w:rsidP="00BC0437">
      <w:pPr>
        <w:rPr>
          <w:rFonts w:eastAsia="Times New Roman"/>
          <w:szCs w:val="22"/>
          <w:lang w:eastAsia="en-US"/>
        </w:rPr>
      </w:pPr>
      <w:r w:rsidRPr="00BC0437">
        <w:rPr>
          <w:rFonts w:eastAsia="Times New Roman"/>
          <w:szCs w:val="22"/>
          <w:lang w:eastAsia="en-US"/>
        </w:rPr>
        <w:t>Sangeeta Shashikant, Bangladesh</w:t>
      </w:r>
    </w:p>
    <w:p w:rsidR="00BC0437" w:rsidRPr="00BC0437" w:rsidRDefault="00BC0437" w:rsidP="00BC0437">
      <w:pPr>
        <w:rPr>
          <w:rFonts w:eastAsia="Times New Roman"/>
          <w:szCs w:val="22"/>
          <w:lang w:eastAsia="en-US"/>
        </w:rPr>
      </w:pPr>
      <w:r w:rsidRPr="00BC0437">
        <w:rPr>
          <w:rFonts w:eastAsia="Times New Roman"/>
          <w:szCs w:val="22"/>
          <w:lang w:eastAsia="en-US"/>
        </w:rPr>
        <w:t>Irina Shurmina, Russian Federation</w:t>
      </w:r>
    </w:p>
    <w:p w:rsidR="00BC0437" w:rsidRPr="00BC0437" w:rsidRDefault="00BC0437" w:rsidP="00BC0437">
      <w:pPr>
        <w:rPr>
          <w:rFonts w:eastAsia="Times New Roman"/>
          <w:szCs w:val="22"/>
          <w:lang w:eastAsia="en-US"/>
        </w:rPr>
      </w:pPr>
      <w:r w:rsidRPr="00BC0437">
        <w:rPr>
          <w:rFonts w:eastAsia="Times New Roman"/>
          <w:szCs w:val="22"/>
          <w:lang w:eastAsia="en-US"/>
        </w:rPr>
        <w:t>Barbara Stratton, United Kingdom</w:t>
      </w:r>
    </w:p>
    <w:p w:rsidR="00BC0437" w:rsidRPr="00D80961" w:rsidRDefault="00BC0437" w:rsidP="00BC0437">
      <w:pPr>
        <w:rPr>
          <w:rFonts w:eastAsia="Times New Roman"/>
          <w:szCs w:val="22"/>
          <w:lang w:val="fr-CH" w:eastAsia="en-US"/>
        </w:rPr>
      </w:pPr>
      <w:r w:rsidRPr="00D80961">
        <w:rPr>
          <w:rFonts w:eastAsia="Times New Roman"/>
          <w:szCs w:val="22"/>
          <w:lang w:val="fr-CH" w:eastAsia="en-US"/>
        </w:rPr>
        <w:t>Tatiana Synodinou, Cyprus</w:t>
      </w:r>
    </w:p>
    <w:p w:rsidR="00BC0437" w:rsidRPr="00BC0437" w:rsidRDefault="00BC0437" w:rsidP="00BC0437">
      <w:pPr>
        <w:rPr>
          <w:rFonts w:eastAsia="Times New Roman"/>
          <w:szCs w:val="22"/>
          <w:lang w:val="es-ES" w:eastAsia="en-US"/>
        </w:rPr>
      </w:pPr>
      <w:r w:rsidRPr="00BC0437">
        <w:rPr>
          <w:rFonts w:eastAsia="Times New Roman"/>
          <w:szCs w:val="22"/>
          <w:lang w:val="es-ES" w:eastAsia="en-US"/>
        </w:rPr>
        <w:t>Barbara Szczepanska, Poland</w:t>
      </w:r>
    </w:p>
    <w:p w:rsidR="00BC0437" w:rsidRPr="00BC0437" w:rsidRDefault="00BC0437" w:rsidP="00BC0437">
      <w:pPr>
        <w:rPr>
          <w:rFonts w:eastAsia="Times New Roman"/>
          <w:szCs w:val="22"/>
          <w:lang w:val="de-CH" w:eastAsia="en-US"/>
        </w:rPr>
      </w:pPr>
      <w:r w:rsidRPr="00BC0437">
        <w:rPr>
          <w:rFonts w:eastAsia="Times New Roman"/>
          <w:szCs w:val="22"/>
          <w:lang w:val="de-CH" w:eastAsia="en-US"/>
        </w:rPr>
        <w:t>Gretel Villafranca de Tejada, Cuba</w:t>
      </w:r>
    </w:p>
    <w:p w:rsidR="00BC0437" w:rsidRPr="00BC0437" w:rsidRDefault="00BC0437" w:rsidP="00BC0437">
      <w:pPr>
        <w:rPr>
          <w:rFonts w:eastAsia="Times New Roman"/>
          <w:szCs w:val="22"/>
          <w:lang w:val="de-CH" w:eastAsia="en-US"/>
        </w:rPr>
      </w:pPr>
      <w:r w:rsidRPr="00BC0437">
        <w:rPr>
          <w:rFonts w:eastAsia="Times New Roman"/>
          <w:szCs w:val="22"/>
          <w:lang w:val="de-CH" w:eastAsia="en-US"/>
        </w:rPr>
        <w:t>Harald von Hielmcrone, Denmark</w:t>
      </w:r>
    </w:p>
    <w:p w:rsidR="00BC0437" w:rsidRDefault="00BC0437" w:rsidP="00BC0437">
      <w:pPr>
        <w:rPr>
          <w:rFonts w:eastAsia="Times New Roman"/>
          <w:szCs w:val="22"/>
          <w:lang w:eastAsia="en-US"/>
        </w:rPr>
      </w:pPr>
      <w:r w:rsidRPr="00BC0437">
        <w:rPr>
          <w:rFonts w:eastAsia="Times New Roman"/>
          <w:szCs w:val="22"/>
          <w:lang w:eastAsia="en-US"/>
        </w:rPr>
        <w:t>Benjamin White, United Kingdom</w:t>
      </w:r>
    </w:p>
    <w:p w:rsidR="004D09CD" w:rsidRPr="00BC0437" w:rsidRDefault="004D09CD" w:rsidP="00BC0437">
      <w:pPr>
        <w:rPr>
          <w:rFonts w:eastAsia="Times New Roman"/>
          <w:szCs w:val="22"/>
          <w:lang w:eastAsia="en-US"/>
        </w:rPr>
      </w:pPr>
      <w:r>
        <w:rPr>
          <w:rFonts w:eastAsia="Times New Roman"/>
          <w:szCs w:val="22"/>
          <w:lang w:eastAsia="en-US"/>
        </w:rPr>
        <w:t>Pavel Zeman, Czech Republic</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Colleagues at WIPO were instrumental in making this study possible and comprehensive.  WIPO Lex has evolved in recent years into an extraordinary database of intellectual property law.  My deepest thanks to everyone at WIPO who opened the way for WIPO Lex to grow, and who developed it into a well-organized, searchable, and expansive collection of laws.  Special thanks are due to Michele Woods and Geidy Lung, who patiently supported this project at every step.  I had the privilege of presenting some findings to the SCCR meeting in Geneva in December 2014, and I thank Director General Francis Gurry, Anne Leer, and Martin Moscoso Villacorta for their guidance and leadership throughout.</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I continue to appreciate the work of my research assistants on the two previous studies: Michelle Choe, now with the U.S. Copyright Office, and Trina Kissel Taylor, with the firm of Faegre Baker Daniels in Denver, Colorado.  Their contributions were in earlier years, but their influence often appears today in the pages of this report.  Our robust discussions about statutory interpretation continue to shape my evaluation of the library exceptions.</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Special thanks are due to my associates at Columbia Law School, especially the extraordinary professionals in the law library and Vice Dean Avery W. Katz.  I also thank my law colleagues at Gipson Hoffman &amp; Pancione for their patience and support as I met project deadlines and flew to distant places.  I am grateful for this opportunity, and I welcome comments and updated information from all readers.</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val="es-ES" w:eastAsia="en-US"/>
        </w:rPr>
      </w:pPr>
      <w:r w:rsidRPr="00BC0437">
        <w:rPr>
          <w:rFonts w:eastAsia="Times New Roman"/>
          <w:szCs w:val="22"/>
          <w:lang w:val="es-ES" w:eastAsia="en-US"/>
        </w:rPr>
        <w:t>Kenneth D. Crews</w:t>
      </w:r>
    </w:p>
    <w:p w:rsidR="00BC0437" w:rsidRPr="00BC0437" w:rsidRDefault="00BC0437" w:rsidP="00BC0437">
      <w:pPr>
        <w:rPr>
          <w:rFonts w:eastAsia="Times New Roman"/>
          <w:szCs w:val="22"/>
          <w:lang w:val="es-ES" w:eastAsia="en-US"/>
        </w:rPr>
      </w:pPr>
      <w:r w:rsidRPr="00BC0437">
        <w:rPr>
          <w:rFonts w:eastAsia="Times New Roman"/>
          <w:szCs w:val="22"/>
          <w:lang w:val="es-ES" w:eastAsia="en-US"/>
        </w:rPr>
        <w:t>Los Angeles, California (USA)</w:t>
      </w:r>
    </w:p>
    <w:p w:rsidR="00BC0437" w:rsidRPr="00BC0437" w:rsidRDefault="004D09CD" w:rsidP="00BC0437">
      <w:pPr>
        <w:rPr>
          <w:rFonts w:eastAsia="Times New Roman"/>
          <w:szCs w:val="22"/>
          <w:lang w:eastAsia="en-US"/>
        </w:rPr>
      </w:pPr>
      <w:r>
        <w:rPr>
          <w:rFonts w:eastAsia="Times New Roman"/>
          <w:szCs w:val="22"/>
          <w:lang w:eastAsia="en-US"/>
        </w:rPr>
        <w:t>10</w:t>
      </w:r>
      <w:r w:rsidR="00BC0437" w:rsidRPr="00BC0437">
        <w:rPr>
          <w:rFonts w:eastAsia="Times New Roman"/>
          <w:szCs w:val="22"/>
          <w:lang w:eastAsia="en-US"/>
        </w:rPr>
        <w:t xml:space="preserve"> June 2015</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C53D3D" w:rsidRDefault="00BC0437" w:rsidP="00BC0437">
      <w:pPr>
        <w:rPr>
          <w:rFonts w:eastAsia="Times New Roman"/>
          <w:b/>
          <w:szCs w:val="22"/>
          <w:lang w:eastAsia="en-US"/>
        </w:rPr>
      </w:pPr>
      <w:r w:rsidRPr="00BC0437">
        <w:rPr>
          <w:rFonts w:eastAsia="Times New Roman"/>
          <w:b/>
          <w:szCs w:val="22"/>
          <w:lang w:eastAsia="en-US"/>
        </w:rPr>
        <w:br w:type="page"/>
      </w:r>
    </w:p>
    <w:p w:rsidR="00C53D3D" w:rsidRDefault="00C53D3D" w:rsidP="00C53D3D">
      <w:pPr>
        <w:pStyle w:val="Heading1"/>
      </w:pPr>
      <w:bookmarkStart w:id="17" w:name="_Toc421800683"/>
      <w:r>
        <w:t>LIBRARY EXCEPTIONS OF THE WORLD</w:t>
      </w:r>
      <w:bookmarkEnd w:id="17"/>
    </w:p>
    <w:p w:rsidR="00BC0437" w:rsidRPr="00BC0437" w:rsidRDefault="00BC0437" w:rsidP="00C53D3D">
      <w:pPr>
        <w:pStyle w:val="Heading2"/>
        <w:rPr>
          <w:lang w:eastAsia="en-US"/>
        </w:rPr>
      </w:pPr>
      <w:bookmarkStart w:id="18" w:name="_Toc421800684"/>
      <w:r w:rsidRPr="00BC0437">
        <w:rPr>
          <w:lang w:eastAsia="en-US"/>
        </w:rPr>
        <w:t>Afghanistan</w:t>
      </w:r>
      <w:bookmarkEnd w:id="1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40(3)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statute does not explicitly state that a library or archive is the party authorized to act, suggesting that an agent or other party may make the copy for the stated library purposes.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work that is in the permanent collection of another similar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By implication, the work is, or has been, in the collection of the library or archive making the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It is impossible to obtain such a copy under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54"/>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when necessary, a copy that is lost, destroyed, or rendered unusable in the collections of the other library.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or photocopy is an isolated, one-time occurring case.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40(3)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statute does not explicitly state that a library or archive is the party authorized to act, suggesting that an agent or other party may make the copy for the stated library purposes.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Concept of preservation implies that the work is, or has been, in the collection of the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It is impossible to obtain such a copy under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7"/>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the original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or photocopy is an isolated, one-time occurring case.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40(2)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Statute refers to “copying and replication of a Work” but later refers to a “published article” that is “a summary or an extract of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satisfy personal needs.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makes sure that the copy will be used solely for the purposes of study, scholarship, or research.</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user does not make direct or indirect commercial gains.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If the copying is repeated, each occurrence should be on a separate and unrelated occasion.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This provision applies if there is no collective license available for reproduction by a competent authority in the collective management of rights, of which the library or archive is, or should be, aware.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Criminal penalties for certain acts of manufacturing or importing devices or instruments.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30</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  The crime is generally limited to import or manufacture with the intent to use the devices to deactivate protections against reproducing works or controlling reception of broadcast transmissions.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w:t>
            </w:r>
          </w:p>
        </w:tc>
        <w:tc>
          <w:tcPr>
            <w:tcW w:w="1030" w:type="dxa"/>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of a natural person to reproduce a work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39(1)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copies of short work or extracts of works with restrictions for teaching purposes.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40(1)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Any citizen can apply to the Ministry of Information and Culture for authority to translate and publish certain works for education.  These provisions reflect many details of the Berne Appendix.</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44</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198" w:type="dxa"/>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“Work” is defined as “a phenomenon that is created through knowledge, art or the initiative of the creator without taking into account the way that it is said, appeared or created.”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on the Support of the Right of Authors, Composers, Artists, and Researchers (Copyright Law) of Afghanistan, No. 54 (21 July 2008), available at http://www.wipo.int/wipolex/en/text.jsp?file_id=241541.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15 April 2014; rev. 21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p w:rsidR="00BC0437" w:rsidRPr="00BC0437" w:rsidRDefault="00BC0437" w:rsidP="001D0DFD">
      <w:pPr>
        <w:pStyle w:val="Heading2"/>
        <w:rPr>
          <w:lang w:eastAsia="en-US"/>
        </w:rPr>
      </w:pPr>
      <w:bookmarkStart w:id="19" w:name="_Toc199663458"/>
      <w:bookmarkStart w:id="20" w:name="_Toc207648432"/>
      <w:bookmarkStart w:id="21" w:name="_Toc207649014"/>
      <w:bookmarkStart w:id="22" w:name="_Toc207649469"/>
      <w:bookmarkStart w:id="23" w:name="_Toc207649833"/>
      <w:bookmarkStart w:id="24" w:name="_Toc207650234"/>
      <w:bookmarkStart w:id="25" w:name="_Toc208637883"/>
      <w:bookmarkStart w:id="26" w:name="_Toc421800685"/>
      <w:r w:rsidRPr="00BC0437">
        <w:rPr>
          <w:lang w:eastAsia="en-US"/>
        </w:rPr>
        <w:t>Albania</w:t>
      </w:r>
      <w:bookmarkEnd w:id="19"/>
      <w:bookmarkEnd w:id="20"/>
      <w:bookmarkEnd w:id="21"/>
      <w:bookmarkEnd w:id="22"/>
      <w:bookmarkEnd w:id="23"/>
      <w:bookmarkEnd w:id="24"/>
      <w:bookmarkEnd w:id="25"/>
      <w:bookmarkEnd w:id="2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27" w:name="albani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8" w:name="_Toc186015384"/>
            <w:r w:rsidRPr="00BC0437">
              <w:rPr>
                <w:rFonts w:eastAsia="Times New Roman"/>
                <w:b/>
                <w:szCs w:val="22"/>
                <w:lang w:eastAsia="en-US"/>
              </w:rPr>
              <w:t>Library Use</w:t>
            </w:r>
            <w:bookmarkEnd w:id="2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26(f)</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located in public libraries.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individual usage within the library environment.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services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Photocopying.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photocopying is permitted as long as usage does not prejudice the copyright or the right holders’ rights in the work.  See preamble of Article 26.</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29" w:name="_Toc186015385"/>
            <w:r w:rsidRPr="00BC0437">
              <w:rPr>
                <w:rFonts w:eastAsia="Times New Roman"/>
                <w:b/>
                <w:szCs w:val="22"/>
                <w:lang w:eastAsia="en-US"/>
              </w:rPr>
              <w:t>Anti-Circumvention of Technological Protection Measures</w:t>
            </w:r>
            <w:bookmarkEnd w:id="2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rPr>
          <w:trHeight w:val="278"/>
        </w:trPr>
        <w:tc>
          <w:tcPr>
            <w:tcW w:w="8856" w:type="dxa"/>
            <w:gridSpan w:val="3"/>
            <w:shd w:val="clear" w:color="auto" w:fill="auto"/>
          </w:tcPr>
          <w:p w:rsidR="00BC0437" w:rsidRPr="00BC0437" w:rsidRDefault="00BC0437" w:rsidP="00BC0437">
            <w:pPr>
              <w:rPr>
                <w:rFonts w:eastAsia="Times New Roman"/>
                <w:b/>
                <w:szCs w:val="22"/>
                <w:lang w:eastAsia="en-US"/>
              </w:rPr>
            </w:pPr>
            <w:bookmarkStart w:id="30" w:name="_Toc186015386"/>
            <w:r w:rsidRPr="00BC0437">
              <w:rPr>
                <w:rFonts w:eastAsia="Times New Roman"/>
                <w:b/>
                <w:szCs w:val="22"/>
                <w:lang w:eastAsia="en-US"/>
              </w:rPr>
              <w:t>Miscellaneous</w:t>
            </w:r>
            <w:bookmarkEnd w:id="30"/>
          </w:p>
        </w:tc>
      </w:tr>
      <w:tr w:rsidR="00BC0437" w:rsidRPr="00BC0437" w:rsidTr="00BC0437">
        <w:trPr>
          <w:trHeight w:val="55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of works for private use, if does not prejudice the commercial exploitation of the work.</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26(d)</w:t>
            </w:r>
          </w:p>
        </w:tc>
      </w:tr>
      <w:tr w:rsidR="00BC0437" w:rsidRPr="00BC0437" w:rsidTr="00BC0437">
        <w:trPr>
          <w:trHeight w:val="55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Cultural Advertisement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and rented use is permissible for cultural advertisement under certain conditions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28</w:t>
            </w:r>
          </w:p>
        </w:tc>
      </w:tr>
      <w:tr w:rsidR="00BC0437" w:rsidRPr="00BC0437" w:rsidTr="00BC0437">
        <w:trPr>
          <w:trHeight w:val="17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Other Rights Related to it of Albania, No. 9380 (28 April 2005), available at http://www.wipo.int/wipolex/en/text.jsp?file_id=223430.</w:t>
            </w:r>
          </w:p>
        </w:tc>
      </w:tr>
      <w:tr w:rsidR="00BC0437" w:rsidRPr="00BC0437" w:rsidTr="00BC0437">
        <w:trPr>
          <w:trHeight w:val="17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14 December 2007; rev. 21 April 2015</w:t>
            </w:r>
          </w:p>
        </w:tc>
      </w:tr>
      <w:bookmarkEnd w:id="27"/>
    </w:tbl>
    <w:p w:rsidR="00BC0437" w:rsidRPr="00BC0437" w:rsidRDefault="00BC0437" w:rsidP="001D0DFD">
      <w:pPr>
        <w:pStyle w:val="Heading2"/>
        <w:rPr>
          <w:lang w:eastAsia="en-US"/>
        </w:rPr>
      </w:pPr>
      <w:r w:rsidRPr="00BC0437">
        <w:rPr>
          <w:lang w:eastAsia="en-US"/>
        </w:rPr>
        <w:br w:type="page"/>
      </w:r>
      <w:bookmarkStart w:id="31" w:name="_Toc199663459"/>
      <w:bookmarkStart w:id="32" w:name="_Toc207648434"/>
      <w:bookmarkStart w:id="33" w:name="_Toc207649016"/>
      <w:bookmarkStart w:id="34" w:name="_Toc207649471"/>
      <w:bookmarkStart w:id="35" w:name="_Toc207649834"/>
      <w:bookmarkStart w:id="36" w:name="_Toc207650235"/>
      <w:bookmarkStart w:id="37" w:name="_Toc208637884"/>
      <w:bookmarkStart w:id="38" w:name="_Toc421800686"/>
      <w:r w:rsidRPr="00BC0437">
        <w:rPr>
          <w:lang w:eastAsia="en-US"/>
        </w:rPr>
        <w:t>Algeria</w:t>
      </w:r>
      <w:bookmarkEnd w:id="31"/>
      <w:bookmarkEnd w:id="32"/>
      <w:bookmarkEnd w:id="33"/>
      <w:bookmarkEnd w:id="34"/>
      <w:bookmarkEnd w:id="35"/>
      <w:bookmarkEnd w:id="36"/>
      <w:bookmarkEnd w:id="37"/>
      <w:bookmarkEnd w:id="3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9" w:name="_Toc183946200"/>
            <w:bookmarkStart w:id="40" w:name="_Ref183946484"/>
            <w:bookmarkStart w:id="41" w:name="_Ref183946488"/>
            <w:bookmarkStart w:id="42" w:name="_Ref183946495"/>
            <w:bookmarkStart w:id="43" w:name="_Toc186015387"/>
            <w:bookmarkStart w:id="44" w:name="Algeria"/>
            <w:r w:rsidRPr="00BC0437">
              <w:rPr>
                <w:rFonts w:eastAsia="Times New Roman"/>
                <w:b/>
                <w:szCs w:val="22"/>
                <w:lang w:eastAsia="en-US"/>
              </w:rPr>
              <w:t>Research or Study</w:t>
            </w:r>
            <w:bookmarkEnd w:id="39"/>
            <w:bookmarkEnd w:id="40"/>
            <w:bookmarkEnd w:id="41"/>
            <w:bookmarkEnd w:id="42"/>
            <w:bookmarkEnd w:id="43"/>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document keeping centers.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45</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42"/>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can be reproduced in article form.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6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can be reproduced into another summarized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6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Excerpts from written works, with or without ornamentation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published in a collection of works, newspaper volumes, or periodicals.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educational, academic research, or personal purposes, by request of a natural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process must be an isolated and non-recurring 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not permitted if the National Bureau for Copyrights &amp; Neighboring Rights has granted a collective license authorizing such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5" w:name="_Toc183946201"/>
            <w:bookmarkStart w:id="46" w:name="_Toc186015388"/>
            <w:r w:rsidRPr="00BC0437">
              <w:rPr>
                <w:rFonts w:eastAsia="Times New Roman"/>
                <w:b/>
                <w:szCs w:val="22"/>
                <w:lang w:eastAsia="en-US"/>
              </w:rPr>
              <w:t>Supplying Copies to Other Libraries</w:t>
            </w:r>
            <w:bookmarkEnd w:id="45"/>
            <w:bookmarkEnd w:id="4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document keeping centers.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46</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aim at making direct or indirect commercial profits.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9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 must be impossible to obtain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7"/>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fulfill requests from other libraries and document keeping centers.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process must be isolated and non-recurring.</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7" w:name="_Toc183946202"/>
            <w:bookmarkStart w:id="48" w:name="_Toc186015389"/>
            <w:r w:rsidRPr="00BC0437">
              <w:rPr>
                <w:rFonts w:eastAsia="Times New Roman"/>
                <w:b/>
                <w:szCs w:val="22"/>
                <w:lang w:eastAsia="en-US"/>
              </w:rPr>
              <w:t>Preservation and Replacement</w:t>
            </w:r>
            <w:bookmarkEnd w:id="47"/>
            <w:bookmarkEnd w:id="4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document keeping centers.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46</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aim at making direct or indirect commercial profits.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7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 must be impossible to obtain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maintain (preserve)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that is damaged, lost, or void.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process must be isolated and non-recurring.</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rPr>
          <w:trHeight w:val="135"/>
        </w:trPr>
        <w:tc>
          <w:tcPr>
            <w:tcW w:w="8856" w:type="dxa"/>
            <w:gridSpan w:val="2"/>
            <w:shd w:val="clear" w:color="auto" w:fill="auto"/>
          </w:tcPr>
          <w:p w:rsidR="00BC0437" w:rsidRPr="00BC0437" w:rsidRDefault="00BC0437" w:rsidP="00BC0437">
            <w:pPr>
              <w:rPr>
                <w:rFonts w:eastAsia="Times New Roman"/>
                <w:b/>
                <w:szCs w:val="22"/>
                <w:lang w:eastAsia="en-US"/>
              </w:rPr>
            </w:pPr>
            <w:bookmarkStart w:id="49" w:name="_Toc183946203"/>
            <w:bookmarkStart w:id="50" w:name="_Toc186015390"/>
            <w:r w:rsidRPr="00BC0437">
              <w:rPr>
                <w:rFonts w:eastAsia="Times New Roman"/>
                <w:b/>
                <w:szCs w:val="22"/>
                <w:lang w:eastAsia="en-US"/>
              </w:rPr>
              <w:t>Anti-Circumvention of Technological Protection Measures</w:t>
            </w:r>
            <w:bookmarkEnd w:id="49"/>
            <w:bookmarkEnd w:id="50"/>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gridCol w:w="1008"/>
      </w:tblGrid>
      <w:tr w:rsidR="00BC0437" w:rsidRPr="00BC0437" w:rsidTr="00BC0437">
        <w:trPr>
          <w:trHeight w:val="135"/>
        </w:trPr>
        <w:tc>
          <w:tcPr>
            <w:tcW w:w="8856" w:type="dxa"/>
            <w:gridSpan w:val="3"/>
            <w:shd w:val="clear" w:color="auto" w:fill="auto"/>
          </w:tcPr>
          <w:p w:rsidR="00BC0437" w:rsidRPr="00BC0437" w:rsidRDefault="00BC0437" w:rsidP="00BC0437">
            <w:pPr>
              <w:rPr>
                <w:rFonts w:eastAsia="Times New Roman"/>
                <w:b/>
                <w:szCs w:val="22"/>
                <w:lang w:eastAsia="en-US"/>
              </w:rPr>
            </w:pPr>
            <w:bookmarkStart w:id="51" w:name="_Toc183946204"/>
            <w:bookmarkStart w:id="52" w:name="_Toc186015391"/>
            <w:r w:rsidRPr="00BC0437">
              <w:rPr>
                <w:rFonts w:eastAsia="Times New Roman"/>
                <w:b/>
                <w:szCs w:val="22"/>
                <w:lang w:eastAsia="en-US"/>
              </w:rPr>
              <w:t>Miscellaneous</w:t>
            </w:r>
            <w:bookmarkEnd w:id="51"/>
            <w:bookmarkEnd w:id="52"/>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making single copies and translations and other uses of certain works, with several specified exclusions, for personal or family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41</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Copyrights and Related Rights Act of Algeria, No. 03-05 (19 July 2003), available at http://www.wipo.int/wipolex/en/text.jsp?file_id=178342.</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21 April 2015</w:t>
            </w:r>
          </w:p>
        </w:tc>
      </w:tr>
      <w:bookmarkEnd w:id="44"/>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53" w:name="_Toc199663460"/>
      <w:bookmarkStart w:id="54" w:name="_Toc207648435"/>
      <w:bookmarkStart w:id="55" w:name="_Toc207649017"/>
      <w:bookmarkStart w:id="56" w:name="_Toc207649472"/>
      <w:bookmarkStart w:id="57" w:name="_Toc207649835"/>
      <w:bookmarkStart w:id="58" w:name="_Toc207650236"/>
      <w:bookmarkStart w:id="59" w:name="_Toc208637885"/>
      <w:bookmarkStart w:id="60" w:name="_Toc421800687"/>
      <w:r w:rsidRPr="00BC0437">
        <w:rPr>
          <w:lang w:eastAsia="en-US"/>
        </w:rPr>
        <w:t>Andorra</w:t>
      </w:r>
      <w:bookmarkEnd w:id="53"/>
      <w:bookmarkEnd w:id="54"/>
      <w:bookmarkEnd w:id="55"/>
      <w:bookmarkEnd w:id="56"/>
      <w:bookmarkEnd w:id="57"/>
      <w:bookmarkEnd w:id="58"/>
      <w:bookmarkEnd w:id="59"/>
      <w:bookmarkEnd w:id="6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61" w:name="Andorr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2" w:name="_Toc186015393"/>
            <w:r w:rsidRPr="00BC0437">
              <w:rPr>
                <w:rFonts w:eastAsia="Times New Roman"/>
                <w:b/>
                <w:szCs w:val="22"/>
                <w:lang w:eastAsia="en-US"/>
              </w:rPr>
              <w:t>Research or Study</w:t>
            </w:r>
            <w:bookmarkEnd w:id="6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10(1)(a)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or other short works, including accompanying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of writings, including accompanying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by request of a physical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be satisfied that the copy will be used solely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Neighboring rights are also limited by the provisions of this section. </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32(d)</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3" w:name="_Toc186015394"/>
            <w:r w:rsidRPr="00BC0437">
              <w:rPr>
                <w:rFonts w:eastAsia="Times New Roman"/>
                <w:b/>
                <w:szCs w:val="22"/>
                <w:lang w:eastAsia="en-US"/>
              </w:rPr>
              <w:t>Preservation and Replacement</w:t>
            </w:r>
            <w:bookmarkEnd w:id="63"/>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10(1)(b)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where it is impossible to obtain a copy under reasonable circumstances.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(in the event that it is lost, destroyed, or rendered unusable), replace a copy of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similar library or archive, a copy which has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Neighboring rights are also limited by the provisions of this section.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32(d)</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4" w:name="_Toc186015395"/>
            <w:r w:rsidRPr="00BC0437">
              <w:rPr>
                <w:rFonts w:eastAsia="Times New Roman"/>
                <w:b/>
                <w:szCs w:val="22"/>
                <w:lang w:eastAsia="en-US"/>
              </w:rPr>
              <w:t>Anti-Circumvention of Technological Protection Measures</w:t>
            </w:r>
            <w:bookmarkEnd w:id="6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44(1)(a)</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and offering to the public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intended to prevent or inhibit the unauthorized exercise of any rights under the law.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65" w:name="_Toc186015396"/>
            <w:r w:rsidRPr="00BC0437">
              <w:rPr>
                <w:rFonts w:eastAsia="Times New Roman"/>
                <w:b/>
                <w:szCs w:val="22"/>
                <w:lang w:eastAsia="en-US"/>
              </w:rPr>
              <w:t>Miscellaneous</w:t>
            </w:r>
            <w:bookmarkEnd w:id="6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reproduction in a single copy of a published work is permitted, where the reproduction is made by a physical person exclusively for his own private and personal use; certain works are excluded.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limited reproductions for teaching.</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making of copies in any manner or form.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1(xxiv)</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Neighboring Rights of Andorra, No. 38 (10 June 1999), available at http://www.wipo.int/wipolex/en/text.jsp?file_id=192960.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21 April 2015</w:t>
            </w:r>
          </w:p>
        </w:tc>
      </w:tr>
      <w:bookmarkEnd w:id="61"/>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66" w:name="_Toc199663461"/>
      <w:bookmarkStart w:id="67" w:name="_Toc207648437"/>
      <w:bookmarkStart w:id="68" w:name="_Toc207649019"/>
      <w:bookmarkStart w:id="69" w:name="_Toc207649474"/>
      <w:bookmarkStart w:id="70" w:name="_Toc207649837"/>
      <w:bookmarkStart w:id="71" w:name="_Toc207650237"/>
      <w:bookmarkStart w:id="72" w:name="_Toc208637886"/>
      <w:bookmarkStart w:id="73" w:name="_Toc421800688"/>
      <w:r w:rsidRPr="00BC0437">
        <w:rPr>
          <w:lang w:eastAsia="en-US"/>
        </w:rPr>
        <w:t>Angol</w:t>
      </w:r>
      <w:bookmarkEnd w:id="66"/>
      <w:bookmarkEnd w:id="67"/>
      <w:bookmarkEnd w:id="68"/>
      <w:bookmarkEnd w:id="69"/>
      <w:bookmarkEnd w:id="70"/>
      <w:bookmarkEnd w:id="71"/>
      <w:bookmarkEnd w:id="72"/>
      <w:r w:rsidRPr="00BC0437">
        <w:rPr>
          <w:lang w:eastAsia="en-US"/>
        </w:rPr>
        <w:t>a</w:t>
      </w:r>
      <w:bookmarkEnd w:id="7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4" w:name="_Toc186015397"/>
            <w:bookmarkStart w:id="75" w:name="angola"/>
            <w:r w:rsidRPr="00BC0437">
              <w:rPr>
                <w:rFonts w:eastAsia="Times New Roman"/>
                <w:b/>
                <w:szCs w:val="22"/>
                <w:lang w:eastAsia="en-US"/>
              </w:rPr>
              <w:t>Library Use</w:t>
            </w:r>
            <w:bookmarkEnd w:id="74"/>
          </w:p>
        </w:tc>
      </w:tr>
      <w:tr w:rsidR="00BC0437" w:rsidRPr="00BC0437" w:rsidTr="00BC0437">
        <w:trPr>
          <w:trHeight w:val="828"/>
        </w:trPr>
        <w:tc>
          <w:tcPr>
            <w:tcW w:w="2628" w:type="dxa"/>
            <w:vMerge w:val="restart"/>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documentation centers (other than commercial establishments), scientific institutions, or teaching establishments.</w:t>
            </w:r>
          </w:p>
        </w:tc>
        <w:tc>
          <w:tcPr>
            <w:tcW w:w="1030" w:type="dxa"/>
            <w:vMerge w:val="restart"/>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29(b)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on condition that the number of copies made does not exceed the requirements to be met by the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disclosed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name of the author and the source of the borrowing must be stated (Article 29).</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 condition that the number of copies made does not exceed the requirements to be met by those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by photographic or analogous processes.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76" w:name="_Toc186015398"/>
            <w:r w:rsidRPr="00BC0437">
              <w:rPr>
                <w:rFonts w:eastAsia="Times New Roman"/>
                <w:b/>
                <w:szCs w:val="22"/>
                <w:lang w:eastAsia="en-US"/>
              </w:rPr>
              <w:t>Anti-Circumvention of Technological Protection Measures</w:t>
            </w:r>
            <w:bookmarkEnd w:id="7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77" w:name="_Toc186015399"/>
            <w:r w:rsidRPr="00BC0437">
              <w:rPr>
                <w:rFonts w:eastAsia="Times New Roman"/>
                <w:b/>
                <w:szCs w:val="22"/>
                <w:lang w:eastAsia="en-US"/>
              </w:rPr>
              <w:t>Miscellaneous</w:t>
            </w:r>
            <w:bookmarkEnd w:id="7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translation, adaptation, arrangement, or any other transformation for exclusively individual and private purposes is permitted.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29(d)</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Author’s Rights of Angola, No. 4/90 (10 March 1990), available at http://www.wipo.int/wipolex/en/text.jsp?file_id=179377.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21 April 2015</w:t>
            </w:r>
          </w:p>
        </w:tc>
      </w:tr>
      <w:bookmarkEnd w:id="75"/>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78" w:name="_Toc199663462"/>
      <w:bookmarkStart w:id="79" w:name="_Toc207648438"/>
      <w:bookmarkStart w:id="80" w:name="_Toc207649020"/>
      <w:bookmarkStart w:id="81" w:name="_Toc207649475"/>
      <w:bookmarkStart w:id="82" w:name="_Toc207649838"/>
      <w:bookmarkStart w:id="83" w:name="_Toc207650238"/>
      <w:bookmarkStart w:id="84" w:name="_Toc208637887"/>
      <w:bookmarkStart w:id="85" w:name="_Toc421800689"/>
      <w:r w:rsidRPr="00BC0437">
        <w:rPr>
          <w:lang w:eastAsia="en-US"/>
        </w:rPr>
        <w:t>Antigua and Barbuda</w:t>
      </w:r>
      <w:bookmarkEnd w:id="78"/>
      <w:bookmarkEnd w:id="79"/>
      <w:bookmarkEnd w:id="80"/>
      <w:bookmarkEnd w:id="81"/>
      <w:bookmarkEnd w:id="82"/>
      <w:bookmarkEnd w:id="83"/>
      <w:bookmarkEnd w:id="84"/>
      <w:bookmarkEnd w:id="8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6" w:name="_Toc186015400"/>
            <w:bookmarkStart w:id="87" w:name="Antigua"/>
            <w:r w:rsidRPr="00BC0437">
              <w:rPr>
                <w:rFonts w:eastAsia="Times New Roman"/>
                <w:b/>
                <w:szCs w:val="22"/>
                <w:lang w:eastAsia="en-US"/>
              </w:rPr>
              <w:t>Supplying Copies to Other Libraries</w:t>
            </w:r>
            <w:bookmarkEnd w:id="8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published editions of literary, dramatic, or musical works,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literary, dramatic, or musical work may not be copied if, at the time the copy is made, the librarian making it knows or could, by reasonable inquiry, ascertain the name and address of a person entitled to authorize the making of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 article or other work may only be copied in cases where it is not reasonably practicable to purchase a copy of the item in question for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provide a copy to another prescribed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88" w:name="_Toc186015401"/>
            <w:r w:rsidRPr="00BC0437">
              <w:rPr>
                <w:rFonts w:eastAsia="Times New Roman"/>
                <w:b/>
                <w:szCs w:val="22"/>
                <w:lang w:eastAsia="en-US"/>
              </w:rPr>
              <w:t>Research or Study (Published Works)</w:t>
            </w:r>
            <w:bookmarkEnd w:id="8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Reasonable proportions of published literary, dramatic, or musical works that are not 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shall be furnished with more than one copy of the same article or with copies of more than one article contained in the same issue of a periodical.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shall be furnished with more than one copy of the same material of a work other than an article.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br w:type="page"/>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0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requesting copies must satisfy the librarian or archivist that they require copies solely 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2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a sum not less than the cost attributable to the production, including a contribution to the general expenses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440"/>
        <w:gridCol w:w="120"/>
        <w:gridCol w:w="3758"/>
        <w:gridCol w:w="1030"/>
      </w:tblGrid>
      <w:tr w:rsidR="00BC0437" w:rsidRPr="00BC0437" w:rsidTr="00BC0437">
        <w:trPr>
          <w:trHeight w:val="143"/>
        </w:trPr>
        <w:tc>
          <w:tcPr>
            <w:tcW w:w="8856" w:type="dxa"/>
            <w:gridSpan w:val="5"/>
            <w:shd w:val="clear" w:color="auto" w:fill="auto"/>
          </w:tcPr>
          <w:p w:rsidR="00BC0437" w:rsidRPr="00BC0437" w:rsidRDefault="00BC0437" w:rsidP="00BC0437">
            <w:pPr>
              <w:rPr>
                <w:rFonts w:eastAsia="Times New Roman"/>
                <w:b/>
                <w:szCs w:val="22"/>
                <w:lang w:eastAsia="en-US"/>
              </w:rPr>
            </w:pPr>
            <w:bookmarkStart w:id="89" w:name="_Toc186015402"/>
            <w:r w:rsidRPr="00BC0437">
              <w:rPr>
                <w:rFonts w:eastAsia="Times New Roman"/>
                <w:b/>
                <w:szCs w:val="22"/>
                <w:lang w:eastAsia="en-US"/>
              </w:rPr>
              <w:t>Research or Study (Unpublished Works)</w:t>
            </w:r>
            <w:bookmarkEnd w:id="89"/>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65</w:t>
            </w:r>
          </w:p>
        </w:tc>
      </w:tr>
      <w:tr w:rsidR="00BC0437" w:rsidRPr="00BC0437" w:rsidTr="00BC0437">
        <w:trPr>
          <w:trHeight w:val="107"/>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unpublished literary, dramatic, or musical works from documents in the library or archive, including accompanying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furnished with any more than one copy of the same material.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not be made if the copyright owner has prohibited copying of the work and at the time of copying the librarian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not be made if the work was published before the document was deposited in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requesting copies must satisfy the librarian or archivist that they require copies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0"/>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0"/>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a sum not less than the cost attributable to the production, including a contribution to the general expenses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840"/>
        <w:gridCol w:w="948"/>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90" w:name="_Toc186015403"/>
            <w:r w:rsidRPr="00BC0437">
              <w:rPr>
                <w:rFonts w:eastAsia="Times New Roman"/>
                <w:b/>
                <w:szCs w:val="22"/>
                <w:lang w:eastAsia="en-US"/>
              </w:rPr>
              <w:t>Preservation and Replacement</w:t>
            </w:r>
            <w:bookmarkEnd w:id="9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or musical works, held in the permanent collection of the library or archive, including accompanying illustrations and the typographical arrangement.</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only be made where it is not reasonably practicable to purchase the work in question for the purpose.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by placing the copy in the collection in addition to or in place of the item.</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that has been lost, destroyed, or damaged in the permanent collection of another prescribed library or archive.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94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83"/>
        <w:gridCol w:w="3398"/>
        <w:gridCol w:w="1030"/>
      </w:tblGrid>
      <w:tr w:rsidR="00BC0437" w:rsidRPr="00BC0437" w:rsidTr="00BC0437">
        <w:tc>
          <w:tcPr>
            <w:tcW w:w="8939" w:type="dxa"/>
            <w:gridSpan w:val="4"/>
            <w:shd w:val="clear" w:color="auto" w:fill="auto"/>
          </w:tcPr>
          <w:p w:rsidR="00BC0437" w:rsidRPr="00BC0437" w:rsidRDefault="00BC0437" w:rsidP="00BC0437">
            <w:pPr>
              <w:rPr>
                <w:rFonts w:eastAsia="Times New Roman"/>
                <w:b/>
                <w:szCs w:val="22"/>
                <w:lang w:eastAsia="en-US"/>
              </w:rPr>
            </w:pPr>
            <w:bookmarkStart w:id="91" w:name="_Toc186015404"/>
            <w:r w:rsidRPr="00BC0437">
              <w:rPr>
                <w:rFonts w:eastAsia="Times New Roman"/>
                <w:b/>
                <w:szCs w:val="22"/>
                <w:lang w:eastAsia="en-US"/>
              </w:rPr>
              <w:t>Anti-Circumvention of Technological Protection Measures</w:t>
            </w:r>
            <w:bookmarkEnd w:id="9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281"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46(6)</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8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8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8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281"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prevent or restrict reproduction of a work or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281"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explicit exemptions exist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6021"/>
        <w:gridCol w:w="1008"/>
      </w:tblGrid>
      <w:tr w:rsidR="00BC0437" w:rsidRPr="00BC0437" w:rsidTr="00BC0437">
        <w:trPr>
          <w:trHeight w:val="135"/>
        </w:trPr>
        <w:tc>
          <w:tcPr>
            <w:tcW w:w="8856" w:type="dxa"/>
            <w:gridSpan w:val="3"/>
            <w:shd w:val="clear" w:color="auto" w:fill="auto"/>
          </w:tcPr>
          <w:p w:rsidR="00BC0437" w:rsidRPr="00BC0437" w:rsidRDefault="00BC0437" w:rsidP="00BC0437">
            <w:pPr>
              <w:rPr>
                <w:rFonts w:eastAsia="Times New Roman"/>
                <w:b/>
                <w:szCs w:val="22"/>
                <w:lang w:eastAsia="en-US"/>
              </w:rPr>
            </w:pPr>
            <w:bookmarkStart w:id="92" w:name="_Toc186015405"/>
            <w:r w:rsidRPr="00BC0437">
              <w:rPr>
                <w:rFonts w:eastAsia="Times New Roman"/>
                <w:b/>
                <w:szCs w:val="22"/>
                <w:lang w:eastAsia="en-US"/>
              </w:rPr>
              <w:t>Miscellaneous</w:t>
            </w:r>
            <w:bookmarkEnd w:id="92"/>
          </w:p>
        </w:tc>
      </w:tr>
      <w:tr w:rsidR="00BC0437" w:rsidRPr="00BC0437" w:rsidTr="00BC0437">
        <w:trPr>
          <w:trHeight w:val="135"/>
        </w:trPr>
        <w:tc>
          <w:tcPr>
            <w:tcW w:w="18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w:t>
            </w:r>
          </w:p>
        </w:tc>
        <w:tc>
          <w:tcPr>
            <w:tcW w:w="60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Sections 62 to 65, references to the librarian or archivist include references to a person acting on his or her behalf.</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61(1)</w:t>
            </w:r>
          </w:p>
        </w:tc>
      </w:tr>
      <w:tr w:rsidR="00BC0437" w:rsidRPr="00BC0437" w:rsidTr="00BC0437">
        <w:trPr>
          <w:trHeight w:val="135"/>
        </w:trPr>
        <w:tc>
          <w:tcPr>
            <w:tcW w:w="18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Declarations</w:t>
            </w:r>
          </w:p>
        </w:tc>
        <w:tc>
          <w:tcPr>
            <w:tcW w:w="60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may provide that a librarian or archivist, who pursuant to Sections 62 and 65 is required to be satisfied as to a matter before making or supplying a copy of a work, is entitled to rely on a declaration as to that matter, signed by the person requesting the copy, unless he is aware that the declaration is false in any material particular; and in such cases as may be prescribed, shall not make or supply a copy to any person in the absence of a declaration by that person.</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Where a person requesting a copy makes a declaration that is false in a material particular and is supplied with a copy which would have been an infringing copy if made by him, that person shall be liable for infringement of copyright as if he had reproduced the copy himself, and the copy supplied shall be treated as an infringing copy.</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61(2) – (3)</w:t>
            </w:r>
          </w:p>
        </w:tc>
      </w:tr>
      <w:tr w:rsidR="00BC0437" w:rsidRPr="00BC0437" w:rsidTr="00BC0437">
        <w:trPr>
          <w:trHeight w:val="135"/>
        </w:trPr>
        <w:tc>
          <w:tcPr>
            <w:tcW w:w="18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60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 in the context of an article in a periodical includes an item of any description.</w:t>
            </w:r>
          </w:p>
          <w:p w:rsidR="00BC0437" w:rsidRPr="00BC0437" w:rsidRDefault="00BC0437" w:rsidP="00BC0437">
            <w:pPr>
              <w:rPr>
                <w:rFonts w:eastAsia="Times New Roman"/>
                <w:szCs w:val="22"/>
                <w:lang w:eastAsia="en-US"/>
              </w:rPr>
            </w:pPr>
            <w:r w:rsidRPr="00BC0437">
              <w:rPr>
                <w:rFonts w:eastAsia="Times New Roman"/>
                <w:szCs w:val="22"/>
                <w:lang w:eastAsia="en-US"/>
              </w:rPr>
              <w:t>“Copy” in relation to –</w:t>
            </w:r>
          </w:p>
          <w:p w:rsidR="00BC0437" w:rsidRPr="00BC0437" w:rsidRDefault="00BC0437" w:rsidP="00BC0437">
            <w:pPr>
              <w:rPr>
                <w:rFonts w:eastAsia="Times New Roman"/>
                <w:szCs w:val="22"/>
                <w:lang w:eastAsia="en-US"/>
              </w:rPr>
            </w:pPr>
            <w:r w:rsidRPr="00BC0437">
              <w:rPr>
                <w:rFonts w:eastAsia="Times New Roman"/>
                <w:szCs w:val="22"/>
                <w:lang w:eastAsia="en-US"/>
              </w:rPr>
              <w:t>(a) a work that is a literary, dramatic, musical, or artistic work, means a reproduction of the work in any material form and, in respect of an artistic work, includes a reproduction in three-dimensions if the artistic work is a two-dimensional work and a reproduction in two-dimensions if the artistic work is a three-dimensional work;</w:t>
            </w:r>
          </w:p>
          <w:p w:rsidR="00BC0437" w:rsidRPr="00BC0437" w:rsidRDefault="00BC0437" w:rsidP="00BC0437">
            <w:pPr>
              <w:rPr>
                <w:rFonts w:eastAsia="Times New Roman"/>
                <w:szCs w:val="22"/>
                <w:lang w:eastAsia="en-US"/>
              </w:rPr>
            </w:pPr>
            <w:r w:rsidRPr="00BC0437">
              <w:rPr>
                <w:rFonts w:eastAsia="Times New Roman"/>
                <w:szCs w:val="22"/>
                <w:lang w:eastAsia="en-US"/>
              </w:rPr>
              <w:t>(b) a work that is a film, television broadcast, or cable program, includes a photograph of the whole or any substantial part of any image forming part of the film, broadcast or cable program;</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 (c) a work that is a typographical arrangement of a published edition, means a facsimile copy of the arrangement; and</w:t>
            </w:r>
          </w:p>
          <w:p w:rsidR="00BC0437" w:rsidRPr="00BC0437" w:rsidRDefault="00BC0437" w:rsidP="00BC0437">
            <w:pPr>
              <w:rPr>
                <w:rFonts w:eastAsia="Times New Roman"/>
                <w:szCs w:val="22"/>
                <w:lang w:eastAsia="en-US"/>
              </w:rPr>
            </w:pPr>
            <w:r w:rsidRPr="00BC0437">
              <w:rPr>
                <w:rFonts w:eastAsia="Times New Roman"/>
                <w:szCs w:val="22"/>
                <w:lang w:eastAsia="en-US"/>
              </w:rPr>
              <w:t>(d) any description of work, includes a copy of the work that is transient or incidental to some other use of the work,  and references to the copying of a work of any description shall be construed to include a reference to storing the work in any medium by electronic means.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rPr>
          <w:trHeight w:val="135"/>
        </w:trPr>
        <w:tc>
          <w:tcPr>
            <w:tcW w:w="18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Study</w:t>
            </w:r>
          </w:p>
        </w:tc>
        <w:tc>
          <w:tcPr>
            <w:tcW w:w="60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fair dealing with a literary, dramatic, musical, or artistic work for purposes of research or private study.</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52</w:t>
            </w:r>
          </w:p>
        </w:tc>
      </w:tr>
      <w:tr w:rsidR="00BC0437" w:rsidRPr="00BC0437" w:rsidTr="00BC0437">
        <w:trPr>
          <w:trHeight w:val="135"/>
        </w:trPr>
        <w:tc>
          <w:tcPr>
            <w:tcW w:w="18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60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Establishes factors for determining fair dealing and sets forth four factors that are nearly identical to fair use factors.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54</w:t>
            </w:r>
          </w:p>
        </w:tc>
      </w:tr>
      <w:tr w:rsidR="00BC0437" w:rsidRPr="00BC0437" w:rsidTr="00BC0437">
        <w:trPr>
          <w:trHeight w:val="135"/>
        </w:trPr>
        <w:tc>
          <w:tcPr>
            <w:tcW w:w="18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60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Series of provisions on the use of works for education.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56 to 60</w:t>
            </w:r>
          </w:p>
        </w:tc>
      </w:tr>
      <w:tr w:rsidR="00BC0437" w:rsidRPr="00BC0437" w:rsidTr="00BC0437">
        <w:trPr>
          <w:trHeight w:val="135"/>
        </w:trPr>
        <w:tc>
          <w:tcPr>
            <w:tcW w:w="18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702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Antigua and Barbuda, No. 22 (18 December 2003), available at http://www.wipo.int/wipolex/en/text.jsp?file_id=180198.</w:t>
            </w:r>
          </w:p>
        </w:tc>
      </w:tr>
      <w:tr w:rsidR="00BC0437" w:rsidRPr="00BC0437" w:rsidTr="00BC0437">
        <w:trPr>
          <w:trHeight w:val="135"/>
        </w:trPr>
        <w:tc>
          <w:tcPr>
            <w:tcW w:w="18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702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 November 2007; rev. 21 April 2015</w:t>
            </w:r>
          </w:p>
        </w:tc>
      </w:tr>
    </w:tbl>
    <w:p w:rsidR="00BC0437" w:rsidRPr="00BC0437" w:rsidRDefault="00BC0437" w:rsidP="00BC0437">
      <w:pPr>
        <w:rPr>
          <w:rFonts w:eastAsia="Times New Roman"/>
          <w:szCs w:val="22"/>
          <w:lang w:eastAsia="en-US"/>
        </w:rPr>
      </w:pPr>
    </w:p>
    <w:bookmarkEnd w:id="87"/>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93" w:name="_Toc199663463"/>
      <w:bookmarkStart w:id="94" w:name="_Toc207648439"/>
      <w:bookmarkStart w:id="95" w:name="_Toc207649021"/>
      <w:bookmarkStart w:id="96" w:name="_Toc207649476"/>
      <w:bookmarkStart w:id="97" w:name="_Toc207649839"/>
      <w:bookmarkStart w:id="98" w:name="_Toc207650239"/>
      <w:bookmarkStart w:id="99" w:name="_Toc208637888"/>
      <w:bookmarkStart w:id="100" w:name="_Toc421800690"/>
      <w:r w:rsidRPr="00BC0437">
        <w:rPr>
          <w:lang w:eastAsia="en-US"/>
        </w:rPr>
        <w:t>Argentin</w:t>
      </w:r>
      <w:bookmarkEnd w:id="93"/>
      <w:bookmarkEnd w:id="94"/>
      <w:bookmarkEnd w:id="95"/>
      <w:bookmarkEnd w:id="96"/>
      <w:bookmarkEnd w:id="97"/>
      <w:bookmarkEnd w:id="98"/>
      <w:bookmarkEnd w:id="99"/>
      <w:r w:rsidRPr="00BC0437">
        <w:rPr>
          <w:lang w:eastAsia="en-US"/>
        </w:rPr>
        <w:t>a</w:t>
      </w:r>
      <w:bookmarkEnd w:id="100"/>
    </w:p>
    <w:p w:rsidR="00BC0437" w:rsidRPr="00BC0437" w:rsidRDefault="00BC0437" w:rsidP="00BC0437">
      <w:pPr>
        <w:rPr>
          <w:rFonts w:eastAsia="Times New Roman"/>
          <w:szCs w:val="22"/>
          <w:lang w:eastAsia="en-US"/>
        </w:rPr>
      </w:pPr>
      <w:bookmarkStart w:id="101" w:name="argentina"/>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02" w:name="_Toc186015406"/>
            <w:r w:rsidRPr="00BC0437">
              <w:rPr>
                <w:rFonts w:eastAsia="Times New Roman"/>
                <w:b/>
                <w:szCs w:val="22"/>
                <w:lang w:eastAsia="en-US"/>
              </w:rPr>
              <w:t>Library Provisions (none)</w:t>
            </w:r>
            <w:bookmarkEnd w:id="10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statutes of Argentina include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03" w:name="_Toc186015407"/>
            <w:r w:rsidRPr="00BC0437">
              <w:rPr>
                <w:rFonts w:eastAsia="Times New Roman"/>
                <w:b/>
                <w:szCs w:val="22"/>
                <w:lang w:eastAsia="en-US"/>
              </w:rPr>
              <w:t>Anti-Circumvention of Technological Protection Measures</w:t>
            </w:r>
            <w:bookmarkEnd w:id="10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104" w:name="_Toc186015408"/>
            <w:r w:rsidRPr="00BC0437">
              <w:rPr>
                <w:rFonts w:eastAsia="Times New Roman"/>
                <w:b/>
                <w:szCs w:val="22"/>
                <w:lang w:eastAsia="en-US"/>
              </w:rPr>
              <w:t>Miscellaneous</w:t>
            </w:r>
            <w:bookmarkEnd w:id="10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Services to the Blind</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Authorized bodies are permitted to reproduce and distribute copies of works on special systems to serve the needs of the blind or persons with other disabilities.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Legal Intellectual Property Regime of Argentina, No. 11.723 (28 September 1933), as amended through No. 26.507 (25 November 2009), available at http://www.wipo.int/wipolex/en/text.jsp?file_id=225488.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13 December 2007; rev. 21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bookmarkEnd w:id="101"/>
    <w:p w:rsidR="00BC0437" w:rsidRPr="00BC0437" w:rsidRDefault="00BC0437" w:rsidP="001D0DFD">
      <w:pPr>
        <w:pStyle w:val="Heading2"/>
        <w:rPr>
          <w:lang w:eastAsia="en-US"/>
        </w:rPr>
      </w:pPr>
      <w:r w:rsidRPr="00BC0437">
        <w:rPr>
          <w:lang w:eastAsia="en-US"/>
        </w:rPr>
        <w:br w:type="page"/>
      </w:r>
      <w:bookmarkStart w:id="105" w:name="_Toc199663464"/>
      <w:bookmarkStart w:id="106" w:name="_Toc207648440"/>
      <w:bookmarkStart w:id="107" w:name="_Toc207649022"/>
      <w:bookmarkStart w:id="108" w:name="_Toc207649477"/>
      <w:bookmarkStart w:id="109" w:name="_Toc207649840"/>
      <w:bookmarkStart w:id="110" w:name="_Toc207650240"/>
      <w:bookmarkStart w:id="111" w:name="_Toc208637889"/>
      <w:bookmarkStart w:id="112" w:name="_Toc421800691"/>
      <w:r w:rsidRPr="00BC0437">
        <w:rPr>
          <w:lang w:eastAsia="en-US"/>
        </w:rPr>
        <w:t>Armenia</w:t>
      </w:r>
      <w:bookmarkEnd w:id="105"/>
      <w:bookmarkEnd w:id="106"/>
      <w:bookmarkEnd w:id="107"/>
      <w:bookmarkEnd w:id="108"/>
      <w:bookmarkEnd w:id="109"/>
      <w:bookmarkEnd w:id="110"/>
      <w:bookmarkEnd w:id="111"/>
      <w:bookmarkEnd w:id="11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13" w:name="_Toc207649478"/>
            <w:bookmarkStart w:id="114" w:name="armenia"/>
            <w:r w:rsidRPr="00BC0437">
              <w:rPr>
                <w:rFonts w:eastAsia="Times New Roman"/>
                <w:b/>
                <w:szCs w:val="22"/>
                <w:lang w:eastAsia="en-US"/>
              </w:rPr>
              <w:t>General Provisions</w:t>
            </w:r>
            <w:bookmarkEnd w:id="113"/>
            <w:r w:rsidRPr="00BC0437">
              <w:rPr>
                <w:rFonts w:eastAsia="Times New Roman"/>
                <w:b/>
                <w:szCs w:val="22"/>
                <w:lang w:eastAsia="en-US"/>
              </w:rPr>
              <w:t xml:space="preserve"> (applicable to each provision of Article 24(3))</w:t>
            </w:r>
          </w:p>
        </w:tc>
      </w:tr>
      <w:tr w:rsidR="00BC0437" w:rsidRPr="00BC0437" w:rsidTr="00BC0437">
        <w:trPr>
          <w:trHeight w:val="584"/>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with the obligatory mention of the author’s name.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 (3)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with the obligatory mention of the source of the work.</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5" w:name="_Toc186015410"/>
            <w:r w:rsidRPr="00BC0437">
              <w:rPr>
                <w:rFonts w:eastAsia="Times New Roman"/>
                <w:b/>
                <w:szCs w:val="22"/>
                <w:lang w:eastAsia="en-US"/>
              </w:rPr>
              <w:t>Preservation and Replacement</w:t>
            </w:r>
            <w:bookmarkEnd w:id="11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and educational or cultural institutions.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 (3)(a)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can only make one copy for restoring or substituting a work in its own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for another library is permitted only if, in ordinary conditions, the obtaining of such a copy in another way is impossible.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restoring or substituting the lost or damaged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placing the copy at the disposal of another library, in case of loss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be without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of performances, phonograms, films, or broadcasting programs is permitted under the same conditions as listed above, and provided that the use does not conflict with the normal exploitation of the work and without prejudice to the interests of the rightsholders.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6" w:name="_Toc186015411"/>
            <w:r w:rsidRPr="00BC0437">
              <w:rPr>
                <w:rFonts w:eastAsia="Times New Roman"/>
                <w:b/>
                <w:szCs w:val="22"/>
                <w:lang w:eastAsia="en-US"/>
              </w:rPr>
              <w:t>Research or Study</w:t>
            </w:r>
            <w:bookmarkEnd w:id="11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 (3)(b)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Independent articles and succinct works lawfully published in collections, newspapers, and other periodical publications.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from lawfully published written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one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 demand of a natural person, for study and research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be without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institutions can make copies under the same conditions for classroom studies.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of performances, phonograms, films, or broadcasting programs is permitted under the same conditions as listed above, and provided that the use does not conflict with the normal exploitation of the work and without prejudice to the interests of the rightholders.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7" w:name="_Toc186015412"/>
            <w:r w:rsidRPr="00BC0437">
              <w:rPr>
                <w:rFonts w:eastAsia="Times New Roman"/>
                <w:b/>
                <w:szCs w:val="22"/>
                <w:lang w:eastAsia="en-US"/>
              </w:rPr>
              <w:t>Anti-Circumvention of Technological Protection Measures</w:t>
            </w:r>
            <w:bookmarkEnd w:id="11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67 (1)</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importing, distributing, selling, renting out, advertising for sale or rental, or possessing for commercial purposes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used to prevent or restrict acts in respect of works that are not authorized by the rightsholder; it includes access controls and protection processes.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67 (2)-(3)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118" w:name="_Toc186015413"/>
            <w:r w:rsidRPr="00BC0437">
              <w:rPr>
                <w:rFonts w:eastAsia="Times New Roman"/>
                <w:b/>
                <w:szCs w:val="22"/>
                <w:lang w:eastAsia="en-US"/>
              </w:rPr>
              <w:t>Miscellaneous</w:t>
            </w:r>
            <w:bookmarkEnd w:id="11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“Reprographic reproduction” means facsimile reproduction in one or more copies, in any dimension (enlarged or reduced) and in any form, of the original or the reproduction of a written or other graphic work by means of photocopying or by other technical means, except those connected with the application of printing type-forms.  </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does not include the storage or reproduction of the mentioned copy in electronic (including digital), optical, or other machine-readable form.</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 (1) &amp;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Related Rights of Armenia, No. 3R-142 (4 July 2006), as amended through 30 September 2013, available at http://www.wipo.int/wipolex/en/text.jsp?file_id=339155.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13 December 07; rev. 21 April 2015</w:t>
            </w:r>
          </w:p>
        </w:tc>
      </w:tr>
    </w:tbl>
    <w:p w:rsidR="00BC0437" w:rsidRPr="00BC0437" w:rsidRDefault="00BC0437" w:rsidP="00BC0437">
      <w:pPr>
        <w:rPr>
          <w:rFonts w:eastAsia="Times New Roman"/>
          <w:szCs w:val="22"/>
          <w:lang w:eastAsia="en-US"/>
        </w:rPr>
      </w:pPr>
    </w:p>
    <w:bookmarkEnd w:id="114"/>
    <w:p w:rsidR="00BC0437" w:rsidRPr="00BC0437" w:rsidRDefault="00BC0437" w:rsidP="001D0DFD">
      <w:pPr>
        <w:pStyle w:val="Heading2"/>
        <w:rPr>
          <w:lang w:eastAsia="en-US"/>
        </w:rPr>
      </w:pPr>
      <w:r w:rsidRPr="00BC0437">
        <w:rPr>
          <w:lang w:eastAsia="en-US"/>
        </w:rPr>
        <w:br w:type="page"/>
      </w:r>
      <w:bookmarkStart w:id="119" w:name="_Toc199663465"/>
      <w:bookmarkStart w:id="120" w:name="_Toc207648442"/>
      <w:bookmarkStart w:id="121" w:name="_Toc207649024"/>
      <w:bookmarkStart w:id="122" w:name="_Toc207649479"/>
      <w:bookmarkStart w:id="123" w:name="_Toc207649841"/>
      <w:bookmarkStart w:id="124" w:name="_Toc207650241"/>
      <w:bookmarkStart w:id="125" w:name="_Toc208637890"/>
      <w:bookmarkStart w:id="126" w:name="_Toc421800692"/>
      <w:r w:rsidRPr="00BC0437">
        <w:rPr>
          <w:lang w:eastAsia="en-US"/>
        </w:rPr>
        <w:t>Australia</w:t>
      </w:r>
      <w:bookmarkEnd w:id="119"/>
      <w:bookmarkEnd w:id="120"/>
      <w:bookmarkEnd w:id="121"/>
      <w:bookmarkEnd w:id="122"/>
      <w:bookmarkEnd w:id="123"/>
      <w:bookmarkEnd w:id="124"/>
      <w:bookmarkEnd w:id="125"/>
      <w:bookmarkEnd w:id="126"/>
    </w:p>
    <w:p w:rsidR="00BC0437" w:rsidRPr="00BC0437" w:rsidRDefault="00BC0437" w:rsidP="00BC0437">
      <w:pPr>
        <w:rPr>
          <w:rFonts w:eastAsia="Times New Roman"/>
          <w:szCs w:val="22"/>
          <w:lang w:eastAsia="en-US"/>
        </w:rPr>
      </w:pPr>
      <w:bookmarkStart w:id="127" w:name="Australia"/>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8" w:name="_Toc186015415"/>
            <w:r w:rsidRPr="00BC0437">
              <w:rPr>
                <w:rFonts w:eastAsia="Times New Roman"/>
                <w:b/>
                <w:szCs w:val="22"/>
                <w:lang w:eastAsia="en-US"/>
              </w:rPr>
              <w:t>Preservation, Replacement, and Library Administration</w:t>
            </w:r>
            <w:bookmarkEnd w:id="128"/>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Officers in charge of libraries and archives, or persons acting on behalf of the officers.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51A</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Includes volunteers assisting with the care or control of the collection.  (§ 51A(6))</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manuscript form held in the collection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Original artistic works held in the collection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 held in the collection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held in the collection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both reproduction and communication.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 published work, an officer of the library or archives must, after a reasonable investigation, make a declaration stating that the officer is satisfied that a copy (not a second-hand copy) of the work, or of the edition of the work in the collection, cannot be obtained within a reasonable time at an ordinary commercial price, and if a copy of another edition can be so obtained, the declaration must state why the reproduction should be made from the work in the collection.</w:t>
            </w:r>
            <w:r w:rsidRPr="00BC0437">
              <w:rPr>
                <w:rFonts w:eastAsia="Times New Roman"/>
                <w:szCs w:val="22"/>
                <w:vertAlign w:val="superscript"/>
                <w:lang w:eastAsia="en-US"/>
              </w:rPr>
              <w:footnoteReference w:id="9"/>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Different types of works may be copied only for the purposes specified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or replacement or research in another library or for administrative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 manuscript or original artistic work, copying may be for the purpose of preserving the work against loss or damage or for research carried out at the library or archives or at another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50"/>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 published work, it may be copied for purposes of replacement if the work has been damaged or deteriorated, or if it has been lost or stolen.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an original artistic work, if following the preservation copying the original has been lost or has deteriorated, or if the original has become unstable and cannot be displayed without significant risk of deterioration, the preservation copy may be communicated by making it available online through a computer terminal on the premises and on which a user cannot make an electronic copy or a hardcopy or communicate the reproduction.  (§§ 51A(3A) &amp; (3B))</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12"/>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any work, it may be copied for administrative purposes.  (§ 51A(2))  These copies may also be communicated to officers of the library or archives online through a computer terminal on the premises.  (§ 51A(3))  Administrative purposes means purposes directly related to the care or control of the collection.  (§ 51A(6))</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0"/>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Notation:  At or about the time the reproduction is made under § 51A, there must be made on the reproduction a notation stating that the reproduction was made on behalf of the institution and specifying the date on which the reproduction was made.  (§ 203H(1))</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Publication:  In the case of an unpublished work reproduced and supplied to another library or archives for research, the supply or communication by the library or archives does not constitute publication of the work.  (§ 51A(5))</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Application to sound recordings and film:  Section 110B is nearly identical to § 51A, except it applies to the copying of a sound recording or a cinematographic film.  Section 110B includes a few distinctive differences, notably mentioning that the reproduction is not an infringement of the work or of other subject-matter included in the work.  For the requirement of notices on these copies, see § 203H(2).</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9" w:name="_Toc186015416"/>
            <w:r w:rsidRPr="00BC0437">
              <w:rPr>
                <w:rFonts w:eastAsia="Times New Roman"/>
                <w:b/>
                <w:szCs w:val="22"/>
                <w:lang w:eastAsia="en-US"/>
              </w:rPr>
              <w:t>Preservation by Cultural Institutions</w:t>
            </w:r>
            <w:bookmarkEnd w:id="12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Authorized officers of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51B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archives must, under state or national laws, have the function of maintaining the collection, or the library or archives is prescribed under regulations.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Manuscripts.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Original artistic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officer must be satisfied that the work is of historical or cultural significance to Australia.</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 manuscript, the officer may make up to three reproductions.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an original artistic work, the officer may make up to three comprehensive photographic reproductions from the original.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5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an original artistic work, the officer must be satisfied that a photographic reproduction (not a second-hand reproduction) cannot be obtained within a reasonable time at an ordinary commercial price.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 published work, an officer may make up to three reproductions of the work from the copy in the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 published work, an officer of the library or archives must be satisfied, after a reasonable investigation, that a copy (not a second-hand copy) of the work, or of the edition of the work in the collection, cannot be obtained within a reasonable time at an ordinary commercial price, and if a copy of another edition can be so obtained, the officer is satisfied that it is appropriate to make the reproduction from the work in the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against loss or deterioration.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Reasonable time and ordinary price:  For purposes of determining whether a copy can be obtained within a reasonable time at an ordinary commercial price, the officer must take into account whether an electronic copy of the work or edition can be so obtained.  (§ 51B(5))</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Limitation:  § 51B does not limit rights under other library sections, and those sections do not limit § 51B.  (§ 51B(6))</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5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Application to sound recordings and film:  </w:t>
            </w:r>
          </w:p>
          <w:p w:rsidR="00BC0437" w:rsidRPr="00BC0437" w:rsidRDefault="00BC0437" w:rsidP="00BC0437">
            <w:pPr>
              <w:rPr>
                <w:rFonts w:eastAsia="Times New Roman"/>
                <w:szCs w:val="22"/>
                <w:lang w:eastAsia="en-US"/>
              </w:rPr>
            </w:pPr>
            <w:r w:rsidRPr="00BC0437">
              <w:rPr>
                <w:rFonts w:eastAsia="Times New Roman"/>
                <w:szCs w:val="22"/>
                <w:lang w:eastAsia="en-US"/>
              </w:rPr>
              <w:t>§ 110BA is nearly identical to § 51B, except it applies to the copying of a sound recording or a cinematographic film.  Section 110BA includes some distinctive provisions, notably providing separate treatment for copying published versions of the work and for copying an unpublished version or a “first record” or first copy of a film.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0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Application to published editions:  § 112AA is nearly identical to § 51B, except it applies to the copying of a published edition of any work in the collection.  § 112AA includes some distinctive provisions, notably its specific application to the making of a facsimile reproduction and the protection against infringement of any works in the published edition.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0" w:name="_Toc186015417"/>
            <w:r w:rsidRPr="00BC0437">
              <w:rPr>
                <w:rFonts w:eastAsia="Times New Roman"/>
                <w:b/>
                <w:szCs w:val="22"/>
                <w:lang w:eastAsia="en-US"/>
              </w:rPr>
              <w:t>Research or Study (Published Works)</w:t>
            </w:r>
            <w:bookmarkEnd w:id="13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Authorized officers of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49(1)</w:t>
            </w:r>
          </w:p>
        </w:tc>
      </w:tr>
      <w:tr w:rsidR="00BC0437" w:rsidRPr="00BC0437" w:rsidTr="00BC0437">
        <w:trPr>
          <w:trHeight w:val="14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purposes of § 49, a library means a library, all or part of whose collection is accessible to members of the public directly or through interlibrary loan.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purposes of § 49, an archives means an archives, all or part of whose collection is accessible to members of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Whole or parts of articles contained in periodical publications held in the collection of the institution. </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49(1); § 49 (2A)</w:t>
            </w: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published works other than articles contained in periodical publications held in the collection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 is not an infringement to communicate an article or work in accordance with § 49(2), (2C), and (5A).  (§ 49(7B))</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 (“a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Two or more articles from the same periodical publication may not be copied unless the articles are requested for the same research or course of study.  (§ 49(4))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2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whole work (other than an article in a periodical) or more than a reasonable portion of a work cannot be copied, unless the work is from the collections of the library or archives, and the authorized officer has after reasonable investigation made a declaration stating that the officer is satisfied that a reproduction (not being a second-hand reproduction) of the work cannot be obtained within a reasonable time at an ordinary commercial price.  (§ 49(5))  (Note:  Reasonable portion is determined in accordance with § 10(1)).</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determining whether a copy is available within a reasonable time and at an ordinary commercial price, the authorized officer must take into account: (a) the time that the user requires the copy; (b) the time within which a reproduction at an ordinary commercial price could be delivered to the person; and (c) whether an electronic reproduction can be obtained within a reasonable time and at an ordinary commercial price.  (§ 49(5AB))</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note accompanying the statutes states that the reproduction can be made from another reproduction held in the library because it was made pursuant to § 51A(1) to replace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and supply to user, requested by the user in writing.</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49(1); § 49(2)</w:t>
            </w:r>
          </w:p>
        </w:tc>
      </w:tr>
      <w:tr w:rsidR="00BC0437" w:rsidRPr="00BC0437" w:rsidTr="00BC0437">
        <w:trPr>
          <w:trHeight w:val="28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may be supplied only to the person requesting the reproduction.  (§§ 49(6) &amp; (7))  This requirement may be excluded by regulation.  (§ 49(8))  (Note: Special rules apply when making electronic reproductions, § 49(7A).)</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user must furnish to the officer in charge of the library or archives a signed declaration stating that the user requires the reproduction for research or study and for no other purpose, and that the user has not previously been supplied with a copy of the same work by the library or archives.</w:t>
            </w:r>
            <w:r w:rsidRPr="00BC0437">
              <w:rPr>
                <w:rFonts w:eastAsia="Times New Roman"/>
                <w:szCs w:val="22"/>
                <w:vertAlign w:val="superscript"/>
                <w:lang w:eastAsia="en-US"/>
              </w:rPr>
              <w:footnoteReference w:id="10"/>
            </w:r>
            <w:r w:rsidRPr="00BC0437">
              <w:rPr>
                <w:rFonts w:eastAsia="Times New Roman"/>
                <w:szCs w:val="22"/>
                <w:lang w:eastAsia="en-US"/>
              </w:rPr>
              <w:t xml:space="preserve">  Declarations pursuant to § 49 are further detailed at § 10(3)(ma).</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28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declaration must not contain any statement that the authorized officer of the library or archives knows to be untrue in any material respect.  (§ 49(2))</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and supply to a user at a remote location, upon request by a person to an authorized officer of the institution.  (See also § 49(2C)(a))</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49 (2A); </w:t>
            </w:r>
          </w:p>
          <w:p w:rsidR="00BC0437" w:rsidRPr="00BC0437" w:rsidRDefault="00BC0437" w:rsidP="00BC0437">
            <w:pPr>
              <w:rPr>
                <w:rFonts w:eastAsia="Times New Roman"/>
                <w:szCs w:val="22"/>
                <w:lang w:eastAsia="en-US"/>
              </w:rPr>
            </w:pPr>
            <w:r w:rsidRPr="00BC0437">
              <w:rPr>
                <w:rFonts w:eastAsia="Times New Roman"/>
                <w:szCs w:val="22"/>
                <w:lang w:eastAsia="en-US"/>
              </w:rPr>
              <w:t>§ 49 (2C)</w:t>
            </w:r>
          </w:p>
        </w:tc>
      </w:tr>
      <w:tr w:rsidR="00BC0437" w:rsidRPr="00BC0437" w:rsidTr="00BC0437">
        <w:trPr>
          <w:trHeight w:val="428"/>
        </w:trPr>
        <w:tc>
          <w:tcPr>
            <w:tcW w:w="2628" w:type="dxa"/>
            <w:vMerge w:val="restart"/>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user makes a declaration to an authorized officer of a library or archives that the user requires the reproduction for research or study and for no other purpose.  (See also § 49(2C)(a))</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user must make a declaration that the user has not previously been supplied with a copy of the same work by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Because of the remoteness of the user’s location, the user cannot conveniently furnish a declaration (consistent with the requirements of § 49(1)) by the time that the user needs the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request or declaration made by the user pursuant to § 49(2A) are not required to be in writing.  (§ 49(2B))</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90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authorized officer makes a declaration setting out the particulars of the request and declaration from the user, and stating that the user’s declaration does not contain any statement that, to the knowledge of the officer, is untrue in any material respect regarding the purpose of the copy and whether the user has previously received a copy of the work, and that the officer is satisfied that the user’s declaration is true with respect to the remoteness of the user’s location.  (§ 49(2C)(b))</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Communication of Electronic Works:  If an article contained in a periodical publication or other published work is acquired in electronic form as part of the library or archives collection, the officer in charge of the library or archives may make it available online within the premises of the library or archives in such a manner that users cannot, by using any equipment supplied by the library or archives make an electronic reproduction of the work or communicate it.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49 (5A)</w:t>
            </w:r>
          </w:p>
        </w:tc>
      </w:tr>
      <w:tr w:rsidR="00BC0437" w:rsidRPr="00BC0437" w:rsidTr="00BC0437">
        <w:trPr>
          <w:trHeight w:val="31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Cost:  The copying authorized by this section is not permitted if the library or archives charges for making and supplying the reproduction, and the amount charged exceeds the cost of making and supplying the reproduction.</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49(3)</w:t>
            </w:r>
          </w:p>
        </w:tc>
      </w:tr>
      <w:tr w:rsidR="00BC0437" w:rsidRPr="00BC0437" w:rsidTr="00BC0437">
        <w:trPr>
          <w:trHeight w:val="35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Notation:  At or about the time the reproduction is made under § 49, there must be made on the reproduction a notation stating that the reproduction was made on behalf of the institution and specifying the date on which the reproduction was made.  (§ 203H(1))</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1" w:name="_Toc186015418"/>
            <w:r w:rsidRPr="00BC0437">
              <w:rPr>
                <w:rFonts w:eastAsia="Times New Roman"/>
                <w:b/>
                <w:szCs w:val="22"/>
                <w:lang w:eastAsia="en-US"/>
              </w:rPr>
              <w:t>Research or Study or View to Publication (Unpublished Works)</w:t>
            </w:r>
            <w:bookmarkEnd w:id="131"/>
          </w:p>
        </w:tc>
      </w:tr>
      <w:tr w:rsidR="00BC0437" w:rsidRPr="00BC0437" w:rsidTr="00BC0437">
        <w:trPr>
          <w:trHeight w:val="30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51(1)</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Officers in charge of libraries and archives, or persons acting on their behalf.</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12"/>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literary, dramatic, musical, or artistic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still under copyright, and copying must occur more than fifty years after the end of the calendar year in which the author died.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Either a copy of the work must be kept in the collection of the library or archives, or in the case of a literary, dramatic, or musical work, the manuscript of the work must be kept in the collection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of the work or the manuscript in the collections must be open to public inspection, subject to any regulations governing that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or study, or with a view to publication.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5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the reproduction is made by an officer of the library or archives, then the reproduction may be supplied only to a person who satisfies the officer that the he or she requires the reproduction for the permitted purpose and will not use it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52"/>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statute also permits communication of the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0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Incorporation of a work:  If a new publication of a literary, dramatic, or musical work incorporates a work to which § 51(1) applies, that publication is not an infringement or unauthorized publication of the earlier work.  This right is conditioned on giving a prescribed notice and other requirements, but it extends to subsequent publication of the work and other uses.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52</w:t>
            </w:r>
          </w:p>
        </w:tc>
      </w:tr>
      <w:tr w:rsidR="00BC0437" w:rsidRPr="00BC0437" w:rsidTr="00BC0437">
        <w:trPr>
          <w:trHeight w:val="110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Application to sound recordings and film:  § 110A is nearly identical to § 51, except it applies to the copying of a sound recording or a cinematographic film being copied more than fifty years after the work was made.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293"/>
        </w:trPr>
        <w:tc>
          <w:tcPr>
            <w:tcW w:w="7826" w:type="dxa"/>
            <w:gridSpan w:val="3"/>
            <w:shd w:val="clear" w:color="auto" w:fill="auto"/>
          </w:tcPr>
          <w:p w:rsidR="00BC0437" w:rsidRPr="00BC0437" w:rsidRDefault="00BC0437" w:rsidP="00BC0437">
            <w:pPr>
              <w:rPr>
                <w:rFonts w:eastAsia="Times New Roman"/>
                <w:b/>
                <w:szCs w:val="22"/>
                <w:lang w:eastAsia="en-US"/>
              </w:rPr>
            </w:pPr>
            <w:bookmarkStart w:id="132" w:name="_Toc186015419"/>
            <w:r w:rsidRPr="00BC0437">
              <w:rPr>
                <w:rFonts w:eastAsia="Times New Roman"/>
                <w:b/>
                <w:szCs w:val="22"/>
                <w:lang w:eastAsia="en-US"/>
              </w:rPr>
              <w:t>Research or Study (Unpublished Theses)</w:t>
            </w:r>
            <w:bookmarkEnd w:id="132"/>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51(2)</w:t>
            </w:r>
          </w:p>
        </w:tc>
      </w:tr>
      <w:tr w:rsidR="00BC0437" w:rsidRPr="00BC0437" w:rsidTr="00BC0437">
        <w:trPr>
          <w:trHeight w:val="2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Officers in charge of libraries and archives, or persons acting on their behalf.</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theses or other similar literary works kept in the library of a university or other similar institution or an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may be supplied to a person who satisfies an authorized officer of the library or archives that the person requires the reproduction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Although not stated explicitly in the statute, § 51(1) apparently could also apply to an unpublished thesis.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560"/>
        <w:gridCol w:w="120"/>
        <w:gridCol w:w="3758"/>
        <w:gridCol w:w="1030"/>
      </w:tblGrid>
      <w:tr w:rsidR="00BC0437" w:rsidRPr="00BC0437" w:rsidTr="00BC0437">
        <w:tc>
          <w:tcPr>
            <w:tcW w:w="8856" w:type="dxa"/>
            <w:gridSpan w:val="5"/>
            <w:shd w:val="clear" w:color="auto" w:fill="auto"/>
          </w:tcPr>
          <w:p w:rsidR="00BC0437" w:rsidRPr="00BC0437" w:rsidRDefault="00BC0437" w:rsidP="00BC0437">
            <w:pPr>
              <w:rPr>
                <w:rFonts w:eastAsia="Times New Roman"/>
                <w:b/>
                <w:szCs w:val="22"/>
                <w:lang w:eastAsia="en-US"/>
              </w:rPr>
            </w:pPr>
            <w:bookmarkStart w:id="133" w:name="_Toc186015420"/>
            <w:r w:rsidRPr="00BC0437">
              <w:rPr>
                <w:rFonts w:eastAsia="Times New Roman"/>
                <w:b/>
                <w:szCs w:val="22"/>
                <w:lang w:eastAsia="en-US"/>
              </w:rPr>
              <w:t>Supplying Copies to Other Libraries</w:t>
            </w:r>
            <w:bookmarkEnd w:id="133"/>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Officers in charge of libraries and archives, or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50(2); § 50 (10)</w:t>
            </w:r>
          </w:p>
        </w:tc>
      </w:tr>
      <w:tr w:rsidR="00BC0437" w:rsidRPr="00BC0437" w:rsidTr="00BC0437">
        <w:trPr>
          <w:trHeight w:val="143"/>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gridSpan w:val="2"/>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purposes of § 50, a library means a library, all or part of whose collection is accessible to members of the public directly or through interlibrary loan.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gridSpan w:val="2"/>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purposes of § 50, an archives means an archives, all or part of whose collection is accessible to members of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articles contained in periodical publications held in the collection of the institution.</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50(1); § 50(7)</w:t>
            </w:r>
          </w:p>
        </w:tc>
      </w:tr>
      <w:tr w:rsidR="00BC0437" w:rsidRPr="00BC0437" w:rsidTr="00BC0437">
        <w:trPr>
          <w:trHeight w:val="285"/>
        </w:trPr>
        <w:tc>
          <w:tcPr>
            <w:tcW w:w="2388" w:type="dxa"/>
            <w:vMerge/>
            <w:shd w:val="clear" w:color="auto" w:fill="auto"/>
          </w:tcPr>
          <w:p w:rsidR="00BC0437" w:rsidRPr="00BC0437" w:rsidRDefault="00BC0437" w:rsidP="00BC0437">
            <w:pPr>
              <w:rPr>
                <w:rFonts w:eastAsia="Times New Roman"/>
                <w:szCs w:val="22"/>
                <w:lang w:eastAsia="en-US"/>
              </w:rPr>
            </w:pP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published works, other than articles contained in periodical publications, held in the collection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 (“a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reproduction of the same item may not be supplied to a library on more than one occasion for inclusion in the library’s collection, unless as soon as practicable after making the request, the receiving library makes a declaration stating the particulars of the request and stating that the previous reproduction has been lost, destroyed, or damaged.</w:t>
            </w:r>
            <w:r w:rsidRPr="00BC0437">
              <w:rPr>
                <w:rFonts w:eastAsia="Times New Roman"/>
                <w:szCs w:val="22"/>
                <w:vertAlign w:val="superscript"/>
                <w:lang w:eastAsia="en-US"/>
              </w:rPr>
              <w:footnoteReference w:id="11"/>
            </w:r>
            <w:r w:rsidRPr="00BC0437">
              <w:rPr>
                <w:rFonts w:eastAsia="Times New Roman"/>
                <w:szCs w:val="22"/>
                <w:lang w:eastAsia="en-US"/>
              </w:rPr>
              <w:t xml:space="preserve">  (§ 50(7))</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13"/>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Two or more articles may not be copied from the same periodical publication that have been requested for the same purpose, unless the articles are requested under § 49 for the same research or course of study.  (§ 50(8))</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0"/>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whole work (other than an article in a periodical) or more than a reasonable portion of a work may not be copied, if the reproduction is made from a hardcopy form of the work, unless an authorized officer of the library making the request has as soon as practicable after the request makes a declaration stating the particulars of the request and stating that after reasonable investigation the officer is satisfied that a copy (not being a second-hand copy) of the work cannot be obtained within a reasonable time at an ordinary commercial price.  (§ 50(7A))  (Note:  Reasonable portion is determined in accordance with § 10(1)).</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9C7A5F">
        <w:trPr>
          <w:trHeight w:val="734"/>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whole work (including an article in a periodical) or a part of a work may not be copied, whether or not the part is a reasonable portion of the work, if the reproduction is made from an electronic form of the work, unless an authorized officer of the library making the request, as soon as practicable after the request, makes a declaration stating the particulars of the request and stating one of the following:</w:t>
            </w:r>
          </w:p>
          <w:p w:rsidR="00BC0437" w:rsidRPr="00BC0437" w:rsidRDefault="00BC0437" w:rsidP="00BC0437">
            <w:pPr>
              <w:rPr>
                <w:rFonts w:eastAsia="Times New Roman"/>
                <w:szCs w:val="22"/>
                <w:lang w:eastAsia="en-US"/>
              </w:rPr>
            </w:pPr>
            <w:r w:rsidRPr="00BC0437">
              <w:rPr>
                <w:rFonts w:eastAsia="Times New Roman"/>
                <w:szCs w:val="22"/>
                <w:lang w:eastAsia="en-US"/>
              </w:rPr>
              <w:t>(a) If the reproduction is of the whole or more than a reasonable portion of a work other than an article, after reasonable investigation the officer is satisfied that the work cannot be obtained in electronic form within a reasonable time at an ordinary commercial price.</w:t>
            </w:r>
          </w:p>
          <w:p w:rsidR="00BC0437" w:rsidRPr="00BC0437" w:rsidRDefault="00BC0437" w:rsidP="00BC0437">
            <w:pPr>
              <w:rPr>
                <w:rFonts w:eastAsia="Times New Roman"/>
                <w:szCs w:val="22"/>
                <w:lang w:eastAsia="en-US"/>
              </w:rPr>
            </w:pPr>
            <w:r w:rsidRPr="00BC0437">
              <w:rPr>
                <w:rFonts w:eastAsia="Times New Roman"/>
                <w:szCs w:val="22"/>
                <w:lang w:eastAsia="en-US"/>
              </w:rPr>
              <w:t>(b) If the reproduction is of a reasonable portion of a work other than an article, after reasonable investigation the officer is satisfied that the portion cannot be obtained in electronic form, either separately or together with a reasonable amount of other material, within a reasonable time at an ordinary commercial price.</w:t>
            </w:r>
          </w:p>
          <w:p w:rsidR="00BC0437" w:rsidRPr="00BC0437" w:rsidRDefault="00BC0437" w:rsidP="00BC0437">
            <w:pPr>
              <w:rPr>
                <w:rFonts w:eastAsia="Times New Roman"/>
                <w:szCs w:val="22"/>
                <w:lang w:eastAsia="en-US"/>
              </w:rPr>
            </w:pPr>
            <w:r w:rsidRPr="00BC0437">
              <w:rPr>
                <w:rFonts w:eastAsia="Times New Roman"/>
                <w:szCs w:val="22"/>
                <w:lang w:eastAsia="en-US"/>
              </w:rPr>
              <w:t>(c) If the reproduction is of the whole or part of an article, after reasonable investigation the officer is satisfied that the article cannot be obtained on its own electronic form within a reasonable time at an ordinary commercial price.  (§ 50(7B))</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610"/>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determining whether a copy is available within a reasonable time and at an ordinary commercial price, the authorized officer must take into account: (a) the time that the user requires the copy; (b) the time within which a reproduction at an ordinary commercial price could be delivered to the person; and (c) whether an electronic reproduction can be obtained within a reasonable time and at an ordinary commercial price.  (§ 50(7BB))</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23"/>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be communicated, in addition to copied and supplied.  (§ 50(4)(b))  This provision may be excluded by regulation.  (§ 50(5))</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22"/>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Legal action may not be brought against the library for making or supplying the reproduction.  (§§ 50(3)(b); 50(4)(a))</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note accompanying the statutes states that the reproduction can be made from another reproduction held in the library because it was made pursuant to § 51A(1) to replace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supply the reproduction to a person who made a request under § 49.</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50(1); § 50(2)</w:t>
            </w:r>
          </w:p>
        </w:tc>
      </w:tr>
      <w:tr w:rsidR="00BC0437" w:rsidRPr="00BC0437" w:rsidTr="00BC0437">
        <w:trPr>
          <w:trHeight w:val="143"/>
        </w:trPr>
        <w:tc>
          <w:tcPr>
            <w:tcW w:w="2388" w:type="dxa"/>
            <w:vMerge/>
            <w:shd w:val="clear" w:color="auto" w:fill="auto"/>
          </w:tcPr>
          <w:p w:rsidR="00BC0437" w:rsidRPr="00BC0437" w:rsidRDefault="00BC0437" w:rsidP="00BC0437">
            <w:pPr>
              <w:rPr>
                <w:rFonts w:eastAsia="Times New Roman"/>
                <w:szCs w:val="22"/>
                <w:lang w:eastAsia="en-US"/>
              </w:rPr>
            </w:pP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include the reproduction in the collection of the requesting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388" w:type="dxa"/>
            <w:vMerge/>
            <w:shd w:val="clear" w:color="auto" w:fill="auto"/>
          </w:tcPr>
          <w:p w:rsidR="00BC0437" w:rsidRPr="00BC0437" w:rsidRDefault="00BC0437" w:rsidP="00BC0437">
            <w:pPr>
              <w:rPr>
                <w:rFonts w:eastAsia="Times New Roman"/>
                <w:szCs w:val="22"/>
                <w:lang w:eastAsia="en-US"/>
              </w:rPr>
            </w:pP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serve the needs of a library serving members of Parliament.</w:t>
            </w:r>
            <w:r w:rsidRPr="00BC0437">
              <w:rPr>
                <w:rFonts w:eastAsia="Times New Roman"/>
                <w:szCs w:val="22"/>
                <w:vertAlign w:val="superscript"/>
                <w:lang w:eastAsia="en-US"/>
              </w:rPr>
              <w:footnoteReference w:id="12"/>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50"/>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gridSpan w:val="2"/>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Upon request by or on behalf of the officer in charge of a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72"/>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gridSpan w:val="2"/>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When the reproduction is made and supplied in accordance with the request, it is deemed to be for the purpose as requested.  (§ 50(3)(a))</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 (7C)</w:t>
            </w:r>
          </w:p>
        </w:tc>
      </w:tr>
      <w:tr w:rsidR="00BC0437" w:rsidRPr="00BC0437" w:rsidTr="00BC0437">
        <w:trPr>
          <w:trHeight w:val="142"/>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in electronic form, the reproduction held by the supplying library is destroyed as soon as practicable after the reproduction is supplied to the requesting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Cost:  The copying authorized by this section is not permitted if the library or archives charges for making and supplying the reproduction, and the amount charged exceeds the cost of making and supplying the reproduction.</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50(6)</w:t>
            </w:r>
          </w:p>
        </w:tc>
      </w:tr>
      <w:tr w:rsidR="00BC0437" w:rsidRPr="00BC0437" w:rsidTr="00BC0437">
        <w:trPr>
          <w:trHeight w:val="690"/>
        </w:trPr>
        <w:tc>
          <w:tcPr>
            <w:tcW w:w="2388" w:type="dxa"/>
            <w:vMerge/>
            <w:shd w:val="clear" w:color="auto" w:fill="auto"/>
          </w:tcPr>
          <w:p w:rsidR="00BC0437" w:rsidRPr="00BC0437" w:rsidRDefault="00BC0437" w:rsidP="00BC0437">
            <w:pPr>
              <w:rPr>
                <w:rFonts w:eastAsia="Times New Roman"/>
                <w:szCs w:val="22"/>
                <w:lang w:eastAsia="en-US"/>
              </w:rPr>
            </w:pP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Notation:  At or about the time the reproduction is made under § 50, there must be made on the reproduction a notation stating that the reproduction was made on behalf of the institution and specifying the date on which the reproduction was made.  (§ 203H(1))</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04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4" w:name="_Toc186015421"/>
            <w:r w:rsidRPr="00BC0437">
              <w:rPr>
                <w:rFonts w:eastAsia="Times New Roman"/>
                <w:b/>
                <w:szCs w:val="22"/>
                <w:lang w:eastAsia="en-US"/>
              </w:rPr>
              <w:t>Anti-Circumvention of Technological Protection Measures</w:t>
            </w:r>
            <w:bookmarkEnd w:id="134"/>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2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116 AN(1)</w:t>
            </w:r>
          </w:p>
        </w:tc>
      </w:tr>
      <w:tr w:rsidR="00BC0437" w:rsidRPr="00BC0437" w:rsidTr="00BC0437">
        <w:trPr>
          <w:trHeight w:val="111"/>
        </w:trPr>
        <w:tc>
          <w:tcPr>
            <w:tcW w:w="2388" w:type="dxa"/>
            <w:vMerge/>
            <w:shd w:val="clear" w:color="auto" w:fill="auto"/>
          </w:tcPr>
          <w:p w:rsidR="00BC0437" w:rsidRPr="00BC0437" w:rsidRDefault="00BC0437" w:rsidP="00BC0437">
            <w:pPr>
              <w:rPr>
                <w:rFonts w:eastAsia="Times New Roman"/>
                <w:szCs w:val="22"/>
                <w:lang w:eastAsia="en-US"/>
              </w:rPr>
            </w:pPr>
          </w:p>
        </w:tc>
        <w:tc>
          <w:tcPr>
            <w:tcW w:w="2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offering, providing, or communicating a circumvention device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116 AO(1)</w:t>
            </w: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2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or offering a circumvention service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116 AP(1)</w:t>
            </w: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Both.  The provisions relate to a device, product, technology, or component (including a computer program) that is used by or on behalf of the rightsholder in connection with the exercise of the copyright and that in the normal course of operation controls access to the work.  </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10(1)</w:t>
            </w:r>
          </w:p>
        </w:tc>
      </w:tr>
      <w:tr w:rsidR="00BC0437" w:rsidRPr="00BC0437" w:rsidTr="00BC0437">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not prohibited if the circumvention is done by a library, archives, or educational institution; the act is done for the sole purpose of making an acquisition decision in relation to the work; and the work is not otherwise available to the institution when the act is done.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116 AN (8)</w:t>
            </w:r>
          </w:p>
        </w:tc>
      </w:tr>
      <w:tr w:rsidR="00BC0437" w:rsidRPr="00BC0437" w:rsidTr="00BC0437">
        <w:tc>
          <w:tcPr>
            <w:tcW w:w="2388" w:type="dxa"/>
            <w:vMerge/>
            <w:shd w:val="clear" w:color="auto" w:fill="auto"/>
          </w:tcPr>
          <w:p w:rsidR="00BC0437" w:rsidRPr="00BC0437" w:rsidRDefault="00BC0437" w:rsidP="00BC0437">
            <w:pPr>
              <w:rPr>
                <w:rFonts w:eastAsia="Times New Roman"/>
                <w:szCs w:val="22"/>
                <w:lang w:eastAsia="en-US"/>
              </w:rPr>
            </w:pP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not prohibited if a person’s act of circumvention is to enable the person to do an act that will not infringe the copyright and the doing of the act is prescribed by regulations.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116 AN(9)</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135"/>
      </w:tblGrid>
      <w:tr w:rsidR="00BC0437" w:rsidRPr="00BC0437" w:rsidTr="00BC0437">
        <w:tc>
          <w:tcPr>
            <w:tcW w:w="8983" w:type="dxa"/>
            <w:gridSpan w:val="3"/>
            <w:shd w:val="clear" w:color="auto" w:fill="auto"/>
          </w:tcPr>
          <w:p w:rsidR="00BC0437" w:rsidRPr="00BC0437" w:rsidRDefault="00BC0437" w:rsidP="00BC0437">
            <w:pPr>
              <w:rPr>
                <w:rFonts w:eastAsia="Times New Roman"/>
                <w:b/>
                <w:szCs w:val="22"/>
                <w:lang w:eastAsia="en-US"/>
              </w:rPr>
            </w:pPr>
            <w:bookmarkStart w:id="135" w:name="_Toc186015422"/>
            <w:r w:rsidRPr="00BC0437">
              <w:rPr>
                <w:rFonts w:eastAsia="Times New Roman"/>
                <w:b/>
                <w:szCs w:val="22"/>
                <w:lang w:eastAsia="en-US"/>
              </w:rPr>
              <w:t>Miscellaneous</w:t>
            </w:r>
            <w:bookmarkEnd w:id="135"/>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addition to the library exceptions, the fair dealing exception can apply to some uses of copyrighted works for specific purposes, including research and study.</w:t>
            </w:r>
          </w:p>
        </w:tc>
        <w:tc>
          <w:tcPr>
            <w:tcW w:w="113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40;</w:t>
            </w:r>
          </w:p>
          <w:p w:rsidR="00BC0437" w:rsidRPr="00BC0437" w:rsidRDefault="00BC0437" w:rsidP="00BC0437">
            <w:pPr>
              <w:rPr>
                <w:rFonts w:eastAsia="Times New Roman"/>
                <w:szCs w:val="22"/>
                <w:lang w:eastAsia="en-US"/>
              </w:rPr>
            </w:pPr>
            <w:r w:rsidRPr="00BC0437">
              <w:rPr>
                <w:rFonts w:eastAsia="Times New Roman"/>
                <w:szCs w:val="22"/>
                <w:lang w:eastAsia="en-US"/>
              </w:rPr>
              <w:t>§ 103C</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References to a body administering a library or archives shall be a reference to the body (whether incorporated or not), or the person (including the Crown) having ultimate responsibility for the administration of the library or archives.</w:t>
            </w:r>
          </w:p>
        </w:tc>
        <w:tc>
          <w:tcPr>
            <w:tcW w:w="113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 (3)(b)</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for Profit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library shall not be taken to be established or conducted for profit by reason only that the library is owned by a person carrying on business for profit.</w:t>
            </w:r>
          </w:p>
        </w:tc>
        <w:tc>
          <w:tcPr>
            <w:tcW w:w="113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Administration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body administering a library or archives may use a copyrighted work for purposes of maintaining or operating the library or archives, if the use is limited to a special case, does not conflict with a normal exploitation of the work, and the use does not unreasonably prejudice the legitimate interests of the owner.</w:t>
            </w:r>
          </w:p>
        </w:tc>
        <w:tc>
          <w:tcPr>
            <w:tcW w:w="113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200AB</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Unsupervised Machines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When a person makes an infringing copy of a work, or part of a work, on a machine installed at a library or archives, with approval of and administering body or the library or archives, or installed outside the premises for the convenience of user of the library or archives, then neither the body administering the library or archives, nor the officer in charge of the library or archives shall be taken to have authorized the making of the copy by reason only that the copy was made on that machine.  The library or archive must post a notice on or in close proximity to the machine, and the notice must be of the prescribed dimensions and in accordance with the form.  Section 104B is nearly identical to Section 39A, but it specifically applies to infringing copies of an audiovisual item or a published edition of a work.</w:t>
            </w:r>
          </w:p>
        </w:tc>
        <w:tc>
          <w:tcPr>
            <w:tcW w:w="113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39A;</w:t>
            </w:r>
          </w:p>
          <w:p w:rsidR="00BC0437" w:rsidRPr="00BC0437" w:rsidRDefault="00BC0437" w:rsidP="00BC0437">
            <w:pPr>
              <w:rPr>
                <w:rFonts w:eastAsia="Times New Roman"/>
                <w:szCs w:val="22"/>
                <w:lang w:eastAsia="en-US"/>
              </w:rPr>
            </w:pPr>
            <w:r w:rsidRPr="00BC0437">
              <w:rPr>
                <w:rFonts w:eastAsia="Times New Roman"/>
                <w:szCs w:val="22"/>
                <w:lang w:eastAsia="en-US"/>
              </w:rPr>
              <w:t>§ 104B</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Australian Archives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Provision permits the Australian Archives to make copies of works in the collection for the needs of the Archives or for a regional office of the Archives.  This provision is outside the scope of this study, so the details are not summarized here.</w:t>
            </w:r>
          </w:p>
        </w:tc>
        <w:tc>
          <w:tcPr>
            <w:tcW w:w="113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51AA</w:t>
            </w:r>
          </w:p>
        </w:tc>
      </w:tr>
      <w:tr w:rsidR="00BC0437" w:rsidRPr="00BC0437" w:rsidTr="00BC0437">
        <w:trPr>
          <w:trHeight w:val="1052"/>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statute offers additional detailed definitions not included within this chart for the following terms: educational purpose, periodical publication, and article.</w:t>
            </w:r>
          </w:p>
        </w:tc>
        <w:tc>
          <w:tcPr>
            <w:tcW w:w="1135"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10(1);</w:t>
            </w:r>
          </w:p>
          <w:p w:rsidR="00BC0437" w:rsidRPr="00BC0437" w:rsidRDefault="00BC0437" w:rsidP="00BC0437">
            <w:pPr>
              <w:rPr>
                <w:rFonts w:eastAsia="Times New Roman"/>
                <w:szCs w:val="22"/>
                <w:lang w:eastAsia="en-US"/>
              </w:rPr>
            </w:pPr>
            <w:r w:rsidRPr="00BC0437">
              <w:rPr>
                <w:rFonts w:eastAsia="Times New Roman"/>
                <w:szCs w:val="22"/>
                <w:lang w:eastAsia="en-US"/>
              </w:rPr>
              <w:t>§ 10(4)</w:t>
            </w:r>
          </w:p>
        </w:tc>
      </w:tr>
      <w:tr w:rsidR="00BC0437" w:rsidRPr="00BC0437" w:rsidTr="00BC0437">
        <w:trPr>
          <w:trHeight w:val="2347"/>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means Archival material in the custody of the Australian Archives (or three other specifically named governmental archives) or a collection of documents or other material by virtue of § 10(4).  That subsection provides that the definition of “archives” includes a collection of documents or other material of historical significance or public interest that is in the custody of a body, whether incorporated or unincorporated, is being maintained by the body for the purpose of conserving and preserving those documents or other material, and the body does not maintain and operate the collection for the purpose of deriving a profit.  (The version of the Australian statutes examined for this project provides by way of example that museums and galleries would be included in this definition.)</w:t>
            </w:r>
          </w:p>
        </w:tc>
        <w:tc>
          <w:tcPr>
            <w:tcW w:w="1135"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90"/>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in relation to a cinematographic film means any article or thing in which the visual images or sounds comprising the film are embodied.</w:t>
            </w:r>
          </w:p>
        </w:tc>
        <w:tc>
          <w:tcPr>
            <w:tcW w:w="1135"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90"/>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 means a literary, dramatic, musical, or artistic work.</w:t>
            </w:r>
          </w:p>
        </w:tc>
        <w:tc>
          <w:tcPr>
            <w:tcW w:w="1135"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5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Australia, No. 63 (27 June 1968), as amended through No. 31 (27 May 2014), available at http://www.wipo.int/wipolex/en/text.jsp?file_id=336977.</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5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17July 2008; rev. 21 April 2015</w:t>
            </w:r>
          </w:p>
        </w:tc>
      </w:tr>
      <w:bookmarkEnd w:id="127"/>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136" w:name="_Toc199663466"/>
      <w:bookmarkStart w:id="137" w:name="_Toc207648444"/>
      <w:bookmarkStart w:id="138" w:name="_Toc207649026"/>
      <w:bookmarkStart w:id="139" w:name="_Toc207649480"/>
      <w:bookmarkStart w:id="140" w:name="_Toc207649842"/>
      <w:bookmarkStart w:id="141" w:name="_Toc207650242"/>
      <w:bookmarkStart w:id="142" w:name="_Toc208637891"/>
      <w:bookmarkStart w:id="143" w:name="_Toc421800693"/>
      <w:r w:rsidRPr="00BC0437">
        <w:rPr>
          <w:lang w:eastAsia="en-US"/>
        </w:rPr>
        <w:t>Austria</w:t>
      </w:r>
      <w:bookmarkEnd w:id="136"/>
      <w:bookmarkEnd w:id="137"/>
      <w:bookmarkEnd w:id="138"/>
      <w:bookmarkEnd w:id="139"/>
      <w:bookmarkEnd w:id="140"/>
      <w:bookmarkEnd w:id="141"/>
      <w:bookmarkEnd w:id="142"/>
      <w:bookmarkEnd w:id="14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4" w:name="_Toc186015423"/>
            <w:bookmarkStart w:id="145" w:name="austria"/>
            <w:r w:rsidRPr="00BC0437">
              <w:rPr>
                <w:rFonts w:eastAsia="Times New Roman"/>
                <w:b/>
                <w:szCs w:val="22"/>
                <w:lang w:eastAsia="en-US"/>
              </w:rPr>
              <w:t>Library Use</w:t>
            </w:r>
            <w:bookmarkEnd w:id="14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establishments.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42(7)</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may be produced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 copies may only be produced if the original is in the possession of the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copies of works which have not been published or are out of print can also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 copies may be produced only for non-commercial ends.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copies and digital copies are permitted.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a copy to be exhibited, lent, or used under the same provisions as the original.</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6" w:name="_Toc186015424"/>
            <w:r w:rsidRPr="00BC0437">
              <w:rPr>
                <w:rFonts w:eastAsia="Times New Roman"/>
                <w:b/>
                <w:szCs w:val="22"/>
                <w:lang w:eastAsia="en-US"/>
              </w:rPr>
              <w:t>Anti-Circumvention of Technological Protection Measures</w:t>
            </w:r>
            <w:bookmarkEnd w:id="14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90c</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 where the act is a violation of the copyright law. (Note:  An act of circumvention that does not violate the copyright is, therefore, not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or renting for commercial purposes, and advertising for sale or rental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used through a copy control, an access control, or a protection mechanism.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47" w:name="_Toc186015425"/>
            <w:r w:rsidRPr="00BC0437">
              <w:rPr>
                <w:rFonts w:eastAsia="Times New Roman"/>
                <w:b/>
                <w:szCs w:val="22"/>
                <w:lang w:eastAsia="en-US"/>
              </w:rPr>
              <w:t>Miscellaneous</w:t>
            </w:r>
            <w:bookmarkEnd w:id="14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 is permitted under specified conditions.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42 (1)-(5)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Display and Performance in Libraries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libraries and other institutions open to the public to make performances and presentations of works to not more than two persons at a time and for noncommercial purposes.  Rightsholders are entitled to remuneration.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56b</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Implements the European Union orphan works directive.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56e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Act of Austria, Federal Law Gazette No. 111/1936 (9 April 1936), as amended through No. 11/2015 (13 January 2015), available at https://www.ris.bka.gv.at/GeltendeFassung.wxe?Abfrage=Bundesnormen&amp;Gesetzesnummer=10001848.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23 April 2015</w:t>
            </w:r>
          </w:p>
        </w:tc>
      </w:tr>
      <w:bookmarkEnd w:id="145"/>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148" w:name="_Toc199663467"/>
      <w:bookmarkStart w:id="149" w:name="_Toc207648445"/>
      <w:bookmarkStart w:id="150" w:name="_Toc207649027"/>
      <w:bookmarkStart w:id="151" w:name="_Toc207649481"/>
      <w:bookmarkStart w:id="152" w:name="_Toc207649843"/>
      <w:bookmarkStart w:id="153" w:name="_Toc207650243"/>
      <w:bookmarkStart w:id="154" w:name="_Toc208637892"/>
      <w:bookmarkStart w:id="155" w:name="_Toc421800694"/>
      <w:r w:rsidRPr="00BC0437">
        <w:rPr>
          <w:lang w:eastAsia="en-US"/>
        </w:rPr>
        <w:t>Azerbaijan</w:t>
      </w:r>
      <w:bookmarkEnd w:id="148"/>
      <w:bookmarkEnd w:id="149"/>
      <w:bookmarkEnd w:id="150"/>
      <w:bookmarkEnd w:id="151"/>
      <w:bookmarkEnd w:id="152"/>
      <w:bookmarkEnd w:id="153"/>
      <w:bookmarkEnd w:id="154"/>
      <w:bookmarkEnd w:id="15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56" w:name="Azerbaijan"/>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01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 xml:space="preserve">General Provisions </w:t>
            </w:r>
            <w:r w:rsidRPr="00BC0437">
              <w:rPr>
                <w:rFonts w:eastAsia="Times New Roman"/>
                <w:b/>
                <w:bCs/>
                <w:szCs w:val="22"/>
                <w:lang w:eastAsia="en-US"/>
              </w:rPr>
              <w:t>(applicable to each part of Article 18)</w:t>
            </w:r>
          </w:p>
        </w:tc>
      </w:tr>
      <w:tr w:rsidR="00BC0437" w:rsidRPr="00BC0437" w:rsidTr="00BC0437">
        <w:tc>
          <w:tcPr>
            <w:tcW w:w="28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0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author’s consent.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18(1)</w:t>
            </w:r>
          </w:p>
        </w:tc>
      </w:tr>
      <w:tr w:rsidR="00BC0437" w:rsidRPr="00BC0437" w:rsidTr="00BC0437">
        <w:tc>
          <w:tcPr>
            <w:tcW w:w="28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0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payment of remuneration.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8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0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name of the author whose work is used must be mentioned.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8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0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source of borrowing must be mentioned.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7" w:name="_Toc186015427"/>
            <w:r w:rsidRPr="00BC0437">
              <w:rPr>
                <w:rFonts w:eastAsia="Times New Roman"/>
                <w:b/>
                <w:szCs w:val="22"/>
                <w:lang w:eastAsia="en-US"/>
              </w:rPr>
              <w:t>Preservation and Replacement</w:t>
            </w:r>
            <w:bookmarkEnd w:id="15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18(1)(a)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5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one copy may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if purchasing a copy is not possible under ordinary circumstances.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lost, damaged, or unusable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give copies to other libraries or archives to replace copies in their collections that are lost, damaged, or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have no commercial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permitted only the extent justified by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objects of related rights can be used in cases provided for in Title II of this Law (which includes the library copying provisions) for the limitation of the economic rights of the authors of literary, scientific and artistic works.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36</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8" w:name="_Toc186015428"/>
            <w:r w:rsidRPr="00BC0437">
              <w:rPr>
                <w:rFonts w:eastAsia="Times New Roman"/>
                <w:b/>
                <w:szCs w:val="22"/>
                <w:lang w:eastAsia="en-US"/>
              </w:rPr>
              <w:t>Research or Study</w:t>
            </w:r>
            <w:bookmarkEnd w:id="15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18(1)(b)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articles and short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Excerpts from written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or research purposes upon request by natural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have no commercial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permitted only the extent justified by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objects of related rights can be used in cases provided for in Title II of this Law (which includes the library copying provisions) for the limitation of the economic rights of the authors of literary, scientific and artistic works.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36</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Yes.  </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44(3)</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Removal of restrictions established by technological protections.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Services related to manufacture, distribution, and other activities.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“Technological protection measure” is defined as a device to restrict acts or to control access.  See Article 4.</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 exemptions in the statute.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rPr>
          <w:trHeight w:val="278"/>
        </w:trPr>
        <w:tc>
          <w:tcPr>
            <w:tcW w:w="8856" w:type="dxa"/>
            <w:gridSpan w:val="3"/>
            <w:shd w:val="clear" w:color="auto" w:fill="auto"/>
          </w:tcPr>
          <w:p w:rsidR="00BC0437" w:rsidRPr="00BC0437" w:rsidRDefault="00BC0437" w:rsidP="00BC0437">
            <w:pPr>
              <w:rPr>
                <w:rFonts w:eastAsia="Times New Roman"/>
                <w:b/>
                <w:szCs w:val="22"/>
                <w:lang w:eastAsia="en-US"/>
              </w:rPr>
            </w:pPr>
            <w:bookmarkStart w:id="159" w:name="_Toc186015430"/>
            <w:r w:rsidRPr="00BC0437">
              <w:rPr>
                <w:rFonts w:eastAsia="Times New Roman"/>
                <w:b/>
                <w:szCs w:val="22"/>
                <w:lang w:eastAsia="en-US"/>
              </w:rPr>
              <w:t>Miscellaneous</w:t>
            </w:r>
            <w:bookmarkEnd w:id="159"/>
          </w:p>
        </w:tc>
      </w:tr>
      <w:tr w:rsidR="00BC0437" w:rsidRPr="00BC0437" w:rsidTr="00BC0437">
        <w:trPr>
          <w:trHeight w:val="1367"/>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means the facsimile reproduction in any size (increased or decreased) of the original or a copy of the work (written and other graphic work) by photocopying or with the aid of other technical means other than publishing.</w:t>
            </w:r>
          </w:p>
        </w:tc>
        <w:tc>
          <w:tcPr>
            <w:tcW w:w="10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w:t>
            </w:r>
          </w:p>
        </w:tc>
      </w:tr>
      <w:tr w:rsidR="00BC0437" w:rsidRPr="00BC0437" w:rsidTr="00BC0437">
        <w:trPr>
          <w:trHeight w:val="1424"/>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“Publication” means putting copies of a work or phonogram into circulation with the consent of the author of the work or phonogram producer to meet the needs of the public.  Providing access to the work or phonogram via electronic information systems is also considered a publication.</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3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single copies of certain works for personal purposes.  Remuneration is paid to rightsholders by the manufacturer or importer of equipment and material used for reproductions.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w:t>
            </w:r>
          </w:p>
        </w:tc>
      </w:tr>
      <w:tr w:rsidR="00BC0437" w:rsidRPr="00BC0437" w:rsidTr="00BC0437">
        <w:trPr>
          <w:trHeight w:val="33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Provisions permitting uses of works for informational, scientific, and educational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Related Rights of Azerbaijan, No. 203 (5 June 1996) as amended through No. 636-IVQD (30 April 2013), available at http://www.wipo.int/wipolex/en/text.jsp?file_id=317315.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21 December 2007; rev. 23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bookmarkEnd w:id="156"/>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160" w:name="_Toc199663468"/>
      <w:bookmarkStart w:id="161" w:name="_Toc207648447"/>
      <w:bookmarkStart w:id="162" w:name="_Toc207649029"/>
      <w:bookmarkStart w:id="163" w:name="_Toc207649482"/>
      <w:bookmarkStart w:id="164" w:name="_Toc207649844"/>
      <w:bookmarkStart w:id="165" w:name="_Toc207650244"/>
      <w:bookmarkStart w:id="166" w:name="_Toc208637893"/>
      <w:bookmarkStart w:id="167" w:name="_Toc421800695"/>
      <w:r w:rsidRPr="00BC0437">
        <w:rPr>
          <w:lang w:eastAsia="en-US"/>
        </w:rPr>
        <w:t>Bahamas</w:t>
      </w:r>
      <w:bookmarkEnd w:id="160"/>
      <w:bookmarkEnd w:id="161"/>
      <w:bookmarkEnd w:id="162"/>
      <w:bookmarkEnd w:id="163"/>
      <w:bookmarkEnd w:id="164"/>
      <w:bookmarkEnd w:id="165"/>
      <w:bookmarkEnd w:id="166"/>
      <w:bookmarkEnd w:id="16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168" w:name="_Toc186015432"/>
            <w:bookmarkStart w:id="169" w:name="Bahamas"/>
            <w:r w:rsidRPr="00BC0437">
              <w:rPr>
                <w:rFonts w:eastAsia="Times New Roman"/>
                <w:b/>
                <w:szCs w:val="22"/>
                <w:lang w:eastAsia="en-US"/>
              </w:rPr>
              <w:t>Research or Study (Published Works)</w:t>
            </w:r>
            <w:bookmarkEnd w:id="16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acting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68</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prescribed archives, including persons acting on behalf of the archivists.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institution must be open to the public or to persons doing research in a specialized field.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single copy or phonorecord may be reproduced and distributed.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notice of copyright must be included with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24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requesting copies must satisfy the librarian or archivist that they require copies for the permitted purposes and will not use them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2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a sum not less than the cost attributable to the production, including a contribution to the general expenses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170" w:name="_Toc186015433"/>
            <w:r w:rsidRPr="00BC0437">
              <w:rPr>
                <w:rFonts w:eastAsia="Times New Roman"/>
                <w:b/>
                <w:szCs w:val="22"/>
                <w:lang w:eastAsia="en-US"/>
              </w:rPr>
              <w:t>Research or Study (Unpublished Works)</w:t>
            </w:r>
            <w:bookmarkEnd w:id="17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acting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prescribed archives, including persons acting on behalf of the archivists.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single copy or phonorecord may be provided or a part of such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furnished with any more than one copy or phonorecord of the same material.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not be made if the copyright owner has prohibited reproduction of the work and at the time of copying the librarian or archivist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1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not be made if the work was published before the document was in the library or archive and at the time of copying the librarian or archivist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teaching,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requesting copies must satisfy the librarian or archivist that they require copies for the permitted purposes and will not use them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5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5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a sum not less than the cost attributable to the production, including a contribution to the general expenses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171" w:name="_Toc186015434"/>
            <w:r w:rsidRPr="00BC0437">
              <w:rPr>
                <w:rFonts w:eastAsia="Times New Roman"/>
                <w:b/>
                <w:szCs w:val="22"/>
                <w:lang w:eastAsia="en-US"/>
              </w:rPr>
              <w:t>Preservation and Replacement</w:t>
            </w:r>
            <w:bookmarkEnd w:id="17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acting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70</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prescribed archives, including persons acting on behalf of the archivists.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 in the permanent collection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single copy or phonorecord may be reproduced.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or phonorecord may only be produced where it is not reasonably practicable to purchase the work in question for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in the permanent collection to or in place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prescribed library or archive a work that was lost, 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72" w:name="_Toc186015431"/>
            <w:r w:rsidRPr="00BC0437">
              <w:rPr>
                <w:rFonts w:eastAsia="Times New Roman"/>
                <w:b/>
                <w:szCs w:val="22"/>
                <w:lang w:eastAsia="en-US"/>
              </w:rPr>
              <w:t>Supplying Copies to Other Libraries</w:t>
            </w:r>
            <w:bookmarkEnd w:id="17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acting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69</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prescribed archives, including persons acting on behalf of the archivists.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single copy or phonorecord may be reproduced or distributed.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provide a copy to another prescribed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Default="00BC0437" w:rsidP="00BC0437">
      <w:pPr>
        <w:rPr>
          <w:rFonts w:eastAsia="Times New Roman"/>
          <w:szCs w:val="22"/>
          <w:lang w:eastAsia="en-US"/>
        </w:rPr>
      </w:pPr>
    </w:p>
    <w:p w:rsidR="004D09CD" w:rsidRPr="00BC0437" w:rsidRDefault="004D09CD"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rPr>
          <w:trHeight w:val="135"/>
        </w:trPr>
        <w:tc>
          <w:tcPr>
            <w:tcW w:w="8856" w:type="dxa"/>
            <w:gridSpan w:val="3"/>
            <w:shd w:val="clear" w:color="auto" w:fill="auto"/>
          </w:tcPr>
          <w:p w:rsidR="00BC0437" w:rsidRPr="00BC0437" w:rsidRDefault="00BC0437" w:rsidP="00BC0437">
            <w:pPr>
              <w:rPr>
                <w:rFonts w:eastAsia="Times New Roman"/>
                <w:b/>
                <w:szCs w:val="22"/>
                <w:lang w:eastAsia="en-US"/>
              </w:rPr>
            </w:pPr>
            <w:bookmarkStart w:id="173" w:name="_Toc186015435"/>
            <w:r w:rsidRPr="00BC0437">
              <w:rPr>
                <w:rFonts w:eastAsia="Times New Roman"/>
                <w:b/>
                <w:szCs w:val="22"/>
                <w:lang w:eastAsia="en-US"/>
              </w:rPr>
              <w:t>Limitation of Remedies</w:t>
            </w:r>
            <w:bookmarkEnd w:id="173"/>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qualifies?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Employee or agent of a nonprofit educational establishment, public library, or the Department of Archives, or such institution itself.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41 (3)(d)</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what activity?</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Infringement through reproduction of a work in copies or phonorecords.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How are the remedies limited?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court shall remit statutory damages.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Under what conditions?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infringer believed that his use of the copyright work was a fair dealing under Section 60.</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infringement was committed by the institution or by an employee or agent of the institution acting within the scope of employment.</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rPr>
          <w:trHeight w:val="135"/>
        </w:trPr>
        <w:tc>
          <w:tcPr>
            <w:tcW w:w="8856" w:type="dxa"/>
            <w:gridSpan w:val="2"/>
            <w:shd w:val="clear" w:color="auto" w:fill="auto"/>
          </w:tcPr>
          <w:p w:rsidR="00BC0437" w:rsidRPr="00BC0437" w:rsidRDefault="00BC0437" w:rsidP="00BC0437">
            <w:pPr>
              <w:rPr>
                <w:rFonts w:eastAsia="Times New Roman"/>
                <w:b/>
                <w:szCs w:val="22"/>
                <w:lang w:eastAsia="en-US"/>
              </w:rPr>
            </w:pPr>
            <w:bookmarkStart w:id="174" w:name="_Toc186015436"/>
            <w:r w:rsidRPr="00BC0437">
              <w:rPr>
                <w:rFonts w:eastAsia="Times New Roman"/>
                <w:b/>
                <w:szCs w:val="22"/>
                <w:lang w:eastAsia="en-US"/>
              </w:rPr>
              <w:t>Anti-Circumvention of Technological Protection Measures</w:t>
            </w:r>
            <w:bookmarkEnd w:id="174"/>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198"/>
        <w:gridCol w:w="1030"/>
      </w:tblGrid>
      <w:tr w:rsidR="00BC0437" w:rsidRPr="00BC0437" w:rsidTr="00BC0437">
        <w:trPr>
          <w:trHeight w:val="135"/>
        </w:trPr>
        <w:tc>
          <w:tcPr>
            <w:tcW w:w="8856" w:type="dxa"/>
            <w:gridSpan w:val="3"/>
            <w:shd w:val="clear" w:color="auto" w:fill="auto"/>
          </w:tcPr>
          <w:p w:rsidR="00BC0437" w:rsidRPr="00BC0437" w:rsidRDefault="00BC0437" w:rsidP="00BC0437">
            <w:pPr>
              <w:rPr>
                <w:rFonts w:eastAsia="Times New Roman"/>
                <w:b/>
                <w:szCs w:val="22"/>
                <w:lang w:eastAsia="en-US"/>
              </w:rPr>
            </w:pPr>
            <w:bookmarkStart w:id="175" w:name="_Toc186015437"/>
            <w:r w:rsidRPr="00BC0437">
              <w:rPr>
                <w:rFonts w:eastAsia="Times New Roman"/>
                <w:b/>
                <w:szCs w:val="22"/>
                <w:lang w:eastAsia="en-US"/>
              </w:rPr>
              <w:t>Miscellaneous</w:t>
            </w:r>
            <w:bookmarkEnd w:id="175"/>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Agents of Librarians and Archivists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Sections 68 to 71, references to a librarian or archivist include references to a person working on his or her behalf.</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67(1)</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is defined in part as an object in which a work is fixed by any method now known or later developed.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determining whether a use is fair dealing, the court shall take account of relevant factors, and the statute lists four factors that are nearly identical to the factors of fair use in U.S. law.</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60</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 Applications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 can apply to research, private study, scholarship, or teaching.</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58</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various uses of works for education.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62 to 66</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made by the Minister may provide that a librarian or archivist who, pursuant to Sections 68-71, is required to be satisfied as to a matter before making or supplying a copy or phonorecord of a work is entitled to rely on a declaration as to that matter signed by the person requesting the copy or phonorecord, unless he is aware that the declaration is false in any material particular; and in such cases as may be prescribed, shall not make or supply a copy or phonorecord to any person in the absence of a declaration by that person.</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Where a person requesting a copy or phonorecord makes a declaration that is false in a material particular and is supplied with a copy or phonorecord which would have been an infringing copy or phonorecord if made by him, that person shall be liable for infringement of copyright as if he had reproduced the copy or phonorecord himself, and the copy or phonorecord supplied shall be treated as an infringing copy or phonorecord.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67</w:t>
            </w:r>
          </w:p>
        </w:tc>
      </w:tr>
      <w:tr w:rsidR="00BC0437" w:rsidRPr="00BC0437" w:rsidTr="00BC0437">
        <w:trPr>
          <w:trHeight w:val="33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The Bahamas, Chapter 323 (22 May 1998), as amended by the Copyright (Amendment) Act, No. 2 (24 June 2004), available at http://www.wipo.int/wipolex/en/text.jsp?file_id=215022.</w:t>
            </w:r>
          </w:p>
        </w:tc>
      </w:tr>
      <w:tr w:rsidR="00BC0437" w:rsidRPr="00BC0437" w:rsidTr="00BC0437">
        <w:trPr>
          <w:trHeight w:val="7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21 December 2007; rev. 23 April 2015</w:t>
            </w:r>
          </w:p>
        </w:tc>
      </w:tr>
    </w:tbl>
    <w:p w:rsidR="00BC0437" w:rsidRPr="00BC0437" w:rsidRDefault="00BC0437" w:rsidP="00BC0437">
      <w:pPr>
        <w:rPr>
          <w:rFonts w:eastAsia="Times New Roman"/>
          <w:szCs w:val="22"/>
          <w:lang w:eastAsia="en-US"/>
        </w:rPr>
      </w:pPr>
    </w:p>
    <w:bookmarkEnd w:id="169"/>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176" w:name="_Toc421800696"/>
      <w:r w:rsidRPr="00BC0437">
        <w:rPr>
          <w:lang w:eastAsia="en-US"/>
        </w:rPr>
        <w:t>Bahrain</w:t>
      </w:r>
      <w:bookmarkEnd w:id="17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Nonprofit archive or library.</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05"/>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One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It is difficult to obtain a replacement original under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replacement of an original which has been lost, destroyed, or is unfit for use.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Made for the benefit of any nonprofit archives or libraries.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Photocopy.  Term not defined.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66"/>
        </w:trPr>
        <w:tc>
          <w:tcPr>
            <w:tcW w:w="2628" w:type="dxa"/>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Permitted without the consent of the author and without paying compensation.</w:t>
            </w:r>
          </w:p>
        </w:tc>
        <w:tc>
          <w:tcPr>
            <w:tcW w:w="1030" w:type="dxa"/>
            <w:vMerge/>
            <w:tcBorders>
              <w:bottom w:val="single" w:sz="4" w:space="0" w:color="auto"/>
            </w:tcBorders>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Nonprofit archive or library.</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 brief extracts of a work, or a short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One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respond to a request by a natural person who wishes to use it for non-commercial study or research.</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Provided the archive or library is satisfied that the purpose is as stated above.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made once or on separate and unrelated occasions.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 collective license is available to authorize such copying.</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Permitted without the consent of the author and without paying compensation.</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45</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Disable or impair any effective technological measures.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Statute bars disabling “effective technological measures” but does not define them.</w:t>
            </w:r>
          </w:p>
        </w:tc>
        <w:tc>
          <w:tcPr>
            <w:tcW w:w="1030" w:type="dxa"/>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19</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Temporary Reproduction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temporary copies.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Legal or educational purposes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for legal purposes or educational purposes if undertaken by or within nonprofit educational institutions with attribution.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Judicial or Administrative Procedures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from a work to be used in judicial or administrative procedures with attribution.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Performance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a public performance in face-to-face educational activities within recognized non-profit educational institutions.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27</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Relating to the Protection of Copyright and Neighboring Rights of Bahrain, Act No. 22 (25 June 2006), available at http://www.wipo.int/wipolex/en/text.jsp?file_id=255293.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15 April 2014; rev. 23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177" w:name="_Toc421800697"/>
      <w:r w:rsidRPr="00BC0437">
        <w:rPr>
          <w:lang w:eastAsia="en-US"/>
        </w:rPr>
        <w:t>Bangladesh</w:t>
      </w:r>
      <w:bookmarkEnd w:id="177"/>
    </w:p>
    <w:p w:rsidR="00BC0437" w:rsidRDefault="00BC0437" w:rsidP="00BC0437">
      <w:pPr>
        <w:rPr>
          <w:rFonts w:eastAsia="Times New Roman"/>
          <w:szCs w:val="22"/>
          <w:lang w:eastAsia="en-US"/>
        </w:rPr>
      </w:pPr>
    </w:p>
    <w:p w:rsidR="001D0DFD" w:rsidRPr="00BC0437" w:rsidRDefault="001D0DFD"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600"/>
        <w:gridCol w:w="1188"/>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Public Use</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person in charge of a nonprofit library, or a person acting under that person’s direction.</w:t>
            </w:r>
          </w:p>
        </w:tc>
        <w:tc>
          <w:tcPr>
            <w:tcW w:w="118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72(15)</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“library.”</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Books.</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Including a pamphlet, sheet of music, map, chart, or plan.</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Not more than three copies of a work.</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Such work is not available for sale in Bangladesh.</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make available for use by the public.</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Free of charge.</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8"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600"/>
        <w:gridCol w:w="1188"/>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Library Use</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person in charge of a library attached to an educational institution, or a person acting under that person’s direction.</w:t>
            </w:r>
          </w:p>
        </w:tc>
        <w:tc>
          <w:tcPr>
            <w:tcW w:w="118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72(15)</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“library.”</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Books.</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Including a pamphlet, sheet of music, map, chart, or plan.</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Not more than three copies of a work.</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Such work is not available for sale in Bangladesh.</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the use of such library.</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8"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600"/>
        <w:gridCol w:w="1188"/>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Private Study (Unpublished Works)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18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72(16)</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unpublished literary, dramatic, or musical work.</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That is kept in a library, museum, or other institution to which the public has access.</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See definition of “copy.”</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Provided that where the identity of the author of any such work, or in the case of a work of joint authorship of any of the authors, is known to the library, museum, or other institution, as the case may be, the provision of this clause shall apply only if such reproduction is made at a time more than sixty years from the date of the death of the author or, in the case of a work of joint authorship, the death of the author whose identity is known or, if the identity of more authors than one is known, from the death of such one of those authors who dies last.  (Note: the basic term of copyright duration is life of author, plus 60 years.)</w:t>
            </w:r>
          </w:p>
        </w:tc>
        <w:tc>
          <w:tcPr>
            <w:tcW w:w="1188" w:type="dxa"/>
            <w:vMerge/>
          </w:tcPr>
          <w:p w:rsidR="00BC0437" w:rsidRPr="00BC0437" w:rsidRDefault="00BC0437" w:rsidP="00BC0437">
            <w:pPr>
              <w:rPr>
                <w:rFonts w:eastAsia="Times New Roman"/>
                <w:szCs w:val="22"/>
                <w:lang w:eastAsia="en-US"/>
              </w:rPr>
            </w:pPr>
          </w:p>
        </w:tc>
      </w:tr>
    </w:tbl>
    <w:p w:rsidR="00BC0437" w:rsidRPr="00BC0437" w:rsidRDefault="00BC0437" w:rsidP="00BC0437">
      <w:pPr>
        <w:tabs>
          <w:tab w:val="left" w:pos="1202"/>
        </w:tabs>
        <w:rPr>
          <w:rFonts w:eastAsia="Times New Roman"/>
          <w:szCs w:val="22"/>
          <w:lang w:eastAsia="en-US"/>
        </w:rPr>
      </w:pPr>
    </w:p>
    <w:p w:rsidR="00BC0437" w:rsidRPr="00BC0437" w:rsidRDefault="00BC0437" w:rsidP="00BC0437">
      <w:pPr>
        <w:tabs>
          <w:tab w:val="left" w:pos="1202"/>
        </w:tabs>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651"/>
        <w:gridCol w:w="1009"/>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Definitions</w:t>
            </w:r>
          </w:p>
        </w:tc>
        <w:tc>
          <w:tcPr>
            <w:tcW w:w="5651" w:type="dxa"/>
          </w:tcPr>
          <w:p w:rsidR="00BC0437" w:rsidRPr="00BC0437" w:rsidRDefault="00BC0437" w:rsidP="00BC0437">
            <w:pPr>
              <w:rPr>
                <w:rFonts w:eastAsia="Times New Roman"/>
                <w:szCs w:val="22"/>
                <w:lang w:eastAsia="en-US"/>
              </w:rPr>
            </w:pPr>
            <w:r w:rsidRPr="00BC0437">
              <w:rPr>
                <w:rFonts w:eastAsia="Times New Roman"/>
                <w:bCs/>
                <w:szCs w:val="22"/>
                <w:lang w:eastAsia="en-US"/>
              </w:rPr>
              <w:t xml:space="preserve">“Copy” means a reproduction in the form of words, picture, sounds, letters,  written form or in the form of sound recordings, cinematograph film, graphic picture or in the material or non-material form, digital code (fixed or moving) or whether </w:t>
            </w:r>
            <w:r w:rsidRPr="00BC0437">
              <w:rPr>
                <w:rFonts w:eastAsia="Times New Roman"/>
                <w:szCs w:val="22"/>
                <w:lang w:eastAsia="en-US"/>
              </w:rPr>
              <w:t>in two or three or surrealistic dimensions.  (Note: One of the rights of copyright is “to reproduce the work in any material form including the storing of it in any medium by electronic means” (§ 14(1).)</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 2(1)</w:t>
            </w:r>
          </w:p>
        </w:tc>
      </w:tr>
      <w:tr w:rsidR="00BC0437" w:rsidRPr="00BC0437" w:rsidTr="00BC0437">
        <w:tc>
          <w:tcPr>
            <w:tcW w:w="2196" w:type="dxa"/>
          </w:tcPr>
          <w:p w:rsidR="00BC0437" w:rsidRPr="00BC0437" w:rsidRDefault="00BC0437" w:rsidP="00BC0437">
            <w:pPr>
              <w:rPr>
                <w:rFonts w:eastAsia="Times New Roman"/>
                <w:szCs w:val="22"/>
                <w:lang w:eastAsia="en-US"/>
              </w:rPr>
            </w:pPr>
          </w:p>
        </w:tc>
        <w:tc>
          <w:tcPr>
            <w:tcW w:w="5651" w:type="dxa"/>
          </w:tcPr>
          <w:p w:rsidR="00BC0437" w:rsidRPr="00BC0437" w:rsidRDefault="00BC0437" w:rsidP="00BC0437">
            <w:pPr>
              <w:rPr>
                <w:rFonts w:eastAsia="Times New Roman"/>
                <w:b/>
                <w:bCs/>
                <w:szCs w:val="22"/>
                <w:lang w:eastAsia="en-US"/>
              </w:rPr>
            </w:pPr>
            <w:r w:rsidRPr="00BC0437">
              <w:rPr>
                <w:rFonts w:eastAsia="Times New Roman"/>
                <w:iCs/>
                <w:szCs w:val="22"/>
                <w:lang w:eastAsia="en-US"/>
              </w:rPr>
              <w:t>“Library” means any library which can be used free of charge and a library attached to an educational institution, operated on a non-profit basis</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 2(13)</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Fair Use</w:t>
            </w:r>
          </w:p>
        </w:tc>
        <w:tc>
          <w:tcPr>
            <w:tcW w:w="5651" w:type="dxa"/>
          </w:tcPr>
          <w:p w:rsidR="00BC0437" w:rsidRPr="00BC0437" w:rsidRDefault="00BC0437" w:rsidP="00BC0437">
            <w:pPr>
              <w:rPr>
                <w:rFonts w:eastAsia="Times New Roman"/>
                <w:bCs/>
                <w:szCs w:val="22"/>
                <w:lang w:eastAsia="en-US"/>
              </w:rPr>
            </w:pPr>
            <w:r w:rsidRPr="00BC0437">
              <w:rPr>
                <w:rFonts w:eastAsia="Times New Roman"/>
                <w:bCs/>
                <w:szCs w:val="22"/>
                <w:lang w:eastAsia="en-US"/>
              </w:rPr>
              <w:t>The fair use of certain works for private study or private use including research is not an infringement.</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 72</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66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Bangladesh, No. XXVIII (18 July 2000), available at http://copyrightoffice.gov.bd/index.php?action=rul_en1.</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66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31 August 2014; rev. 23 April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178" w:name="_Toc421800698"/>
      <w:r w:rsidRPr="00BC0437">
        <w:rPr>
          <w:lang w:eastAsia="en-US"/>
        </w:rPr>
        <w:t>Barbados</w:t>
      </w:r>
      <w:bookmarkEnd w:id="17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1D0DFD" w:rsidRDefault="00BC0437" w:rsidP="001D0DFD">
            <w:pPr>
              <w:rPr>
                <w:b/>
              </w:rPr>
            </w:pPr>
            <w:r w:rsidRPr="001D0DFD">
              <w:rPr>
                <w:b/>
              </w:rPr>
              <w:t>Preservation and Replacement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 of a prescribed library or archive, including persons acting on his or her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2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item must be in the permanent collections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t>The work may be copied only where it is not reasonably practicable to purchase a copy of the item for the allowed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by placing the copy in a permanent collection in addition to or in place of the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prescribed library or archive an item which has been lost, 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9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1D0DFD" w:rsidRDefault="00BC0437" w:rsidP="001D0DFD">
            <w:pPr>
              <w:rPr>
                <w:b/>
              </w:rPr>
            </w:pPr>
            <w:r w:rsidRPr="001D0DFD">
              <w:rPr>
                <w:b/>
              </w:rPr>
              <w:t>Research or Study (Published Works)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 of a prescribed library or archive, including persons acting on his or her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 article in a periodical.  (See definition of “article”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91"/>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part of a published edition of a literary, dramatic, or musical work that is not an article in a periodical.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91"/>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may include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an article, no more than one copy of the same article or no more than one article from the same issue of the periodical may be copied for one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 work other than an article, no more than one copy of the same material or not more than a reasonable proportion of may be copied for one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supply a copy 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8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the librarian that the copies are for the allowed purpose and no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a fee not less than the cost of producing the copy, including a contribution to the general expenses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1D0DFD" w:rsidRDefault="00BC0437" w:rsidP="001D0DF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1D0DFD" w:rsidTr="00BC0437">
        <w:tc>
          <w:tcPr>
            <w:tcW w:w="8856" w:type="dxa"/>
            <w:gridSpan w:val="4"/>
            <w:shd w:val="clear" w:color="auto" w:fill="auto"/>
          </w:tcPr>
          <w:p w:rsidR="00BC0437" w:rsidRPr="001D0DFD" w:rsidRDefault="00BC0437" w:rsidP="001D0DFD">
            <w:pPr>
              <w:rPr>
                <w:b/>
              </w:rPr>
            </w:pPr>
            <w:r w:rsidRPr="001D0DFD">
              <w:rPr>
                <w:b/>
              </w:rPr>
              <w:t>Research or Study (Unpublished Works)</w:t>
            </w: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Librarian of a prescribed library or archive, including persons acting on his or her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64</w:t>
            </w:r>
          </w:p>
        </w:tc>
      </w:tr>
      <w:tr w:rsidR="00BC0437" w:rsidRPr="00BC0437" w:rsidTr="00BC0437">
        <w:trPr>
          <w:trHeight w:val="14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b/>
                <w:szCs w:val="22"/>
                <w:lang w:eastAsia="en-US"/>
              </w:rPr>
            </w:pPr>
          </w:p>
        </w:tc>
      </w:tr>
      <w:tr w:rsidR="00BC0437" w:rsidRPr="00BC0437" w:rsidTr="00BC0437">
        <w:trPr>
          <w:trHeight w:val="2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literary, dramatic, or musical works from documents in the collections of the library or archive, including accompanying illustrations.</w:t>
            </w:r>
          </w:p>
        </w:tc>
        <w:tc>
          <w:tcPr>
            <w:tcW w:w="1030" w:type="dxa"/>
            <w:vMerge/>
            <w:shd w:val="clear" w:color="auto" w:fill="auto"/>
          </w:tcPr>
          <w:p w:rsidR="00BC0437" w:rsidRPr="00BC0437" w:rsidRDefault="00BC0437" w:rsidP="00BC0437">
            <w:pPr>
              <w:rPr>
                <w:rFonts w:eastAsia="Times New Roman"/>
                <w:b/>
                <w:szCs w:val="22"/>
                <w:lang w:eastAsia="en-US"/>
              </w:rPr>
            </w:pPr>
          </w:p>
        </w:tc>
      </w:tr>
      <w:tr w:rsidR="00BC0437" w:rsidRPr="00BC0437" w:rsidTr="00BC0437">
        <w:trPr>
          <w:trHeight w:val="1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not have been published before the document was deposited in the library or archive, and at the time of making the copy the librarian ought to have been aware of that fact.</w:t>
            </w:r>
          </w:p>
        </w:tc>
        <w:tc>
          <w:tcPr>
            <w:tcW w:w="1030" w:type="dxa"/>
            <w:vMerge/>
            <w:shd w:val="clear" w:color="auto" w:fill="auto"/>
          </w:tcPr>
          <w:p w:rsidR="00BC0437" w:rsidRPr="00BC0437" w:rsidRDefault="00BC0437" w:rsidP="00BC0437">
            <w:pPr>
              <w:rPr>
                <w:rFonts w:eastAsia="Times New Roman"/>
                <w:b/>
                <w:szCs w:val="22"/>
                <w:lang w:eastAsia="en-US"/>
              </w:rPr>
            </w:pPr>
          </w:p>
        </w:tc>
      </w:tr>
      <w:tr w:rsidR="00BC0437" w:rsidRPr="00BC0437" w:rsidTr="00BC0437">
        <w:trPr>
          <w:trHeight w:val="1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not be copied if the copyright owner has prohibited copying of the work, and at the time of making the copy the librarian ought to have been aware of that fact.</w:t>
            </w:r>
          </w:p>
        </w:tc>
        <w:tc>
          <w:tcPr>
            <w:tcW w:w="1030" w:type="dxa"/>
            <w:vMerge/>
            <w:shd w:val="clear" w:color="auto" w:fill="auto"/>
          </w:tcPr>
          <w:p w:rsidR="00BC0437" w:rsidRPr="00BC0437" w:rsidRDefault="00BC0437" w:rsidP="00BC0437">
            <w:pPr>
              <w:rPr>
                <w:rFonts w:eastAsia="Times New Roman"/>
                <w:b/>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supply a copy for research or private study.</w:t>
            </w:r>
          </w:p>
        </w:tc>
        <w:tc>
          <w:tcPr>
            <w:tcW w:w="1030" w:type="dxa"/>
            <w:vMerge/>
            <w:shd w:val="clear" w:color="auto" w:fill="auto"/>
          </w:tcPr>
          <w:p w:rsidR="00BC0437" w:rsidRPr="00BC0437" w:rsidRDefault="00BC0437" w:rsidP="00BC0437">
            <w:pPr>
              <w:rPr>
                <w:rFonts w:eastAsia="Times New Roman"/>
                <w:b/>
                <w:szCs w:val="22"/>
                <w:lang w:eastAsia="en-US"/>
              </w:rPr>
            </w:pPr>
          </w:p>
        </w:tc>
      </w:tr>
      <w:tr w:rsidR="00BC0437" w:rsidRPr="00BC0437" w:rsidTr="00BC0437">
        <w:trPr>
          <w:trHeight w:val="42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the librarian that the person requires the copies for the allowed purpose and no other purpose.</w:t>
            </w:r>
          </w:p>
        </w:tc>
        <w:tc>
          <w:tcPr>
            <w:tcW w:w="1030" w:type="dxa"/>
            <w:vMerge/>
            <w:shd w:val="clear" w:color="auto" w:fill="auto"/>
          </w:tcPr>
          <w:p w:rsidR="00BC0437" w:rsidRPr="00BC0437" w:rsidRDefault="00BC0437" w:rsidP="00BC0437">
            <w:pPr>
              <w:rPr>
                <w:rFonts w:eastAsia="Times New Roman"/>
                <w:b/>
                <w:szCs w:val="22"/>
                <w:lang w:eastAsia="en-US"/>
              </w:rPr>
            </w:pPr>
          </w:p>
        </w:tc>
      </w:tr>
      <w:tr w:rsidR="00BC0437" w:rsidRPr="00BC0437" w:rsidTr="00BC0437">
        <w:trPr>
          <w:trHeight w:val="42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receive more than one copy of the same material.</w:t>
            </w:r>
          </w:p>
        </w:tc>
        <w:tc>
          <w:tcPr>
            <w:tcW w:w="1030" w:type="dxa"/>
            <w:vMerge/>
            <w:shd w:val="clear" w:color="auto" w:fill="auto"/>
          </w:tcPr>
          <w:p w:rsidR="00BC0437" w:rsidRPr="00BC0437" w:rsidRDefault="00BC0437" w:rsidP="00BC0437">
            <w:pPr>
              <w:rPr>
                <w:rFonts w:eastAsia="Times New Roman"/>
                <w:b/>
                <w:szCs w:val="22"/>
                <w:lang w:eastAsia="en-US"/>
              </w:rPr>
            </w:pP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b/>
                <w:szCs w:val="22"/>
                <w:lang w:eastAsia="en-US"/>
              </w:rPr>
            </w:pP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a fee not less than the cost of producing the copy, including a contribution to the general expenses of the library or archive.</w:t>
            </w:r>
          </w:p>
        </w:tc>
        <w:tc>
          <w:tcPr>
            <w:tcW w:w="1030" w:type="dxa"/>
            <w:vMerge/>
            <w:shd w:val="clear" w:color="auto" w:fill="auto"/>
          </w:tcPr>
          <w:p w:rsidR="00BC0437" w:rsidRPr="00BC0437" w:rsidRDefault="00BC0437" w:rsidP="00BC0437">
            <w:pPr>
              <w:rPr>
                <w:rFonts w:eastAsia="Times New Roman"/>
                <w:b/>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1D0DFD" w:rsidRDefault="00BC0437" w:rsidP="001D0DFD">
            <w:pPr>
              <w:rPr>
                <w:b/>
              </w:rPr>
            </w:pPr>
            <w:r w:rsidRPr="001D0DFD">
              <w:rPr>
                <w:b/>
              </w:rPr>
              <w:t>Supplying Copies to Other Libraries (Published Works)</w:t>
            </w:r>
          </w:p>
        </w:tc>
      </w:tr>
      <w:tr w:rsidR="00BC0437" w:rsidRPr="00BC0437" w:rsidTr="00BC0437">
        <w:trPr>
          <w:trHeight w:val="15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 of a prescribed library and archive, including persons acting on his or her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62</w:t>
            </w:r>
          </w:p>
        </w:tc>
      </w:tr>
      <w:tr w:rsidR="00BC0437" w:rsidRPr="00BC0437" w:rsidTr="00BC0437">
        <w:trPr>
          <w:trHeight w:val="15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may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 article in a periodical.  (See definition of “article”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2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whole or part of a published edition of a literary, dramatic, or musical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9"/>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may include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whole or parts of published editions of literary, dramatic, musical, or artistic works, the right to copy does not apply if at the time of making the copy the librarian knows, or could by reasonable inquiry ascertain the name and address of a person entitled to authorize the making of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supply to another prescribed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9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rPr>
          <w:trHeight w:val="292"/>
        </w:trPr>
        <w:tc>
          <w:tcPr>
            <w:tcW w:w="8856" w:type="dxa"/>
            <w:gridSpan w:val="2"/>
            <w:shd w:val="clear" w:color="auto" w:fill="auto"/>
          </w:tcPr>
          <w:p w:rsidR="00BC0437" w:rsidRPr="001D0DFD" w:rsidRDefault="00BC0437" w:rsidP="001D0DFD">
            <w:pPr>
              <w:rPr>
                <w:b/>
              </w:rPr>
            </w:pPr>
            <w:r w:rsidRPr="001D0DFD">
              <w:rPr>
                <w:b/>
              </w:rPr>
              <w:t>Anti-Circumvention of Technological Protection Measures</w:t>
            </w:r>
          </w:p>
        </w:tc>
      </w:tr>
      <w:tr w:rsidR="00BC0437" w:rsidRPr="00BC0437" w:rsidTr="00BC0437">
        <w:trPr>
          <w:trHeight w:val="29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1D0DFD" w:rsidRDefault="00BC0437" w:rsidP="001D0DFD">
            <w:pPr>
              <w:rPr>
                <w:b/>
              </w:rPr>
            </w:pPr>
            <w:r w:rsidRPr="001D0DFD">
              <w:rPr>
                <w:b/>
              </w:rPr>
              <w:t>Miscellaneous</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Agents of Librarians and Archivists</w:t>
            </w:r>
          </w:p>
        </w:tc>
        <w:tc>
          <w:tcPr>
            <w:tcW w:w="5220" w:type="dxa"/>
            <w:shd w:val="clear" w:color="auto" w:fill="auto"/>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t>In Sections 61 to 64, references to a librarian or archivist include references to a person working on his or her behalf.</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60(1)</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Additional Conditions</w:t>
            </w:r>
          </w:p>
        </w:tc>
        <w:tc>
          <w:tcPr>
            <w:tcW w:w="5220" w:type="dxa"/>
            <w:shd w:val="clear" w:color="auto" w:fill="auto"/>
          </w:tcPr>
          <w:p w:rsidR="00BC0437" w:rsidRPr="00BC0437" w:rsidRDefault="00BC0437" w:rsidP="00BC0437">
            <w:pPr>
              <w:autoSpaceDE w:val="0"/>
              <w:autoSpaceDN w:val="0"/>
              <w:adjustRightInd w:val="0"/>
              <w:rPr>
                <w:rFonts w:eastAsia="Calibri"/>
                <w:szCs w:val="22"/>
                <w:lang w:eastAsia="en-US"/>
              </w:rPr>
            </w:pPr>
            <w:r w:rsidRPr="00BC0437">
              <w:rPr>
                <w:rFonts w:eastAsia="Times New Roman"/>
                <w:szCs w:val="22"/>
                <w:lang w:eastAsia="en-US"/>
              </w:rPr>
              <w:t xml:space="preserve">The statutes refer to compliance with “prescribed conditions” and often provide that the conditions “shall include” some listed specifics.  The Ministry of Culture has authority to make regulations </w:t>
            </w:r>
            <w:r w:rsidRPr="00BC0437">
              <w:rPr>
                <w:rFonts w:eastAsia="Calibri"/>
                <w:szCs w:val="22"/>
                <w:lang w:eastAsia="en-US"/>
              </w:rPr>
              <w:t>prescribing anything that is authorized or required to be prescribed</w:t>
            </w:r>
            <w:r w:rsidRPr="00BC0437">
              <w:rPr>
                <w:rFonts w:eastAsia="Times New Roman"/>
                <w:szCs w:val="22"/>
                <w:lang w:eastAsia="en-US"/>
              </w:rPr>
              <w: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148</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may provide that where a librarian or archivist is required to be satisfied as to a matter before making or supplying a copy, the librarian or archivist is entitled to rely on a signed declaration by the person making the request, unless the librarian or archivist is aware that it is false in any material respect.  Where prescribed, a librarian or archivist shall not make or supply a copy for any person in the absence of a declaration by that person.</w:t>
            </w:r>
          </w:p>
          <w:p w:rsidR="00BC0437" w:rsidRPr="00BC0437" w:rsidRDefault="00BC0437" w:rsidP="00BC0437">
            <w:pPr>
              <w:rPr>
                <w:rFonts w:eastAsia="Times New Roman"/>
                <w:szCs w:val="22"/>
                <w:lang w:eastAsia="en-US"/>
              </w:rPr>
            </w:pPr>
            <w:r w:rsidRPr="00BC0437">
              <w:rPr>
                <w:rFonts w:eastAsia="Times New Roman"/>
                <w:szCs w:val="22"/>
                <w:lang w:eastAsia="en-US"/>
              </w:rPr>
              <w:t>If the declaration is false in a material respect, and if the copy supplied by the librarian or archivist would have been an infringement if made by that person, the person making the declaration is liable for infringement of copyright.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60(2); § 60(3)</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220" w:type="dxa"/>
            <w:shd w:val="clear" w:color="auto" w:fill="auto"/>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t xml:space="preserve">Copying for research or private study can be within fair dealing.  The determination of fair dealing depends on an application of relevant factors, including the four factors in the statute.  </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51; § 53</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Classroom Instruction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Limited use of works in the course of instruction, preparation for instruction, and administration of examinations.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55</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Collections for Education</w:t>
            </w:r>
          </w:p>
        </w:tc>
        <w:tc>
          <w:tcPr>
            <w:tcW w:w="5220" w:type="dxa"/>
            <w:shd w:val="clear" w:color="auto" w:fill="auto"/>
          </w:tcPr>
          <w:p w:rsidR="00BC0437" w:rsidRPr="00BC0437" w:rsidRDefault="00BC0437" w:rsidP="00BC0437">
            <w:pPr>
              <w:rPr>
                <w:rFonts w:eastAsia="Times New Roman"/>
                <w:color w:val="FF0000"/>
                <w:szCs w:val="22"/>
                <w:lang w:eastAsia="en-US"/>
              </w:rPr>
            </w:pPr>
            <w:r w:rsidRPr="00BC0437">
              <w:rPr>
                <w:rFonts w:eastAsia="Times New Roman"/>
                <w:szCs w:val="22"/>
                <w:lang w:eastAsia="en-US"/>
              </w:rPr>
              <w:t>Limited ability to reproduce works into “collections” intended for use in educational establishments, but subject to rigorous conditions.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56</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Recorded Programs for Education</w:t>
            </w:r>
          </w:p>
        </w:tc>
        <w:tc>
          <w:tcPr>
            <w:tcW w:w="5220" w:type="dxa"/>
            <w:shd w:val="clear" w:color="auto" w:fill="auto"/>
          </w:tcPr>
          <w:p w:rsidR="00BC0437" w:rsidRPr="00BC0437" w:rsidRDefault="00BC0437" w:rsidP="00BC0437">
            <w:pPr>
              <w:rPr>
                <w:rFonts w:eastAsia="Times New Roman"/>
                <w:color w:val="FF0000"/>
                <w:szCs w:val="22"/>
                <w:lang w:eastAsia="en-US"/>
              </w:rPr>
            </w:pPr>
            <w:r w:rsidRPr="00BC0437">
              <w:rPr>
                <w:rFonts w:eastAsia="Calibri"/>
                <w:szCs w:val="22"/>
                <w:lang w:eastAsia="en-US"/>
              </w:rPr>
              <w:t>Right to record a broadcast or cable program for the educational purposes of an educational institution.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57</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for Education</w:t>
            </w:r>
          </w:p>
        </w:tc>
        <w:tc>
          <w:tcPr>
            <w:tcW w:w="5220" w:type="dxa"/>
            <w:shd w:val="clear" w:color="auto" w:fill="auto"/>
          </w:tcPr>
          <w:p w:rsidR="00BC0437" w:rsidRPr="00BC0437" w:rsidRDefault="00BC0437" w:rsidP="00BC0437">
            <w:pPr>
              <w:rPr>
                <w:rFonts w:eastAsia="Times New Roman"/>
                <w:color w:val="FF0000"/>
                <w:szCs w:val="22"/>
                <w:lang w:eastAsia="en-US"/>
              </w:rPr>
            </w:pPr>
            <w:r w:rsidRPr="00BC0437">
              <w:rPr>
                <w:rFonts w:eastAsia="Calibri"/>
                <w:szCs w:val="22"/>
                <w:lang w:eastAsia="en-US"/>
              </w:rPr>
              <w:t>Standards and limits for making reprographic copies of passages of works for education.  This right may not apply if a license is available.  However, a term in a license to an educational institution purporting to limit such copying to a portion less than the amount allowed under the statute is of no effect.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58</w:t>
            </w:r>
          </w:p>
        </w:tc>
      </w:tr>
      <w:tr w:rsidR="00BC0437" w:rsidRPr="00BC0437" w:rsidTr="00BC0437">
        <w:trPr>
          <w:trHeight w:val="9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autoSpaceDE w:val="0"/>
              <w:autoSpaceDN w:val="0"/>
              <w:adjustRightInd w:val="0"/>
              <w:rPr>
                <w:rFonts w:eastAsia="Calibri"/>
                <w:szCs w:val="22"/>
                <w:lang w:eastAsia="en-US"/>
              </w:rPr>
            </w:pPr>
            <w:r w:rsidRPr="00BC0437">
              <w:rPr>
                <w:rFonts w:eastAsia="Times New Roman"/>
                <w:szCs w:val="22"/>
                <w:lang w:eastAsia="en-US"/>
              </w:rPr>
              <w:t>An “article” in the context of an article in a periodical includes any item of any description.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w:t>
            </w:r>
          </w:p>
        </w:tc>
      </w:tr>
      <w:tr w:rsidR="00BC0437" w:rsidRPr="00BC0437" w:rsidTr="00BC0437">
        <w:trPr>
          <w:trHeight w:val="95"/>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in relation to</w:t>
            </w:r>
          </w:p>
          <w:p w:rsidR="00BC0437" w:rsidRPr="00BC0437" w:rsidRDefault="00BC0437" w:rsidP="00BC0437">
            <w:pPr>
              <w:rPr>
                <w:rFonts w:eastAsia="Times New Roman"/>
                <w:szCs w:val="22"/>
                <w:lang w:eastAsia="en-US"/>
              </w:rPr>
            </w:pPr>
            <w:r w:rsidRPr="00BC0437">
              <w:rPr>
                <w:rFonts w:eastAsia="Times New Roman"/>
                <w:szCs w:val="22"/>
                <w:lang w:eastAsia="en-US"/>
              </w:rPr>
              <w:t>(a) a work that is literary, dramatic or musical work, means a reproduction of the work in any material form;</w:t>
            </w:r>
          </w:p>
          <w:p w:rsidR="00BC0437" w:rsidRPr="00BC0437" w:rsidRDefault="00BC0437" w:rsidP="00BC0437">
            <w:pPr>
              <w:rPr>
                <w:rFonts w:eastAsia="Times New Roman"/>
                <w:szCs w:val="22"/>
                <w:lang w:eastAsia="en-US"/>
              </w:rPr>
            </w:pPr>
            <w:r w:rsidRPr="00BC0437">
              <w:rPr>
                <w:rFonts w:eastAsia="Times New Roman"/>
                <w:szCs w:val="22"/>
                <w:lang w:eastAsia="en-US"/>
              </w:rPr>
              <w:t>(b) an artistic work (i) means a reproduction of the work in any material form, and (ii) includes a reproduction in three dimensions if the artistic work is a two-dimensional work, and a reproduction in two dimensions if the artistic work is a three-dimensional work,</w:t>
            </w:r>
          </w:p>
          <w:p w:rsidR="00BC0437" w:rsidRPr="00BC0437" w:rsidRDefault="00BC0437" w:rsidP="00BC0437">
            <w:pPr>
              <w:rPr>
                <w:rFonts w:eastAsia="Times New Roman"/>
                <w:szCs w:val="22"/>
                <w:lang w:eastAsia="en-US"/>
              </w:rPr>
            </w:pPr>
            <w:r w:rsidRPr="00BC0437">
              <w:rPr>
                <w:rFonts w:eastAsia="Times New Roman"/>
                <w:szCs w:val="22"/>
                <w:lang w:eastAsia="en-US"/>
              </w:rPr>
              <w:t>(c) a work that is a film, television broadcast or cable program, includes a photograph of the whole or any substantial part of any image forming part of the film, broadcast or cable program;</w:t>
            </w:r>
          </w:p>
          <w:p w:rsidR="00BC0437" w:rsidRPr="00BC0437" w:rsidRDefault="00BC0437" w:rsidP="00BC0437">
            <w:pPr>
              <w:rPr>
                <w:rFonts w:eastAsia="Times New Roman"/>
                <w:szCs w:val="22"/>
                <w:lang w:eastAsia="en-US"/>
              </w:rPr>
            </w:pPr>
            <w:r w:rsidRPr="00BC0437">
              <w:rPr>
                <w:rFonts w:eastAsia="Times New Roman"/>
                <w:szCs w:val="22"/>
                <w:lang w:eastAsia="en-US"/>
              </w:rPr>
              <w:t>(d) a work that is a typographical arrangement of a published edition, means a facsimile copy of the arrangement; and</w:t>
            </w:r>
          </w:p>
          <w:p w:rsidR="00BC0437" w:rsidRPr="00BC0437" w:rsidRDefault="00BC0437" w:rsidP="00BC0437">
            <w:pPr>
              <w:autoSpaceDE w:val="0"/>
              <w:autoSpaceDN w:val="0"/>
              <w:adjustRightInd w:val="0"/>
              <w:rPr>
                <w:rFonts w:eastAsia="Calibri"/>
                <w:szCs w:val="22"/>
                <w:lang w:eastAsia="en-US"/>
              </w:rPr>
            </w:pPr>
            <w:r w:rsidRPr="00BC0437">
              <w:rPr>
                <w:rFonts w:eastAsia="Times New Roman"/>
                <w:szCs w:val="22"/>
                <w:lang w:eastAsia="en-US"/>
              </w:rPr>
              <w:t>(e) any description [type] of work, includes a copy of the work that is transient or incidental to some other use of the work.</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w:t>
            </w:r>
          </w:p>
          <w:p w:rsidR="00BC0437" w:rsidRPr="00BC0437" w:rsidRDefault="00BC0437" w:rsidP="00BC0437">
            <w:pPr>
              <w:rPr>
                <w:rFonts w:eastAsia="Times New Roman"/>
                <w:szCs w:val="22"/>
                <w:lang w:eastAsia="en-US"/>
              </w:rPr>
            </w:pPr>
          </w:p>
        </w:tc>
      </w:tr>
      <w:tr w:rsidR="00BC0437" w:rsidRPr="00BC0437" w:rsidTr="00BC0437">
        <w:trPr>
          <w:trHeight w:val="710"/>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References to “copying” of a work of any description shall be construed to include a reference to storing the work in any medium by electronic means.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2(3)</w:t>
            </w:r>
          </w:p>
          <w:p w:rsidR="00BC0437" w:rsidRPr="00BC0437" w:rsidRDefault="00BC0437" w:rsidP="00BC0437">
            <w:pPr>
              <w:rPr>
                <w:rFonts w:eastAsia="Times New Roman"/>
                <w:szCs w:val="22"/>
                <w:lang w:eastAsia="en-US"/>
              </w:rPr>
            </w:pPr>
          </w:p>
        </w:tc>
      </w:tr>
      <w:tr w:rsidR="00BC0437" w:rsidRPr="00BC0437" w:rsidTr="00BC0437">
        <w:trPr>
          <w:trHeight w:val="539"/>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p w:rsidR="00BC0437" w:rsidRPr="00BC0437" w:rsidRDefault="00BC0437" w:rsidP="00BC0437">
            <w:pPr>
              <w:rPr>
                <w:rFonts w:eastAsia="Times New Roman"/>
                <w:szCs w:val="22"/>
                <w:lang w:eastAsia="en-US"/>
              </w:rPr>
            </w:pP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Barbados (5 March 1998), as amended through Copyright (Amendment) Act 2006-1 (23 February 2006), available at http://www.wipo.int/wipolex/en/text.jsp?file_id=191403.</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15 April 2014; rev. 23 April 2015</w:t>
            </w:r>
          </w:p>
        </w:tc>
      </w:tr>
    </w:tbl>
    <w:p w:rsidR="00BC0437" w:rsidRPr="00BC0437" w:rsidRDefault="00BC0437" w:rsidP="001D0DFD">
      <w:pPr>
        <w:pStyle w:val="Heading2"/>
        <w:rPr>
          <w:lang w:eastAsia="en-US"/>
        </w:rPr>
      </w:pPr>
      <w:r w:rsidRPr="00BC0437">
        <w:rPr>
          <w:lang w:eastAsia="en-US"/>
        </w:rPr>
        <w:br w:type="page"/>
      </w:r>
      <w:bookmarkStart w:id="179" w:name="_Toc421800699"/>
      <w:bookmarkStart w:id="180" w:name="_Toc199663469"/>
      <w:bookmarkStart w:id="181" w:name="_Toc207648448"/>
      <w:bookmarkStart w:id="182" w:name="_Toc207649030"/>
      <w:bookmarkStart w:id="183" w:name="_Toc207649483"/>
      <w:bookmarkStart w:id="184" w:name="_Toc207649845"/>
      <w:bookmarkStart w:id="185" w:name="_Toc207650245"/>
      <w:bookmarkStart w:id="186" w:name="_Toc208637894"/>
      <w:r w:rsidRPr="00BC0437">
        <w:rPr>
          <w:lang w:eastAsia="en-US"/>
        </w:rPr>
        <w:t>Belarus</w:t>
      </w:r>
      <w:bookmarkEnd w:id="17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provisions)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consent of the author or other owner of copyright.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payment of reward.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while respecting moral rights of authors, which may require the name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37(2)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Legally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replacement of copies that are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copied for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37(3)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Separate articles and short works lawfully published in collections, newspapers, and other periodicals.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9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Fragments from legally published written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educational and research purposes, on request of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copied for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Making Available on the Premises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37(1)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2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temporary use.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libraries, including on computer networks and remote access.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Electronic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include technological protection measures to protect copyrights and related rights, precluding the possibility for users to create full copies of works in either electronic formats or on paper.</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55(2)</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with the purpose of propagation, and propagating (selling or leasing)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 relates to technical measures intended for preventing the violation, or an obstacle to the violation, of any copyright or contiguous rights.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Related Rights of Belarus, No. 262-3 (17 May 2011), available at http://www.wipo.int/wipolex/en/text.jsp?file_id=230501.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24 Aug 2014; rev. 23 April 2015</w:t>
            </w:r>
          </w:p>
        </w:tc>
      </w:tr>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187" w:name="_Toc421800700"/>
      <w:bookmarkStart w:id="188" w:name="_Toc199663470"/>
      <w:bookmarkStart w:id="189" w:name="_Toc207648450"/>
      <w:bookmarkStart w:id="190" w:name="_Toc207649032"/>
      <w:bookmarkStart w:id="191" w:name="_Toc207649484"/>
      <w:bookmarkStart w:id="192" w:name="_Toc207649846"/>
      <w:bookmarkStart w:id="193" w:name="_Toc207650246"/>
      <w:bookmarkStart w:id="194" w:name="_Toc208637895"/>
      <w:bookmarkEnd w:id="180"/>
      <w:bookmarkEnd w:id="181"/>
      <w:bookmarkEnd w:id="182"/>
      <w:bookmarkEnd w:id="183"/>
      <w:bookmarkEnd w:id="184"/>
      <w:bookmarkEnd w:id="185"/>
      <w:bookmarkEnd w:id="186"/>
      <w:r w:rsidRPr="00BC0437">
        <w:rPr>
          <w:lang w:eastAsia="en-US"/>
        </w:rPr>
        <w:t>Belgium</w:t>
      </w:r>
      <w:bookmarkEnd w:id="18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Cultural Preservation</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Museums, archives, and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22(8)</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pursue direct or indirect economic or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number of copies is limited to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become part of the institution’s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of the cultural and scientific patrimony.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cannot be used for a commercial or economic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rightsholder retains the right to remuneration for such copying.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not conflict with the normal exploitation of the work or prejudice the legitimate interests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similar provision exists for neighboring rights.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46</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educational and scientific institutions, museums,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22(9)</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that are not offered for sale.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6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that are part of the collections of the library or other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6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that are not subject to licenses.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of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cannot be for direct or indirect economic or commercial benefit.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Via dedicated terminals in the premises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79bis</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rental, or possessing for commercial purposes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technological measures used to prevent or restrict acts which are not authorized by the rightsholder; they include access controls and protection processes.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Rightsholders must take adequate measures to provide beneficiaries of certain exceptions (including the exception for cultural preservation copying) with the means to benefit from the exception.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beneficiary must have legitimate access to the protected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shd w:val="clear" w:color="auto" w:fill="auto"/>
          </w:tcPr>
          <w:p w:rsidR="00BC0437" w:rsidRPr="00BC0437" w:rsidRDefault="00BC0437" w:rsidP="00BC0437">
            <w:pPr>
              <w:rPr>
                <w:rFonts w:eastAsia="Times New Roman"/>
                <w:szCs w:val="22"/>
                <w:lang w:eastAsia="en-US"/>
              </w:rPr>
            </w:pP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does not apply to works made available to the public on agreed contractual terms in such a way that members of the public may access them from a place and at a time individually chosen by them.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measures taken by the rightsholders to allow use by beneficiaries are voluntary.  However, if the rightsholder fails to provide the beneficiaries with the means to benefit from the exception, the beneficiary may litigate in accordance with Art. 87bis.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Exceptions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exceptions to copyright are mandatory and cannot be contracted out.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Art. 23bis; </w:t>
            </w:r>
          </w:p>
          <w:p w:rsidR="00BC0437" w:rsidRPr="00BC0437" w:rsidRDefault="00BC0437" w:rsidP="00BC0437">
            <w:pPr>
              <w:rPr>
                <w:rFonts w:eastAsia="Times New Roman"/>
                <w:szCs w:val="22"/>
                <w:lang w:eastAsia="en-US"/>
              </w:rPr>
            </w:pPr>
            <w:r w:rsidRPr="00BC0437">
              <w:rPr>
                <w:rFonts w:eastAsia="Times New Roman"/>
                <w:szCs w:val="22"/>
                <w:lang w:eastAsia="en-US"/>
              </w:rPr>
              <w:t>Art. 46bis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Law of Copyright and Related Rights of Belgium (30 June 1994), as amended (3 April 1995), available at http://www.wipo.int/wipolex/en/text.jsp?file_id=125254, </w:t>
            </w:r>
          </w:p>
          <w:p w:rsidR="00BC0437" w:rsidRPr="00BC0437" w:rsidRDefault="00BC0437" w:rsidP="00BC0437">
            <w:pPr>
              <w:rPr>
                <w:rFonts w:eastAsia="Times New Roman"/>
                <w:b/>
                <w:szCs w:val="22"/>
                <w:lang w:eastAsia="en-US"/>
              </w:rPr>
            </w:pPr>
            <w:r w:rsidRPr="00BC0437">
              <w:rPr>
                <w:rFonts w:eastAsia="Times New Roman"/>
                <w:szCs w:val="22"/>
                <w:lang w:eastAsia="en-US"/>
              </w:rPr>
              <w:t>and as further amended by the Law transposing into Belgian Law the European Directive 2001/29/EC of May 22, 2001 on the Harmonization of Certain Aspects of Copyright and Neighboring Rights in the Information Society (22 May 2005, updated 19 May 2009), available at http://www.wipo.int/wipolex/en/text.jsp?file_id=262195.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24 August 2014  rev. 23 April 2015</w:t>
            </w:r>
          </w:p>
        </w:tc>
      </w:tr>
    </w:tbl>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195" w:name="_Toc199663471"/>
      <w:bookmarkStart w:id="196" w:name="_Toc207648451"/>
      <w:bookmarkStart w:id="197" w:name="_Toc207649033"/>
      <w:bookmarkStart w:id="198" w:name="_Toc207649485"/>
      <w:bookmarkStart w:id="199" w:name="_Toc207649847"/>
      <w:bookmarkStart w:id="200" w:name="_Toc207650247"/>
      <w:bookmarkStart w:id="201" w:name="_Toc208637896"/>
      <w:bookmarkStart w:id="202" w:name="_Toc421800701"/>
      <w:bookmarkEnd w:id="188"/>
      <w:bookmarkEnd w:id="189"/>
      <w:bookmarkEnd w:id="190"/>
      <w:bookmarkEnd w:id="191"/>
      <w:bookmarkEnd w:id="192"/>
      <w:bookmarkEnd w:id="193"/>
      <w:bookmarkEnd w:id="194"/>
      <w:r w:rsidRPr="00BC0437">
        <w:rPr>
          <w:lang w:eastAsia="en-US"/>
        </w:rPr>
        <w:t>Belize</w:t>
      </w:r>
      <w:bookmarkEnd w:id="195"/>
      <w:bookmarkEnd w:id="196"/>
      <w:bookmarkEnd w:id="197"/>
      <w:bookmarkEnd w:id="198"/>
      <w:bookmarkEnd w:id="199"/>
      <w:bookmarkEnd w:id="200"/>
      <w:bookmarkEnd w:id="201"/>
      <w:bookmarkEnd w:id="20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03" w:name="_Toc186015446"/>
            <w:bookmarkStart w:id="204" w:name="Belize"/>
            <w:r w:rsidRPr="00BC0437">
              <w:rPr>
                <w:rFonts w:eastAsia="Times New Roman"/>
                <w:b/>
                <w:szCs w:val="22"/>
                <w:lang w:eastAsia="en-US"/>
              </w:rPr>
              <w:t>Preservation and Replacement</w:t>
            </w:r>
            <w:bookmarkEnd w:id="203"/>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including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69</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or musical works in the permanent collections of the institutions, including accompanying illustrations and, in the case of a published work,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be copied only where it is not reasonably practicable to purchase a copy of the item for the allowed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by placing the copy in the permanent collection in addition to or in place of the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prescribed library or archive an item which as been lost, 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9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05" w:name="_Toc186015447"/>
            <w:r w:rsidRPr="00BC0437">
              <w:rPr>
                <w:rFonts w:eastAsia="Times New Roman"/>
                <w:b/>
                <w:szCs w:val="22"/>
                <w:lang w:eastAsia="en-US"/>
              </w:rPr>
              <w:t>Research or Study (Published Works)</w:t>
            </w:r>
            <w:bookmarkEnd w:id="20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including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67</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  (See definition of “article”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Reasonable proportions of published editions of literary, dramatic, or musical works that are not 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an article, no more than one article from the same issue of the periodical may be copied.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 work other than an article, no more than one copy of the material may be copied.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the librarian that the copies are for the allowed purpose and no other purpose.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427"/>
        </w:trPr>
        <w:tc>
          <w:tcPr>
            <w:tcW w:w="2628" w:type="dxa"/>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librarian that the copy is to meet a need that is not related to any similar requirement of another person.  The requirements for the materials are “related” if persons receive instruction to which the materials are relevant at the same time and place.  The requirements for the materials are “similar” if they are for substantially the same purpose and at substantially the same time.</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a fee not less than the cost of producing the copy, including a contribution to the general expenses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06" w:name="_Toc186015448"/>
            <w:r w:rsidRPr="00BC0437">
              <w:rPr>
                <w:rFonts w:eastAsia="Times New Roman"/>
                <w:b/>
                <w:szCs w:val="22"/>
                <w:lang w:eastAsia="en-US"/>
              </w:rPr>
              <w:t>Research or Study (Unpublished Works)</w:t>
            </w:r>
            <w:bookmarkEnd w:id="206"/>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including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70</w:t>
            </w:r>
          </w:p>
        </w:tc>
      </w:tr>
      <w:tr w:rsidR="00BC0437" w:rsidRPr="00BC0437" w:rsidTr="00BC0437">
        <w:trPr>
          <w:trHeight w:val="14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literary, dramatic, or musical works from documents in the collections of the institutions, including accompanying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unpublished at the time of copying, and the librarian ought to have been aware of the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not be copied if the copyright owner has prohibited copying of the work, and librarian ought to have been aware of the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the librarian that the copies are for the allowed purpose and no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may not receive more than one copy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a fee not less than the cost of producing the copy, including a contribution to the general expenses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07" w:name="_Toc186015449"/>
            <w:r w:rsidRPr="00BC0437">
              <w:rPr>
                <w:rFonts w:eastAsia="Times New Roman"/>
                <w:b/>
                <w:szCs w:val="22"/>
                <w:lang w:eastAsia="en-US"/>
              </w:rPr>
              <w:t>Supplying Copies to Other Libraries</w:t>
            </w:r>
            <w:bookmarkEnd w:id="207"/>
          </w:p>
        </w:tc>
      </w:tr>
      <w:tr w:rsidR="00BC0437" w:rsidRPr="00BC0437" w:rsidTr="00BC0437">
        <w:trPr>
          <w:trHeight w:val="15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including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68</w:t>
            </w:r>
          </w:p>
        </w:tc>
      </w:tr>
      <w:tr w:rsidR="00BC0437" w:rsidRPr="00BC0437" w:rsidTr="00BC0437">
        <w:trPr>
          <w:trHeight w:val="15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may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  (See definition of “article”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published editions of literary, dramatic, musical, or artistic works,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whole or parts of published editions of literary, dramatic, musical, or artistic works, the right to copy does not apply if the librarian knows, or could by reasonable inquiry ascertain, the name and address of a person entitled to authorize the making of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supply to another prescribed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9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rPr>
          <w:trHeight w:val="292"/>
        </w:trPr>
        <w:tc>
          <w:tcPr>
            <w:tcW w:w="8856" w:type="dxa"/>
            <w:gridSpan w:val="2"/>
            <w:shd w:val="clear" w:color="auto" w:fill="auto"/>
          </w:tcPr>
          <w:p w:rsidR="00BC0437" w:rsidRPr="00BC0437" w:rsidRDefault="00BC0437" w:rsidP="00BC0437">
            <w:pPr>
              <w:rPr>
                <w:rFonts w:eastAsia="Times New Roman"/>
                <w:b/>
                <w:szCs w:val="22"/>
                <w:lang w:eastAsia="en-US"/>
              </w:rPr>
            </w:pPr>
            <w:bookmarkStart w:id="208" w:name="_Toc186015450"/>
            <w:r w:rsidRPr="00BC0437">
              <w:rPr>
                <w:rFonts w:eastAsia="Times New Roman"/>
                <w:b/>
                <w:szCs w:val="22"/>
                <w:lang w:eastAsia="en-US"/>
              </w:rPr>
              <w:t>Anti-Circumvention of Technological Protection Measures</w:t>
            </w:r>
            <w:bookmarkEnd w:id="208"/>
          </w:p>
        </w:tc>
      </w:tr>
      <w:tr w:rsidR="00BC0437" w:rsidRPr="00BC0437" w:rsidTr="00BC0437">
        <w:trPr>
          <w:trHeight w:val="29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209" w:name="_Toc186015451"/>
            <w:r w:rsidRPr="00BC0437">
              <w:rPr>
                <w:rFonts w:eastAsia="Times New Roman"/>
                <w:b/>
                <w:szCs w:val="22"/>
                <w:lang w:eastAsia="en-US"/>
              </w:rPr>
              <w:t>Miscellaneous</w:t>
            </w:r>
            <w:bookmarkEnd w:id="209"/>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Agents of Librarians and Archivists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Sections 61 to 64, references to a librarian or archivist include references to a person working on his or her behalf.</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66(1)</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librarian is required to be satisfied as to certain conditions, the librarian is entitled to rely on a signed declaration by the person making the request, unless the librarian is aware that it is false.  If the declaration is false, and if the copy would have been an infringement if made by that person, the person making the declaration is liable for infringement of copyright.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66(2) &amp; 66(3)</w:t>
            </w: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Relationship to fair dealing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for research or private study can be within fair dealing.  Authorizing a third party to make copies for a researcher may also be within fair dealing.  However, according to Section 56(2)(a), that copying by a third party is not fair dealing if the copying is done by a librarian, and the copying fails to comply with either Section 67 or 68 due to some deficiency of the declaration as required under Section 66.</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56(2)(a)</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determining whether an act is fair dealing, the court shall take into account relevant factors, including four factors listed in the statute that are nearly identical to the factors in U.S. fair use.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58</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various uses of certain works for educational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60 to 65</w:t>
            </w:r>
          </w:p>
        </w:tc>
      </w:tr>
      <w:tr w:rsidR="00BC0437" w:rsidRPr="00BC0437" w:rsidTr="00BC0437">
        <w:trPr>
          <w:trHeight w:val="9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 “article” in the context of an article in a periodical includes any item of any description.</w:t>
            </w:r>
          </w:p>
        </w:tc>
        <w:tc>
          <w:tcPr>
            <w:tcW w:w="10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3(1)</w:t>
            </w:r>
          </w:p>
        </w:tc>
      </w:tr>
      <w:tr w:rsidR="00BC0437" w:rsidRPr="00BC0437" w:rsidTr="00BC0437">
        <w:trPr>
          <w:trHeight w:val="6336"/>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term “copy” in relation to:</w:t>
            </w:r>
          </w:p>
          <w:p w:rsidR="00BC0437" w:rsidRPr="00BC0437" w:rsidRDefault="00BC0437" w:rsidP="00BC0437">
            <w:pPr>
              <w:rPr>
                <w:rFonts w:eastAsia="Times New Roman"/>
                <w:szCs w:val="22"/>
                <w:lang w:eastAsia="en-US"/>
              </w:rPr>
            </w:pPr>
            <w:r w:rsidRPr="00BC0437">
              <w:rPr>
                <w:rFonts w:eastAsia="Times New Roman"/>
                <w:szCs w:val="22"/>
                <w:lang w:eastAsia="en-US"/>
              </w:rPr>
              <w:t>(a) a work that is a literary, dramatic, or artistic work, means a reproduction of a work in any material form, and in respect of an artistic work includes a reproduction in three dimensions, if the artistic work is a two-dimensional work and a reproduction in two dimensions if the artistic work is a three-dimensional work; and in respect of a literary, dramatic, or musical work, includes a reproduction in the form of a record or film.</w:t>
            </w:r>
          </w:p>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 xml:space="preserve">(b) a work that is a film, television broadcast or cable program, includes a photograph of the whole or any substantial part of any image forming part of the film, broadcast or cable program; </w:t>
            </w:r>
          </w:p>
          <w:p w:rsidR="00BC0437" w:rsidRPr="00BC0437" w:rsidRDefault="00BC0437" w:rsidP="00BC0437">
            <w:pPr>
              <w:rPr>
                <w:rFonts w:eastAsia="Times New Roman"/>
                <w:szCs w:val="22"/>
                <w:lang w:eastAsia="en-US"/>
              </w:rPr>
            </w:pPr>
            <w:r w:rsidRPr="00BC0437">
              <w:rPr>
                <w:rFonts w:eastAsia="Times New Roman"/>
                <w:szCs w:val="22"/>
                <w:lang w:eastAsia="en-US"/>
              </w:rPr>
              <w:t>(c) a work that is a typographical arrangement of a published edition means a facsimile copy of the arrangement.</w:t>
            </w:r>
          </w:p>
          <w:p w:rsidR="00BC0437" w:rsidRPr="00BC0437" w:rsidRDefault="00BC0437" w:rsidP="00BC0437">
            <w:pPr>
              <w:rPr>
                <w:rFonts w:eastAsia="Times New Roman"/>
                <w:szCs w:val="22"/>
                <w:lang w:eastAsia="en-US"/>
              </w:rPr>
            </w:pPr>
            <w:r w:rsidRPr="00BC0437">
              <w:rPr>
                <w:rFonts w:eastAsia="Times New Roman"/>
                <w:szCs w:val="22"/>
                <w:lang w:eastAsia="en-US"/>
              </w:rPr>
              <w:t>(d) any category of work includes any copy of the work, however made and in whatever medium, that is transient or is incidental to some other use of the work.</w:t>
            </w:r>
          </w:p>
          <w:p w:rsidR="00BC0437" w:rsidRPr="00BC0437" w:rsidRDefault="00BC0437" w:rsidP="00BC0437">
            <w:pPr>
              <w:rPr>
                <w:rFonts w:eastAsia="Times New Roman"/>
                <w:szCs w:val="22"/>
                <w:lang w:eastAsia="en-US"/>
              </w:rPr>
            </w:pPr>
            <w:r w:rsidRPr="00BC0437">
              <w:rPr>
                <w:rFonts w:eastAsia="Times New Roman"/>
                <w:szCs w:val="22"/>
                <w:lang w:eastAsia="en-US"/>
              </w:rPr>
              <w:t>References to “copying” of a work of any description shall be construed to include a reference to storing the work in any medium by electronic means.</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Belize, Chapter 252 (31 December 2000), available at http://www.wipo.int/wipolex/en/text.jsp?file_id=125464.</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10 December 2007; rev. 23 April 2015</w:t>
            </w:r>
          </w:p>
        </w:tc>
      </w:tr>
      <w:bookmarkEnd w:id="204"/>
    </w:tbl>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210" w:name="_Toc199663472"/>
      <w:bookmarkStart w:id="211" w:name="_Toc207648452"/>
      <w:bookmarkStart w:id="212" w:name="_Toc207649034"/>
      <w:bookmarkStart w:id="213" w:name="_Toc207649486"/>
      <w:bookmarkStart w:id="214" w:name="_Toc207649848"/>
      <w:bookmarkStart w:id="215" w:name="_Toc207650248"/>
      <w:bookmarkStart w:id="216" w:name="_Toc208637897"/>
      <w:bookmarkStart w:id="217" w:name="_Toc421800702"/>
      <w:r w:rsidRPr="00BC0437">
        <w:rPr>
          <w:lang w:eastAsia="en-US"/>
        </w:rPr>
        <w:t>Benin</w:t>
      </w:r>
      <w:bookmarkEnd w:id="210"/>
      <w:bookmarkEnd w:id="211"/>
      <w:bookmarkEnd w:id="212"/>
      <w:bookmarkEnd w:id="213"/>
      <w:bookmarkEnd w:id="214"/>
      <w:bookmarkEnd w:id="215"/>
      <w:bookmarkEnd w:id="216"/>
      <w:bookmarkEnd w:id="21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18" w:name="_Toc186015453"/>
            <w:bookmarkStart w:id="219" w:name="benin"/>
            <w:r w:rsidRPr="00BC0437">
              <w:rPr>
                <w:rFonts w:eastAsia="Times New Roman"/>
                <w:b/>
                <w:szCs w:val="22"/>
                <w:lang w:eastAsia="en-US"/>
              </w:rPr>
              <w:t>Copying for Library Users</w:t>
            </w:r>
            <w:bookmarkEnd w:id="21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 services.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19</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be directly or indirectly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short works, or short extracts of written works, published in collections of works or in newspapers or periodicals, with or without the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fulfill the request of an individual.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20" w:name="_Toc186015454"/>
            <w:r w:rsidRPr="00BC0437">
              <w:rPr>
                <w:rFonts w:eastAsia="Times New Roman"/>
                <w:b/>
                <w:szCs w:val="22"/>
                <w:lang w:eastAsia="en-US"/>
              </w:rPr>
              <w:t>Preservation and Replacement</w:t>
            </w:r>
            <w:bookmarkEnd w:id="22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 services.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19</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be directly or indirectly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to replace a work that is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library or archive service a work that is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21" w:name="_Toc186015455"/>
            <w:r w:rsidRPr="00BC0437">
              <w:rPr>
                <w:rFonts w:eastAsia="Times New Roman"/>
                <w:b/>
                <w:szCs w:val="22"/>
                <w:lang w:eastAsia="en-US"/>
              </w:rPr>
              <w:t>Anti-Circumvention of Technological Protection Measures</w:t>
            </w:r>
            <w:bookmarkEnd w:id="22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124</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are used to prevent or restrict reproduction of a work or deteriorate the quality of such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222" w:name="_Toc186015456"/>
            <w:r w:rsidRPr="00BC0437">
              <w:rPr>
                <w:rFonts w:eastAsia="Times New Roman"/>
                <w:b/>
                <w:szCs w:val="22"/>
                <w:lang w:eastAsia="en-US"/>
              </w:rPr>
              <w:t>Miscellaneous</w:t>
            </w:r>
            <w:bookmarkEnd w:id="22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Neighboring Rights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protected by neighboring rights may qualify for all uses that constitute exceptions concerning works protected by copyright under the law.</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Use</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translation, or adaptation of most works for strictly personal and private use.  Some uses are subject to remuneration (Article 74).</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Photocopying at Public Institutions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When private copying that is subject to remuneration under Section 74 is carried out by photocopying, and if apparatuses intended for the making of such copies are in place for public use in schools, educational establishments, research institutes, public libraries, or commercial copying establishments, the author has the right to the payment of a remuneration which will be collected by the collective management organization from the owner of the apparatus.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means the making of copies in facsimile form or copies of the work by other means of creating images, for example by photocopying.  The making of copies in facsimile form which are reduced or increased in size is also regarded as a reprographic reproduction.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13"/>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Neighboring Rights of Benin, No. 2005-30 (5 April 2006), available http://www.wipo.int/wipolex/en/text.jsp?file_id=260895.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25 April 2015</w:t>
            </w:r>
          </w:p>
        </w:tc>
      </w:tr>
      <w:bookmarkEnd w:id="219"/>
    </w:tbl>
    <w:p w:rsidR="00BC0437" w:rsidRPr="00BC0437" w:rsidRDefault="00BC0437" w:rsidP="00BC0437">
      <w:pPr>
        <w:keepNext/>
        <w:outlineLvl w:val="1"/>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223" w:name="_Toc199663473"/>
      <w:bookmarkStart w:id="224" w:name="_Toc207648454"/>
      <w:bookmarkStart w:id="225" w:name="_Toc207649036"/>
      <w:bookmarkStart w:id="226" w:name="_Toc207649487"/>
      <w:bookmarkStart w:id="227" w:name="_Toc207649849"/>
      <w:bookmarkStart w:id="228" w:name="_Toc207650249"/>
      <w:bookmarkStart w:id="229" w:name="_Toc208637898"/>
      <w:bookmarkStart w:id="230" w:name="_Toc421800703"/>
      <w:r w:rsidRPr="00BC0437">
        <w:rPr>
          <w:lang w:eastAsia="en-US"/>
        </w:rPr>
        <w:t>Bhutan</w:t>
      </w:r>
      <w:bookmarkEnd w:id="223"/>
      <w:bookmarkEnd w:id="224"/>
      <w:bookmarkEnd w:id="225"/>
      <w:bookmarkEnd w:id="226"/>
      <w:bookmarkEnd w:id="227"/>
      <w:bookmarkEnd w:id="228"/>
      <w:bookmarkEnd w:id="229"/>
      <w:bookmarkEnd w:id="23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31" w:name="_Toc186015458"/>
            <w:bookmarkStart w:id="232" w:name="Bhutan"/>
            <w:r w:rsidRPr="00BC0437">
              <w:rPr>
                <w:rFonts w:eastAsia="Times New Roman"/>
                <w:b/>
                <w:szCs w:val="22"/>
                <w:lang w:eastAsia="en-US"/>
              </w:rPr>
              <w:t>Research or Study</w:t>
            </w:r>
            <w:bookmarkEnd w:id="23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or other short works, including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of writings, with or without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only permitted if there is no collective license available under which copies can be made (offered by a collective administration organization in a way that the library or archive is aware or should be aware of the availability of the license).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by request of a physical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be satisfied that the copy will be used solely for the permitted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33" w:name="_Toc186015459"/>
            <w:r w:rsidRPr="00BC0437">
              <w:rPr>
                <w:rFonts w:eastAsia="Times New Roman"/>
                <w:b/>
                <w:szCs w:val="22"/>
                <w:lang w:eastAsia="en-US"/>
              </w:rPr>
              <w:t>Preservation and Replacement</w:t>
            </w:r>
            <w:bookmarkEnd w:id="233"/>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only permitted where it is impossible to obtain such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(in the event that it is lost, destroyed, or rendered unusable), replace a copy of a work in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similar library or archive, a copy which has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34" w:name="_Toc186015460"/>
            <w:r w:rsidRPr="00BC0437">
              <w:rPr>
                <w:rFonts w:eastAsia="Times New Roman"/>
                <w:b/>
                <w:szCs w:val="22"/>
                <w:lang w:eastAsia="en-US"/>
              </w:rPr>
              <w:t>Anti-Circumvention of Technological Protection Measures</w:t>
            </w:r>
            <w:bookmarkEnd w:id="23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to prevent or restrict reproduction or to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235" w:name="_Toc186015461"/>
            <w:r w:rsidRPr="00BC0437">
              <w:rPr>
                <w:rFonts w:eastAsia="Times New Roman"/>
                <w:b/>
                <w:szCs w:val="22"/>
                <w:lang w:eastAsia="en-US"/>
              </w:rPr>
              <w:t>Miscellaneous</w:t>
            </w:r>
            <w:bookmarkEnd w:id="23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reproduction of a published work in a single copy for personal purposes is permitted; certain types of works are excluded.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Limited uses for teaching.</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making of one or more copies of a work or a sound recording in any material form, including any permanent or temporary storage of the work or sound recording in electronic form.</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 (xviii)</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Act of Bhutan (17 July 2001), available at http://www.wipo.int/wipolex/en/text.jsp?file_id=173748.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25 April 2015</w:t>
            </w:r>
          </w:p>
        </w:tc>
      </w:tr>
      <w:bookmarkEnd w:id="232"/>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236" w:name="_Toc199663474"/>
      <w:bookmarkStart w:id="237" w:name="_Toc207648456"/>
      <w:bookmarkStart w:id="238" w:name="_Toc207649038"/>
      <w:bookmarkStart w:id="239" w:name="_Toc207649488"/>
      <w:bookmarkStart w:id="240" w:name="_Toc207649850"/>
      <w:bookmarkStart w:id="241" w:name="_Toc207650250"/>
      <w:bookmarkStart w:id="242" w:name="_Toc208637899"/>
      <w:bookmarkStart w:id="243" w:name="_Toc421800704"/>
      <w:r w:rsidRPr="00BC0437">
        <w:rPr>
          <w:lang w:eastAsia="en-US"/>
        </w:rPr>
        <w:t>Bolivia</w:t>
      </w:r>
      <w:bookmarkEnd w:id="236"/>
      <w:bookmarkEnd w:id="237"/>
      <w:bookmarkEnd w:id="238"/>
      <w:bookmarkEnd w:id="239"/>
      <w:bookmarkEnd w:id="240"/>
      <w:bookmarkEnd w:id="241"/>
      <w:bookmarkEnd w:id="242"/>
      <w:r w:rsidRPr="00BC0437">
        <w:rPr>
          <w:lang w:eastAsia="en-US"/>
        </w:rPr>
        <w:t xml:space="preserve"> (Plurinational State of)</w:t>
      </w:r>
      <w:bookmarkEnd w:id="24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Law on Copyright of Bolivia includes no explicit library exceptions.</w:t>
            </w:r>
            <w:r w:rsidRPr="00BC0437">
              <w:rPr>
                <w:rFonts w:eastAsia="Times New Roman"/>
                <w:szCs w:val="22"/>
                <w:vertAlign w:val="superscript"/>
                <w:lang w:eastAsia="en-US"/>
              </w:rPr>
              <w:footnoteReference w:id="14"/>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244" w:name="Bolivi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245" w:name="_Toc186015463"/>
            <w:r w:rsidRPr="00BC0437">
              <w:rPr>
                <w:rFonts w:eastAsia="Times New Roman"/>
                <w:b/>
                <w:szCs w:val="22"/>
                <w:lang w:eastAsia="en-US"/>
              </w:rPr>
              <w:t>Anti-Circumvention of Technological Protection Measures</w:t>
            </w:r>
            <w:bookmarkEnd w:id="24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246" w:name="_Toc186015464"/>
            <w:r w:rsidRPr="00BC0437">
              <w:rPr>
                <w:rFonts w:eastAsia="Times New Roman"/>
                <w:b/>
                <w:szCs w:val="22"/>
                <w:lang w:eastAsia="en-US"/>
              </w:rPr>
              <w:t>Miscellaneous</w:t>
            </w:r>
            <w:bookmarkEnd w:id="24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Necessity</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Government may prescribe uses of some works as a public necessity, if they are of high cultural value to the country or of social or public interest.  This provision applies only to published works, if they are out of print and have not been published in the last three years.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Publication without Consent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Heirs and successor cannot object if a third party publishes the works of a decedent, if the works had been publicly disclosed, and if more than five years had passed since death and the rightsholders had made no arrangement for publication.  The law includes procedures for compensation.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of Bolivia, No. 1322 (13 April 1992), available at http://www.wipo.int/wipolex/en/text.jsp?file_id=225957.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23 April 2015</w:t>
            </w:r>
          </w:p>
        </w:tc>
      </w:tr>
      <w:bookmarkEnd w:id="244"/>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247" w:name="_Toc421800705"/>
      <w:bookmarkStart w:id="248" w:name="_Toc199663475"/>
      <w:bookmarkStart w:id="249" w:name="_Toc207648457"/>
      <w:bookmarkStart w:id="250" w:name="_Toc207649039"/>
      <w:bookmarkStart w:id="251" w:name="_Toc207649489"/>
      <w:bookmarkStart w:id="252" w:name="_Toc207649851"/>
      <w:bookmarkStart w:id="253" w:name="_Toc207650251"/>
      <w:r w:rsidRPr="00BC0437">
        <w:rPr>
          <w:lang w:eastAsia="en-US"/>
        </w:rPr>
        <w:t>Bosnia and Herzegovina</w:t>
      </w:r>
      <w:bookmarkEnd w:id="24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Use</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museums, and educational or scientific institutions.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46(1) &amp; 46(3)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disclosed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From their own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Article 46 does not apply to computer software (Article 105(4)).</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Article 46 does apply to uses of non-electronic and disclosed databases (Article 145(1)).</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their internal use.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On any media.</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Single copy only.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If they do not intend on gaining direct or indirect economic advantage by such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39"/>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Right of use is explicitly “free.”  However, Article 46 is subject to Article 36, which provides for authors to be compensated for some reproductions by means of a levy on reproduction equipment and related materials.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39"/>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Article 46 is subject to Article 40(1), which generally allows copyright limitations, “provided that the extent of such use of the works is limited by the intended purpose and that it is in conformity with good practices.”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38"/>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Article 40(2) specifies that the copyright limitations also apply to rights associated with performances, recordings, films, broadcasts, and unpublished works that are later published.</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152(1)</w:t>
            </w: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renting or possessing for commercial purposes circumvention devices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152(2)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Trafficking in circumvention services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152(2)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or protect a right of the copyright owner.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152(3)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  Substantive limitations to rights may be exercised in the case of use by disabled persons, use for the purpose of teaching, and private or other internal reproduction (which includes the library exceptions).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155(3)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Teaching Material and Periodicals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disclosed works in teaching materials or in periodicals.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works for the benefit of disabled persons.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Teaching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Limited right to publicly perform and communicate disclosed works for teaching purposes. </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45</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Copies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private copies.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quote from a disclosed work for the purpose of scientific research, critique, polemic, review, teaching and other reference to the extent justified by need for the intended illustration, confrontation or referral, and in accordance with good practices.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47</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Exhibitions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use works in connection with the promotion of public exhibitions.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49</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Free Transformation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the free transformation of a disclosed work if it concerns a parody or caricature, private or other internal transformation, or transformation in connection with the permitted use of the work.</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50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198" w:type="dxa"/>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Authors have a right to equitable remuneration if the original or a copy of a work is lent by libraries or other institutions performing such activity.  However, the right does not apply to originals or copies of library material in national libraries, libraries at public educational institutions, and public specialized libraries.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34</w:t>
            </w: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“Disclosure” shall mean that a work of authorship or subject matter of a related right has been made available to the public for the first time, with the consent of an authorized person.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2(1)</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shall mean a larger number of persons who are not connected by kinship or other personal relations.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2(2)</w:t>
            </w:r>
          </w:p>
        </w:tc>
      </w:tr>
      <w:tr w:rsidR="00BC0437" w:rsidRPr="00BC0437" w:rsidTr="00BC0437">
        <w:tc>
          <w:tcPr>
            <w:tcW w:w="2628" w:type="dxa"/>
            <w:vMerge/>
          </w:tcPr>
          <w:p w:rsidR="00BC0437" w:rsidRPr="00BC0437" w:rsidRDefault="00BC0437" w:rsidP="00BC0437">
            <w:pPr>
              <w:rPr>
                <w:rFonts w:eastAsia="Times New Roman"/>
                <w:b/>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“Publication” shall mean that sufficient number of produced copies of a work of authorship or subject matter of a related right has been offered to the public or put into circulation with the consent of an authorized person.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and Related Rights Law of Bosnia and Herzegovina, No. 543/10 (13 July 2010), available at http://www.wipo.int/wipolex/en/text.jsp?file_id=227216.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15 October 2014; rev. 25 April 2015</w:t>
            </w:r>
          </w:p>
        </w:tc>
      </w:tr>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254" w:name="_Toc199663476"/>
      <w:bookmarkStart w:id="255" w:name="_Toc207648458"/>
      <w:bookmarkStart w:id="256" w:name="_Toc207649040"/>
      <w:bookmarkStart w:id="257" w:name="_Toc207649490"/>
      <w:bookmarkStart w:id="258" w:name="_Toc207649852"/>
      <w:bookmarkStart w:id="259" w:name="_Toc207650252"/>
      <w:bookmarkStart w:id="260" w:name="_Toc208637900"/>
      <w:bookmarkStart w:id="261" w:name="_Toc421800706"/>
      <w:bookmarkEnd w:id="248"/>
      <w:bookmarkEnd w:id="249"/>
      <w:bookmarkEnd w:id="250"/>
      <w:bookmarkEnd w:id="251"/>
      <w:bookmarkEnd w:id="252"/>
      <w:bookmarkEnd w:id="253"/>
      <w:r w:rsidRPr="00BC0437">
        <w:rPr>
          <w:lang w:eastAsia="en-US"/>
        </w:rPr>
        <w:t>Botswana</w:t>
      </w:r>
      <w:bookmarkEnd w:id="254"/>
      <w:bookmarkEnd w:id="255"/>
      <w:bookmarkEnd w:id="256"/>
      <w:bookmarkEnd w:id="257"/>
      <w:bookmarkEnd w:id="258"/>
      <w:bookmarkEnd w:id="259"/>
      <w:bookmarkEnd w:id="260"/>
      <w:bookmarkEnd w:id="26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62" w:name="_Toc186015469"/>
            <w:bookmarkStart w:id="263" w:name="botswana"/>
            <w:r w:rsidRPr="00BC0437">
              <w:rPr>
                <w:rFonts w:eastAsia="Times New Roman"/>
                <w:b/>
                <w:szCs w:val="22"/>
                <w:lang w:eastAsia="en-US"/>
              </w:rPr>
              <w:t>Research or Study</w:t>
            </w:r>
            <w:bookmarkEnd w:id="26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other short works, or short extracts of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only where there is no collective license available, offered by a collective administration organization of which the library or archive is or should be aware, under which such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by request of a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be satisfied that the copy will be used solely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64" w:name="_Toc186015470"/>
            <w:r w:rsidRPr="00BC0437">
              <w:rPr>
                <w:rFonts w:eastAsia="Times New Roman"/>
                <w:b/>
                <w:szCs w:val="22"/>
                <w:lang w:eastAsia="en-US"/>
              </w:rPr>
              <w:t>Preservation and Replacement</w:t>
            </w:r>
            <w:bookmarkEnd w:id="26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provided that it is impossible to obtain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to replace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destroyed, or rendered unusable in the permanent collection of another similar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65" w:name="_Toc186015471"/>
            <w:r w:rsidRPr="00BC0437">
              <w:rPr>
                <w:rFonts w:eastAsia="Times New Roman"/>
                <w:b/>
                <w:szCs w:val="22"/>
                <w:lang w:eastAsia="en-US"/>
              </w:rPr>
              <w:t>Anti-Circumvention of Technological Protection Measures</w:t>
            </w:r>
            <w:bookmarkEnd w:id="26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33 (1)(a)</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to prevent or restrict reproduction of a work or to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266" w:name="_Toc186015472"/>
            <w:r w:rsidRPr="00BC0437">
              <w:rPr>
                <w:rFonts w:eastAsia="Times New Roman"/>
                <w:b/>
                <w:szCs w:val="22"/>
                <w:lang w:eastAsia="en-US"/>
              </w:rPr>
              <w:t>Miscellaneous</w:t>
            </w:r>
            <w:bookmarkEnd w:id="26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making of copies in any material form, including permanent or temporary storage in electronic form.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reproduction of a published work in a single copy is permitted where the reproduction is made by any person exclusively for his own personal purposes; certain works are excluded.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various uses of works for teaching.</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Neighboring Rights Act of Botswana, Chapter 68:02, No. 8 (15 May 2000), as amended by No. 6 (1 October 2006), available at http://www.wipo.int/wipolex/en/text.jsp?file_id=224943.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25 April 2015</w:t>
            </w:r>
          </w:p>
        </w:tc>
      </w:tr>
      <w:bookmarkEnd w:id="263"/>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267" w:name="_Toc199663477"/>
      <w:bookmarkStart w:id="268" w:name="_Toc207648460"/>
      <w:bookmarkStart w:id="269" w:name="_Toc207649042"/>
      <w:bookmarkStart w:id="270" w:name="_Toc207649492"/>
      <w:bookmarkStart w:id="271" w:name="_Toc207649853"/>
      <w:bookmarkStart w:id="272" w:name="_Toc207650253"/>
      <w:bookmarkStart w:id="273" w:name="_Toc208637901"/>
      <w:bookmarkStart w:id="274" w:name="_Toc421800707"/>
      <w:r w:rsidRPr="00BC0437">
        <w:rPr>
          <w:lang w:eastAsia="en-US"/>
        </w:rPr>
        <w:t>Brazil</w:t>
      </w:r>
      <w:bookmarkEnd w:id="267"/>
      <w:bookmarkEnd w:id="268"/>
      <w:bookmarkEnd w:id="269"/>
      <w:bookmarkEnd w:id="270"/>
      <w:bookmarkEnd w:id="271"/>
      <w:bookmarkEnd w:id="272"/>
      <w:bookmarkEnd w:id="273"/>
      <w:bookmarkEnd w:id="27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275" w:name="_Toc186015473"/>
            <w:bookmarkStart w:id="276" w:name="Brazil"/>
            <w:r w:rsidRPr="00BC0437">
              <w:rPr>
                <w:rFonts w:eastAsia="Times New Roman"/>
                <w:b/>
                <w:szCs w:val="22"/>
                <w:lang w:eastAsia="en-US"/>
              </w:rPr>
              <w:t>Library Provisions (none)</w:t>
            </w:r>
            <w:bookmarkEnd w:id="27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Brazil does not include any explicit library provisions.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b/>
                <w:szCs w:val="22"/>
                <w:lang w:eastAsia="en-US"/>
              </w:rPr>
            </w:pPr>
            <w:bookmarkStart w:id="277" w:name="_Toc186015474"/>
            <w:r w:rsidRPr="00BC0437">
              <w:rPr>
                <w:rFonts w:eastAsia="Times New Roman"/>
                <w:b/>
                <w:szCs w:val="22"/>
                <w:lang w:eastAsia="en-US"/>
              </w:rPr>
              <w:t>Anti-Circumvention of Technological Protection Measures</w:t>
            </w:r>
            <w:bookmarkEnd w:id="277"/>
          </w:p>
        </w:tc>
      </w:tr>
      <w:tr w:rsidR="00BC0437" w:rsidRPr="00BC0437" w:rsidTr="00BC0437">
        <w:tc>
          <w:tcPr>
            <w:tcW w:w="262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Borders>
              <w:top w:val="single" w:sz="4" w:space="0" w:color="auto"/>
              <w:left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107</w:t>
            </w:r>
          </w:p>
        </w:tc>
      </w:tr>
      <w:tr w:rsidR="00BC0437" w:rsidRPr="00BC0437" w:rsidTr="00BC0437">
        <w:trPr>
          <w:trHeight w:val="111"/>
        </w:trPr>
        <w:tc>
          <w:tcPr>
            <w:tcW w:w="2628" w:type="dxa"/>
            <w:vMerge w:val="restart"/>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Altering, removing, modifying, or disabling a circumvention device is prohibited.</w:t>
            </w:r>
          </w:p>
        </w:tc>
        <w:tc>
          <w:tcPr>
            <w:tcW w:w="0" w:type="auto"/>
            <w:vMerge/>
            <w:tcBorders>
              <w:left w:val="single" w:sz="4" w:space="0" w:color="auto"/>
              <w:right w:val="single" w:sz="4" w:space="0" w:color="auto"/>
            </w:tcBorders>
            <w:shd w:val="clear" w:color="auto" w:fill="auto"/>
            <w:vAlign w:val="center"/>
          </w:tcPr>
          <w:p w:rsidR="00BC0437" w:rsidRPr="00BC0437" w:rsidRDefault="00BC0437" w:rsidP="00BC0437">
            <w:pPr>
              <w:rPr>
                <w:rFonts w:eastAsia="Times New Roman"/>
                <w:szCs w:val="22"/>
                <w:lang w:eastAsia="en-US"/>
              </w:rPr>
            </w:pPr>
          </w:p>
        </w:tc>
      </w:tr>
      <w:tr w:rsidR="00BC0437" w:rsidRPr="00BC0437" w:rsidTr="00BC0437">
        <w:trPr>
          <w:trHeight w:val="111"/>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BC0437" w:rsidRPr="00BC0437" w:rsidRDefault="00BC0437" w:rsidP="00BC0437">
            <w:pPr>
              <w:rPr>
                <w:rFonts w:eastAsia="Times New Roman"/>
                <w:szCs w:val="22"/>
                <w:lang w:eastAsia="en-US"/>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Distributing, importing for distribution, broadcasting, communicating, or making available works in which the technical devices have been removed is prohibited.</w:t>
            </w:r>
          </w:p>
        </w:tc>
        <w:tc>
          <w:tcPr>
            <w:tcW w:w="0" w:type="auto"/>
            <w:vMerge/>
            <w:tcBorders>
              <w:left w:val="single" w:sz="4" w:space="0" w:color="auto"/>
              <w:right w:val="single" w:sz="4" w:space="0" w:color="auto"/>
            </w:tcBorders>
            <w:shd w:val="clear" w:color="auto" w:fill="auto"/>
            <w:vAlign w:val="center"/>
          </w:tcPr>
          <w:p w:rsidR="00BC0437" w:rsidRPr="00BC0437" w:rsidRDefault="00BC0437" w:rsidP="00BC0437">
            <w:pPr>
              <w:rPr>
                <w:rFonts w:eastAsia="Times New Roman"/>
                <w:szCs w:val="22"/>
                <w:lang w:eastAsia="en-US"/>
              </w:rPr>
            </w:pPr>
          </w:p>
        </w:tc>
      </w:tr>
      <w:tr w:rsidR="00BC0437" w:rsidRPr="00BC0437" w:rsidTr="00BC0437">
        <w:trPr>
          <w:trHeight w:val="135"/>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BC0437" w:rsidRPr="00BC0437" w:rsidRDefault="00BC0437" w:rsidP="00BC0437">
            <w:pPr>
              <w:rPr>
                <w:rFonts w:eastAsia="Times New Roman"/>
                <w:szCs w:val="22"/>
                <w:lang w:eastAsia="en-US"/>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0" w:type="auto"/>
            <w:vMerge/>
            <w:tcBorders>
              <w:left w:val="single" w:sz="4" w:space="0" w:color="auto"/>
              <w:right w:val="single" w:sz="4" w:space="0" w:color="auto"/>
            </w:tcBorders>
            <w:shd w:val="clear" w:color="auto" w:fill="auto"/>
            <w:vAlign w:val="center"/>
          </w:tcPr>
          <w:p w:rsidR="00BC0437" w:rsidRPr="00BC0437" w:rsidRDefault="00BC0437" w:rsidP="00BC0437">
            <w:pPr>
              <w:rPr>
                <w:rFonts w:eastAsia="Times New Roman"/>
                <w:szCs w:val="22"/>
                <w:lang w:eastAsia="en-US"/>
              </w:rPr>
            </w:pPr>
          </w:p>
        </w:tc>
      </w:tr>
      <w:tr w:rsidR="00BC0437" w:rsidRPr="00BC0437" w:rsidTr="00BC0437">
        <w:tc>
          <w:tcPr>
            <w:tcW w:w="262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have been incorporated in protected works to prevent or restrict reproduction.</w:t>
            </w:r>
          </w:p>
        </w:tc>
        <w:tc>
          <w:tcPr>
            <w:tcW w:w="1030" w:type="dxa"/>
            <w:vMerge/>
            <w:tcBorders>
              <w:left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tcBorders>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278" w:name="_Toc186015475"/>
            <w:r w:rsidRPr="00BC0437">
              <w:rPr>
                <w:rFonts w:eastAsia="Times New Roman"/>
                <w:b/>
                <w:szCs w:val="22"/>
                <w:lang w:eastAsia="en-US"/>
              </w:rPr>
              <w:t>Miscellaneous</w:t>
            </w:r>
            <w:bookmarkEnd w:id="27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with respect to one copy of short extracts from a work for the private use of the copier, if the copying is done by him without gainful intent.</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46(II)</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the Blind</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of some works in Braille or other form.</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46(I)(d)</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Neighboring Rights of Brazil, No. 9610 (19 February 1998), available at http://www.wipo.int/wipolex/en/text.jsp?file_id=125393.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25 April 2015</w:t>
            </w:r>
          </w:p>
        </w:tc>
      </w:tr>
    </w:tbl>
    <w:p w:rsidR="00BC0437" w:rsidRPr="00BC0437" w:rsidRDefault="00BC0437" w:rsidP="00BC0437">
      <w:pPr>
        <w:rPr>
          <w:rFonts w:eastAsia="Times New Roman"/>
          <w:szCs w:val="22"/>
          <w:lang w:eastAsia="en-US"/>
        </w:rPr>
      </w:pPr>
    </w:p>
    <w:bookmarkEnd w:id="276"/>
    <w:p w:rsidR="00BC0437" w:rsidRPr="00BC0437" w:rsidRDefault="00BC0437" w:rsidP="001D0DFD">
      <w:pPr>
        <w:pStyle w:val="Heading2"/>
        <w:rPr>
          <w:lang w:eastAsia="en-US"/>
        </w:rPr>
      </w:pPr>
      <w:r w:rsidRPr="00BC0437">
        <w:rPr>
          <w:lang w:eastAsia="en-US"/>
        </w:rPr>
        <w:br w:type="page"/>
      </w:r>
      <w:bookmarkStart w:id="279" w:name="_Toc199663478"/>
      <w:bookmarkStart w:id="280" w:name="_Toc207648461"/>
      <w:bookmarkStart w:id="281" w:name="_Toc207649043"/>
      <w:bookmarkStart w:id="282" w:name="_Toc207649493"/>
      <w:bookmarkStart w:id="283" w:name="_Toc207649854"/>
      <w:bookmarkStart w:id="284" w:name="_Toc207650254"/>
      <w:bookmarkStart w:id="285" w:name="_Toc208637902"/>
      <w:bookmarkStart w:id="286" w:name="_Toc421800708"/>
      <w:r w:rsidRPr="00BC0437">
        <w:rPr>
          <w:lang w:eastAsia="en-US"/>
        </w:rPr>
        <w:t>Brunei Darussalam</w:t>
      </w:r>
      <w:bookmarkEnd w:id="279"/>
      <w:bookmarkEnd w:id="280"/>
      <w:bookmarkEnd w:id="281"/>
      <w:bookmarkEnd w:id="282"/>
      <w:bookmarkEnd w:id="283"/>
      <w:bookmarkEnd w:id="284"/>
      <w:bookmarkEnd w:id="285"/>
      <w:bookmarkEnd w:id="28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87" w:name="_Toc186015476"/>
            <w:bookmarkStart w:id="288" w:name="Brunei"/>
            <w:r w:rsidRPr="00BC0437">
              <w:rPr>
                <w:rFonts w:eastAsia="Times New Roman"/>
                <w:b/>
                <w:szCs w:val="22"/>
                <w:lang w:eastAsia="en-US"/>
              </w:rPr>
              <w:t>Research or Study (Articles)</w:t>
            </w:r>
            <w:bookmarkEnd w:id="28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shall be furnished with more than one copy of the same article or with copies of more than one article contained in the same issue of a periodical.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by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shall be supplied only to persons satisfying the librarian that they require them for the allowed purposes and will not use them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for this section shall require that the copies shall be supplied only to a person satisfying the librarian that his requirement is not related to any similar requirement of another person.  Requirements are deemed “similar” if the requirements are for copies of substantially the same material, at substantially the same time, and for substantially the same purpose.  Requirements are deemed “related” if those persons receive instruction to which the material is relevant at the same time and place (Section 44).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to whom copies are supplied must pay for them a sum not less than the cost attributable to their production, including a contribution of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89" w:name="_Toc186015477"/>
            <w:r w:rsidRPr="00BC0437">
              <w:rPr>
                <w:rFonts w:eastAsia="Times New Roman"/>
                <w:b/>
                <w:szCs w:val="22"/>
                <w:lang w:eastAsia="en-US"/>
              </w:rPr>
              <w:t>Research or Study (Literary, Dramatic, or Musical Works)</w:t>
            </w:r>
            <w:bookmarkEnd w:id="28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literary, dramatic, or musical works (other than 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758"/>
        <w:gridCol w:w="1030"/>
      </w:tblGrid>
      <w:tr w:rsidR="00BC0437" w:rsidRPr="00BC0437" w:rsidTr="00BC0437">
        <w:trPr>
          <w:trHeight w:val="555"/>
        </w:trPr>
        <w:tc>
          <w:tcPr>
            <w:tcW w:w="2508" w:type="dxa"/>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shall be furnished with more than one copy of the same material or more than a reasonable proportion of any work.</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by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shall be supplied only to persons satisfying the librarian that they require them for the allowed purposes and will not use them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for this section shall require that the copies shall be supplied only to a person satisfying the librarian that his requirement is not related to any similar requirement of another person.  Requirements are deemed “similar” if the requirements are for copies of substantially the same material, at substantially the same time, and for substantially the same purpose.  Requirements are deemed “related” if those persons receive instruction to which the material is relevant at the same time and place (Section 44).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to whom copies are supplied must pay for them a sum not less than the cost attributable to their production, including a contribution of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337"/>
        <w:gridCol w:w="103"/>
        <w:gridCol w:w="3758"/>
        <w:gridCol w:w="1030"/>
      </w:tblGrid>
      <w:tr w:rsidR="00BC0437" w:rsidRPr="00BC0437" w:rsidTr="00BC0437">
        <w:tc>
          <w:tcPr>
            <w:tcW w:w="8856" w:type="dxa"/>
            <w:gridSpan w:val="5"/>
            <w:shd w:val="clear" w:color="auto" w:fill="auto"/>
          </w:tcPr>
          <w:p w:rsidR="00BC0437" w:rsidRPr="00BC0437" w:rsidRDefault="00BC0437" w:rsidP="00BC0437">
            <w:pPr>
              <w:rPr>
                <w:rFonts w:eastAsia="Times New Roman"/>
                <w:b/>
                <w:szCs w:val="22"/>
                <w:lang w:eastAsia="en-US"/>
              </w:rPr>
            </w:pPr>
            <w:bookmarkStart w:id="290" w:name="_Toc186015478"/>
            <w:r w:rsidRPr="00BC0437">
              <w:rPr>
                <w:rFonts w:eastAsia="Times New Roman"/>
                <w:b/>
                <w:szCs w:val="22"/>
                <w:lang w:eastAsia="en-US"/>
              </w:rPr>
              <w:t>Supplying Copies to Other Libraries</w:t>
            </w:r>
            <w:bookmarkEnd w:id="29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45</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literary, dramatic, or musical works from published editions,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33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61"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works other than articles, the copy cannot be made if, at the time the copy was made, the librarian knew or could by reasonable inquiry have ascertained the name and address of a person entitled to authorize the making of the copy.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supply a copy to another prescribed library.</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440"/>
        <w:gridCol w:w="120"/>
        <w:gridCol w:w="120"/>
        <w:gridCol w:w="3758"/>
        <w:gridCol w:w="1030"/>
      </w:tblGrid>
      <w:tr w:rsidR="00BC0437" w:rsidRPr="00BC0437" w:rsidTr="00BC0437">
        <w:tc>
          <w:tcPr>
            <w:tcW w:w="8856" w:type="dxa"/>
            <w:gridSpan w:val="6"/>
            <w:shd w:val="clear" w:color="auto" w:fill="auto"/>
          </w:tcPr>
          <w:p w:rsidR="00BC0437" w:rsidRPr="00BC0437" w:rsidRDefault="00BC0437" w:rsidP="00BC0437">
            <w:pPr>
              <w:rPr>
                <w:rFonts w:eastAsia="Times New Roman"/>
                <w:b/>
                <w:szCs w:val="22"/>
                <w:lang w:eastAsia="en-US"/>
              </w:rPr>
            </w:pPr>
            <w:bookmarkStart w:id="291" w:name="_Toc186015479"/>
            <w:r w:rsidRPr="00BC0437">
              <w:rPr>
                <w:rFonts w:eastAsia="Times New Roman"/>
                <w:b/>
                <w:szCs w:val="22"/>
                <w:lang w:eastAsia="en-US"/>
              </w:rPr>
              <w:t>Preservation and Replacement</w:t>
            </w:r>
            <w:bookmarkEnd w:id="291"/>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38"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or archivists of prescribed libraries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46</w:t>
            </w: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38"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or musical works in the permanent collection of the library or archive,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Prescribed conditions shall include provisions restricting the making of copies to cases where it is not reasonably practicable to purchase a copy of the item to fulfill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38"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by placing the copy in its permanent collection in addition to or in place of the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388" w:type="dxa"/>
            <w:vMerge/>
            <w:shd w:val="clear" w:color="auto" w:fill="auto"/>
          </w:tcPr>
          <w:p w:rsidR="00BC0437" w:rsidRPr="00BC0437" w:rsidRDefault="00BC0437" w:rsidP="00BC0437">
            <w:pPr>
              <w:rPr>
                <w:rFonts w:eastAsia="Times New Roman"/>
                <w:szCs w:val="22"/>
                <w:lang w:eastAsia="en-US"/>
              </w:rPr>
            </w:pPr>
          </w:p>
        </w:tc>
        <w:tc>
          <w:tcPr>
            <w:tcW w:w="5438"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prescribed library or archive an item which has been lost, 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9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38"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457"/>
        <w:gridCol w:w="3981"/>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92" w:name="_Toc186015480"/>
            <w:r w:rsidRPr="00BC0437">
              <w:rPr>
                <w:rFonts w:eastAsia="Times New Roman"/>
                <w:b/>
                <w:szCs w:val="22"/>
                <w:lang w:eastAsia="en-US"/>
              </w:rPr>
              <w:t>Research or Study (Unpublished Works)</w:t>
            </w:r>
            <w:bookmarkEnd w:id="292"/>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or archivists of prescribed libraries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47</w:t>
            </w: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45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98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literary, dramatic, or musical works from document in the library or archive, including accompanying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388" w:type="dxa"/>
            <w:vMerge/>
            <w:shd w:val="clear" w:color="auto" w:fill="auto"/>
          </w:tcPr>
          <w:p w:rsidR="00BC0437" w:rsidRPr="00BC0437" w:rsidRDefault="00BC0437" w:rsidP="00BC0437">
            <w:pPr>
              <w:rPr>
                <w:rFonts w:eastAsia="Times New Roman"/>
                <w:szCs w:val="22"/>
                <w:lang w:eastAsia="en-US"/>
              </w:rPr>
            </w:pPr>
          </w:p>
        </w:tc>
        <w:tc>
          <w:tcPr>
            <w:tcW w:w="1457"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98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cannot be made where the copyright owner has prohibited copying of the work, and at the time of the making of the copy, the librarian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388" w:type="dxa"/>
            <w:vMerge/>
            <w:shd w:val="clear" w:color="auto" w:fill="auto"/>
          </w:tcPr>
          <w:p w:rsidR="00BC0437" w:rsidRPr="00BC0437" w:rsidRDefault="00BC0437" w:rsidP="00BC0437">
            <w:pPr>
              <w:rPr>
                <w:rFonts w:eastAsia="Times New Roman"/>
                <w:szCs w:val="22"/>
                <w:lang w:eastAsia="en-US"/>
              </w:rPr>
            </w:pPr>
          </w:p>
        </w:tc>
        <w:tc>
          <w:tcPr>
            <w:tcW w:w="1457" w:type="dxa"/>
            <w:vMerge/>
            <w:shd w:val="clear" w:color="auto" w:fill="auto"/>
          </w:tcPr>
          <w:p w:rsidR="00BC0437" w:rsidRPr="00BC0437" w:rsidRDefault="00BC0437" w:rsidP="00BC0437">
            <w:pPr>
              <w:rPr>
                <w:rFonts w:eastAsia="Times New Roman"/>
                <w:szCs w:val="22"/>
                <w:lang w:eastAsia="en-US"/>
              </w:rPr>
            </w:pPr>
          </w:p>
        </w:tc>
        <w:tc>
          <w:tcPr>
            <w:tcW w:w="398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not have been published before the document was deposited in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388" w:type="dxa"/>
            <w:vMerge/>
            <w:shd w:val="clear" w:color="auto" w:fill="auto"/>
          </w:tcPr>
          <w:p w:rsidR="00BC0437" w:rsidRPr="00BC0437" w:rsidRDefault="00BC0437" w:rsidP="00BC0437">
            <w:pPr>
              <w:rPr>
                <w:rFonts w:eastAsia="Times New Roman"/>
                <w:szCs w:val="22"/>
                <w:lang w:eastAsia="en-US"/>
              </w:rPr>
            </w:pPr>
          </w:p>
        </w:tc>
        <w:tc>
          <w:tcPr>
            <w:tcW w:w="1457" w:type="dxa"/>
            <w:vMerge/>
            <w:shd w:val="clear" w:color="auto" w:fill="auto"/>
          </w:tcPr>
          <w:p w:rsidR="00BC0437" w:rsidRPr="00BC0437" w:rsidRDefault="00BC0437" w:rsidP="00BC0437">
            <w:pPr>
              <w:rPr>
                <w:rFonts w:eastAsia="Times New Roman"/>
                <w:szCs w:val="22"/>
                <w:lang w:eastAsia="en-US"/>
              </w:rPr>
            </w:pPr>
          </w:p>
        </w:tc>
        <w:tc>
          <w:tcPr>
            <w:tcW w:w="398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furnished with any more than one copy of the same material.</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457"/>
        <w:gridCol w:w="223"/>
        <w:gridCol w:w="3758"/>
        <w:gridCol w:w="1030"/>
      </w:tblGrid>
      <w:tr w:rsidR="00BC0437" w:rsidRPr="00BC0437" w:rsidTr="00BC0437">
        <w:trPr>
          <w:trHeight w:val="825"/>
        </w:trPr>
        <w:tc>
          <w:tcPr>
            <w:tcW w:w="2388" w:type="dxa"/>
            <w:shd w:val="clear" w:color="auto" w:fill="auto"/>
          </w:tcPr>
          <w:p w:rsidR="00BC0437" w:rsidRPr="00BC0437" w:rsidRDefault="00BC0437" w:rsidP="00BC0437">
            <w:pPr>
              <w:rPr>
                <w:rFonts w:eastAsia="Times New Roman"/>
                <w:szCs w:val="22"/>
                <w:lang w:eastAsia="en-US"/>
              </w:rPr>
            </w:pPr>
          </w:p>
        </w:tc>
        <w:tc>
          <w:tcPr>
            <w:tcW w:w="1457" w:type="dxa"/>
            <w:shd w:val="clear" w:color="auto" w:fill="auto"/>
          </w:tcPr>
          <w:p w:rsidR="00BC0437" w:rsidRPr="00BC0437" w:rsidRDefault="00BC0437" w:rsidP="00BC0437">
            <w:pPr>
              <w:rPr>
                <w:rFonts w:eastAsia="Times New Roman"/>
                <w:szCs w:val="22"/>
                <w:lang w:eastAsia="en-US"/>
              </w:rPr>
            </w:pPr>
          </w:p>
        </w:tc>
        <w:tc>
          <w:tcPr>
            <w:tcW w:w="3981"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cannot be made if or to the extent that there is a licensing scheme under which licenses are available authorizing the making of such copies, and the person making the copies knew or ought to have been aware of that fact.</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by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shall be supplied only to persons satisfying the librarian that they require them for the allowed purposes and will not use them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to whom copies are supplied must pay for them a sum not less than the cost attributable to their production, including a contribution of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93" w:name="_Toc186015481"/>
            <w:r w:rsidRPr="00BC0437">
              <w:rPr>
                <w:rFonts w:eastAsia="Times New Roman"/>
                <w:b/>
                <w:szCs w:val="22"/>
                <w:lang w:eastAsia="en-US"/>
              </w:rPr>
              <w:t>Anti-Circumvention of Technological Protection Measures</w:t>
            </w:r>
            <w:bookmarkEnd w:id="29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203</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The section applies when copyright work is issued to the public in an electronic form which is copy-protected.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914"/>
        <w:gridCol w:w="1314"/>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294" w:name="_Toc186015482"/>
            <w:r w:rsidRPr="00BC0437">
              <w:rPr>
                <w:rFonts w:eastAsia="Times New Roman"/>
                <w:b/>
                <w:szCs w:val="22"/>
                <w:lang w:eastAsia="en-US"/>
              </w:rPr>
              <w:t>Miscellaneous</w:t>
            </w:r>
            <w:bookmarkEnd w:id="294"/>
          </w:p>
        </w:tc>
      </w:tr>
      <w:tr w:rsidR="00BC0437" w:rsidRPr="00BC0437" w:rsidTr="00BC0437">
        <w:trPr>
          <w:trHeight w:val="16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Declarations</w:t>
            </w: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person requesting a copy makes a declaration which is false in a material particular and is supplied with a copy which would have been an infringing copy if made by him, then he is liable for infringement of copyright as if he had made the copy himself, and the copy shall be treated as an infringing copy.</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41</w:t>
            </w:r>
          </w:p>
        </w:tc>
      </w:tr>
      <w:tr w:rsidR="00BC0437" w:rsidRPr="00BC0437" w:rsidTr="00BC0437">
        <w:trPr>
          <w:trHeight w:val="16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of Cultural Importance</w:t>
            </w: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an article of cultural or historical importance or interest cannot lawfully be exported unless a copy of it is made and deposited in an appropriate library or archive, it is not an infringement of copyright to make that copy.</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48</w:t>
            </w:r>
          </w:p>
        </w:tc>
      </w:tr>
      <w:tr w:rsidR="00BC0437" w:rsidRPr="00BC0437" w:rsidTr="00BC0437">
        <w:trPr>
          <w:trHeight w:val="16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Use</w:t>
            </w: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 with a literary, dramatic, musical, or artistic work for the purpose of research or private study is not a copyright infringement, if specified conditions are met.</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33</w:t>
            </w:r>
          </w:p>
        </w:tc>
      </w:tr>
      <w:tr w:rsidR="00BC0437" w:rsidRPr="00BC0437" w:rsidTr="00BC0437">
        <w:trPr>
          <w:trHeight w:val="16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Sections 42-47, references to a prescribed library or archive are to a library or archive of a prescribed description.</w:t>
            </w:r>
          </w:p>
        </w:tc>
        <w:tc>
          <w:tcPr>
            <w:tcW w:w="1314"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41</w:t>
            </w:r>
          </w:p>
        </w:tc>
      </w:tr>
      <w:tr w:rsidR="00BC0437" w:rsidRPr="00BC0437" w:rsidTr="00BC0437">
        <w:trPr>
          <w:trHeight w:val="165"/>
        </w:trPr>
        <w:tc>
          <w:tcPr>
            <w:tcW w:w="2628" w:type="dxa"/>
            <w:vMerge/>
            <w:shd w:val="clear" w:color="auto" w:fill="auto"/>
          </w:tcPr>
          <w:p w:rsidR="00BC0437" w:rsidRPr="00BC0437" w:rsidRDefault="00BC0437" w:rsidP="00BC0437">
            <w:pPr>
              <w:rPr>
                <w:rFonts w:eastAsia="Times New Roman"/>
                <w:szCs w:val="22"/>
                <w:lang w:eastAsia="en-US"/>
              </w:rPr>
            </w:pP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References to a librarian or archivist include a person acting on his behalf.</w:t>
            </w:r>
          </w:p>
        </w:tc>
        <w:tc>
          <w:tcPr>
            <w:tcW w:w="1314"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65"/>
        </w:trPr>
        <w:tc>
          <w:tcPr>
            <w:tcW w:w="2628" w:type="dxa"/>
            <w:vMerge/>
            <w:shd w:val="clear" w:color="auto" w:fill="auto"/>
          </w:tcPr>
          <w:p w:rsidR="00BC0437" w:rsidRPr="00BC0437" w:rsidRDefault="00BC0437" w:rsidP="00BC0437">
            <w:pPr>
              <w:rPr>
                <w:rFonts w:eastAsia="Times New Roman"/>
                <w:szCs w:val="22"/>
                <w:lang w:eastAsia="en-US"/>
              </w:rPr>
            </w:pP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in relation to –</w:t>
            </w:r>
            <w:r w:rsidRPr="00BC0437">
              <w:rPr>
                <w:rFonts w:eastAsia="Times New Roman"/>
                <w:szCs w:val="22"/>
                <w:lang w:eastAsia="en-US"/>
              </w:rPr>
              <w:br/>
              <w:t>(1) a literary, dramatic, musical, or artistic work means reproducing the work in any material form, including the storing of the work in any medium by electronic means;</w:t>
            </w:r>
            <w:r w:rsidRPr="00BC0437">
              <w:rPr>
                <w:rFonts w:eastAsia="Times New Roman"/>
                <w:szCs w:val="22"/>
                <w:lang w:eastAsia="en-US"/>
              </w:rPr>
              <w:br/>
              <w:t>(2) an artistic work includes the making of a copy in three dimensions of a two-dimensional work and the making of a copy in two dimensions of a three-dimensional work;</w:t>
            </w:r>
          </w:p>
          <w:p w:rsidR="00BC0437" w:rsidRPr="00BC0437" w:rsidRDefault="00BC0437" w:rsidP="00BC0437">
            <w:pPr>
              <w:rPr>
                <w:rFonts w:eastAsia="Times New Roman"/>
                <w:szCs w:val="22"/>
                <w:lang w:eastAsia="en-US"/>
              </w:rPr>
            </w:pPr>
            <w:r w:rsidRPr="00BC0437">
              <w:rPr>
                <w:rFonts w:eastAsia="Times New Roman"/>
                <w:szCs w:val="22"/>
                <w:lang w:eastAsia="en-US"/>
              </w:rPr>
              <w:t>(3) a film, television broadcast, or cable program includes the making of a photograph of the whole or any substantial part of any image forming part of the film, broadcast, or cable program;</w:t>
            </w:r>
          </w:p>
          <w:p w:rsidR="00BC0437" w:rsidRPr="00BC0437" w:rsidRDefault="00BC0437" w:rsidP="00BC0437">
            <w:pPr>
              <w:rPr>
                <w:rFonts w:eastAsia="Times New Roman"/>
                <w:szCs w:val="22"/>
                <w:lang w:eastAsia="en-US"/>
              </w:rPr>
            </w:pPr>
            <w:r w:rsidRPr="00BC0437">
              <w:rPr>
                <w:rFonts w:eastAsia="Times New Roman"/>
                <w:szCs w:val="22"/>
                <w:lang w:eastAsia="en-US"/>
              </w:rPr>
              <w:t>(4) a typographical arrangement of a published edition means the making of a facsimile copy of the arrangement;</w:t>
            </w:r>
          </w:p>
          <w:p w:rsidR="00BC0437" w:rsidRPr="00BC0437" w:rsidRDefault="00BC0437" w:rsidP="00BC0437">
            <w:pPr>
              <w:rPr>
                <w:rFonts w:eastAsia="Times New Roman"/>
                <w:szCs w:val="22"/>
                <w:lang w:eastAsia="en-US"/>
              </w:rPr>
            </w:pPr>
            <w:r w:rsidRPr="00BC0437">
              <w:rPr>
                <w:rFonts w:eastAsia="Times New Roman"/>
                <w:szCs w:val="22"/>
                <w:lang w:eastAsia="en-US"/>
              </w:rPr>
              <w:t>(5) any description of the work includes the making of copies which are transient or incidental to some other use of the work.</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Emergency Copyright Order of Brunei Darussalam, No. S 14 (18 December 1999), available at http://www.wipo.int/wipolex/en/text.jsp?file_id=187417.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25 April 2015</w:t>
            </w:r>
          </w:p>
        </w:tc>
      </w:tr>
      <w:bookmarkEnd w:id="288"/>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295" w:name="_Toc421800709"/>
      <w:bookmarkStart w:id="296" w:name="_Toc199663479"/>
      <w:bookmarkStart w:id="297" w:name="_Toc207648462"/>
      <w:bookmarkStart w:id="298" w:name="_Toc207649044"/>
      <w:bookmarkStart w:id="299" w:name="_Toc207649494"/>
      <w:bookmarkStart w:id="300" w:name="_Toc207649855"/>
      <w:bookmarkStart w:id="301" w:name="_Toc207650255"/>
      <w:bookmarkStart w:id="302" w:name="_Toc208637903"/>
      <w:r w:rsidRPr="00BC0437">
        <w:rPr>
          <w:lang w:eastAsia="en-US"/>
        </w:rPr>
        <w:t>Bulgaria</w:t>
      </w:r>
      <w:bookmarkEnd w:id="29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Publicly accessible libraries, educational or other learning establishments, museums, and archive institutions.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24(1)(9)</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Already published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Computer software is excluded.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the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May not be for commercial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The statute allows reproduction.  See the definition of “reproduction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03"/>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same statutory provision also allows reproduction for educational purpose on the same terms.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07"/>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provided that it does not conflict with the normal exploitation of the work and does not prejudice the legitimate interests of the copyright holder (Article 23).</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06"/>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Individuals may have access to works in collections of these institutions, provided this is done for scientific purposes and is not of a commercial nature (Article 24(1)(11)).  This provision also applies to phonogram producers (Article 90) and film producers (Article 90c).</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97</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offering for sale or rental, or possessing for commercial purposes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used to prevent or restrict acts in respect of works protected by the law; it includes access and protection controls.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2(14)</w:t>
            </w:r>
          </w:p>
        </w:tc>
      </w:tr>
      <w:tr w:rsidR="00BC0437" w:rsidRPr="00BC0437" w:rsidTr="00BC0437">
        <w:trPr>
          <w:trHeight w:val="1517"/>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general, the use of works under Art. 24(1), which includes the library exemption, may not be carried out in a manner accompanied by removal, damage, destruction, or disruption of technical means of protection without the consent of the copyright holder.</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25a(1)</w:t>
            </w:r>
          </w:p>
        </w:tc>
      </w:tr>
      <w:tr w:rsidR="00BC0437" w:rsidRPr="00BC0437" w:rsidTr="00BC0437">
        <w:trPr>
          <w:trHeight w:val="35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Nevertheless, the user under the library exception and other listed exceptions may request from the owner of the right to grant them access in extent justified by the purpose.  This provision shall not apply to the cases when works or other subject matter under protection have been made available to unlimited number of persons on agreed contractual terms in a way allowing access from a place and at a time individually chosen by each of them.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25a(2)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“Publishing a work” means bringing a work to the attention of unlimited number of persons by reproduction and distribution of its copies, including in the form of phonograms or recordings of films or other audiovisual works, in sufficient quantities depending on the nature of the work.</w:t>
            </w:r>
          </w:p>
          <w:p w:rsidR="00BC0437" w:rsidRPr="00BC0437" w:rsidRDefault="00BC0437" w:rsidP="00BC0437">
            <w:pPr>
              <w:rPr>
                <w:rFonts w:eastAsia="Times New Roman"/>
                <w:szCs w:val="22"/>
                <w:lang w:eastAsia="en-US"/>
              </w:rPr>
            </w:pPr>
            <w:r w:rsidRPr="00BC0437">
              <w:rPr>
                <w:rFonts w:eastAsia="Times New Roman"/>
                <w:szCs w:val="22"/>
                <w:lang w:eastAsia="en-US"/>
              </w:rPr>
              <w:t>“Reproduction of a work” means the direct or indirect multiplication in one or more copies of the work or part of it by any means and in any form, permanent or temporary, including its saving in digital form on electronic carrier.</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collected on levied apparatuses which are thereafter purchased by public libraries, schools, or other educational establishments, museums, and archives must be returned to the institutions within six months.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26(5)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Neighboring Rights of Bulgaria, No. 56 (29 June 1993), as amended through SG 25 (25 March 2011), available at http://www.wipo.int/wipolex/en/details.jsp?id=10463.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12 December 2007; rev. 24 August 2014; rev. 25 April 2015</w:t>
            </w:r>
          </w:p>
        </w:tc>
      </w:tr>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303" w:name="_Toc199663480"/>
      <w:bookmarkStart w:id="304" w:name="_Toc207648463"/>
      <w:bookmarkStart w:id="305" w:name="_Toc207649045"/>
      <w:bookmarkStart w:id="306" w:name="_Toc207649495"/>
      <w:bookmarkStart w:id="307" w:name="_Toc207649856"/>
      <w:bookmarkStart w:id="308" w:name="_Toc207650256"/>
      <w:bookmarkStart w:id="309" w:name="_Toc208637904"/>
      <w:bookmarkStart w:id="310" w:name="_Toc421800710"/>
      <w:bookmarkEnd w:id="296"/>
      <w:bookmarkEnd w:id="297"/>
      <w:bookmarkEnd w:id="298"/>
      <w:bookmarkEnd w:id="299"/>
      <w:bookmarkEnd w:id="300"/>
      <w:bookmarkEnd w:id="301"/>
      <w:bookmarkEnd w:id="302"/>
      <w:r w:rsidRPr="00BC0437">
        <w:rPr>
          <w:lang w:eastAsia="en-US"/>
        </w:rPr>
        <w:t>Burkina Faso</w:t>
      </w:r>
      <w:bookmarkEnd w:id="303"/>
      <w:bookmarkEnd w:id="304"/>
      <w:bookmarkEnd w:id="305"/>
      <w:bookmarkEnd w:id="306"/>
      <w:bookmarkEnd w:id="307"/>
      <w:bookmarkEnd w:id="308"/>
      <w:bookmarkEnd w:id="309"/>
      <w:bookmarkEnd w:id="31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Burkina Faso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311" w:name="burkin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92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12" w:name="_Toc186015487"/>
            <w:r w:rsidRPr="00BC0437">
              <w:rPr>
                <w:rFonts w:eastAsia="Times New Roman"/>
                <w:b/>
                <w:szCs w:val="22"/>
                <w:lang w:eastAsia="en-US"/>
              </w:rPr>
              <w:t>Anti-Circumvention of Technological Protection Measures</w:t>
            </w:r>
            <w:bookmarkEnd w:id="312"/>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108</w:t>
            </w:r>
          </w:p>
        </w:tc>
      </w:tr>
      <w:tr w:rsidR="00BC0437" w:rsidRPr="00BC0437" w:rsidTr="00BC0437">
        <w:trPr>
          <w:trHeight w:val="111"/>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to for protection of the copy or regulation of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313" w:name="_Toc186015488"/>
            <w:r w:rsidRPr="00BC0437">
              <w:rPr>
                <w:rFonts w:eastAsia="Times New Roman"/>
                <w:b/>
                <w:szCs w:val="22"/>
                <w:lang w:eastAsia="en-US"/>
              </w:rPr>
              <w:t>Miscellaneous</w:t>
            </w:r>
            <w:bookmarkEnd w:id="31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When a work is lawfully disclosed, the author cannot prohibit reproduction if it is reserved solely for the private use of the person who carried out the reproduction and is not intended for collective use.  Works of architecture and art, whole or substantial parts of databases, and computer programs are generally excluded.</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 (Neighboring Rights)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objects of neighboring rights is also permitted without the authorization of the rightsholder if reserved solely for the private use of the person who carried out the reproduction.</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80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15"/>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Literary and Artistic Property of Burkina Faso, No. 032-99/AN (22 December 1999), available at http://www.wipo.int/wipolex/en/text.jsp?file_id=188420.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5 December 2007; rev. 25 April 2015</w:t>
            </w:r>
          </w:p>
        </w:tc>
      </w:tr>
      <w:bookmarkEnd w:id="311"/>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314" w:name="_Toc421800711"/>
      <w:bookmarkStart w:id="315" w:name="_Toc199663481"/>
      <w:bookmarkStart w:id="316" w:name="_Toc207648464"/>
      <w:bookmarkStart w:id="317" w:name="_Toc207649046"/>
      <w:bookmarkStart w:id="318" w:name="_Toc207649496"/>
      <w:bookmarkStart w:id="319" w:name="_Toc207649857"/>
      <w:bookmarkStart w:id="320" w:name="_Toc207650257"/>
      <w:bookmarkStart w:id="321" w:name="_Toc208637905"/>
      <w:r w:rsidRPr="00BC0437">
        <w:rPr>
          <w:lang w:eastAsia="en-US"/>
        </w:rPr>
        <w:t>Burundi</w:t>
      </w:r>
      <w:bookmarkEnd w:id="31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Exception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w:t>
            </w:r>
            <w:r w:rsidRPr="00BC0437">
              <w:rPr>
                <w:rFonts w:ascii="Cambria Math" w:eastAsia="Times New Roman" w:hAnsi="Cambria Math" w:cs="Cambria Math"/>
                <w:szCs w:val="22"/>
                <w:lang w:eastAsia="en-US"/>
              </w:rPr>
              <w:t>‐</w:t>
            </w:r>
            <w:r w:rsidRPr="00BC0437">
              <w:rPr>
                <w:rFonts w:eastAsia="Times New Roman"/>
                <w:szCs w:val="22"/>
                <w:lang w:eastAsia="en-US"/>
              </w:rPr>
              <w:t>commercial documentation centers, scientific institutions and educational establishments.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26(5)</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Literary and artistic works which have already been lawfully made available to the public</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number of copies made is limited to the allowed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Use of the work may be in its original language or translation (Article 26).</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serve the needs of the regular activities of the library or other institution.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by a photographic or similar process.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may not conflict with the normal uses of the work nor unreasonably prejudice the legitimate interests of the author.</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94</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Making or importing devices for sale or rental.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General provision relates to the reproduction of protected works.  Another provision relates to access to encoded broadcast signals.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94(a)</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work or phonogram, or a part of both, in any manner or form, including the recording of sounds and images and permanent or temporary storage of the work or phonogram in electronic form.</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1(x)</w:t>
            </w:r>
          </w:p>
        </w:tc>
      </w:tr>
      <w:tr w:rsidR="00BC0437" w:rsidRPr="00BC0437" w:rsidTr="00BC0437">
        <w:tc>
          <w:tcPr>
            <w:tcW w:w="2628" w:type="dxa"/>
            <w:shd w:val="clear" w:color="auto" w:fill="auto"/>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t>Translation License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Notwithstanding the rights of owners, the translation of a work into Kirundi, Swahili, English, or French and the publication of that translation on the territory of Burundi, under a license granted by the competent authority and in accordance with the conditions specified in the regulations on translation licenses annexed to this Act, shall be permitted without the authorization of the author.  The terms reflect the Berne Appendix.</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32</w:t>
            </w:r>
          </w:p>
        </w:tc>
      </w:tr>
      <w:tr w:rsidR="00BC0437" w:rsidRPr="00BC0437" w:rsidTr="00BC0437">
        <w:tc>
          <w:tcPr>
            <w:tcW w:w="2628" w:type="dxa"/>
            <w:shd w:val="clear" w:color="auto" w:fill="auto"/>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t>Reproduction License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Notwithstanding the rights of owners, the reproduction of a work and the publication of a particular edition of the work on the territory of Burundi, under a license granted by the competent authority and in accordance with the conditions specified in the regulations on reproduction licenses annexed to this Law, shall be permitted even without the authorization of the author.  The terms reflect the Berne Appendix.</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Act on the Protection of Copyright and Related Rights in Burundi, No. 1/021 (30 December 2005), available at http://www.wipo.int/wipolex/en/text.jsp?file_id=224340.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24 August 2014; rev. 25 April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322" w:name="_Toc421800712"/>
      <w:r w:rsidRPr="00BC0437">
        <w:rPr>
          <w:lang w:eastAsia="en-US"/>
        </w:rPr>
        <w:t>Cabo Verde</w:t>
      </w:r>
      <w:bookmarkEnd w:id="32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provisions of Article 62)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62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Must mention and respect the authenticity and integrity of the title and the name of the author.</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Library Use</w:t>
            </w:r>
          </w:p>
        </w:tc>
      </w:tr>
      <w:tr w:rsidR="00BC0437" w:rsidRPr="00BC0437" w:rsidTr="00BC0437">
        <w:trPr>
          <w:trHeight w:val="836"/>
        </w:trPr>
        <w:tc>
          <w:tcPr>
            <w:tcW w:w="2628" w:type="dxa"/>
            <w:vMerge w:val="restart"/>
            <w:shd w:val="clear" w:color="auto" w:fill="auto"/>
          </w:tcPr>
          <w:p w:rsidR="00BC0437" w:rsidRPr="00BC0437" w:rsidRDefault="00BC0437" w:rsidP="00BC0437">
            <w:pPr>
              <w:rPr>
                <w:rFonts w:eastAsia="Times New Roman"/>
                <w:strike/>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trike/>
                <w:szCs w:val="22"/>
                <w:lang w:eastAsia="en-US"/>
              </w:rPr>
            </w:pPr>
            <w:r w:rsidRPr="00BC0437">
              <w:rPr>
                <w:rFonts w:eastAsia="Times New Roman"/>
                <w:szCs w:val="22"/>
                <w:lang w:eastAsia="en-US"/>
              </w:rPr>
              <w:t>Libraries, archives, and non-commercial documentation centers, scientific institutions, and teaching establishments.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62(1)(b)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that are already published or publicly disclosed.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reproduced do not exceed the needs of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Exclusively for didactic, research, and professional training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by photographic or other similar means.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archive service, or documentation center.</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62(1)(j)</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 that are already published or publicly disclosed.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4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If the work has been lost, destroyed, or made unusable, and it is impossible to find such a copy on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reprographic reproduction is an isolated act, or if repeated, on separate and unrelated occasions.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conserve a copy of a work, and if necessary, to replace it in a complete collection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 – that which is made available to the public with the consent of the author, whatever the method of reproduction or production of the respective copies (Article 6(b)).</w:t>
            </w:r>
          </w:p>
          <w:p w:rsidR="00BC0437" w:rsidRPr="00BC0437" w:rsidRDefault="00BC0437" w:rsidP="00BC0437">
            <w:pPr>
              <w:rPr>
                <w:rFonts w:eastAsia="Times New Roman"/>
                <w:szCs w:val="22"/>
                <w:lang w:eastAsia="en-US"/>
              </w:rPr>
            </w:pPr>
            <w:r w:rsidRPr="00BC0437">
              <w:rPr>
                <w:rFonts w:eastAsia="Times New Roman"/>
                <w:szCs w:val="22"/>
                <w:lang w:eastAsia="en-US"/>
              </w:rPr>
              <w:t>“Reproduction” – the making of one or several copies of a literary, artistic, or scientific work, in whole or in part, on any form of material and by whatever means, including graphic editions and audio or visual recordings, which allow indirect communication with the public (Article 6(l)).</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Publication of Manuscripts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person who publishes manuscripts existing in public or private libraries or archives may not oppose their subsequent publication of the original text by another party, unless such publication is no more than a reproduction of the previous one.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62(3)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Provides for a compulsory license to make and publish translations of certain works for education and scientific purpose, subject to elaborate provisions.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Art.75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br w:type="page"/>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Cape Verde, Decree-Law No. 1/2009 (27 April 2009), available at http://www.wipo.int/wipolex/en/text.jsp?file_id=260075.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22 May 2008; rev. 24 August 2014; rev. 25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323" w:name="_Toc199663482"/>
      <w:bookmarkStart w:id="324" w:name="_Toc207648465"/>
      <w:bookmarkStart w:id="325" w:name="_Toc207649047"/>
      <w:bookmarkStart w:id="326" w:name="_Toc207649497"/>
      <w:bookmarkStart w:id="327" w:name="_Toc207649858"/>
      <w:bookmarkStart w:id="328" w:name="_Toc207650258"/>
      <w:bookmarkStart w:id="329" w:name="_Toc208637906"/>
      <w:bookmarkStart w:id="330" w:name="_Toc421800713"/>
      <w:bookmarkEnd w:id="315"/>
      <w:bookmarkEnd w:id="316"/>
      <w:bookmarkEnd w:id="317"/>
      <w:bookmarkEnd w:id="318"/>
      <w:bookmarkEnd w:id="319"/>
      <w:bookmarkEnd w:id="320"/>
      <w:bookmarkEnd w:id="321"/>
      <w:r w:rsidRPr="00BC0437">
        <w:rPr>
          <w:lang w:eastAsia="en-US"/>
        </w:rPr>
        <w:t>Cambodia</w:t>
      </w:r>
      <w:bookmarkEnd w:id="323"/>
      <w:bookmarkEnd w:id="324"/>
      <w:bookmarkEnd w:id="325"/>
      <w:bookmarkEnd w:id="326"/>
      <w:bookmarkEnd w:id="327"/>
      <w:bookmarkEnd w:id="328"/>
      <w:bookmarkEnd w:id="329"/>
      <w:bookmarkEnd w:id="33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31" w:name="_Toc186015492"/>
            <w:bookmarkStart w:id="332" w:name="Cambodia"/>
            <w:r w:rsidRPr="00BC0437">
              <w:rPr>
                <w:rFonts w:eastAsia="Times New Roman"/>
                <w:b/>
                <w:szCs w:val="22"/>
                <w:lang w:eastAsia="en-US"/>
              </w:rPr>
              <w:t>Preservation</w:t>
            </w:r>
            <w:bookmarkEnd w:id="33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As part of an arrangement to preserve in the library the copy of the work for the purpose of conservation or research.</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Not specified. </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33" w:name="_Toc186015493"/>
            <w:r w:rsidRPr="00BC0437">
              <w:rPr>
                <w:rFonts w:eastAsia="Times New Roman"/>
                <w:b/>
                <w:szCs w:val="22"/>
                <w:lang w:eastAsia="en-US"/>
              </w:rPr>
              <w:t>Anti-Circumvention of Technological Protection Measures</w:t>
            </w:r>
            <w:bookmarkEnd w:id="33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62(1)</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Producing a circumvention device or importing it for sale or lease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 relates to a device intend to restrict the quantity of the reproduction of a work or to impair the quality of the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334" w:name="_Toc186015494"/>
            <w:r w:rsidRPr="00BC0437">
              <w:rPr>
                <w:rFonts w:eastAsia="Times New Roman"/>
                <w:b/>
                <w:szCs w:val="22"/>
                <w:lang w:eastAsia="en-US"/>
              </w:rPr>
              <w:t>Miscellaneous</w:t>
            </w:r>
            <w:bookmarkEnd w:id="33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making of copies of a work in any manner or form, including any permanent or temporary storage of the work in electronic form.</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2(m)</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single copies of most types of works by a natural person exclusively for his personal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various uses of works for teaching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Related Rights of Cambodia, Royal Decree NS/RKM/0303/008 (13 February 2003), available at http://www.wipo.int/wipolex/en/text.jsp?file_id=180048.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 November 2007; rev. 25 April 2015</w:t>
            </w:r>
          </w:p>
        </w:tc>
      </w:tr>
      <w:bookmarkEnd w:id="332"/>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335" w:name="_Toc199663483"/>
      <w:bookmarkStart w:id="336" w:name="_Toc207648466"/>
      <w:bookmarkStart w:id="337" w:name="_Toc207649048"/>
      <w:bookmarkStart w:id="338" w:name="_Toc207649498"/>
      <w:bookmarkStart w:id="339" w:name="_Toc207649859"/>
      <w:bookmarkStart w:id="340" w:name="_Toc207650259"/>
      <w:bookmarkStart w:id="341" w:name="_Toc208637907"/>
      <w:bookmarkStart w:id="342" w:name="_Toc421800714"/>
      <w:r w:rsidRPr="00BC0437">
        <w:rPr>
          <w:lang w:eastAsia="en-US"/>
        </w:rPr>
        <w:t>Cameroon</w:t>
      </w:r>
      <w:bookmarkEnd w:id="335"/>
      <w:bookmarkEnd w:id="336"/>
      <w:bookmarkEnd w:id="337"/>
      <w:bookmarkEnd w:id="338"/>
      <w:bookmarkEnd w:id="339"/>
      <w:bookmarkEnd w:id="340"/>
      <w:bookmarkEnd w:id="341"/>
      <w:bookmarkEnd w:id="34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531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343" w:name="_Toc186015495"/>
            <w:bookmarkStart w:id="344" w:name="Cameroon"/>
            <w:r w:rsidRPr="00BC0437">
              <w:rPr>
                <w:rFonts w:eastAsia="Times New Roman"/>
                <w:b/>
                <w:szCs w:val="22"/>
                <w:lang w:eastAsia="en-US"/>
              </w:rPr>
              <w:t>Library Provisions (none)</w:t>
            </w:r>
            <w:bookmarkEnd w:id="343"/>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3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statutes of Cameroon include no explicit library provisions.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92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45" w:name="_Toc186015496"/>
            <w:r w:rsidRPr="00BC0437">
              <w:rPr>
                <w:rFonts w:eastAsia="Times New Roman"/>
                <w:b/>
                <w:szCs w:val="22"/>
                <w:lang w:eastAsia="en-US"/>
              </w:rPr>
              <w:t>Anti-Circumvention of Technological Protection Measures</w:t>
            </w:r>
            <w:bookmarkEnd w:id="345"/>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81</w:t>
            </w:r>
          </w:p>
          <w:p w:rsidR="00BC0437" w:rsidRPr="00BC0437" w:rsidRDefault="00BC0437" w:rsidP="00BC0437">
            <w:pPr>
              <w:rPr>
                <w:rFonts w:eastAsia="Times New Roman"/>
                <w:szCs w:val="22"/>
                <w:lang w:eastAsia="en-US"/>
              </w:rPr>
            </w:pPr>
            <w:r w:rsidRPr="00BC0437">
              <w:rPr>
                <w:rFonts w:eastAsia="Times New Roman"/>
                <w:szCs w:val="22"/>
                <w:lang w:eastAsia="en-US"/>
              </w:rPr>
              <w:t>(1)(d)</w:t>
            </w:r>
          </w:p>
        </w:tc>
      </w:tr>
      <w:tr w:rsidR="00BC0437" w:rsidRPr="00BC0437" w:rsidTr="00BC0437">
        <w:trPr>
          <w:trHeight w:val="111"/>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by owners of copyrights or neighboring rights to protect their works against unauthorized acts.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8"/>
        <w:gridCol w:w="534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346" w:name="_Toc186015497"/>
            <w:r w:rsidRPr="00BC0437">
              <w:rPr>
                <w:rFonts w:eastAsia="Times New Roman"/>
                <w:b/>
                <w:szCs w:val="22"/>
                <w:lang w:eastAsia="en-US"/>
              </w:rPr>
              <w:t>Miscellaneous</w:t>
            </w:r>
            <w:bookmarkEnd w:id="346"/>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the work was published with the authorization of the author, he may</w:t>
            </w:r>
          </w:p>
          <w:p w:rsidR="00BC0437" w:rsidRPr="00BC0437" w:rsidRDefault="00BC0437" w:rsidP="00BC0437">
            <w:pPr>
              <w:rPr>
                <w:rFonts w:eastAsia="Times New Roman"/>
                <w:szCs w:val="22"/>
                <w:lang w:eastAsia="en-US"/>
              </w:rPr>
            </w:pPr>
            <w:r w:rsidRPr="00BC0437">
              <w:rPr>
                <w:rFonts w:eastAsia="Times New Roman"/>
                <w:szCs w:val="22"/>
                <w:lang w:eastAsia="en-US"/>
              </w:rPr>
              <w:t>not forbid reproductions and transformations in one copy for strictly personal and private use of the person who makes them, but the reprographic reproduction of an entire book or musical piece in graphic form or the reproduction of databases or banks and software is not permitted.  This right is subject to remuneration (Sections 69 &amp; 72).</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29(1)</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16"/>
            </w:r>
          </w:p>
        </w:tc>
        <w:tc>
          <w:tcPr>
            <w:tcW w:w="642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Neighboring Rights of Cameroon, No. 2000/011 (19 December 2000), available at http://www.wipo.int/wipolex/en/text.jsp?file_id=125950.</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42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 November 2007; rev. 25 April 2015</w:t>
            </w:r>
          </w:p>
        </w:tc>
      </w:tr>
      <w:bookmarkEnd w:id="344"/>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347" w:name="_Toc421800715"/>
      <w:bookmarkStart w:id="348" w:name="_Toc199663484"/>
      <w:bookmarkStart w:id="349" w:name="_Toc207648467"/>
      <w:bookmarkStart w:id="350" w:name="_Toc207649049"/>
      <w:bookmarkStart w:id="351" w:name="_Toc207649499"/>
      <w:bookmarkStart w:id="352" w:name="_Toc207649860"/>
      <w:bookmarkStart w:id="353" w:name="_Toc207650260"/>
      <w:bookmarkStart w:id="354" w:name="_Toc208637908"/>
      <w:r w:rsidRPr="00BC0437">
        <w:rPr>
          <w:lang w:eastAsia="en-US"/>
        </w:rPr>
        <w:t>Canada</w:t>
      </w:r>
      <w:bookmarkEnd w:id="34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Preservation, Replacement, and Library Administration</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and museums, and persons acting with the authority of the institution.</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and museums that form part of educational institutions are included (Section 30.4).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and other subject matter, whether published or unpublished, in the permanent collections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One of the following conditions must be satisfied:</w:t>
            </w:r>
          </w:p>
          <w:p w:rsidR="00BC0437" w:rsidRPr="00BC0437" w:rsidRDefault="00BC0437" w:rsidP="00BC0437">
            <w:pPr>
              <w:rPr>
                <w:rFonts w:eastAsia="Times New Roman"/>
                <w:szCs w:val="22"/>
                <w:lang w:eastAsia="en-US"/>
              </w:rPr>
            </w:pPr>
            <w:r w:rsidRPr="00BC0437">
              <w:rPr>
                <w:rFonts w:eastAsia="Times New Roman"/>
                <w:szCs w:val="22"/>
                <w:lang w:eastAsia="en-US"/>
              </w:rPr>
              <w:t>(a) The original work must be rare, or it must be unpublished; and the original work must be deteriorating, damaged, or lost, or at risk of deterioration or becoming damaged or lost.</w:t>
            </w:r>
          </w:p>
          <w:p w:rsidR="00BC0437" w:rsidRPr="00BC0437" w:rsidRDefault="00BC0437" w:rsidP="00BC0437">
            <w:pPr>
              <w:rPr>
                <w:rFonts w:eastAsia="Times New Roman"/>
                <w:szCs w:val="22"/>
                <w:lang w:eastAsia="en-US"/>
              </w:rPr>
            </w:pPr>
            <w:r w:rsidRPr="00BC0437">
              <w:rPr>
                <w:rFonts w:eastAsia="Times New Roman"/>
                <w:szCs w:val="22"/>
                <w:lang w:eastAsia="en-US"/>
              </w:rPr>
              <w:t>(b) The original cannot be viewed, handled, or listened to because of its condition or because of the atmospheric conditions in which it must be kept; and the copy is for purposes of on</w:t>
            </w:r>
            <w:r w:rsidRPr="00BC0437">
              <w:rPr>
                <w:rFonts w:eastAsia="Times New Roman"/>
                <w:szCs w:val="22"/>
                <w:lang w:eastAsia="en-US"/>
              </w:rPr>
              <w:noBreakHyphen/>
              <w:t>site consultation.</w:t>
            </w:r>
          </w:p>
          <w:p w:rsidR="00BC0437" w:rsidRPr="00BC0437" w:rsidRDefault="00BC0437" w:rsidP="00BC0437">
            <w:pPr>
              <w:rPr>
                <w:rFonts w:eastAsia="Times New Roman"/>
                <w:szCs w:val="22"/>
                <w:lang w:eastAsia="en-US"/>
              </w:rPr>
            </w:pPr>
            <w:r w:rsidRPr="00BC0437">
              <w:rPr>
                <w:rFonts w:eastAsia="Times New Roman"/>
                <w:szCs w:val="22"/>
                <w:lang w:eastAsia="en-US"/>
              </w:rPr>
              <w:t>(c) The institution, or person acting under its authority, considers that the original is currently in a format that is obsolete or is becoming obsolete, or that the technology required to use the original is unavailable or is becoming unavailable; and the copy is made in an alternative format.</w:t>
            </w:r>
          </w:p>
          <w:p w:rsidR="00BC0437" w:rsidRPr="00BC0437" w:rsidRDefault="00BC0437" w:rsidP="00BC0437">
            <w:pPr>
              <w:rPr>
                <w:rFonts w:eastAsia="Times New Roman"/>
                <w:szCs w:val="22"/>
                <w:lang w:eastAsia="en-US"/>
              </w:rPr>
            </w:pPr>
            <w:r w:rsidRPr="00BC0437">
              <w:rPr>
                <w:rFonts w:eastAsia="Times New Roman"/>
                <w:szCs w:val="22"/>
                <w:lang w:eastAsia="en-US"/>
              </w:rPr>
              <w:t>(d) The copy is for the purposes of internal record-keeping and cataloging.</w:t>
            </w:r>
          </w:p>
          <w:p w:rsidR="00BC0437" w:rsidRPr="00BC0437" w:rsidRDefault="00BC0437" w:rsidP="00BC0437">
            <w:pPr>
              <w:rPr>
                <w:rFonts w:eastAsia="Times New Roman"/>
                <w:szCs w:val="22"/>
                <w:lang w:eastAsia="en-US"/>
              </w:rPr>
            </w:pPr>
            <w:r w:rsidRPr="00BC0437">
              <w:rPr>
                <w:rFonts w:eastAsia="Times New Roman"/>
                <w:szCs w:val="22"/>
                <w:lang w:eastAsia="en-US"/>
              </w:rPr>
              <w:t>(e) The copy is for insurance purposes or police investigations.</w:t>
            </w:r>
          </w:p>
          <w:p w:rsidR="00BC0437" w:rsidRPr="00BC0437" w:rsidRDefault="00BC0437" w:rsidP="00BC0437">
            <w:pPr>
              <w:rPr>
                <w:rFonts w:eastAsia="Times New Roman"/>
                <w:szCs w:val="22"/>
                <w:lang w:eastAsia="en-US"/>
              </w:rPr>
            </w:pPr>
            <w:r w:rsidRPr="00BC0437">
              <w:rPr>
                <w:rFonts w:eastAsia="Times New Roman"/>
                <w:szCs w:val="22"/>
                <w:lang w:eastAsia="en-US"/>
              </w:rPr>
              <w:t>(f) The copy is necessary for restoration.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Alternative (a), (b), and (c) do not apply where an appropriate copy is commercially available in a medium and of a quality that is appropriate for the allowed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 person must make an intermediate copy in order to make an allowed copy, that person must destroy the intermediate copy as soon as it is no longer needed.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maintenance or management of the permanent collection of the organization.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maintenance or management of the permanent collection of another library, archive, or museum.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Governor in Council may make regulations with respect to procedures for making copies under this section.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 (Articles)</w:t>
            </w: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and museums, and persons acting with the authority of the institution.</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30.2 (2)-(6)</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and museums that form part of educational institutions are included (Section 30.4)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published in scholarly, scientific, or technical periodicals.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published in newspapers and periodicals, other than a scholarly, scientific, or technical periodical, if the newspapers and periodicals were published more than one year before the copy is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of fiction or poetry and dramatic or musical works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24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informs the person that the copy is to be used solely for research or private study and any other use may require authorization from the copyright owner.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may be provided with a single copy only.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or private study, by request of a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an intermediate copy is made in order to make this allowed copy, the intermediate copy must be destroyed after the copy is given to the user.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Patrons at Other Libraries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the extent that the institution may provide copies to one of its own patrons under Section 30.2(1) or (2) (related to personal copies or copies for private study), the institution may provide the same services on behalf of a patron of another library, archive, or museum.  This provision is subject to Section 30.2(5.02) (regarding digital copies).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30.2(5)</w:t>
            </w:r>
          </w:p>
        </w:tc>
      </w:tr>
      <w:tr w:rsidR="00BC0437" w:rsidRPr="00BC0437" w:rsidTr="00BC0437">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Governor in Council may make regulations with respect to definitions and some procedures for implementing the statute and maintaining information related to actions taken under the statutes.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Activities under Section 30.2 may not be carried out with a motive for gain.  An institution or person acting under its authority does not have a motive of gain where it or the person acting under its authority, does anything referred to in this section and recovers no more than the costs, including overhead costs, associated with doing that act.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Interlibrary Loan and Document Supply</w:t>
            </w:r>
            <w:r w:rsidRPr="00BC0437">
              <w:rPr>
                <w:rFonts w:eastAsia="Times New Roman"/>
                <w:szCs w:val="22"/>
                <w:vertAlign w:val="superscript"/>
                <w:lang w:eastAsia="en-US"/>
              </w:rPr>
              <w:footnoteReference w:id="17"/>
            </w: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and museums, and persons acting with the authority of the institution.</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30.2 (1), (2), (5) &amp; (5.02)</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and museums that form part of educational institutions are included (Section 30.4)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published in scholarly, scientific, or technical periodicals.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published in newspapers and periodicals, other than a scholarly, scientific, or technical periodical, if the newspapers and periodicals were published more than one year before the copy is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of fiction or poetry and dramatic or musical works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24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informs the person that the copy is to be used solely for research or private study and any other use may require authorization from the copyright owner.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may be provided with a single copy only.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or private study, by request of a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96"/>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an intermediate copy is made in order to make this allowed copy, the intermediate copy must be destroyed after the copy is given to the user.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9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the extent that an institution may provide copies to one of its own patrons under Section 30.2(1) or (2) (related to personal copies or copies for private study), the institution may provide the same services on behalf of a patron of another library, archive, or museum (interlibrary arrangements).  This provision is subject to Section 30.2(5.02) (regarding digital copies, summarized on this chart).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39"/>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Digital form and reprographic reproduction are explicitly allowed.  Further, the copies of works made for patrons at other institutions may be made in a medium other than by reprographic reproduction (Section 30.2(5.02)).</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92"/>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 form is allowed if the institution takes measures to prevent the person receiving it from making any reproduction, other than printing one copy; communicating the digital copy to any person; and using the digital copy for more than five business days from the day on which the person first uses 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1"/>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Governor in Council may make regulations with respect to definitions and some procedures for implementing the statute and maintaining information related to actions taken under the statutes.  Current regulations specify the recordkeeping that libraries and other institutions must maintain.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33"/>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Activities under Section 30.2 may not be carried out with a motive for gain.  An institution or person acting under its authority does not have a motive of gain where it or the person acting under its authority, does anything referred to in this section and recovers no more than the costs, including overhead costs, associated with doing that act.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(Unpublished Works)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31.21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that form part of educational institutions are included (Section 30.4)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works deposited in the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0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archive may make only a single copy of a work for the requesting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be copied only if the person who deposited the work, if a copyright owner, did not, at the time of the deposit, prohibit its copying, and the copying has not been prohibited by any other owner of copyright in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provide to a person requesting a copy 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archive must inform the person that the copy is to be used solely for research or private study and that any other use may require authorization from the copyright owner.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When a person deposits a work in an archive, the archive must give the person notice that it may copy the work in accordance with this section.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Governor in Council may prescribe by regulation the manner and form by which many of the conditions in this section are to be met.  Current regulations detail the information that archives must provide to user, the specifics of notices that must be stamped on copies, and the warning notices to be posted.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Activities under Section 30.21 may not be carried out with a motive for gain.  An institution or person acting under its authority does not have a motive of gain where it or the person acting under its authority, does anything referred to in this section and recovers no more than the costs, including overhead costs, associated with doing that act.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rPr>
          <w:trHeight w:val="135"/>
        </w:trPr>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Limitation of Remedies</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qualifies?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 educational institution, library, archive, or museum.</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38.1 (6) &amp; </w:t>
            </w:r>
          </w:p>
          <w:p w:rsidR="00BC0437" w:rsidRPr="00BC0437" w:rsidRDefault="00BC0437" w:rsidP="00BC0437">
            <w:pPr>
              <w:rPr>
                <w:rFonts w:eastAsia="Times New Roman"/>
                <w:szCs w:val="22"/>
                <w:lang w:eastAsia="en-US"/>
              </w:rPr>
            </w:pPr>
            <w:r w:rsidRPr="00BC0437">
              <w:rPr>
                <w:rFonts w:eastAsia="Times New Roman"/>
                <w:szCs w:val="22"/>
                <w:lang w:eastAsia="en-US"/>
              </w:rPr>
              <w:t>§ 38.2</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what activity?</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of a work where an owner of copyright has not authorized a collective society to authorize its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How are the remedies limited?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owner may recover a maximum amount equal to the amount of royalties that would have been payable to the society if the reproduction had been authorized.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4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statutory damages may be awarded.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Statutory damages are greatly reduced when the defendant satisfies the court that the defendant was not aware and had no reasonable grounds to believe that the defendant had infringed copyright.  (Note: This provision could apply to a library that believed it was acting within an exception.)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38.1 (2)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41</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41.1(1) (a)</w:t>
            </w: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offering for sale or rental is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41.1(1) (b) &amp; (c)</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Offering of circumvention services to the public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or protect a right of the copyright owner.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41.1(1) (a)</w:t>
            </w:r>
          </w:p>
        </w:tc>
      </w:tr>
      <w:tr w:rsidR="00BC0437" w:rsidRPr="00BC0437" w:rsidTr="00BC0437">
        <w:trPr>
          <w:trHeight w:val="607"/>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autoSpaceDE w:val="0"/>
              <w:autoSpaceDN w:val="0"/>
              <w:adjustRightInd w:val="0"/>
              <w:rPr>
                <w:rFonts w:eastAsia="Times New Roman"/>
                <w:szCs w:val="22"/>
                <w:lang w:eastAsia="en-US"/>
              </w:rPr>
            </w:pPr>
            <w:r w:rsidRPr="00BC0437">
              <w:rPr>
                <w:rFonts w:eastAsia="Calibri"/>
                <w:szCs w:val="22"/>
                <w:lang w:eastAsia="en-US"/>
              </w:rPr>
              <w:t>No exemption specifically for libraries, but the remedies may be limited.  If the defendant is a library, archive, museum, or educational institution which satisfies the court that it was not aware, and had no reasonable grounds to believe, that its actions constituted a violation, the plaintiff is not entitled to any remedy other than an injunction.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41.2</w:t>
            </w:r>
          </w:p>
        </w:tc>
      </w:tr>
      <w:tr w:rsidR="00BC0437" w:rsidRPr="00BC0437" w:rsidTr="00BC0437">
        <w:trPr>
          <w:trHeight w:val="607"/>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autoSpaceDE w:val="0"/>
              <w:autoSpaceDN w:val="0"/>
              <w:adjustRightInd w:val="0"/>
              <w:rPr>
                <w:rFonts w:eastAsia="Calibri"/>
                <w:szCs w:val="22"/>
                <w:lang w:eastAsia="en-US"/>
              </w:rPr>
            </w:pPr>
            <w:r w:rsidRPr="00BC0437">
              <w:rPr>
                <w:rFonts w:eastAsia="Calibri"/>
                <w:szCs w:val="22"/>
                <w:lang w:eastAsia="en-US"/>
              </w:rPr>
              <w:t>Some statutory exceptions specifically provide that the user may not circumvent protections to exercise the rights of use.  Examples: Creation of user-generated content (</w:t>
            </w:r>
            <w:r w:rsidRPr="00BC0437">
              <w:rPr>
                <w:rFonts w:eastAsia="Times New Roman"/>
                <w:szCs w:val="22"/>
                <w:lang w:eastAsia="en-US"/>
              </w:rPr>
              <w:t xml:space="preserve">Section 29.21), private copying (Section 29.22), and </w:t>
            </w:r>
            <w:r w:rsidRPr="00BC0437">
              <w:rPr>
                <w:rFonts w:eastAsia="Calibri"/>
                <w:szCs w:val="22"/>
                <w:lang w:eastAsia="en-US"/>
              </w:rPr>
              <w:t>time-shifting of broadcasts (</w:t>
            </w:r>
            <w:r w:rsidRPr="00BC0437">
              <w:rPr>
                <w:rFonts w:eastAsia="Times New Roman"/>
                <w:szCs w:val="22"/>
                <w:lang w:eastAsia="en-US"/>
              </w:rPr>
              <w:t>Section 29.23).</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Relationship to fair dealing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 is not an infringement for a library, archive, or museum or a person acting under its authority (including a library, archive, or museum that forms part of an educational institution) to do anything on behalf of any person that the person may do personally under Section 29 (related to fair dealing for the purpose of research or private study) or Section 29.1 (related to fair dealing for criticism or review).  The Governor in Council may make regulations prescribing the information to be recorded about these actions and the manner and form in which the information is to be kept.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30.2 (1) &amp;  (6)(c)</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machines in the library</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 educational institution, library, archive, or museum (including a library, archive, or museum that forms part of an educational institution) does not infringe copyright when reprographic reproductions of works in printed form are made on a machine installed with approval on the premises for use by persons using the library or other organization, and affixed to the machine is a warning notice in the prescribed manner and location.  This exemption applies only if the organization has an agreement with a collective licensing agency or other arrangement in accordance with details in the statute and regulations.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30.3</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User-Generated Content</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individuals to copy and use existing works to create new works for non-commercial purposes, and to permit intermediaries to disseminate the new works.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29.21</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Exception permitting individuals to make copies for private use.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29.22</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Time-Shifting of Broadcasts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individuals to record broadcasts for later private use.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29.23</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Backup Copies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any party who owns or has a license to use a work to make a backup copy of it for use should the work become lost, damaged, or rendered unusable.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29.24</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Series of provisions permitting various uses of works for educational purposes.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29.4 to 30.04</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Educational Institutions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Specific education exceptions may be exercised by libraries that are part of the institutions.  Sections 29.4, 30.3, and 45.</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30.4</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 copyright owner is not located after a reasonable search, a user may apply to the Copyright Board for a license to use the work.</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77</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Canada, c. C-42 (1985), as amended through 2 January 2015, consolidated as of 31 March 2015, available at http://laws-lois.justice.gc.ca/eng/acts/C-42/index.html;</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b/>
                <w:szCs w:val="22"/>
                <w:lang w:eastAsia="en-US"/>
              </w:rPr>
            </w:pPr>
            <w:r w:rsidRPr="00BC0437">
              <w:rPr>
                <w:rFonts w:eastAsia="Times New Roman"/>
                <w:szCs w:val="22"/>
                <w:lang w:eastAsia="en-US"/>
              </w:rPr>
              <w:t>Copyright Regulations of Canada, Exceptions for Educational Institutions, Libraries, Archives, and Museums, SOR/99-325 (28 July 1999), as amended through 15 May 2008, consolidated as of 31 March 2015, available at http://laws-lois.justice.gc.ca/eng/regulations/SOR-99-325/index.html.</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10 December 2007; rev. 23 August 2014; rev. 22 May 2015</w:t>
            </w:r>
          </w:p>
        </w:tc>
      </w:tr>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355" w:name="_Toc421800716"/>
      <w:bookmarkEnd w:id="348"/>
      <w:bookmarkEnd w:id="349"/>
      <w:bookmarkEnd w:id="350"/>
      <w:bookmarkEnd w:id="351"/>
      <w:bookmarkEnd w:id="352"/>
      <w:bookmarkEnd w:id="353"/>
      <w:bookmarkEnd w:id="354"/>
      <w:r w:rsidRPr="00BC0437">
        <w:rPr>
          <w:lang w:eastAsia="en-US"/>
        </w:rPr>
        <w:t>Central African Republic</w:t>
      </w:r>
      <w:bookmarkEnd w:id="35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provisions)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17; Art. 18</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Subject to respecting the moral rights of patrimony set forth in Article 2.</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Exception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document centers, scientific institutions, and establishments of education.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17</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 of all types already made lawfully available to the public.</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 quantities as necessary.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Necessary to the needs of their activities.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Also allows translation of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reproduce.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94"/>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 does not conflict with the normal exploitation of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12"/>
        </w:trPr>
        <w:tc>
          <w:tcPr>
            <w:tcW w:w="2628" w:type="dxa"/>
            <w:vMerge/>
            <w:tcBorders>
              <w:bottom w:val="single" w:sz="4" w:space="0" w:color="auto"/>
            </w:tcBorders>
          </w:tcPr>
          <w:p w:rsidR="00BC0437" w:rsidRPr="00BC0437" w:rsidRDefault="00BC0437" w:rsidP="00BC0437">
            <w:pPr>
              <w:rPr>
                <w:rFonts w:eastAsia="Times New Roman"/>
                <w:szCs w:val="22"/>
                <w:lang w:eastAsia="en-US"/>
              </w:rPr>
            </w:pPr>
          </w:p>
        </w:tc>
        <w:tc>
          <w:tcPr>
            <w:tcW w:w="5198" w:type="dxa"/>
            <w:gridSpan w:val="2"/>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It does not prejudice the legitimate interests of the author.</w:t>
            </w:r>
          </w:p>
        </w:tc>
        <w:tc>
          <w:tcPr>
            <w:tcW w:w="1030" w:type="dxa"/>
            <w:vMerge/>
            <w:tcBorders>
              <w:bottom w:val="single" w:sz="4" w:space="0" w:color="auto"/>
            </w:tcBorders>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rPr>
          <w:trHeight w:val="562"/>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2"/>
        <w:gridCol w:w="5261"/>
        <w:gridCol w:w="1763"/>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Use</w:t>
            </w:r>
          </w:p>
        </w:tc>
        <w:tc>
          <w:tcPr>
            <w:tcW w:w="526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communicate, translate, reproduce, or adapt works lawfully made available to the public for private use.</w:t>
            </w:r>
          </w:p>
        </w:tc>
        <w:tc>
          <w:tcPr>
            <w:tcW w:w="1763" w:type="dxa"/>
          </w:tcPr>
          <w:p w:rsidR="00BC0437" w:rsidRPr="00BC0437" w:rsidRDefault="00BC0437" w:rsidP="00BC0437">
            <w:pPr>
              <w:rPr>
                <w:rFonts w:eastAsia="Times New Roman"/>
                <w:szCs w:val="22"/>
                <w:lang w:eastAsia="en-US"/>
              </w:rPr>
            </w:pPr>
            <w:r w:rsidRPr="00BC0437">
              <w:rPr>
                <w:rFonts w:eastAsia="Times New Roman"/>
                <w:szCs w:val="22"/>
                <w:lang w:eastAsia="en-US"/>
              </w:rPr>
              <w:t>Art. 11</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Quotations</w:t>
            </w:r>
          </w:p>
        </w:tc>
        <w:tc>
          <w:tcPr>
            <w:tcW w:w="526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short quotations from a work already made available to the public provided they are compatible with fair practice and justified by critical or scientific purposes, education, or information.</w:t>
            </w:r>
          </w:p>
        </w:tc>
        <w:tc>
          <w:tcPr>
            <w:tcW w:w="1763" w:type="dxa"/>
          </w:tcPr>
          <w:p w:rsidR="00BC0437" w:rsidRPr="00BC0437" w:rsidRDefault="00BC0437" w:rsidP="00BC0437">
            <w:pPr>
              <w:rPr>
                <w:rFonts w:eastAsia="Times New Roman"/>
                <w:szCs w:val="22"/>
                <w:lang w:eastAsia="en-US"/>
              </w:rPr>
            </w:pPr>
            <w:r w:rsidRPr="00BC0437">
              <w:rPr>
                <w:rFonts w:eastAsia="Times New Roman"/>
                <w:szCs w:val="22"/>
                <w:lang w:eastAsia="en-US"/>
              </w:rPr>
              <w:t>Art. 12</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18"/>
            </w:r>
          </w:p>
        </w:tc>
        <w:tc>
          <w:tcPr>
            <w:tcW w:w="702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Ordinance on Copyrights of Central African Republic, No. 85.002 (5 January 1985), available at http://www.wipo.int/wipolex/en/text.jsp?file_id=195238.</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702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30 April 2014; rev. 25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bookmarkStart w:id="356" w:name="_Toc199663486"/>
      <w:bookmarkStart w:id="357" w:name="_Toc207648469"/>
      <w:bookmarkStart w:id="358" w:name="_Toc207649051"/>
      <w:bookmarkStart w:id="359" w:name="_Toc207649501"/>
      <w:bookmarkStart w:id="360" w:name="_Toc207649862"/>
      <w:bookmarkStart w:id="361" w:name="_Toc207650262"/>
      <w:bookmarkStart w:id="362" w:name="_Toc208637910"/>
      <w:bookmarkStart w:id="363" w:name="_Toc421800717"/>
      <w:r w:rsidRPr="00BC0437">
        <w:rPr>
          <w:lang w:eastAsia="en-US"/>
        </w:rPr>
        <w:t>Chad</w:t>
      </w:r>
      <w:bookmarkEnd w:id="356"/>
      <w:bookmarkEnd w:id="357"/>
      <w:bookmarkEnd w:id="358"/>
      <w:bookmarkEnd w:id="359"/>
      <w:bookmarkEnd w:id="360"/>
      <w:bookmarkEnd w:id="361"/>
      <w:bookmarkEnd w:id="362"/>
      <w:bookmarkEnd w:id="36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64" w:name="_Toc186015504"/>
            <w:bookmarkStart w:id="365" w:name="chad"/>
            <w:r w:rsidRPr="00BC0437">
              <w:rPr>
                <w:rFonts w:eastAsia="Times New Roman"/>
                <w:b/>
                <w:szCs w:val="22"/>
                <w:lang w:eastAsia="en-US"/>
              </w:rPr>
              <w:t>Copying for Library Users</w:t>
            </w:r>
            <w:bookmarkEnd w:id="36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36(1)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aim directly or indirectly at commercial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short works, or short extracts of writings published in collections of works or in newspapers or periodicals, including the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satisfy the request of a physical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66" w:name="_Toc186015505"/>
            <w:r w:rsidRPr="00BC0437">
              <w:rPr>
                <w:rFonts w:eastAsia="Times New Roman"/>
                <w:b/>
                <w:szCs w:val="22"/>
                <w:lang w:eastAsia="en-US"/>
              </w:rPr>
              <w:t>Preservation and Replacement</w:t>
            </w:r>
            <w:bookmarkEnd w:id="36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36(2)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aim directly or indirectly at commercial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to replace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that is lost, destroyed, or rendered unusable in the permanent collection of another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67" w:name="_Toc186015506"/>
            <w:r w:rsidRPr="00BC0437">
              <w:rPr>
                <w:rFonts w:eastAsia="Times New Roman"/>
                <w:b/>
                <w:szCs w:val="22"/>
                <w:lang w:eastAsia="en-US"/>
              </w:rPr>
              <w:t>Anti-Circumvention of Technological Protection Measures</w:t>
            </w:r>
            <w:bookmarkEnd w:id="36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118</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is prohibited without authorization from the Minister in charge of culture.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assembling, selling, exchanging, hiring, or making available to the public a circumvention device is prohibited without authorization from the Minister in charge of culture.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 without authorization from the Minister in charge of culture.</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prevent copying or limit the possibilities of copying or recopying.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368" w:name="_Toc186015507"/>
            <w:r w:rsidRPr="00BC0437">
              <w:rPr>
                <w:rFonts w:eastAsia="Times New Roman"/>
                <w:b/>
                <w:szCs w:val="22"/>
                <w:lang w:eastAsia="en-US"/>
              </w:rPr>
              <w:t>Miscellaneous</w:t>
            </w:r>
            <w:bookmarkEnd w:id="36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When the work has been lawfully divulged, the author cannot prohibit reproduction strictly reserved for the private use of the person making the copy, where the copy is not intended for collective use.  Copies are not permitted of works of art intended to be used for ends identical to those for which the original work was created.  The reproduction is subject to remuneration (see Article 113).</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19"/>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Copyright, Neighboring Rights, and Folklore of Chad, No. 005/PR/2003 (2 May 2003), available at http://www.wipo.int/wipolex/en/text.jsp?file_id=260828.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6 December 2007; rev. 25 April 2015</w:t>
            </w:r>
          </w:p>
        </w:tc>
      </w:tr>
      <w:bookmarkEnd w:id="365"/>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369" w:name="_Toc421800718"/>
      <w:bookmarkStart w:id="370" w:name="_Toc199663487"/>
      <w:bookmarkStart w:id="371" w:name="_Toc207648470"/>
      <w:bookmarkStart w:id="372" w:name="_Toc207649052"/>
      <w:bookmarkStart w:id="373" w:name="_Toc207649502"/>
      <w:bookmarkStart w:id="374" w:name="_Toc207649863"/>
      <w:bookmarkStart w:id="375" w:name="_Toc207650263"/>
      <w:bookmarkStart w:id="376" w:name="_Toc208637911"/>
      <w:r w:rsidRPr="00BC0437">
        <w:rPr>
          <w:lang w:eastAsia="en-US"/>
        </w:rPr>
        <w:t>Chile</w:t>
      </w:r>
      <w:bookmarkEnd w:id="36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Personal Use of Library Users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71J</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Institution is not for profit.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Excerpts of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Works in the collection of the library or archives making the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permission of the author or copyright owner.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payment of any remuneration.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the personal use of a user of the library.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7"/>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At the request of the user.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71I</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That are not for profit.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3"/>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That are not commercially available.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work has not been available for sale to the public in the national or international market in the preceding three years.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permission of the author or copyright owner.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payment of any remuneration.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Necessary to preserve the copy in the permanent collections of the library or archives, up to two copies.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in the permanent collections of the library or archives, if it is lost or damaged, up to two copies.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56"/>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from another library or archives that has been lost, destroyed, or rendered unusable, up to two copies.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55"/>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incorporate a copy into the permanent collections of the library or archives.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Patron Use on Terminals (Making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71K</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That are not for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from the collection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Without permission of the author or copyright owner.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Without payment of any remuneration.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be consulted by users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May be consulted simultaneously by a reasonable number of users.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Electronic reproduction, accessible on network terminals at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is allowed if the library or archives ensures that users cannot make electronic copies of the works.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040"/>
        <w:gridCol w:w="126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permanent or temporary fixation of the work in an environment that enables communication or obtaining copies of all or part of it, by any means or process.</w:t>
            </w:r>
          </w:p>
        </w:tc>
        <w:tc>
          <w:tcPr>
            <w:tcW w:w="12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5(u)</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Performances in Libraries</w:t>
            </w:r>
          </w:p>
        </w:tc>
        <w:tc>
          <w:tcPr>
            <w:tcW w:w="5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Communication or public performance of works, including phonograms, by educational institutions, charities, libraries, archives, and museums, if the use is not for profit, no authorization of the author o owner, and no remuneration, is required.</w:t>
            </w:r>
          </w:p>
        </w:tc>
        <w:tc>
          <w:tcPr>
            <w:tcW w:w="12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71N</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Nonprofit libraries and archives may translate and reproduce some works for research or study.</w:t>
            </w:r>
          </w:p>
        </w:tc>
        <w:tc>
          <w:tcPr>
            <w:tcW w:w="12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71L</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Intellectual Property Law of Chile, Law No. 17.336 (28 August 1970), as amended through Law No. 20435 (4 May 2010), available at http://www.wipo.int/wipolex/en/text.jsp?file_id=270205.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20 December 2007; rev. 27 August 2014; rev. 25 April 2015</w:t>
            </w:r>
          </w:p>
        </w:tc>
      </w:tr>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377" w:name="_Toc199663488"/>
      <w:bookmarkStart w:id="378" w:name="_Toc207648471"/>
      <w:bookmarkStart w:id="379" w:name="_Toc207649053"/>
      <w:bookmarkStart w:id="380" w:name="_Toc207649503"/>
      <w:bookmarkStart w:id="381" w:name="_Toc207649864"/>
      <w:bookmarkStart w:id="382" w:name="_Toc207650264"/>
      <w:bookmarkStart w:id="383" w:name="_Toc208637912"/>
      <w:bookmarkStart w:id="384" w:name="_Toc421800719"/>
      <w:bookmarkEnd w:id="370"/>
      <w:bookmarkEnd w:id="371"/>
      <w:bookmarkEnd w:id="372"/>
      <w:bookmarkEnd w:id="373"/>
      <w:bookmarkEnd w:id="374"/>
      <w:bookmarkEnd w:id="375"/>
      <w:bookmarkEnd w:id="376"/>
      <w:r w:rsidRPr="00BC0437">
        <w:rPr>
          <w:lang w:eastAsia="en-US"/>
        </w:rPr>
        <w:t>Chin</w:t>
      </w:r>
      <w:bookmarkEnd w:id="377"/>
      <w:bookmarkEnd w:id="378"/>
      <w:bookmarkEnd w:id="379"/>
      <w:bookmarkEnd w:id="380"/>
      <w:bookmarkEnd w:id="381"/>
      <w:bookmarkEnd w:id="382"/>
      <w:bookmarkEnd w:id="383"/>
      <w:r w:rsidRPr="00BC0437">
        <w:rPr>
          <w:lang w:eastAsia="en-US"/>
        </w:rPr>
        <w:t>a</w:t>
      </w:r>
      <w:bookmarkEnd w:id="38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2"/>
        <w:gridCol w:w="5178"/>
        <w:gridCol w:w="1056"/>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385" w:name="china"/>
            <w:r w:rsidRPr="00BC0437">
              <w:rPr>
                <w:rFonts w:eastAsia="Times New Roman"/>
                <w:b/>
                <w:szCs w:val="22"/>
                <w:lang w:eastAsia="en-US"/>
              </w:rPr>
              <w:t>General Provisions (applicable to various statutory provisions)</w:t>
            </w:r>
          </w:p>
        </w:tc>
      </w:tr>
      <w:tr w:rsidR="00BC0437" w:rsidRPr="00BC0437" w:rsidTr="00BC0437">
        <w:tc>
          <w:tcPr>
            <w:tcW w:w="262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permission from the copyright owner.</w:t>
            </w:r>
          </w:p>
        </w:tc>
        <w:tc>
          <w:tcPr>
            <w:tcW w:w="10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w:t>
            </w:r>
            <w:r w:rsidRPr="00BC0437">
              <w:rPr>
                <w:rFonts w:eastAsia="Times New Roman"/>
                <w:szCs w:val="22"/>
                <w:vertAlign w:val="superscript"/>
                <w:lang w:eastAsia="en-US"/>
              </w:rPr>
              <w:footnoteReference w:id="20"/>
            </w:r>
          </w:p>
        </w:tc>
      </w:tr>
      <w:tr w:rsidR="00BC0437" w:rsidRPr="00BC0437" w:rsidTr="00BC0437">
        <w:tc>
          <w:tcPr>
            <w:tcW w:w="262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payment of remuneration to the copyright owner, unless otherwise noted below.</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provided that the name of the author is mentioned.</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the source of the work?</w:t>
            </w:r>
          </w:p>
        </w:tc>
        <w:tc>
          <w:tcPr>
            <w:tcW w:w="51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Yes.  The use is permitted, provided that the title of the work is mentioned.  </w:t>
            </w:r>
          </w:p>
        </w:tc>
        <w:tc>
          <w:tcPr>
            <w:tcW w:w="10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86" w:name="_Toc186015512"/>
            <w:r w:rsidRPr="00BC0437">
              <w:rPr>
                <w:rFonts w:eastAsia="Times New Roman"/>
                <w:b/>
                <w:szCs w:val="22"/>
                <w:lang w:eastAsia="en-US"/>
              </w:rPr>
              <w:t>Display and Preservation</w:t>
            </w:r>
            <w:bookmarkEnd w:id="38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memorial halls, museums, and art galleries.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22(8)</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display or preservation of a copy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other rights enjoyed by the copyright owner must not be prejudiced.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Network Regulations refer to works digitally duplicated for the purpose of display or preservation, which are defined as works that have been damaged or nearly been damaged, or lost or stolen, or the storage format of which is outdated, which are not available in the market or can only be purchased at an obviously higher price than their designated price.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 Network Reg.</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1"/>
        <w:gridCol w:w="1439"/>
        <w:gridCol w:w="3740"/>
        <w:gridCol w:w="10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87" w:name="_Toc186015513"/>
            <w:r w:rsidRPr="00BC0437">
              <w:rPr>
                <w:rFonts w:eastAsia="Times New Roman"/>
                <w:b/>
                <w:szCs w:val="22"/>
                <w:lang w:eastAsia="en-US"/>
              </w:rPr>
              <w:t>Public Use (Making Available</w:t>
            </w:r>
            <w:bookmarkEnd w:id="387"/>
            <w:r w:rsidRPr="00BC0437">
              <w:rPr>
                <w:rFonts w:eastAsia="Times New Roman"/>
                <w:b/>
                <w:szCs w:val="22"/>
                <w:lang w:eastAsia="en-US"/>
              </w:rPr>
              <w:t>)</w:t>
            </w:r>
          </w:p>
        </w:tc>
      </w:tr>
      <w:tr w:rsidR="00BC0437" w:rsidRPr="00BC0437" w:rsidTr="00BC0437">
        <w:trPr>
          <w:trHeight w:val="135"/>
        </w:trPr>
        <w:tc>
          <w:tcPr>
            <w:tcW w:w="2621"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memorial halls, museums, and art galleries.</w:t>
            </w:r>
          </w:p>
        </w:tc>
        <w:tc>
          <w:tcPr>
            <w:tcW w:w="10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 Network Reg.;</w:t>
            </w:r>
          </w:p>
          <w:p w:rsidR="00BC0437" w:rsidRPr="00BC0437" w:rsidRDefault="00BC0437" w:rsidP="00BC0437">
            <w:pPr>
              <w:rPr>
                <w:rFonts w:eastAsia="Times New Roman"/>
                <w:szCs w:val="22"/>
                <w:lang w:eastAsia="en-US"/>
              </w:rPr>
            </w:pPr>
            <w:r w:rsidRPr="00BC0437">
              <w:rPr>
                <w:rFonts w:eastAsia="Times New Roman"/>
                <w:szCs w:val="22"/>
                <w:lang w:eastAsia="en-US"/>
              </w:rPr>
              <w:t>Art. 10 Network Reg.</w:t>
            </w:r>
          </w:p>
        </w:tc>
      </w:tr>
      <w:tr w:rsidR="00BC0437" w:rsidRPr="00BC0437" w:rsidTr="00BC0437">
        <w:trPr>
          <w:trHeight w:val="135"/>
        </w:trPr>
        <w:tc>
          <w:tcPr>
            <w:tcW w:w="2621" w:type="dxa"/>
            <w:vMerge/>
            <w:shd w:val="clear" w:color="auto" w:fill="auto"/>
          </w:tcPr>
          <w:p w:rsidR="00BC0437" w:rsidRPr="00BC0437" w:rsidRDefault="00BC0437" w:rsidP="00BC0437">
            <w:pPr>
              <w:rPr>
                <w:rFonts w:eastAsia="Times New Roman"/>
                <w:szCs w:val="22"/>
                <w:lang w:eastAsia="en-US"/>
              </w:rPr>
            </w:pPr>
          </w:p>
        </w:tc>
        <w:tc>
          <w:tcPr>
            <w:tcW w:w="143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digital works from the library’s collection or digital copies of works (“digital copies of works” are works digitally duplicated for the purpose of display or preservation, presumably consistent with Article 22(8)).</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1" w:type="dxa"/>
            <w:vMerge w:val="restart"/>
            <w:shd w:val="clear" w:color="auto" w:fill="auto"/>
          </w:tcPr>
          <w:p w:rsidR="00BC0437" w:rsidRPr="00BC0437" w:rsidRDefault="00BC0437" w:rsidP="00BC0437">
            <w:pPr>
              <w:rPr>
                <w:rFonts w:eastAsia="Times New Roman"/>
                <w:szCs w:val="22"/>
                <w:lang w:eastAsia="en-US"/>
              </w:rPr>
            </w:pPr>
          </w:p>
        </w:tc>
        <w:tc>
          <w:tcPr>
            <w:tcW w:w="1439"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Technological measures must be taken to prevent access to the works by people other than the permitted users.</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1" w:type="dxa"/>
            <w:vMerge/>
            <w:shd w:val="clear" w:color="auto" w:fill="auto"/>
          </w:tcPr>
          <w:p w:rsidR="00BC0437" w:rsidRPr="00BC0437" w:rsidRDefault="00BC0437" w:rsidP="00BC0437">
            <w:pPr>
              <w:rPr>
                <w:rFonts w:eastAsia="Times New Roman"/>
                <w:szCs w:val="22"/>
                <w:lang w:eastAsia="en-US"/>
              </w:rPr>
            </w:pPr>
          </w:p>
        </w:tc>
        <w:tc>
          <w:tcPr>
            <w:tcW w:w="1439" w:type="dxa"/>
            <w:vMerge/>
            <w:shd w:val="clear" w:color="auto" w:fill="auto"/>
          </w:tcPr>
          <w:p w:rsidR="00BC0437" w:rsidRPr="00BC0437" w:rsidRDefault="00BC0437" w:rsidP="00BC0437">
            <w:pPr>
              <w:rPr>
                <w:rFonts w:eastAsia="Times New Roman"/>
                <w:szCs w:val="22"/>
                <w:lang w:eastAsia="en-US"/>
              </w:rPr>
            </w:pPr>
          </w:p>
        </w:tc>
        <w:tc>
          <w:tcPr>
            <w:tcW w:w="37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Technological measures must be taken to prevent material damage to the interests of the copyright owners by the users’ duplication activities.</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1"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public reading on the premises.</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1" w:type="dxa"/>
            <w:vMerge/>
            <w:shd w:val="clear" w:color="auto" w:fill="auto"/>
          </w:tcPr>
          <w:p w:rsidR="00BC0437" w:rsidRPr="00BC0437" w:rsidRDefault="00BC0437" w:rsidP="00BC0437">
            <w:pPr>
              <w:rPr>
                <w:rFonts w:eastAsia="Times New Roman"/>
                <w:szCs w:val="22"/>
                <w:lang w:eastAsia="en-US"/>
              </w:rPr>
            </w:pPr>
          </w:p>
        </w:tc>
        <w:tc>
          <w:tcPr>
            <w:tcW w:w="1439"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may not directly or indirectly gain economic interest, except where otherwise agreed by the parties concerned.</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1" w:type="dxa"/>
            <w:vMerge/>
            <w:shd w:val="clear" w:color="auto" w:fill="auto"/>
          </w:tcPr>
          <w:p w:rsidR="00BC0437" w:rsidRPr="00BC0437" w:rsidRDefault="00BC0437" w:rsidP="00BC0437">
            <w:pPr>
              <w:rPr>
                <w:rFonts w:eastAsia="Times New Roman"/>
                <w:szCs w:val="22"/>
                <w:lang w:eastAsia="en-US"/>
              </w:rPr>
            </w:pPr>
          </w:p>
        </w:tc>
        <w:tc>
          <w:tcPr>
            <w:tcW w:w="1439" w:type="dxa"/>
            <w:vMerge/>
            <w:shd w:val="clear" w:color="auto" w:fill="auto"/>
          </w:tcPr>
          <w:p w:rsidR="00BC0437" w:rsidRPr="00BC0437" w:rsidRDefault="00BC0437" w:rsidP="00BC0437">
            <w:pPr>
              <w:rPr>
                <w:rFonts w:eastAsia="Times New Roman"/>
                <w:szCs w:val="22"/>
                <w:lang w:eastAsia="en-US"/>
              </w:rPr>
            </w:pPr>
          </w:p>
        </w:tc>
        <w:tc>
          <w:tcPr>
            <w:tcW w:w="37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other rights enjoyed by the copyright owner must not be prejudiced.</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02"/>
        </w:trPr>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Via the institution’s network reading system within its premises.</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1"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Remuneration is required.  </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7"/>
        </w:trPr>
        <w:tc>
          <w:tcPr>
            <w:tcW w:w="2621" w:type="dxa"/>
            <w:vMerge/>
            <w:shd w:val="clear" w:color="auto" w:fill="auto"/>
          </w:tcPr>
          <w:p w:rsidR="00BC0437" w:rsidRPr="00BC0437" w:rsidRDefault="00BC0437" w:rsidP="00BC0437">
            <w:pPr>
              <w:rPr>
                <w:rFonts w:eastAsia="Times New Roman"/>
                <w:szCs w:val="22"/>
                <w:lang w:eastAsia="en-US"/>
              </w:rPr>
            </w:pP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is also applicable to the providing of performance recordings or sound or video recordings, subject to the same conditions.</w:t>
            </w:r>
          </w:p>
        </w:tc>
        <w:tc>
          <w:tcPr>
            <w:tcW w:w="105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 Network Reg.</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1"/>
        <w:gridCol w:w="1800"/>
        <w:gridCol w:w="3379"/>
        <w:gridCol w:w="10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88" w:name="_Toc186015514"/>
            <w:r w:rsidRPr="00BC0437">
              <w:rPr>
                <w:rFonts w:eastAsia="Times New Roman"/>
                <w:b/>
                <w:szCs w:val="22"/>
                <w:lang w:eastAsia="en-US"/>
              </w:rPr>
              <w:t>Anti-Circumvention of Technological Protection Measures</w:t>
            </w:r>
            <w:bookmarkEnd w:id="388"/>
          </w:p>
        </w:tc>
      </w:tr>
      <w:tr w:rsidR="00BC0437" w:rsidRPr="00BC0437" w:rsidTr="00BC0437">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48(6);</w:t>
            </w:r>
          </w:p>
          <w:p w:rsidR="00BC0437" w:rsidRPr="00BC0437" w:rsidRDefault="00BC0437" w:rsidP="00BC0437">
            <w:pPr>
              <w:rPr>
                <w:rFonts w:eastAsia="Times New Roman"/>
                <w:szCs w:val="22"/>
                <w:lang w:eastAsia="en-US"/>
              </w:rPr>
            </w:pPr>
            <w:r w:rsidRPr="00BC0437">
              <w:rPr>
                <w:rFonts w:eastAsia="Times New Roman"/>
                <w:szCs w:val="22"/>
                <w:lang w:eastAsia="en-US"/>
              </w:rPr>
              <w:t>Art. 4 Network Reg.</w:t>
            </w:r>
          </w:p>
        </w:tc>
      </w:tr>
      <w:tr w:rsidR="00BC0437" w:rsidRPr="00BC0437" w:rsidTr="00BC0437">
        <w:trPr>
          <w:trHeight w:val="111"/>
        </w:trPr>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7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Act prohibits the circumventing or sabotaging of technical measures.  The Network Regulations prohibit the evading or damaging of technological measures.</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br w:type="page"/>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7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Network Regulations prohibit manufacturing, importing, or providing to the public circumvention devices.</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1" w:type="dxa"/>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7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Network Regulations prohibit providing circumvention services.</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Possibly both.  The provisions in the Copyright Act relate only to technical measures that protect the copyright in the work.  The provisions in the Network Regulations relate to technical measures that prevent or restrict browsing and appreciation of works, or the provision thereof to the public via information networks.</w:t>
            </w:r>
          </w:p>
        </w:tc>
        <w:tc>
          <w:tcPr>
            <w:tcW w:w="105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47(6);</w:t>
            </w:r>
          </w:p>
          <w:p w:rsidR="00BC0437" w:rsidRPr="00BC0437" w:rsidRDefault="00BC0437" w:rsidP="00BC0437">
            <w:pPr>
              <w:rPr>
                <w:rFonts w:eastAsia="Times New Roman"/>
                <w:szCs w:val="22"/>
                <w:lang w:eastAsia="en-US"/>
              </w:rPr>
            </w:pPr>
            <w:r w:rsidRPr="00BC0437">
              <w:rPr>
                <w:rFonts w:eastAsia="Times New Roman"/>
                <w:szCs w:val="22"/>
                <w:lang w:eastAsia="en-US"/>
              </w:rPr>
              <w:t>Art. 26 Network Reg.</w:t>
            </w:r>
          </w:p>
        </w:tc>
      </w:tr>
      <w:tr w:rsidR="00BC0437" w:rsidRPr="00BC0437" w:rsidTr="00BC0437">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Act states that the prohibition on circumvention is applicable except where otherwise provided for in laws or administrative regulations.  The Network Regulations provide exemptions to circumvention that are not explicitly relevant to libraries, other than the provision of literary works by libraries for the blind.  These exemptions are implicitly the only instances in which circumvention is permitted.</w:t>
            </w:r>
          </w:p>
        </w:tc>
        <w:tc>
          <w:tcPr>
            <w:tcW w:w="105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47(6);</w:t>
            </w:r>
          </w:p>
          <w:p w:rsidR="00BC0437" w:rsidRPr="00BC0437" w:rsidRDefault="00BC0437" w:rsidP="00BC0437">
            <w:pPr>
              <w:rPr>
                <w:rFonts w:eastAsia="Times New Roman"/>
                <w:szCs w:val="22"/>
                <w:lang w:eastAsia="en-US"/>
              </w:rPr>
            </w:pPr>
            <w:r w:rsidRPr="00BC0437">
              <w:rPr>
                <w:rFonts w:eastAsia="Times New Roman"/>
                <w:szCs w:val="22"/>
                <w:lang w:eastAsia="en-US"/>
              </w:rPr>
              <w:t>Art. 12 Network Reg.</w:t>
            </w:r>
          </w:p>
        </w:tc>
      </w:tr>
    </w:tbl>
    <w:p w:rsidR="00BC0437" w:rsidRPr="00BC0437" w:rsidRDefault="00BC0437" w:rsidP="00BC0437">
      <w:pPr>
        <w:rPr>
          <w:rFonts w:eastAsia="Times New Roman"/>
          <w:szCs w:val="22"/>
          <w:lang w:eastAsia="en-US"/>
        </w:rPr>
      </w:pPr>
    </w:p>
    <w:p w:rsidR="00BC0437" w:rsidRDefault="00BC0437" w:rsidP="00BC0437">
      <w:pPr>
        <w:rPr>
          <w:rFonts w:eastAsia="Times New Roman"/>
          <w:szCs w:val="22"/>
          <w:lang w:eastAsia="en-US"/>
        </w:rPr>
      </w:pPr>
    </w:p>
    <w:p w:rsidR="009C7A5F" w:rsidRPr="00BC0437" w:rsidRDefault="009C7A5F"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130"/>
        <w:gridCol w:w="109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389" w:name="_Toc186015515"/>
            <w:r w:rsidRPr="00BC0437">
              <w:rPr>
                <w:rFonts w:eastAsia="Times New Roman"/>
                <w:b/>
                <w:szCs w:val="22"/>
                <w:lang w:eastAsia="en-US"/>
              </w:rPr>
              <w:t>Miscellaneous</w:t>
            </w:r>
            <w:bookmarkEnd w:id="38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exclusive right of reproduction is described as right to produce one or more copies of a work by printing, photocopying, lithographing, making a sound recording or video recording, duplicating a recording, or duplicating a photographic work, or by other means.</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Uses</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 of works for personal study, research, or appreciation.</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translation or reproduction in small quantities of published works by teachers or scientific researchers.  Network Regulation, Article 6, generally permits such materials also to be made available on a network.</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 on Networks</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Allows some works to be included on network systems for distance education, in support of the national nine-year compulsory education system, with compensation to rightsholders.</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8 Network Reg.</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Poverty Uses</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Allows network providers to make works related to aiding poverty-stricken areas available, upon notice to rightsholders and no objection from them within 30 days.</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 Network Reg.</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Sources</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the People’s Republic of China (7 September 1990), as amended through Order No. 26 (26 February 2010), available at http://www.wipo.int/wipolex/en/text.jsp?file_id=186569;</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Regulation on the Protection of the Right to Network Dissemination of Information, Order No. 468 (18 May 2006), as amended through 20 January 2013, available at http://www.wipo.int/wipolex/en/text.jsp?file_id=182147 and http://www.wipo.int/wipolex/en/details.jsp?id=13403.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25 April 2015</w:t>
            </w:r>
          </w:p>
        </w:tc>
      </w:tr>
      <w:bookmarkEnd w:id="385"/>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390" w:name="_Toc199663489"/>
      <w:bookmarkStart w:id="391" w:name="_Toc207648473"/>
      <w:bookmarkStart w:id="392" w:name="_Toc207649055"/>
      <w:bookmarkStart w:id="393" w:name="_Toc207649504"/>
      <w:bookmarkStart w:id="394" w:name="_Toc207649865"/>
      <w:bookmarkStart w:id="395" w:name="_Toc207650265"/>
      <w:bookmarkStart w:id="396" w:name="_Toc208637913"/>
      <w:bookmarkStart w:id="397" w:name="_Toc421800720"/>
      <w:r w:rsidRPr="00BC0437">
        <w:rPr>
          <w:lang w:eastAsia="en-US"/>
        </w:rPr>
        <w:t>Colombia</w:t>
      </w:r>
      <w:bookmarkEnd w:id="390"/>
      <w:bookmarkEnd w:id="391"/>
      <w:bookmarkEnd w:id="392"/>
      <w:bookmarkEnd w:id="393"/>
      <w:bookmarkEnd w:id="394"/>
      <w:bookmarkEnd w:id="395"/>
      <w:bookmarkEnd w:id="396"/>
      <w:bookmarkEnd w:id="39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242"/>
        </w:trPr>
        <w:tc>
          <w:tcPr>
            <w:tcW w:w="8856" w:type="dxa"/>
            <w:gridSpan w:val="4"/>
            <w:shd w:val="clear" w:color="auto" w:fill="auto"/>
          </w:tcPr>
          <w:p w:rsidR="00BC0437" w:rsidRPr="00BC0437" w:rsidRDefault="00BC0437" w:rsidP="00BC0437">
            <w:pPr>
              <w:rPr>
                <w:rFonts w:eastAsia="Times New Roman"/>
                <w:b/>
                <w:szCs w:val="22"/>
                <w:lang w:eastAsia="en-US"/>
              </w:rPr>
            </w:pPr>
            <w:bookmarkStart w:id="398" w:name="_Toc186015516"/>
            <w:bookmarkStart w:id="399" w:name="Colombia"/>
            <w:r w:rsidRPr="00BC0437">
              <w:rPr>
                <w:rFonts w:eastAsia="Times New Roman"/>
                <w:b/>
                <w:szCs w:val="22"/>
                <w:lang w:eastAsia="en-US"/>
              </w:rPr>
              <w:t>Preservation and Replacement</w:t>
            </w:r>
            <w:bookmarkEnd w:id="39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38</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deposited in the collections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out of print on the local market.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copy only.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5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conservation.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library receiving a copy through interlibrary exchange may also make a single copy of that work as necessary for conservation purposes.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38</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 deposited in the collections of the library or archives.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out of print on the local market.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 only.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the exclusive use of readers.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library receiving a copy through interlibrary exchange may also make a single copy of that work solely for use by readers.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Interlibrary Loan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38</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 deposited in the collections of the library or archives.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out of print on the local market.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 only.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exchange services with other public libraries.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library receiving a copy through interlibrary exchange may also make a single copy of that work as necessary for conservation purposes or solely for use by readers.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1"/>
        <w:gridCol w:w="1800"/>
        <w:gridCol w:w="3379"/>
        <w:gridCol w:w="10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00" w:name="_Toc186015517"/>
            <w:r w:rsidRPr="00BC0437">
              <w:rPr>
                <w:rFonts w:eastAsia="Times New Roman"/>
                <w:b/>
                <w:szCs w:val="22"/>
                <w:lang w:eastAsia="en-US"/>
              </w:rPr>
              <w:t>Anti-Circumvention of Technological Protection Measures</w:t>
            </w:r>
            <w:bookmarkEnd w:id="400"/>
          </w:p>
        </w:tc>
      </w:tr>
      <w:tr w:rsidR="00BC0437" w:rsidRPr="00BC0437" w:rsidTr="00BC0437">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272 Penal Code</w:t>
            </w:r>
          </w:p>
        </w:tc>
      </w:tr>
      <w:tr w:rsidR="00BC0437" w:rsidRPr="00BC0437" w:rsidTr="00BC0437">
        <w:trPr>
          <w:trHeight w:val="111"/>
        </w:trPr>
        <w:tc>
          <w:tcPr>
            <w:tcW w:w="2621"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7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1"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7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importing, selling, renting, or in any way distributing to the public a circumvention device is prohibited.</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1"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7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to prevent or restrict unauthorized use.</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130"/>
        <w:gridCol w:w="109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401" w:name="_Toc186015518"/>
            <w:r w:rsidRPr="00BC0437">
              <w:rPr>
                <w:rFonts w:eastAsia="Times New Roman"/>
                <w:b/>
                <w:szCs w:val="22"/>
                <w:lang w:eastAsia="en-US"/>
              </w:rPr>
              <w:t>Miscellaneous</w:t>
            </w:r>
            <w:bookmarkEnd w:id="40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Elaborate provisions that permit translation and reproduction of certain works on terms that reflect the Berne Appendix.</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Arts. 45 to 71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21"/>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of Colombia, No 23 (28 January 1982), available at http://www.wipo.int/wipolex/en/text.jsp?file_id=126023;</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Criminal Code of Colombia, No. 599 (24 July 2000), available at http://www.wipo.int/wipolex/en/text.jsp?file_id=190482, </w:t>
            </w:r>
          </w:p>
          <w:p w:rsidR="00BC0437" w:rsidRPr="00BC0437" w:rsidRDefault="00BC0437" w:rsidP="00BC0437">
            <w:pPr>
              <w:rPr>
                <w:rFonts w:eastAsia="Times New Roman"/>
                <w:szCs w:val="22"/>
                <w:lang w:eastAsia="en-US"/>
              </w:rPr>
            </w:pPr>
            <w:r w:rsidRPr="00BC0437">
              <w:rPr>
                <w:rFonts w:eastAsia="Times New Roman"/>
                <w:szCs w:val="22"/>
                <w:lang w:eastAsia="en-US"/>
              </w:rPr>
              <w:t>as amended by No. 1032 (22 June 2006), available at http://www.wipo.int/wipolex/en/text.jsp?file_id=224389.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13 December 2007; rev. 8 May 2015</w:t>
            </w:r>
          </w:p>
        </w:tc>
      </w:tr>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402" w:name="_Toc421800721"/>
      <w:bookmarkEnd w:id="399"/>
      <w:r w:rsidRPr="00BC0437">
        <w:rPr>
          <w:lang w:eastAsia="en-US"/>
        </w:rPr>
        <w:t>Comoros</w:t>
      </w:r>
      <w:bookmarkEnd w:id="40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Law on Literary and Artistic Property of Comoros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Performances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private performances.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and Critical Uses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use for educational, critical, and other similar purposes with attribution.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Parody</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parody, pastiche, and caricature.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22"/>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on Literary and Artistic Property of Comoros (11 March 1957) available at http://www.wipo.int/wipolex/en/text.jsp?file_id=214449.</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30 April 2014; rev. 25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403" w:name="_Toc199663490"/>
      <w:bookmarkStart w:id="404" w:name="_Toc207648474"/>
      <w:bookmarkStart w:id="405" w:name="_Toc207649056"/>
      <w:bookmarkStart w:id="406" w:name="_Toc207649505"/>
      <w:bookmarkStart w:id="407" w:name="_Toc207649866"/>
      <w:bookmarkStart w:id="408" w:name="_Toc207650266"/>
      <w:bookmarkStart w:id="409" w:name="_Toc208637914"/>
      <w:bookmarkStart w:id="410" w:name="_Toc421800722"/>
      <w:r w:rsidRPr="00BC0437">
        <w:rPr>
          <w:lang w:eastAsia="en-US"/>
        </w:rPr>
        <w:t>Congo</w:t>
      </w:r>
      <w:bookmarkEnd w:id="403"/>
      <w:bookmarkEnd w:id="404"/>
      <w:bookmarkEnd w:id="405"/>
      <w:bookmarkEnd w:id="406"/>
      <w:bookmarkEnd w:id="407"/>
      <w:bookmarkEnd w:id="408"/>
      <w:bookmarkEnd w:id="409"/>
      <w:bookmarkEnd w:id="41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11" w:name="_Toc186015519"/>
            <w:bookmarkStart w:id="412" w:name="congo"/>
            <w:r w:rsidRPr="00BC0437">
              <w:rPr>
                <w:rFonts w:eastAsia="Times New Roman"/>
                <w:b/>
                <w:szCs w:val="22"/>
                <w:lang w:eastAsia="en-US"/>
              </w:rPr>
              <w:t>Library Use</w:t>
            </w:r>
            <w:bookmarkEnd w:id="41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documentation centers, scientific institutions, and educational establishments.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33(5)</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artistic, and scientific works which have been lawfully made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number of copies is limited to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needs of the institution’s activities.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by photographic or similar process.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cannot conflict with the normal exploitation of the work or unreasonably prejudice the legitimate interests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works can be reproduced in the original language or in translation.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413" w:name="_Toc186015520"/>
            <w:r w:rsidRPr="00BC0437">
              <w:rPr>
                <w:rFonts w:eastAsia="Times New Roman"/>
                <w:b/>
                <w:szCs w:val="22"/>
                <w:lang w:eastAsia="en-US"/>
              </w:rPr>
              <w:t>Anti-Circumvention of Technological Protection Measures</w:t>
            </w:r>
            <w:bookmarkEnd w:id="41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414" w:name="_Toc186015521"/>
            <w:r w:rsidRPr="00BC0437">
              <w:rPr>
                <w:rFonts w:eastAsia="Times New Roman"/>
                <w:b/>
                <w:szCs w:val="22"/>
                <w:lang w:eastAsia="en-US"/>
              </w:rPr>
              <w:t>Miscellaneous</w:t>
            </w:r>
            <w:bookmarkEnd w:id="41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23"/>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Neighboring Rights of Congo, No. 24/82 (7 July 1982), available at http://www.wipo.int/wipolex/en/text.jsp?file_id=152625.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20 December 2007; rev. 25 April 2015</w:t>
            </w:r>
          </w:p>
        </w:tc>
      </w:tr>
      <w:bookmarkEnd w:id="412"/>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415" w:name="_Toc199663491"/>
      <w:bookmarkStart w:id="416" w:name="_Toc207648475"/>
      <w:bookmarkStart w:id="417" w:name="_Toc207649057"/>
      <w:bookmarkStart w:id="418" w:name="_Toc207649506"/>
      <w:bookmarkStart w:id="419" w:name="_Toc207649867"/>
      <w:bookmarkStart w:id="420" w:name="_Toc207650267"/>
      <w:bookmarkStart w:id="421" w:name="_Toc208637915"/>
      <w:bookmarkStart w:id="422" w:name="_Toc421800723"/>
      <w:r w:rsidRPr="00BC0437">
        <w:rPr>
          <w:lang w:eastAsia="en-US"/>
        </w:rPr>
        <w:t>Costa Rica</w:t>
      </w:r>
      <w:bookmarkEnd w:id="415"/>
      <w:bookmarkEnd w:id="416"/>
      <w:bookmarkEnd w:id="417"/>
      <w:bookmarkEnd w:id="418"/>
      <w:bookmarkEnd w:id="419"/>
      <w:bookmarkEnd w:id="420"/>
      <w:bookmarkEnd w:id="421"/>
      <w:bookmarkEnd w:id="42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423" w:name="_Toc186015522"/>
            <w:bookmarkStart w:id="424" w:name="costa"/>
            <w:r w:rsidRPr="00BC0437">
              <w:rPr>
                <w:rFonts w:eastAsia="Times New Roman"/>
                <w:b/>
                <w:szCs w:val="22"/>
                <w:lang w:eastAsia="en-US"/>
              </w:rPr>
              <w:t>Library Provisions (none)</w:t>
            </w:r>
            <w:bookmarkEnd w:id="42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statutes of Costa Rica do not include any explicit library provisions.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425" w:name="_Toc186015523"/>
            <w:r w:rsidRPr="00BC0437">
              <w:rPr>
                <w:rFonts w:eastAsia="Times New Roman"/>
                <w:b/>
                <w:szCs w:val="22"/>
                <w:lang w:eastAsia="en-US"/>
              </w:rPr>
              <w:t>Anti-Circumvention of Technological Protection Measures</w:t>
            </w:r>
            <w:bookmarkEnd w:id="42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426" w:name="_Toc186015524"/>
            <w:r w:rsidRPr="00BC0437">
              <w:rPr>
                <w:rFonts w:eastAsia="Times New Roman"/>
                <w:b/>
                <w:szCs w:val="22"/>
                <w:lang w:eastAsia="en-US"/>
              </w:rPr>
              <w:t>Miscellaneous</w:t>
            </w:r>
            <w:bookmarkEnd w:id="42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of an educational or scientific work, done personally and exclusively by the person concerned for the person’s own use and without any direct or indirect gainful intent, shall also be free.  Such reproduction shall be done in a single handwritten or typewritten copy.  This provision shall not apply to computer programs.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Related Rights of Costa Rica, No. 6683 (1982), as amended through No. 8834 (3 May 2010), available at http://www.wipo.int/wipolex/en/text.jsp?file_id=247913.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25 April 2015</w:t>
            </w:r>
          </w:p>
        </w:tc>
      </w:tr>
      <w:bookmarkEnd w:id="424"/>
    </w:tbl>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427" w:name="_Toc199663492"/>
      <w:bookmarkStart w:id="428" w:name="_Toc207648476"/>
      <w:bookmarkStart w:id="429" w:name="_Toc207649058"/>
      <w:bookmarkStart w:id="430" w:name="_Toc207649507"/>
      <w:bookmarkStart w:id="431" w:name="_Toc207649868"/>
      <w:bookmarkStart w:id="432" w:name="_Toc207650268"/>
      <w:bookmarkStart w:id="433" w:name="_Toc208637916"/>
      <w:bookmarkStart w:id="434" w:name="_Toc421800724"/>
      <w:r w:rsidRPr="00BC0437">
        <w:rPr>
          <w:lang w:eastAsia="en-US"/>
        </w:rPr>
        <w:t>Côte d’Ivoire</w:t>
      </w:r>
      <w:bookmarkEnd w:id="427"/>
      <w:bookmarkEnd w:id="428"/>
      <w:bookmarkEnd w:id="429"/>
      <w:bookmarkEnd w:id="430"/>
      <w:bookmarkEnd w:id="431"/>
      <w:bookmarkEnd w:id="432"/>
      <w:bookmarkEnd w:id="433"/>
      <w:bookmarkEnd w:id="43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435" w:name="_Toc186015525"/>
            <w:bookmarkStart w:id="436" w:name="cote"/>
            <w:r w:rsidRPr="00BC0437">
              <w:rPr>
                <w:rFonts w:eastAsia="Times New Roman"/>
                <w:b/>
                <w:szCs w:val="22"/>
                <w:lang w:eastAsia="en-US"/>
              </w:rPr>
              <w:t>Library Provisions (none)</w:t>
            </w:r>
            <w:bookmarkEnd w:id="43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Côte d’Ivoire includes no explicit library provisions.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437" w:name="_Toc186015526"/>
            <w:r w:rsidRPr="00BC0437">
              <w:rPr>
                <w:rFonts w:eastAsia="Times New Roman"/>
                <w:b/>
                <w:szCs w:val="22"/>
                <w:lang w:eastAsia="en-US"/>
              </w:rPr>
              <w:t>Anti-Circumvention of Technological Protection Measures</w:t>
            </w:r>
            <w:bookmarkEnd w:id="43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438" w:name="_Toc186015527"/>
            <w:r w:rsidRPr="00BC0437">
              <w:rPr>
                <w:rFonts w:eastAsia="Times New Roman"/>
                <w:b/>
                <w:szCs w:val="22"/>
                <w:lang w:eastAsia="en-US"/>
              </w:rPr>
              <w:t>Miscellaneous</w:t>
            </w:r>
            <w:bookmarkEnd w:id="43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When the work has been lawfully made accessible to the public, the author may not prohibit reproductions, translations, and adaptations intended for strictly personal and private use, and not for collective use, with the exception of works of art.</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Preservation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Without prejudice to the right of the author to be paid equitable remuneration, reproduction that has exceptional documentary character, and also copies of recordings that have cultural value, may be preserved in official archives.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24"/>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Intellectual Works and the Rights of Authors, Performers, and Phonogram and Videogram Producers of Côte d’Ivoire, No. 96-564 (25 July 1996), available at http://www.wipo.int/wipolex/en/text.jsp?file_id=125871.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25 April 2015</w:t>
            </w:r>
          </w:p>
        </w:tc>
      </w:tr>
    </w:tbl>
    <w:p w:rsidR="00BC0437" w:rsidRPr="00BC0437" w:rsidRDefault="00BC0437" w:rsidP="00BC0437">
      <w:pPr>
        <w:rPr>
          <w:rFonts w:eastAsia="Times New Roman"/>
          <w:szCs w:val="22"/>
          <w:lang w:eastAsia="en-US"/>
        </w:rPr>
      </w:pPr>
    </w:p>
    <w:bookmarkEnd w:id="436"/>
    <w:p w:rsidR="00BC0437" w:rsidRPr="00BC0437" w:rsidRDefault="00BC0437" w:rsidP="001D0DFD">
      <w:pPr>
        <w:pStyle w:val="Heading2"/>
        <w:rPr>
          <w:lang w:eastAsia="en-US"/>
        </w:rPr>
      </w:pPr>
      <w:r w:rsidRPr="00BC0437">
        <w:rPr>
          <w:lang w:eastAsia="en-US"/>
        </w:rPr>
        <w:br w:type="page"/>
      </w:r>
      <w:bookmarkStart w:id="439" w:name="_Toc199663493"/>
      <w:bookmarkStart w:id="440" w:name="_Toc207648477"/>
      <w:bookmarkStart w:id="441" w:name="_Toc207649059"/>
      <w:bookmarkStart w:id="442" w:name="_Toc207649508"/>
      <w:bookmarkStart w:id="443" w:name="_Toc207649869"/>
      <w:bookmarkStart w:id="444" w:name="_Toc207650269"/>
      <w:bookmarkStart w:id="445" w:name="_Toc208637917"/>
      <w:bookmarkStart w:id="446" w:name="_Toc421800725"/>
      <w:r w:rsidRPr="00BC0437">
        <w:rPr>
          <w:lang w:eastAsia="en-US"/>
        </w:rPr>
        <w:t>Croatia</w:t>
      </w:r>
      <w:bookmarkEnd w:id="439"/>
      <w:bookmarkEnd w:id="440"/>
      <w:bookmarkEnd w:id="441"/>
      <w:bookmarkEnd w:id="442"/>
      <w:bookmarkEnd w:id="443"/>
      <w:bookmarkEnd w:id="444"/>
      <w:bookmarkEnd w:id="445"/>
      <w:bookmarkEnd w:id="44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47" w:name="_Toc186015528"/>
            <w:bookmarkStart w:id="448" w:name="croatia"/>
            <w:r w:rsidRPr="00BC0437">
              <w:rPr>
                <w:rFonts w:eastAsia="Times New Roman"/>
                <w:b/>
                <w:szCs w:val="22"/>
                <w:lang w:eastAsia="en-US"/>
              </w:rPr>
              <w:t>Library Use</w:t>
            </w:r>
            <w:bookmarkEnd w:id="44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education and scientific institutions, preschool educational institutions, and social (charitable) institutions.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84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must be pursuing non-commercial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5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be made from the institution’s own copy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5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copy only.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medium.</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49" w:name="_Toc186015529"/>
            <w:r w:rsidRPr="00BC0437">
              <w:rPr>
                <w:rFonts w:eastAsia="Times New Roman"/>
                <w:b/>
                <w:szCs w:val="22"/>
                <w:lang w:eastAsia="en-US"/>
              </w:rPr>
              <w:t>Anti-Circumvention of Technological Protection Measures</w:t>
            </w:r>
            <w:bookmarkEnd w:id="44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Art. 175 </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circumvention of technological measures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175 (1)</w:t>
            </w: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rental, or possessing for commercial purposes circumvention devices is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175 (2)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technology that is designed to prevent or restrict acts which are not authorized by the rightsholder under the Copyright Act; this includes works controlled through application of an access control or protection process.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174 (4)</w:t>
            </w:r>
          </w:p>
        </w:tc>
      </w:tr>
      <w:tr w:rsidR="00BC0437" w:rsidRPr="00BC0437" w:rsidTr="00BC0437">
        <w:trPr>
          <w:trHeight w:val="138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the use of a work without the author’s authorization is permitted for personal or library use (and other specified uses), and where the use of the work or access to the work is prevented by technological measures, the rightsholder shall be obliged, by providing special measures or concluding contracts, to enable the users or their societies access to such works and the use thereof in accordance with the limitations prescribed by law.</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98 (1)</w:t>
            </w:r>
          </w:p>
        </w:tc>
      </w:tr>
      <w:tr w:rsidR="00BC0437" w:rsidRPr="00BC0437" w:rsidTr="00BC0437">
        <w:trPr>
          <w:trHeight w:val="1103"/>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provisions do not apply to works made available to the public on agreed contractual terms in such a way that members of the public may access them from a place and at a time individually chosen by them.</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98 (4)</w:t>
            </w:r>
          </w:p>
        </w:tc>
      </w:tr>
      <w:tr w:rsidR="00BC0437" w:rsidRPr="00BC0437" w:rsidTr="00BC0437">
        <w:trPr>
          <w:trHeight w:val="107"/>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shd w:val="clear" w:color="auto" w:fill="auto"/>
          </w:tcPr>
          <w:p w:rsidR="00BC0437" w:rsidRPr="00BC0437" w:rsidRDefault="00BC0437" w:rsidP="00BC0437">
            <w:pPr>
              <w:rPr>
                <w:rFonts w:eastAsia="Times New Roman"/>
                <w:szCs w:val="22"/>
                <w:lang w:eastAsia="en-US"/>
              </w:rPr>
            </w:pP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provisions do not apply to computer programs.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the rightsholder fails to allow the beneficiary access to or use of a work that the beneficiary should be able to access or use under the Law, the works shall be used by the application of measures provided by the Minister of the State Intellectual Property Office.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98 (2)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822"/>
        <w:gridCol w:w="1406"/>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450" w:name="_Toc186015530"/>
            <w:r w:rsidRPr="00BC0437">
              <w:rPr>
                <w:rFonts w:eastAsia="Times New Roman"/>
                <w:b/>
                <w:szCs w:val="22"/>
                <w:lang w:eastAsia="en-US"/>
              </w:rPr>
              <w:t>Miscellaneous</w:t>
            </w:r>
            <w:bookmarkEnd w:id="45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482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Uses under the statutory exceptions are permitted only if they do not conflict with the regular use of the work and do not unreasonably prejudice the legitimate interests of the author.</w:t>
            </w:r>
          </w:p>
        </w:tc>
        <w:tc>
          <w:tcPr>
            <w:tcW w:w="140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86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Use</w:t>
            </w:r>
          </w:p>
        </w:tc>
        <w:tc>
          <w:tcPr>
            <w:tcW w:w="482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natural person may reproduce a work for private use.  Certain works are excluded.  Authors have right to remuneration under Article 32.</w:t>
            </w:r>
          </w:p>
        </w:tc>
        <w:tc>
          <w:tcPr>
            <w:tcW w:w="140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82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482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copies of short works to create collections for teaching or scientific research.</w:t>
            </w:r>
          </w:p>
        </w:tc>
        <w:tc>
          <w:tcPr>
            <w:tcW w:w="140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85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482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non-commercial uses of works for the needs of persons with disabilities.</w:t>
            </w:r>
          </w:p>
        </w:tc>
        <w:tc>
          <w:tcPr>
            <w:tcW w:w="140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86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482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exclusive right of reproduction means making one or more copies of copyright works, in whole or in part, directly or indirectly, temporarily or permanently, by any means and in any form, including photocopying and other photographic procedures, sound or visual recording, building works of architecture, storing the work in electronic form, and fixing the work transmitted by computer onto a natural medium.</w:t>
            </w:r>
          </w:p>
        </w:tc>
        <w:tc>
          <w:tcPr>
            <w:tcW w:w="140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19(1)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Related Rights Act of Croatia, O.G. No. 167/2003 (30 October 2003) as amended through O.G. No. 127/2014 (6 November 2014), available at http://www.wipo.int/wipolex/en/text.jsp?file_id=357287.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25 April 2015</w:t>
            </w:r>
          </w:p>
        </w:tc>
      </w:tr>
      <w:bookmarkEnd w:id="448"/>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451" w:name="_Toc421800726"/>
      <w:r w:rsidRPr="00BC0437">
        <w:rPr>
          <w:lang w:eastAsia="en-US"/>
        </w:rPr>
        <w:t>Cuba</w:t>
      </w:r>
      <w:bookmarkEnd w:id="45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Exception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documentation center, scientific institution, or educational institution.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38; Art. 38(d)</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 that is public knowledge.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Either in the original language or in translation to Spanish (Article 39).</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Must provide the name of the author.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Done with nonprofit character.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by photographic or other analogous procedure.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620"/>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Quantity must be strictly limited to the needs of the specific activity.</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4"/>
        <w:gridCol w:w="5182"/>
        <w:gridCol w:w="1523"/>
      </w:tblGrid>
      <w:tr w:rsidR="00BC0437" w:rsidRPr="00BC0437" w:rsidTr="00BC0437">
        <w:tc>
          <w:tcPr>
            <w:tcW w:w="9219"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514"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Quotations</w:t>
            </w:r>
          </w:p>
        </w:tc>
        <w:tc>
          <w:tcPr>
            <w:tcW w:w="5182"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quotations or parts of worms in written, audio or visual form for the purposes of instruction, information, criticism, illustration, or explanation.</w:t>
            </w:r>
          </w:p>
        </w:tc>
        <w:tc>
          <w:tcPr>
            <w:tcW w:w="1523" w:type="dxa"/>
          </w:tcPr>
          <w:p w:rsidR="00BC0437" w:rsidRPr="00BC0437" w:rsidRDefault="00BC0437" w:rsidP="00BC0437">
            <w:pPr>
              <w:rPr>
                <w:rFonts w:eastAsia="Times New Roman"/>
                <w:szCs w:val="22"/>
                <w:lang w:eastAsia="en-US"/>
              </w:rPr>
            </w:pPr>
            <w:r w:rsidRPr="00BC0437">
              <w:rPr>
                <w:rFonts w:eastAsia="Times New Roman"/>
                <w:szCs w:val="22"/>
                <w:lang w:eastAsia="en-US"/>
              </w:rPr>
              <w:t>Art. 38(a)</w:t>
            </w:r>
          </w:p>
        </w:tc>
      </w:tr>
      <w:tr w:rsidR="00BC0437" w:rsidRPr="00BC0437" w:rsidTr="00BC0437">
        <w:tc>
          <w:tcPr>
            <w:tcW w:w="2514" w:type="dxa"/>
          </w:tcPr>
          <w:p w:rsidR="00BC0437" w:rsidRPr="00BC0437" w:rsidRDefault="00BC0437" w:rsidP="00BC0437">
            <w:pPr>
              <w:rPr>
                <w:rFonts w:eastAsia="Times New Roman"/>
                <w:szCs w:val="22"/>
                <w:lang w:eastAsia="en-US"/>
              </w:rPr>
            </w:pPr>
            <w:r w:rsidRPr="00BC0437">
              <w:rPr>
                <w:rFonts w:eastAsia="Times New Roman"/>
                <w:szCs w:val="22"/>
                <w:lang w:eastAsia="en-US"/>
              </w:rPr>
              <w:t>Teaching Purposes</w:t>
            </w:r>
          </w:p>
        </w:tc>
        <w:tc>
          <w:tcPr>
            <w:tcW w:w="5182"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use works for teaching purposes.</w:t>
            </w:r>
          </w:p>
        </w:tc>
        <w:tc>
          <w:tcPr>
            <w:tcW w:w="1523" w:type="dxa"/>
          </w:tcPr>
          <w:p w:rsidR="00BC0437" w:rsidRPr="00BC0437" w:rsidRDefault="00BC0437" w:rsidP="00BC0437">
            <w:pPr>
              <w:rPr>
                <w:rFonts w:eastAsia="Times New Roman"/>
                <w:szCs w:val="22"/>
                <w:lang w:eastAsia="en-US"/>
              </w:rPr>
            </w:pPr>
            <w:r w:rsidRPr="00BC0437">
              <w:rPr>
                <w:rFonts w:eastAsia="Times New Roman"/>
                <w:szCs w:val="22"/>
                <w:lang w:eastAsia="en-US"/>
              </w:rPr>
              <w:t>Art. 38(b)</w:t>
            </w:r>
          </w:p>
        </w:tc>
      </w:tr>
      <w:tr w:rsidR="00BC0437" w:rsidRPr="00BC0437" w:rsidTr="00BC0437">
        <w:tc>
          <w:tcPr>
            <w:tcW w:w="2514" w:type="dxa"/>
          </w:tcPr>
          <w:p w:rsidR="00BC0437" w:rsidRPr="00BC0437" w:rsidRDefault="00BC0437" w:rsidP="00BC0437">
            <w:pPr>
              <w:rPr>
                <w:rFonts w:eastAsia="Times New Roman"/>
                <w:szCs w:val="22"/>
                <w:lang w:eastAsia="en-US"/>
              </w:rPr>
            </w:pPr>
            <w:r w:rsidRPr="00BC0437">
              <w:rPr>
                <w:rFonts w:eastAsia="Times New Roman"/>
                <w:szCs w:val="22"/>
                <w:lang w:eastAsia="en-US"/>
              </w:rPr>
              <w:t>Performance</w:t>
            </w:r>
          </w:p>
        </w:tc>
        <w:tc>
          <w:tcPr>
            <w:tcW w:w="5182"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represent or perform a work, provided it is not for profit.</w:t>
            </w:r>
          </w:p>
        </w:tc>
        <w:tc>
          <w:tcPr>
            <w:tcW w:w="1523" w:type="dxa"/>
          </w:tcPr>
          <w:p w:rsidR="00BC0437" w:rsidRPr="00BC0437" w:rsidRDefault="00BC0437" w:rsidP="00BC0437">
            <w:pPr>
              <w:rPr>
                <w:rFonts w:eastAsia="Times New Roman"/>
                <w:szCs w:val="22"/>
                <w:lang w:eastAsia="en-US"/>
              </w:rPr>
            </w:pPr>
            <w:r w:rsidRPr="00BC0437">
              <w:rPr>
                <w:rFonts w:eastAsia="Times New Roman"/>
                <w:szCs w:val="22"/>
                <w:lang w:eastAsia="en-US"/>
              </w:rPr>
              <w:t>Art. 38(ch)</w:t>
            </w:r>
          </w:p>
        </w:tc>
      </w:tr>
      <w:tr w:rsidR="00BC0437" w:rsidRPr="00BC0437" w:rsidTr="00BC0437">
        <w:tc>
          <w:tcPr>
            <w:tcW w:w="2514" w:type="dxa"/>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182"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includes provisions implementing the Appendix to the Berne Convention, allowing reproductions, translations, and broadcasts of certain works under specified conditions for teaching, scholarship, or research.</w:t>
            </w:r>
          </w:p>
        </w:tc>
        <w:tc>
          <w:tcPr>
            <w:tcW w:w="1523" w:type="dxa"/>
          </w:tcPr>
          <w:p w:rsidR="00BC0437" w:rsidRPr="00BC0437" w:rsidRDefault="00BC0437" w:rsidP="00BC0437">
            <w:pPr>
              <w:rPr>
                <w:rFonts w:eastAsia="Times New Roman"/>
                <w:szCs w:val="22"/>
                <w:lang w:eastAsia="en-US"/>
              </w:rPr>
            </w:pPr>
            <w:r w:rsidRPr="00BC0437">
              <w:rPr>
                <w:rFonts w:eastAsia="Times New Roman"/>
                <w:szCs w:val="22"/>
                <w:lang w:eastAsia="en-US"/>
              </w:rPr>
              <w:t>Art. 37</w:t>
            </w:r>
          </w:p>
        </w:tc>
      </w:tr>
      <w:tr w:rsidR="00BC0437" w:rsidRPr="00BC0437" w:rsidTr="00BC0437">
        <w:tc>
          <w:tcPr>
            <w:tcW w:w="2514"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705"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Cuba, Law No. 14 (28 December 1977), as amended by Law No. 156 (28 September 1994), available at http://www.cenda.cult.cu/php/loader.php?cont=legis.php&amp;tipo=2.</w:t>
            </w:r>
          </w:p>
        </w:tc>
      </w:tr>
      <w:tr w:rsidR="00BC0437" w:rsidRPr="00BC0437" w:rsidTr="00BC0437">
        <w:tc>
          <w:tcPr>
            <w:tcW w:w="2514"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705"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24 April 2014; rev. 25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452" w:name="_Toc199663494"/>
      <w:bookmarkStart w:id="453" w:name="_Toc207648478"/>
      <w:bookmarkStart w:id="454" w:name="_Toc207649060"/>
      <w:bookmarkStart w:id="455" w:name="_Toc207649509"/>
      <w:bookmarkStart w:id="456" w:name="_Toc207649870"/>
      <w:bookmarkStart w:id="457" w:name="_Toc207650270"/>
      <w:bookmarkStart w:id="458" w:name="_Toc208637918"/>
      <w:bookmarkStart w:id="459" w:name="_Toc421800727"/>
      <w:r w:rsidRPr="00BC0437">
        <w:rPr>
          <w:lang w:eastAsia="en-US"/>
        </w:rPr>
        <w:t>Cyprus</w:t>
      </w:r>
      <w:bookmarkEnd w:id="452"/>
      <w:bookmarkEnd w:id="453"/>
      <w:bookmarkEnd w:id="454"/>
      <w:bookmarkEnd w:id="455"/>
      <w:bookmarkEnd w:id="456"/>
      <w:bookmarkEnd w:id="457"/>
      <w:bookmarkEnd w:id="458"/>
      <w:bookmarkEnd w:id="45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60" w:name="_Toc186015531"/>
            <w:bookmarkStart w:id="461" w:name="cyprus"/>
            <w:r w:rsidRPr="00BC0437">
              <w:rPr>
                <w:rFonts w:eastAsia="Times New Roman"/>
                <w:b/>
                <w:szCs w:val="22"/>
                <w:lang w:eastAsia="en-US"/>
              </w:rPr>
              <w:t>Library Use</w:t>
            </w:r>
            <w:bookmarkEnd w:id="46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collection and documentation centers, educational establishments, museums, and scientific institutions as may be prescribed.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7(1)(j)</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use in the public interest.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revenue may be derived from the use and no admission fee may be charged for communication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is not limited to reproduction but permits “any use.”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may be in any language of the country (Article 7(2)).</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62" w:name="_Toc186015532"/>
            <w:r w:rsidRPr="00BC0437">
              <w:rPr>
                <w:rFonts w:eastAsia="Times New Roman"/>
                <w:b/>
                <w:szCs w:val="22"/>
                <w:lang w:eastAsia="en-US"/>
              </w:rPr>
              <w:t>Anti-Circumvention of Technological Protection Measures</w:t>
            </w:r>
            <w:bookmarkEnd w:id="46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14B(1)</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 or possessing for commercial purposes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used to prevent or restrict acts that are not authorized by the right holder; it includes access control and protection processes.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w:t>
            </w:r>
          </w:p>
        </w:tc>
      </w:tr>
      <w:tr w:rsidR="00BC0437" w:rsidRPr="00BC0437" w:rsidTr="00BC0437">
        <w:trPr>
          <w:trHeight w:val="55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rights holders have an obligation to provide to the beneficiaries of specified exceptions (which include the library provision) the means in order to benefit from the exception.  (Note:  There is no means of enforcing this provision.)</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14B(3)</w:t>
            </w: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beneficiary must have lawful access to the work.</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463" w:name="_Toc186015533"/>
            <w:r w:rsidRPr="00BC0437">
              <w:rPr>
                <w:rFonts w:eastAsia="Times New Roman"/>
                <w:b/>
                <w:szCs w:val="22"/>
                <w:lang w:eastAsia="en-US"/>
              </w:rPr>
              <w:t>Miscellaneous</w:t>
            </w:r>
            <w:bookmarkEnd w:id="46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“by way of fair dealing” for research and private use.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7(1)(a)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25"/>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Cyprus, No. 59 (3 December 1976), as amended through No. 18(I) (1993), available at http://www.wipo.int/wipolex/en/text.jsp?file_id=126086.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20 December 2007; rev. 25 April 2015</w:t>
            </w:r>
          </w:p>
        </w:tc>
      </w:tr>
      <w:bookmarkEnd w:id="461"/>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1D0DFD">
      <w:pPr>
        <w:pStyle w:val="Heading2"/>
        <w:rPr>
          <w:lang w:eastAsia="en-US"/>
        </w:rPr>
      </w:pPr>
      <w:r w:rsidRPr="00BC0437">
        <w:rPr>
          <w:lang w:eastAsia="en-US"/>
        </w:rPr>
        <w:br w:type="page"/>
      </w:r>
      <w:bookmarkStart w:id="464" w:name="_Toc199663495"/>
      <w:bookmarkStart w:id="465" w:name="_Toc207648479"/>
      <w:bookmarkStart w:id="466" w:name="_Toc207649061"/>
      <w:bookmarkStart w:id="467" w:name="_Toc207649510"/>
      <w:bookmarkStart w:id="468" w:name="_Toc207649871"/>
      <w:bookmarkStart w:id="469" w:name="_Toc207650271"/>
      <w:bookmarkStart w:id="470" w:name="_Toc208637919"/>
      <w:bookmarkStart w:id="471" w:name="_Toc421800728"/>
      <w:r w:rsidRPr="00BC0437">
        <w:rPr>
          <w:lang w:eastAsia="en-US"/>
        </w:rPr>
        <w:t>Czech Republic</w:t>
      </w:r>
      <w:bookmarkEnd w:id="464"/>
      <w:bookmarkEnd w:id="465"/>
      <w:bookmarkEnd w:id="466"/>
      <w:bookmarkEnd w:id="467"/>
      <w:bookmarkEnd w:id="468"/>
      <w:bookmarkEnd w:id="469"/>
      <w:bookmarkEnd w:id="470"/>
      <w:bookmarkEnd w:id="471"/>
    </w:p>
    <w:p w:rsidR="00BC0437" w:rsidRPr="00BC0437" w:rsidRDefault="00BC0437" w:rsidP="00BC0437">
      <w:pPr>
        <w:rPr>
          <w:rFonts w:eastAsia="Times New Roman"/>
          <w:szCs w:val="22"/>
          <w:lang w:eastAsia="en-US"/>
        </w:rPr>
      </w:pPr>
    </w:p>
    <w:p w:rsidR="006B0484" w:rsidRPr="006B0484" w:rsidRDefault="006B0484" w:rsidP="006B0484">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6B0484" w:rsidRPr="006B0484" w:rsidTr="004D09CD">
        <w:tc>
          <w:tcPr>
            <w:tcW w:w="8856" w:type="dxa"/>
            <w:gridSpan w:val="4"/>
          </w:tcPr>
          <w:p w:rsidR="006B0484" w:rsidRPr="006B0484" w:rsidRDefault="006B0484" w:rsidP="006B0484">
            <w:pPr>
              <w:rPr>
                <w:rFonts w:eastAsia="Times New Roman"/>
                <w:b/>
                <w:sz w:val="24"/>
                <w:szCs w:val="22"/>
                <w:lang w:eastAsia="en-US"/>
              </w:rPr>
            </w:pPr>
            <w:bookmarkStart w:id="472" w:name="_Toc186015534"/>
            <w:bookmarkStart w:id="473" w:name="Czech"/>
            <w:r w:rsidRPr="006B0484">
              <w:rPr>
                <w:rFonts w:eastAsia="Times New Roman"/>
                <w:b/>
                <w:szCs w:val="22"/>
                <w:lang w:eastAsia="en-US"/>
              </w:rPr>
              <w:t>Preservation</w:t>
            </w:r>
            <w:bookmarkEnd w:id="472"/>
          </w:p>
        </w:tc>
      </w:tr>
      <w:tr w:rsidR="006B0484" w:rsidRPr="006B0484" w:rsidTr="004D09CD">
        <w:trPr>
          <w:trHeight w:val="135"/>
        </w:trPr>
        <w:tc>
          <w:tcPr>
            <w:tcW w:w="2628"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Who can copy?</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Libraries, archives, museums, galleries, schools, universities and other nonprofit school-related and educational establishments.</w:t>
            </w:r>
          </w:p>
        </w:tc>
        <w:tc>
          <w:tcPr>
            <w:tcW w:w="1030"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Art. 37(1)(a)</w:t>
            </w:r>
          </w:p>
        </w:tc>
      </w:tr>
      <w:tr w:rsidR="006B0484" w:rsidRPr="006B0484" w:rsidTr="004D09CD">
        <w:trPr>
          <w:trHeight w:val="135"/>
        </w:trPr>
        <w:tc>
          <w:tcPr>
            <w:tcW w:w="0" w:type="auto"/>
            <w:vMerge/>
            <w:vAlign w:val="center"/>
          </w:tcPr>
          <w:p w:rsidR="006B0484" w:rsidRPr="006B0484" w:rsidRDefault="006B0484" w:rsidP="006B0484">
            <w:pPr>
              <w:rPr>
                <w:rFonts w:eastAsia="Times New Roman"/>
                <w:sz w:val="24"/>
                <w:szCs w:val="22"/>
                <w:lang w:eastAsia="en-US"/>
              </w:rPr>
            </w:pPr>
          </w:p>
        </w:tc>
        <w:tc>
          <w:tcPr>
            <w:tcW w:w="144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Conditions:</w:t>
            </w:r>
          </w:p>
        </w:tc>
        <w:tc>
          <w:tcPr>
            <w:tcW w:w="375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None.</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35"/>
        </w:trPr>
        <w:tc>
          <w:tcPr>
            <w:tcW w:w="2628"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What can be copied?</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Works, phonograms, audiovisual fixations.</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35"/>
        </w:trPr>
        <w:tc>
          <w:tcPr>
            <w:tcW w:w="0" w:type="auto"/>
            <w:vMerge/>
            <w:vAlign w:val="center"/>
          </w:tcPr>
          <w:p w:rsidR="006B0484" w:rsidRPr="006B0484" w:rsidRDefault="006B0484" w:rsidP="006B0484">
            <w:pPr>
              <w:rPr>
                <w:rFonts w:eastAsia="Times New Roman"/>
                <w:sz w:val="24"/>
                <w:szCs w:val="22"/>
                <w:lang w:eastAsia="en-US"/>
              </w:rPr>
            </w:pPr>
          </w:p>
        </w:tc>
        <w:tc>
          <w:tcPr>
            <w:tcW w:w="144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Conditions:</w:t>
            </w:r>
          </w:p>
        </w:tc>
        <w:tc>
          <w:tcPr>
            <w:tcW w:w="375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None.</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35"/>
        </w:trPr>
        <w:tc>
          <w:tcPr>
            <w:tcW w:w="2628"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Purpose of the copy?</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Archival and conservation purposes.</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368"/>
        </w:trPr>
        <w:tc>
          <w:tcPr>
            <w:tcW w:w="0" w:type="auto"/>
            <w:vMerge/>
            <w:vAlign w:val="center"/>
          </w:tcPr>
          <w:p w:rsidR="006B0484" w:rsidRPr="006B0484" w:rsidRDefault="006B0484" w:rsidP="006B0484">
            <w:pPr>
              <w:rPr>
                <w:rFonts w:eastAsia="Times New Roman"/>
                <w:sz w:val="24"/>
                <w:szCs w:val="22"/>
                <w:lang w:eastAsia="en-US"/>
              </w:rPr>
            </w:pPr>
          </w:p>
        </w:tc>
        <w:tc>
          <w:tcPr>
            <w:tcW w:w="144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Conditions:</w:t>
            </w:r>
          </w:p>
        </w:tc>
        <w:tc>
          <w:tcPr>
            <w:tcW w:w="375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The reproduction does not serve any direct or indirect economic or commercial purpose.</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35"/>
        </w:trPr>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Medium of the copy?</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Any.  See definition of “reproduction” below.</w:t>
            </w:r>
          </w:p>
        </w:tc>
        <w:tc>
          <w:tcPr>
            <w:tcW w:w="0" w:type="auto"/>
            <w:vMerge/>
            <w:vAlign w:val="center"/>
          </w:tcPr>
          <w:p w:rsidR="006B0484" w:rsidRPr="006B0484" w:rsidRDefault="006B0484" w:rsidP="006B0484">
            <w:pPr>
              <w:rPr>
                <w:rFonts w:eastAsia="Times New Roman"/>
                <w:sz w:val="24"/>
                <w:szCs w:val="22"/>
                <w:lang w:eastAsia="en-US"/>
              </w:rPr>
            </w:pPr>
          </w:p>
        </w:tc>
      </w:tr>
    </w:tbl>
    <w:p w:rsidR="006B0484" w:rsidRPr="006B0484" w:rsidRDefault="006B0484" w:rsidP="006B0484">
      <w:pPr>
        <w:rPr>
          <w:rFonts w:eastAsia="Times New Roman"/>
          <w:szCs w:val="22"/>
          <w:lang w:eastAsia="en-US"/>
        </w:rPr>
      </w:pPr>
    </w:p>
    <w:p w:rsidR="006B0484" w:rsidRPr="006B0484" w:rsidRDefault="006B0484" w:rsidP="006B0484">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6B0484" w:rsidRPr="006B0484" w:rsidTr="004D09CD">
        <w:tc>
          <w:tcPr>
            <w:tcW w:w="8856" w:type="dxa"/>
            <w:gridSpan w:val="4"/>
          </w:tcPr>
          <w:p w:rsidR="006B0484" w:rsidRPr="006B0484" w:rsidRDefault="006B0484" w:rsidP="006B0484">
            <w:pPr>
              <w:rPr>
                <w:rFonts w:eastAsia="Times New Roman"/>
                <w:b/>
                <w:sz w:val="24"/>
                <w:szCs w:val="22"/>
                <w:lang w:eastAsia="en-US"/>
              </w:rPr>
            </w:pPr>
            <w:r w:rsidRPr="006B0484">
              <w:rPr>
                <w:rFonts w:eastAsia="Times New Roman"/>
                <w:b/>
                <w:szCs w:val="22"/>
                <w:lang w:eastAsia="en-US"/>
              </w:rPr>
              <w:t>Replacement</w:t>
            </w:r>
          </w:p>
        </w:tc>
      </w:tr>
      <w:tr w:rsidR="006B0484" w:rsidRPr="006B0484" w:rsidTr="004D09CD">
        <w:trPr>
          <w:trHeight w:val="135"/>
        </w:trPr>
        <w:tc>
          <w:tcPr>
            <w:tcW w:w="2628"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Who can copy?</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Libraries, archives, museums, galleries, schools, universities and other nonprofit school-related and educational establishments.</w:t>
            </w:r>
          </w:p>
        </w:tc>
        <w:tc>
          <w:tcPr>
            <w:tcW w:w="1030"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Art. 37(1)(b)</w:t>
            </w:r>
          </w:p>
        </w:tc>
      </w:tr>
      <w:tr w:rsidR="006B0484" w:rsidRPr="006B0484" w:rsidTr="004D09CD">
        <w:trPr>
          <w:trHeight w:val="135"/>
        </w:trPr>
        <w:tc>
          <w:tcPr>
            <w:tcW w:w="0" w:type="auto"/>
            <w:vMerge/>
            <w:vAlign w:val="center"/>
          </w:tcPr>
          <w:p w:rsidR="006B0484" w:rsidRPr="006B0484" w:rsidRDefault="006B0484" w:rsidP="006B0484">
            <w:pPr>
              <w:rPr>
                <w:rFonts w:eastAsia="Times New Roman"/>
                <w:sz w:val="24"/>
                <w:szCs w:val="22"/>
                <w:lang w:eastAsia="en-US"/>
              </w:rPr>
            </w:pPr>
          </w:p>
        </w:tc>
        <w:tc>
          <w:tcPr>
            <w:tcW w:w="144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Conditions:</w:t>
            </w:r>
          </w:p>
        </w:tc>
        <w:tc>
          <w:tcPr>
            <w:tcW w:w="375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None.</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35"/>
        </w:trPr>
        <w:tc>
          <w:tcPr>
            <w:tcW w:w="2628"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What can be copied?</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Works, phonograms, audiovisual fixations.</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74"/>
        </w:trPr>
        <w:tc>
          <w:tcPr>
            <w:tcW w:w="0" w:type="auto"/>
            <w:vMerge/>
            <w:vAlign w:val="center"/>
          </w:tcPr>
          <w:p w:rsidR="006B0484" w:rsidRPr="006B0484" w:rsidRDefault="006B0484" w:rsidP="006B0484">
            <w:pPr>
              <w:rPr>
                <w:rFonts w:eastAsia="Times New Roman"/>
                <w:sz w:val="24"/>
                <w:szCs w:val="22"/>
                <w:lang w:eastAsia="en-US"/>
              </w:rPr>
            </w:pPr>
          </w:p>
        </w:tc>
        <w:tc>
          <w:tcPr>
            <w:tcW w:w="1440"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Conditions:</w:t>
            </w:r>
          </w:p>
        </w:tc>
        <w:tc>
          <w:tcPr>
            <w:tcW w:w="375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The institution’s copy has been damaged or lost.</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74"/>
        </w:trPr>
        <w:tc>
          <w:tcPr>
            <w:tcW w:w="0" w:type="auto"/>
            <w:vMerge/>
            <w:vAlign w:val="center"/>
          </w:tcPr>
          <w:p w:rsidR="006B0484" w:rsidRPr="006B0484" w:rsidRDefault="006B0484" w:rsidP="006B0484">
            <w:pPr>
              <w:rPr>
                <w:rFonts w:eastAsia="Times New Roman"/>
                <w:sz w:val="24"/>
                <w:szCs w:val="22"/>
                <w:lang w:eastAsia="en-US"/>
              </w:rPr>
            </w:pPr>
          </w:p>
        </w:tc>
        <w:tc>
          <w:tcPr>
            <w:tcW w:w="0" w:type="auto"/>
            <w:vMerge/>
            <w:vAlign w:val="center"/>
          </w:tcPr>
          <w:p w:rsidR="006B0484" w:rsidRPr="006B0484" w:rsidRDefault="006B0484" w:rsidP="006B0484">
            <w:pPr>
              <w:rPr>
                <w:rFonts w:eastAsia="Times New Roman"/>
                <w:sz w:val="24"/>
                <w:szCs w:val="22"/>
                <w:lang w:eastAsia="en-US"/>
              </w:rPr>
            </w:pPr>
          </w:p>
        </w:tc>
        <w:tc>
          <w:tcPr>
            <w:tcW w:w="375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It is possible to verify by reasonable effort that the work is not being offered for sale.  This condition does not apply if only a minor part of the work is damaged and being replaced.</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35"/>
        </w:trPr>
        <w:tc>
          <w:tcPr>
            <w:tcW w:w="2628"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Purpose of the copy?</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Replacement purposes.</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368"/>
        </w:trPr>
        <w:tc>
          <w:tcPr>
            <w:tcW w:w="0" w:type="auto"/>
            <w:vMerge/>
            <w:vAlign w:val="center"/>
          </w:tcPr>
          <w:p w:rsidR="006B0484" w:rsidRPr="006B0484" w:rsidRDefault="006B0484" w:rsidP="006B0484">
            <w:pPr>
              <w:rPr>
                <w:rFonts w:eastAsia="Times New Roman"/>
                <w:sz w:val="24"/>
                <w:szCs w:val="22"/>
                <w:lang w:eastAsia="en-US"/>
              </w:rPr>
            </w:pPr>
          </w:p>
        </w:tc>
        <w:tc>
          <w:tcPr>
            <w:tcW w:w="144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Conditions:</w:t>
            </w:r>
          </w:p>
        </w:tc>
        <w:tc>
          <w:tcPr>
            <w:tcW w:w="375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None.</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35"/>
        </w:trPr>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Medium of the copy?</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Any.  See definition of “reproduction” below.</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863"/>
        </w:trPr>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Other provisions?</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The institution may also lend the copy made under this provision, subject to added conditions in Article 37(2).</w:t>
            </w:r>
          </w:p>
        </w:tc>
        <w:tc>
          <w:tcPr>
            <w:tcW w:w="0" w:type="auto"/>
            <w:vMerge/>
            <w:vAlign w:val="center"/>
          </w:tcPr>
          <w:p w:rsidR="006B0484" w:rsidRPr="006B0484" w:rsidRDefault="006B0484" w:rsidP="006B0484">
            <w:pPr>
              <w:rPr>
                <w:rFonts w:eastAsia="Times New Roman"/>
                <w:sz w:val="24"/>
                <w:szCs w:val="22"/>
                <w:lang w:eastAsia="en-US"/>
              </w:rPr>
            </w:pPr>
          </w:p>
        </w:tc>
      </w:tr>
    </w:tbl>
    <w:p w:rsidR="006B0484" w:rsidRPr="006B0484" w:rsidRDefault="006B0484" w:rsidP="006B0484">
      <w:pPr>
        <w:rPr>
          <w:rFonts w:eastAsia="Times New Roman"/>
          <w:szCs w:val="22"/>
          <w:lang w:eastAsia="en-US"/>
        </w:rPr>
      </w:pPr>
    </w:p>
    <w:p w:rsidR="006B0484" w:rsidRPr="006B0484" w:rsidRDefault="006B0484" w:rsidP="006B0484">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6B0484" w:rsidRPr="006B0484" w:rsidTr="004D09CD">
        <w:tc>
          <w:tcPr>
            <w:tcW w:w="8856" w:type="dxa"/>
            <w:gridSpan w:val="4"/>
          </w:tcPr>
          <w:p w:rsidR="006B0484" w:rsidRPr="006B0484" w:rsidRDefault="006B0484" w:rsidP="006B0484">
            <w:pPr>
              <w:rPr>
                <w:rFonts w:eastAsia="Times New Roman"/>
                <w:b/>
                <w:sz w:val="24"/>
                <w:szCs w:val="22"/>
                <w:lang w:eastAsia="en-US"/>
              </w:rPr>
            </w:pPr>
            <w:r w:rsidRPr="006B0484">
              <w:rPr>
                <w:rFonts w:eastAsia="Times New Roman"/>
                <w:b/>
                <w:szCs w:val="22"/>
                <w:lang w:eastAsia="en-US"/>
              </w:rPr>
              <w:t>Research or Study (Making Available)</w:t>
            </w:r>
          </w:p>
        </w:tc>
      </w:tr>
      <w:tr w:rsidR="006B0484" w:rsidRPr="006B0484" w:rsidTr="004D09CD">
        <w:trPr>
          <w:trHeight w:val="135"/>
        </w:trPr>
        <w:tc>
          <w:tcPr>
            <w:tcW w:w="2628"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Who can communicate?</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Libraries, archives, museums, galleries, schools, universities and other nonprofit school-related and educational establishments.</w:t>
            </w:r>
          </w:p>
        </w:tc>
        <w:tc>
          <w:tcPr>
            <w:tcW w:w="1030"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Art. 37(1)(c)</w:t>
            </w:r>
          </w:p>
        </w:tc>
      </w:tr>
      <w:tr w:rsidR="006B0484" w:rsidRPr="006B0484" w:rsidTr="004D09CD">
        <w:trPr>
          <w:trHeight w:val="135"/>
        </w:trPr>
        <w:tc>
          <w:tcPr>
            <w:tcW w:w="0" w:type="auto"/>
            <w:vMerge/>
            <w:vAlign w:val="center"/>
          </w:tcPr>
          <w:p w:rsidR="006B0484" w:rsidRPr="006B0484" w:rsidRDefault="006B0484" w:rsidP="006B0484">
            <w:pPr>
              <w:rPr>
                <w:rFonts w:eastAsia="Times New Roman"/>
                <w:sz w:val="24"/>
                <w:szCs w:val="22"/>
                <w:lang w:eastAsia="en-US"/>
              </w:rPr>
            </w:pPr>
          </w:p>
        </w:tc>
        <w:tc>
          <w:tcPr>
            <w:tcW w:w="144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Conditions:</w:t>
            </w:r>
          </w:p>
        </w:tc>
        <w:tc>
          <w:tcPr>
            <w:tcW w:w="375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None.</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35"/>
        </w:trPr>
        <w:tc>
          <w:tcPr>
            <w:tcW w:w="2628"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What can be communicated?</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Works that constitute a part of the the collection of the institution.</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72"/>
        </w:trPr>
        <w:tc>
          <w:tcPr>
            <w:tcW w:w="0" w:type="auto"/>
            <w:vMerge/>
            <w:vAlign w:val="center"/>
          </w:tcPr>
          <w:p w:rsidR="006B0484" w:rsidRPr="006B0484" w:rsidRDefault="006B0484" w:rsidP="006B0484">
            <w:pPr>
              <w:rPr>
                <w:rFonts w:eastAsia="Times New Roman"/>
                <w:sz w:val="24"/>
                <w:szCs w:val="22"/>
                <w:lang w:eastAsia="en-US"/>
              </w:rPr>
            </w:pPr>
          </w:p>
        </w:tc>
        <w:tc>
          <w:tcPr>
            <w:tcW w:w="144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Conditions:</w:t>
            </w:r>
          </w:p>
        </w:tc>
        <w:tc>
          <w:tcPr>
            <w:tcW w:w="375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The work must not be subject to purchase or license terms.</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35"/>
        </w:trPr>
        <w:tc>
          <w:tcPr>
            <w:tcW w:w="2628"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Purpose of the communication?</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For research or private study for individual members of the public.</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35"/>
        </w:trPr>
        <w:tc>
          <w:tcPr>
            <w:tcW w:w="0" w:type="auto"/>
            <w:vMerge/>
            <w:vAlign w:val="center"/>
          </w:tcPr>
          <w:p w:rsidR="006B0484" w:rsidRPr="006B0484" w:rsidRDefault="006B0484" w:rsidP="006B0484">
            <w:pPr>
              <w:rPr>
                <w:rFonts w:eastAsia="Times New Roman"/>
                <w:sz w:val="24"/>
                <w:szCs w:val="22"/>
                <w:lang w:eastAsia="en-US"/>
              </w:rPr>
            </w:pPr>
          </w:p>
        </w:tc>
        <w:tc>
          <w:tcPr>
            <w:tcW w:w="144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Conditions:</w:t>
            </w:r>
          </w:p>
        </w:tc>
        <w:tc>
          <w:tcPr>
            <w:tcW w:w="375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None.</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35"/>
        </w:trPr>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Medium?</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Via dedicated terminals on the premises of the institution.</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259"/>
        </w:trPr>
        <w:tc>
          <w:tcPr>
            <w:tcW w:w="2628"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Other Provisions?</w:t>
            </w: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The statute explicitly permits the institution to make a reproduction necessary for such availability.</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259"/>
        </w:trPr>
        <w:tc>
          <w:tcPr>
            <w:tcW w:w="0" w:type="auto"/>
            <w:vMerge/>
            <w:vAlign w:val="center"/>
          </w:tcPr>
          <w:p w:rsidR="006B0484" w:rsidRPr="006B0484" w:rsidRDefault="006B0484" w:rsidP="006B0484">
            <w:pPr>
              <w:rPr>
                <w:rFonts w:eastAsia="Times New Roman"/>
                <w:sz w:val="24"/>
                <w:szCs w:val="22"/>
                <w:lang w:eastAsia="en-US"/>
              </w:rPr>
            </w:pPr>
          </w:p>
        </w:tc>
        <w:tc>
          <w:tcPr>
            <w:tcW w:w="519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The statute explicitly provides that the public must be prevented from making copies of the works.</w:t>
            </w:r>
          </w:p>
        </w:tc>
        <w:tc>
          <w:tcPr>
            <w:tcW w:w="0" w:type="auto"/>
            <w:vMerge/>
            <w:vAlign w:val="center"/>
          </w:tcPr>
          <w:p w:rsidR="006B0484" w:rsidRPr="006B0484" w:rsidRDefault="006B0484" w:rsidP="006B0484">
            <w:pPr>
              <w:rPr>
                <w:rFonts w:eastAsia="Times New Roman"/>
                <w:sz w:val="24"/>
                <w:szCs w:val="22"/>
                <w:lang w:eastAsia="en-US"/>
              </w:rPr>
            </w:pPr>
          </w:p>
        </w:tc>
      </w:tr>
    </w:tbl>
    <w:p w:rsidR="006B0484" w:rsidRPr="006B0484" w:rsidRDefault="006B0484" w:rsidP="006B0484">
      <w:pPr>
        <w:rPr>
          <w:rFonts w:eastAsia="Times New Roman"/>
          <w:szCs w:val="22"/>
          <w:lang w:eastAsia="en-US"/>
        </w:rPr>
      </w:pPr>
    </w:p>
    <w:p w:rsidR="006B0484" w:rsidRPr="006B0484" w:rsidRDefault="006B0484" w:rsidP="006B0484">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1"/>
        <w:gridCol w:w="1800"/>
        <w:gridCol w:w="3379"/>
        <w:gridCol w:w="1056"/>
      </w:tblGrid>
      <w:tr w:rsidR="006B0484" w:rsidRPr="006B0484" w:rsidTr="004D09CD">
        <w:tc>
          <w:tcPr>
            <w:tcW w:w="8856" w:type="dxa"/>
            <w:gridSpan w:val="4"/>
          </w:tcPr>
          <w:p w:rsidR="006B0484" w:rsidRPr="006B0484" w:rsidRDefault="006B0484" w:rsidP="006B0484">
            <w:pPr>
              <w:rPr>
                <w:rFonts w:eastAsia="Times New Roman"/>
                <w:b/>
                <w:sz w:val="24"/>
                <w:szCs w:val="22"/>
                <w:lang w:eastAsia="en-US"/>
              </w:rPr>
            </w:pPr>
            <w:bookmarkStart w:id="474" w:name="_Toc186015535"/>
            <w:r w:rsidRPr="006B0484">
              <w:rPr>
                <w:rFonts w:eastAsia="Times New Roman"/>
                <w:b/>
                <w:szCs w:val="22"/>
                <w:lang w:eastAsia="en-US"/>
              </w:rPr>
              <w:t>Anti-Circumvention of Technological Protection Measures</w:t>
            </w:r>
            <w:bookmarkEnd w:id="474"/>
          </w:p>
        </w:tc>
      </w:tr>
      <w:tr w:rsidR="006B0484" w:rsidRPr="006B0484" w:rsidTr="004D09CD">
        <w:tc>
          <w:tcPr>
            <w:tcW w:w="2621"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Circumvention provisions?</w:t>
            </w:r>
          </w:p>
        </w:tc>
        <w:tc>
          <w:tcPr>
            <w:tcW w:w="5179"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Yes.</w:t>
            </w:r>
          </w:p>
        </w:tc>
        <w:tc>
          <w:tcPr>
            <w:tcW w:w="1056"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Art. 43</w:t>
            </w:r>
          </w:p>
        </w:tc>
      </w:tr>
      <w:tr w:rsidR="006B0484" w:rsidRPr="006B0484" w:rsidTr="004D09CD">
        <w:trPr>
          <w:trHeight w:val="111"/>
        </w:trPr>
        <w:tc>
          <w:tcPr>
            <w:tcW w:w="2621"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Prohibited Acts?</w:t>
            </w:r>
          </w:p>
        </w:tc>
        <w:tc>
          <w:tcPr>
            <w:tcW w:w="180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The Act of Circumvention?</w:t>
            </w:r>
          </w:p>
        </w:tc>
        <w:tc>
          <w:tcPr>
            <w:tcW w:w="3379"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 xml:space="preserve">Circumventing </w:t>
            </w:r>
            <w:r w:rsidRPr="006B0484">
              <w:rPr>
                <w:rFonts w:eastAsia="Times New Roman"/>
                <w:szCs w:val="22"/>
                <w:lang w:val="en-GB" w:eastAsia="en-US"/>
              </w:rPr>
              <w:t>effective technical measures</w:t>
            </w:r>
            <w:r w:rsidRPr="006B0484">
              <w:rPr>
                <w:rFonts w:eastAsia="Times New Roman"/>
                <w:szCs w:val="22"/>
                <w:lang w:eastAsia="en-US"/>
              </w:rPr>
              <w:t xml:space="preserve"> is prohibited.</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11"/>
        </w:trPr>
        <w:tc>
          <w:tcPr>
            <w:tcW w:w="0" w:type="auto"/>
            <w:vMerge/>
            <w:vAlign w:val="center"/>
          </w:tcPr>
          <w:p w:rsidR="006B0484" w:rsidRPr="006B0484" w:rsidRDefault="006B0484" w:rsidP="006B0484">
            <w:pPr>
              <w:rPr>
                <w:rFonts w:eastAsia="Times New Roman"/>
                <w:sz w:val="24"/>
                <w:szCs w:val="22"/>
                <w:lang w:eastAsia="en-US"/>
              </w:rPr>
            </w:pPr>
          </w:p>
        </w:tc>
        <w:tc>
          <w:tcPr>
            <w:tcW w:w="180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Dealing in Devices?</w:t>
            </w:r>
          </w:p>
        </w:tc>
        <w:tc>
          <w:tcPr>
            <w:tcW w:w="3379"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M</w:t>
            </w:r>
            <w:r w:rsidRPr="006B0484">
              <w:rPr>
                <w:rFonts w:eastAsia="Times New Roman"/>
                <w:szCs w:val="22"/>
                <w:lang w:val="en-GB" w:eastAsia="en-US"/>
              </w:rPr>
              <w:t>anufacturing, importing, receiving, distributing, selling, renting, advertising for sale or rental, or possession for commercial purposes of any circumvention devices, products or components</w:t>
            </w:r>
            <w:r w:rsidRPr="006B0484" w:rsidDel="00745D9C">
              <w:rPr>
                <w:rFonts w:eastAsia="Times New Roman"/>
                <w:szCs w:val="22"/>
                <w:lang w:eastAsia="en-US"/>
              </w:rPr>
              <w:t xml:space="preserve"> </w:t>
            </w:r>
            <w:r w:rsidRPr="006B0484">
              <w:rPr>
                <w:rFonts w:eastAsia="Times New Roman"/>
                <w:szCs w:val="22"/>
                <w:lang w:eastAsia="en-US"/>
              </w:rPr>
              <w:t>is prohibited.</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35"/>
        </w:trPr>
        <w:tc>
          <w:tcPr>
            <w:tcW w:w="0" w:type="auto"/>
            <w:vMerge/>
            <w:vAlign w:val="center"/>
          </w:tcPr>
          <w:p w:rsidR="006B0484" w:rsidRPr="006B0484" w:rsidRDefault="006B0484" w:rsidP="006B0484">
            <w:pPr>
              <w:rPr>
                <w:rFonts w:eastAsia="Times New Roman"/>
                <w:sz w:val="24"/>
                <w:szCs w:val="22"/>
                <w:lang w:eastAsia="en-US"/>
              </w:rPr>
            </w:pPr>
          </w:p>
        </w:tc>
        <w:tc>
          <w:tcPr>
            <w:tcW w:w="180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Providing Services?</w:t>
            </w:r>
          </w:p>
        </w:tc>
        <w:tc>
          <w:tcPr>
            <w:tcW w:w="3379"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Providing circumvention services is prohibited.</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c>
          <w:tcPr>
            <w:tcW w:w="2621"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Access Control or Owner’s Rights Control?</w:t>
            </w:r>
          </w:p>
        </w:tc>
        <w:tc>
          <w:tcPr>
            <w:tcW w:w="5179"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Both. The provisions relate to technical means used for the protection of rights; it includes access control or protection processes.</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c>
          <w:tcPr>
            <w:tcW w:w="2621"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Exemptions that could be used by libraries?</w:t>
            </w:r>
          </w:p>
        </w:tc>
        <w:tc>
          <w:tcPr>
            <w:tcW w:w="5179"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This prohibition is without prejudice to the provisions of specific exceptions, including Article 37(1)(a) &amp; (b), and an author who uses technological protection shall make the works available to the extent necessary to fulfill the use in the exceptions.</w:t>
            </w:r>
          </w:p>
        </w:tc>
        <w:tc>
          <w:tcPr>
            <w:tcW w:w="0" w:type="auto"/>
            <w:vMerge/>
            <w:vAlign w:val="center"/>
          </w:tcPr>
          <w:p w:rsidR="006B0484" w:rsidRPr="006B0484" w:rsidRDefault="006B0484" w:rsidP="006B0484">
            <w:pPr>
              <w:rPr>
                <w:rFonts w:eastAsia="Times New Roman"/>
                <w:sz w:val="24"/>
                <w:szCs w:val="22"/>
                <w:lang w:eastAsia="en-US"/>
              </w:rPr>
            </w:pPr>
          </w:p>
        </w:tc>
      </w:tr>
    </w:tbl>
    <w:p w:rsidR="006B0484" w:rsidRPr="006B0484" w:rsidRDefault="006B0484" w:rsidP="006B0484">
      <w:pPr>
        <w:rPr>
          <w:rFonts w:eastAsia="Times New Roman"/>
          <w:szCs w:val="22"/>
          <w:lang w:eastAsia="en-US"/>
        </w:rPr>
      </w:pPr>
    </w:p>
    <w:p w:rsidR="006B0484" w:rsidRPr="006B0484" w:rsidRDefault="006B0484" w:rsidP="006B0484">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130"/>
        <w:gridCol w:w="1098"/>
      </w:tblGrid>
      <w:tr w:rsidR="006B0484" w:rsidRPr="006B0484" w:rsidTr="004D09CD">
        <w:tc>
          <w:tcPr>
            <w:tcW w:w="8856" w:type="dxa"/>
            <w:gridSpan w:val="3"/>
          </w:tcPr>
          <w:p w:rsidR="006B0484" w:rsidRPr="006B0484" w:rsidRDefault="006B0484" w:rsidP="006B0484">
            <w:pPr>
              <w:rPr>
                <w:rFonts w:eastAsia="Times New Roman"/>
                <w:b/>
                <w:sz w:val="24"/>
                <w:szCs w:val="22"/>
                <w:lang w:eastAsia="en-US"/>
              </w:rPr>
            </w:pPr>
            <w:bookmarkStart w:id="475" w:name="_Toc186015536"/>
            <w:r w:rsidRPr="006B0484">
              <w:rPr>
                <w:rFonts w:eastAsia="Times New Roman"/>
                <w:b/>
                <w:szCs w:val="22"/>
                <w:lang w:eastAsia="en-US"/>
              </w:rPr>
              <w:t>Miscellaneous</w:t>
            </w:r>
            <w:bookmarkEnd w:id="475"/>
          </w:p>
        </w:tc>
      </w:tr>
      <w:tr w:rsidR="006B0484" w:rsidRPr="006B0484" w:rsidTr="004D09CD">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Defined Term</w:t>
            </w:r>
          </w:p>
        </w:tc>
        <w:tc>
          <w:tcPr>
            <w:tcW w:w="513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“Reproduction” is defined as the making of permanent or temporary, direct or indirect reproduction of the work, by any means and in any form.</w:t>
            </w:r>
          </w:p>
        </w:tc>
        <w:tc>
          <w:tcPr>
            <w:tcW w:w="109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Art. 13</w:t>
            </w:r>
          </w:p>
        </w:tc>
      </w:tr>
      <w:tr w:rsidR="006B0484" w:rsidRPr="006B0484" w:rsidTr="004D09CD">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Limit on Exceptions</w:t>
            </w:r>
          </w:p>
        </w:tc>
        <w:tc>
          <w:tcPr>
            <w:tcW w:w="513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 xml:space="preserve">Exceptions, including Article 37, apply only in certain special cases as specified in the statute and only if the use does not conflict with normal </w:t>
            </w:r>
            <w:r w:rsidRPr="009C7A5F">
              <w:rPr>
                <w:rFonts w:eastAsia="Times New Roman"/>
                <w:szCs w:val="22"/>
                <w:lang w:eastAsia="en-US"/>
              </w:rPr>
              <w:t xml:space="preserve">exploitation and does not unreasonably prejudice the legitimate interests of the rightsholder. Exceptions only </w:t>
            </w:r>
            <w:r w:rsidRPr="009C7A5F">
              <w:rPr>
                <w:rFonts w:eastAsia="Times New Roman"/>
                <w:szCs w:val="22"/>
                <w:lang w:val="en-GB" w:eastAsia="en-US"/>
              </w:rPr>
              <w:t>apply to works that have been made public.</w:t>
            </w:r>
          </w:p>
        </w:tc>
        <w:tc>
          <w:tcPr>
            <w:tcW w:w="109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Art. 29(1) &amp; (2)</w:t>
            </w:r>
          </w:p>
        </w:tc>
      </w:tr>
      <w:tr w:rsidR="006B0484" w:rsidRPr="006B0484" w:rsidTr="004D09CD">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Private Uses</w:t>
            </w:r>
          </w:p>
        </w:tc>
        <w:tc>
          <w:tcPr>
            <w:tcW w:w="513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Permits uses of some works for one’s own personal use. The rightsholder is entitled to remuneration (Article 25).</w:t>
            </w:r>
          </w:p>
        </w:tc>
        <w:tc>
          <w:tcPr>
            <w:tcW w:w="109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Art. 30</w:t>
            </w:r>
          </w:p>
        </w:tc>
      </w:tr>
      <w:tr w:rsidR="006B0484" w:rsidRPr="006B0484" w:rsidTr="004D09CD">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Dissertations and Theses</w:t>
            </w:r>
          </w:p>
        </w:tc>
        <w:tc>
          <w:tcPr>
            <w:tcW w:w="513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Permits the institutions in the statute to lend originals or reproductions of theses and dissertations for research or study, provided the authors did not bar such use.</w:t>
            </w:r>
          </w:p>
        </w:tc>
        <w:tc>
          <w:tcPr>
            <w:tcW w:w="109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Art. 37(1)(d)</w:t>
            </w:r>
          </w:p>
        </w:tc>
      </w:tr>
      <w:tr w:rsidR="006B0484" w:rsidRPr="006B0484" w:rsidTr="004D09CD">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Needs of Disabled Persons</w:t>
            </w:r>
          </w:p>
        </w:tc>
        <w:tc>
          <w:tcPr>
            <w:tcW w:w="513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Permits uses of works to meet the needs of disabled persons.</w:t>
            </w:r>
          </w:p>
        </w:tc>
        <w:tc>
          <w:tcPr>
            <w:tcW w:w="109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Art. 38</w:t>
            </w:r>
          </w:p>
        </w:tc>
      </w:tr>
      <w:tr w:rsidR="006B0484" w:rsidRPr="006B0484" w:rsidTr="004D09CD">
        <w:tc>
          <w:tcPr>
            <w:tcW w:w="2628" w:type="dxa"/>
          </w:tcPr>
          <w:p w:rsidR="006B0484" w:rsidRPr="006B0484" w:rsidRDefault="006B0484" w:rsidP="006B0484">
            <w:pPr>
              <w:rPr>
                <w:rFonts w:eastAsia="Times New Roman"/>
                <w:sz w:val="24"/>
                <w:szCs w:val="22"/>
                <w:highlight w:val="yellow"/>
                <w:lang w:eastAsia="en-US"/>
              </w:rPr>
            </w:pPr>
            <w:r w:rsidRPr="006B0484">
              <w:rPr>
                <w:rFonts w:eastAsia="Times New Roman"/>
                <w:szCs w:val="22"/>
                <w:lang w:eastAsia="en-US"/>
              </w:rPr>
              <w:t>Orphan Works</w:t>
            </w:r>
          </w:p>
        </w:tc>
        <w:tc>
          <w:tcPr>
            <w:tcW w:w="5130" w:type="dxa"/>
          </w:tcPr>
          <w:p w:rsidR="006B0484" w:rsidRPr="006B0484" w:rsidRDefault="006B0484" w:rsidP="006B0484">
            <w:pPr>
              <w:rPr>
                <w:rFonts w:eastAsia="Times New Roman"/>
                <w:sz w:val="24"/>
                <w:szCs w:val="22"/>
                <w:highlight w:val="yellow"/>
                <w:lang w:eastAsia="en-US"/>
              </w:rPr>
            </w:pPr>
            <w:r w:rsidRPr="006B0484">
              <w:rPr>
                <w:rFonts w:eastAsia="Times New Roman"/>
                <w:szCs w:val="22"/>
                <w:lang w:eastAsia="en-US"/>
              </w:rPr>
              <w:t>Implements the European Union orphan works directive.</w:t>
            </w:r>
          </w:p>
        </w:tc>
        <w:tc>
          <w:tcPr>
            <w:tcW w:w="1098" w:type="dxa"/>
          </w:tcPr>
          <w:p w:rsidR="006B0484" w:rsidRPr="006B0484" w:rsidRDefault="009C7A5F" w:rsidP="006B0484">
            <w:pPr>
              <w:rPr>
                <w:rFonts w:eastAsia="Times New Roman"/>
                <w:sz w:val="24"/>
                <w:szCs w:val="22"/>
                <w:lang w:eastAsia="en-US"/>
              </w:rPr>
            </w:pPr>
            <w:r>
              <w:rPr>
                <w:rFonts w:eastAsia="Times New Roman"/>
                <w:szCs w:val="22"/>
                <w:lang w:eastAsia="en-US"/>
              </w:rPr>
              <w:t xml:space="preserve">Art. 27a, 27b &amp; </w:t>
            </w:r>
            <w:r w:rsidR="006B0484" w:rsidRPr="006B0484">
              <w:rPr>
                <w:rFonts w:eastAsia="Times New Roman"/>
                <w:szCs w:val="22"/>
                <w:lang w:eastAsia="en-US"/>
              </w:rPr>
              <w:t>37a</w:t>
            </w:r>
          </w:p>
        </w:tc>
      </w:tr>
      <w:tr w:rsidR="006B0484" w:rsidRPr="006B0484" w:rsidTr="004D09CD">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Source</w:t>
            </w:r>
          </w:p>
        </w:tc>
        <w:tc>
          <w:tcPr>
            <w:tcW w:w="622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Act on Copyright and Rights Related to Copyright of the Czech Republic, No. 121/2000 (7 April 2000), as amended through No. 216/2006 (22 May 2006), available at http://www.wipo.int/wipolex/en/text.jsp?file_id=137175;</w:t>
            </w:r>
          </w:p>
          <w:p w:rsidR="006B0484" w:rsidRPr="006B0484" w:rsidRDefault="006B0484" w:rsidP="006B0484">
            <w:pPr>
              <w:rPr>
                <w:rFonts w:eastAsia="Times New Roman"/>
                <w:i/>
                <w:sz w:val="24"/>
                <w:szCs w:val="22"/>
                <w:lang w:eastAsia="en-US"/>
              </w:rPr>
            </w:pPr>
            <w:r w:rsidRPr="006B0484">
              <w:rPr>
                <w:rFonts w:eastAsia="Times New Roman"/>
                <w:i/>
                <w:szCs w:val="22"/>
                <w:lang w:eastAsia="en-US"/>
              </w:rPr>
              <w:t>AND</w:t>
            </w:r>
          </w:p>
          <w:p w:rsidR="006B0484" w:rsidRPr="006B0484" w:rsidRDefault="006B0484" w:rsidP="006B0484">
            <w:pPr>
              <w:rPr>
                <w:rFonts w:eastAsia="Times New Roman"/>
                <w:sz w:val="24"/>
                <w:szCs w:val="22"/>
                <w:lang w:eastAsia="en-US"/>
              </w:rPr>
            </w:pPr>
            <w:r w:rsidRPr="006B0484">
              <w:rPr>
                <w:rFonts w:eastAsia="Times New Roman"/>
                <w:szCs w:val="22"/>
                <w:lang w:eastAsia="en-US"/>
              </w:rPr>
              <w:t>Law 228/2014 (23 September 2014) (Orphan Works).</w:t>
            </w:r>
          </w:p>
        </w:tc>
      </w:tr>
      <w:tr w:rsidR="006B0484" w:rsidRPr="006B0484" w:rsidTr="004D09CD">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Last edited:</w:t>
            </w:r>
          </w:p>
        </w:tc>
        <w:tc>
          <w:tcPr>
            <w:tcW w:w="6228" w:type="dxa"/>
            <w:gridSpan w:val="2"/>
          </w:tcPr>
          <w:p w:rsidR="006B0484" w:rsidRPr="006B0484" w:rsidRDefault="009C7A5F" w:rsidP="006B0484">
            <w:pPr>
              <w:rPr>
                <w:rFonts w:eastAsia="Times New Roman"/>
                <w:sz w:val="24"/>
                <w:szCs w:val="22"/>
                <w:lang w:eastAsia="en-US"/>
              </w:rPr>
            </w:pPr>
            <w:r>
              <w:rPr>
                <w:rFonts w:eastAsia="Times New Roman"/>
                <w:szCs w:val="22"/>
                <w:lang w:eastAsia="en-US"/>
              </w:rPr>
              <w:t>30 November 2007; rev. 9 June</w:t>
            </w:r>
            <w:r w:rsidR="006B0484" w:rsidRPr="006B0484">
              <w:rPr>
                <w:rFonts w:eastAsia="Times New Roman"/>
                <w:szCs w:val="22"/>
                <w:lang w:eastAsia="en-US"/>
              </w:rPr>
              <w:t xml:space="preserve"> 2015</w:t>
            </w:r>
          </w:p>
        </w:tc>
      </w:tr>
      <w:bookmarkEnd w:id="473"/>
    </w:tbl>
    <w:p w:rsidR="006B0484" w:rsidRPr="006B0484" w:rsidRDefault="006B0484" w:rsidP="006B0484">
      <w:pPr>
        <w:rPr>
          <w:rFonts w:eastAsia="Times New Roman"/>
          <w:szCs w:val="22"/>
          <w:lang w:eastAsia="en-US"/>
        </w:rPr>
      </w:pPr>
    </w:p>
    <w:p w:rsidR="00BC0437" w:rsidRPr="00BC0437" w:rsidRDefault="00BC0437" w:rsidP="00BC0437">
      <w:pPr>
        <w:keepNext/>
        <w:outlineLvl w:val="1"/>
        <w:rPr>
          <w:rFonts w:eastAsia="Times New Roman"/>
          <w:smallCaps/>
          <w:szCs w:val="22"/>
          <w:lang w:eastAsia="en-US"/>
        </w:rPr>
      </w:pPr>
    </w:p>
    <w:p w:rsidR="00BC0437" w:rsidRPr="00BC0437" w:rsidRDefault="00BC0437" w:rsidP="001D0DFD">
      <w:pPr>
        <w:pStyle w:val="Heading2"/>
        <w:rPr>
          <w:lang w:eastAsia="en-US"/>
        </w:rPr>
      </w:pPr>
      <w:r w:rsidRPr="00BC0437">
        <w:rPr>
          <w:lang w:eastAsia="en-US"/>
        </w:rPr>
        <w:br w:type="page"/>
      </w:r>
      <w:bookmarkStart w:id="476" w:name="_Toc421800729"/>
      <w:r w:rsidRPr="00BC0437">
        <w:rPr>
          <w:lang w:eastAsia="en-US"/>
        </w:rPr>
        <w:t>Democratic People’s Republic of Korea</w:t>
      </w:r>
      <w:bookmarkEnd w:id="47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Provision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32(2)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copyrighted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Displaying, reading, or lending.</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Must be in such places as a library, an archive, a museum, or a memorial hall.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color w:val="1A1A1A"/>
                <w:szCs w:val="22"/>
                <w:lang w:eastAsia="en-US"/>
              </w:rPr>
              <w:t>The Copyright Law includes separate legal rights for a “related rights holder,” which is generally a person who performs, soundrecords, videorecords, or broadcasts a copyrighted work.  Article 40 specifies that the performance, recording, or broadcast may be used without permission of the related rights holder if used in accordance with Article 32.</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32(2)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copyrighted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Preserving.</w:t>
            </w:r>
            <w:r w:rsidRPr="00BC0437">
              <w:rPr>
                <w:rFonts w:eastAsia="Times New Roman"/>
                <w:szCs w:val="22"/>
                <w:vertAlign w:val="superscript"/>
                <w:lang w:eastAsia="en-US"/>
              </w:rPr>
              <w:footnoteReference w:id="26"/>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Must be in such places as a library, an archive, a museum or a memorial hall.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color w:val="1A1A1A"/>
                <w:szCs w:val="22"/>
                <w:lang w:eastAsia="en-US"/>
              </w:rPr>
              <w:t>The Copyright Law includes separate legal rights for a “related rights holder,” which is generally a person who performs, soundrecords, videorecords, or broadcasts a copyrighted work.  Art. 40 specifies that the performance, recording, or broadcast may be used without permission of the related rights holder if used in accordance with Art. 32.</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General Exclusion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Prohibited works are not protected.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Domain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Works for state management, current news, or information data are not protected unless commercial purpose is pursued.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32(1)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for educational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32(3)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Exception for the Blind</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May make copies in Braille or sound-recordings for the blind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32(9)</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the Democratic People’s Republic of Korea, Decree No. 2141 (21 March 2001), as amended by Decree No. 1532 (1 February 2006), available at http://www.wipo.int/wipolex/en/text.jsp?file_id=226323.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22 April 2014; rev. 13 May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mallCaps/>
          <w:szCs w:val="22"/>
          <w:lang w:eastAsia="en-US"/>
        </w:rPr>
      </w:pPr>
    </w:p>
    <w:p w:rsidR="00BC0437" w:rsidRPr="00BC0437" w:rsidRDefault="00BC0437" w:rsidP="001D0DFD">
      <w:pPr>
        <w:pStyle w:val="Heading2"/>
        <w:rPr>
          <w:lang w:eastAsia="en-US"/>
        </w:rPr>
      </w:pPr>
      <w:r w:rsidRPr="00BC0437">
        <w:rPr>
          <w:lang w:eastAsia="en-US"/>
        </w:rPr>
        <w:br w:type="page"/>
      </w:r>
      <w:bookmarkStart w:id="477" w:name="_Toc199663496"/>
      <w:bookmarkStart w:id="478" w:name="_Toc207648480"/>
      <w:bookmarkStart w:id="479" w:name="_Toc207649062"/>
      <w:bookmarkStart w:id="480" w:name="_Toc207649511"/>
      <w:bookmarkStart w:id="481" w:name="_Toc207649872"/>
      <w:bookmarkStart w:id="482" w:name="_Toc207650272"/>
      <w:bookmarkStart w:id="483" w:name="_Toc208637920"/>
      <w:bookmarkStart w:id="484" w:name="_Toc421800730"/>
      <w:r w:rsidRPr="00BC0437">
        <w:rPr>
          <w:lang w:eastAsia="en-US"/>
        </w:rPr>
        <w:t>Democratic Republic of the</w:t>
      </w:r>
      <w:bookmarkEnd w:id="477"/>
      <w:bookmarkEnd w:id="478"/>
      <w:bookmarkEnd w:id="479"/>
      <w:bookmarkEnd w:id="480"/>
      <w:bookmarkEnd w:id="481"/>
      <w:bookmarkEnd w:id="482"/>
      <w:bookmarkEnd w:id="483"/>
      <w:r w:rsidRPr="00BC0437">
        <w:rPr>
          <w:lang w:eastAsia="en-US"/>
        </w:rPr>
        <w:t xml:space="preserve"> Congo</w:t>
      </w:r>
      <w:bookmarkEnd w:id="48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485" w:name="_Toc186015537"/>
            <w:r w:rsidRPr="00BC0437">
              <w:rPr>
                <w:rFonts w:eastAsia="Times New Roman"/>
                <w:b/>
                <w:szCs w:val="22"/>
                <w:lang w:eastAsia="en-US"/>
              </w:rPr>
              <w:t>Library Provisions (none)</w:t>
            </w:r>
            <w:bookmarkEnd w:id="48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the Democratic Republic of the Congo includes no explicit library provisions.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486" w:name="_Toc186015538"/>
            <w:r w:rsidRPr="00BC0437">
              <w:rPr>
                <w:rFonts w:eastAsia="Times New Roman"/>
                <w:b/>
                <w:szCs w:val="22"/>
                <w:lang w:eastAsia="en-US"/>
              </w:rPr>
              <w:t>Anti-Circumvention of Technological Protection Measures</w:t>
            </w:r>
            <w:bookmarkEnd w:id="48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487" w:name="_Toc186015539"/>
            <w:r w:rsidRPr="00BC0437">
              <w:rPr>
                <w:rFonts w:eastAsia="Times New Roman"/>
                <w:b/>
                <w:szCs w:val="22"/>
                <w:lang w:eastAsia="en-US"/>
              </w:rPr>
              <w:t>Miscellaneous</w:t>
            </w:r>
            <w:bookmarkEnd w:id="48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of photographs in anthologies for teaching.</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Copyright and Neighboring Rights of the Democratic Republic of the Congo, Ordinance-Law No. 86</w:t>
            </w:r>
            <w:r w:rsidRPr="00BC0437">
              <w:rPr>
                <w:rFonts w:eastAsia="Times New Roman"/>
                <w:szCs w:val="22"/>
                <w:lang w:eastAsia="en-US"/>
              </w:rPr>
              <w:noBreakHyphen/>
              <w:t>033 (5 April 1986), available at http://www.wipo.int/wipolex/en/text.jsp?file_id=270217.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6 December 2007; rev. 25 April 2015</w:t>
            </w:r>
          </w:p>
        </w:tc>
      </w:tr>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488" w:name="_Toc199663497"/>
      <w:bookmarkStart w:id="489" w:name="_Toc207648481"/>
      <w:bookmarkStart w:id="490" w:name="_Toc207649063"/>
      <w:bookmarkStart w:id="491" w:name="_Toc207649512"/>
      <w:bookmarkStart w:id="492" w:name="_Toc207649873"/>
      <w:bookmarkStart w:id="493" w:name="_Toc207650273"/>
      <w:bookmarkStart w:id="494" w:name="_Toc208637921"/>
      <w:bookmarkStart w:id="495" w:name="_Toc421800731"/>
      <w:r w:rsidRPr="00BC0437">
        <w:rPr>
          <w:lang w:eastAsia="en-US"/>
        </w:rPr>
        <w:t>Denmark</w:t>
      </w:r>
      <w:bookmarkEnd w:id="488"/>
      <w:bookmarkEnd w:id="489"/>
      <w:bookmarkEnd w:id="490"/>
      <w:bookmarkEnd w:id="491"/>
      <w:bookmarkEnd w:id="492"/>
      <w:bookmarkEnd w:id="493"/>
      <w:bookmarkEnd w:id="494"/>
      <w:bookmarkEnd w:id="49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rPr>
          <w:trHeight w:val="593"/>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If the work is used publicly, the source must be indicated in accordance with proper usage.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11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Alteration of Work?</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A work used may not be altered more extensively than is required for the permitted use.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Moral Rights?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The exceptions do not limit the moral rights of authors.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496" w:name="denmar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97" w:name="_Toc186015540"/>
            <w:r w:rsidRPr="00BC0437">
              <w:rPr>
                <w:rFonts w:eastAsia="Times New Roman"/>
                <w:b/>
                <w:szCs w:val="22"/>
                <w:lang w:eastAsia="en-US"/>
              </w:rPr>
              <w:t>Preservation</w:t>
            </w:r>
            <w:bookmarkEnd w:id="49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and other libraries that are financed in whole or in part by the public authorities.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16(1); § 16(2)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State-run museums and museums that have been approved in accordance with the Museums 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in digital form are excluded, but computer games are included.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back-up and preservation.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may not be for commercial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These provisions apply correspondingly to performing artists’ performances and recordings of such performances, sound recordings, recordings of moving pictures, radio and television broadcasts, photographic pictures, catalogs, tables, and databases.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65(6);</w:t>
            </w:r>
          </w:p>
          <w:p w:rsidR="00BC0437" w:rsidRPr="00BC0437" w:rsidRDefault="00BC0437" w:rsidP="00BC0437">
            <w:pPr>
              <w:rPr>
                <w:rFonts w:eastAsia="Times New Roman"/>
                <w:szCs w:val="22"/>
                <w:lang w:eastAsia="en-US"/>
              </w:rPr>
            </w:pPr>
            <w:r w:rsidRPr="00BC0437">
              <w:rPr>
                <w:rFonts w:eastAsia="Times New Roman"/>
                <w:szCs w:val="22"/>
                <w:lang w:eastAsia="en-US"/>
              </w:rPr>
              <w:t>§ 66(2);</w:t>
            </w:r>
          </w:p>
          <w:p w:rsidR="00BC0437" w:rsidRPr="00BC0437" w:rsidRDefault="00BC0437" w:rsidP="00BC0437">
            <w:pPr>
              <w:rPr>
                <w:rFonts w:eastAsia="Times New Roman"/>
                <w:szCs w:val="22"/>
                <w:lang w:eastAsia="en-US"/>
              </w:rPr>
            </w:pPr>
            <w:r w:rsidRPr="00BC0437">
              <w:rPr>
                <w:rFonts w:eastAsia="Times New Roman"/>
                <w:szCs w:val="22"/>
                <w:lang w:eastAsia="en-US"/>
              </w:rPr>
              <w:t>§ 67(2);</w:t>
            </w:r>
          </w:p>
          <w:p w:rsidR="00BC0437" w:rsidRPr="00BC0437" w:rsidRDefault="00BC0437" w:rsidP="00BC0437">
            <w:pPr>
              <w:rPr>
                <w:rFonts w:eastAsia="Times New Roman"/>
                <w:szCs w:val="22"/>
                <w:lang w:eastAsia="en-US"/>
              </w:rPr>
            </w:pPr>
            <w:r w:rsidRPr="00BC0437">
              <w:rPr>
                <w:rFonts w:eastAsia="Times New Roman"/>
                <w:szCs w:val="22"/>
                <w:lang w:eastAsia="en-US"/>
              </w:rPr>
              <w:t>§ 69(3);</w:t>
            </w:r>
          </w:p>
          <w:p w:rsidR="00BC0437" w:rsidRPr="00BC0437" w:rsidRDefault="00BC0437" w:rsidP="00BC0437">
            <w:pPr>
              <w:rPr>
                <w:rFonts w:eastAsia="Times New Roman"/>
                <w:szCs w:val="22"/>
                <w:lang w:eastAsia="en-US"/>
              </w:rPr>
            </w:pPr>
            <w:r w:rsidRPr="00BC0437">
              <w:rPr>
                <w:rFonts w:eastAsia="Times New Roman"/>
                <w:szCs w:val="22"/>
                <w:lang w:eastAsia="en-US"/>
              </w:rPr>
              <w:t>§ 70(3);</w:t>
            </w:r>
          </w:p>
          <w:p w:rsidR="00BC0437" w:rsidRPr="00BC0437" w:rsidRDefault="00BC0437" w:rsidP="00BC0437">
            <w:pPr>
              <w:rPr>
                <w:rFonts w:eastAsia="Times New Roman"/>
                <w:szCs w:val="22"/>
                <w:lang w:eastAsia="en-US"/>
              </w:rPr>
            </w:pPr>
            <w:r w:rsidRPr="00BC0437">
              <w:rPr>
                <w:rFonts w:eastAsia="Times New Roman"/>
                <w:szCs w:val="22"/>
                <w:lang w:eastAsia="en-US"/>
              </w:rPr>
              <w:t>§ 71(5)</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special cases, copies made in accordance with this section may be loaned to users.  Recordings of sound recordings and moving pictures and copies made in digital form are excluded.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16(6)</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98" w:name="_Toc186015541"/>
            <w:r w:rsidRPr="00BC0437">
              <w:rPr>
                <w:rFonts w:eastAsia="Times New Roman"/>
                <w:b/>
                <w:szCs w:val="22"/>
                <w:lang w:eastAsia="en-US"/>
              </w:rPr>
              <w:t>Completion</w:t>
            </w:r>
            <w:bookmarkEnd w:id="49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and other libraries that are financed in whole or in part by the public authorities.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16(1);</w:t>
            </w:r>
          </w:p>
          <w:p w:rsidR="00BC0437" w:rsidRPr="00BC0437" w:rsidRDefault="00BC0437" w:rsidP="00BC0437">
            <w:pPr>
              <w:rPr>
                <w:rFonts w:eastAsia="Times New Roman"/>
                <w:szCs w:val="22"/>
                <w:lang w:eastAsia="en-US"/>
              </w:rPr>
            </w:pPr>
            <w:r w:rsidRPr="00BC0437">
              <w:rPr>
                <w:rFonts w:eastAsia="Times New Roman"/>
                <w:szCs w:val="22"/>
                <w:lang w:eastAsia="en-US"/>
              </w:rPr>
              <w:t>§ 16(3)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State-run museums and museums that have been approved in accordance with the Museums 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Missing parts of a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in digital form are excluded, but computer games are included.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not permitted where the work can be acquired through general trade or from the publisher.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completion of a copy in an institution’s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may not be for commercial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These provisions apply correspondingly to performing artists’ performances and recordings of such performances, sound recordings, recordings of moving pictures, radio and television broadcasts, photographic pictures, catalogs, tables, and databases.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65(6);</w:t>
            </w:r>
          </w:p>
          <w:p w:rsidR="00BC0437" w:rsidRPr="00BC0437" w:rsidRDefault="00BC0437" w:rsidP="00BC0437">
            <w:pPr>
              <w:rPr>
                <w:rFonts w:eastAsia="Times New Roman"/>
                <w:szCs w:val="22"/>
                <w:lang w:eastAsia="en-US"/>
              </w:rPr>
            </w:pPr>
            <w:r w:rsidRPr="00BC0437">
              <w:rPr>
                <w:rFonts w:eastAsia="Times New Roman"/>
                <w:szCs w:val="22"/>
                <w:lang w:eastAsia="en-US"/>
              </w:rPr>
              <w:t>§ 66(2);</w:t>
            </w:r>
          </w:p>
          <w:p w:rsidR="00BC0437" w:rsidRPr="00BC0437" w:rsidRDefault="00BC0437" w:rsidP="00BC0437">
            <w:pPr>
              <w:rPr>
                <w:rFonts w:eastAsia="Times New Roman"/>
                <w:szCs w:val="22"/>
                <w:lang w:eastAsia="en-US"/>
              </w:rPr>
            </w:pPr>
            <w:r w:rsidRPr="00BC0437">
              <w:rPr>
                <w:rFonts w:eastAsia="Times New Roman"/>
                <w:szCs w:val="22"/>
                <w:lang w:eastAsia="en-US"/>
              </w:rPr>
              <w:t>§ 67(2);</w:t>
            </w:r>
          </w:p>
          <w:p w:rsidR="00BC0437" w:rsidRPr="00BC0437" w:rsidRDefault="00BC0437" w:rsidP="00BC0437">
            <w:pPr>
              <w:rPr>
                <w:rFonts w:eastAsia="Times New Roman"/>
                <w:szCs w:val="22"/>
                <w:lang w:eastAsia="en-US"/>
              </w:rPr>
            </w:pPr>
            <w:r w:rsidRPr="00BC0437">
              <w:rPr>
                <w:rFonts w:eastAsia="Times New Roman"/>
                <w:szCs w:val="22"/>
                <w:lang w:eastAsia="en-US"/>
              </w:rPr>
              <w:t>§ 69(3);</w:t>
            </w:r>
          </w:p>
          <w:p w:rsidR="00BC0437" w:rsidRPr="00BC0437" w:rsidRDefault="00BC0437" w:rsidP="00BC0437">
            <w:pPr>
              <w:rPr>
                <w:rFonts w:eastAsia="Times New Roman"/>
                <w:szCs w:val="22"/>
                <w:lang w:eastAsia="en-US"/>
              </w:rPr>
            </w:pPr>
            <w:r w:rsidRPr="00BC0437">
              <w:rPr>
                <w:rFonts w:eastAsia="Times New Roman"/>
                <w:szCs w:val="22"/>
                <w:lang w:eastAsia="en-US"/>
              </w:rPr>
              <w:t>§ 70(3);</w:t>
            </w:r>
          </w:p>
          <w:p w:rsidR="00BC0437" w:rsidRPr="00BC0437" w:rsidRDefault="00BC0437" w:rsidP="00BC0437">
            <w:pPr>
              <w:rPr>
                <w:rFonts w:eastAsia="Times New Roman"/>
                <w:szCs w:val="22"/>
                <w:lang w:eastAsia="en-US"/>
              </w:rPr>
            </w:pPr>
            <w:r w:rsidRPr="00BC0437">
              <w:rPr>
                <w:rFonts w:eastAsia="Times New Roman"/>
                <w:szCs w:val="22"/>
                <w:lang w:eastAsia="en-US"/>
              </w:rPr>
              <w:t>§ 71(5)</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made in accordance with this section may be loaned to users.  Recordings of sound recordings and moving pictures and copies made in digital form are excluded.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16(6)</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99" w:name="_Toc186015542"/>
            <w:r w:rsidRPr="00BC0437">
              <w:rPr>
                <w:rFonts w:eastAsia="Times New Roman"/>
                <w:b/>
                <w:szCs w:val="22"/>
                <w:lang w:eastAsia="en-US"/>
              </w:rPr>
              <w:t>Unavailable Works</w:t>
            </w:r>
            <w:bookmarkEnd w:id="49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and other libraries that are financed in whole or in part by the public authorities.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16(1);</w:t>
            </w:r>
          </w:p>
          <w:p w:rsidR="00BC0437" w:rsidRPr="00BC0437" w:rsidRDefault="00BC0437" w:rsidP="00BC0437">
            <w:pPr>
              <w:rPr>
                <w:rFonts w:eastAsia="Times New Roman"/>
                <w:szCs w:val="22"/>
                <w:lang w:eastAsia="en-US"/>
              </w:rPr>
            </w:pPr>
            <w:r w:rsidRPr="00BC0437">
              <w:rPr>
                <w:rFonts w:eastAsia="Times New Roman"/>
                <w:szCs w:val="22"/>
                <w:lang w:eastAsia="en-US"/>
              </w:rPr>
              <w:t>§ 16(4)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State-run museums and museums that have been approved in accordance with the Museums 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 that should be available in the library’s collections but are unavailable.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in digital form are excluded, but computer games are included.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not permitted where the work can be acquired through general trade or from the publisher.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place copies in the library’s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may not be for commercial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These provisions apply correspondingly to performing artists’ performances and recordings of such performances, sound recordings, recordings of moving pictures, radio and television broadcasts, photographic pictures, catalogs, tables, and databases.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65(6);</w:t>
            </w:r>
          </w:p>
          <w:p w:rsidR="00BC0437" w:rsidRPr="00BC0437" w:rsidRDefault="00BC0437" w:rsidP="00BC0437">
            <w:pPr>
              <w:rPr>
                <w:rFonts w:eastAsia="Times New Roman"/>
                <w:szCs w:val="22"/>
                <w:lang w:eastAsia="en-US"/>
              </w:rPr>
            </w:pPr>
            <w:r w:rsidRPr="00BC0437">
              <w:rPr>
                <w:rFonts w:eastAsia="Times New Roman"/>
                <w:szCs w:val="22"/>
                <w:lang w:eastAsia="en-US"/>
              </w:rPr>
              <w:t>§ 66(2);</w:t>
            </w:r>
          </w:p>
          <w:p w:rsidR="00BC0437" w:rsidRPr="00BC0437" w:rsidRDefault="00BC0437" w:rsidP="00BC0437">
            <w:pPr>
              <w:rPr>
                <w:rFonts w:eastAsia="Times New Roman"/>
                <w:szCs w:val="22"/>
                <w:lang w:eastAsia="en-US"/>
              </w:rPr>
            </w:pPr>
            <w:r w:rsidRPr="00BC0437">
              <w:rPr>
                <w:rFonts w:eastAsia="Times New Roman"/>
                <w:szCs w:val="22"/>
                <w:lang w:eastAsia="en-US"/>
              </w:rPr>
              <w:t>§ 67(2);</w:t>
            </w:r>
          </w:p>
          <w:p w:rsidR="00BC0437" w:rsidRPr="00BC0437" w:rsidRDefault="00BC0437" w:rsidP="00BC0437">
            <w:pPr>
              <w:rPr>
                <w:rFonts w:eastAsia="Times New Roman"/>
                <w:szCs w:val="22"/>
                <w:lang w:eastAsia="en-US"/>
              </w:rPr>
            </w:pPr>
            <w:r w:rsidRPr="00BC0437">
              <w:rPr>
                <w:rFonts w:eastAsia="Times New Roman"/>
                <w:szCs w:val="22"/>
                <w:lang w:eastAsia="en-US"/>
              </w:rPr>
              <w:t>§ 69(3);</w:t>
            </w:r>
          </w:p>
          <w:p w:rsidR="00BC0437" w:rsidRPr="00BC0437" w:rsidRDefault="00BC0437" w:rsidP="00BC0437">
            <w:pPr>
              <w:rPr>
                <w:rFonts w:eastAsia="Times New Roman"/>
                <w:szCs w:val="22"/>
                <w:lang w:eastAsia="en-US"/>
              </w:rPr>
            </w:pPr>
            <w:r w:rsidRPr="00BC0437">
              <w:rPr>
                <w:rFonts w:eastAsia="Times New Roman"/>
                <w:szCs w:val="22"/>
                <w:lang w:eastAsia="en-US"/>
              </w:rPr>
              <w:t>§ 70(3);</w:t>
            </w:r>
          </w:p>
          <w:p w:rsidR="00BC0437" w:rsidRPr="00BC0437" w:rsidRDefault="00BC0437" w:rsidP="00BC0437">
            <w:pPr>
              <w:rPr>
                <w:rFonts w:eastAsia="Times New Roman"/>
                <w:szCs w:val="22"/>
                <w:lang w:eastAsia="en-US"/>
              </w:rPr>
            </w:pPr>
            <w:r w:rsidRPr="00BC0437">
              <w:rPr>
                <w:rFonts w:eastAsia="Times New Roman"/>
                <w:szCs w:val="22"/>
                <w:lang w:eastAsia="en-US"/>
              </w:rPr>
              <w:t>§ 71(5)</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made in accordance with this section may be loaned to users.  Recordings of sound recordings and moving pictures and copies made in digital form are excluded.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16(6)</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00" w:name="_Toc186015543"/>
            <w:r w:rsidRPr="00BC0437">
              <w:rPr>
                <w:rFonts w:eastAsia="Times New Roman"/>
                <w:b/>
                <w:szCs w:val="22"/>
                <w:lang w:eastAsia="en-US"/>
              </w:rPr>
              <w:t>Private Use and Study (Making Available</w:t>
            </w:r>
            <w:bookmarkEnd w:id="500"/>
            <w:r w:rsidRPr="00BC0437">
              <w:rPr>
                <w:rFonts w:eastAsia="Times New Roman"/>
                <w:b/>
                <w:szCs w:val="22"/>
                <w:lang w:eastAsia="en-US"/>
              </w:rPr>
              <w:t>)</w:t>
            </w: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and other libraries that are financed in whole or in part by the public authorities.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16a</w:t>
            </w:r>
          </w:p>
        </w:tc>
      </w:tr>
      <w:tr w:rsidR="00BC0437" w:rsidRPr="00BC0437" w:rsidTr="00BC0437">
        <w:trPr>
          <w:trHeight w:val="26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State-run museums and museums that have been approved in accordance with the Museums 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personal viewing or study by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means of technical equipment on the premises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Deposited Copies:  Copies that are made or deposited pursuant to the Act on Legal Deposit may only be made available at specific institutions named in the statute.  Those institutions permitted to make available deposited works may communicate and hand over legal deposited works that have been broadcast on radio and television, films and works published on electronic communication networks, for research purposes, if the work cannot be acquired through general trade.  The copies may not be used in any other way.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These provisions apply correspondingly to performing artists’ performances and recordings of such performances, sound recordings, recordings of moving pictures, radio and television broadcasts, photographic pictures, catalogs, tables, and databases.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65(6);</w:t>
            </w:r>
          </w:p>
          <w:p w:rsidR="00BC0437" w:rsidRPr="00BC0437" w:rsidRDefault="00BC0437" w:rsidP="00BC0437">
            <w:pPr>
              <w:rPr>
                <w:rFonts w:eastAsia="Times New Roman"/>
                <w:szCs w:val="22"/>
                <w:lang w:eastAsia="en-US"/>
              </w:rPr>
            </w:pPr>
            <w:r w:rsidRPr="00BC0437">
              <w:rPr>
                <w:rFonts w:eastAsia="Times New Roman"/>
                <w:szCs w:val="22"/>
                <w:lang w:eastAsia="en-US"/>
              </w:rPr>
              <w:t>§ 66(2);</w:t>
            </w:r>
          </w:p>
          <w:p w:rsidR="00BC0437" w:rsidRPr="00BC0437" w:rsidRDefault="00BC0437" w:rsidP="00BC0437">
            <w:pPr>
              <w:rPr>
                <w:rFonts w:eastAsia="Times New Roman"/>
                <w:szCs w:val="22"/>
                <w:lang w:eastAsia="en-US"/>
              </w:rPr>
            </w:pPr>
            <w:r w:rsidRPr="00BC0437">
              <w:rPr>
                <w:rFonts w:eastAsia="Times New Roman"/>
                <w:szCs w:val="22"/>
                <w:lang w:eastAsia="en-US"/>
              </w:rPr>
              <w:t>§ 67(2);</w:t>
            </w:r>
          </w:p>
          <w:p w:rsidR="00BC0437" w:rsidRPr="00BC0437" w:rsidRDefault="00BC0437" w:rsidP="00BC0437">
            <w:pPr>
              <w:rPr>
                <w:rFonts w:eastAsia="Times New Roman"/>
                <w:szCs w:val="22"/>
                <w:lang w:eastAsia="en-US"/>
              </w:rPr>
            </w:pPr>
            <w:r w:rsidRPr="00BC0437">
              <w:rPr>
                <w:rFonts w:eastAsia="Times New Roman"/>
                <w:szCs w:val="22"/>
                <w:lang w:eastAsia="en-US"/>
              </w:rPr>
              <w:t>§ 69(3);</w:t>
            </w:r>
          </w:p>
          <w:p w:rsidR="00BC0437" w:rsidRPr="00BC0437" w:rsidRDefault="00BC0437" w:rsidP="00BC0437">
            <w:pPr>
              <w:rPr>
                <w:rFonts w:eastAsia="Times New Roman"/>
                <w:szCs w:val="22"/>
                <w:lang w:eastAsia="en-US"/>
              </w:rPr>
            </w:pPr>
            <w:r w:rsidRPr="00BC0437">
              <w:rPr>
                <w:rFonts w:eastAsia="Times New Roman"/>
                <w:szCs w:val="22"/>
                <w:lang w:eastAsia="en-US"/>
              </w:rPr>
              <w:t>§ 70(3);</w:t>
            </w:r>
          </w:p>
          <w:p w:rsidR="00BC0437" w:rsidRPr="00BC0437" w:rsidRDefault="00BC0437" w:rsidP="00BC0437">
            <w:pPr>
              <w:rPr>
                <w:rFonts w:eastAsia="Times New Roman"/>
                <w:szCs w:val="22"/>
                <w:lang w:eastAsia="en-US"/>
              </w:rPr>
            </w:pPr>
            <w:r w:rsidRPr="00BC0437">
              <w:rPr>
                <w:rFonts w:eastAsia="Times New Roman"/>
                <w:szCs w:val="22"/>
                <w:lang w:eastAsia="en-US"/>
              </w:rPr>
              <w:t>§ 71(5)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01" w:name="_Toc186015544"/>
            <w:r w:rsidRPr="00BC0437">
              <w:rPr>
                <w:rFonts w:eastAsia="Times New Roman"/>
                <w:b/>
                <w:szCs w:val="22"/>
                <w:lang w:eastAsia="en-US"/>
              </w:rPr>
              <w:t>Providing Works in Digital Form</w:t>
            </w:r>
            <w:bookmarkEnd w:id="50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and other libraries financed in whole or in part by the public authorities.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from newspapers, magazines, and composite works, including accompanying illustrations and music reproduced in connection with the text.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Brief excerpts of books and other published literary works, including accompanying illustrations and music reproduced in connection with the text.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Provided the requirements regarding the extended collective license have been met (see Section 50).</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 does not permit broadcast by radio or television or the making available of works in such a way that members of the public may access them from a place and at a time individually chosen by them.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request from users.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in digital form.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Extended collective license may be invoked by users who have made an agreement on the exploitation of works in question with an organization comprising a substantial number of authors of a certain type of works which are used in Denmark.  Remuneration may be required.  In the absence of any result of negotiations on the making of agreements, each party may demand mediation.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 to</w:t>
            </w:r>
          </w:p>
          <w:p w:rsidR="00BC0437" w:rsidRPr="00BC0437" w:rsidRDefault="00BC0437" w:rsidP="00BC0437">
            <w:pPr>
              <w:rPr>
                <w:rFonts w:eastAsia="Times New Roman"/>
                <w:szCs w:val="22"/>
                <w:lang w:eastAsia="en-US"/>
              </w:rPr>
            </w:pPr>
            <w:r w:rsidRPr="00BC0437">
              <w:rPr>
                <w:rFonts w:eastAsia="Times New Roman"/>
                <w:szCs w:val="22"/>
                <w:lang w:eastAsia="en-US"/>
              </w:rPr>
              <w:t>§ 52</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These provisions apply correspondingly to photographic pictures, catalogs, tables, and databases.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70(3);</w:t>
            </w:r>
          </w:p>
          <w:p w:rsidR="00BC0437" w:rsidRPr="00BC0437" w:rsidRDefault="00BC0437" w:rsidP="00BC0437">
            <w:pPr>
              <w:rPr>
                <w:rFonts w:eastAsia="Times New Roman"/>
                <w:szCs w:val="22"/>
                <w:lang w:eastAsia="en-US"/>
              </w:rPr>
            </w:pPr>
            <w:r w:rsidRPr="00BC0437">
              <w:rPr>
                <w:rFonts w:eastAsia="Times New Roman"/>
                <w:szCs w:val="22"/>
                <w:lang w:eastAsia="en-US"/>
              </w:rPr>
              <w:t>§ 71(5)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92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02" w:name="_Toc186015545"/>
            <w:r w:rsidRPr="00BC0437">
              <w:rPr>
                <w:rFonts w:eastAsia="Times New Roman"/>
                <w:b/>
                <w:szCs w:val="22"/>
                <w:lang w:eastAsia="en-US"/>
              </w:rPr>
              <w:t>Anti-Circumvention of Technological Protection Measures</w:t>
            </w:r>
            <w:bookmarkEnd w:id="502"/>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75c</w:t>
            </w:r>
          </w:p>
        </w:tc>
      </w:tr>
      <w:tr w:rsidR="00BC0437" w:rsidRPr="00BC0437" w:rsidTr="00BC0437">
        <w:trPr>
          <w:trHeight w:val="111"/>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circumvention of technological measures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Producing, importing, distributing, selling, renting, advertising for sale or rental, or possessing for commercial purposes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devices that in the normal course of their operation are designed to protect works, performances, and productions protected under this 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License Tribunal may, upon request, order a rightsholder who has used technological measures to make such means available to a user which are necessary for the latter to benefit from the library provisions (and other provisions, as specified).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75d (1)</w:t>
            </w:r>
          </w:p>
        </w:tc>
      </w:tr>
      <w:tr w:rsidR="00BC0437" w:rsidRPr="00BC0437" w:rsidTr="00BC0437">
        <w:trPr>
          <w:trHeight w:val="1245"/>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above provision only applies to the extent that the rightsholder has not, by voluntary measures, including agreements with other parties concerned, ensured that the user may benefit from the provisions notwithstanding the technological measures.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75d (2)</w:t>
            </w:r>
          </w:p>
        </w:tc>
      </w:tr>
      <w:tr w:rsidR="00BC0437" w:rsidRPr="00BC0437" w:rsidTr="00BC0437">
        <w:trPr>
          <w:trHeight w:val="1245"/>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vMerge/>
            <w:shd w:val="clear" w:color="auto" w:fill="auto"/>
          </w:tcPr>
          <w:p w:rsidR="00BC0437" w:rsidRPr="00BC0437" w:rsidRDefault="00BC0437" w:rsidP="00BC0437">
            <w:pPr>
              <w:rPr>
                <w:rFonts w:eastAsia="Times New Roman"/>
                <w:szCs w:val="22"/>
                <w:lang w:eastAsia="en-US"/>
              </w:rPr>
            </w:pP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above provision does not apply to works and performances or productions made available to the public on agreed contractual terms in such a way that members of the public may access them from a place and at a time individually chosen by them.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75d (3)</w:t>
            </w:r>
          </w:p>
        </w:tc>
      </w:tr>
      <w:tr w:rsidR="00BC0437" w:rsidRPr="00BC0437" w:rsidTr="00BC0437">
        <w:trPr>
          <w:trHeight w:val="1245"/>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work is used in accordance with the limitation provisions, copies may not be made on the basis of a circumvention of a technological measure.  Copies of deposited works under Section 16(5) (regarding legal deposit) are excluded from this provision.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8"/>
        <w:gridCol w:w="534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503" w:name="_Toc186015546"/>
            <w:r w:rsidRPr="00BC0437">
              <w:rPr>
                <w:rFonts w:eastAsia="Times New Roman"/>
                <w:b/>
                <w:szCs w:val="22"/>
                <w:lang w:eastAsia="en-US"/>
              </w:rPr>
              <w:t>Miscellaneous</w:t>
            </w:r>
            <w:bookmarkEnd w:id="503"/>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Available</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public libraries, works which have been made public may be made available to individuals for personal viewing or study on the spot by means of technical equipment.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21(3)</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of Deposited Works</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does not prevent the making of copies in accordance with the provisions of the Act on Legal Deposit of Published Material.</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16(5)</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 Limitation on Using Library Machines</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Anyone is entitled to make or have made, for private purposes, single copies of works which have been made public if this is not done for commercial purposes; certain works are excluded.  However, this entitlement does not permit the user to make copies of musical works and cinematographic works by using technical equipment made available to the public in libraries.  Literary works are also excluded, if the technical equipment has been provided for commercial purposes.  Private uses are subject to remuneration (Sections 39 to 46a).</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w:t>
            </w:r>
          </w:p>
          <w:p w:rsidR="00BC0437" w:rsidRPr="00BC0437" w:rsidRDefault="00BC0437" w:rsidP="00BC0437">
            <w:pPr>
              <w:rPr>
                <w:rFonts w:eastAsia="Times New Roman"/>
                <w:szCs w:val="22"/>
                <w:lang w:eastAsia="en-US"/>
              </w:rPr>
            </w:pPr>
            <w:r w:rsidRPr="00BC0437">
              <w:rPr>
                <w:rFonts w:eastAsia="Times New Roman"/>
                <w:szCs w:val="22"/>
                <w:lang w:eastAsia="en-US"/>
              </w:rPr>
              <w:t>(1)-(5)</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various uses of works for educational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w:t>
            </w:r>
          </w:p>
          <w:p w:rsidR="00BC0437" w:rsidRPr="00BC0437" w:rsidRDefault="00BC0437" w:rsidP="00BC0437">
            <w:pPr>
              <w:rPr>
                <w:rFonts w:eastAsia="Times New Roman"/>
                <w:szCs w:val="22"/>
                <w:lang w:eastAsia="en-US"/>
              </w:rPr>
            </w:pPr>
            <w:r w:rsidRPr="00BC0437">
              <w:rPr>
                <w:rFonts w:eastAsia="Times New Roman"/>
                <w:szCs w:val="22"/>
                <w:lang w:eastAsia="en-US"/>
              </w:rPr>
              <w:t>§ 18</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the Blind</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of certain works to serve the needs of the blind and persons with other disabilities.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17</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Statutory provisions implementing the European Union directive on orphan works.  The general provisions in Section 11 also apply to the statutes on orphan works.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75f to 75m</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Greenland and the Faeroe Islands</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act does not extend to Greenland and the Faeroe Islands.  However, it may by Royal Ordinance be put in force in Greenland with appropriate modifications.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93</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4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Consolidated Act on Copyright of Denmark, No. 1144 (23 October 2014), available at http://kum.dk/servicemenu/english/services/legislation/copyright/.</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4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12 December 2007; rev. 25 April 2015</w:t>
            </w:r>
          </w:p>
        </w:tc>
      </w:tr>
      <w:bookmarkEnd w:id="496"/>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504" w:name="_Toc199663498"/>
      <w:bookmarkStart w:id="505" w:name="_Toc207648482"/>
      <w:bookmarkStart w:id="506" w:name="_Toc207649064"/>
      <w:bookmarkStart w:id="507" w:name="_Toc207649513"/>
      <w:bookmarkStart w:id="508" w:name="_Toc207649874"/>
      <w:bookmarkStart w:id="509" w:name="_Toc207650274"/>
      <w:bookmarkStart w:id="510" w:name="_Toc208637922"/>
      <w:bookmarkStart w:id="511" w:name="_Toc421800732"/>
      <w:r w:rsidRPr="00BC0437">
        <w:rPr>
          <w:lang w:eastAsia="en-US"/>
        </w:rPr>
        <w:t>Djibouti</w:t>
      </w:r>
      <w:bookmarkEnd w:id="504"/>
      <w:bookmarkEnd w:id="505"/>
      <w:bookmarkEnd w:id="506"/>
      <w:bookmarkEnd w:id="507"/>
      <w:bookmarkEnd w:id="508"/>
      <w:bookmarkEnd w:id="509"/>
      <w:bookmarkEnd w:id="510"/>
      <w:bookmarkEnd w:id="51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12" w:name="_Toc186015547"/>
            <w:bookmarkStart w:id="513" w:name="_Toc199658566"/>
            <w:bookmarkStart w:id="514" w:name="djibouti"/>
            <w:r w:rsidRPr="00BC0437">
              <w:rPr>
                <w:rFonts w:eastAsia="Times New Roman"/>
                <w:b/>
                <w:szCs w:val="22"/>
                <w:lang w:eastAsia="en-US"/>
              </w:rPr>
              <w:t>General Library Use</w:t>
            </w:r>
            <w:bookmarkEnd w:id="512"/>
            <w:bookmarkEnd w:id="513"/>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author’s consent.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54(e)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documentation centers, scientific institutions, and educational establishments.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artistic, or scientific works that have been lawfully made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number of copies is limited to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needs of the institution’s activities.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a photographic or analogous process.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on condition that it is not prejudicial to the normal exploitation of the work or unjustifiably detrimental to the author’s interests.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general, all other uses constituting exceptions concerning works protected by copyright under the terms of the present Law also apply to the performing artists and producers of sound records and broadcast organizations.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65(f)</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515" w:name="_Toc186015548"/>
            <w:bookmarkStart w:id="516" w:name="_Toc199658567"/>
            <w:r w:rsidRPr="00BC0437">
              <w:rPr>
                <w:rFonts w:eastAsia="Times New Roman"/>
                <w:b/>
                <w:szCs w:val="22"/>
                <w:lang w:eastAsia="en-US"/>
              </w:rPr>
              <w:t>Anti-Circumvention of Technological Protection Measures</w:t>
            </w:r>
            <w:bookmarkEnd w:id="515"/>
            <w:bookmarkEnd w:id="51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517" w:name="_Toc186015549"/>
            <w:bookmarkStart w:id="518" w:name="_Toc199658568"/>
            <w:r w:rsidRPr="00BC0437">
              <w:rPr>
                <w:rFonts w:eastAsia="Times New Roman"/>
                <w:b/>
                <w:szCs w:val="22"/>
                <w:lang w:eastAsia="en-US"/>
              </w:rPr>
              <w:t>Miscellaneous</w:t>
            </w:r>
            <w:bookmarkEnd w:id="517"/>
            <w:bookmarkEnd w:id="51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translation, adaptation, arrangement, or other transformation of a lawfully published work exclusively for the personal and private purposes of the user is permitted, subject to remuneration.  Reproduction for personal and private uses of works protected by Neighboring Rights is also permitted, subject to remuneration.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54(a);</w:t>
            </w:r>
          </w:p>
          <w:p w:rsidR="00BC0437" w:rsidRPr="00BC0437" w:rsidRDefault="00BC0437" w:rsidP="00BC0437">
            <w:pPr>
              <w:rPr>
                <w:rFonts w:eastAsia="Times New Roman"/>
                <w:szCs w:val="22"/>
                <w:lang w:eastAsia="en-US"/>
              </w:rPr>
            </w:pPr>
            <w:r w:rsidRPr="00BC0437">
              <w:rPr>
                <w:rFonts w:eastAsia="Times New Roman"/>
                <w:szCs w:val="22"/>
                <w:lang w:eastAsia="en-US"/>
              </w:rPr>
              <w:t>Art. 65;</w:t>
            </w:r>
          </w:p>
          <w:p w:rsidR="00BC0437" w:rsidRPr="00BC0437" w:rsidRDefault="00BC0437" w:rsidP="00BC0437">
            <w:pPr>
              <w:rPr>
                <w:rFonts w:eastAsia="Times New Roman"/>
                <w:szCs w:val="22"/>
                <w:lang w:eastAsia="en-US"/>
              </w:rPr>
            </w:pPr>
            <w:r w:rsidRPr="00BC0437">
              <w:rPr>
                <w:rFonts w:eastAsia="Times New Roman"/>
                <w:szCs w:val="22"/>
                <w:lang w:eastAsia="en-US"/>
              </w:rPr>
              <w:t>Art. 66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limited uses for teaching purposes.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54(c)</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Translation License</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Government office may grant a license for translation of works; follows the Berne Appendix.</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55-56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License</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Government office may grant a license for translation of works; follows the Berne Appendix.</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57-59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br w:type="page"/>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Copyright and Neighboring Rights of Djibouti, No. 154/AN/06 (23 July 2006), available at http://www.wipo.int/wipolex/en/details.jsp?id=9086.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6 December 2007; rev. 26 April 2015</w:t>
            </w:r>
          </w:p>
        </w:tc>
      </w:tr>
      <w:bookmarkEnd w:id="514"/>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519" w:name="_Toc199663499"/>
      <w:bookmarkStart w:id="520" w:name="_Toc207648483"/>
      <w:bookmarkStart w:id="521" w:name="_Toc207649065"/>
      <w:bookmarkStart w:id="522" w:name="_Toc207649514"/>
      <w:bookmarkStart w:id="523" w:name="_Toc207649875"/>
      <w:bookmarkStart w:id="524" w:name="_Toc207650275"/>
      <w:bookmarkStart w:id="525" w:name="_Toc208637923"/>
      <w:bookmarkStart w:id="526" w:name="_Toc421800733"/>
      <w:r w:rsidRPr="00BC0437">
        <w:rPr>
          <w:lang w:eastAsia="en-US"/>
        </w:rPr>
        <w:t>Dominica</w:t>
      </w:r>
      <w:bookmarkEnd w:id="519"/>
      <w:bookmarkEnd w:id="520"/>
      <w:bookmarkEnd w:id="521"/>
      <w:bookmarkEnd w:id="522"/>
      <w:bookmarkEnd w:id="523"/>
      <w:bookmarkEnd w:id="524"/>
      <w:bookmarkEnd w:id="525"/>
      <w:bookmarkEnd w:id="52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527" w:name="dominic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28" w:name="_Toc186015551"/>
            <w:r w:rsidRPr="00BC0437">
              <w:rPr>
                <w:rFonts w:eastAsia="Times New Roman"/>
                <w:b/>
                <w:szCs w:val="22"/>
                <w:lang w:eastAsia="en-US"/>
              </w:rPr>
              <w:t>Research or Study</w:t>
            </w:r>
            <w:bookmarkEnd w:id="52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68(a)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commercial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other short works, or short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only permitted where there is no collective license, offered by a collective administration organization of which the library or archive is or should be aware, under which such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and private research, by request of a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must be satisfied that the copy will be used solely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29" w:name="_Toc186015552"/>
            <w:r w:rsidRPr="00BC0437">
              <w:rPr>
                <w:rFonts w:eastAsia="Times New Roman"/>
                <w:b/>
                <w:szCs w:val="22"/>
                <w:lang w:eastAsia="en-US"/>
              </w:rPr>
              <w:t>Preservation and Replacement</w:t>
            </w:r>
            <w:bookmarkEnd w:id="52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68(b)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commercial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provided that it is impossible to obtain such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replace a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destroyed, or rendered unusable in the permanent collection of another similar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30" w:name="_Toc186015553"/>
            <w:r w:rsidRPr="00BC0437">
              <w:rPr>
                <w:rFonts w:eastAsia="Times New Roman"/>
                <w:b/>
                <w:szCs w:val="22"/>
                <w:lang w:eastAsia="en-US"/>
              </w:rPr>
              <w:t>Anti-Circumvention of Technological Protection Measures</w:t>
            </w:r>
            <w:bookmarkEnd w:id="53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52</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p w:rsidR="00BC0437" w:rsidRPr="00BC0437" w:rsidRDefault="00BC0437" w:rsidP="00BC0437">
            <w:pPr>
              <w:rPr>
                <w:rFonts w:eastAsia="Times New Roman"/>
                <w:szCs w:val="22"/>
                <w:lang w:eastAsia="en-US"/>
              </w:rPr>
            </w:pP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devices that prevent or restrict reproduction of a work or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531" w:name="_Toc186015554"/>
            <w:r w:rsidRPr="00BC0437">
              <w:rPr>
                <w:rFonts w:eastAsia="Times New Roman"/>
                <w:b/>
                <w:szCs w:val="22"/>
                <w:lang w:eastAsia="en-US"/>
              </w:rPr>
              <w:t>Miscellaneous</w:t>
            </w:r>
            <w:bookmarkEnd w:id="53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private reproduction of a published work in a single copy is permitted where the reproduction is made by a person exclusively for his own personal purposes; certain works are excluded.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Practice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determining whether the use of a work constitutes fair practice, the courts shall take into consideration all relevant factors, including the nature of the work, extent of the use, and effect on the market.  The language of the factors tracks closely with U.S. fair use.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various uses of many works for teaching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process” means a process involving the use of an appliance for making single or multiple copies or for making facsimile copies; it includes, in relation to a work held in electronic form, any copying by electronic means, but does not include the making of a film or sound recording.</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Dominica, Act 5 (29 April 2003), available at http://www.wipo.int/wipolex/en/text.jsp?file_id=126422.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26 April 2015</w:t>
            </w:r>
          </w:p>
        </w:tc>
      </w:tr>
    </w:tbl>
    <w:p w:rsidR="00BC0437" w:rsidRPr="00BC0437" w:rsidRDefault="00BC0437" w:rsidP="00BC0437">
      <w:pPr>
        <w:rPr>
          <w:rFonts w:eastAsia="Times New Roman"/>
          <w:szCs w:val="22"/>
          <w:lang w:eastAsia="en-US"/>
        </w:rPr>
      </w:pPr>
    </w:p>
    <w:bookmarkEnd w:id="527"/>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532" w:name="_Toc421800734"/>
      <w:r w:rsidRPr="00BC0437">
        <w:rPr>
          <w:lang w:eastAsia="en-US"/>
        </w:rPr>
        <w:t>Dominican Republic</w:t>
      </w:r>
      <w:bookmarkEnd w:id="53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Use by Readers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38</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Protected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Deposited in their collections or archives.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Out of print on the local and international market.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the exclusive use of their readers.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  May “reproduce a copy”;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38</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Protected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Deposited in their collections or archives.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Out of print on the local and international market.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Where necessary for the conservation of the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  May “reproduce a copy”;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Interlibrary Loan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38</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Protected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Deposited in their collections or archives.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Out of print on the local and international market.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lending services to other libraries that are also public.</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  May “reproduce a copy”;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Such copies </w:t>
            </w:r>
            <w:r w:rsidRPr="00BC0437">
              <w:rPr>
                <w:rFonts w:eastAsia="Times New Roman"/>
                <w:color w:val="000000"/>
                <w:szCs w:val="22"/>
                <w:lang w:eastAsia="en-US"/>
              </w:rPr>
              <w:t>may also be reproduced in a single copy by the library that receives them, where this is necessary for the conservation thereof and for the sole purpose of being used by their readers.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169(9)</w:t>
            </w: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Producing, assembling, importing, modifying, selling, or in any other way placing in the public circumvention devices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169(8)</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or protect a right, specifically of reproduction, of the copyright owner.  The provisions also refer to circumventing means of encrypting signals or controlling reception of transmissions.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169(8); Art. 169(9)</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General Limit and </w:t>
            </w:r>
          </w:p>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198" w:type="dxa"/>
          </w:tcPr>
          <w:p w:rsidR="00BC0437" w:rsidRPr="00BC0437" w:rsidRDefault="00BC0437" w:rsidP="00BC0437">
            <w:pPr>
              <w:rPr>
                <w:rFonts w:eastAsia="Times New Roman"/>
                <w:szCs w:val="22"/>
                <w:lang w:eastAsia="en-US"/>
              </w:rPr>
            </w:pPr>
            <w:r w:rsidRPr="00BC0437">
              <w:rPr>
                <w:rFonts w:eastAsia="Times New Roman"/>
                <w:color w:val="000000"/>
                <w:szCs w:val="22"/>
                <w:lang w:eastAsia="en-US"/>
              </w:rPr>
              <w:t>“Limitations of and exceptions to copyright shall be interpreted restrictively and shall not be applied in such a way that they conflict with normal exploitation of the work or unreasonably prejudice the interests of the holder of the relevant right.”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quote passages of authors.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Teaching or Examination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teaching or for the holding of examinations in educational establishments of lawfully published articles or brief extracts from lawfully published works, on condition that such use is in accordance with fair practice, does not entail sale or any other transaction for payment, and that no profit making purposes are directly or indirectly pursued thereby.</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Portraits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publish portraits where it relates to scientific, educational or cultural purposes or to facts or events of public interest or that have occurred in public.</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Copies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a literary or scientific work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37</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Communication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communicate, but not reproduce, to the public for educational purposes or for sightless persons and persons with other physical disabilities.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44</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Implementation of elements of the Berne Appendix for translation and other uses of works subject to further regulation and approval.</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Arts. 45-48</w:t>
            </w: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“Disclosure” means the fact of making the work, performance, or production available to the public for the first time, with the consent of the holder of the relevant right, by any means or process known or as yet unknown.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16(7)</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“Work” means any original intellectual creation of an artistic, scientific or literary nature that can be disclosed or reproduced in any form known or as yet unknown.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16(12)</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production of copies which are made available to the public with the consent of the holder of the relevant right.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16(28)</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“Fair use” means use that does not interfere with the normal exploitation of the work or cause unjustified harm to the legitimate interests of the author or of the holder of the relevant right.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16(31)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Dominican Republic, Law 65-00 (26 July 2000), available at http://www.wipo.int/wipolex/en/text.jsp?file_id=275676.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22 April 2014; rev. 26 April 2015</w:t>
            </w:r>
          </w:p>
        </w:tc>
      </w:tr>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533" w:name="_Toc199663500"/>
      <w:bookmarkStart w:id="534" w:name="_Toc207648485"/>
      <w:bookmarkStart w:id="535" w:name="_Toc207649067"/>
      <w:bookmarkStart w:id="536" w:name="_Toc207649515"/>
      <w:bookmarkStart w:id="537" w:name="_Toc207649876"/>
      <w:bookmarkStart w:id="538" w:name="_Toc207650276"/>
      <w:bookmarkStart w:id="539" w:name="_Toc208637924"/>
      <w:bookmarkStart w:id="540" w:name="_Toc421800735"/>
      <w:r w:rsidRPr="00BC0437">
        <w:rPr>
          <w:lang w:eastAsia="en-US"/>
        </w:rPr>
        <w:t>Ecuador</w:t>
      </w:r>
      <w:bookmarkEnd w:id="533"/>
      <w:bookmarkEnd w:id="534"/>
      <w:bookmarkEnd w:id="535"/>
      <w:bookmarkEnd w:id="536"/>
      <w:bookmarkEnd w:id="537"/>
      <w:bookmarkEnd w:id="538"/>
      <w:bookmarkEnd w:id="539"/>
      <w:bookmarkEnd w:id="54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authorization by the owner of the rights.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83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being subject to remuneration.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Provided fair use is respected.  See definition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May not adversely affect normal exploitation of the work or cause injury to the interests of the rightsholder.</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41" w:name="_Toc186015555"/>
            <w:bookmarkStart w:id="542" w:name="ecuador"/>
            <w:r w:rsidRPr="00BC0437">
              <w:rPr>
                <w:rFonts w:eastAsia="Times New Roman"/>
                <w:b/>
                <w:szCs w:val="22"/>
                <w:lang w:eastAsia="en-US"/>
              </w:rPr>
              <w:t>Replacement</w:t>
            </w:r>
            <w:bookmarkEnd w:id="54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(implicitly).</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83(g)</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forming part of the permanent collection of a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copy only.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replacing the work where necessary.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only if the work is not available on the market.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51"/>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43" w:name="_Toc186015556"/>
            <w:r w:rsidRPr="00BC0437">
              <w:rPr>
                <w:rFonts w:eastAsia="Times New Roman"/>
                <w:b/>
                <w:szCs w:val="22"/>
                <w:lang w:eastAsia="en-US"/>
              </w:rPr>
              <w:t>Anti-Circumvention of Technological Protection Measures</w:t>
            </w:r>
            <w:bookmarkEnd w:id="54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Evading or disabling technical measures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Importing, manufacturing, selling, renting, servicing, distributing, or dealing in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prevent the violation of an author’s rights.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544" w:name="_Toc186015557"/>
            <w:r w:rsidRPr="00BC0437">
              <w:rPr>
                <w:rFonts w:eastAsia="Times New Roman"/>
                <w:b/>
                <w:szCs w:val="22"/>
                <w:lang w:eastAsia="en-US"/>
              </w:rPr>
              <w:t>Miscellaneous</w:t>
            </w:r>
            <w:bookmarkEnd w:id="544"/>
          </w:p>
        </w:tc>
      </w:tr>
      <w:tr w:rsidR="00BC0437" w:rsidRPr="00BC0437" w:rsidTr="00BC0437">
        <w:trPr>
          <w:trHeight w:val="43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fixing of the work in any medium or by any process, whether known or yet to be known, including temporary or permanent digital storage, and the production of copies of all or part thereof.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w:t>
            </w:r>
          </w:p>
        </w:tc>
      </w:tr>
      <w:tr w:rsidR="00BC0437" w:rsidRPr="00BC0437" w:rsidTr="00BC0437">
        <w:trPr>
          <w:trHeight w:val="433"/>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use” is use that does not interfere with the normal exploitation of the work or prejudice the legitimate interests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27"/>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Intellectual Property of Ecuador, Codification No. 2006-13 (8 May 1998), available at http://www.wipo.int/wipolex/en/text.jsp?file_id=281172.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23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bookmarkEnd w:id="542"/>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545" w:name="_Toc199663501"/>
      <w:bookmarkStart w:id="546" w:name="_Toc207648486"/>
      <w:bookmarkStart w:id="547" w:name="_Toc207649068"/>
      <w:bookmarkStart w:id="548" w:name="_Toc207649516"/>
      <w:bookmarkStart w:id="549" w:name="_Toc207649877"/>
      <w:bookmarkStart w:id="550" w:name="_Toc207650277"/>
      <w:bookmarkStart w:id="551" w:name="_Toc208637925"/>
      <w:bookmarkStart w:id="552" w:name="_Toc421800736"/>
      <w:r w:rsidRPr="00BC0437">
        <w:rPr>
          <w:lang w:eastAsia="en-US"/>
        </w:rPr>
        <w:t>Egypt</w:t>
      </w:r>
      <w:bookmarkEnd w:id="545"/>
      <w:bookmarkEnd w:id="546"/>
      <w:bookmarkEnd w:id="547"/>
      <w:bookmarkEnd w:id="548"/>
      <w:bookmarkEnd w:id="549"/>
      <w:bookmarkEnd w:id="550"/>
      <w:bookmarkEnd w:id="551"/>
      <w:bookmarkEnd w:id="552"/>
    </w:p>
    <w:p w:rsidR="00BC0437" w:rsidRPr="00BC0437" w:rsidRDefault="00BC0437" w:rsidP="00BC0437">
      <w:pPr>
        <w:rPr>
          <w:rFonts w:eastAsia="Times New Roman"/>
          <w:szCs w:val="22"/>
          <w:lang w:eastAsia="en-US"/>
        </w:rPr>
      </w:pPr>
      <w:bookmarkStart w:id="553" w:name="Egypt"/>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author may not prevent the following provisions, after publication of the work.</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Moral rights?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following provisions are without prejudice to the moral rights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54" w:name="_Toc186015559"/>
            <w:r w:rsidRPr="00BC0437">
              <w:rPr>
                <w:rFonts w:eastAsia="Times New Roman"/>
                <w:b/>
                <w:szCs w:val="22"/>
                <w:lang w:eastAsia="en-US"/>
              </w:rPr>
              <w:t>Research or Study</w:t>
            </w:r>
            <w:bookmarkEnd w:id="554"/>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Intermediaries of documentation and archiving centers.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171(8)</w:t>
            </w: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Bookshops not aimed at making any direct or indirect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short works, and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 or more than one copy only if created on different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or research purposes, to satisfy the needs of a natural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55" w:name="_Toc186015560"/>
            <w:r w:rsidRPr="00BC0437">
              <w:rPr>
                <w:rFonts w:eastAsia="Times New Roman"/>
                <w:b/>
                <w:szCs w:val="22"/>
                <w:lang w:eastAsia="en-US"/>
              </w:rPr>
              <w:t>Preservation and Replacement</w:t>
            </w:r>
            <w:bookmarkEnd w:id="55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Intermediaries of documentation and archiving centers.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171(8)</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Bookshops not aimed at making any direct or indirect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if it is impossible to obtain a substitute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of an original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replacement, when necessary, of a lost or destroyed copy, or a copy that has become invalid.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556" w:name="_Toc186015561"/>
            <w:r w:rsidRPr="00BC0437">
              <w:rPr>
                <w:rFonts w:eastAsia="Times New Roman"/>
                <w:b/>
                <w:szCs w:val="22"/>
                <w:lang w:eastAsia="en-US"/>
              </w:rPr>
              <w:t>Anti-Circumvention of Technological Protection Measures</w:t>
            </w:r>
            <w:bookmarkEnd w:id="55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181(5);</w:t>
            </w:r>
          </w:p>
          <w:p w:rsidR="00BC0437" w:rsidRPr="00BC0437" w:rsidRDefault="00BC0437" w:rsidP="00BC0437">
            <w:pPr>
              <w:rPr>
                <w:rFonts w:eastAsia="Times New Roman"/>
                <w:szCs w:val="22"/>
                <w:lang w:eastAsia="en-US"/>
              </w:rPr>
            </w:pPr>
            <w:r w:rsidRPr="00BC0437">
              <w:rPr>
                <w:rFonts w:eastAsia="Times New Roman"/>
                <w:szCs w:val="22"/>
                <w:lang w:eastAsia="en-US"/>
              </w:rPr>
              <w:t>181(6)</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assembling, or importing for the purpose of sale or rental any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The provisions apply to technical protection devices used by the author or owner of related rights.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557" w:name="_Toc186015562"/>
            <w:r w:rsidRPr="00BC0437">
              <w:rPr>
                <w:rFonts w:eastAsia="Times New Roman"/>
                <w:b/>
                <w:szCs w:val="22"/>
                <w:lang w:eastAsia="en-US"/>
              </w:rPr>
              <w:t>Miscellaneous</w:t>
            </w:r>
            <w:bookmarkEnd w:id="55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making a single copy of a work for personal use, provided it does not interfere with normal exploitation or cause undue prejudice to the legitimate interest of rightsholders.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171(2)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various uses of works for teaching.</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171(6)-(7)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Circulation of works through sale, rent, loan, or licensing is governed by Art. 187.</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making one or more exact copies of a work or a sound recording, in any manner or form, including permanent or temporary storage of the work or sound recording in an electronic form.</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138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Intellectual Property Rights of Egypt, No. 83 (2 June 2002), available at http://www.wipo.int/wipolex/en/text.jsp?file_id=126540.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26 April 2015</w:t>
            </w:r>
          </w:p>
        </w:tc>
      </w:tr>
      <w:bookmarkEnd w:id="553"/>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558" w:name="_Toc199663502"/>
      <w:bookmarkStart w:id="559" w:name="_Toc207648488"/>
      <w:bookmarkStart w:id="560" w:name="_Toc207649070"/>
      <w:bookmarkStart w:id="561" w:name="_Toc207649517"/>
      <w:bookmarkStart w:id="562" w:name="_Toc207649878"/>
      <w:bookmarkStart w:id="563" w:name="_Toc207650278"/>
      <w:bookmarkStart w:id="564" w:name="_Toc208637926"/>
      <w:bookmarkStart w:id="565" w:name="_Toc421800737"/>
      <w:r w:rsidRPr="00BC0437">
        <w:rPr>
          <w:lang w:eastAsia="en-US"/>
        </w:rPr>
        <w:t>El Salvador</w:t>
      </w:r>
      <w:bookmarkEnd w:id="558"/>
      <w:bookmarkEnd w:id="559"/>
      <w:bookmarkEnd w:id="560"/>
      <w:bookmarkEnd w:id="561"/>
      <w:bookmarkEnd w:id="562"/>
      <w:bookmarkEnd w:id="563"/>
      <w:bookmarkEnd w:id="564"/>
      <w:bookmarkEnd w:id="565"/>
    </w:p>
    <w:p w:rsidR="00BC0437" w:rsidRPr="00BC0437" w:rsidRDefault="00BC0437" w:rsidP="00BC0437">
      <w:pPr>
        <w:rPr>
          <w:rFonts w:eastAsia="Times New Roman"/>
          <w:szCs w:val="22"/>
          <w:lang w:eastAsia="en-US"/>
        </w:rPr>
      </w:pPr>
      <w:bookmarkStart w:id="566" w:name="salvado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67" w:name="_Toc186015564"/>
            <w:r w:rsidRPr="00BC0437">
              <w:rPr>
                <w:rFonts w:eastAsia="Times New Roman"/>
                <w:b/>
                <w:szCs w:val="22"/>
                <w:lang w:eastAsia="en-US"/>
              </w:rPr>
              <w:t>Preservation and Replacement</w:t>
            </w:r>
            <w:bookmarkEnd w:id="56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45(d)</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pursue profit-making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disclosed works that form part of the permanent stocks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only where it is not possible to acquire another original in a reasonable time or on reasonable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the copy and replace it in case of need.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stocks of another library or archive a work that has been mislaid,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85</w:t>
            </w:r>
            <w:r w:rsidRPr="00BC0437">
              <w:rPr>
                <w:rFonts w:eastAsia="Times New Roman"/>
                <w:szCs w:val="22"/>
                <w:lang w:eastAsia="en-US"/>
              </w:rPr>
              <w:noBreakHyphen/>
              <w:t>D</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Effective technological measures are systems that control access and protect the rights under copyright.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Nonprofit libraries, archives, educational institutions, or non-commercial public broadcasting bodies are not liable for payment of damages if they did not know and had no reason to know that the activities were prohibited.  Such institutions are also exempt from criminal liability.  Nonprofit educational institutions, libraries, or archives have an exemption allowing them to access works with the sole aim of deciding whether to acquire the works.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568" w:name="_Toc186015566"/>
            <w:r w:rsidRPr="00BC0437">
              <w:rPr>
                <w:rFonts w:eastAsia="Times New Roman"/>
                <w:b/>
                <w:szCs w:val="22"/>
                <w:lang w:eastAsia="en-US"/>
              </w:rPr>
              <w:t>Miscellaneous</w:t>
            </w:r>
            <w:bookmarkEnd w:id="56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broad uses of works for educational purposes.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44(c)</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for the blind or other handicapped persons.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44(d)</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of one copy of a lawfully disclosed work for the personal and exclusive benefit of the user, who shall have made it himself with his own facilities, provided that the normal exploitation of the work is not affected and the legitimate interests of the author are not unjustifiably prejudiced thereby.</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45(a)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Photomechanical reproduction is permitted of a lawfully disclosed work for exclusive personal use, such as by photocopying and microfilming, provided it is confined to small parts of a protected work or to works that are out of print.  Any use of the parts reproduced for other than personal purposes, made by any means or process and in competition with the author’s exclusive right to exploit his work, shall be treated as unlawful reproduction.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45(b)</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by reprographic means of short works for teaching.</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44(c)</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exclusive right of reproduction is defined as the right to reproduce a work by fixing it in a material form according to any process that allows it to be communicated to the public in an indirect and durable manner, or to make copies of all or part of a work; this may be achieved by mechanical reproduction methods such as printing, lithography, photocopying, cinematography, phonographic recording, magnetic recording, photography, and any other form of fixation; the reproduction of improvisations, speeches, readings, and in general all public recitations by means of stenography, typewriting, and other comparable processes is also included. </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Law on the Promotion and Protection of Intellectual Property of El Salvador, Legislative Decree No. 604 (15 July 1993), available at http://www.wipo.int/wipolex/en/text.jsp?file_id=129722, </w:t>
            </w:r>
          </w:p>
          <w:p w:rsidR="00BC0437" w:rsidRPr="00BC0437" w:rsidRDefault="00BC0437" w:rsidP="00BC0437">
            <w:pPr>
              <w:rPr>
                <w:rFonts w:eastAsia="Times New Roman"/>
                <w:szCs w:val="22"/>
                <w:lang w:eastAsia="en-US"/>
              </w:rPr>
            </w:pPr>
            <w:r w:rsidRPr="00BC0437">
              <w:rPr>
                <w:rFonts w:eastAsia="Times New Roman"/>
                <w:szCs w:val="22"/>
                <w:lang w:eastAsia="en-US"/>
              </w:rPr>
              <w:t>as amended by Legislative Decree No. 912 (14 December 2005), available at http://www.wipo.int/wipolex/en/text.jsp?file_id=178096.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26 April 2015</w:t>
            </w:r>
          </w:p>
        </w:tc>
      </w:tr>
      <w:bookmarkEnd w:id="566"/>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569" w:name="_Toc421800738"/>
      <w:r w:rsidRPr="00BC0437">
        <w:rPr>
          <w:lang w:eastAsia="en-US"/>
        </w:rPr>
        <w:t>Equatorial Guinea</w:t>
      </w:r>
      <w:bookmarkEnd w:id="56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Law on Intellectual Property of Equatorial Guinea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8"/>
        <w:gridCol w:w="6538"/>
      </w:tblGrid>
      <w:tr w:rsidR="00BC0437" w:rsidRPr="00BC0437" w:rsidTr="00BC0437">
        <w:tc>
          <w:tcPr>
            <w:tcW w:w="8856" w:type="dxa"/>
            <w:gridSpan w:val="2"/>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31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28"/>
            </w:r>
          </w:p>
        </w:tc>
        <w:tc>
          <w:tcPr>
            <w:tcW w:w="6538" w:type="dxa"/>
          </w:tcPr>
          <w:p w:rsidR="00BC0437" w:rsidRPr="00BC0437" w:rsidRDefault="00BC0437" w:rsidP="00BC0437">
            <w:pPr>
              <w:rPr>
                <w:rFonts w:eastAsia="Times New Roman"/>
                <w:szCs w:val="22"/>
                <w:lang w:eastAsia="en-US"/>
              </w:rPr>
            </w:pPr>
            <w:r w:rsidRPr="00BC0437">
              <w:rPr>
                <w:rFonts w:eastAsia="Times New Roman"/>
                <w:szCs w:val="22"/>
                <w:lang w:eastAsia="en-US"/>
              </w:rPr>
              <w:t>Law on Intellectual Property of Equatorial Guinea (10 January 1879), available at http://www.wipo.int/wipolex/en/text.jsp?file_id=240885.</w:t>
            </w:r>
          </w:p>
        </w:tc>
      </w:tr>
      <w:tr w:rsidR="00BC0437" w:rsidRPr="00BC0437" w:rsidTr="00BC0437">
        <w:tc>
          <w:tcPr>
            <w:tcW w:w="231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538" w:type="dxa"/>
          </w:tcPr>
          <w:p w:rsidR="00BC0437" w:rsidRPr="00BC0437" w:rsidRDefault="00BC0437" w:rsidP="00BC0437">
            <w:pPr>
              <w:rPr>
                <w:rFonts w:eastAsia="Times New Roman"/>
                <w:szCs w:val="22"/>
                <w:lang w:eastAsia="en-US"/>
              </w:rPr>
            </w:pPr>
            <w:r w:rsidRPr="00BC0437">
              <w:rPr>
                <w:rFonts w:eastAsia="Times New Roman"/>
                <w:szCs w:val="22"/>
                <w:lang w:eastAsia="en-US"/>
              </w:rPr>
              <w:t>30 April 2014; rev. 26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570" w:name="_Toc421800739"/>
      <w:r w:rsidRPr="00BC0437">
        <w:rPr>
          <w:lang w:eastAsia="en-US"/>
        </w:rPr>
        <w:t>Eritrea</w:t>
      </w:r>
      <w:bookmarkEnd w:id="57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Eritrea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651"/>
        <w:gridCol w:w="1009"/>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Parody</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A parody, pastiche, or caricature is not considered an adaptation, and not within the author’s rights.</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1654(3)</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Performances</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for private performances.</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1656</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Articles of Topical Interest</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of articles of topical interest.</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1657</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of speeches or articles for private use.</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1660</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66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Provisional Commercial Code of Eritrea and Provisional Civil Code of Eritrea (1993) (extracts relating to IP rights), available at http://www.wipo.int/wipolex/en/text.jsp?file_id=244453.</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66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22 April 2014; rev. 26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571" w:name="_Toc199663503"/>
      <w:bookmarkStart w:id="572" w:name="_Toc207648490"/>
      <w:bookmarkStart w:id="573" w:name="_Toc207649072"/>
      <w:bookmarkStart w:id="574" w:name="_Toc207649518"/>
      <w:bookmarkStart w:id="575" w:name="_Toc207649879"/>
      <w:bookmarkStart w:id="576" w:name="_Toc207650279"/>
      <w:bookmarkStart w:id="577" w:name="_Toc208637927"/>
      <w:bookmarkStart w:id="578" w:name="_Toc421800740"/>
      <w:r w:rsidRPr="00BC0437">
        <w:rPr>
          <w:lang w:eastAsia="en-US"/>
        </w:rPr>
        <w:t>Estonia</w:t>
      </w:r>
      <w:bookmarkEnd w:id="571"/>
      <w:bookmarkEnd w:id="572"/>
      <w:bookmarkEnd w:id="573"/>
      <w:bookmarkEnd w:id="574"/>
      <w:bookmarkEnd w:id="575"/>
      <w:bookmarkEnd w:id="576"/>
      <w:bookmarkEnd w:id="577"/>
      <w:bookmarkEnd w:id="57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579" w:name="estoni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85"/>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80" w:name="_Toc186015568"/>
            <w:r w:rsidRPr="00BC0437">
              <w:rPr>
                <w:rFonts w:eastAsia="Times New Roman"/>
                <w:b/>
                <w:szCs w:val="22"/>
                <w:lang w:eastAsia="en-US"/>
              </w:rPr>
              <w:t>Preservation and Replacement</w:t>
            </w:r>
            <w:bookmarkEnd w:id="58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museums, and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20(1) subsecs. (1)-(4)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collection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only permitted when acquisition of another copy of the work is impossible; however, digitization for preservation is still permitted.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which has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make a copy to ensure the preservation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which belonged to the permanent collection of another library, archives, or museum, if the work is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digitize a collection for the purposes of preservation.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activity must not be carried out for commercial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81" w:name="_Toc186015569"/>
            <w:r w:rsidRPr="00BC0437">
              <w:rPr>
                <w:rFonts w:eastAsia="Times New Roman"/>
                <w:b/>
                <w:szCs w:val="22"/>
                <w:lang w:eastAsia="en-US"/>
              </w:rPr>
              <w:t>Copying for Users</w:t>
            </w:r>
            <w:bookmarkEnd w:id="58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museums, and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20(1) subsec. (5)</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collection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may make the copy for the purpose set forth in Section 18 on personal copying.  By implication, the library might not be able to copy the works not encompassed by Section 18: works of architecture and landscape architecture, works of visual art of limited edition, electronic databases, computer programs, and notes in reprographic form are excluded.  (Note:  Some computer programs can be reproduced for personal purposes under specified conditions, see Sections 24-25.)</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make a copy for a natural person for personal use.</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activity must not be carried out for commercial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82" w:name="_Toc186015570"/>
            <w:r w:rsidRPr="00BC0437">
              <w:rPr>
                <w:rFonts w:eastAsia="Times New Roman"/>
                <w:b/>
                <w:szCs w:val="22"/>
                <w:lang w:eastAsia="en-US"/>
              </w:rPr>
              <w:t>Research or Study (Making Available</w:t>
            </w:r>
            <w:bookmarkEnd w:id="582"/>
            <w:r w:rsidRPr="00BC0437">
              <w:rPr>
                <w:rFonts w:eastAsia="Times New Roman"/>
                <w:b/>
                <w:szCs w:val="22"/>
                <w:lang w:eastAsia="en-US"/>
              </w:rPr>
              <w: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museums, and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20(4)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collections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or scientific purposes, on request of natural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activity must not be carried out for commercial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Through special equipment located on the premises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70"/>
      </w:tblGrid>
      <w:tr w:rsidR="00BC0437" w:rsidRPr="00BC0437" w:rsidTr="00BC0437">
        <w:tc>
          <w:tcPr>
            <w:tcW w:w="8896" w:type="dxa"/>
            <w:gridSpan w:val="4"/>
            <w:shd w:val="clear" w:color="auto" w:fill="auto"/>
          </w:tcPr>
          <w:p w:rsidR="00BC0437" w:rsidRPr="00BC0437" w:rsidRDefault="00BC0437" w:rsidP="00BC0437">
            <w:pPr>
              <w:rPr>
                <w:rFonts w:eastAsia="Times New Roman"/>
                <w:b/>
                <w:szCs w:val="22"/>
                <w:lang w:eastAsia="en-US"/>
              </w:rPr>
            </w:pPr>
            <w:bookmarkStart w:id="583" w:name="_Toc186015571"/>
            <w:r w:rsidRPr="00BC0437">
              <w:rPr>
                <w:rFonts w:eastAsia="Times New Roman"/>
                <w:b/>
                <w:szCs w:val="22"/>
                <w:lang w:eastAsia="en-US"/>
              </w:rPr>
              <w:t>Anti-Circumvention of Technological Protection Measures</w:t>
            </w:r>
            <w:bookmarkEnd w:id="58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80</w:t>
            </w:r>
            <w:r w:rsidRPr="00BC0437">
              <w:rPr>
                <w:rFonts w:eastAsia="Times New Roman"/>
                <w:szCs w:val="22"/>
                <w:vertAlign w:val="superscript"/>
                <w:lang w:eastAsia="en-US"/>
              </w:rPr>
              <w:t>3</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7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225 Criminal Code</w:t>
            </w: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acquiring, possessing, using, delivering,</w:t>
            </w:r>
          </w:p>
          <w:p w:rsidR="00BC0437" w:rsidRPr="00BC0437" w:rsidRDefault="00BC0437" w:rsidP="00BC0437">
            <w:pPr>
              <w:rPr>
                <w:rFonts w:eastAsia="Times New Roman"/>
                <w:szCs w:val="22"/>
                <w:lang w:eastAsia="en-US"/>
              </w:rPr>
            </w:pPr>
            <w:r w:rsidRPr="00BC0437">
              <w:rPr>
                <w:rFonts w:eastAsia="Times New Roman"/>
                <w:szCs w:val="22"/>
                <w:lang w:eastAsia="en-US"/>
              </w:rPr>
              <w:t>selling or transferring a technical device or equipment designed for removal of protective measures is prohibited.</w:t>
            </w:r>
          </w:p>
        </w:tc>
        <w:tc>
          <w:tcPr>
            <w:tcW w:w="107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7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Permitted technical measures are designed to prevent or restrict acts related to a work.  With the help of technological measures, the rightsholders control the use of protected works through the application of an access control or protection process.</w:t>
            </w:r>
          </w:p>
        </w:tc>
        <w:tc>
          <w:tcPr>
            <w:tcW w:w="10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80</w:t>
            </w:r>
            <w:r w:rsidRPr="00BC0437">
              <w:rPr>
                <w:rFonts w:eastAsia="Times New Roman"/>
                <w:szCs w:val="22"/>
                <w:vertAlign w:val="superscript"/>
                <w:lang w:eastAsia="en-US"/>
              </w:rPr>
              <w:t xml:space="preserve">3 </w:t>
            </w:r>
            <w:r w:rsidRPr="00BC0437">
              <w:rPr>
                <w:rFonts w:eastAsia="Times New Roman"/>
                <w:szCs w:val="22"/>
                <w:lang w:eastAsia="en-US"/>
              </w:rPr>
              <w:t>(2), (3)</w:t>
            </w: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cases of free use of the works for personal use, library purposes, and other designated uses, the rightsholder must adjust technical measures to allow the entitled persons to freely use the work to the extent necessary for the free use, where the entitled persons have legal access to the protected work.</w:t>
            </w:r>
          </w:p>
        </w:tc>
        <w:tc>
          <w:tcPr>
            <w:tcW w:w="10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80</w:t>
            </w:r>
            <w:r w:rsidRPr="00BC0437">
              <w:rPr>
                <w:rFonts w:eastAsia="Times New Roman"/>
                <w:szCs w:val="22"/>
                <w:vertAlign w:val="superscript"/>
                <w:lang w:eastAsia="en-US"/>
              </w:rPr>
              <w:t xml:space="preserve">3 </w:t>
            </w:r>
            <w:r w:rsidRPr="00BC0437">
              <w:rPr>
                <w:rFonts w:eastAsia="Times New Roman"/>
                <w:szCs w:val="22"/>
                <w:lang w:eastAsia="en-US"/>
              </w:rPr>
              <w:t>(4)</w:t>
            </w:r>
          </w:p>
        </w:tc>
      </w:tr>
      <w:tr w:rsidR="00BC0437" w:rsidRPr="00BC0437" w:rsidTr="00BC0437">
        <w:trPr>
          <w:trHeight w:val="512"/>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section does not apply to computer programs.</w:t>
            </w:r>
          </w:p>
        </w:tc>
        <w:tc>
          <w:tcPr>
            <w:tcW w:w="10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80</w:t>
            </w:r>
            <w:r w:rsidRPr="00BC0437">
              <w:rPr>
                <w:rFonts w:eastAsia="Times New Roman"/>
                <w:szCs w:val="22"/>
                <w:vertAlign w:val="superscript"/>
                <w:lang w:eastAsia="en-US"/>
              </w:rPr>
              <w:t xml:space="preserve">3 </w:t>
            </w:r>
            <w:r w:rsidRPr="00BC0437">
              <w:rPr>
                <w:rFonts w:eastAsia="Times New Roman"/>
                <w:szCs w:val="22"/>
                <w:lang w:eastAsia="en-US"/>
              </w:rPr>
              <w:t>(6)</w:t>
            </w:r>
          </w:p>
        </w:tc>
      </w:tr>
      <w:tr w:rsidR="00BC0437" w:rsidRPr="00BC0437" w:rsidTr="00BC0437">
        <w:trPr>
          <w:trHeight w:val="967"/>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shd w:val="clear" w:color="auto" w:fill="auto"/>
          </w:tcPr>
          <w:p w:rsidR="00BC0437" w:rsidRPr="00BC0437" w:rsidRDefault="00BC0437" w:rsidP="00BC0437">
            <w:pPr>
              <w:rPr>
                <w:rFonts w:eastAsia="Times New Roman"/>
                <w:szCs w:val="22"/>
                <w:lang w:eastAsia="en-US"/>
              </w:rPr>
            </w:pP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section does not apply to such works which have been made available to the public on the basis of an agreement in such a way that persons can use them from a place and time individually chosen by them.</w:t>
            </w:r>
          </w:p>
        </w:tc>
        <w:tc>
          <w:tcPr>
            <w:tcW w:w="10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80</w:t>
            </w:r>
            <w:r w:rsidRPr="00BC0437">
              <w:rPr>
                <w:rFonts w:eastAsia="Times New Roman"/>
                <w:szCs w:val="22"/>
                <w:vertAlign w:val="superscript"/>
                <w:lang w:eastAsia="en-US"/>
              </w:rPr>
              <w:t xml:space="preserve">3 </w:t>
            </w:r>
            <w:r w:rsidRPr="00BC0437">
              <w:rPr>
                <w:rFonts w:eastAsia="Times New Roman"/>
                <w:szCs w:val="22"/>
                <w:lang w:eastAsia="en-US"/>
              </w:rPr>
              <w:t>(5)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the person entitled to free use and the rightsholder fail to reach an agreement on application of the technical measures within a reasonable period of time, the person may address the copyright committee through procedures set forth in the statute.</w:t>
            </w:r>
          </w:p>
        </w:tc>
        <w:tc>
          <w:tcPr>
            <w:tcW w:w="10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80</w:t>
            </w:r>
            <w:r w:rsidRPr="00BC0437">
              <w:rPr>
                <w:rFonts w:eastAsia="Times New Roman"/>
                <w:szCs w:val="22"/>
                <w:vertAlign w:val="superscript"/>
                <w:lang w:eastAsia="en-US"/>
              </w:rPr>
              <w:t xml:space="preserve">3 </w:t>
            </w:r>
            <w:r w:rsidRPr="00BC0437">
              <w:rPr>
                <w:rFonts w:eastAsia="Times New Roman"/>
                <w:szCs w:val="22"/>
                <w:lang w:eastAsia="en-US"/>
              </w:rPr>
              <w:t>(4)</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584" w:name="_Toc186015572"/>
            <w:r w:rsidRPr="00BC0437">
              <w:rPr>
                <w:rFonts w:eastAsia="Times New Roman"/>
                <w:b/>
                <w:szCs w:val="22"/>
                <w:lang w:eastAsia="en-US"/>
              </w:rPr>
              <w:t>Miscellaneous</w:t>
            </w:r>
            <w:bookmarkEnd w:id="58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Application of the statutory exceptions may not adversely affect normal exploitation of the work or cause injury to the interests of the rightsholder.</w:t>
            </w:r>
          </w:p>
        </w:tc>
        <w:tc>
          <w:tcPr>
            <w:tcW w:w="1080" w:type="dxa"/>
            <w:shd w:val="clear" w:color="auto" w:fill="auto"/>
          </w:tcPr>
          <w:p w:rsidR="00BC0437" w:rsidRPr="00BC0437" w:rsidRDefault="00BC0437" w:rsidP="00BC0437">
            <w:pPr>
              <w:ind w:hanging="1"/>
              <w:rPr>
                <w:rFonts w:eastAsia="Times New Roman"/>
                <w:szCs w:val="22"/>
                <w:lang w:eastAsia="en-US"/>
              </w:rPr>
            </w:pPr>
            <w:r w:rsidRPr="00BC0437">
              <w:rPr>
                <w:rFonts w:eastAsia="Times New Roman"/>
                <w:szCs w:val="22"/>
                <w:lang w:eastAsia="en-US"/>
              </w:rPr>
              <w:t>§ 17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must pay remuneration for public lending; the calculation and payment procedures are set forth in Section 13</w:t>
            </w:r>
            <w:r w:rsidRPr="00BC0437">
              <w:rPr>
                <w:rFonts w:eastAsia="Times New Roman"/>
                <w:szCs w:val="22"/>
                <w:vertAlign w:val="superscript"/>
                <w:lang w:eastAsia="en-US"/>
              </w:rPr>
              <w:t>3</w:t>
            </w:r>
            <w:r w:rsidRPr="00BC0437">
              <w:rPr>
                <w:rFonts w:eastAsia="Times New Roman"/>
                <w:szCs w:val="22"/>
                <w:lang w:eastAsia="en-US"/>
              </w:rPr>
              <w:t>.</w:t>
            </w:r>
          </w:p>
        </w:tc>
        <w:tc>
          <w:tcPr>
            <w:tcW w:w="1080" w:type="dxa"/>
            <w:shd w:val="clear" w:color="auto" w:fill="auto"/>
          </w:tcPr>
          <w:p w:rsidR="00BC0437" w:rsidRPr="00BC0437" w:rsidRDefault="00BC0437" w:rsidP="00BC0437">
            <w:pPr>
              <w:ind w:hanging="1"/>
              <w:rPr>
                <w:rFonts w:eastAsia="Times New Roman"/>
                <w:szCs w:val="22"/>
                <w:lang w:eastAsia="en-US"/>
              </w:rPr>
            </w:pPr>
            <w:r w:rsidRPr="00BC0437">
              <w:rPr>
                <w:rFonts w:eastAsia="Times New Roman"/>
                <w:szCs w:val="22"/>
                <w:lang w:eastAsia="en-US"/>
              </w:rPr>
              <w:t>§ 13</w:t>
            </w:r>
            <w:r w:rsidRPr="00BC0437">
              <w:rPr>
                <w:rFonts w:eastAsia="Times New Roman"/>
                <w:szCs w:val="22"/>
                <w:vertAlign w:val="superscript"/>
                <w:lang w:eastAsia="en-US"/>
              </w:rPr>
              <w:t>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and translation of lawfully published works by natural persons for personal use.</w:t>
            </w:r>
          </w:p>
        </w:tc>
        <w:tc>
          <w:tcPr>
            <w:tcW w:w="1080" w:type="dxa"/>
            <w:shd w:val="clear" w:color="auto" w:fill="auto"/>
          </w:tcPr>
          <w:p w:rsidR="00BC0437" w:rsidRPr="00BC0437" w:rsidRDefault="00BC0437" w:rsidP="00BC0437">
            <w:pPr>
              <w:ind w:hanging="1"/>
              <w:rPr>
                <w:rFonts w:eastAsia="Times New Roman"/>
                <w:szCs w:val="22"/>
                <w:lang w:eastAsia="en-US"/>
              </w:rPr>
            </w:pPr>
            <w:r w:rsidRPr="00BC0437">
              <w:rPr>
                <w:rFonts w:eastAsia="Times New Roman"/>
                <w:szCs w:val="22"/>
                <w:lang w:eastAsia="en-US"/>
              </w:rPr>
              <w:t>§ 18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museums, and libraries can reproduce a work on the order of a court or state agency for the purpose of reproduction, distribution, and communication of a work in the interests of disabled persons.</w:t>
            </w:r>
          </w:p>
        </w:tc>
        <w:tc>
          <w:tcPr>
            <w:tcW w:w="1080" w:type="dxa"/>
            <w:shd w:val="clear" w:color="auto" w:fill="auto"/>
          </w:tcPr>
          <w:p w:rsidR="00BC0437" w:rsidRPr="00BC0437" w:rsidRDefault="00BC0437" w:rsidP="00BC0437">
            <w:pPr>
              <w:ind w:hanging="1"/>
              <w:rPr>
                <w:rFonts w:eastAsia="Times New Roman"/>
                <w:szCs w:val="22"/>
                <w:lang w:eastAsia="en-US"/>
              </w:rPr>
            </w:pPr>
            <w:r w:rsidRPr="00BC0437">
              <w:rPr>
                <w:rFonts w:eastAsia="Times New Roman"/>
                <w:szCs w:val="22"/>
                <w:lang w:eastAsia="en-US"/>
              </w:rPr>
              <w:t>§ 20(1) 6); 19 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Exhibition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public archive, museum, or library has the right to use a work included in the collection thereof without the authorization of the author and without payment of remuneration for the purposes of an exhibition or the promotion of the collection to the extent justified by the purpose.</w:t>
            </w:r>
          </w:p>
        </w:tc>
        <w:tc>
          <w:tcPr>
            <w:tcW w:w="1080" w:type="dxa"/>
            <w:shd w:val="clear" w:color="auto" w:fill="auto"/>
          </w:tcPr>
          <w:p w:rsidR="00BC0437" w:rsidRPr="00BC0437" w:rsidRDefault="00BC0437" w:rsidP="00BC0437">
            <w:pPr>
              <w:ind w:hanging="1"/>
              <w:rPr>
                <w:rFonts w:eastAsia="Times New Roman"/>
                <w:szCs w:val="22"/>
                <w:lang w:eastAsia="en-US"/>
              </w:rPr>
            </w:pPr>
            <w:r w:rsidRPr="00BC0437">
              <w:rPr>
                <w:rFonts w:eastAsia="Times New Roman"/>
                <w:szCs w:val="22"/>
                <w:lang w:eastAsia="en-US"/>
              </w:rPr>
              <w:t>§ 20(3)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Limitation on Related Rights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Certain uses are permitted without the authorization of the performer, producer, or broadcaster.  The section applies to cases where rights of authors of works are limited pursuant to Chapter IV of the Act, which contains the library exemptions.</w:t>
            </w:r>
          </w:p>
        </w:tc>
        <w:tc>
          <w:tcPr>
            <w:tcW w:w="1080" w:type="dxa"/>
            <w:shd w:val="clear" w:color="auto" w:fill="auto"/>
          </w:tcPr>
          <w:p w:rsidR="00BC0437" w:rsidRPr="00BC0437" w:rsidRDefault="00BC0437" w:rsidP="00BC0437">
            <w:pPr>
              <w:ind w:hanging="1"/>
              <w:rPr>
                <w:rFonts w:eastAsia="Times New Roman"/>
                <w:szCs w:val="22"/>
                <w:lang w:eastAsia="en-US"/>
              </w:rPr>
            </w:pPr>
            <w:r w:rsidRPr="00BC0437">
              <w:rPr>
                <w:rFonts w:eastAsia="Times New Roman"/>
                <w:szCs w:val="22"/>
                <w:lang w:eastAsia="en-US"/>
              </w:rPr>
              <w:t>§ 75(1) 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val="en-GB" w:eastAsia="en-US"/>
              </w:rPr>
              <w:t>“Reproduction” means the making one or several temporary or permanent copies of the work or a part thereof directly or indirectly in any form or by any means.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Act of Estonia, </w:t>
            </w:r>
            <w:r w:rsidRPr="00BC0437">
              <w:rPr>
                <w:rFonts w:eastAsia="Times New Roman"/>
                <w:szCs w:val="22"/>
                <w:lang w:val="en-GB" w:eastAsia="en-US"/>
              </w:rPr>
              <w:t>RT I 1992, 49, 615</w:t>
            </w:r>
            <w:r w:rsidRPr="00BC0437">
              <w:rPr>
                <w:rFonts w:eastAsia="Times New Roman"/>
                <w:szCs w:val="22"/>
                <w:lang w:eastAsia="en-US"/>
              </w:rPr>
              <w:t xml:space="preserve"> (11 November 1992), as amended through </w:t>
            </w:r>
            <w:r w:rsidRPr="00BC0437">
              <w:rPr>
                <w:rFonts w:eastAsia="Times New Roman"/>
                <w:szCs w:val="22"/>
                <w:lang w:val="en-GB" w:eastAsia="en-US"/>
              </w:rPr>
              <w:t>RT I 29.10.2014, 2 (15 October 2014), available at</w:t>
            </w:r>
            <w:r w:rsidRPr="00BC0437">
              <w:rPr>
                <w:rFonts w:eastAsia="Times New Roman"/>
                <w:szCs w:val="22"/>
                <w:lang w:eastAsia="en-US"/>
              </w:rPr>
              <w:t xml:space="preserve"> https://www.riigiteataja.ee/en/eli/ee/Riigikogu/act/531102014005/consolide.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26 April 2015</w:t>
            </w:r>
          </w:p>
        </w:tc>
      </w:tr>
    </w:tbl>
    <w:p w:rsidR="00BC0437" w:rsidRPr="00BC0437" w:rsidRDefault="00BC0437" w:rsidP="00BC0437">
      <w:pPr>
        <w:rPr>
          <w:rFonts w:eastAsia="Times New Roman"/>
          <w:szCs w:val="22"/>
          <w:lang w:eastAsia="en-US"/>
        </w:rPr>
      </w:pPr>
    </w:p>
    <w:bookmarkEnd w:id="579"/>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585" w:name="_Toc199663504"/>
      <w:bookmarkStart w:id="586" w:name="_Toc207648492"/>
      <w:bookmarkStart w:id="587" w:name="_Toc207649074"/>
      <w:bookmarkStart w:id="588" w:name="_Toc207649519"/>
      <w:bookmarkStart w:id="589" w:name="_Toc207649880"/>
      <w:bookmarkStart w:id="590" w:name="_Toc207650280"/>
      <w:bookmarkStart w:id="591" w:name="_Toc208637928"/>
      <w:bookmarkStart w:id="592" w:name="_Toc421800741"/>
      <w:r w:rsidRPr="00BC0437">
        <w:rPr>
          <w:lang w:eastAsia="en-US"/>
        </w:rPr>
        <w:t>Ethiopia</w:t>
      </w:r>
      <w:bookmarkEnd w:id="585"/>
      <w:bookmarkEnd w:id="586"/>
      <w:bookmarkEnd w:id="587"/>
      <w:bookmarkEnd w:id="588"/>
      <w:bookmarkEnd w:id="589"/>
      <w:bookmarkEnd w:id="590"/>
      <w:bookmarkEnd w:id="591"/>
      <w:bookmarkEnd w:id="59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593" w:name="ethiopi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94" w:name="_Toc186015574"/>
            <w:r w:rsidRPr="00BC0437">
              <w:rPr>
                <w:rFonts w:eastAsia="Times New Roman"/>
                <w:b/>
                <w:szCs w:val="22"/>
                <w:lang w:eastAsia="en-US"/>
              </w:rPr>
              <w:t>Research or Study</w:t>
            </w:r>
            <w:bookmarkEnd w:id="59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activity of the institution may not be directly or indirectly for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short works, or short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where there is no available administrative organization which the institution is aware of, which can afford a collective license of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by request of a physical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must be satisfied that the copy will be used solely for the permitted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95" w:name="_Toc186015575"/>
            <w:r w:rsidRPr="00BC0437">
              <w:rPr>
                <w:rFonts w:eastAsia="Times New Roman"/>
                <w:b/>
                <w:szCs w:val="22"/>
                <w:lang w:eastAsia="en-US"/>
              </w:rPr>
              <w:t>Preservation and Replacement</w:t>
            </w:r>
            <w:bookmarkEnd w:id="59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Libraries, archives, memorial halls, museums, or similar institutions.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activity of the institution may not be directly or indirectly for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where it is impossible to obtain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to replace a copy in the institution.</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to replace a copy which has been lost, destroyed, or rendered unusable in the permanent collection of another similar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596" w:name="_Toc186015576"/>
            <w:r w:rsidRPr="00BC0437">
              <w:rPr>
                <w:rFonts w:eastAsia="Times New Roman"/>
                <w:b/>
                <w:szCs w:val="22"/>
                <w:lang w:eastAsia="en-US"/>
              </w:rPr>
              <w:t>Anti-Circumvention of Technological Protection Measures</w:t>
            </w:r>
            <w:bookmarkEnd w:id="59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597" w:name="_Toc186015577"/>
            <w:r w:rsidRPr="00BC0437">
              <w:rPr>
                <w:rFonts w:eastAsia="Times New Roman"/>
                <w:b/>
                <w:szCs w:val="22"/>
                <w:lang w:eastAsia="en-US"/>
              </w:rPr>
              <w:t>Miscellaneous</w:t>
            </w:r>
            <w:bookmarkEnd w:id="59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owner of copyright cannot forbid private reproduction of a published work in a single copy by a physical person exclusively for his own personal purposes; certain works are excluded.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of published works and sound recordings for the purpose of teaching, provided the use is within fair practice and to the extent justified by the purpose.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Sound Recordings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rights of performers and producers in sound recordings do not apply to cases where a work can be used under Part II (which includes the library provisions) without the authorization of the author or other owner of copyright.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32(d)</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work or sound recording in any manner or form, including any permanent or temporary storage of work or sound recording in electronic form.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Proclamation to Protect Copyright and Neighboring Rights of Ethiopia, No. 410/2004 (24 July 2004), available at http://www.wipo.int/wipolex/en/text.jsp?file_id=174729.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26 April 2015</w:t>
            </w:r>
          </w:p>
        </w:tc>
      </w:tr>
      <w:bookmarkEnd w:id="593"/>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598" w:name="_Toc199663505"/>
      <w:bookmarkStart w:id="599" w:name="_Toc207648494"/>
      <w:bookmarkStart w:id="600" w:name="_Toc207649076"/>
      <w:bookmarkStart w:id="601" w:name="_Toc207649520"/>
      <w:bookmarkStart w:id="602" w:name="_Toc207649881"/>
      <w:bookmarkStart w:id="603" w:name="_Toc207650281"/>
      <w:bookmarkStart w:id="604" w:name="_Toc208637929"/>
      <w:bookmarkStart w:id="605" w:name="_Toc421800742"/>
      <w:r w:rsidRPr="00BC0437">
        <w:rPr>
          <w:lang w:eastAsia="en-US"/>
        </w:rPr>
        <w:t>Fiji</w:t>
      </w:r>
      <w:bookmarkEnd w:id="598"/>
      <w:bookmarkEnd w:id="599"/>
      <w:bookmarkEnd w:id="600"/>
      <w:bookmarkEnd w:id="601"/>
      <w:bookmarkEnd w:id="602"/>
      <w:bookmarkEnd w:id="603"/>
      <w:bookmarkEnd w:id="604"/>
      <w:bookmarkEnd w:id="60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06" w:name="_Toc186015578"/>
            <w:bookmarkStart w:id="607" w:name="fiji"/>
            <w:r w:rsidRPr="00BC0437">
              <w:rPr>
                <w:rFonts w:eastAsia="Times New Roman"/>
                <w:b/>
                <w:szCs w:val="22"/>
                <w:lang w:eastAsia="en-US"/>
              </w:rPr>
              <w:t>Research or Study (Literary, Dramatic, or Musical Works)</w:t>
            </w:r>
            <w:bookmarkEnd w:id="60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or persons acting on their behalf.  See definition of “prescribed library” below.</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49</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literary, dramatic, or musical works, contained in books by one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literary, dramatic, or musical works, contained in books by more than one author, including any artistic work included in that work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One copy of a short excerpt of a single author’s work is permitted if the work has one author; or one copy of a short except of each author’s work is permitted if the work has more than one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section does not include the copying of articles or computer programs.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supplied on the same occasion with more than one copy of the same material.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only be made if there is no collective license available of which the librarian is or should be aware.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librarian must be satisfied that the person to whom the copy is supplied will use the copy for the allowed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librarian must be satisfied that the requirement is not related to any similar requirement of another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 person to whom a copy is supplied is required to pay for it, the payment required must be no higher than the cost of production of the copy together with a reasonable contribution to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08" w:name="_Toc186015579"/>
            <w:r w:rsidRPr="00BC0437">
              <w:rPr>
                <w:rFonts w:eastAsia="Times New Roman"/>
                <w:b/>
                <w:szCs w:val="22"/>
                <w:lang w:eastAsia="en-US"/>
              </w:rPr>
              <w:t>Copying for Library Users (Articles)</w:t>
            </w:r>
            <w:bookmarkEnd w:id="60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or persons acting on their behalf.  See definition of “prescribed library” below.</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or musical works contained in articles in periodicals, including any artistic work included in that work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5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editions that are articles in periodicals, including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supplied on the same occasion with more than one copy of the same material.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supplied on the same occasion with copies of more than one article contained in the same issue of a periodical unless the copies supplied all relate to the same subject matter.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only be made if there is no collective license available of which the librarian is or should be aware.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supply to a person.  (Note: The provision does not specify a particular purpose that the person must have.)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 person to whom a copy is supplied is required to pay for it, the payment required must be no higher than the cost of production of the copy together with a reasonable contribution to the general expenses of the library.</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09" w:name="_Toc186015580"/>
            <w:r w:rsidRPr="00BC0437">
              <w:rPr>
                <w:rFonts w:eastAsia="Times New Roman"/>
                <w:b/>
                <w:szCs w:val="22"/>
                <w:lang w:eastAsia="en-US"/>
              </w:rPr>
              <w:t>Supplying Copies to Other Libraries (Published Works)</w:t>
            </w:r>
            <w:bookmarkEnd w:id="60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or persons acting on their behalf.  See definition of “prescribed library” below.</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51(1)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literary, dramatic, or musical works, including any artistic work contained in that work and the typographical arrangement.</w:t>
            </w:r>
            <w:r w:rsidRPr="00BC0437">
              <w:rPr>
                <w:rFonts w:eastAsia="Times New Roman"/>
                <w:szCs w:val="22"/>
                <w:vertAlign w:val="superscript"/>
                <w:lang w:eastAsia="en-US"/>
              </w:rPr>
              <w:footnoteReference w:id="29"/>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literary, dramatic, or musical work contained in an article in a periodical, including any artistic work contained in that work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 literary, dramatic or musical work contained in a book by one author, not more than one copy of the work can be supplied.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 work contained in a periodical, the whole article can be supplied.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any other published literary, dramatic or musical work, not more than one copy of the work or edition may be supplied.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section excludes computer programs.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supply to another prescribed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10" w:name="_Toc186015581"/>
            <w:r w:rsidRPr="00BC0437">
              <w:rPr>
                <w:rFonts w:eastAsia="Times New Roman"/>
                <w:b/>
                <w:szCs w:val="22"/>
                <w:lang w:eastAsia="en-US"/>
              </w:rPr>
              <w:t>Supplying Copies to Other Libraries (Published Books)</w:t>
            </w:r>
            <w:bookmarkEnd w:id="61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or persons acting on their behalf.  See definition of “prescribed library” below.</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51(2)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literary, dramatic, or musical work from a published edition of a book, including any artistic work contained in the work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section excludes computer programs.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receiving librarian must have been unable to obtain the work at a commercial price within the six months preceding the supply.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receiving librarian must make and keep a record sufficient to identify the work copied.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receiving librarian must permit the inspection of the record by the copyright owner during normal office hours.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 demand, the receiving librarian must pay equitable remuneration to the copyright owner for the work copied.  “Equitable remuneration” means a sum agreed upon by the librarian and the copyright owner.  If an agreement cannot be reached, either party may apply for a determination to be made by the Copyright Tribunal (Section 163).</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supply to another librarian of a prescribed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11" w:name="_Toc186015582"/>
            <w:r w:rsidRPr="00BC0437">
              <w:rPr>
                <w:rFonts w:eastAsia="Times New Roman"/>
                <w:b/>
                <w:szCs w:val="22"/>
                <w:lang w:eastAsia="en-US"/>
              </w:rPr>
              <w:t>Preservation and Replacement</w:t>
            </w:r>
            <w:bookmarkEnd w:id="61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or persons acting on their behalf.  See definition of “prescribed library” below.</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archives, or persons acting on their behalf.  See definition of “archive”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or musical works, including any artistic work contained within the work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be copied only where it is not reasonably practicable to purchase a copy of the work to fulfill the allowed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an item by placing the copy in the permanent collection of the library or archive in addition to or in place of the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prescribed library or archive an item that has been lost, 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12" w:name="_Toc186015583"/>
            <w:r w:rsidRPr="00BC0437">
              <w:rPr>
                <w:rFonts w:eastAsia="Times New Roman"/>
                <w:b/>
                <w:szCs w:val="22"/>
                <w:lang w:eastAsia="en-US"/>
              </w:rPr>
              <w:t>Copying for Library Users (Unpublished Works)</w:t>
            </w:r>
            <w:bookmarkEnd w:id="612"/>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or persons acting on their behalf.  See definition of “prescribed library” below.</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53</w:t>
            </w: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archives, or persons acting on their behalf.  See definition of “archive”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works in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not be copied if the copyright owner has prohibited copying of the work and at the time the copy is made the librarian or archivist making it is or ought to be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only be made if there is no collective license available of which the librarian is or should be aware.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supplied on the same occasion with more than one copy of the same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supply to a person.  (Note: The provision does not specify a particular purpose that the person must have.)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 person to whom a copy is supplied is required to pay for it, the payment required must be no higher than the cost of production of the copy together with a reasonable contribution to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13" w:name="_Toc186015584"/>
            <w:r w:rsidRPr="00BC0437">
              <w:rPr>
                <w:rFonts w:eastAsia="Times New Roman"/>
                <w:b/>
                <w:szCs w:val="22"/>
                <w:lang w:eastAsia="en-US"/>
              </w:rPr>
              <w:t>Anti-Circumvention of Technological Protection Measures</w:t>
            </w:r>
            <w:bookmarkEnd w:id="61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223</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Making, importing, selling, letting for hire, offering or exposing for sale or hire, or advertising for sale or hire a circumvention device is prohibited.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Publishing information intended to enable or assist persons to circumvent protection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to prevent or restrict copying of a work or to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614" w:name="_Toc186015585"/>
            <w:r w:rsidRPr="00BC0437">
              <w:rPr>
                <w:rFonts w:eastAsia="Times New Roman"/>
                <w:b/>
                <w:szCs w:val="22"/>
                <w:lang w:eastAsia="en-US"/>
              </w:rPr>
              <w:t>Miscellaneous</w:t>
            </w:r>
            <w:bookmarkEnd w:id="61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Rental by libraries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is not infringed by the library renting a work if certain conditions are fulfilled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Archival Broadcasts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recording of a broadcast or cable program as prescribed by regulations, or a copy of such a recording, maybe made for the purpose of being placed in an archive maintained by a body prescribed by regulations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82</w:t>
            </w:r>
          </w:p>
        </w:tc>
      </w:tr>
      <w:tr w:rsidR="00BC0437" w:rsidRPr="00BC0437" w:rsidTr="00BC0437">
        <w:trPr>
          <w:trHeight w:val="2357"/>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 means the National Archives of the Fiji Islands; any library, museum, or other body approved by the Minister of Information to be a repository of archival material; any collection of documents of historical significance or public interest that is in the custody of and maintained by a person or body, whether incorporated or unincorporated, that does not keep and maintain the collection for the purpose of deriving a profit.</w:t>
            </w:r>
          </w:p>
        </w:tc>
        <w:tc>
          <w:tcPr>
            <w:tcW w:w="10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p w:rsidR="00BC0437" w:rsidRPr="00BC0437" w:rsidRDefault="00BC0437" w:rsidP="00BC0437">
            <w:pPr>
              <w:rPr>
                <w:rFonts w:eastAsia="Times New Roman"/>
                <w:szCs w:val="22"/>
                <w:lang w:eastAsia="en-US"/>
              </w:rPr>
            </w:pPr>
            <w:r w:rsidRPr="00BC0437">
              <w:rPr>
                <w:rFonts w:eastAsia="Times New Roman"/>
                <w:szCs w:val="22"/>
                <w:lang w:eastAsia="en-US"/>
              </w:rPr>
              <w:t>§ 48</w:t>
            </w:r>
          </w:p>
        </w:tc>
      </w:tr>
      <w:tr w:rsidR="00BC0437" w:rsidRPr="00BC0437" w:rsidTr="00BC0437">
        <w:trPr>
          <w:trHeight w:val="1493"/>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“Prescribed library” means the Parliamentary Library; a library maintained by an educational establishment, government department, or local authority; any other library or class of library prescribed by regulations made under Section 229, not being a library conducted for profit.</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208"/>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means reproducing or recording the work in any material form and includes in relation to a literary, dramatic, musical, or artistic work - storing the work in any medium by any means; in relation to an artistic work - converting the work into a 3-dimensional form, or if it is in 3</w:t>
            </w:r>
          </w:p>
          <w:p w:rsidR="00BC0437" w:rsidRPr="00BC0437" w:rsidRDefault="00BC0437" w:rsidP="00BC0437">
            <w:pPr>
              <w:rPr>
                <w:rFonts w:eastAsia="Times New Roman"/>
                <w:szCs w:val="22"/>
                <w:lang w:eastAsia="en-US"/>
              </w:rPr>
            </w:pPr>
            <w:r w:rsidRPr="00BC0437">
              <w:rPr>
                <w:rFonts w:eastAsia="Times New Roman"/>
                <w:szCs w:val="22"/>
                <w:lang w:eastAsia="en-US"/>
              </w:rPr>
              <w:t>dimensions, converting it into a 2-dimensional form; in relation to an audio visual work, television broadcast, or cable program - the making of a photograph of the whole or any substantial part of any image forming part of the audio visual work, broadcast, or cable program.</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5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Fiji (19 March 1999), available at http://www.wipo.int/wipolex/en/text.jsp?file_id=179081.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26 April 2015</w:t>
            </w:r>
          </w:p>
        </w:tc>
      </w:tr>
      <w:bookmarkEnd w:id="607"/>
    </w:tbl>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615" w:name="_Toc421800743"/>
      <w:r w:rsidRPr="00BC0437">
        <w:rPr>
          <w:lang w:eastAsia="en-US"/>
        </w:rPr>
        <w:t>Finland</w:t>
      </w:r>
      <w:bookmarkEnd w:id="61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  But if the work is altered, it may not be altered without the author's consent more than necessitated by the permitted use.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name must be indicated to the extent and in a manner required by proper usage.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Source of the work must be indicated to the extent and in a manner required by proper usage.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Performance or Distribution?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A copy of a work made by virtue of a limitation on copyright may be, for the purpose determined in the limitation, distributed to the public and used in a public performance.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Replacement, and Library Administration</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and libraries and museums open to the public, as stated in a governmental decree.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from the collections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the material and safeguard its preservation.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technical reconstruction and restoration of the material.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administration and organization of the institution’s collections and for other internal use needed in order to maintain the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cannot be for direct or indirect financial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Completion</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and libraries and museums open to the public, as stated in a governmental decree.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from the collections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is only permitted where the work is unavailable through commercial distribution or communication.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complete a copy of an incomplete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complete a missing part of a work published in several parts.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cannot be for direct or indirect financial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Copying for Library Users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and libraries open to the public, as stated in a governmental decree.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 that are susceptible to damage.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Individual articles from literary or artistic collections, newspapers, or magazines in the institution’s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excerpts of other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6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published works that are susceptible to damage, the copying is permitted unless the work is available through commercial distribution or communication.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6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single articles and short excerpts of published works, the copying is permitted “where seen appropriate.”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make the work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protect a published work that is prone to damage (implicitly).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cannot be for direct or indirect financial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1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works susceptible to damage, the copy can be provided to the user “through lending” if the work is not available through commercial distribution or communication.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1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single articles and short excerpts of published works, the copies may be given to users for their private use.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photocopying or similar means.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and libraries and museums open to the public, as stated in a governmental decree.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from the institution’s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Communication is permitted provided that relevant purchase or license terms or other contractual terms are not contradicted.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6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Further digital reproduction or further communication of the work must be prevented.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communicate the works to the public for research or private study of members of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cannot be for direct or indirect financial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Via dedicated terminals in the premises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50a &amp; 50b</w:t>
            </w:r>
          </w:p>
        </w:tc>
      </w:tr>
      <w:tr w:rsidR="00BC0437" w:rsidRPr="00BC0437" w:rsidTr="00BC0437">
        <w:trPr>
          <w:trHeight w:val="111"/>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 where it protects against uses of the work.  (Note:  A person has the right, however, to view or listen to copies legally acquired even if circumvention is required to do so.)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Producing and making available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to protect the author’s rights.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work or access to a work has been lawfully acquired, the person has the right to use the work to the extent necessary in accordance with the specified copyright limitations.  Articles 16 (reproduction in libraries) and 16a (making available a work in libraries) are specified limitations.  The author making the work available must provide the means for using it if it has technological restrictions.  If voluntary means are not provided, the user has the right to request an arbitration proceeding.</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50c</w:t>
            </w:r>
          </w:p>
        </w:tc>
      </w:tr>
      <w:tr w:rsidR="00BC0437" w:rsidRPr="00BC0437" w:rsidTr="00BC0437">
        <w:trPr>
          <w:trHeight w:val="530"/>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obligation to provide the means to use a work does not apply to works made available to the public on agreed contractual terms in such a way that members of the public may access them from a place and at a time individually chosen by them.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74"/>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Reaffirming the exemption for libraries, the copyright law includes a general prohibition against using a work under an exception if the technological measures have been circumvented.  However that prohibition does not apply to the statutory library exceptions in Articles 16, 16a, 16b, and 16c.  See Article 11(5).</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color w:val="000000"/>
                <w:szCs w:val="22"/>
                <w:lang w:eastAsia="en-US"/>
              </w:rPr>
              <w:t>The reproduction of a work shall comprise making copies of the work in whole or in part, directly or indirectly, temporarily or permanently and by any means or in any form whatsoever.  The reproduction of a work shall also comprise the transfer of the work on to another device, by which it can be reproduced or communicated.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Legal Deposit Libraries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legal deposit libraries to make specific uses of some works, including the right to apply the library exceptions of Articles 16 and 16a to works in the collections.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16b</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Audiovisual Works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Specific provision for use of works by the National Audiovisual Library.</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16c</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Extended Collective License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library or archive authorized to use a work under the library exceptions may make similar uses of other works in the collections pursuant to extended collective licensing.</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16d</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Government Decree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government decree may specify the libraries that are permitted to apply the library exceptions.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with Disabilities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of works to serve the needs of persons with disabilities.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reproductions of some works for compilations used in education.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Implements the European Union directive on orphan works, 2012/28/EC.  The Copyright Act, at Article 16f, references an orphan works exception that may be applied by libraries open to the public, archives, museums, educational institutions, and certain other organizations.  The detailed terms of the law are separately codified in the Orphan Works Act, cited below.</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16f</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Finland, No. 404 (8 July 1961), as amended through No. 307 (30 April 2010), available at http://www.wipo.int/wipolex/en/text.jsp?file_id=208099;</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Copyright Decree of Finland, No. 574 (21 April 1995), as amended through No. 1004 (18 December 2008) (specifying institutions that may apply the exceptions), available at http://www.wipo.int/wipolex/en/text.jsp?file_id=208299;</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Orphan Works Act, No. 764/2013 (8 November 2013), available at http://www.finlex.fi/fi/laki/alkup/2013/20130764.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13 May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616" w:name="_Toc421800744"/>
      <w:bookmarkStart w:id="617" w:name="_Toc199663507"/>
      <w:bookmarkStart w:id="618" w:name="_Toc207648496"/>
      <w:bookmarkStart w:id="619" w:name="_Toc207649078"/>
      <w:bookmarkStart w:id="620" w:name="_Toc207649522"/>
      <w:bookmarkStart w:id="621" w:name="_Toc207649883"/>
      <w:bookmarkStart w:id="622" w:name="_Toc207650283"/>
      <w:bookmarkStart w:id="623" w:name="_Toc208637931"/>
      <w:r w:rsidRPr="00BC0437">
        <w:rPr>
          <w:lang w:eastAsia="en-US"/>
        </w:rPr>
        <w:t>France</w:t>
      </w:r>
      <w:bookmarkEnd w:id="61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museums,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L122-5(8</w:t>
            </w:r>
            <w:r w:rsidRPr="00BC0437">
              <w:rPr>
                <w:rFonts w:eastAsia="Times New Roman"/>
                <w:szCs w:val="22"/>
                <w:vertAlign w:val="superscript"/>
                <w:lang w:eastAsia="en-US"/>
              </w:rPr>
              <w:t>o</w:t>
            </w:r>
            <w:r w:rsidRPr="00BC0437">
              <w:rPr>
                <w:rFonts w:eastAsia="Times New Roman"/>
                <w:szCs w:val="22"/>
                <w:lang w:eastAsia="en-US"/>
              </w:rPr>
              <w:t>)</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seek direct or indirect economic or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conservation.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 also relates to related rights.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Copying for Library Users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museums,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L122-5(8</w:t>
            </w:r>
            <w:r w:rsidRPr="00BC0437">
              <w:rPr>
                <w:rFonts w:eastAsia="Times New Roman"/>
                <w:szCs w:val="22"/>
                <w:vertAlign w:val="superscript"/>
                <w:lang w:eastAsia="en-US"/>
              </w:rPr>
              <w:t>o</w:t>
            </w:r>
            <w:r w:rsidRPr="00BC0437">
              <w:rPr>
                <w:rFonts w:eastAsia="Times New Roman"/>
                <w:szCs w:val="22"/>
                <w:lang w:eastAsia="en-US"/>
              </w:rPr>
              <w:t>)</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seek direct or indirect economic or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 the premises of the establishment and by dedicated terminals.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 also relates to related rights.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vanish/>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rPr>
          <w:trHeight w:val="273"/>
        </w:trPr>
        <w:tc>
          <w:tcPr>
            <w:tcW w:w="884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rPr>
          <w:trHeight w:val="547"/>
        </w:trPr>
        <w:tc>
          <w:tcPr>
            <w:tcW w:w="262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29"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L331-5</w:t>
            </w:r>
          </w:p>
        </w:tc>
      </w:tr>
      <w:tr w:rsidR="00BC0437" w:rsidRPr="00BC0437" w:rsidTr="00BC0437">
        <w:trPr>
          <w:trHeight w:val="110"/>
        </w:trPr>
        <w:tc>
          <w:tcPr>
            <w:tcW w:w="2625"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7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2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0"/>
        </w:trPr>
        <w:tc>
          <w:tcPr>
            <w:tcW w:w="2625" w:type="dxa"/>
            <w:vMerge/>
            <w:shd w:val="clear" w:color="auto" w:fill="auto"/>
          </w:tcPr>
          <w:p w:rsidR="00BC0437" w:rsidRPr="00BC0437" w:rsidRDefault="00BC0437" w:rsidP="00BC0437">
            <w:pPr>
              <w:rPr>
                <w:rFonts w:eastAsia="Times New Roman"/>
                <w:szCs w:val="22"/>
                <w:lang w:eastAsia="en-US"/>
              </w:rPr>
            </w:pPr>
          </w:p>
        </w:tc>
        <w:tc>
          <w:tcPr>
            <w:tcW w:w="17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possessing for sale, lending, or rental, or offering to the public a circumvention device is prohibited.</w:t>
            </w:r>
          </w:p>
        </w:tc>
        <w:tc>
          <w:tcPr>
            <w:tcW w:w="102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4"/>
        </w:trPr>
        <w:tc>
          <w:tcPr>
            <w:tcW w:w="2625" w:type="dxa"/>
            <w:vMerge/>
            <w:shd w:val="clear" w:color="auto" w:fill="auto"/>
          </w:tcPr>
          <w:p w:rsidR="00BC0437" w:rsidRPr="00BC0437" w:rsidRDefault="00BC0437" w:rsidP="00BC0437">
            <w:pPr>
              <w:rPr>
                <w:rFonts w:eastAsia="Times New Roman"/>
                <w:szCs w:val="22"/>
                <w:lang w:eastAsia="en-US"/>
              </w:rPr>
            </w:pPr>
          </w:p>
        </w:tc>
        <w:tc>
          <w:tcPr>
            <w:tcW w:w="17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Offering a circumvention service is prohibited.  Inducing the use of a circumvention device is also prohibited.</w:t>
            </w:r>
          </w:p>
        </w:tc>
        <w:tc>
          <w:tcPr>
            <w:tcW w:w="102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4"/>
        </w:trPr>
        <w:tc>
          <w:tcPr>
            <w:tcW w:w="262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or restrict uses that are not authorized by the right holder; it includes access controls and protection processes.</w:t>
            </w:r>
          </w:p>
        </w:tc>
        <w:tc>
          <w:tcPr>
            <w:tcW w:w="1029"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rights owners must ensure that the effective benefit of the copyright exceptions, including the provision benefitting libraries, is made possible even if the work is protected by technological measures.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L331-6</w:t>
            </w:r>
          </w:p>
        </w:tc>
      </w:tr>
      <w:tr w:rsidR="00BC0437" w:rsidRPr="00BC0437" w:rsidTr="00BC0437">
        <w:trPr>
          <w:trHeight w:val="34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beneficiary of this exemption must have lawful access to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shd w:val="clear" w:color="auto" w:fill="auto"/>
          </w:tcPr>
          <w:p w:rsidR="00BC0437" w:rsidRPr="00BC0437" w:rsidRDefault="00BC0437" w:rsidP="00BC0437">
            <w:pPr>
              <w:rPr>
                <w:rFonts w:eastAsia="Times New Roman"/>
                <w:szCs w:val="22"/>
                <w:lang w:eastAsia="en-US"/>
              </w:rPr>
            </w:pP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is not applicable where works or subject-matter are made available to the public on agreed contractual terms where the public may access them from a place and at a time individually chosen by them.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 of these provisions applies to software.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L331-5</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beneficiary can call upon the Authority of Regulation of Technological Measures to reconcile disagreements between the parties about access to a work.</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L331-6</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for strictly private purposes by the natural person making the reproduction is permitted.  The copying may not be done for collective uses.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L122-5(2</w:t>
            </w:r>
            <w:r w:rsidRPr="00BC0437">
              <w:rPr>
                <w:rFonts w:eastAsia="Times New Roman"/>
                <w:szCs w:val="22"/>
                <w:vertAlign w:val="superscript"/>
                <w:lang w:eastAsia="en-US"/>
              </w:rPr>
              <w:t xml:space="preserve"> o</w:t>
            </w:r>
            <w:r w:rsidRPr="00BC0437">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Out-of-Print Books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Broad right given to the National Library of France to make digital copies of books that were published before 2001 but no longer available on the market in print or digital form.  The National Library may also make those copies available to the public at other libraries under detailed conditions.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L134-1, et seq.</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Implements the European Union directive on orphan works, 2012/28/EC.</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L135</w:t>
            </w:r>
            <w:r w:rsidRPr="00BC0437">
              <w:rPr>
                <w:rFonts w:eastAsia="Times New Roman"/>
                <w:szCs w:val="22"/>
                <w:lang w:eastAsia="en-US"/>
              </w:rPr>
              <w:noBreakHyphen/>
              <w:t>1 et seq.</w:t>
            </w:r>
          </w:p>
        </w:tc>
      </w:tr>
      <w:tr w:rsidR="00BC0437" w:rsidRPr="00BC0437" w:rsidTr="00BC0437">
        <w:tc>
          <w:tcPr>
            <w:tcW w:w="2628" w:type="dxa"/>
            <w:shd w:val="clear" w:color="auto" w:fill="auto"/>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Code of Intellectual Property of France (Consolidated as of 23 February 2015), available at http://www.wipo.int/wipolex/en/text.jsp?file_id=363403.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19 December 2007; rev. 29 August 2014; rev. 26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624" w:name="_Toc421800745"/>
      <w:bookmarkEnd w:id="617"/>
      <w:bookmarkEnd w:id="618"/>
      <w:bookmarkEnd w:id="619"/>
      <w:bookmarkEnd w:id="620"/>
      <w:bookmarkEnd w:id="621"/>
      <w:bookmarkEnd w:id="622"/>
      <w:bookmarkEnd w:id="623"/>
      <w:r w:rsidRPr="00BC0437">
        <w:rPr>
          <w:lang w:eastAsia="en-US"/>
        </w:rPr>
        <w:t>Gabon</w:t>
      </w:r>
      <w:bookmarkEnd w:id="62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Gabon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2"/>
        <w:gridCol w:w="6016"/>
        <w:gridCol w:w="1008"/>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Use</w:t>
            </w:r>
          </w:p>
        </w:tc>
        <w:tc>
          <w:tcPr>
            <w:tcW w:w="6016" w:type="dxa"/>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translation, and adaptation of works lawfully made available to the public for strictly personal and private use.</w:t>
            </w:r>
          </w:p>
        </w:tc>
        <w:tc>
          <w:tcPr>
            <w:tcW w:w="1008" w:type="dxa"/>
          </w:tcPr>
          <w:p w:rsidR="00BC0437" w:rsidRPr="00BC0437" w:rsidRDefault="00BC0437" w:rsidP="00BC0437">
            <w:pPr>
              <w:rPr>
                <w:rFonts w:eastAsia="Times New Roman"/>
                <w:szCs w:val="22"/>
                <w:lang w:eastAsia="en-US"/>
              </w:rPr>
            </w:pPr>
            <w:r w:rsidRPr="00BC0437">
              <w:rPr>
                <w:rFonts w:eastAsia="Times New Roman"/>
                <w:szCs w:val="22"/>
                <w:lang w:eastAsia="en-US"/>
              </w:rPr>
              <w:t>Art. 33</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Fair Practice</w:t>
            </w:r>
          </w:p>
        </w:tc>
        <w:tc>
          <w:tcPr>
            <w:tcW w:w="6016" w:type="dxa"/>
          </w:tcPr>
          <w:p w:rsidR="00BC0437" w:rsidRPr="00BC0437" w:rsidRDefault="00BC0437" w:rsidP="00BC0437">
            <w:pPr>
              <w:rPr>
                <w:rFonts w:eastAsia="Times New Roman"/>
                <w:szCs w:val="22"/>
                <w:lang w:eastAsia="en-US"/>
              </w:rPr>
            </w:pPr>
            <w:r w:rsidRPr="00BC0437">
              <w:rPr>
                <w:rFonts w:eastAsia="Times New Roman"/>
                <w:szCs w:val="22"/>
                <w:lang w:eastAsia="en-US"/>
              </w:rPr>
              <w:t>Permits, “on condition that they comply with fair use,” analyses and short quotation form works that are lawfully available to the public to the extent justified by the scientific, critical, polemic, teaching, or informatory purpose.  Includes quotations from newspaper articles and periodicals in the form of press reviews.  Must mention the title of the work and the name of the author.</w:t>
            </w:r>
          </w:p>
        </w:tc>
        <w:tc>
          <w:tcPr>
            <w:tcW w:w="1008" w:type="dxa"/>
          </w:tcPr>
          <w:p w:rsidR="00BC0437" w:rsidRPr="00BC0437" w:rsidRDefault="00BC0437" w:rsidP="00BC0437">
            <w:pPr>
              <w:rPr>
                <w:rFonts w:eastAsia="Times New Roman"/>
                <w:szCs w:val="22"/>
                <w:lang w:eastAsia="en-US"/>
              </w:rPr>
            </w:pPr>
            <w:r w:rsidRPr="00BC0437">
              <w:rPr>
                <w:rFonts w:eastAsia="Times New Roman"/>
                <w:szCs w:val="22"/>
                <w:lang w:eastAsia="en-US"/>
              </w:rPr>
              <w:t>Art. 34</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Foreign Works</w:t>
            </w:r>
          </w:p>
        </w:tc>
        <w:tc>
          <w:tcPr>
            <w:tcW w:w="6016" w:type="dxa"/>
          </w:tcPr>
          <w:p w:rsidR="00BC0437" w:rsidRPr="00BC0437" w:rsidRDefault="00BC0437" w:rsidP="00BC0437">
            <w:pPr>
              <w:rPr>
                <w:rFonts w:eastAsia="Times New Roman"/>
                <w:szCs w:val="22"/>
                <w:lang w:eastAsia="en-US"/>
              </w:rPr>
            </w:pPr>
            <w:r w:rsidRPr="00BC0437">
              <w:rPr>
                <w:rFonts w:eastAsia="Times New Roman"/>
                <w:szCs w:val="22"/>
                <w:lang w:eastAsia="en-US"/>
              </w:rPr>
              <w:t>Government agency may license to a Gabonese national the right to translate and publish the translation of a work already made publicly available, or the right to reproduce and publish such a work.  This license is limited only to teaching and research uses.</w:t>
            </w:r>
          </w:p>
        </w:tc>
        <w:tc>
          <w:tcPr>
            <w:tcW w:w="1008" w:type="dxa"/>
          </w:tcPr>
          <w:p w:rsidR="00BC0437" w:rsidRPr="00BC0437" w:rsidRDefault="00BC0437" w:rsidP="00BC0437">
            <w:pPr>
              <w:rPr>
                <w:rFonts w:eastAsia="Times New Roman"/>
                <w:szCs w:val="22"/>
                <w:lang w:eastAsia="en-US"/>
              </w:rPr>
            </w:pPr>
            <w:r w:rsidRPr="00BC0437">
              <w:rPr>
                <w:rFonts w:eastAsia="Times New Roman"/>
                <w:szCs w:val="22"/>
                <w:lang w:eastAsia="en-US"/>
              </w:rPr>
              <w:t>Art. 40 &amp; 41</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30"/>
            </w:r>
          </w:p>
        </w:tc>
        <w:tc>
          <w:tcPr>
            <w:tcW w:w="702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Instituting Protection for Copyright and Neighboring Rights of Gabon, No. 1/87 (29 July 1987), available at http://www.wipo.int/wipolex/en/text.jsp?file_id=362136.</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702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28 April 2014; rev. 25 April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625" w:name="_Toc421800746"/>
      <w:r w:rsidRPr="00BC0437">
        <w:rPr>
          <w:lang w:eastAsia="en-US"/>
        </w:rPr>
        <w:t>Gambia</w:t>
      </w:r>
      <w:bookmarkEnd w:id="62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whose activities do not serve direct or indirect gain.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31(b)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By reprographic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4"/>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May make a 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 is impossible to obtain the copy under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act of reprographic reproduction is an isolated case occurring, if repeated, on separate and unrelated occasions.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whose activities do not serve direct or indirect gain.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31(b)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Held in the permanent collection of another similar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Necessary to replace a copy which has been lost, destroyed, or rendered unusable.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By reprographic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4"/>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May make a 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 is impossible to obtain the copy under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act of reprographic reproduction is an isolated case occurring, if repeated, on separate and unrelated occasions.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whose activities do not serve direct or indirect gain.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31(a)</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 other short work, or short extract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satisfy the request of an individual.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is satisfied the copy will be used solely for the purposes of study, scholarship, or private research.</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By reprographic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May make a 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is an isolated case occurring, if repeated, on separate and unrelated occasions.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24"/>
        </w:trPr>
        <w:tc>
          <w:tcPr>
            <w:tcW w:w="2628" w:type="dxa"/>
            <w:vMerge/>
            <w:tcBorders>
              <w:bottom w:val="single" w:sz="4" w:space="0" w:color="auto"/>
            </w:tcBorders>
          </w:tcPr>
          <w:p w:rsidR="00BC0437" w:rsidRPr="00BC0437" w:rsidRDefault="00BC0437" w:rsidP="00BC0437">
            <w:pPr>
              <w:rPr>
                <w:rFonts w:eastAsia="Times New Roman"/>
                <w:szCs w:val="22"/>
                <w:lang w:eastAsia="en-US"/>
              </w:rPr>
            </w:pPr>
          </w:p>
        </w:tc>
        <w:tc>
          <w:tcPr>
            <w:tcW w:w="5198" w:type="dxa"/>
            <w:gridSpan w:val="2"/>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Copy permitted if there is no collective license offered by a Collecting Society of which the library or archive is or should be aware, under which the copy can be made.</w:t>
            </w:r>
          </w:p>
        </w:tc>
        <w:tc>
          <w:tcPr>
            <w:tcW w:w="1030" w:type="dxa"/>
            <w:vMerge/>
            <w:tcBorders>
              <w:bottom w:val="single" w:sz="4" w:space="0" w:color="auto"/>
            </w:tcBorders>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6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54(1)(a)</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renting circumvention devices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54(1)(a); § 54(1)(b)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or protect a right of the copyright owner.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54(1)(a); § 54(1)(b); § 54(2)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27</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Temporary Reproduction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temporary reproductions.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28</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in the form of quotation, of a short part of a published work if compatible with fair practice.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29</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Teaching Purposes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published works for teaching purposes or for face-to-face teaching in educational institutions.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30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The distribution and rental rights include the right of public lending.  “Public lending” is defined in Section 2(1) as the temporary transfer of possession for nonprofit purposes “</w:t>
            </w:r>
            <w:r w:rsidRPr="00BC0437">
              <w:rPr>
                <w:rFonts w:eastAsia="Times New Roman"/>
                <w:color w:val="000000"/>
                <w:szCs w:val="22"/>
                <w:lang w:eastAsia="en-US"/>
              </w:rPr>
              <w:t>by an institution, the services of which are available to the public, including a library and an archive.”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9(1)(d) &amp; (e)</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Folklore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Folklore is protected, but explicitly subject to certain exceptions, although not listed are the exceptions for libraries.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8</w:t>
            </w: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“Copy” means a reproduction of a work in a written form, or in the form of a recording or film, or in any manner or form, but an object shall not be taken to be a copy of an architectural work unless the object is a building or a model.</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2(1)</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“Published” means a work or a sound recording, tangible copies of which have been made available to the public in a reasonable quantity for sale, rental, public lending or for other transfer of the ownership or the possession of the copies, provided that it was available to the public, in the case of (a) a work, with the consent of the author or other owner of copyright; and (b) a sound recording with the consent of the producer of the sound recording or his or her successor in title.</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The following provisions apply with respect to the “publication of a work”: (a) a work is deemed to have been published if copies of it have been made available in a manner sufficient to render the work accessible to the public; (b) where in the first instance, only a part of a work is public, that part shall be treated for the purposes of this Act as a separate work; and (c) a publication in any country shall not be treated as being other than the first publication by reason only of an earlier publication elsewhere if the two publications took place within a period of not more than thirty days.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2(1); § 2(2)</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work or sound recording in any manner or form, including a permanent or temporary storage of the work or in electric form.</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2(1)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the Gambia (5 April 2004), available at http://www.wipo.int/wipolex/en/text.jsp?file_id=221246.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22 April 2014; rev. 8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626" w:name="_Toc199663508"/>
      <w:bookmarkStart w:id="627" w:name="_Toc207648497"/>
      <w:bookmarkStart w:id="628" w:name="_Toc207649079"/>
      <w:bookmarkStart w:id="629" w:name="_Toc207649523"/>
      <w:bookmarkStart w:id="630" w:name="_Toc207649884"/>
      <w:bookmarkStart w:id="631" w:name="_Toc207650284"/>
      <w:bookmarkStart w:id="632" w:name="_Toc208637932"/>
      <w:bookmarkStart w:id="633" w:name="_Toc421800747"/>
      <w:r w:rsidRPr="00BC0437">
        <w:rPr>
          <w:lang w:eastAsia="en-US"/>
        </w:rPr>
        <w:t>Georgia</w:t>
      </w:r>
      <w:bookmarkEnd w:id="626"/>
      <w:bookmarkEnd w:id="627"/>
      <w:bookmarkEnd w:id="628"/>
      <w:bookmarkEnd w:id="629"/>
      <w:bookmarkEnd w:id="630"/>
      <w:bookmarkEnd w:id="631"/>
      <w:bookmarkEnd w:id="632"/>
      <w:bookmarkEnd w:id="63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634" w:name="georgi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35" w:name="_Toc186015597"/>
            <w:r w:rsidRPr="00BC0437">
              <w:rPr>
                <w:rFonts w:eastAsia="Times New Roman"/>
                <w:b/>
                <w:szCs w:val="22"/>
                <w:lang w:eastAsia="en-US"/>
              </w:rPr>
              <w:t>Preservation or Replacement</w:t>
            </w:r>
            <w:bookmarkEnd w:id="635"/>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22(a)</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take place in separate cases.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may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is only permitted if obtaining a copy of the work in ordinary conditions through other means is impossible.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volume of copying is limited by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indicate the source, including the author’s name.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copies of works that have been destroyed, lost,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copies of works that have been destroyed, lost, or rendered unusable for another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not be for direct or indirect gaining of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Provided that the use does not prevent the normal use of the work and unreasonably damage the legal interests of the author or other holder of copyright. </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18(9)</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440"/>
        <w:gridCol w:w="120"/>
        <w:gridCol w:w="3758"/>
        <w:gridCol w:w="1030"/>
      </w:tblGrid>
      <w:tr w:rsidR="00BC0437" w:rsidRPr="00BC0437" w:rsidTr="00BC0437">
        <w:tc>
          <w:tcPr>
            <w:tcW w:w="8856" w:type="dxa"/>
            <w:gridSpan w:val="5"/>
            <w:shd w:val="clear" w:color="auto" w:fill="auto"/>
          </w:tcPr>
          <w:p w:rsidR="00BC0437" w:rsidRPr="00BC0437" w:rsidRDefault="00BC0437" w:rsidP="00BC0437">
            <w:pPr>
              <w:rPr>
                <w:rFonts w:eastAsia="Times New Roman"/>
                <w:b/>
                <w:szCs w:val="22"/>
                <w:lang w:eastAsia="en-US"/>
              </w:rPr>
            </w:pPr>
            <w:bookmarkStart w:id="636" w:name="_Toc186015598"/>
            <w:r w:rsidRPr="00BC0437">
              <w:rPr>
                <w:rFonts w:eastAsia="Times New Roman"/>
                <w:b/>
                <w:szCs w:val="22"/>
                <w:lang w:eastAsia="en-US"/>
              </w:rPr>
              <w:t>Research or Study</w:t>
            </w:r>
            <w:bookmarkEnd w:id="636"/>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22(b)</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articles and other small-volume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Excerpts from written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take place in separate cases.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may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volume of copying is limited by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indicate the source, including the author’s name.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educational, scientific, or personal purposes, at the request of natural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copying must not be for direct or indirect gaining of profit.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Provided that the use does not prevent the normal use of the work and unreasonably damage the legal interests of the author or other holder of copyright.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18(9)</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58(3)</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Unlawful to circumvent technological measures.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Yes.  Unlawful to </w:t>
            </w:r>
            <w:r w:rsidRPr="00BC0437">
              <w:rPr>
                <w:rFonts w:eastAsia="Times New Roman"/>
                <w:bCs/>
                <w:szCs w:val="22"/>
                <w:lang w:eastAsia="en-US"/>
              </w:rPr>
              <w:t>manufacture, import, distribution, sale, rental, or advertisement for sale or rental of any technology, device or its components which serve the purpose of circumvention.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Yes.  Unlawful to offer and render </w:t>
            </w:r>
            <w:r w:rsidRPr="00BC0437">
              <w:rPr>
                <w:rFonts w:eastAsia="Times New Roman"/>
                <w:bCs/>
                <w:szCs w:val="22"/>
                <w:lang w:eastAsia="en-US"/>
              </w:rPr>
              <w:t>services aimed at neutralizing technological measures by using a technology, device, or its components.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definition of “technological measure” at Article 4(s) encompasses protecting rights and controlling access.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in the copyright statutes.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637" w:name="_Toc186015600"/>
            <w:r w:rsidRPr="00BC0437">
              <w:rPr>
                <w:rFonts w:eastAsia="Times New Roman"/>
                <w:b/>
                <w:szCs w:val="22"/>
                <w:lang w:eastAsia="en-US"/>
              </w:rPr>
              <w:t>Miscellaneous</w:t>
            </w:r>
            <w:bookmarkEnd w:id="63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(copying)” means the making of a copy of the original of a work, data, or other material expressed by written or graphic means or of facsimiles of copies thereof in any size by any means of photocopying or other technical means.  The recording in an electronic form (including digital), optical, or other machine-readable form shall not be deemed to reprographic reproduction.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4(o)</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natural persons to make copies of most types of publicly available works, solely for personal use.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Neighboring Rights of Georgia (22 June 1999), as amended through No. 3020 (4 May 2010), available at http://www.wipo.int/wipolex/en/text.jsp?file_id=208969.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11 May 2015</w:t>
            </w:r>
          </w:p>
        </w:tc>
      </w:tr>
      <w:bookmarkEnd w:id="634"/>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638" w:name="_Toc199663509"/>
      <w:bookmarkStart w:id="639" w:name="_Toc207648499"/>
      <w:bookmarkStart w:id="640" w:name="_Toc207649081"/>
      <w:bookmarkStart w:id="641" w:name="_Toc207649524"/>
      <w:bookmarkStart w:id="642" w:name="_Toc207649885"/>
      <w:bookmarkStart w:id="643" w:name="_Toc207650285"/>
      <w:bookmarkStart w:id="644" w:name="_Toc208637933"/>
      <w:bookmarkStart w:id="645" w:name="_Toc421800748"/>
      <w:r w:rsidRPr="00BC0437">
        <w:rPr>
          <w:lang w:eastAsia="en-US"/>
        </w:rPr>
        <w:t>Germany</w:t>
      </w:r>
      <w:bookmarkEnd w:id="638"/>
      <w:bookmarkEnd w:id="639"/>
      <w:bookmarkEnd w:id="640"/>
      <w:bookmarkEnd w:id="641"/>
      <w:bookmarkEnd w:id="642"/>
      <w:bookmarkEnd w:id="643"/>
      <w:bookmarkEnd w:id="644"/>
      <w:bookmarkEnd w:id="64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46" w:name="germany"/>
            <w:r w:rsidRPr="00BC0437">
              <w:rPr>
                <w:rFonts w:eastAsia="Times New Roman"/>
                <w:b/>
                <w:szCs w:val="22"/>
                <w:lang w:eastAsia="en-US"/>
              </w:rPr>
              <w:t>Research or Study (</w:t>
            </w:r>
            <w:bookmarkStart w:id="647" w:name="_Toc186015601"/>
            <w:r w:rsidRPr="00BC0437">
              <w:rPr>
                <w:rFonts w:eastAsia="Times New Roman"/>
                <w:b/>
                <w:szCs w:val="22"/>
                <w:lang w:eastAsia="en-US"/>
              </w:rPr>
              <w:t>Making Available</w:t>
            </w:r>
            <w:bookmarkEnd w:id="647"/>
            <w:r w:rsidRPr="00BC0437">
              <w:rPr>
                <w:rFonts w:eastAsia="Times New Roman"/>
                <w:b/>
                <w:szCs w:val="22"/>
                <w:lang w:eastAsia="en-US"/>
              </w:rPr>
              <w: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museums,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52b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have no direct or indirect economic or gainful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 from the institution’s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works may not be made accessible if contract terms prohibit it.</w:t>
            </w:r>
            <w:r w:rsidRPr="00BC0437">
              <w:rPr>
                <w:rFonts w:eastAsia="Times New Roman"/>
                <w:szCs w:val="22"/>
                <w:vertAlign w:val="superscript"/>
                <w:lang w:eastAsia="en-US"/>
              </w:rPr>
              <w:footnoteReference w:id="31"/>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number of copies made simultaneously accessible cannot exceed the number of copies in the institution’s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and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r w:rsidRPr="00BC0437">
              <w:rPr>
                <w:rFonts w:eastAsia="Times New Roman"/>
                <w:szCs w:val="22"/>
                <w:vertAlign w:val="superscript"/>
                <w:lang w:eastAsia="en-US"/>
              </w:rPr>
              <w:footnoteReference w:id="32"/>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Via dedicated terminals on the premises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Reasonable compensation must be paid; a valid claim for payment is made through a rights management organization.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48" w:name="_Toc186015602"/>
            <w:r w:rsidRPr="00BC0437">
              <w:rPr>
                <w:rFonts w:eastAsia="Times New Roman"/>
                <w:b/>
                <w:szCs w:val="22"/>
                <w:lang w:eastAsia="en-US"/>
              </w:rPr>
              <w:t>Library Copying for Users</w:t>
            </w:r>
            <w:bookmarkEnd w:id="64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53a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published articles from newspapers or periodicals.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Small portions of other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in electronic form are limited to the extent justified by the non-commercial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in electronic form are only permitted if access to the works by members of the public from places and at times of their choice is not clearly possible under equitable contractual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supply to a requesting individual.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7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sent by postal or fax delivery require that the individual’s purpose must be consistent with Section 53 (which sets forth detailed exceptions for personal copying).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in electronic form may only be used for illustration for teaching or for scientific research.</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of works may be sent by postal or fax delivery.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in electronic form is only permitted as a graphic image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reproduction and transmission.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Reasonable compensation must be paid; a valid claim for payment is made through a rights management organization.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49" w:name="_Toc186015603"/>
            <w:r w:rsidRPr="00BC0437">
              <w:rPr>
                <w:rFonts w:eastAsia="Times New Roman"/>
                <w:b/>
                <w:szCs w:val="22"/>
                <w:lang w:eastAsia="en-US"/>
              </w:rPr>
              <w:t>Anti-Circumvention of Technological Protection Measures</w:t>
            </w:r>
            <w:bookmarkEnd w:id="64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95a (1)</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rental, and possessing for commercial purposes circumvention devices is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95a (3)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technological measures that prevent or restrict acts that are not authorized by the rightsholder; it includes access controls and protection processes.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95a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law sets forth some exemptions to the circumvention provisions, which require that the rightsholder is obligated to make available the means which enable the uses within the applicable exceptions.  However, the exemptions do not include the uses contained in this chart under Section 52b or 53a.  </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95b</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provisions on circumvention do not apply to computer programs.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69a</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650" w:name="_Toc186015604"/>
            <w:r w:rsidRPr="00BC0437">
              <w:rPr>
                <w:rFonts w:eastAsia="Times New Roman"/>
                <w:b/>
                <w:szCs w:val="22"/>
                <w:lang w:eastAsia="en-US"/>
              </w:rPr>
              <w:t>Miscellaneous</w:t>
            </w:r>
            <w:bookmarkEnd w:id="650"/>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for private copies made by natural persons solely for domestic purposes in the private sphere.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53(1)</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in singular copies for personal uses.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53(2)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Implements the European Union directive on orphan works, 2012/28/EC.</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61 to 61c</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Works of Art</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museums, and educational institutions may, in connection with a public exhibition or for documenting a collection, may reproduce and distribute works of art and photographs in catalogs, for non-commercial purposes.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33"/>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Related Rights of Germany, Federal Law Gazette, page 1273 (9 September 1965), as amended through Federal Law Gazette, page 3728 (1 October 2013), available at  http://www.wipo.int/wipolex/en/text.jsp?file_id=317771.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19 December 2007; rev. 22 April 2015</w:t>
            </w:r>
          </w:p>
        </w:tc>
      </w:tr>
    </w:tbl>
    <w:p w:rsidR="00BC0437" w:rsidRPr="00BC0437" w:rsidRDefault="00BC0437" w:rsidP="00BC0437">
      <w:pPr>
        <w:rPr>
          <w:rFonts w:eastAsia="Times New Roman"/>
          <w:szCs w:val="22"/>
          <w:lang w:eastAsia="en-US"/>
        </w:rPr>
      </w:pPr>
    </w:p>
    <w:bookmarkEnd w:id="646"/>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651" w:name="_Toc199663510"/>
      <w:bookmarkStart w:id="652" w:name="_Toc207648500"/>
      <w:bookmarkStart w:id="653" w:name="_Toc207649082"/>
      <w:bookmarkStart w:id="654" w:name="_Toc207649525"/>
      <w:bookmarkStart w:id="655" w:name="_Toc207649886"/>
      <w:bookmarkStart w:id="656" w:name="_Toc207650286"/>
      <w:bookmarkStart w:id="657" w:name="_Toc208637934"/>
      <w:bookmarkStart w:id="658" w:name="_Toc421800749"/>
      <w:r w:rsidRPr="00BC0437">
        <w:rPr>
          <w:lang w:eastAsia="en-US"/>
        </w:rPr>
        <w:t>Ghana</w:t>
      </w:r>
      <w:bookmarkEnd w:id="651"/>
      <w:bookmarkEnd w:id="652"/>
      <w:bookmarkEnd w:id="653"/>
      <w:bookmarkEnd w:id="654"/>
      <w:bookmarkEnd w:id="655"/>
      <w:bookmarkEnd w:id="656"/>
      <w:bookmarkEnd w:id="657"/>
      <w:bookmarkEnd w:id="658"/>
    </w:p>
    <w:p w:rsidR="00BC0437" w:rsidRPr="00BC0437" w:rsidRDefault="00BC0437" w:rsidP="00BC0437">
      <w:pPr>
        <w:rPr>
          <w:rFonts w:eastAsia="Times New Roman"/>
          <w:szCs w:val="22"/>
          <w:lang w:eastAsia="en-US"/>
        </w:rPr>
      </w:pPr>
      <w:bookmarkStart w:id="659" w:name="Ghana"/>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60" w:name="_Toc186015606"/>
            <w:r w:rsidRPr="00BC0437">
              <w:rPr>
                <w:rFonts w:eastAsia="Times New Roman"/>
                <w:b/>
                <w:szCs w:val="22"/>
                <w:lang w:eastAsia="en-US"/>
              </w:rPr>
              <w:t>Research or Study</w:t>
            </w:r>
            <w:bookmarkEnd w:id="66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be for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other short works, or short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may be made by 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be an isolated case which occurs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may be made only if there is no collective license available.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at the request of an individual.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ascertain that an individual is requesting the material solely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(term is not defined).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provisions of this section are subject to the interest of the publisher, author, or the relevant collective administration society.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library or archive requires more than a single copy of a work by reprographic reproduction, the permission for this shall be obtained from the author, other owner of copyright, or from an appropriate collective administration society authorized by the publisher.</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61" w:name="_Toc186015607"/>
            <w:r w:rsidRPr="00BC0437">
              <w:rPr>
                <w:rFonts w:eastAsia="Times New Roman"/>
                <w:b/>
                <w:szCs w:val="22"/>
                <w:lang w:eastAsia="en-US"/>
              </w:rPr>
              <w:t>Preservation and Replacement</w:t>
            </w:r>
            <w:bookmarkEnd w:id="66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library and archive must not be for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other short works, or short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a copy which has been lost, destroyed, or rendered unusable in the permanent collection of a similar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if it is impossible to obtain the copy under reasonable circumstances.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(term is not defined).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provisions of this section are subject to the interest of the publisher, author, or the relevant collective administration society.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library or archive requires more than a single copy of a work by reprographic reproduction, the permission for this shall be obtained from the author, other owner of copyright, or from an appropriate collective administration society authorized by the publisher.</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62" w:name="_Toc186015608"/>
            <w:r w:rsidRPr="00BC0437">
              <w:rPr>
                <w:rFonts w:eastAsia="Times New Roman"/>
                <w:b/>
                <w:szCs w:val="22"/>
                <w:lang w:eastAsia="en-US"/>
              </w:rPr>
              <w:t>Anti-Circumvention of Technological Protection Measures</w:t>
            </w:r>
            <w:bookmarkEnd w:id="66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42(1) (h)-(i)</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exporting, selling, renting, possessing for commercial purposes, offering to the public, advertising, communicating or otherwise providing devices or components for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Offering to the public, advertising, communicating or otherwise providing services for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the inducing, enabling, facilitating, or concealing of an infringement of any protected copyright or related right.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663" w:name="_Toc186015609"/>
            <w:r w:rsidRPr="00BC0437">
              <w:rPr>
                <w:rFonts w:eastAsia="Times New Roman"/>
                <w:b/>
                <w:szCs w:val="22"/>
                <w:lang w:eastAsia="en-US"/>
              </w:rPr>
              <w:t>Miscellaneous</w:t>
            </w:r>
            <w:bookmarkEnd w:id="66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copying for personal use under limited conditions.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19(1)(a)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reproductions and communication of works for education compatible with fair practice.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19(1)(c)</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Ghana, No. 690 (3 June 2005), available at http://www.wipo.int/wipolex/en/text.jsp?file_id=148037.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9 May 2015</w:t>
            </w:r>
          </w:p>
        </w:tc>
      </w:tr>
    </w:tbl>
    <w:p w:rsidR="00BC0437" w:rsidRPr="00BC0437" w:rsidRDefault="00BC0437" w:rsidP="00BC0437">
      <w:pPr>
        <w:rPr>
          <w:rFonts w:eastAsia="Times New Roman"/>
          <w:szCs w:val="22"/>
          <w:lang w:eastAsia="en-US"/>
        </w:rPr>
      </w:pPr>
    </w:p>
    <w:bookmarkEnd w:id="659"/>
    <w:p w:rsidR="00BC0437" w:rsidRPr="00BC0437" w:rsidRDefault="00BC0437" w:rsidP="00273BA9">
      <w:pPr>
        <w:pStyle w:val="Heading2"/>
        <w:rPr>
          <w:lang w:eastAsia="en-US"/>
        </w:rPr>
      </w:pPr>
      <w:r w:rsidRPr="00BC0437">
        <w:rPr>
          <w:lang w:eastAsia="en-US"/>
        </w:rPr>
        <w:br w:type="page"/>
      </w:r>
      <w:bookmarkStart w:id="664" w:name="_Toc199663511"/>
      <w:bookmarkStart w:id="665" w:name="_Toc207648502"/>
      <w:bookmarkStart w:id="666" w:name="_Toc207649084"/>
      <w:bookmarkStart w:id="667" w:name="_Toc207649526"/>
      <w:bookmarkStart w:id="668" w:name="_Toc207649887"/>
      <w:bookmarkStart w:id="669" w:name="_Toc207650287"/>
      <w:bookmarkStart w:id="670" w:name="_Toc208637935"/>
      <w:bookmarkStart w:id="671" w:name="_Toc421800750"/>
      <w:r w:rsidRPr="00BC0437">
        <w:rPr>
          <w:lang w:eastAsia="en-US"/>
        </w:rPr>
        <w:t>Greece</w:t>
      </w:r>
      <w:bookmarkEnd w:id="664"/>
      <w:bookmarkEnd w:id="665"/>
      <w:bookmarkEnd w:id="666"/>
      <w:bookmarkEnd w:id="667"/>
      <w:bookmarkEnd w:id="668"/>
      <w:bookmarkEnd w:id="669"/>
      <w:bookmarkEnd w:id="670"/>
      <w:bookmarkEnd w:id="671"/>
    </w:p>
    <w:p w:rsidR="00BC0437" w:rsidRPr="00BC0437" w:rsidRDefault="00BC0437" w:rsidP="00BC0437">
      <w:pPr>
        <w:rPr>
          <w:rFonts w:eastAsia="Times New Roman"/>
          <w:szCs w:val="22"/>
          <w:lang w:eastAsia="en-US"/>
        </w:rPr>
      </w:pPr>
      <w:bookmarkStart w:id="672" w:name="Greece"/>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73" w:name="_Toc186015610"/>
            <w:r w:rsidRPr="00BC0437">
              <w:rPr>
                <w:rFonts w:eastAsia="Times New Roman"/>
                <w:b/>
                <w:szCs w:val="22"/>
                <w:lang w:eastAsia="en-US"/>
              </w:rPr>
              <w:t>Library Use</w:t>
            </w:r>
            <w:bookmarkEnd w:id="673"/>
          </w:p>
        </w:tc>
      </w:tr>
      <w:tr w:rsidR="00BC0437" w:rsidRPr="00BC0437" w:rsidTr="00BC0437">
        <w:trPr>
          <w:trHeight w:val="32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be non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permanent collection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one copy may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only permitted if an additional copy cannot be obtained in the market promptly and on reasonable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retaining the additional copy by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transfer of the copy to another non profit-making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The statute permits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74" w:name="_Toc186015611"/>
            <w:r w:rsidRPr="00BC0437">
              <w:rPr>
                <w:rFonts w:eastAsia="Times New Roman"/>
                <w:b/>
                <w:szCs w:val="22"/>
                <w:lang w:eastAsia="en-US"/>
              </w:rPr>
              <w:t>Anti-Circumvention of Technological Protection Measures</w:t>
            </w:r>
            <w:bookmarkEnd w:id="67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66A(2)</w:t>
            </w: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rental, and possessing for commercial purposes circumvention devices is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66A(3)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technological measures that are designed to prevent or restrict acts which are not authorized by the rightsholder; the technological measures can include access control or a protection process.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66A(1)</w:t>
            </w:r>
          </w:p>
        </w:tc>
      </w:tr>
      <w:tr w:rsidR="00BC0437" w:rsidRPr="00BC0437" w:rsidTr="00BC0437">
        <w:trPr>
          <w:trHeight w:val="17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the exemptions for libraries and other specified uses, the rightsholders have the obligation to give to the beneficiaries the measures to ensure the benefit of the exception to the extent necessary, where the beneficiaries have legal access to the protected work or subject-matter concerned.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66A(5)</w:t>
            </w:r>
          </w:p>
        </w:tc>
      </w:tr>
      <w:tr w:rsidR="00BC0437" w:rsidRPr="00BC0437" w:rsidTr="00BC0437">
        <w:trPr>
          <w:trHeight w:val="967"/>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works or subject-matter are made available to the public on agreed contractual terms where the public may access them from a place and at a time individually chosen by them, the exemption and mediation provisions do not apply.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7"/>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rightsholders do not take voluntary measures for the third parties such as libraries to benefit from the exception, the third party may request assistance from a mediator.</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66A(5)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675" w:name="_Toc186015612"/>
            <w:r w:rsidRPr="00BC0437">
              <w:rPr>
                <w:rFonts w:eastAsia="Times New Roman"/>
                <w:b/>
                <w:szCs w:val="22"/>
                <w:lang w:eastAsia="en-US"/>
              </w:rPr>
              <w:t>Miscellaneous</w:t>
            </w:r>
            <w:bookmarkEnd w:id="67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right of reproduction includes “the fixation and direct or indirect, temporary or permanent reproduction of their works by any means and in any form, in whole or in part.”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 is permissible for a person to make a reproduction of a lawfully published work for his own private use, under elaborate conditions.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by printing of published literary works for textbooks as part of the curriculum established by government standards, without permission or payment.  After the death of an author, reproductions of selections of that person’s works may be combined with writings of other authors in a printed anthology.  These uses must include attribution of the source and not conflict with the normal exploitation of the work from which they are drawn.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of published articles and short extracts of other works for education.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Provisions implementing the orphan works directive of the European Union.  The orphan works provisions apparently apply only to works and phonograms that first secure copyright protection on or after 29 October 2014 (see Article 68A(3)).</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with Disabilities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of works for the needs of the blind and deaf mutes.  Authorizes governmental agency to determine by regulation the scope and application of the provision.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28A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Provides that the exceptions in general “shall only be applied in certain special cases which do not conflict with a normal exploitation of the work or other protected subject-matter and do not unreasonably prejudice the legitimate interests of the rightsholder.”</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28C</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Related Rights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exceptions apply mutatis mutandis to related rights.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52(b)</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Related Rights, and Cultural Matters of Greece, No. 2121 (4 March 1993), as amended through No. 4281 (2014), available at http://www.opi.gr/index.php/en/library/law-2121-1993.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9 May 2015</w:t>
            </w:r>
          </w:p>
        </w:tc>
      </w:tr>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676" w:name="_Toc199663512"/>
      <w:bookmarkStart w:id="677" w:name="_Toc207648503"/>
      <w:bookmarkStart w:id="678" w:name="_Toc207649085"/>
      <w:bookmarkStart w:id="679" w:name="_Toc207649527"/>
      <w:bookmarkStart w:id="680" w:name="_Toc207649888"/>
      <w:bookmarkStart w:id="681" w:name="_Toc207650288"/>
      <w:bookmarkStart w:id="682" w:name="_Toc208637936"/>
      <w:bookmarkStart w:id="683" w:name="_Toc421800751"/>
      <w:bookmarkEnd w:id="672"/>
      <w:r w:rsidRPr="00BC0437">
        <w:rPr>
          <w:lang w:eastAsia="en-US"/>
        </w:rPr>
        <w:t>Grenada</w:t>
      </w:r>
      <w:bookmarkEnd w:id="676"/>
      <w:bookmarkEnd w:id="677"/>
      <w:bookmarkEnd w:id="678"/>
      <w:bookmarkEnd w:id="679"/>
      <w:bookmarkEnd w:id="680"/>
      <w:bookmarkEnd w:id="681"/>
      <w:bookmarkEnd w:id="682"/>
      <w:bookmarkEnd w:id="68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84" w:name="_Toc186015613"/>
            <w:bookmarkStart w:id="685" w:name="grenada"/>
            <w:r w:rsidRPr="00BC0437">
              <w:rPr>
                <w:rFonts w:eastAsia="Times New Roman"/>
                <w:b/>
                <w:szCs w:val="22"/>
                <w:lang w:eastAsia="en-US"/>
              </w:rPr>
              <w:t>Research, Study, or with a View to Publication (Unpublished Works)</w:t>
            </w:r>
            <w:bookmarkEnd w:id="68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Anyone.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34(i)</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or musical works, photographs, and engravings.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is unpublished, or the manuscript or a copy of the work is kept in a library or other institution where it is open to public inspection.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permitted where copyright subsists in the work but at a time more than 50 years from the end of the year in which an author died, and more than 75 years after the time at or during which the work was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or with a view to publication.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86" w:name="_Toc186015614"/>
            <w:r w:rsidRPr="00BC0437">
              <w:rPr>
                <w:rFonts w:eastAsia="Times New Roman"/>
                <w:b/>
                <w:szCs w:val="22"/>
                <w:lang w:eastAsia="en-US"/>
              </w:rPr>
              <w:t>Preservation and Replacement</w:t>
            </w:r>
            <w:bookmarkEnd w:id="68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Anyone.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34(i)</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or musical works, photographs, and engravings.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is unpublished, or a manuscript or a copy of the work is kept in a library or other institution where it is open to public inspection.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permitted where copyright subsists in the work but at a time more than 50 years from the end of the year in which an author died, and more than 75 years after the time at or during which the work was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the manuscript or copy from damage or destruction by replacing it with the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687" w:name="_Toc186015615"/>
            <w:r w:rsidRPr="00BC0437">
              <w:rPr>
                <w:rFonts w:eastAsia="Times New Roman"/>
                <w:b/>
                <w:szCs w:val="22"/>
                <w:lang w:eastAsia="en-US"/>
              </w:rPr>
              <w:t>Anti-Circumvention of Technological Protection Measures</w:t>
            </w:r>
            <w:bookmarkEnd w:id="68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688" w:name="_Toc186015616"/>
            <w:r w:rsidRPr="00BC0437">
              <w:rPr>
                <w:rFonts w:eastAsia="Times New Roman"/>
                <w:b/>
                <w:szCs w:val="22"/>
                <w:lang w:eastAsia="en-US"/>
              </w:rPr>
              <w:t>Miscellaneous</w:t>
            </w:r>
            <w:bookmarkEnd w:id="68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 with a protected work for purposes of research or private study is permitted.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34(2)(a)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limited reproductions and performances for education.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34(2)(g) &amp; (l)</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use is allowed as a matter of fair dealing, the court shall take into consideration all relevant factors, and the statute specifies four factors that reflect the factors of U.S. fair use.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34(4)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Grenada, Cap. 67 (3 February 1989), available at http://www.wipo.int/wipolex/en/text.jsp?file_id=151135.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9 May 2015</w:t>
            </w:r>
          </w:p>
        </w:tc>
      </w:tr>
      <w:bookmarkEnd w:id="685"/>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689" w:name="_Toc421800752"/>
      <w:r w:rsidRPr="00BC0437">
        <w:rPr>
          <w:lang w:eastAsia="en-US"/>
        </w:rPr>
        <w:t>Guatemala</w:t>
      </w:r>
      <w:bookmarkEnd w:id="68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Nonprofit 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64(b)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Divulged works.  See definition.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Works in the permanent collection of the library or archive or of another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It is impossible to obtain such a copy under reasonable terms or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to replace a copy that is lost, destroyed, or rendered unusable.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Concept of individual reproduction suggests that the act of reproduction is an isolated, one-time occurring case.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Nonprofit 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64(b)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Divulged works.  See definition.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Works in the library or archive’s permanent collection.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It is impossible to obtain such a copy under reasonable terms or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for preservation, if necessary.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Concept of individual reproduction suggests that the act of reproduction is an isolated, one-time occurring case.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63(a)</w:t>
            </w:r>
          </w:p>
        </w:tc>
      </w:tr>
      <w:tr w:rsidR="00BC0437" w:rsidRPr="00BC0437" w:rsidTr="00BC0437">
        <w:trPr>
          <w:trHeight w:val="83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May make copies for educational purposes, in the course of the activities of an educational institution by staff and students, provided the copy is not for profit and the audience consists solely of the staff, students or those directly connected with the activities of the institution.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63(b)</w:t>
            </w:r>
          </w:p>
        </w:tc>
      </w:tr>
      <w:tr w:rsidR="00BC0437" w:rsidRPr="00BC0437" w:rsidTr="00BC0437">
        <w:trPr>
          <w:trHeight w:val="830"/>
        </w:trPr>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or short excerpts of published works may be copied by reprographic means for teaching or conducting examinations in educational institutions, provided that it is not for profit, does not interfere with the normal exploitation of the work, and does not prejudice the legitimate interests of the author.</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64(a)</w:t>
            </w:r>
          </w:p>
        </w:tc>
      </w:tr>
      <w:tr w:rsidR="00BC0437" w:rsidRPr="00BC0437" w:rsidTr="00BC0437">
        <w:trPr>
          <w:trHeight w:val="410"/>
        </w:trPr>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May include parts of written, audiovisual, musical, photographic or other published works for analysis, teaching or research purposes.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66(d)</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General Lending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whose activities are neither directly nor indirectly for profit, may lend lawful copies of written works to the public.</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65</w:t>
            </w: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“Copy” means tangible material containing a work or phonogram as a result of a reproduction.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“Divulgation” is the making of a work available to the public by any means.  [This concept is more expansive than the definition of publication.]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making by any means of one or more copies of a work or phonogram, whether in whole or in part, or permanent or temporary, or in any medium.</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“Fair use” is a use that does not interfere with the normal exploitation of the work or is not detrimental to the legitimate interests of the author.  [Fair use is defined, but it evidently does not appear again in the statutes.]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Related Rights of Guatemala (27 September 2000), available at http://www.wipo.int/wipolex/en/text.jsp?file_id=127669.</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22 April 2014; rev. 11 May 2015</w:t>
            </w:r>
          </w:p>
        </w:tc>
      </w:tr>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690" w:name="_Toc199663513"/>
      <w:bookmarkStart w:id="691" w:name="_Toc207648504"/>
      <w:bookmarkStart w:id="692" w:name="_Toc207649086"/>
      <w:bookmarkStart w:id="693" w:name="_Toc207649528"/>
      <w:bookmarkStart w:id="694" w:name="_Toc207649889"/>
      <w:bookmarkStart w:id="695" w:name="_Toc207650289"/>
      <w:bookmarkStart w:id="696" w:name="_Toc208637937"/>
      <w:bookmarkStart w:id="697" w:name="_Toc421800753"/>
      <w:r w:rsidRPr="00BC0437">
        <w:rPr>
          <w:lang w:eastAsia="en-US"/>
        </w:rPr>
        <w:t>Guinea</w:t>
      </w:r>
      <w:bookmarkEnd w:id="690"/>
      <w:bookmarkEnd w:id="691"/>
      <w:bookmarkEnd w:id="692"/>
      <w:bookmarkEnd w:id="693"/>
      <w:bookmarkEnd w:id="694"/>
      <w:bookmarkEnd w:id="695"/>
      <w:bookmarkEnd w:id="696"/>
      <w:bookmarkEnd w:id="69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698" w:name="_Toc186015617"/>
            <w:bookmarkStart w:id="699" w:name="guinea"/>
            <w:r w:rsidRPr="00BC0437">
              <w:rPr>
                <w:rFonts w:eastAsia="Times New Roman"/>
                <w:b/>
                <w:szCs w:val="22"/>
                <w:lang w:eastAsia="en-US"/>
              </w:rPr>
              <w:t>Library Provisions (none)</w:t>
            </w:r>
            <w:bookmarkEnd w:id="69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law of copyright of Guinea includes no explicit library provisions.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700" w:name="_Toc186015618"/>
            <w:r w:rsidRPr="00BC0437">
              <w:rPr>
                <w:rFonts w:eastAsia="Times New Roman"/>
                <w:b/>
                <w:szCs w:val="22"/>
                <w:lang w:eastAsia="en-US"/>
              </w:rPr>
              <w:t>Anti-Circumvention of Technological Protection Measures</w:t>
            </w:r>
            <w:bookmarkEnd w:id="70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701" w:name="_Toc186015619"/>
            <w:r w:rsidRPr="00BC0437">
              <w:rPr>
                <w:rFonts w:eastAsia="Times New Roman"/>
                <w:b/>
                <w:szCs w:val="22"/>
                <w:lang w:eastAsia="en-US"/>
              </w:rPr>
              <w:t>Miscellaneous</w:t>
            </w:r>
            <w:bookmarkEnd w:id="70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Use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translation, and adaptation of works lawfully made available to the public for strictly personal and private use.</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Practice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“on condition that they comply with fair practice,” analyses and short quotation form works that are lawfully available to the public to the extent justified by the scientific, critical, polemic, teaching, or informatory purpose.  Includes quotations from newspaper articles and periodicals in the form of press reviews.  Must mention the title of the work and the name of the author.  Works may be used in their original language or in translation.</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Subject to the Appendix of the Berne Convention, licenses may be granted by the Minister for Higher Education and Scientific Research to any natural person or legal entity residing on the territory of Guinea for the translation, reproduction, and publication of foreign works, under circumstances specified in the statute.  </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 &amp; 16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34"/>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Adopting Provisions on Copyright and Neighboring Rights of Guinea, Act No. 043/APN/CP (9 August 1980), available at http://www.wipo.int/wipolex/en/text.jsp?file_id=328659.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25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bookmarkEnd w:id="699"/>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702" w:name="_Toc421800754"/>
      <w:r w:rsidRPr="00BC0437">
        <w:rPr>
          <w:lang w:eastAsia="en-US"/>
        </w:rPr>
        <w:t>Guinea-Bissau</w:t>
      </w:r>
      <w:bookmarkEnd w:id="70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Use</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entities, libraries, archives, and scientific institutions.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63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Extracts of works which have not yet fallen into the public domain.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their own use.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Must be in accordance with established use.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users must be expressly warned that these reproductions may not be used commercially without the consent of the authors.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Requests from Library Users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entities, libraries, archives, and scientific institutions.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63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Extracts of works which have not yet fallen into the public domain.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the private use of those making requests.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Must be in accordance with established use.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users must be expressly warned that these reproductions may not be used commercially without the consent of the authors.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2"/>
        <w:gridCol w:w="5261"/>
        <w:gridCol w:w="1763"/>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Manuscripts in Libraries</w:t>
            </w:r>
          </w:p>
        </w:tc>
        <w:tc>
          <w:tcPr>
            <w:tcW w:w="5261" w:type="dxa"/>
          </w:tcPr>
          <w:p w:rsidR="00BC0437" w:rsidRPr="00BC0437" w:rsidRDefault="00BC0437" w:rsidP="00BC0437">
            <w:pPr>
              <w:rPr>
                <w:rFonts w:eastAsia="Times New Roman"/>
                <w:szCs w:val="22"/>
                <w:lang w:eastAsia="en-US"/>
              </w:rPr>
            </w:pPr>
            <w:r w:rsidRPr="00BC0437">
              <w:rPr>
                <w:rFonts w:eastAsia="Times New Roman"/>
                <w:color w:val="000000"/>
                <w:szCs w:val="22"/>
                <w:lang w:eastAsia="en-US"/>
              </w:rPr>
              <w:t>Those who publish manuscripts which exist in libraries or archives, public or private, may not oppose the republication of the same manuscripts by others, in accordance with the original text, unless that publication is merely a reproduction of the version of the previous publisher.</w:t>
            </w:r>
          </w:p>
        </w:tc>
        <w:tc>
          <w:tcPr>
            <w:tcW w:w="1763" w:type="dxa"/>
          </w:tcPr>
          <w:p w:rsidR="00BC0437" w:rsidRPr="00BC0437" w:rsidRDefault="00BC0437" w:rsidP="00BC0437">
            <w:pPr>
              <w:rPr>
                <w:rFonts w:eastAsia="Times New Roman"/>
                <w:szCs w:val="22"/>
                <w:lang w:eastAsia="en-US"/>
              </w:rPr>
            </w:pPr>
            <w:r w:rsidRPr="00BC0437">
              <w:rPr>
                <w:rFonts w:eastAsia="Times New Roman"/>
                <w:szCs w:val="22"/>
                <w:lang w:eastAsia="en-US"/>
              </w:rPr>
              <w:t>Art 3(2)</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6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photographs in scientific or educational works is permitted in exchange for payment to the author of fair compensation.</w:t>
            </w:r>
          </w:p>
        </w:tc>
        <w:tc>
          <w:tcPr>
            <w:tcW w:w="1763" w:type="dxa"/>
          </w:tcPr>
          <w:p w:rsidR="00BC0437" w:rsidRPr="00BC0437" w:rsidRDefault="00BC0437" w:rsidP="00BC0437">
            <w:pPr>
              <w:rPr>
                <w:rFonts w:eastAsia="Times New Roman"/>
                <w:szCs w:val="22"/>
                <w:lang w:eastAsia="en-US"/>
              </w:rPr>
            </w:pPr>
            <w:r w:rsidRPr="00BC0437">
              <w:rPr>
                <w:rFonts w:eastAsia="Times New Roman"/>
                <w:szCs w:val="22"/>
                <w:lang w:eastAsia="en-US"/>
              </w:rPr>
              <w:t>Art. 151</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Performances for Educational Uses</w:t>
            </w:r>
          </w:p>
        </w:tc>
        <w:tc>
          <w:tcPr>
            <w:tcW w:w="526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perform a work, such as hymns, officially adopted patriotic songs, works of a religious nature, or works included in educational programs or books, when integrated in teaching.</w:t>
            </w:r>
          </w:p>
        </w:tc>
        <w:tc>
          <w:tcPr>
            <w:tcW w:w="1763" w:type="dxa"/>
          </w:tcPr>
          <w:p w:rsidR="00BC0437" w:rsidRPr="00BC0437" w:rsidRDefault="00BC0437" w:rsidP="00BC0437">
            <w:pPr>
              <w:rPr>
                <w:rFonts w:eastAsia="Times New Roman"/>
                <w:szCs w:val="22"/>
                <w:lang w:eastAsia="en-US"/>
              </w:rPr>
            </w:pPr>
            <w:r w:rsidRPr="00BC0437">
              <w:rPr>
                <w:rFonts w:eastAsia="Times New Roman"/>
                <w:szCs w:val="22"/>
                <w:lang w:eastAsia="en-US"/>
              </w:rPr>
              <w:t>Art. 184</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Quotations for Education</w:t>
            </w:r>
          </w:p>
        </w:tc>
        <w:tc>
          <w:tcPr>
            <w:tcW w:w="526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transcribe or summarize extracts of other’s works in support of their own doctrines, for the purposes of criticism, discussion or teaching, or for anthologies for use in schools, on condition that the name of the author be stated and that the extent does not exceed that justified by the intended purpose.</w:t>
            </w:r>
          </w:p>
        </w:tc>
        <w:tc>
          <w:tcPr>
            <w:tcW w:w="1763" w:type="dxa"/>
          </w:tcPr>
          <w:p w:rsidR="00BC0437" w:rsidRPr="00BC0437" w:rsidRDefault="00BC0437" w:rsidP="00BC0437">
            <w:pPr>
              <w:rPr>
                <w:rFonts w:eastAsia="Times New Roman"/>
                <w:szCs w:val="22"/>
                <w:lang w:eastAsia="en-US"/>
              </w:rPr>
            </w:pPr>
            <w:r w:rsidRPr="00BC0437">
              <w:rPr>
                <w:rFonts w:eastAsia="Times New Roman"/>
                <w:szCs w:val="22"/>
                <w:lang w:eastAsia="en-US"/>
              </w:rPr>
              <w:t>Art. 185</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35"/>
            </w:r>
          </w:p>
        </w:tc>
        <w:tc>
          <w:tcPr>
            <w:tcW w:w="702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Code of Guinea-Bissau, Decree-Law No. 46.980 (27 April 1966) as amended 28 March 1972, available at http://www.wipo.int/wipolex/en/text.jsp?file_id=272169.</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702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30 April 2014; rev. 25 April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703" w:name="_Toc421800755"/>
      <w:r w:rsidRPr="00BC0437">
        <w:rPr>
          <w:lang w:eastAsia="en-US"/>
        </w:rPr>
        <w:t>Guyana</w:t>
      </w:r>
      <w:bookmarkEnd w:id="70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(Article in a Periodical Publication)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By or on behalf of a librarian of a library.</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7(1); § 7(2); § 7(9)</w:t>
            </w:r>
          </w:p>
        </w:tc>
      </w:tr>
      <w:tr w:rsidR="00BC0437" w:rsidRPr="00BC0437" w:rsidTr="00BC0437">
        <w:trPr>
          <w:trHeight w:val="55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Library must be of a class prescribed by regulations made under this subsection by the Minister.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5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Libraries to which the regulations apply are not established or conducted for profit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Article in a periodical publication.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 copy of the article for this purpose includes a copy of the illustrations in the work, which are defined as one or more artistic works provided for explaining or illustrating the article.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75"/>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For purposes of Section 7, an “article” includes an item of any description.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make or supply a copy for purposes of research or private study.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Copies in question are supplied only to persons satisfying the librarian, or a person acting on his behalf, that they require them for the above purposes.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That the librarian, or a person acting on his behalf, is satisfied that the persons will not use them for any other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conditions prescribed by the regulations made under this subsection by the Minister must be complied with.  The Minister may impose such other requirements as may appear to the Minister to be expedient.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5"/>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 person is furnished under the regulations with two or more copies of the same article.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5"/>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 copy extends to more than one article contained in any one publication.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5"/>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under the regulations are required to pay for them a sum not less than the cost (including a contribution to the general expenses of the library) attributable to their production.</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(Published Literary, Dramatic, or Musical Work)</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By or on behalf of a librarian of a library.</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7(3); § 7(4); § 7(9)</w:t>
            </w:r>
          </w:p>
        </w:tc>
      </w:tr>
      <w:tr w:rsidR="00BC0437" w:rsidRPr="00BC0437" w:rsidTr="00BC0437">
        <w:trPr>
          <w:trHeight w:val="55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Library must be of a class prescribed by regulations made under this subsection by the Minister.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5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Libraries to which the regulations apply are not established or conducted for profit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Part of published literary, dramatic, or musical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Other than an article contained in a periodical publication.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 copy of the work for this purpose includes a copy of the illustrations in the work, which are defined as one or more artistic works provided for explaining or illustrating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make or supply a copy for purposes of research or private study.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Copies in question are supplied only to persons satisfying the librarian, or a person acting on his behalf, that they require them for the above purposes.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That the librarian, or a person acting on his behalf, is satisfied that the persons will not use them for any other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conditions prescribed by the regulations made under this subsection by the Minister must be complied with.</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5"/>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 person is furnished under the regulations with two or more copies of the same article [part of a specified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5"/>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under the regulations are required to pay for them a sum not less than the cost (including a contribution to the general expenses of the library) attributable to their 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regulations made shall include such provision as the Minister may consider appropriate for securing that no copy to which the regulations apply extends to more than a reasonable proportion of the work in question.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This provision does not apply, if at the time when the copy is made, the librarian knows the name and address of a person entitled to authorize the making of the copy, or could by reasonable inquiry ascertain the name and address of such a person.</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(Unpublished Works)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person.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7(6); § 7(9)</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Unpublished and copyrighted literary, dramatic, or musical work. </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Manuscript or a copy of the work is kept in a library, museum or other institution where (subject to any provisions regulating the institution in question) it is open to public inspection.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 copy of the work for this purpose includes a copy of the illustrations in the work, which are defined as one or more artistic works provided for explaining or illustrating the article.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purposes of research or private study, or with a view to publication.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See definition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Applies where, at a time more than fifty years from the end of the calendar year in which the author of a literary, dramatic, or musical work died, and more than one hundred years after the time, or the end of the period, at or during which the work was made.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Supply to Libraries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By or on behalf of a librarian of a library.</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7(5); § 7(9)</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Library must be of a class prescribed by regulations made under this subsection by the Minister.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Published literary, dramatic or musical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 copy of the work, or a part of it.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 copy of the work for this purpose includes a copy of the illustrations in the work, which are defined as one or more artistic works provided for explaining or illustrating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supply to the librarian of any library of a class prescribed by the Minister.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1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At the time when the copy is made, the librarian by or on whose behalf it is supplied does not know the name and address of any person entitled to authorize the making of the copy, and could not by reasonable inquiry ascertain the name and address of such a person.  This does not apply in the case of an article contained in a periodical publication.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other conditions prescribed by the regulations must be complied with.</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 for Research or Private Study</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 with a literary, dramatic, or musical work or with an artistic work for purposes of research or private study is permitted.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6(1); § 9(1)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 for Criticism or Review</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 with a literary, dramatic, or musical work or with an artistic work for purposes of criticism or review accompanied by sufficient acknowledgement is permitted.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6(2); § 9(2)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School Use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short passages in a collection intended for the use of schools.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6(6)</w:t>
            </w:r>
          </w:p>
        </w:tc>
      </w:tr>
      <w:tr w:rsidR="00BC0437" w:rsidRPr="00BC0437" w:rsidTr="00BC0437">
        <w:trPr>
          <w:trHeight w:val="825"/>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Use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literary, dramatic, musical, or artistic works in the course of instruction or as part of the questions of or answers to an examination, perform literary, dramatic, or musical works in class or in the course of activities of a school.</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41</w:t>
            </w:r>
          </w:p>
        </w:tc>
      </w:tr>
      <w:tr w:rsidR="00BC0437" w:rsidRPr="00BC0437" w:rsidTr="00BC0437">
        <w:trPr>
          <w:trHeight w:val="1380"/>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If the conditions of Section 7(6) summarized above exist for a work immediately before it is incorporated into a new publication, that publication is not an infringement if notice is given pursuant to regulations, and if immediately before publication the identity of the copyright owner of the of the work was not known to the publisher.  If that publication was not an infringement, then a subsequent broadcast, transmission, performance, and some other uses is also not an infringement.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7(7); § 7(8)</w:t>
            </w:r>
          </w:p>
        </w:tc>
      </w:tr>
      <w:tr w:rsidR="00BC0437" w:rsidRPr="00BC0437" w:rsidTr="00BC0437">
        <w:trPr>
          <w:trHeight w:val="1380"/>
        </w:trPr>
        <w:tc>
          <w:tcPr>
            <w:tcW w:w="2628" w:type="dxa"/>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Typographical Arrangements of Editions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All new editions of works have a limited protection against reproduction of the typographical arrangement, but a librarian of a library of a class as prescribed by the Minister may reproduce the arrangement in accordance with regulations by the Minister.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15(4)</w:t>
            </w: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“Sufficient acknowledgment” means an acknowledgment identifying the work in question by its title or other description and, unless the work is anonymous or the author has previously agreed or required that no acknowledgment of his name should be made, also identifying the author.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6(10)</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“Minister” means the Minister of the Government of British Guiana for the time being charged with responsibility for public information.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48(1)</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“Reproduction,” in the case of a literary, dramatic, or musical work, includes a reproduction in the form of a record or of a cinematograph film, and, in the case of an artistic work, includes a version produced by converting the work into a three-dimensional form, or, if it is in three dimensions, by converting it into a two-dimensional form, and references to reproducing a work shall be construed accordingly.</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48(1)</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A literary, dramatic, or musical work, or an edition of such a work, or an artistic work, shall be taken to have been “published” if, but only if, reproductions of the work or edition have been issued to the public.</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49(2)(c)</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Guyana 1956 (Cap. 74),</w:t>
            </w:r>
            <w:r w:rsidRPr="00BC0437">
              <w:rPr>
                <w:rFonts w:eastAsia="Times New Roman"/>
                <w:szCs w:val="22"/>
                <w:vertAlign w:val="superscript"/>
                <w:lang w:eastAsia="en-US"/>
              </w:rPr>
              <w:footnoteReference w:id="36"/>
            </w:r>
            <w:r w:rsidRPr="00BC0437">
              <w:rPr>
                <w:rFonts w:eastAsia="Times New Roman"/>
                <w:szCs w:val="22"/>
                <w:lang w:eastAsia="en-US"/>
              </w:rPr>
              <w:t xml:space="preserve"> available at http://www.wipo.int/wipolex/en/text.jsp?file_id=229365;</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The Copyright (British Guiana) Order 1966 (Order No. 79 of 1966), available at http://www.wipo.int/wipolex/en/text.jsp?file_id=182143.</w:t>
            </w:r>
          </w:p>
        </w:tc>
      </w:tr>
      <w:tr w:rsidR="00BC0437" w:rsidRPr="00BC0437" w:rsidTr="00BC0437">
        <w:trPr>
          <w:trHeight w:val="220"/>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4 April 2014; rev. 11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704" w:name="_Toc199663514"/>
      <w:bookmarkStart w:id="705" w:name="_Toc207648505"/>
      <w:bookmarkStart w:id="706" w:name="_Toc207649087"/>
      <w:bookmarkStart w:id="707" w:name="_Toc207649529"/>
      <w:bookmarkStart w:id="708" w:name="_Toc207649890"/>
      <w:bookmarkStart w:id="709" w:name="_Toc207650290"/>
      <w:bookmarkStart w:id="710" w:name="_Toc208637938"/>
      <w:bookmarkStart w:id="711" w:name="_Toc421800756"/>
      <w:r w:rsidRPr="00BC0437">
        <w:rPr>
          <w:lang w:eastAsia="en-US"/>
        </w:rPr>
        <w:t>Haiti</w:t>
      </w:r>
      <w:bookmarkEnd w:id="704"/>
      <w:bookmarkEnd w:id="705"/>
      <w:bookmarkEnd w:id="706"/>
      <w:bookmarkEnd w:id="707"/>
      <w:bookmarkEnd w:id="708"/>
      <w:bookmarkEnd w:id="709"/>
      <w:bookmarkEnd w:id="710"/>
      <w:bookmarkEnd w:id="71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Haiti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712" w:name="haiti"/>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713" w:name="_Toc186015621"/>
            <w:r w:rsidRPr="00BC0437">
              <w:rPr>
                <w:rFonts w:eastAsia="Times New Roman"/>
                <w:b/>
                <w:szCs w:val="22"/>
                <w:lang w:eastAsia="en-US"/>
              </w:rPr>
              <w:t>Anti-Circumvention of Technological Protection Measures</w:t>
            </w:r>
            <w:bookmarkEnd w:id="71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300"/>
      </w:tblGrid>
      <w:tr w:rsidR="00BC0437" w:rsidRPr="00BC0437" w:rsidTr="00BC0437">
        <w:tc>
          <w:tcPr>
            <w:tcW w:w="8928" w:type="dxa"/>
            <w:gridSpan w:val="2"/>
            <w:shd w:val="clear" w:color="auto" w:fill="auto"/>
          </w:tcPr>
          <w:p w:rsidR="00BC0437" w:rsidRPr="00BC0437" w:rsidRDefault="00BC0437" w:rsidP="00BC0437">
            <w:pPr>
              <w:rPr>
                <w:rFonts w:eastAsia="Times New Roman"/>
                <w:b/>
                <w:szCs w:val="22"/>
                <w:lang w:eastAsia="en-US"/>
              </w:rPr>
            </w:pPr>
            <w:bookmarkStart w:id="714" w:name="_Toc186015622"/>
            <w:r w:rsidRPr="00BC0437">
              <w:rPr>
                <w:rFonts w:eastAsia="Times New Roman"/>
                <w:b/>
                <w:szCs w:val="22"/>
                <w:lang w:eastAsia="en-US"/>
              </w:rPr>
              <w:t>Miscellaneous</w:t>
            </w:r>
            <w:bookmarkEnd w:id="71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Decree Relating to Copyright in Literary, Scientific, and Artistic Works of Haiti (9 January 1968), available at http://www.wipo.int/wipolex/en/text.jsp?file_id=158756.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9 May 2015</w:t>
            </w:r>
          </w:p>
        </w:tc>
      </w:tr>
      <w:bookmarkEnd w:id="712"/>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715" w:name="_Toc421800757"/>
      <w:r w:rsidRPr="00BC0437">
        <w:rPr>
          <w:lang w:eastAsia="en-US"/>
        </w:rPr>
        <w:t>Holy See</w:t>
      </w:r>
      <w:bookmarkEnd w:id="71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the Holy See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Copyright and Related Rights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Where not specified, the Holy See observes Italian legislation, provided it is not contrary to divine law or the principles of canon law of the Holy See or of the international agreements to which the Holy See is or desires to be a signatory.</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the image or voice of the Roman Pontiff for religious, cultural, educational or scientific reasons.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 § 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Related Rights of the Holy See, No. 132 (19 March 2011), available at http://www.wipo.int/wipolex/en/text.jsp?file_id=220491.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22 April 2014; rev. 11 May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273BA9" w:rsidRDefault="00BC0437" w:rsidP="00273BA9">
      <w:pPr>
        <w:pStyle w:val="Heading2"/>
        <w:rPr>
          <w:rStyle w:val="Heading2Char"/>
        </w:rPr>
      </w:pPr>
      <w:r w:rsidRPr="00BC0437">
        <w:rPr>
          <w:lang w:eastAsia="en-US"/>
        </w:rPr>
        <w:br w:type="page"/>
      </w:r>
      <w:bookmarkStart w:id="716" w:name="_Toc421800758"/>
      <w:r w:rsidRPr="00BC0437">
        <w:rPr>
          <w:lang w:eastAsia="en-US"/>
        </w:rPr>
        <w:t>Honduras</w:t>
      </w:r>
      <w:bookmarkEnd w:id="71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49</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copy of protected works deposited in the library’s collections.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Works must be out of stock.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where necessary.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and the exclusive use of the library’s patrons.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32"/>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May be used only by its patrons.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30"/>
        </w:trPr>
        <w:tc>
          <w:tcPr>
            <w:tcW w:w="2628" w:type="dxa"/>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Where it is not possible to purchase a copy under reasonable conditions.</w:t>
            </w:r>
          </w:p>
        </w:tc>
        <w:tc>
          <w:tcPr>
            <w:tcW w:w="1030" w:type="dxa"/>
            <w:vMerge/>
            <w:tcBorders>
              <w:bottom w:val="single" w:sz="4" w:space="0" w:color="auto"/>
            </w:tcBorders>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Loans to Other Libraries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49</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copy of protected works deposited in the library’s collections.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Works must be out of stock.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service loans to other public libraries where necessary.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and the exclusive use of the library’s patrons.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0"/>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May be used only by its patrons.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Where it is not possible to purchase a copy under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tcBorders>
              <w:bottom w:val="single" w:sz="4" w:space="0" w:color="auto"/>
            </w:tcBorders>
          </w:tcPr>
          <w:p w:rsidR="00BC0437" w:rsidRPr="00BC0437" w:rsidRDefault="00BC0437" w:rsidP="00BC0437">
            <w:pPr>
              <w:rPr>
                <w:rFonts w:eastAsia="Times New Roman"/>
                <w:szCs w:val="22"/>
                <w:lang w:eastAsia="en-US"/>
              </w:rPr>
            </w:pPr>
          </w:p>
        </w:tc>
        <w:tc>
          <w:tcPr>
            <w:tcW w:w="5198" w:type="dxa"/>
            <w:gridSpan w:val="2"/>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In the case of the copies received by a public library, that copy may be reprographically reproduced, if necessary for preservation and solely for use by readers.  Only a single copy permitted in an isolated case, or when repeated, in isolated and unrelated cases.</w:t>
            </w:r>
          </w:p>
        </w:tc>
        <w:tc>
          <w:tcPr>
            <w:tcW w:w="1030" w:type="dxa"/>
            <w:vMerge/>
            <w:tcBorders>
              <w:bottom w:val="single" w:sz="4" w:space="0" w:color="auto"/>
            </w:tcBorders>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6"/>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167(18); Art. 167(19)</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circumvention devices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167(18); Art. 167(19)</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or protect a right of the copyright owner.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167(18); Art. 167(19)</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works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47; Art. 48</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lawfully published articles, lectures, lessons, short excerpts, or short works by reprographic means for teaching or conducting examinations in educational institutions, provided that the use is in accordance with “fair uses,” as defined in Article 9(26).</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50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or Educational Performance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perform theatrical or musical works when performed in private, in educational institutions for teaching purposes, civic celebrations, or social, cultural, or sporting activities, provided there is no profit or compensation.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56</w:t>
            </w: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realization by any means of one or more copies of a work, phonogram, or sound or audiovisual fixation, total or partial, permanent or temporary, in any kind of hardware, including storage by electronic means.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9(16)</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“Fair uses” are those not interfering with the normal exploitation of the work or detrimental to the legitimate interests of the author.  The original Spanish expression “usos honrados” evidently appears only in Article 50.</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9(26)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and Neighboring Rights Law of Honduras, Decree No. 4-99-E (2006), available at http://www.wipo.int/wipolex/en/text.jsp?file_id=234858.</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27 April 2014; rev. 11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717" w:name="_Toc199663515"/>
      <w:bookmarkStart w:id="718" w:name="_Toc207648506"/>
      <w:bookmarkStart w:id="719" w:name="_Toc207649088"/>
      <w:bookmarkStart w:id="720" w:name="_Toc207649530"/>
      <w:bookmarkStart w:id="721" w:name="_Toc207649891"/>
      <w:bookmarkStart w:id="722" w:name="_Toc207650291"/>
      <w:bookmarkStart w:id="723" w:name="_Toc208637939"/>
      <w:bookmarkStart w:id="724" w:name="_Toc421800759"/>
      <w:r w:rsidRPr="00BC0437">
        <w:rPr>
          <w:lang w:eastAsia="en-US"/>
        </w:rPr>
        <w:t>Hungary</w:t>
      </w:r>
      <w:bookmarkEnd w:id="717"/>
      <w:bookmarkEnd w:id="718"/>
      <w:bookmarkEnd w:id="719"/>
      <w:bookmarkEnd w:id="720"/>
      <w:bookmarkEnd w:id="721"/>
      <w:bookmarkEnd w:id="722"/>
      <w:bookmarkEnd w:id="723"/>
      <w:bookmarkEnd w:id="72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725" w:name="hungary"/>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26" w:name="_Toc186015624"/>
            <w:r w:rsidRPr="00BC0437">
              <w:rPr>
                <w:rFonts w:eastAsia="Times New Roman"/>
                <w:b/>
                <w:szCs w:val="22"/>
                <w:lang w:eastAsia="en-US"/>
              </w:rPr>
              <w:t>Library Internal Use</w:t>
            </w:r>
            <w:bookmarkEnd w:id="72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educational establishments, museums, and archives, including audio and audiovisual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35(4)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minor part of a work made public or of an article published in a newspaper or periodical may be copied.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disclosed to the public (Article 33(1)).  (The term “disclosed” is not defined.)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limited to “a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scientific research, by archiving from the institution’s own copy for a scientific purpose or to supply to another public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must be for internal institutional purposes, outside the scope of entrepreneurial activity.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is permitted to the extent and in the way justified by such a purpose if it is not intended for earning or increasing income even in an indirect way.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separate law can be created to allow copying under certain conditions in exceptional cases.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27" w:name="_Toc186015625"/>
            <w:r w:rsidRPr="00BC0437">
              <w:rPr>
                <w:rFonts w:eastAsia="Times New Roman"/>
                <w:b/>
                <w:szCs w:val="22"/>
                <w:lang w:eastAsia="en-US"/>
              </w:rPr>
              <w:t>Research or Study (Making Available</w:t>
            </w:r>
            <w:bookmarkEnd w:id="727"/>
            <w:r w:rsidRPr="00BC0437">
              <w:rPr>
                <w:rFonts w:eastAsia="Times New Roman"/>
                <w:b/>
                <w:szCs w:val="22"/>
                <w:lang w:eastAsia="en-US"/>
              </w:rPr>
              <w: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educational establishments, museums, and archives, including audio and audiovisual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38(5)</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forming part of the institution’s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disclosed to the public (Article 33(1)).  (The term “disclosed” is not defined.)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available is permitted in the absence of a contractual provision to the contrary.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may not be for direct or indirect earning or increasing income.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be freely displayed to individual members of the public on the screens of dedicated terminals on the premises of such establishments.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 may be provided in separate legislation.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0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Decree of 2004 adds: (a) The institution must implement technical means to prevent modification and reproduction of the works or communication beyond the intended group of users; and (b) Users are required to make a statement that they will not use the works other than 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0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The Decree of 2004 further permits that the collection of an institution may be interconnected with the collection at another institution and made available to the public at that institution via dedicated terminals.  The connection must be by dedicated network and based on a safe technical solution that prevents any person from accessing the collections apart from the users of the collections of beneficiary establishments.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28" w:name="_Toc186015626"/>
            <w:r w:rsidRPr="00BC0437">
              <w:rPr>
                <w:rFonts w:eastAsia="Times New Roman"/>
                <w:b/>
                <w:szCs w:val="22"/>
                <w:lang w:eastAsia="en-US"/>
              </w:rPr>
              <w:t>Anti-Circumvention of Technological Protection Measures</w:t>
            </w:r>
            <w:bookmarkEnd w:id="72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95</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rental, or possessing for commercial purposes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provide protection for copyright; they include access control and protection processes.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In the case of library copying (and other specified uses), a beneficiary of such a free use may demand that the rightsholder, in spite of the protection granted against circumvention, make the free use possible for him.</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95/A (1)</w:t>
            </w:r>
          </w:p>
        </w:tc>
      </w:tr>
      <w:tr w:rsidR="00BC0437" w:rsidRPr="00BC0437" w:rsidTr="00BC0437">
        <w:trPr>
          <w:trHeight w:val="967"/>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beneficiary of the free use has access to the work lawfully in order to benefit from the exemption.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the beneficiary and rightsholder cannot come to an agreement on making circumvention possible for the permitted free uses, then either party may initiate a procedure with the Copyright Mediation Board.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95/A (2)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729" w:name="_Toc186015627"/>
            <w:r w:rsidRPr="00BC0437">
              <w:rPr>
                <w:rFonts w:eastAsia="Times New Roman"/>
                <w:b/>
                <w:szCs w:val="22"/>
                <w:lang w:eastAsia="en-US"/>
              </w:rPr>
              <w:t>Miscellaneous</w:t>
            </w:r>
            <w:bookmarkEnd w:id="729"/>
          </w:p>
        </w:tc>
      </w:tr>
      <w:tr w:rsidR="00BC0437" w:rsidRPr="00BC0437" w:rsidTr="00BC0437">
        <w:trPr>
          <w:trHeight w:val="34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direct or indirect fixation of the work in any manner on a tangible carrier, whether definitively or temporarily, and the making of one or several copies of the fixation.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w:t>
            </w:r>
          </w:p>
        </w:tc>
      </w:tr>
      <w:tr w:rsidR="00BC0437" w:rsidRPr="00BC0437" w:rsidTr="00BC0437">
        <w:trPr>
          <w:trHeight w:val="348"/>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establishments” are broadly defined.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A copy of certain works may be made by a natural person for private purposes if it is not intended for earning or increasing income even in an indirect way.  This section exempts certain whole works and other types of works as specified.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35 (1)-(3)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Lending</w:t>
            </w:r>
          </w:p>
        </w:tc>
        <w:tc>
          <w:tcPr>
            <w:tcW w:w="5220"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Copies made under any free use exception may not be distributed to the public, except for lending between libraries.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220"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Any non-commercial use of a work shall be free if the purpose of the use is to meet demands of disabled persons that are directly related to the disability and it does not exceed the extent justified by the purpose, shall be free.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41(1)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Interpretation</w:t>
            </w:r>
          </w:p>
        </w:tc>
        <w:tc>
          <w:tcPr>
            <w:tcW w:w="5220"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The provisions relating to free use shall not be interpreted in an extensive manner.</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220"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The use under the provisions relating to free use is permitted and not subject to the payment of a fee only so far as it does not conflict with a normal exploitation of the work and does not unreasonably prejudice the legitimate interests of the author, and it is in compliance with the requirements of fairness and is not designed for a purpose incompatible with the intention of free use.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applying the terms of collective licensing to the use of orphan works.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Decree of 2009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Hungary, No. LXXVI (1 July 1999), as amended through No. CIX (2006), available at http://www.wipo.int/wipolex/en/text.jsp?file_id=325838;</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Government Decree of Hungary, No. 117 (28 April 2004) (regarding making available), available at http://www.wipo.int/wipolex/en/text.jsp?file_id=242074;</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Government Decree of Hungary, No. 100 (8 May 2009, consolidated 1 January 2011) (regarding collective licensing), available at http://www.wipo.int/wipolex/en/text.jsp?file_id=242073.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12 December 2007; rev. 11 May 2015</w:t>
            </w:r>
          </w:p>
        </w:tc>
      </w:tr>
      <w:bookmarkEnd w:id="725"/>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730" w:name="_Toc421800760"/>
      <w:bookmarkStart w:id="731" w:name="_Toc199663516"/>
      <w:bookmarkStart w:id="732" w:name="_Toc207648508"/>
      <w:bookmarkStart w:id="733" w:name="_Toc207649090"/>
      <w:bookmarkStart w:id="734" w:name="_Toc207649531"/>
      <w:bookmarkStart w:id="735" w:name="_Toc207649892"/>
      <w:bookmarkStart w:id="736" w:name="_Toc207650292"/>
      <w:bookmarkStart w:id="737" w:name="_Toc208637940"/>
      <w:r w:rsidRPr="00BC0437">
        <w:rPr>
          <w:lang w:eastAsia="en-US"/>
        </w:rPr>
        <w:t>Iceland</w:t>
      </w:r>
      <w:bookmarkEnd w:id="73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rPr>
          <w:trHeight w:val="701"/>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Must provide the name of the author, as appropriate under the circumstances, when a work is public presented.</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26</w:t>
            </w:r>
          </w:p>
        </w:tc>
      </w:tr>
      <w:tr w:rsidR="00BC0437" w:rsidRPr="00BC0437" w:rsidTr="00BC0437">
        <w:trPr>
          <w:trHeight w:val="640"/>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the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Must provide the source of the work, as appropriate under the circumstances, when a work is public presented.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Altering the Work?</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  The work may not be altered more than required for the purpose it is used.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Moral Rights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Most of the statutory exceptions, including this library exception, are subject to a general provision that they shall not prejudice the moral rights of an author in accordance with Article 4.  </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Safekeeping</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university libraries, and any other libraries enjoying support from public funds, public collections and museums, and institutions subject to the Act on Museums.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12(1)(1)</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May not copy computer programs in digital form, except for computer games.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purposes of safekeeping and preservation.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For use in the course of the institutions’ own activities.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For non-financial purposes.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93"/>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See definition below.</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university libraries, and any other libraries enjoying support from public funds, public collections and museums, and institutions subject to the Act on Museums.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12(1)(4)</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originals are too delicate for loaning.</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works are unobtainable on the open market and from the publisher.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have reproductions of delicate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7"/>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For use in the course of the institutions’ own activities.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For non-financial purposes.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are permitted to loan the reproduced copies.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45"/>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See definition below.</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Completion (Replacement of Missing Parts)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university libraries, and any other libraries enjoying support from public funds, public collections and museums, and institutions subject to the Act on Museums.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12(1)(2)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0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From which parts are missing, and such parts constitute a minor proportion of a work in its entirety.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is unavailable on the open market and from the publisher.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may be of only the pats of works missing from the copies held by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7"/>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missing parts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use in the course of the institutions’ own activities.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non-financial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are permitted to loan the reproduced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0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university libraries, and any other libraries enjoying support from public funds, public collections and museums, and institutions subject to the Act on Museums.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not be subject to purchase or license agreements.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by individual members of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allowing access to individual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Via special equipment for use on the premises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50a</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Arts. 50a &amp; 50b</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  A user under Article 12 (the principal library exception) and certain other exceptions may request of a governmental agency authority to have access to the means necessary for the user to be able to employ the exception.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50c(1)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gridCol w:w="1016"/>
      </w:tblGrid>
      <w:tr w:rsidR="00BC0437" w:rsidRPr="00BC0437" w:rsidTr="00BC0437">
        <w:tc>
          <w:tcPr>
            <w:tcW w:w="8864"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Definitions</w:t>
            </w:r>
          </w:p>
        </w:tc>
        <w:tc>
          <w:tcPr>
            <w:tcW w:w="5220" w:type="dxa"/>
            <w:shd w:val="clear" w:color="auto" w:fill="auto"/>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“Reproduction”: It shall be considered as reproduction when a work is fixed in one or more physical forms.</w:t>
            </w:r>
          </w:p>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“Presented”: A work shall be considered as having been presented when it has been performed, with proper authorization, or shown publicly or copies of it have been published</w:t>
            </w:r>
          </w:p>
        </w:tc>
        <w:tc>
          <w:tcPr>
            <w:tcW w:w="101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Required by Law</w:t>
            </w:r>
          </w:p>
        </w:tc>
        <w:tc>
          <w:tcPr>
            <w:tcW w:w="5220" w:type="dxa"/>
            <w:shd w:val="clear" w:color="auto" w:fill="auto"/>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Article 12 also authorizes the institutions to make copies of works that they are required by law to keep in their collections, if such copies are not obtainable on the open market and from the publisher.</w:t>
            </w:r>
          </w:p>
        </w:tc>
        <w:tc>
          <w:tcPr>
            <w:tcW w:w="101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12(1)(3)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37"/>
            </w:r>
          </w:p>
        </w:tc>
        <w:tc>
          <w:tcPr>
            <w:tcW w:w="6236"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Act of Iceland, No. 73 (29 May 1972), as amended through No. 93 (21 April 2010), available at: http://www.wipo.int/wipolex/en/text.jsp?file_id=332081.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36"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28 August 2014; rev. 21 May 2015</w:t>
            </w:r>
          </w:p>
        </w:tc>
      </w:tr>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738" w:name="_Toc421800761"/>
      <w:bookmarkStart w:id="739" w:name="_Toc199663517"/>
      <w:bookmarkStart w:id="740" w:name="_Toc207648509"/>
      <w:bookmarkStart w:id="741" w:name="_Toc207649091"/>
      <w:bookmarkStart w:id="742" w:name="_Toc207649532"/>
      <w:bookmarkStart w:id="743" w:name="_Toc207649893"/>
      <w:bookmarkStart w:id="744" w:name="_Toc207650293"/>
      <w:bookmarkStart w:id="745" w:name="_Toc208637941"/>
      <w:bookmarkEnd w:id="731"/>
      <w:bookmarkEnd w:id="732"/>
      <w:bookmarkEnd w:id="733"/>
      <w:bookmarkEnd w:id="734"/>
      <w:bookmarkEnd w:id="735"/>
      <w:bookmarkEnd w:id="736"/>
      <w:bookmarkEnd w:id="737"/>
      <w:r w:rsidRPr="00BC0437">
        <w:rPr>
          <w:lang w:eastAsia="en-US"/>
        </w:rPr>
        <w:t>India</w:t>
      </w:r>
      <w:bookmarkEnd w:id="73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Library Use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by or under the direction of the persons in charge of non-commercial public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52(1) (o); </w:t>
            </w:r>
          </w:p>
          <w:p w:rsidR="00BC0437" w:rsidRPr="00BC0437" w:rsidRDefault="00BC0437" w:rsidP="00BC0437">
            <w:pPr>
              <w:rPr>
                <w:rFonts w:eastAsia="Times New Roman"/>
                <w:szCs w:val="22"/>
                <w:lang w:eastAsia="en-US"/>
              </w:rPr>
            </w:pPr>
            <w:r w:rsidRPr="00BC0437">
              <w:rPr>
                <w:rFonts w:eastAsia="Times New Roman"/>
                <w:szCs w:val="22"/>
                <w:lang w:eastAsia="en-US"/>
              </w:rPr>
              <w:t>§ 52(2)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Books (including pamphlets, sheets of music, maps, charts, or plans).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more than three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only permitted if such book is not available for sale in India.</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use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(“Copy” is not a defined term.)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also applies to the doing of any act in relation to the translation of a literary, dramatic, or musical work or the adaptation of a literary, dramatic, musical, or artistic work as they apply in relation to the work itself.</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Study, or with a View to Publication</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52(1) (p); </w:t>
            </w:r>
          </w:p>
          <w:p w:rsidR="00BC0437" w:rsidRPr="00BC0437" w:rsidRDefault="00BC0437" w:rsidP="00BC0437">
            <w:pPr>
              <w:rPr>
                <w:rFonts w:eastAsia="Times New Roman"/>
                <w:szCs w:val="22"/>
                <w:lang w:eastAsia="en-US"/>
              </w:rPr>
            </w:pPr>
            <w:r w:rsidRPr="00BC0437">
              <w:rPr>
                <w:rFonts w:eastAsia="Times New Roman"/>
                <w:szCs w:val="22"/>
                <w:lang w:eastAsia="en-US"/>
              </w:rPr>
              <w:t>§ 52(2)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literary, dramatic, or musical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kept in a library, museum or other institution to which the public has access.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the identity of the author of any such work is known (or in the case of a work of joint authorship, if any of the authors is known) to the institution, the reproduction is only permissible if made at a time more than 60 years from the date of death of the author (or in the case of a work of joint authorship, from the death of the author whose identity is known, or if the identity of more than one author is known, then from the date of death of the author who died last).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private study, or with a view to publication.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(“Reproduction” is not a defined term.)</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Non-commercial public library.</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52(1) (n); </w:t>
            </w:r>
          </w:p>
          <w:p w:rsidR="00BC0437" w:rsidRPr="00BC0437" w:rsidRDefault="00BC0437" w:rsidP="00BC0437">
            <w:pPr>
              <w:rPr>
                <w:rFonts w:eastAsia="Times New Roman"/>
                <w:szCs w:val="22"/>
                <w:lang w:eastAsia="en-US"/>
              </w:rPr>
            </w:pPr>
            <w:r w:rsidRPr="00BC0437">
              <w:rPr>
                <w:rFonts w:eastAsia="Times New Roman"/>
                <w:szCs w:val="22"/>
                <w:lang w:eastAsia="en-US"/>
              </w:rPr>
              <w:t>§ 52(2)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39"/>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If the library already possesses a non-digital copy of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Preservation.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To store the work in any medium.</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Electronic means.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This provision also applies to the doing of any act in relation to the translation of a literary, dramatic, or musical work or the adaptation of a literary, dramatic, musical, or artistic work as they apply in relation to the work itself.</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800"/>
        <w:gridCol w:w="3150"/>
        <w:gridCol w:w="1260"/>
      </w:tblGrid>
      <w:tr w:rsidR="00BC0437" w:rsidRPr="00BC0437" w:rsidTr="00BC0437">
        <w:tc>
          <w:tcPr>
            <w:tcW w:w="8838"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26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65A(1)</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150"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26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150"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26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150"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26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w:t>
            </w:r>
          </w:p>
        </w:tc>
        <w:tc>
          <w:tcPr>
            <w:tcW w:w="126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general prohibition on circumvention does not prohibit anyone from engaging in such activity for a purpose not expressly prohibited under the Copyright Act.</w:t>
            </w:r>
          </w:p>
        </w:tc>
        <w:tc>
          <w:tcPr>
            <w:tcW w:w="1260" w:type="dxa"/>
          </w:tcPr>
          <w:p w:rsidR="00BC0437" w:rsidRPr="00BC0437" w:rsidRDefault="00BC0437" w:rsidP="00BC0437">
            <w:pPr>
              <w:rPr>
                <w:rFonts w:eastAsia="Times New Roman"/>
                <w:szCs w:val="22"/>
                <w:lang w:eastAsia="en-US"/>
              </w:rPr>
            </w:pPr>
            <w:r w:rsidRPr="00BC0437">
              <w:rPr>
                <w:rFonts w:eastAsia="Times New Roman"/>
                <w:szCs w:val="22"/>
                <w:lang w:eastAsia="en-US"/>
              </w:rPr>
              <w:t>§ 65A(2)(a)</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users to petition a government agency for a license to use works if, among other conditions, the copyright owner cannot be identified or found.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31A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with Disabilities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of some works for the needs of the blind and persons with disabilities.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31B</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Cinematograph films containing reproductions of unpublished works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 is not an infringement, in relation to a literary, dramatic, artistic, or musical work recorded or reproduced in any cinematographic film, to exhibit such film after the expiration of the term of copyright therein.  If the work included therein was an unpublished work reproduced under Section 52(1)(p), then the exhibition of the cinematograph film must be accompanied by an acknowledgement identifying the work by its title or other description and identifying the author, unless the work is anonymous or the author of the work has previously required that no acknowledgment of his name should be made.</w:t>
            </w:r>
            <w:r w:rsidRPr="00BC0437">
              <w:rPr>
                <w:rFonts w:eastAsia="Times New Roman"/>
                <w:szCs w:val="22"/>
                <w:vertAlign w:val="superscript"/>
                <w:lang w:eastAsia="en-US"/>
              </w:rPr>
              <w:footnoteReference w:id="38"/>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52(1) (y)</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India, No. 14 (4 June 1957), as amended through Act No. 49 (30 December 1999), available at http://www.wipo.int/wipolex/en/text.jsp?file_id=128098, as further amended by Copyright (Amendment) Act of India, No. 27 (7 June 2012), available at http://www.wipo.int/wipolex/en/text.jsp?file_id=304385;</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Copyright Rules of India (14 March 2013), available at http://www.wipo.int/wipolex/en/text.jsp?file_id=335416.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28 August 2014; rev. 13 May 2015</w:t>
            </w:r>
          </w:p>
        </w:tc>
      </w:tr>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746" w:name="_Toc199663518"/>
      <w:bookmarkStart w:id="747" w:name="_Toc207648510"/>
      <w:bookmarkStart w:id="748" w:name="_Toc207649092"/>
      <w:bookmarkStart w:id="749" w:name="_Toc207649533"/>
      <w:bookmarkStart w:id="750" w:name="_Toc207649894"/>
      <w:bookmarkStart w:id="751" w:name="_Toc207650294"/>
      <w:bookmarkStart w:id="752" w:name="_Toc208637942"/>
      <w:bookmarkStart w:id="753" w:name="_Toc421800762"/>
      <w:bookmarkEnd w:id="739"/>
      <w:bookmarkEnd w:id="740"/>
      <w:bookmarkEnd w:id="741"/>
      <w:bookmarkEnd w:id="742"/>
      <w:bookmarkEnd w:id="743"/>
      <w:bookmarkEnd w:id="744"/>
      <w:bookmarkEnd w:id="745"/>
      <w:r w:rsidRPr="00BC0437">
        <w:rPr>
          <w:lang w:eastAsia="en-US"/>
        </w:rPr>
        <w:t>Indonesia</w:t>
      </w:r>
      <w:bookmarkEnd w:id="746"/>
      <w:bookmarkEnd w:id="747"/>
      <w:bookmarkEnd w:id="748"/>
      <w:bookmarkEnd w:id="749"/>
      <w:bookmarkEnd w:id="750"/>
      <w:bookmarkEnd w:id="751"/>
      <w:bookmarkEnd w:id="752"/>
      <w:bookmarkEnd w:id="75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754" w:name="indonesi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68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55" w:name="_Toc186015635"/>
            <w:r w:rsidRPr="00BC0437">
              <w:rPr>
                <w:rFonts w:eastAsia="Times New Roman"/>
                <w:b/>
                <w:szCs w:val="22"/>
                <w:lang w:eastAsia="en-US"/>
              </w:rPr>
              <w:t>Library Use</w:t>
            </w:r>
            <w:bookmarkEnd w:id="755"/>
          </w:p>
        </w:tc>
      </w:tr>
      <w:tr w:rsidR="00BC0437" w:rsidRPr="00BC0437" w:rsidTr="00BC0437">
        <w:trPr>
          <w:trHeight w:val="863"/>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scientific or educational institutions, and documentation centers of a non-commercial nature.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15(e)</w:t>
            </w: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be “limited.”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conducting the activities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by any means.  See definition below.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also applies to related rights (see Article 51).</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
        </w:trPr>
        <w:tc>
          <w:tcPr>
            <w:tcW w:w="2388" w:type="dxa"/>
            <w:vMerge/>
            <w:shd w:val="clear" w:color="auto" w:fill="auto"/>
          </w:tcPr>
          <w:p w:rsidR="00BC0437" w:rsidRPr="00BC0437" w:rsidRDefault="00BC0437" w:rsidP="00BC0437">
            <w:pPr>
              <w:rPr>
                <w:rFonts w:eastAsia="Times New Roman"/>
                <w:szCs w:val="22"/>
                <w:lang w:eastAsia="en-US"/>
              </w:rPr>
            </w:pP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cite the source of the works (see Article 15).</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04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56" w:name="_Toc186015636"/>
            <w:r w:rsidRPr="00BC0437">
              <w:rPr>
                <w:rFonts w:eastAsia="Times New Roman"/>
                <w:b/>
                <w:szCs w:val="22"/>
                <w:lang w:eastAsia="en-US"/>
              </w:rPr>
              <w:t>Anti-Circumvention of Technological Protection Measures</w:t>
            </w:r>
            <w:bookmarkEnd w:id="756"/>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w:t>
            </w:r>
          </w:p>
        </w:tc>
      </w:tr>
      <w:tr w:rsidR="00BC0437" w:rsidRPr="00BC0437" w:rsidTr="00BC0437">
        <w:trPr>
          <w:trHeight w:val="111"/>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2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388" w:type="dxa"/>
            <w:vMerge/>
            <w:shd w:val="clear" w:color="auto" w:fill="auto"/>
          </w:tcPr>
          <w:p w:rsidR="00BC0437" w:rsidRPr="00BC0437" w:rsidRDefault="00BC0437" w:rsidP="00BC0437">
            <w:pPr>
              <w:rPr>
                <w:rFonts w:eastAsia="Times New Roman"/>
                <w:szCs w:val="22"/>
                <w:lang w:eastAsia="en-US"/>
              </w:rPr>
            </w:pPr>
          </w:p>
        </w:tc>
        <w:tc>
          <w:tcPr>
            <w:tcW w:w="2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2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to safeguard the right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546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757" w:name="_Toc186015637"/>
            <w:r w:rsidRPr="00BC0437">
              <w:rPr>
                <w:rFonts w:eastAsia="Times New Roman"/>
                <w:b/>
                <w:szCs w:val="22"/>
                <w:lang w:eastAsia="en-US"/>
              </w:rPr>
              <w:t>Miscellaneous</w:t>
            </w:r>
            <w:bookmarkEnd w:id="757"/>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4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the author and publisher are not known, the state shall hold the copyright for the interests of the author.</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w:t>
            </w: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Use</w:t>
            </w:r>
          </w:p>
        </w:tc>
        <w:tc>
          <w:tcPr>
            <w:tcW w:w="54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of a work for the purpose of education, research, scientific thesis, report writing, criticizing or reviewing an issue is not prohibited, provided that it does not prejudice the normal interest of the author and provided that the sources are fully cited.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15(a)</w:t>
            </w: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4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reproductions and translations of works for education on terms that reflect the Berne Appendix.</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w:t>
            </w: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4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defined as increasing the number of a work, either as a whole or its substantial parts using either the same or different material, including the changing of the form or mode of a work permanently or temporarily.</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w:t>
            </w: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46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Regarding Copyright of Indonesia, No. 19 (29 July 2002), available at http://www.wipo.int/wipolex/en/text.jsp?file_id=174070.</w:t>
            </w: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46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14 December 2007; rev. 13 May 2015</w:t>
            </w:r>
          </w:p>
        </w:tc>
      </w:tr>
      <w:bookmarkEnd w:id="754"/>
    </w:tbl>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758" w:name="_Toc421800763"/>
      <w:r w:rsidRPr="00BC0437">
        <w:rPr>
          <w:lang w:eastAsia="en-US"/>
        </w:rPr>
        <w:t>Iran (Islamic Republic of)</w:t>
      </w:r>
      <w:bookmarkEnd w:id="75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Use</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documentation centers, scientific institutions, and educational establishments, which are noncommercial.</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8</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Protected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 the numbers necessary.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the purposes of their activities.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By a photographic or similar process.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According to a decree to be issued by the Board of Ministers.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Quoting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quote from published works for literary, scientific, technical, or educational purposes and in criticism or praise.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7</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Iran (12 January 1970), available at http://www.wipo.int/wipolex/en/text.jsp?file_id=197798.</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22 April 2014; rev. 13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759" w:name="_Toc199663519"/>
      <w:bookmarkStart w:id="760" w:name="_Toc207648511"/>
      <w:bookmarkStart w:id="761" w:name="_Toc207649093"/>
      <w:bookmarkStart w:id="762" w:name="_Toc207649534"/>
      <w:bookmarkStart w:id="763" w:name="_Toc207649895"/>
      <w:bookmarkStart w:id="764" w:name="_Toc207650295"/>
      <w:bookmarkStart w:id="765" w:name="_Toc208637943"/>
      <w:bookmarkStart w:id="766" w:name="_Toc421800764"/>
      <w:r w:rsidRPr="00BC0437">
        <w:rPr>
          <w:lang w:eastAsia="en-US"/>
        </w:rPr>
        <w:t>Iraq</w:t>
      </w:r>
      <w:bookmarkEnd w:id="759"/>
      <w:bookmarkEnd w:id="760"/>
      <w:bookmarkEnd w:id="761"/>
      <w:bookmarkEnd w:id="762"/>
      <w:bookmarkEnd w:id="763"/>
      <w:bookmarkEnd w:id="764"/>
      <w:bookmarkEnd w:id="765"/>
      <w:bookmarkEnd w:id="76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767" w:name="Iraq"/>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768" w:name="_Toc186015638"/>
            <w:r w:rsidRPr="00BC0437">
              <w:rPr>
                <w:rFonts w:eastAsia="Times New Roman"/>
                <w:b/>
                <w:szCs w:val="22"/>
                <w:lang w:eastAsia="en-US"/>
              </w:rPr>
              <w:t>Library Provisions (none)</w:t>
            </w:r>
            <w:bookmarkEnd w:id="76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Iraq does not contain any explicit exceptions for libraries.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769" w:name="_Toc186015639"/>
            <w:r w:rsidRPr="00BC0437">
              <w:rPr>
                <w:rFonts w:eastAsia="Times New Roman"/>
                <w:b/>
                <w:szCs w:val="22"/>
                <w:lang w:eastAsia="en-US"/>
              </w:rPr>
              <w:t>Anti-Circumvention of Technological Protection Measures</w:t>
            </w:r>
            <w:bookmarkEnd w:id="76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770" w:name="_Toc186015640"/>
            <w:r w:rsidRPr="00BC0437">
              <w:rPr>
                <w:rFonts w:eastAsia="Times New Roman"/>
                <w:b/>
                <w:szCs w:val="22"/>
                <w:lang w:eastAsia="en-US"/>
              </w:rPr>
              <w:t>Miscellaneous</w:t>
            </w:r>
            <w:bookmarkEnd w:id="77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220" w:type="dxa"/>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Exceptions to exclusive rights of the author shall be confined to certain special cases which do not conflict with a normal exploitation of the work and do not unreasonably prejudice the legitimate interests of the right holder.</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15bis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Protection Law of Iraq, No. 3 (1971), available at http://www.wipo.int/wipolex/en/text.jsp?file_id=238415, </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as amended by </w:t>
            </w:r>
          </w:p>
          <w:p w:rsidR="00BC0437" w:rsidRPr="00BC0437" w:rsidRDefault="00BC0437" w:rsidP="00BC0437">
            <w:pPr>
              <w:rPr>
                <w:rFonts w:eastAsia="Times New Roman"/>
                <w:szCs w:val="22"/>
                <w:lang w:eastAsia="en-US"/>
              </w:rPr>
            </w:pPr>
            <w:r w:rsidRPr="00BC0437">
              <w:rPr>
                <w:rFonts w:eastAsia="Times New Roman"/>
                <w:szCs w:val="22"/>
                <w:lang w:eastAsia="en-US"/>
              </w:rPr>
              <w:t>Coalition Provisional Authority Order, No. 83 (29 April 2004), available at http://www.wipo.int/wipolex/en/text.jsp?file_id=181110.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9 May 2015</w:t>
            </w:r>
          </w:p>
        </w:tc>
      </w:tr>
      <w:bookmarkEnd w:id="767"/>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771" w:name="_Toc421800765"/>
      <w:bookmarkStart w:id="772" w:name="_Toc199663520"/>
      <w:bookmarkStart w:id="773" w:name="_Toc207648512"/>
      <w:bookmarkStart w:id="774" w:name="_Toc207649094"/>
      <w:bookmarkStart w:id="775" w:name="_Toc207649535"/>
      <w:bookmarkStart w:id="776" w:name="_Toc207649896"/>
      <w:bookmarkStart w:id="777" w:name="_Toc207650296"/>
      <w:bookmarkStart w:id="778" w:name="_Toc208637944"/>
      <w:r w:rsidRPr="00BC0437">
        <w:rPr>
          <w:lang w:eastAsia="en-US"/>
        </w:rPr>
        <w:t>Ireland</w:t>
      </w:r>
      <w:bookmarkEnd w:id="77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(Articles)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prescribed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or the contents page of periodicals, including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person shall not be furnished with more than one copy of the same article unless the person satisfies the librarian that the previous copy has been lost, stolen, discarded, or destroyed, or a reasonable period of time has elapsed.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person shall not be furnished with more articles from a volume of a periodical than the number of issues that comprise that volume or 10 percent of the volume, whichever is greater.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the librarian or archivist that he or she requires the copy for purposes of research or private study, and the he or she may not use it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of a work shall not be supplied to more than 3 persons whose requirements are related to any similar requirements of any other person.  The requirements shall be deemed to be similar where the requirements for copies of substantially the same material at approximately the same time and for substantially the same purpose; and where those persons receive instructions to which the material is relevant at the same time and place.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(Works Lawfully Made Available to the Public)</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62;</w:t>
            </w:r>
          </w:p>
          <w:p w:rsidR="00BC0437" w:rsidRPr="00BC0437" w:rsidRDefault="00BC0437" w:rsidP="00BC0437">
            <w:pPr>
              <w:rPr>
                <w:rFonts w:eastAsia="Times New Roman"/>
                <w:szCs w:val="22"/>
                <w:lang w:eastAsia="en-US"/>
              </w:rPr>
            </w:pPr>
            <w:r w:rsidRPr="00BC0437">
              <w:rPr>
                <w:rFonts w:eastAsia="Times New Roman"/>
                <w:szCs w:val="22"/>
                <w:lang w:eastAsia="en-US"/>
              </w:rPr>
              <w:t>§ 229</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prescribed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works that have been lawfully made available to the public, including illustrations and typographical arrangement.</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recordings of performances that have been lawfully made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1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person shall not be furnished with a copy of more than a reasonable proportion of any work or recording.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person shall not be furnished with more than one copy of the same material or recording unless the person satisfies the librarian that the previous copy has been lost, stolen, discarded, or destroyed, or a reasonable period of time has elapsed.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the librarian or archivist that he or she requires the copy for purposes of research or private study, and the he or she may not use it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of a work shall not be supplied to more than 3 persons whose requirements are related to any similar requirements of any other person.  The requirements shall be deemed to be similar where the requirements for copies of substantially the same material at approximately the same time and for substantially the same purpose; and where those persons receive instructions to which the material is relevant at the same time and place.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63;</w:t>
            </w:r>
          </w:p>
          <w:p w:rsidR="00BC0437" w:rsidRPr="00BC0437" w:rsidRDefault="00BC0437" w:rsidP="00BC0437">
            <w:pPr>
              <w:rPr>
                <w:rFonts w:eastAsia="Times New Roman"/>
                <w:szCs w:val="22"/>
                <w:lang w:eastAsia="en-US"/>
              </w:rPr>
            </w:pPr>
            <w:r w:rsidRPr="00BC0437">
              <w:rPr>
                <w:rFonts w:eastAsia="Times New Roman"/>
                <w:szCs w:val="22"/>
                <w:lang w:eastAsia="en-US"/>
              </w:rPr>
              <w:t>§ 230</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(Works Not Lawfully Made Available to the Public)</w:t>
            </w:r>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67;</w:t>
            </w:r>
          </w:p>
          <w:p w:rsidR="00BC0437" w:rsidRPr="00BC0437" w:rsidRDefault="00BC0437" w:rsidP="00BC0437">
            <w:pPr>
              <w:rPr>
                <w:rFonts w:eastAsia="Times New Roman"/>
                <w:szCs w:val="22"/>
                <w:lang w:eastAsia="en-US"/>
              </w:rPr>
            </w:pPr>
            <w:r w:rsidRPr="00BC0437">
              <w:rPr>
                <w:rFonts w:eastAsia="Times New Roman"/>
                <w:szCs w:val="22"/>
                <w:lang w:eastAsia="en-US"/>
              </w:rPr>
              <w:t>§ 234</w:t>
            </w: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prescribed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works in the permanent collection of the library or archive which have not been lawfully made available to the public, including illustrations and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recordings of performances in the permanent collection of the library or archive that have not been lawfully made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not be made where the copyright owner has prohibited copying of the work and, at the time the copy is made, the librarian or archivist knew or ought to have been aware of that fact.</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person shall not be furnished with more than one copy or the work or part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the librarian or archivist that he or she requires the copy for purposes of research or private study, and the he or she may not use it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Supplying Copies to Other Libraries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64;</w:t>
            </w:r>
          </w:p>
          <w:p w:rsidR="00BC0437" w:rsidRPr="00BC0437" w:rsidRDefault="00BC0437" w:rsidP="00BC0437">
            <w:pPr>
              <w:rPr>
                <w:rFonts w:eastAsia="Times New Roman"/>
                <w:szCs w:val="22"/>
                <w:lang w:eastAsia="en-US"/>
              </w:rPr>
            </w:pPr>
            <w:r w:rsidRPr="00BC0437">
              <w:rPr>
                <w:rFonts w:eastAsia="Times New Roman"/>
                <w:szCs w:val="22"/>
                <w:lang w:eastAsia="en-US"/>
              </w:rPr>
              <w:t>§ 231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prescribed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Periodicals or articles, including illustrations and typographical arrangement.</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works, including illustrations and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recordings of performances.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the work or recording has been lawfully made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not be made where, at the time the copy is made, the librarian or archivist making it could, by reasonable inquiry, obtain the consent of a person entitled to authorize the marking of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supply a copy to another prescribed library or prescribed archive.</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65;</w:t>
            </w:r>
          </w:p>
          <w:p w:rsidR="00BC0437" w:rsidRPr="00BC0437" w:rsidRDefault="00BC0437" w:rsidP="00BC0437">
            <w:pPr>
              <w:rPr>
                <w:rFonts w:eastAsia="Times New Roman"/>
                <w:szCs w:val="22"/>
                <w:lang w:eastAsia="en-US"/>
              </w:rPr>
            </w:pPr>
            <w:r w:rsidRPr="00BC0437">
              <w:rPr>
                <w:rFonts w:eastAsia="Times New Roman"/>
                <w:szCs w:val="22"/>
                <w:lang w:eastAsia="en-US"/>
              </w:rPr>
              <w:t>§ 232</w:t>
            </w: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prescribed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permanent collection of the library or archive, including illustrations and typographical arrangement.</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Recordings of performances in the permanent collection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not be made where it is not reasonably practicable to purchase a copy of the work concerned.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that work by placing the copy in the permanent collection of that library or archive, in addition to or in place of that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prescribed library or prescribed archive a work which has been lost, 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3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Administrative Purposes</w:t>
            </w:r>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66;</w:t>
            </w:r>
          </w:p>
          <w:p w:rsidR="00BC0437" w:rsidRPr="00BC0437" w:rsidRDefault="00BC0437" w:rsidP="00BC0437">
            <w:pPr>
              <w:rPr>
                <w:rFonts w:eastAsia="Times New Roman"/>
                <w:szCs w:val="22"/>
                <w:lang w:eastAsia="en-US"/>
              </w:rPr>
            </w:pPr>
            <w:r w:rsidRPr="00BC0437">
              <w:rPr>
                <w:rFonts w:eastAsia="Times New Roman"/>
                <w:szCs w:val="22"/>
                <w:lang w:eastAsia="en-US"/>
              </w:rPr>
              <w:t>§ 233</w:t>
            </w: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prescribed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work in the permanent collection of the library or archive, including illustrations and typographical arrangement.</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4"/>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obtaining insurance cover for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security.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compiling or preparing a catalog of works or an archival record of performance.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exhibition in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informing the public of an exhibition (does not include sound recordings, § 233).</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be to an extent reasonably justified by the non-commercial purpose to be achieved.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140 (4);</w:t>
            </w:r>
          </w:p>
          <w:p w:rsidR="00BC0437" w:rsidRPr="00BC0437" w:rsidRDefault="00BC0437" w:rsidP="00BC0437">
            <w:pPr>
              <w:rPr>
                <w:rFonts w:eastAsia="Times New Roman"/>
                <w:szCs w:val="22"/>
                <w:lang w:eastAsia="en-US"/>
              </w:rPr>
            </w:pPr>
            <w:r w:rsidRPr="00BC0437">
              <w:rPr>
                <w:rFonts w:eastAsia="Times New Roman"/>
                <w:szCs w:val="22"/>
                <w:lang w:eastAsia="en-US"/>
              </w:rPr>
              <w:t>§ 258 (3);</w:t>
            </w:r>
          </w:p>
          <w:p w:rsidR="00BC0437" w:rsidRPr="00BC0437" w:rsidRDefault="00BC0437" w:rsidP="00BC0437">
            <w:pPr>
              <w:rPr>
                <w:rFonts w:eastAsia="Times New Roman"/>
                <w:szCs w:val="22"/>
                <w:lang w:eastAsia="en-US"/>
              </w:rPr>
            </w:pPr>
            <w:r w:rsidRPr="00BC0437">
              <w:rPr>
                <w:rFonts w:eastAsia="Times New Roman"/>
                <w:szCs w:val="22"/>
                <w:lang w:eastAsia="en-US"/>
              </w:rPr>
              <w:t>§ 370</w:t>
            </w:r>
          </w:p>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selling, renting, or lending; offering or exposing for sale, rental, or loan; importing into the State; or having possession, custody, or control of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information, or offering or providing a circumvention service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to protect from a violation of an author’s rights.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chapter on technological protection measures shall not be construed as preventing any person from undertaking the acts permitted, or from undertaking any act of circumvention required to effect such permitted acts, by Sections 49-106 (which includes all of the sections pertaining to libraries); Sections 220-254 (which includes all of the sections pertaining to libraries with respect to recordings of performances); and Sections 328-337 (with respect to databases).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374</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Exporting works of cultural importance</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can be made of works of cultural or historical importance prior to export under certain conditions.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68;</w:t>
            </w:r>
          </w:p>
          <w:p w:rsidR="00BC0437" w:rsidRPr="00BC0437" w:rsidRDefault="00BC0437" w:rsidP="00BC0437">
            <w:pPr>
              <w:rPr>
                <w:rFonts w:eastAsia="Times New Roman"/>
                <w:szCs w:val="22"/>
                <w:lang w:eastAsia="en-US"/>
              </w:rPr>
            </w:pPr>
            <w:r w:rsidRPr="00BC0437">
              <w:rPr>
                <w:rFonts w:eastAsia="Times New Roman"/>
                <w:szCs w:val="22"/>
                <w:lang w:eastAsia="en-US"/>
              </w:rPr>
              <w:t>§ 235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Additional Regulations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make regulations with further conditions for libraries and archives under Sections 60-67.</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also make regulations requiring a user to sign a declaration with regard to the purpose for the copy.  The librarian may rely upon the declaration unless the librarian is aware that it is false.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“work” means a literary, dramatic, musical or artistic work, sound recording, film, broadcast, cable program, typographical arrangement of a published edition or an original database and includes a computer program.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rPr>
          <w:trHeight w:val="71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Related Rights Act of Ireland, No. 28 (10 July 2000), available at http://www.wipo.int/wipolex/en/text.jsp?file_id=128034,</w:t>
            </w:r>
          </w:p>
          <w:p w:rsidR="00BC0437" w:rsidRPr="00BC0437" w:rsidRDefault="00BC0437" w:rsidP="00BC0437">
            <w:pPr>
              <w:rPr>
                <w:rFonts w:eastAsia="Times New Roman"/>
                <w:i/>
                <w:szCs w:val="22"/>
                <w:lang w:eastAsia="en-US"/>
              </w:rPr>
            </w:pPr>
            <w:r w:rsidRPr="00BC0437">
              <w:rPr>
                <w:rFonts w:eastAsia="Times New Roman"/>
                <w:szCs w:val="22"/>
                <w:lang w:eastAsia="en-US"/>
              </w:rPr>
              <w:t>as amended by</w:t>
            </w:r>
            <w:r w:rsidRPr="00BC0437">
              <w:rPr>
                <w:rFonts w:eastAsia="Times New Roman"/>
                <w:i/>
                <w:szCs w:val="22"/>
                <w:lang w:eastAsia="en-US"/>
              </w:rPr>
              <w:t xml:space="preserve"> </w:t>
            </w:r>
            <w:r w:rsidRPr="00BC0437">
              <w:rPr>
                <w:rFonts w:eastAsia="Times New Roman"/>
                <w:szCs w:val="22"/>
                <w:lang w:eastAsia="en-US"/>
              </w:rPr>
              <w:t>Copyright and Related Rights (Amendment) Act, No. 18, (3 June 2004), available at http://www.wipo.int/wipolex/en/text.jsp?file_id=188580,</w:t>
            </w:r>
          </w:p>
          <w:p w:rsidR="00BC0437" w:rsidRPr="00BC0437" w:rsidRDefault="00BC0437" w:rsidP="00BC0437">
            <w:pPr>
              <w:rPr>
                <w:rFonts w:eastAsia="Times New Roman"/>
                <w:i/>
                <w:szCs w:val="22"/>
                <w:lang w:eastAsia="en-US"/>
              </w:rPr>
            </w:pPr>
            <w:r w:rsidRPr="00BC0437">
              <w:rPr>
                <w:rFonts w:eastAsia="Times New Roman"/>
                <w:szCs w:val="22"/>
                <w:lang w:eastAsia="en-US"/>
              </w:rPr>
              <w:t>and as further amended by</w:t>
            </w:r>
            <w:r w:rsidRPr="00BC0437">
              <w:rPr>
                <w:rFonts w:eastAsia="Times New Roman"/>
                <w:i/>
                <w:szCs w:val="22"/>
                <w:lang w:eastAsia="en-US"/>
              </w:rPr>
              <w:t xml:space="preserve"> </w:t>
            </w:r>
            <w:r w:rsidRPr="00BC0437">
              <w:rPr>
                <w:rFonts w:eastAsia="Times New Roman"/>
                <w:szCs w:val="22"/>
                <w:lang w:eastAsia="en-US"/>
              </w:rPr>
              <w:t>Copyright and Related Rights (Amendment) Act, No. 39 (4 December 2007), available at http://www.wipo.int/wipolex/en/text.jsp?file_id=188579.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28 August 2014; rev. 9 May 2015</w:t>
            </w:r>
          </w:p>
        </w:tc>
      </w:tr>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779" w:name="_Toc199663521"/>
      <w:bookmarkStart w:id="780" w:name="_Toc207648513"/>
      <w:bookmarkStart w:id="781" w:name="_Toc207649095"/>
      <w:bookmarkStart w:id="782" w:name="_Toc207649536"/>
      <w:bookmarkStart w:id="783" w:name="_Toc207649897"/>
      <w:bookmarkStart w:id="784" w:name="_Toc207650297"/>
      <w:bookmarkStart w:id="785" w:name="_Toc208637945"/>
      <w:bookmarkStart w:id="786" w:name="_Toc421800766"/>
      <w:bookmarkEnd w:id="772"/>
      <w:bookmarkEnd w:id="773"/>
      <w:bookmarkEnd w:id="774"/>
      <w:bookmarkEnd w:id="775"/>
      <w:bookmarkEnd w:id="776"/>
      <w:bookmarkEnd w:id="777"/>
      <w:bookmarkEnd w:id="778"/>
      <w:r w:rsidRPr="00BC0437">
        <w:rPr>
          <w:lang w:eastAsia="en-US"/>
        </w:rPr>
        <w:t>Israel</w:t>
      </w:r>
      <w:bookmarkEnd w:id="779"/>
      <w:bookmarkEnd w:id="780"/>
      <w:bookmarkEnd w:id="781"/>
      <w:bookmarkEnd w:id="782"/>
      <w:bookmarkEnd w:id="783"/>
      <w:bookmarkEnd w:id="784"/>
      <w:bookmarkEnd w:id="785"/>
      <w:bookmarkEnd w:id="78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787" w:name="isra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88" w:name="_Toc199659094"/>
            <w:r w:rsidRPr="00BC0437">
              <w:rPr>
                <w:rFonts w:eastAsia="Times New Roman"/>
                <w:b/>
                <w:szCs w:val="22"/>
                <w:lang w:eastAsia="en-US"/>
              </w:rPr>
              <w:t>Replacement Copying</w:t>
            </w:r>
            <w:bookmarkEnd w:id="78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of a type as prescribed by the Minister.</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collection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when it is not possible to purchase an additional copy of the work within a reasonable time and on reasonable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which has been lost, destroyed, or has become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that had been in the permanent collection of another library or archives, if the work has been lost, destroyed, or has become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make a reserve copy, provided that the reserve copy is not used as an additional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other than the provision permitting a “reserve copy” states that it may be “in any format.”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prescribe conditions to the application of Section 30, and those conditions may apply generally or to only certain types of libraries or archives (Section 31).</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89" w:name="_Toc199659095"/>
            <w:r w:rsidRPr="00BC0437">
              <w:rPr>
                <w:rFonts w:eastAsia="Times New Roman"/>
                <w:b/>
                <w:szCs w:val="22"/>
                <w:lang w:eastAsia="en-US"/>
              </w:rPr>
              <w:t>Preservation Copying</w:t>
            </w:r>
            <w:bookmarkEnd w:id="78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of a type as prescribed by the Minister.</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30(c)</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of a type as prescribed by the Minister.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Preservation.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prescribe conditions for the execution of copying as well as conditions for the grant of public access to the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prescribe conditions to the application of Section 30, and those conditions may apply generally or to only certain types of libraries or archives (Section 31).</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90" w:name="_Toc199659096"/>
            <w:r w:rsidRPr="00BC0437">
              <w:rPr>
                <w:rFonts w:eastAsia="Times New Roman"/>
                <w:b/>
                <w:szCs w:val="22"/>
                <w:lang w:eastAsia="en-US"/>
              </w:rPr>
              <w:t>Copying for Library Users</w:t>
            </w:r>
            <w:bookmarkEnd w:id="79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of a type as prescribed by the Minister.</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collection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a person requesting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Provided that the reproduction would be lawful if made by the person requesting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prescribe an application form for use by libraries and archives for implementing this subsection.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prescribe conditions to the application of Section 30, and those conditions may apply generally or to only certain types of libraries or archives (Section 31).</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791" w:name="_Toc199659097"/>
            <w:r w:rsidRPr="00BC0437">
              <w:rPr>
                <w:rFonts w:eastAsia="Times New Roman"/>
                <w:b/>
                <w:szCs w:val="22"/>
                <w:lang w:eastAsia="en-US"/>
              </w:rPr>
              <w:t>Anti-Circumvention of Technological Protection Measures</w:t>
            </w:r>
            <w:bookmarkEnd w:id="79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990"/>
      </w:tblGrid>
      <w:tr w:rsidR="00BC0437" w:rsidRPr="00BC0437" w:rsidTr="00BC0437">
        <w:tc>
          <w:tcPr>
            <w:tcW w:w="8838" w:type="dxa"/>
            <w:gridSpan w:val="3"/>
            <w:shd w:val="clear" w:color="auto" w:fill="auto"/>
          </w:tcPr>
          <w:p w:rsidR="00BC0437" w:rsidRPr="00BC0437" w:rsidRDefault="00BC0437" w:rsidP="00BC0437">
            <w:pPr>
              <w:rPr>
                <w:rFonts w:eastAsia="Times New Roman"/>
                <w:b/>
                <w:szCs w:val="22"/>
                <w:lang w:eastAsia="en-US"/>
              </w:rPr>
            </w:pPr>
            <w:bookmarkStart w:id="792" w:name="_Toc199659098"/>
            <w:r w:rsidRPr="00BC0437">
              <w:rPr>
                <w:rFonts w:eastAsia="Times New Roman"/>
                <w:b/>
                <w:szCs w:val="22"/>
                <w:lang w:eastAsia="en-US"/>
              </w:rPr>
              <w:t>Miscellaneous</w:t>
            </w:r>
            <w:bookmarkEnd w:id="79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Use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the fair use of works for purposes such as study, research, education, and other reasons, subject to the four factors similar to U.S. fair use.  The Minister of Justice has authority to make regulations determining when fair use shall apply.</w:t>
            </w:r>
          </w:p>
        </w:tc>
        <w:tc>
          <w:tcPr>
            <w:tcW w:w="9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performances of works for education.</w:t>
            </w:r>
          </w:p>
        </w:tc>
        <w:tc>
          <w:tcPr>
            <w:tcW w:w="9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Israel Copyright Act of 2007 (19 November 2007), as amended 28 July 2011, available at http://www.wipo.int/wipolex/en/text.jsp?file_id=255135.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12 April 2008; rev. 9 May 2015</w:t>
            </w:r>
          </w:p>
        </w:tc>
      </w:tr>
      <w:bookmarkEnd w:id="787"/>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793" w:name="_Toc199663522"/>
      <w:bookmarkStart w:id="794" w:name="_Toc207648514"/>
      <w:bookmarkStart w:id="795" w:name="_Toc207649096"/>
      <w:bookmarkStart w:id="796" w:name="_Toc207649537"/>
      <w:bookmarkStart w:id="797" w:name="_Toc207649898"/>
      <w:bookmarkStart w:id="798" w:name="_Toc207650298"/>
      <w:bookmarkStart w:id="799" w:name="_Toc208637946"/>
      <w:bookmarkStart w:id="800" w:name="_Toc421800767"/>
      <w:r w:rsidRPr="00BC0437">
        <w:rPr>
          <w:lang w:eastAsia="en-US"/>
        </w:rPr>
        <w:t>Ital</w:t>
      </w:r>
      <w:bookmarkEnd w:id="793"/>
      <w:bookmarkEnd w:id="794"/>
      <w:bookmarkEnd w:id="795"/>
      <w:bookmarkEnd w:id="796"/>
      <w:bookmarkEnd w:id="797"/>
      <w:bookmarkEnd w:id="798"/>
      <w:bookmarkEnd w:id="799"/>
      <w:r w:rsidRPr="00BC0437">
        <w:rPr>
          <w:lang w:eastAsia="en-US"/>
        </w:rPr>
        <w:t>y</w:t>
      </w:r>
      <w:bookmarkEnd w:id="80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01" w:name="_Toc186015652"/>
            <w:bookmarkStart w:id="802" w:name="italy"/>
            <w:r w:rsidRPr="00BC0437">
              <w:rPr>
                <w:rFonts w:eastAsia="Times New Roman"/>
                <w:b/>
                <w:szCs w:val="22"/>
                <w:lang w:eastAsia="en-US"/>
              </w:rPr>
              <w:t>Research or Study (Making Available</w:t>
            </w:r>
            <w:bookmarkEnd w:id="801"/>
            <w:r w:rsidRPr="00BC0437">
              <w:rPr>
                <w:rFonts w:eastAsia="Times New Roman"/>
                <w:b/>
                <w:szCs w:val="22"/>
                <w:lang w:eastAsia="en-US"/>
              </w:rPr>
              <w: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educational establishments, museums,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71</w:t>
            </w:r>
            <w:r w:rsidRPr="00BC0437">
              <w:rPr>
                <w:rFonts w:eastAsia="Times New Roman"/>
                <w:szCs w:val="22"/>
                <w:lang w:eastAsia="en-US"/>
              </w:rPr>
              <w:noBreakHyphen/>
              <w:t>ter</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or subject matter contained in the collection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not be subject to purchase or license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for individual members of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Via dedicated terminals on the premises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03" w:name="_Toc186015653"/>
            <w:r w:rsidRPr="00BC0437">
              <w:rPr>
                <w:rFonts w:eastAsia="Times New Roman"/>
                <w:b/>
                <w:szCs w:val="22"/>
                <w:lang w:eastAsia="en-US"/>
              </w:rPr>
              <w:t>Library Use</w:t>
            </w:r>
            <w:bookmarkEnd w:id="803"/>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or school libraries, public museums, and public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68(2)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held in the collection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services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be without either direct or indirect economic or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Photocopying only.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04" w:name="_Toc186015654"/>
            <w:r w:rsidRPr="00BC0437">
              <w:rPr>
                <w:rFonts w:eastAsia="Times New Roman"/>
                <w:b/>
                <w:szCs w:val="22"/>
                <w:lang w:eastAsia="en-US"/>
              </w:rPr>
              <w:t>Copying for Library Users</w:t>
            </w:r>
            <w:bookmarkEnd w:id="804"/>
          </w:p>
        </w:tc>
      </w:tr>
      <w:tr w:rsidR="00BC0437" w:rsidRPr="00BC0437" w:rsidTr="00BC0437">
        <w:trPr>
          <w:trHeight w:val="2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implicitly the copying could be done by library staff or library users.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68(5)</w:t>
            </w: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available in public libraries.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Sheet music is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be made inside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be limited to 15% of each volume or issue of a magazine, excluding advertising pages.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personal use (by reference to Article 68(3).)</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Photocopying, xerocopying, or like means (by reference to Article 68(3).)</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make annual payment to the copyright owner’s collective society, pursuant to Article 181-ter.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limitations do not apply to works that are not present in publishing catalogs and that are rare, because they are difficult to find through commercial channels (by reference to Article 68(3)).</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05" w:name="_Toc186015655"/>
            <w:r w:rsidRPr="00BC0437">
              <w:rPr>
                <w:rFonts w:eastAsia="Times New Roman"/>
                <w:b/>
                <w:szCs w:val="22"/>
                <w:lang w:eastAsia="en-US"/>
              </w:rPr>
              <w:t>Anti-Circumvention of Technological Protection Measures</w:t>
            </w:r>
            <w:bookmarkEnd w:id="80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174ter</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Using means intended to circumvent technical measures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transferring under whatever title, advertising for sale or rental, holding for commercial purposes is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171ter (f-bis)</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or restrict acts not authorized by the rightsholder; this includes access control and protection processes.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102 quater</w:t>
            </w:r>
          </w:p>
        </w:tc>
      </w:tr>
      <w:tr w:rsidR="00BC0437" w:rsidRPr="00BC0437" w:rsidTr="00BC0437">
        <w:trPr>
          <w:trHeight w:val="165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rightsholders are obliged to adopt proper solutions, also by means of specific agreements with the associations representing beneficiaries in order to allow the exercise of the exceptions provided for with respect to library copying (Article 68(2)) and others as specified in the law, on beneficiaries’ specific request.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71 quin-quies</w:t>
            </w:r>
          </w:p>
        </w:tc>
      </w:tr>
      <w:tr w:rsidR="00BC0437" w:rsidRPr="00BC0437" w:rsidTr="00BC0437">
        <w:trPr>
          <w:trHeight w:val="1657"/>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beneficiaries must have lawful possession of the copies of the work or have lawfully accessed them in order to use them in accordance and within the limitations pursuant to the law.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9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193"/>
      </w:tblGrid>
      <w:tr w:rsidR="00BC0437" w:rsidRPr="00BC0437" w:rsidTr="00BC0437">
        <w:tc>
          <w:tcPr>
            <w:tcW w:w="9041" w:type="dxa"/>
            <w:gridSpan w:val="3"/>
            <w:shd w:val="clear" w:color="auto" w:fill="auto"/>
          </w:tcPr>
          <w:p w:rsidR="00BC0437" w:rsidRPr="00BC0437" w:rsidRDefault="00BC0437" w:rsidP="00BC0437">
            <w:pPr>
              <w:rPr>
                <w:rFonts w:eastAsia="Times New Roman"/>
                <w:b/>
                <w:szCs w:val="22"/>
                <w:lang w:eastAsia="en-US"/>
              </w:rPr>
            </w:pPr>
            <w:bookmarkStart w:id="806" w:name="_Toc186015656"/>
            <w:r w:rsidRPr="00BC0437">
              <w:rPr>
                <w:rFonts w:eastAsia="Times New Roman"/>
                <w:b/>
                <w:szCs w:val="22"/>
                <w:lang w:eastAsia="en-US"/>
              </w:rPr>
              <w:t>Miscellaneous</w:t>
            </w:r>
            <w:bookmarkEnd w:id="80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 for personal use is permitted under specified conditions.</w:t>
            </w:r>
          </w:p>
        </w:tc>
        <w:tc>
          <w:tcPr>
            <w:tcW w:w="119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71 sexies - octies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Implements the European Union directive on orphan works, 2012/28/EC.</w:t>
            </w:r>
          </w:p>
        </w:tc>
        <w:tc>
          <w:tcPr>
            <w:tcW w:w="119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69 bis to 69 septies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Preservation of broadcasts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of broadcasts may be preserved in official archives, but not used for further economic or commercial purposes without permission.</w:t>
            </w:r>
          </w:p>
        </w:tc>
        <w:tc>
          <w:tcPr>
            <w:tcW w:w="119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Phonograms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Allows record copies to make copies for sale from the State Record Library, but subject to payment of royalties.</w:t>
            </w:r>
          </w:p>
        </w:tc>
        <w:tc>
          <w:tcPr>
            <w:tcW w:w="119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413"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Law for the Protection of Copyright and Neighboring Rights of Italy, No. 633 (22 April 1941), as amended through Decree-Law No. 64 (30 April 2010), available at http://www.wipo.int/wipolex/en/text.jsp?file_id=301483, </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as further amended by Legislative Decree No. 163 (10 November 2014) (Orphan Works), available at </w:t>
            </w:r>
            <w:hyperlink r:id="rId10" w:tgtFrame="_blank" w:history="1">
              <w:r w:rsidRPr="00BC0437">
                <w:rPr>
                  <w:rFonts w:eastAsia="Times New Roman"/>
                  <w:szCs w:val="22"/>
                  <w:bdr w:val="none" w:sz="0" w:space="0" w:color="auto" w:frame="1"/>
                  <w:lang w:eastAsia="en-US"/>
                </w:rPr>
                <w:t>www.gazzettaufficiale.it/eli/id/2014/11/10/14G00179/sg</w:t>
              </w:r>
            </w:hyperlink>
            <w:r w:rsidRPr="00BC0437">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413"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9 May 2015</w:t>
            </w:r>
          </w:p>
        </w:tc>
      </w:tr>
    </w:tbl>
    <w:p w:rsidR="00BC0437" w:rsidRPr="00BC0437" w:rsidRDefault="00BC0437" w:rsidP="00BC0437">
      <w:pPr>
        <w:rPr>
          <w:rFonts w:eastAsia="Times New Roman"/>
          <w:szCs w:val="22"/>
          <w:lang w:eastAsia="en-US"/>
        </w:rPr>
      </w:pPr>
    </w:p>
    <w:bookmarkEnd w:id="802"/>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807" w:name="_Toc199663523"/>
      <w:bookmarkStart w:id="808" w:name="_Toc207648515"/>
      <w:bookmarkStart w:id="809" w:name="_Toc207649097"/>
      <w:bookmarkStart w:id="810" w:name="_Toc207649538"/>
      <w:bookmarkStart w:id="811" w:name="_Toc207649899"/>
      <w:bookmarkStart w:id="812" w:name="_Toc207650299"/>
      <w:bookmarkStart w:id="813" w:name="_Toc208637947"/>
      <w:bookmarkStart w:id="814" w:name="_Toc421800768"/>
      <w:r w:rsidRPr="00BC0437">
        <w:rPr>
          <w:lang w:eastAsia="en-US"/>
        </w:rPr>
        <w:t>Jamaica</w:t>
      </w:r>
      <w:bookmarkEnd w:id="807"/>
      <w:bookmarkEnd w:id="808"/>
      <w:bookmarkEnd w:id="809"/>
      <w:bookmarkEnd w:id="810"/>
      <w:bookmarkEnd w:id="811"/>
      <w:bookmarkEnd w:id="812"/>
      <w:bookmarkEnd w:id="813"/>
      <w:bookmarkEnd w:id="81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840"/>
        <w:gridCol w:w="94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15" w:name="_Toc186015657"/>
            <w:bookmarkStart w:id="816" w:name="jamaica"/>
            <w:r w:rsidRPr="00BC0437">
              <w:rPr>
                <w:rFonts w:eastAsia="Times New Roman"/>
                <w:b/>
                <w:szCs w:val="22"/>
                <w:lang w:eastAsia="en-US"/>
              </w:rPr>
              <w:t>Research or Study (Published Works)</w:t>
            </w:r>
            <w:bookmarkEnd w:id="81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628" w:type="dxa"/>
            <w:vMerge/>
            <w:shd w:val="clear" w:color="auto" w:fill="auto"/>
          </w:tcPr>
          <w:p w:rsidR="00BC0437" w:rsidRPr="00BC0437" w:rsidRDefault="00BC0437" w:rsidP="00BC0437">
            <w:pPr>
              <w:rPr>
                <w:rFonts w:eastAsia="Times New Roman"/>
                <w:szCs w:val="22"/>
                <w:lang w:eastAsia="en-US"/>
              </w:rPr>
            </w:pP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literary, dramatic, or musical works, from published editions, that are not articles in periodicals, including accompanying illustrations and the typographical arrangement.</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articles, no person shall be furnished with more than one copy of the same article and no more than one article contained in the same issue of a periodical.</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4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works other than articles, no person shall be furnished with more than one copy of the same material, and not more than a reasonable proportion of any work.</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by persons.</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may be supplied only to persons satisfying the librarian that he or she requires the copy for research or private study and no other purpose.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for the copies a sum not less than the cost, including a contribution to the general expenses of the library, attributable to production of the copies.</w:t>
            </w:r>
          </w:p>
        </w:tc>
        <w:tc>
          <w:tcPr>
            <w:tcW w:w="94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337"/>
        <w:gridCol w:w="103"/>
        <w:gridCol w:w="3840"/>
        <w:gridCol w:w="948"/>
      </w:tblGrid>
      <w:tr w:rsidR="00BC0437" w:rsidRPr="00BC0437" w:rsidTr="00BC0437">
        <w:tc>
          <w:tcPr>
            <w:tcW w:w="8856" w:type="dxa"/>
            <w:gridSpan w:val="5"/>
            <w:shd w:val="clear" w:color="auto" w:fill="auto"/>
          </w:tcPr>
          <w:p w:rsidR="00BC0437" w:rsidRPr="00BC0437" w:rsidRDefault="00BC0437" w:rsidP="00BC0437">
            <w:pPr>
              <w:rPr>
                <w:rFonts w:eastAsia="Times New Roman"/>
                <w:b/>
                <w:szCs w:val="22"/>
                <w:lang w:eastAsia="en-US"/>
              </w:rPr>
            </w:pPr>
            <w:bookmarkStart w:id="817" w:name="_Toc186015658"/>
            <w:r w:rsidRPr="00BC0437">
              <w:rPr>
                <w:rFonts w:eastAsia="Times New Roman"/>
                <w:b/>
                <w:szCs w:val="22"/>
                <w:lang w:eastAsia="en-US"/>
              </w:rPr>
              <w:t>Research or Study (Unpublished Works)</w:t>
            </w:r>
            <w:bookmarkEnd w:id="81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280"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65</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47"/>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280"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literary, dramatic, or musical works, from documents in the library or archive, including accompanying illustrations and the typographical arrangement.</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70"/>
        </w:trPr>
        <w:tc>
          <w:tcPr>
            <w:tcW w:w="2628" w:type="dxa"/>
            <w:vMerge/>
            <w:shd w:val="clear" w:color="auto" w:fill="auto"/>
          </w:tcPr>
          <w:p w:rsidR="00BC0437" w:rsidRPr="00BC0437" w:rsidRDefault="00BC0437" w:rsidP="00BC0437">
            <w:pPr>
              <w:rPr>
                <w:rFonts w:eastAsia="Times New Roman"/>
                <w:szCs w:val="22"/>
                <w:lang w:eastAsia="en-US"/>
              </w:rPr>
            </w:pPr>
          </w:p>
        </w:tc>
        <w:tc>
          <w:tcPr>
            <w:tcW w:w="1337"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943"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document must not have been published before it was deposited in the library or archive.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shd w:val="clear" w:color="auto" w:fill="auto"/>
          </w:tcPr>
          <w:p w:rsidR="00BC0437" w:rsidRPr="00BC0437" w:rsidRDefault="00BC0437" w:rsidP="00BC0437">
            <w:pPr>
              <w:rPr>
                <w:rFonts w:eastAsia="Times New Roman"/>
                <w:szCs w:val="22"/>
                <w:lang w:eastAsia="en-US"/>
              </w:rPr>
            </w:pPr>
          </w:p>
        </w:tc>
        <w:tc>
          <w:tcPr>
            <w:tcW w:w="1337" w:type="dxa"/>
            <w:vMerge/>
            <w:shd w:val="clear" w:color="auto" w:fill="auto"/>
          </w:tcPr>
          <w:p w:rsidR="00BC0437" w:rsidRPr="00BC0437" w:rsidRDefault="00BC0437" w:rsidP="00BC0437">
            <w:pPr>
              <w:rPr>
                <w:rFonts w:eastAsia="Times New Roman"/>
                <w:szCs w:val="22"/>
                <w:lang w:eastAsia="en-US"/>
              </w:rPr>
            </w:pPr>
          </w:p>
        </w:tc>
        <w:tc>
          <w:tcPr>
            <w:tcW w:w="3943"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is not permitted where the copyright owner has prohibited copying of the work, and at the time of making the copy, the librarian ought to have been aware of that fact.</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8"/>
        </w:trPr>
        <w:tc>
          <w:tcPr>
            <w:tcW w:w="2628" w:type="dxa"/>
            <w:vMerge/>
            <w:shd w:val="clear" w:color="auto" w:fill="auto"/>
          </w:tcPr>
          <w:p w:rsidR="00BC0437" w:rsidRPr="00BC0437" w:rsidRDefault="00BC0437" w:rsidP="00BC0437">
            <w:pPr>
              <w:rPr>
                <w:rFonts w:eastAsia="Times New Roman"/>
                <w:szCs w:val="22"/>
                <w:lang w:eastAsia="en-US"/>
              </w:rPr>
            </w:pPr>
          </w:p>
        </w:tc>
        <w:tc>
          <w:tcPr>
            <w:tcW w:w="1337" w:type="dxa"/>
            <w:vMerge/>
            <w:shd w:val="clear" w:color="auto" w:fill="auto"/>
          </w:tcPr>
          <w:p w:rsidR="00BC0437" w:rsidRPr="00BC0437" w:rsidRDefault="00BC0437" w:rsidP="00BC0437">
            <w:pPr>
              <w:rPr>
                <w:rFonts w:eastAsia="Times New Roman"/>
                <w:szCs w:val="22"/>
                <w:lang w:eastAsia="en-US"/>
              </w:rPr>
            </w:pPr>
          </w:p>
        </w:tc>
        <w:tc>
          <w:tcPr>
            <w:tcW w:w="3943"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furnished with more than one copy of the same material.</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280"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may be supplied only to persons satisfying the librarian that he or she requires the copy for research or private study and no other purpose.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280"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280"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for the copies a sum not less than the cost, including a contribution to the general expenses of the library, attributable to production of the copies.</w:t>
            </w:r>
          </w:p>
        </w:tc>
        <w:tc>
          <w:tcPr>
            <w:tcW w:w="94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18" w:name="_Toc186015659"/>
            <w:r w:rsidRPr="00BC0437">
              <w:rPr>
                <w:rFonts w:eastAsia="Times New Roman"/>
                <w:b/>
                <w:szCs w:val="22"/>
                <w:lang w:eastAsia="en-US"/>
              </w:rPr>
              <w:t>Supplying Copies to Other Libraries</w:t>
            </w:r>
            <w:bookmarkEnd w:id="81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in the case of published works,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literary, dramatic, or musical works, published or unpublished, including accompanying illustrations and, in the case of a published work,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5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works other than articles, copying is not permitted if, at the time of making the copy, the librarian knows or could by reasonable inquiry ascertain the name and address of a person entitled to authorize the making of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make and supply copies to another prescribed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19" w:name="_Toc186015660"/>
            <w:r w:rsidRPr="00BC0437">
              <w:rPr>
                <w:rFonts w:eastAsia="Times New Roman"/>
                <w:b/>
                <w:szCs w:val="22"/>
                <w:lang w:eastAsia="en-US"/>
              </w:rPr>
              <w:t>Preservation and Replacement</w:t>
            </w:r>
            <w:bookmarkEnd w:id="81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or musical works, in the permanent collection of the library or archive, whether published or unpublished, including accompanying illustrations and, in the case of a published work,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allowed only where it is not reasonably practicable to purchase a copy of the work for the specified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work by placing the copy in the permanent collection of the library or archive in addition to or in place of the original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in the permanent collection of another prescribed library or archive, if the work has been lost, 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820" w:name="_Toc186015661"/>
            <w:r w:rsidRPr="00BC0437">
              <w:rPr>
                <w:rFonts w:eastAsia="Times New Roman"/>
                <w:b/>
                <w:szCs w:val="22"/>
                <w:lang w:eastAsia="en-US"/>
              </w:rPr>
              <w:t>Anti-Circumvention of Technological Protection Measures</w:t>
            </w:r>
            <w:bookmarkEnd w:id="820"/>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8"/>
        <w:gridCol w:w="5332"/>
        <w:gridCol w:w="8"/>
        <w:gridCol w:w="100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21" w:name="_Toc186015662"/>
            <w:r w:rsidRPr="00BC0437">
              <w:rPr>
                <w:rFonts w:eastAsia="Times New Roman"/>
                <w:b/>
                <w:szCs w:val="22"/>
                <w:lang w:eastAsia="en-US"/>
              </w:rPr>
              <w:t>Miscellaneous</w:t>
            </w:r>
            <w:bookmarkEnd w:id="821"/>
          </w:p>
        </w:tc>
      </w:tr>
      <w:tr w:rsidR="00BC0437" w:rsidRPr="00BC0437" w:rsidTr="00BC0437">
        <w:trPr>
          <w:trHeight w:val="85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Declarations</w:t>
            </w:r>
          </w:p>
        </w:tc>
        <w:tc>
          <w:tcPr>
            <w:tcW w:w="533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librarian or archivist is required to be satisfied as to certain matters, regulations may prescribe that he or she is entitled to rely on a declaration as to such matters, signed by the person requesting copies, unless the librarian or archivist is aware that the declaration is false in any material particular.</w:t>
            </w:r>
          </w:p>
        </w:tc>
        <w:tc>
          <w:tcPr>
            <w:tcW w:w="1016"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61 (2)(a)</w:t>
            </w:r>
          </w:p>
        </w:tc>
      </w:tr>
      <w:tr w:rsidR="00BC0437" w:rsidRPr="00BC0437" w:rsidTr="00BC0437">
        <w:trPr>
          <w:trHeight w:val="428"/>
        </w:trPr>
        <w:tc>
          <w:tcPr>
            <w:tcW w:w="2508" w:type="dxa"/>
            <w:vMerge/>
            <w:shd w:val="clear" w:color="auto" w:fill="auto"/>
          </w:tcPr>
          <w:p w:rsidR="00BC0437" w:rsidRPr="00BC0437" w:rsidRDefault="00BC0437" w:rsidP="00BC0437">
            <w:pPr>
              <w:rPr>
                <w:rFonts w:eastAsia="Times New Roman"/>
                <w:szCs w:val="22"/>
                <w:lang w:eastAsia="en-US"/>
              </w:rPr>
            </w:pPr>
          </w:p>
        </w:tc>
        <w:tc>
          <w:tcPr>
            <w:tcW w:w="533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may require that the librarian or archivist may not supply a copy to any person in the absence of a declaration from that person.</w:t>
            </w:r>
          </w:p>
        </w:tc>
        <w:tc>
          <w:tcPr>
            <w:tcW w:w="1016"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61 (2)(b)</w:t>
            </w:r>
          </w:p>
        </w:tc>
      </w:tr>
      <w:tr w:rsidR="00BC0437" w:rsidRPr="00BC0437" w:rsidTr="00BC0437">
        <w:trPr>
          <w:trHeight w:val="427"/>
        </w:trPr>
        <w:tc>
          <w:tcPr>
            <w:tcW w:w="2508" w:type="dxa"/>
            <w:vMerge/>
            <w:shd w:val="clear" w:color="auto" w:fill="auto"/>
          </w:tcPr>
          <w:p w:rsidR="00BC0437" w:rsidRPr="00BC0437" w:rsidRDefault="00BC0437" w:rsidP="00BC0437">
            <w:pPr>
              <w:rPr>
                <w:rFonts w:eastAsia="Times New Roman"/>
                <w:szCs w:val="22"/>
                <w:lang w:eastAsia="en-US"/>
              </w:rPr>
            </w:pPr>
          </w:p>
        </w:tc>
        <w:tc>
          <w:tcPr>
            <w:tcW w:w="533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person requesting a copy, who makes a declaration that is false in any material respect, and is supplied with a copy that would have been an infringing copy if made by that person, he or she shall be liable for infringement as if he had made the copy, and the copy supplied shall be treated as an infringing copy.</w:t>
            </w:r>
          </w:p>
        </w:tc>
        <w:tc>
          <w:tcPr>
            <w:tcW w:w="1016"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 61(3)</w:t>
            </w:r>
          </w:p>
        </w:tc>
      </w:tr>
      <w:tr w:rsidR="00BC0437" w:rsidRPr="00BC0437" w:rsidTr="00BC0437">
        <w:trPr>
          <w:trHeight w:val="427"/>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33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is broadly defined as a reproduction in any material form.  Further, reproduction of a typographical arrangement of a published edition means a facsimile copy of the arrangement.  The statute specifies that references to the copying of any work shall be construed to include a reference to storing the work in any medium by electronic means.</w:t>
            </w:r>
          </w:p>
        </w:tc>
        <w:tc>
          <w:tcPr>
            <w:tcW w:w="1016"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rPr>
          <w:trHeight w:val="427"/>
        </w:trPr>
        <w:tc>
          <w:tcPr>
            <w:tcW w:w="2508" w:type="dxa"/>
            <w:vMerge/>
            <w:shd w:val="clear" w:color="auto" w:fill="auto"/>
          </w:tcPr>
          <w:p w:rsidR="00BC0437" w:rsidRPr="00BC0437" w:rsidRDefault="00BC0437" w:rsidP="00BC0437">
            <w:pPr>
              <w:rPr>
                <w:rFonts w:eastAsia="Times New Roman"/>
                <w:szCs w:val="22"/>
                <w:lang w:eastAsia="en-US"/>
              </w:rPr>
            </w:pPr>
          </w:p>
        </w:tc>
        <w:tc>
          <w:tcPr>
            <w:tcW w:w="533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References to the librarian or archivist in Sections 62 to 65 include references to a person acting on his or her behalf.</w:t>
            </w:r>
          </w:p>
        </w:tc>
        <w:tc>
          <w:tcPr>
            <w:tcW w:w="1016"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61(1)</w:t>
            </w:r>
          </w:p>
        </w:tc>
      </w:tr>
      <w:tr w:rsidR="00BC0437" w:rsidRPr="00BC0437" w:rsidTr="00BC0437">
        <w:trPr>
          <w:trHeight w:val="290"/>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Decoders</w:t>
            </w:r>
          </w:p>
        </w:tc>
        <w:tc>
          <w:tcPr>
            <w:tcW w:w="53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Prohibits activities related to decoders, defined as devices to decode an encrypted transmission.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136A to 136C</w:t>
            </w:r>
          </w:p>
        </w:tc>
      </w:tr>
      <w:tr w:rsidR="00BC0437" w:rsidRPr="00BC0437" w:rsidTr="00BC0437">
        <w:trPr>
          <w:trHeight w:val="290"/>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4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Jamaica, No. 5 (1 September 1993), available at http://www.wipo.int/wipolex/en/text.jsp?file_id=128291,</w:t>
            </w:r>
          </w:p>
          <w:p w:rsidR="00BC0437" w:rsidRPr="00BC0437" w:rsidRDefault="00BC0437" w:rsidP="00BC0437">
            <w:pPr>
              <w:rPr>
                <w:rFonts w:eastAsia="Times New Roman"/>
                <w:szCs w:val="22"/>
                <w:lang w:eastAsia="en-US"/>
              </w:rPr>
            </w:pPr>
            <w:r w:rsidRPr="00BC0437">
              <w:rPr>
                <w:rFonts w:eastAsia="Times New Roman"/>
                <w:szCs w:val="22"/>
                <w:lang w:eastAsia="en-US"/>
              </w:rPr>
              <w:t>as amended by Act No. 29-1999 (20 July 1999), available at http://www.wipo.int/wipolex/en/text.jsp?file_id=128293.</w:t>
            </w:r>
          </w:p>
        </w:tc>
      </w:tr>
      <w:tr w:rsidR="00BC0437" w:rsidRPr="00BC0437" w:rsidTr="00BC0437">
        <w:trPr>
          <w:trHeight w:val="290"/>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4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9 May 2015</w:t>
            </w:r>
          </w:p>
        </w:tc>
      </w:tr>
    </w:tbl>
    <w:p w:rsidR="00BC0437" w:rsidRPr="00BC0437" w:rsidRDefault="00BC0437" w:rsidP="00BC0437">
      <w:pPr>
        <w:rPr>
          <w:rFonts w:eastAsia="Times New Roman"/>
          <w:szCs w:val="22"/>
          <w:lang w:eastAsia="en-US"/>
        </w:rPr>
      </w:pPr>
    </w:p>
    <w:bookmarkEnd w:id="816"/>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822" w:name="_Toc421800769"/>
      <w:bookmarkStart w:id="823" w:name="_Toc199663524"/>
      <w:bookmarkStart w:id="824" w:name="_Toc207648516"/>
      <w:bookmarkStart w:id="825" w:name="_Toc207649098"/>
      <w:bookmarkStart w:id="826" w:name="_Toc207649539"/>
      <w:bookmarkStart w:id="827" w:name="_Toc207649900"/>
      <w:bookmarkStart w:id="828" w:name="_Toc207650300"/>
      <w:bookmarkStart w:id="829" w:name="_Toc208637948"/>
      <w:r w:rsidRPr="00BC0437">
        <w:rPr>
          <w:lang w:eastAsia="en-US"/>
        </w:rPr>
        <w:t>Japan</w:t>
      </w:r>
      <w:bookmarkEnd w:id="82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(implicitly).  See definition of “library” below.</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31(1)(i)</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be made within the scope of non-profit-making activities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 of works already made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Individual works reproduced in periodicals already published for a considerable period of time.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may be furnished.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included in the library materials.  (“Library materials” is defined as books, documents, and other materials held in the collection of libraries.)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investigation and research by request of a library user.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(implicitly).  See definition of “library” below.</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31(1)(ii)</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be made within the scope of non-profit-making activities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included in the library materials.  (“Library materials” is defined as books, documents, and other materials held in the collection of libraries.)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reproduction is necessary for preserving library materials.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ascii="Times New Roman" w:eastAsia="Times New Roman" w:hAnsi="Times New Roman" w:cs="Times New Roman"/>
          <w:sz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Supplying Copies to Other Libraries</w:t>
            </w:r>
          </w:p>
        </w:tc>
      </w:tr>
      <w:tr w:rsidR="00BC0437" w:rsidRPr="00BC0437" w:rsidTr="00BC0437">
        <w:trPr>
          <w:trHeight w:val="8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(implicitly).  See definition of “library” below.</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31(1)(iii)</w:t>
            </w:r>
          </w:p>
        </w:tc>
      </w:tr>
      <w:tr w:rsidR="00BC0437" w:rsidRPr="00BC0437" w:rsidTr="00BC0437">
        <w:trPr>
          <w:trHeight w:val="8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be made within the scope of non-profit-making activities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included in the library materials (defined as: books, documents, and other materials held in the collection of libraries).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furnishing a copy to other libraries.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rarely available through normal trade channels because the materials are out of print or for other similar reasons.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for private use that is otherwise permitted by law is prohibited where it is made possible by the circumvention of technological protection measures.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30(1)(ii)</w:t>
            </w: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Transferring to the public, lending to the public, manufacturing, importing or possessing for transfer of ownership, or offering for the use by the public a circumvention device is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120bis</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Circumventing technological protection measures in response to a request from the public by a person operating as a business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These provisions apply to circumvention that enables the user to do acts prevented by technological protection measures.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30(1)(ii)</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rPr>
          <w:trHeight w:val="63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Braille Libraries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in Braille or the making of sound recordings is permissible for Braille libraries.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37</w:t>
            </w:r>
          </w:p>
        </w:tc>
      </w:tr>
      <w:tr w:rsidR="00BC0437" w:rsidRPr="00BC0437" w:rsidTr="00BC0437">
        <w:trPr>
          <w:trHeight w:val="647"/>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Out-of-Print Books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Broad right given to the National Diet Library of Japan to make digital copies of out-of-print works.  The National Diet Library may also make those copies available to the public at other libraries.  Those libraries may make individual copies of the works for patrons for their private research.</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33(3)</w:t>
            </w:r>
          </w:p>
        </w:tc>
      </w:tr>
      <w:tr w:rsidR="00BC0437" w:rsidRPr="00BC0437" w:rsidTr="00BC0437">
        <w:trPr>
          <w:trHeight w:val="200"/>
        </w:trPr>
        <w:tc>
          <w:tcPr>
            <w:tcW w:w="2628" w:type="dxa"/>
            <w:vMerge w:val="restart"/>
            <w:shd w:val="clear" w:color="auto" w:fill="auto"/>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t>Defined Terms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means libraries and other establishments designated by Cabinet Order, having the purpose, among others, to offer library materials for the use by the public.</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w:t>
            </w:r>
          </w:p>
        </w:tc>
      </w:tr>
      <w:tr w:rsidR="00BC0437" w:rsidRPr="00BC0437" w:rsidTr="00BC0437">
        <w:trPr>
          <w:trHeight w:val="199"/>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reproduction in a tangible form by means of printing, photography, reprography, sound or visual recording or otherwise; in the case of dramas and other similar dramatic works, it includes sound and visual recording of the acting, broadcasts or wire diffusions of these works; and in the case of architectural works, it includes the construction of an architectural work according to its plan.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2(xv)</w:t>
            </w:r>
          </w:p>
        </w:tc>
      </w:tr>
      <w:tr w:rsidR="00BC0437" w:rsidRPr="00BC0437" w:rsidTr="00BC0437">
        <w:trPr>
          <w:trHeight w:val="647"/>
        </w:trPr>
        <w:tc>
          <w:tcPr>
            <w:tcW w:w="2628" w:type="dxa"/>
            <w:shd w:val="clear" w:color="auto" w:fill="auto"/>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Japan, Act No. 48 (6 May 1970), as amended through Act No. 43 (27 June 2012), available at http://www.cric.or.jp/english/clj/doc/20130819_July,2013_</w:t>
            </w:r>
          </w:p>
          <w:p w:rsidR="00BC0437" w:rsidRPr="00BC0437" w:rsidRDefault="00BC0437" w:rsidP="00BC0437">
            <w:pPr>
              <w:rPr>
                <w:rFonts w:eastAsia="Times New Roman"/>
                <w:szCs w:val="22"/>
                <w:lang w:eastAsia="en-US"/>
              </w:rPr>
            </w:pPr>
            <w:r w:rsidRPr="00BC0437">
              <w:rPr>
                <w:rFonts w:eastAsia="Times New Roman"/>
                <w:szCs w:val="22"/>
                <w:lang w:eastAsia="en-US"/>
              </w:rPr>
              <w:t>Copyright_Law_of_Japan.pdf.</w:t>
            </w:r>
          </w:p>
        </w:tc>
      </w:tr>
      <w:tr w:rsidR="00BC0437" w:rsidRPr="00BC0437" w:rsidTr="00BC0437">
        <w:trPr>
          <w:trHeight w:val="33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28 August 2014; rev. 9 May 2015</w:t>
            </w:r>
          </w:p>
        </w:tc>
      </w:tr>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830" w:name="_Toc199663525"/>
      <w:bookmarkStart w:id="831" w:name="_Toc207648517"/>
      <w:bookmarkStart w:id="832" w:name="_Toc207649099"/>
      <w:bookmarkStart w:id="833" w:name="_Toc207649540"/>
      <w:bookmarkStart w:id="834" w:name="_Toc207649901"/>
      <w:bookmarkStart w:id="835" w:name="_Toc207650301"/>
      <w:bookmarkStart w:id="836" w:name="_Toc208637949"/>
      <w:bookmarkStart w:id="837" w:name="_Toc421800770"/>
      <w:bookmarkEnd w:id="823"/>
      <w:bookmarkEnd w:id="824"/>
      <w:bookmarkEnd w:id="825"/>
      <w:bookmarkEnd w:id="826"/>
      <w:bookmarkEnd w:id="827"/>
      <w:bookmarkEnd w:id="828"/>
      <w:bookmarkEnd w:id="829"/>
      <w:r w:rsidRPr="00BC0437">
        <w:rPr>
          <w:lang w:eastAsia="en-US"/>
        </w:rPr>
        <w:t>Jordan</w:t>
      </w:r>
      <w:bookmarkEnd w:id="830"/>
      <w:bookmarkEnd w:id="831"/>
      <w:bookmarkEnd w:id="832"/>
      <w:bookmarkEnd w:id="833"/>
      <w:bookmarkEnd w:id="834"/>
      <w:bookmarkEnd w:id="835"/>
      <w:bookmarkEnd w:id="836"/>
      <w:bookmarkEnd w:id="83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38" w:name="_Toc186015668"/>
            <w:bookmarkStart w:id="839" w:name="jordan"/>
            <w:r w:rsidRPr="00BC0437">
              <w:rPr>
                <w:rFonts w:eastAsia="Times New Roman"/>
                <w:b/>
                <w:szCs w:val="22"/>
                <w:lang w:eastAsia="en-US"/>
              </w:rPr>
              <w:t>Library Use</w:t>
            </w:r>
            <w:bookmarkEnd w:id="838"/>
          </w:p>
        </w:tc>
      </w:tr>
      <w:tr w:rsidR="00BC0437" w:rsidRPr="00BC0437" w:rsidTr="00BC0437">
        <w:trPr>
          <w:trHeight w:val="86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documentation centers, educational academies, and scientific and cultural institutions.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photocopying and the number of copies are limited by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needs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photographic or other means.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not harm the rights of the author or conflict with the normal exploitation of the work.</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40" w:name="_Toc186015669"/>
            <w:r w:rsidRPr="00BC0437">
              <w:rPr>
                <w:rFonts w:eastAsia="Times New Roman"/>
                <w:b/>
                <w:szCs w:val="22"/>
                <w:lang w:eastAsia="en-US"/>
              </w:rPr>
              <w:t>Anti-Circumvention of Technological Protection Measures</w:t>
            </w:r>
            <w:bookmarkEnd w:id="84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55</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or handling any device or service for purpose of circumvention.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explicit exemptions in the statutes.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841" w:name="_Toc186015670"/>
            <w:r w:rsidRPr="00BC0437">
              <w:rPr>
                <w:rFonts w:eastAsia="Times New Roman"/>
                <w:b/>
                <w:szCs w:val="22"/>
                <w:lang w:eastAsia="en-US"/>
              </w:rPr>
              <w:t>Miscellaneous</w:t>
            </w:r>
            <w:bookmarkEnd w:id="84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Provides for a license to translate and reproduce works on terms that reflect the Berne Appendix.</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Using a work for private personal use is permitted through the making of one copy by reproduction, recording, photographing, translation or musical distribution, provided that the se does not conflict with normal exploitation of the work and does not unreasonably prejudice the legitimate interests of the rightsholder.</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17(b)</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Protection Law of Jordan, No. 22 (19 March 1992), as amended through No. 9 (31 March 2005), available at http://www.wipo.int/wipolex/en/text.jsp?file_id=339495,</w:t>
            </w:r>
          </w:p>
          <w:p w:rsidR="00BC0437" w:rsidRPr="00BC0437" w:rsidRDefault="00BC0437" w:rsidP="00BC0437">
            <w:pPr>
              <w:rPr>
                <w:rFonts w:eastAsia="Times New Roman"/>
                <w:szCs w:val="22"/>
                <w:lang w:eastAsia="en-US"/>
              </w:rPr>
            </w:pPr>
            <w:r w:rsidRPr="00BC0437">
              <w:rPr>
                <w:rFonts w:eastAsia="Times New Roman"/>
                <w:szCs w:val="22"/>
                <w:lang w:eastAsia="en-US"/>
              </w:rPr>
              <w:t>as further amended by No. 23 (18 July 2014), available (in Arabic) at http://www.wipo.int/wipolex/en/text.jsp?file_id=338355.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21 December 2007; rev. 27 May 2015</w:t>
            </w:r>
          </w:p>
        </w:tc>
      </w:tr>
      <w:bookmarkEnd w:id="839"/>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842" w:name="_Toc421800771"/>
      <w:bookmarkStart w:id="843" w:name="_Toc199663526"/>
      <w:bookmarkStart w:id="844" w:name="_Toc207648518"/>
      <w:bookmarkStart w:id="845" w:name="_Toc207649100"/>
      <w:bookmarkStart w:id="846" w:name="_Toc207649541"/>
      <w:bookmarkStart w:id="847" w:name="_Toc207649902"/>
      <w:bookmarkStart w:id="848" w:name="_Toc207650302"/>
      <w:bookmarkStart w:id="849" w:name="_Toc208637950"/>
      <w:r w:rsidRPr="00BC0437">
        <w:rPr>
          <w:lang w:eastAsia="en-US"/>
        </w:rPr>
        <w:t>Kazakhstan</w:t>
      </w:r>
      <w:bookmarkEnd w:id="84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each form of copying in Article 20)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consent of the author or other rightsholder.</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payment of remuneration.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provided that the name of the author whose work is used is mentioned.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provided that the source of borrowing is mentioned.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one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restore or replace lost or damaged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place copies at the disposal of other libraries that, for any reason, have lost works from their own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be without gainful intent.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Isolated articles or succinct works lawfully published in collections, newspapers, or other periodical publications.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from lawfully published written works, including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one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or research purposes of natural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be without gainful intent.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permitted under the same conditions for copies made by educational establishments intended for classroom use.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48</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  Refers to measures that restrict the use of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a facsimile reproduction in any size and shape of one or more copies of the originals or copies of written or other graphic works through photocopying or other technical means other than publication.  Reproduction does not include storage or reproduction of the mentioned copies in electronic (including digital), optical or other machine-readable form.</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Neighboring Rights of Kazakhstan, No. 6 (10 June 1996), as amended through No. 60-V (24 December 2012), available at http://adilet.zan.kz/eng/docs/Z960000006_.</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28 August 2014; rev. 9 May 2015</w:t>
            </w:r>
          </w:p>
        </w:tc>
      </w:tr>
    </w:tbl>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850" w:name="_Toc199663527"/>
      <w:bookmarkStart w:id="851" w:name="_Toc207648520"/>
      <w:bookmarkStart w:id="852" w:name="_Toc207649102"/>
      <w:bookmarkStart w:id="853" w:name="_Toc207649542"/>
      <w:bookmarkStart w:id="854" w:name="_Toc207649903"/>
      <w:bookmarkStart w:id="855" w:name="_Toc207650303"/>
      <w:bookmarkStart w:id="856" w:name="_Toc208637951"/>
      <w:bookmarkStart w:id="857" w:name="_Toc421800772"/>
      <w:bookmarkEnd w:id="843"/>
      <w:bookmarkEnd w:id="844"/>
      <w:bookmarkEnd w:id="845"/>
      <w:bookmarkEnd w:id="846"/>
      <w:bookmarkEnd w:id="847"/>
      <w:bookmarkEnd w:id="848"/>
      <w:bookmarkEnd w:id="849"/>
      <w:r w:rsidRPr="00BC0437">
        <w:rPr>
          <w:lang w:eastAsia="en-US"/>
        </w:rPr>
        <w:t>Kenya</w:t>
      </w:r>
      <w:bookmarkEnd w:id="850"/>
      <w:bookmarkEnd w:id="851"/>
      <w:bookmarkEnd w:id="852"/>
      <w:bookmarkEnd w:id="853"/>
      <w:bookmarkEnd w:id="854"/>
      <w:bookmarkEnd w:id="855"/>
      <w:bookmarkEnd w:id="856"/>
      <w:bookmarkEnd w:id="85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58" w:name="_Toc186015676"/>
            <w:bookmarkStart w:id="859" w:name="kenya"/>
            <w:r w:rsidRPr="00BC0437">
              <w:rPr>
                <w:rFonts w:eastAsia="Times New Roman"/>
                <w:b/>
                <w:szCs w:val="22"/>
                <w:lang w:eastAsia="en-US"/>
              </w:rPr>
              <w:t>Library Use</w:t>
            </w:r>
            <w:bookmarkEnd w:id="85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Prescribed public libraries, non-commercial documentation centers, and scientific institutions.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26 (1)(h)</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musical, artistic, or audio-visual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be in the public interest.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revenue may be derived from the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60" w:name="_Toc186015677"/>
            <w:r w:rsidRPr="00BC0437">
              <w:rPr>
                <w:rFonts w:eastAsia="Times New Roman"/>
                <w:b/>
                <w:szCs w:val="22"/>
                <w:lang w:eastAsia="en-US"/>
              </w:rPr>
              <w:t>Anti-Circumvention of Technological Protection Measures</w:t>
            </w:r>
            <w:bookmarkEnd w:id="86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35(3)</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distributing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Control Rights.  The provisions relate to devices, products, or components incorporated into a work that effectively prevent or inhibit the infringement of any copyright or related right.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072"/>
        <w:gridCol w:w="1156"/>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861" w:name="_Toc186015678"/>
            <w:r w:rsidRPr="00BC0437">
              <w:rPr>
                <w:rFonts w:eastAsia="Times New Roman"/>
                <w:b/>
                <w:szCs w:val="22"/>
                <w:lang w:eastAsia="en-US"/>
              </w:rPr>
              <w:t>Miscellaneous</w:t>
            </w:r>
            <w:bookmarkEnd w:id="86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07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author’s exclusive rights are not violated by the doing of any of acts by way of fair dealing for the purposes of scientific research, private use, criticism or review, or the reporting of current events subject to acknowledgement of the source.  Computer programs are excluded (§ 26(3)).</w:t>
            </w:r>
          </w:p>
        </w:tc>
        <w:tc>
          <w:tcPr>
            <w:tcW w:w="115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26 (1)(a)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07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work in any material form and includes any permanent or temporary storage of such work in electronic or any other form.</w:t>
            </w:r>
          </w:p>
        </w:tc>
        <w:tc>
          <w:tcPr>
            <w:tcW w:w="115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Kenya, Cap. 130 (31 December 2001), as amended through 2009, available at http://www.wipo.int/wipolex/en/text.jsp?file_id=202207.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9 May 2015</w:t>
            </w:r>
          </w:p>
        </w:tc>
      </w:tr>
      <w:bookmarkEnd w:id="859"/>
    </w:tbl>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862" w:name="_Toc421800773"/>
      <w:r w:rsidRPr="00BC0437">
        <w:rPr>
          <w:lang w:eastAsia="en-US"/>
        </w:rPr>
        <w:t>Kiribati</w:t>
      </w:r>
      <w:bookmarkEnd w:id="86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Kiribati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6720"/>
      </w:tblGrid>
      <w:tr w:rsidR="00BC0437" w:rsidRPr="00BC0437" w:rsidTr="00BC0437">
        <w:tc>
          <w:tcPr>
            <w:tcW w:w="8916" w:type="dxa"/>
            <w:gridSpan w:val="2"/>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39"/>
            </w:r>
          </w:p>
        </w:tc>
        <w:tc>
          <w:tcPr>
            <w:tcW w:w="6720" w:type="dxa"/>
          </w:tcPr>
          <w:p w:rsidR="00BC0437" w:rsidRPr="00BC0437" w:rsidRDefault="00BC0437" w:rsidP="00BC0437">
            <w:pPr>
              <w:rPr>
                <w:rFonts w:eastAsia="Times New Roman"/>
                <w:szCs w:val="22"/>
                <w:lang w:eastAsia="en-US"/>
              </w:rPr>
            </w:pPr>
            <w:r w:rsidRPr="00BC0437">
              <w:rPr>
                <w:rFonts w:eastAsia="Times New Roman"/>
                <w:szCs w:val="22"/>
                <w:lang w:eastAsia="en-US"/>
              </w:rPr>
              <w:t>The Kiribati Copyright Ordinance of 1917, Cap. 16 (1998), available at http://www.wipo.int/wipolex/en/text.jsp?file_id=251870.</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720" w:type="dxa"/>
          </w:tcPr>
          <w:p w:rsidR="00BC0437" w:rsidRPr="00BC0437" w:rsidRDefault="00BC0437" w:rsidP="00BC0437">
            <w:pPr>
              <w:rPr>
                <w:rFonts w:eastAsia="Times New Roman"/>
                <w:szCs w:val="22"/>
                <w:lang w:eastAsia="en-US"/>
              </w:rPr>
            </w:pPr>
            <w:r w:rsidRPr="00BC0437">
              <w:rPr>
                <w:rFonts w:eastAsia="Times New Roman"/>
                <w:szCs w:val="22"/>
                <w:lang w:eastAsia="en-US"/>
              </w:rPr>
              <w:t>22 April 2014; rev. 9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mallCaps/>
          <w:szCs w:val="22"/>
          <w:lang w:eastAsia="en-US"/>
        </w:rPr>
        <w:br w:type="page"/>
      </w:r>
      <w:r w:rsidRPr="00BC0437">
        <w:rPr>
          <w:rFonts w:eastAsia="Times New Roman"/>
          <w:szCs w:val="22"/>
          <w:lang w:eastAsia="en-US"/>
        </w:rPr>
        <w:t xml:space="preserve"> </w:t>
      </w:r>
    </w:p>
    <w:p w:rsidR="00BC0437" w:rsidRPr="00BC0437" w:rsidRDefault="00BC0437" w:rsidP="00273BA9">
      <w:pPr>
        <w:pStyle w:val="Heading2"/>
        <w:rPr>
          <w:lang w:eastAsia="en-US"/>
        </w:rPr>
      </w:pPr>
      <w:bookmarkStart w:id="863" w:name="_Toc199663528"/>
      <w:bookmarkStart w:id="864" w:name="_Toc207648521"/>
      <w:bookmarkStart w:id="865" w:name="_Toc207649103"/>
      <w:bookmarkStart w:id="866" w:name="_Toc207649543"/>
      <w:bookmarkStart w:id="867" w:name="_Toc207649904"/>
      <w:bookmarkStart w:id="868" w:name="_Toc207650304"/>
      <w:bookmarkStart w:id="869" w:name="_Toc208637952"/>
      <w:bookmarkStart w:id="870" w:name="_Toc421800774"/>
      <w:r w:rsidRPr="00BC0437">
        <w:rPr>
          <w:lang w:eastAsia="en-US"/>
        </w:rPr>
        <w:t>Kuwait</w:t>
      </w:r>
      <w:bookmarkEnd w:id="863"/>
      <w:bookmarkEnd w:id="864"/>
      <w:bookmarkEnd w:id="865"/>
      <w:bookmarkEnd w:id="866"/>
      <w:bookmarkEnd w:id="867"/>
      <w:bookmarkEnd w:id="868"/>
      <w:bookmarkEnd w:id="869"/>
      <w:bookmarkEnd w:id="87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871" w:name="Kuwait"/>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872" w:name="_Toc186015679"/>
            <w:r w:rsidRPr="00BC0437">
              <w:rPr>
                <w:rFonts w:eastAsia="Times New Roman"/>
                <w:b/>
                <w:szCs w:val="22"/>
                <w:lang w:eastAsia="en-US"/>
              </w:rPr>
              <w:t>Library Provisions (none)</w:t>
            </w:r>
            <w:bookmarkEnd w:id="87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Kuwait does not contain any explicit exceptions for libraries.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73" w:name="_Toc186015680"/>
            <w:r w:rsidRPr="00BC0437">
              <w:rPr>
                <w:rFonts w:eastAsia="Times New Roman"/>
                <w:b/>
                <w:szCs w:val="22"/>
                <w:lang w:eastAsia="en-US"/>
              </w:rPr>
              <w:t>Anti-Circumvention of Technological Protection Measures</w:t>
            </w:r>
            <w:bookmarkEnd w:id="87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42(4)</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Removing or facilitating the removal of protective measures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a means of protection that organizes or restricts the classified work from being shown, demonstrated, performed, or recorded.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874" w:name="_Toc186015681"/>
            <w:r w:rsidRPr="00BC0437">
              <w:rPr>
                <w:rFonts w:eastAsia="Times New Roman"/>
                <w:b/>
                <w:szCs w:val="22"/>
                <w:lang w:eastAsia="en-US"/>
              </w:rPr>
              <w:t>Miscellaneous</w:t>
            </w:r>
            <w:bookmarkEnd w:id="87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author may not prevent a person from making a single copy of a published work for his personal use.</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Translation License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Government may issue a license for translation of works on terms that reflect the Berne Appendix.</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Intellectual Property of Kuwait, Decree-Law No. 5 (29 December 1999), available at http://www.wipo.int/wipolex/en/text.jsp?file_id=195504.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9 May 2015</w:t>
            </w:r>
          </w:p>
        </w:tc>
      </w:tr>
      <w:bookmarkEnd w:id="871"/>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875" w:name="_Toc421800775"/>
      <w:bookmarkStart w:id="876" w:name="_Toc199663529"/>
      <w:bookmarkStart w:id="877" w:name="_Toc207648522"/>
      <w:bookmarkStart w:id="878" w:name="_Toc207649104"/>
      <w:bookmarkStart w:id="879" w:name="_Toc207649544"/>
      <w:bookmarkStart w:id="880" w:name="_Toc207649905"/>
      <w:bookmarkStart w:id="881" w:name="_Toc207650305"/>
      <w:bookmarkStart w:id="882" w:name="_Toc208637953"/>
      <w:r w:rsidRPr="00BC0437">
        <w:rPr>
          <w:lang w:eastAsia="en-US"/>
        </w:rPr>
        <w:t>Kyrgyzstan</w:t>
      </w:r>
      <w:bookmarkEnd w:id="87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each provision of Article 20)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author’s consent.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payment of remuneration.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with the obligatory indication of the author’s name whose works are used.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with the obligatory indication of the source of borrowing.</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 services.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20(1)(1)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may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Impossible to obtain a copy under normal conditions by other means.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restore or replace lost or damaged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provide the work to other libraries that, for any reason, have lost works from their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be without gainful intent.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 services.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20(1)(2)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Isolated articles and succinct works lawfully published in collections, newspapers, or other periodicals.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from lawfully published written works (with or without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may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education and research purposes, by request of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be without gainful intent.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2"/>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that are lawfully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1"/>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Including copies of works obtained under interlibrary programs.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is not required.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is not required.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for individual members of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Temporary availability only.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Simultaneous availability to users of other copies in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block the possibility to create copies of the works in digital form.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digital form at dedicated terminals on the premises.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tabs>
          <w:tab w:val="left" w:pos="780"/>
        </w:tabs>
        <w:rPr>
          <w:rFonts w:eastAsia="Times New Roman"/>
          <w:szCs w:val="22"/>
          <w:lang w:eastAsia="en-US"/>
        </w:rPr>
      </w:pPr>
      <w:r w:rsidRPr="00BC0437">
        <w:rPr>
          <w:rFonts w:eastAsia="Times New Roman"/>
          <w:szCs w:val="22"/>
          <w:lang w:eastAsia="en-US"/>
        </w:rPr>
        <w:tab/>
      </w: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of a lawfully disclosed work for exclusively personal purposes is permitted without the consent of the author or remuneration, with the exception of a few types of works specified in Article 18.  Reproduction of audiovisual works or sound recordings for exclusively personal purposes is permissible, subject to remuneration.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 Art. 26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a work” means making of one or more copies of the work or part of work in any form, including the form of a sound or visual recording, or the making of one or more three</w:t>
            </w:r>
            <w:r w:rsidRPr="00BC0437">
              <w:rPr>
                <w:rFonts w:eastAsia="Times New Roman"/>
                <w:szCs w:val="22"/>
                <w:lang w:eastAsia="en-US"/>
              </w:rPr>
              <w:noBreakHyphen/>
              <w:t>dimensional copies of a two-dimensional work or one or more two</w:t>
            </w:r>
            <w:r w:rsidRPr="00BC0437">
              <w:rPr>
                <w:rFonts w:eastAsia="Times New Roman"/>
                <w:szCs w:val="22"/>
                <w:lang w:eastAsia="en-US"/>
              </w:rPr>
              <w:noBreakHyphen/>
              <w:t>dimensional copies of a three-dimensional work; the storage of a work in a computer memory shall also constitute reproduction.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Law of Copyright and Related Rights of Kyrgyzstan, Law No. 6 (14 January 1998), as amended through Law No. 14 (21 January 2014), available at http://www.wipo.int/wipolex/en/text.jsp?file_id=329135.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29 August 2014; rev. 8 May 2015</w:t>
            </w:r>
          </w:p>
        </w:tc>
      </w:tr>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883" w:name="_Toc421800776"/>
      <w:bookmarkEnd w:id="876"/>
      <w:bookmarkEnd w:id="877"/>
      <w:bookmarkEnd w:id="878"/>
      <w:bookmarkEnd w:id="879"/>
      <w:bookmarkEnd w:id="880"/>
      <w:bookmarkEnd w:id="881"/>
      <w:bookmarkEnd w:id="882"/>
      <w:r w:rsidRPr="00BC0437">
        <w:rPr>
          <w:lang w:eastAsia="en-US"/>
        </w:rPr>
        <w:t>Lao People’s Democratic Republic</w:t>
      </w:r>
      <w:bookmarkEnd w:id="883"/>
    </w:p>
    <w:p w:rsidR="00BC0437" w:rsidRPr="00BC0437" w:rsidRDefault="00BC0437" w:rsidP="00273BA9">
      <w:pPr>
        <w:pStyle w:val="Heading2"/>
        <w:rPr>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Laos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6"/>
        <w:gridCol w:w="1800"/>
        <w:gridCol w:w="3394"/>
        <w:gridCol w:w="1036"/>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6"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119</w:t>
            </w:r>
          </w:p>
        </w:tc>
      </w:tr>
      <w:tr w:rsidR="00BC0437" w:rsidRPr="00BC0437" w:rsidTr="00BC0437">
        <w:trPr>
          <w:trHeight w:val="111"/>
        </w:trPr>
        <w:tc>
          <w:tcPr>
            <w:tcW w:w="2626"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4"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 but only regarding performances or phonograms.</w:t>
            </w:r>
          </w:p>
        </w:tc>
        <w:tc>
          <w:tcPr>
            <w:tcW w:w="10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119(2)</w:t>
            </w:r>
          </w:p>
        </w:tc>
      </w:tr>
      <w:tr w:rsidR="00BC0437" w:rsidRPr="00BC0437" w:rsidTr="00BC0437">
        <w:trPr>
          <w:trHeight w:val="111"/>
        </w:trPr>
        <w:tc>
          <w:tcPr>
            <w:tcW w:w="2626"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4"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6"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6"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4"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6"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6" w:type="dxa"/>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Satellite Signals?</w:t>
            </w:r>
          </w:p>
        </w:tc>
        <w:tc>
          <w:tcPr>
            <w:tcW w:w="3394" w:type="dxa"/>
          </w:tcPr>
          <w:p w:rsidR="00BC0437" w:rsidRPr="00BC0437" w:rsidRDefault="00BC0437" w:rsidP="00BC0437">
            <w:pPr>
              <w:rPr>
                <w:rFonts w:eastAsia="Times New Roman"/>
                <w:szCs w:val="22"/>
                <w:lang w:eastAsia="en-US"/>
              </w:rPr>
            </w:pPr>
            <w:r w:rsidRPr="00BC0437">
              <w:rPr>
                <w:rFonts w:eastAsia="Times New Roman"/>
                <w:szCs w:val="22"/>
                <w:lang w:eastAsia="en-US"/>
              </w:rPr>
              <w:t>Recording or disseminating satellite signals carrying encrypted or unencrypted programs for commercial purposes without the authorization of the lawful distributors is prohibited.</w:t>
            </w:r>
          </w:p>
        </w:tc>
        <w:tc>
          <w:tcPr>
            <w:tcW w:w="10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119(4)</w:t>
            </w:r>
          </w:p>
        </w:tc>
      </w:tr>
      <w:tr w:rsidR="00BC0437" w:rsidRPr="00BC0437" w:rsidTr="00BC0437">
        <w:tc>
          <w:tcPr>
            <w:tcW w:w="2626"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or protect a right of the copyright owner.</w:t>
            </w:r>
          </w:p>
        </w:tc>
        <w:tc>
          <w:tcPr>
            <w:tcW w:w="1036" w:type="dxa"/>
          </w:tcPr>
          <w:p w:rsidR="00BC0437" w:rsidRPr="00BC0437" w:rsidRDefault="00BC0437" w:rsidP="00BC0437">
            <w:pPr>
              <w:rPr>
                <w:rFonts w:eastAsia="Times New Roman"/>
                <w:szCs w:val="22"/>
                <w:lang w:eastAsia="en-US"/>
              </w:rPr>
            </w:pPr>
            <w:r w:rsidRPr="00BC0437">
              <w:rPr>
                <w:rFonts w:eastAsia="Times New Roman"/>
                <w:szCs w:val="22"/>
                <w:lang w:eastAsia="en-US"/>
              </w:rPr>
              <w:t>Art. 119(2)-(4)</w:t>
            </w:r>
          </w:p>
        </w:tc>
      </w:tr>
      <w:tr w:rsidR="00BC0437" w:rsidRPr="00BC0437" w:rsidTr="00BC0437">
        <w:tc>
          <w:tcPr>
            <w:tcW w:w="2626"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  The exceptions to copyright in Article 111 explicitly do not apply to “reproduction that requires circumvention of technological measures to protect copyright or related rights, or the unauthorized removal or alteration of electronic rights management information.”</w:t>
            </w:r>
          </w:p>
        </w:tc>
        <w:tc>
          <w:tcPr>
            <w:tcW w:w="1036" w:type="dxa"/>
          </w:tcPr>
          <w:p w:rsidR="00BC0437" w:rsidRPr="00BC0437" w:rsidRDefault="00BC0437" w:rsidP="00BC0437">
            <w:pPr>
              <w:rPr>
                <w:rFonts w:eastAsia="Times New Roman"/>
                <w:szCs w:val="22"/>
                <w:lang w:eastAsia="en-US"/>
              </w:rPr>
            </w:pPr>
            <w:r w:rsidRPr="00BC0437">
              <w:rPr>
                <w:rFonts w:eastAsia="Times New Roman"/>
                <w:szCs w:val="22"/>
                <w:lang w:eastAsia="en-US"/>
              </w:rPr>
              <w:t>Art. 111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Making Quotations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quotations from works already lawfully made available to the public.</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111(1)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Teaching Purpose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use for teaching.</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111(2)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Reproducing Artistic Works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by photography or cinematography art, photographs and other artistic works.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111(3)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Translating for the Visually Impaired</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translate literary works into Braille or other characters for the visually impaired.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111(4)</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General Condition to Exceptions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The exceptions in Article 111 are subject to the condition that they “shall not conflict with a normal exploitation of the work and shall not unreasonably prejudice the legitimate interests of the author.”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111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Fair Use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Article 111 is titled “Acts Consistent with Fair Use” and provides: “A determination of whether a use as above constitutes a fair use shall take into account the circumstances as a whole as further described in a specific regulation.”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111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on Intellectual Property of Laos, No. 01/NA (24 December 2007), as amended by Resolution No. 17/NA (20 December 2011), available at http://www.wipo.int/wipolex/en/text.jsp?file_id=310926.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24 April 2014; rev. 9 May 2015</w:t>
            </w:r>
          </w:p>
        </w:tc>
      </w:tr>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884" w:name="_Toc421800777"/>
      <w:bookmarkStart w:id="885" w:name="_Toc199663530"/>
      <w:bookmarkStart w:id="886" w:name="_Toc207648524"/>
      <w:bookmarkStart w:id="887" w:name="_Toc207649106"/>
      <w:bookmarkStart w:id="888" w:name="_Toc207649545"/>
      <w:bookmarkStart w:id="889" w:name="_Toc207649906"/>
      <w:bookmarkStart w:id="890" w:name="_Toc207650306"/>
      <w:bookmarkStart w:id="891" w:name="_Toc208637954"/>
      <w:r w:rsidRPr="00BC0437">
        <w:rPr>
          <w:lang w:eastAsia="en-US"/>
        </w:rPr>
        <w:t>Latvia</w:t>
      </w:r>
      <w:bookmarkEnd w:id="88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archive, or museum.</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23(1)</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66"/>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6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Works in the permanent collections.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If repeat copying, only on separate and unrelated cases.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from the permanent collection of any other library, archive, or museum, if such work has been damaged or has become unusable.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direct or indirect commercial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It is not possible to obtain a copy in some other acceptable manner.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in digital format, but only for works that have been published in Latvia and are not commercially available, unless an agreement with the author determines otherwise.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and museums, of the state or local government, and persons having authority derived from them.</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23(2)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permanent collection of the institution and copies made under Section 23(1).</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make available at request for scientific research or self-education.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Without direct or indirect commercial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natural persons who have access to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Via computers specifically set up on the premises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Such access shall be secured by the institution by using exclusively an intranet with special protection.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0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provisions of Section 23(2) may also be employed by the institution that have access to the Latvian Digital Library and are included in the joint state library information system.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0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State and local government libraries shall maintain records of the copies provided to users under this section for purposes of remuneration under the public lending law in Section 19</w:t>
            </w:r>
            <w:r w:rsidRPr="00BC0437">
              <w:rPr>
                <w:rFonts w:eastAsia="Times New Roman"/>
                <w:szCs w:val="22"/>
                <w:vertAlign w:val="superscript"/>
                <w:lang w:eastAsia="en-US"/>
              </w:rPr>
              <w:t>1</w:t>
            </w:r>
            <w:r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tabs>
          <w:tab w:val="left" w:pos="780"/>
        </w:tabs>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68(1)</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Destruction or circumvention of technological measures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leasing, advertising, or using for commercial purposes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devices used to restrict or prevent a circumvention activity with the work; this includes access control or a protection process.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2(19); § 68(1)</w:t>
            </w:r>
          </w:p>
        </w:tc>
      </w:tr>
      <w:tr w:rsidR="00BC0437" w:rsidRPr="00BC0437" w:rsidTr="00BC0437">
        <w:trPr>
          <w:trHeight w:val="96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 beneficiary of an exemption (including the library exemption) has the right to use the work but cannot implement the rights due to the technological measures used by the author, the user has the right to request that the author give access to such work, taking into account the restrictions of the rights of an author.</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18(4)</w:t>
            </w:r>
          </w:p>
        </w:tc>
      </w:tr>
      <w:tr w:rsidR="00BC0437" w:rsidRPr="00BC0437" w:rsidTr="00BC0437">
        <w:trPr>
          <w:trHeight w:val="967"/>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author may refuse to provide such a possibility if the use of the work is contrary to the provisions for normal use of the work of an author and unjustifiably limits the lawful interests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the user of the work and the author cannot reach an agreement as to the exemptions of Section 18(4), they may apply to a mediator.</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by any means and in any form and scale, fully or partially, of an object of copyright or neighboring rights, also short-term or long-term storage in electronic form of an object of copyright or neighboring rights or a part thereof, as well as the making of three-dimensional copies of a two-dimensional object or two-dimensional copies of a three-dimensional object.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Three-Step Test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exceptions to the economic rights shall be applied in such a way that they are not contrary to the provisions for normal use of the work of an author and may not unjustifiably limit the lawful interests of the author.</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Doubt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case of doubt, it shall be considered that the right of an author to the use of the work or to the receipt of remuneration is not restricted.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Rights of Libraries</w:t>
            </w:r>
          </w:p>
        </w:tc>
        <w:tc>
          <w:tcPr>
            <w:tcW w:w="5220" w:type="dxa"/>
            <w:shd w:val="clear" w:color="auto" w:fill="auto"/>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The Library Law details the rights, duties, and operation of libraries, including the statement that libraries have the right to “make copies of publications subject to the requirements of the Copyright Law.”</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40"/>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Latvia, (6 April 2000), as amended through 18 April 2013, available (in Latvian) at http://www.wipo.int/wipolex/en/text.jsp?file_id=354961;</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Library Law of Latvia (2005), available at http://www.wipo.int/wipolex/en/text.jsp?file_id=356935.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29 August 2014; rev. 14 May 2015</w:t>
            </w:r>
          </w:p>
        </w:tc>
      </w:tr>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892" w:name="_Toc199663531"/>
      <w:bookmarkStart w:id="893" w:name="_Toc207648525"/>
      <w:bookmarkStart w:id="894" w:name="_Toc207649107"/>
      <w:bookmarkStart w:id="895" w:name="_Toc207649546"/>
      <w:bookmarkStart w:id="896" w:name="_Toc207649907"/>
      <w:bookmarkStart w:id="897" w:name="_Toc207650307"/>
      <w:bookmarkStart w:id="898" w:name="_Toc208637955"/>
      <w:bookmarkStart w:id="899" w:name="_Toc421800778"/>
      <w:bookmarkEnd w:id="885"/>
      <w:bookmarkEnd w:id="886"/>
      <w:bookmarkEnd w:id="887"/>
      <w:bookmarkEnd w:id="888"/>
      <w:bookmarkEnd w:id="889"/>
      <w:bookmarkEnd w:id="890"/>
      <w:bookmarkEnd w:id="891"/>
      <w:r w:rsidRPr="00BC0437">
        <w:rPr>
          <w:lang w:eastAsia="en-US"/>
        </w:rPr>
        <w:t>Leban</w:t>
      </w:r>
      <w:bookmarkEnd w:id="892"/>
      <w:bookmarkEnd w:id="893"/>
      <w:bookmarkEnd w:id="894"/>
      <w:bookmarkEnd w:id="895"/>
      <w:bookmarkEnd w:id="896"/>
      <w:bookmarkEnd w:id="897"/>
      <w:bookmarkEnd w:id="898"/>
      <w:r w:rsidRPr="00BC0437">
        <w:rPr>
          <w:lang w:eastAsia="en-US"/>
        </w:rPr>
        <w:t>on</w:t>
      </w:r>
      <w:bookmarkEnd w:id="89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900" w:name="lebanon"/>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440"/>
        <w:gridCol w:w="387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01" w:name="_Toc186015691"/>
            <w:r w:rsidRPr="00BC0437">
              <w:rPr>
                <w:rFonts w:eastAsia="Times New Roman"/>
                <w:b/>
                <w:szCs w:val="22"/>
                <w:lang w:eastAsia="en-US"/>
              </w:rPr>
              <w:t>Reproducing Computer Programs</w:t>
            </w:r>
            <w:bookmarkEnd w:id="901"/>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institutions, universities, and public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be non-profit-making.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0"/>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limited number of computer programs may be reproduced.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0"/>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possess at least one original copy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80"/>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Ministry of Education, Ministry of Culture and Higher Education, and the Ministry of Technical and Vocational Education must subsequently issue decrees determining the copying mechanism, the categories of computer programs that may be copied, and the number of copies allowed.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lending the computer programs to students and university people.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lending must be free of charge.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Students may make one copy of a computer program for personal use.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02" w:name="_Toc186015692"/>
            <w:r w:rsidRPr="00BC0437">
              <w:rPr>
                <w:rFonts w:eastAsia="Times New Roman"/>
                <w:b/>
                <w:szCs w:val="22"/>
                <w:lang w:eastAsia="en-US"/>
              </w:rPr>
              <w:t>Research or Study</w:t>
            </w:r>
            <w:bookmarkEnd w:id="902"/>
          </w:p>
        </w:tc>
      </w:tr>
      <w:tr w:rsidR="00BC0437" w:rsidRPr="00BC0437" w:rsidTr="00BC0437">
        <w:trPr>
          <w:trHeight w:val="135"/>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Where the name of the author and publisher appear on the original work, they shall be mentioned in each and every use of the copy of the article or work.</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26</w:t>
            </w: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Anyone.  (Note: This provision does not explicitly apply to libraries but apparently can be used to benefit library users.)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published in newspapers and magazines.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excerpts of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educational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is restricted to the necessary limits of such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03" w:name="_Toc186015693"/>
            <w:r w:rsidRPr="00BC0437">
              <w:rPr>
                <w:rFonts w:eastAsia="Times New Roman"/>
                <w:b/>
                <w:szCs w:val="22"/>
                <w:lang w:eastAsia="en-US"/>
              </w:rPr>
              <w:t>Replacement</w:t>
            </w:r>
            <w:bookmarkEnd w:id="903"/>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libraries must be non-profit-making.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possess at least one copy of the original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use in case of loss or damage of the original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904" w:name="_Toc186015694"/>
            <w:r w:rsidRPr="00BC0437">
              <w:rPr>
                <w:rFonts w:eastAsia="Times New Roman"/>
                <w:b/>
                <w:szCs w:val="22"/>
                <w:lang w:eastAsia="en-US"/>
              </w:rPr>
              <w:t>Anti-Circumvention of Technological Protection Measures</w:t>
            </w:r>
            <w:bookmarkEnd w:id="90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983"/>
        <w:gridCol w:w="1245"/>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905" w:name="_Toc186015695"/>
            <w:r w:rsidRPr="00BC0437">
              <w:rPr>
                <w:rFonts w:eastAsia="Times New Roman"/>
                <w:b/>
                <w:szCs w:val="22"/>
                <w:lang w:eastAsia="en-US"/>
              </w:rPr>
              <w:t>Miscellaneous</w:t>
            </w:r>
            <w:bookmarkEnd w:id="90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498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for personal and private use is permitted, if certain conditions have been satisfied.</w:t>
            </w:r>
          </w:p>
        </w:tc>
        <w:tc>
          <w:tcPr>
            <w:tcW w:w="124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23-24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for Official Archives</w:t>
            </w:r>
          </w:p>
        </w:tc>
        <w:tc>
          <w:tcPr>
            <w:tcW w:w="498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Audiovisual works of special artistic value may be reproduced to keep in the Ministry of Culture and Higher Education’s archives, under certain circumstances.</w:t>
            </w:r>
          </w:p>
        </w:tc>
        <w:tc>
          <w:tcPr>
            <w:tcW w:w="124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28</w:t>
            </w:r>
          </w:p>
        </w:tc>
      </w:tr>
      <w:tr w:rsidR="00BC0437" w:rsidRPr="00BC0437" w:rsidTr="00BC0437">
        <w:trPr>
          <w:trHeight w:val="206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498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making one or more copies of any work by any means or in any form, including a permanent or temporary recording on phonogram records, tapes, disks, electronic memory, and this also includes issuing a copy in two dimensions of a three-dimensional work, or a copy in three dimensions of a two-dimensional work.</w:t>
            </w:r>
          </w:p>
        </w:tc>
        <w:tc>
          <w:tcPr>
            <w:tcW w:w="124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Literary and Artistic Property of Lebanon, No. 75 (3 April 1999), available at http://www.wipo.int/wipolex/en/text.jsp?file_id=128484.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14 May 2015</w:t>
            </w:r>
          </w:p>
        </w:tc>
      </w:tr>
      <w:bookmarkEnd w:id="900"/>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906" w:name="_Toc199663532"/>
      <w:bookmarkStart w:id="907" w:name="_Toc207648527"/>
      <w:bookmarkStart w:id="908" w:name="_Toc207649109"/>
      <w:bookmarkStart w:id="909" w:name="_Toc207649547"/>
      <w:bookmarkStart w:id="910" w:name="_Toc207649908"/>
      <w:bookmarkStart w:id="911" w:name="_Toc207650308"/>
      <w:bookmarkStart w:id="912" w:name="_Toc208637956"/>
      <w:bookmarkStart w:id="913" w:name="_Toc421800779"/>
      <w:r w:rsidRPr="00BC0437">
        <w:rPr>
          <w:lang w:eastAsia="en-US"/>
        </w:rPr>
        <w:t>Lesotho</w:t>
      </w:r>
      <w:bookmarkEnd w:id="906"/>
      <w:bookmarkEnd w:id="907"/>
      <w:bookmarkEnd w:id="908"/>
      <w:bookmarkEnd w:id="909"/>
      <w:bookmarkEnd w:id="910"/>
      <w:bookmarkEnd w:id="911"/>
      <w:bookmarkEnd w:id="912"/>
      <w:bookmarkEnd w:id="91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14" w:name="_Toc186015696"/>
            <w:bookmarkStart w:id="915" w:name="lesotho"/>
            <w:r w:rsidRPr="00BC0437">
              <w:rPr>
                <w:rFonts w:eastAsia="Times New Roman"/>
                <w:b/>
                <w:szCs w:val="22"/>
                <w:lang w:eastAsia="en-US"/>
              </w:rPr>
              <w:t>Library Use</w:t>
            </w:r>
            <w:bookmarkEnd w:id="914"/>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author’s consent.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obligation to pay remuneration for the use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national archives and museums, non-commercial documentation centers, scientific institutions, and educational establishments.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9(f)</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artistic, or scientific works that have lawfully been made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Provided that such reproduction, the number of copies made and the use thereof is limited to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needs of the entity reproducing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by photography, sound or video-recording or electronic storage.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Provided that the reproduction neither conflicts with the normal exploitation of the work nor unreasonably prejudices the legitimate interests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is permitted either in the original language or in translation.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916" w:name="_Toc186015697"/>
            <w:r w:rsidRPr="00BC0437">
              <w:rPr>
                <w:rFonts w:eastAsia="Times New Roman"/>
                <w:b/>
                <w:szCs w:val="22"/>
                <w:lang w:eastAsia="en-US"/>
              </w:rPr>
              <w:t>Anti-Circumvention of Technological Protection Measures</w:t>
            </w:r>
            <w:bookmarkEnd w:id="91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917" w:name="_Toc186015698"/>
            <w:r w:rsidRPr="00BC0437">
              <w:rPr>
                <w:rFonts w:eastAsia="Times New Roman"/>
                <w:b/>
                <w:szCs w:val="22"/>
                <w:lang w:eastAsia="en-US"/>
              </w:rPr>
              <w:t>Miscellaneous</w:t>
            </w:r>
            <w:bookmarkEnd w:id="91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a work for personal and private use is permitted, whether or not that work has been lawfully published.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9(a)(i)</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and translation of works on terms that reflect the Berne Appendix.</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10 </w:t>
            </w:r>
          </w:p>
          <w:p w:rsidR="00BC0437" w:rsidRPr="00BC0437" w:rsidRDefault="00BC0437" w:rsidP="00BC0437">
            <w:pPr>
              <w:rPr>
                <w:rFonts w:eastAsia="Times New Roman"/>
                <w:szCs w:val="22"/>
                <w:lang w:eastAsia="en-US"/>
              </w:rPr>
            </w:pPr>
            <w:r w:rsidRPr="00BC0437">
              <w:rPr>
                <w:rFonts w:eastAsia="Times New Roman"/>
                <w:szCs w:val="22"/>
                <w:lang w:eastAsia="en-US"/>
              </w:rPr>
              <w:t>&amp; 11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Order of Lesotho, No. 13 (25 August 1989), available at http://www.wipo.int/wipolex/en/text.jsp?file_id=209919.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14 May 2015</w:t>
            </w:r>
          </w:p>
        </w:tc>
      </w:tr>
      <w:bookmarkEnd w:id="915"/>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918" w:name="_Toc199663533"/>
      <w:bookmarkStart w:id="919" w:name="_Toc207648528"/>
      <w:bookmarkStart w:id="920" w:name="_Toc207649110"/>
      <w:bookmarkStart w:id="921" w:name="_Toc207649548"/>
      <w:bookmarkStart w:id="922" w:name="_Toc207649909"/>
      <w:bookmarkStart w:id="923" w:name="_Toc207650309"/>
      <w:bookmarkStart w:id="924" w:name="_Toc208637957"/>
      <w:bookmarkStart w:id="925" w:name="_Toc421800780"/>
      <w:r w:rsidRPr="00BC0437">
        <w:rPr>
          <w:lang w:eastAsia="en-US"/>
        </w:rPr>
        <w:t>Liberia</w:t>
      </w:r>
      <w:bookmarkEnd w:id="918"/>
      <w:bookmarkEnd w:id="919"/>
      <w:bookmarkEnd w:id="920"/>
      <w:bookmarkEnd w:id="921"/>
      <w:bookmarkEnd w:id="922"/>
      <w:bookmarkEnd w:id="923"/>
      <w:bookmarkEnd w:id="924"/>
      <w:bookmarkEnd w:id="92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26" w:name="_Toc186015699"/>
            <w:bookmarkStart w:id="927" w:name="liberia"/>
            <w:r w:rsidRPr="00BC0437">
              <w:rPr>
                <w:rFonts w:eastAsia="Times New Roman"/>
                <w:b/>
                <w:szCs w:val="22"/>
                <w:lang w:eastAsia="en-US"/>
              </w:rPr>
              <w:t>Preservation, Security, and Supply to Other Libraries (Unpublished Works)</w:t>
            </w:r>
            <w:bookmarkEnd w:id="92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including employees acting within the scope of their employment.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2.9(a);</w:t>
            </w:r>
          </w:p>
          <w:p w:rsidR="00BC0437" w:rsidRPr="00BC0437" w:rsidRDefault="00BC0437" w:rsidP="00BC0437">
            <w:pPr>
              <w:rPr>
                <w:rFonts w:eastAsia="Times New Roman"/>
                <w:szCs w:val="22"/>
                <w:lang w:eastAsia="en-US"/>
              </w:rPr>
            </w:pPr>
            <w:r w:rsidRPr="00BC0437">
              <w:rPr>
                <w:rFonts w:eastAsia="Times New Roman"/>
                <w:szCs w:val="22"/>
                <w:lang w:eastAsia="en-US"/>
              </w:rPr>
              <w:t>§ 2.9(b)</w:t>
            </w:r>
          </w:p>
          <w:p w:rsidR="00BC0437" w:rsidRPr="00BC0437" w:rsidRDefault="00BC0437" w:rsidP="00BC0437">
            <w:pPr>
              <w:rPr>
                <w:rFonts w:eastAsia="Times New Roman"/>
                <w:szCs w:val="22"/>
                <w:lang w:eastAsia="en-US"/>
              </w:rPr>
            </w:pPr>
            <w:r w:rsidRPr="00BC0437">
              <w:rPr>
                <w:rFonts w:eastAsia="Times New Roman"/>
                <w:szCs w:val="22"/>
                <w:lang w:eastAsia="en-US"/>
              </w:rPr>
              <w:t>§ 2.9(g)</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 must be open to the public or available not only to researchers affiliated with the library or archive or with the institution of which it is a part, but also to persons doing research in a specialized field.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works that are currently in the collection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include a notice of copyright.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isolated and unrelated in a single copy of the same material on separate occasions.  The use is not permitted where the library or archives, or its employees, is aware or has substantial reason to believe that it is engaging in the related or concerted reproduction or distribution of multiple copies of the same material, whether made on one occasion or over a period of time, and whether intended for aggregate use by the individual members of a group.</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and security.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deposit for research use in another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or distribution must be made without any purpose of direct or indirect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Facsimile form.  (The term “facsimile” is not defined.)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and distribution are permitted by this section.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28" w:name="_Toc186015700"/>
            <w:r w:rsidRPr="00BC0437">
              <w:rPr>
                <w:rFonts w:eastAsia="Times New Roman"/>
                <w:b/>
                <w:szCs w:val="22"/>
                <w:lang w:eastAsia="en-US"/>
              </w:rPr>
              <w:t>Replacement</w:t>
            </w:r>
            <w:bookmarkEnd w:id="92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including employees acting within the scope of their employment.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2.9(a);</w:t>
            </w:r>
          </w:p>
          <w:p w:rsidR="00BC0437" w:rsidRPr="00BC0437" w:rsidRDefault="00BC0437" w:rsidP="00BC0437">
            <w:pPr>
              <w:rPr>
                <w:rFonts w:eastAsia="Times New Roman"/>
                <w:szCs w:val="22"/>
                <w:lang w:eastAsia="en-US"/>
              </w:rPr>
            </w:pPr>
            <w:r w:rsidRPr="00BC0437">
              <w:rPr>
                <w:rFonts w:eastAsia="Times New Roman"/>
                <w:szCs w:val="22"/>
                <w:lang w:eastAsia="en-US"/>
              </w:rPr>
              <w:t>§ 2.9(c); § 2.9(g)</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 must be open to the public or available not only to researchers affiliated with the library or archive or with the institution of which it is a part, but also to persons doing research in a specialized field.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 or sound recordings.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include a notice of copyright.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isolated and unrelated in a single copy of the same material on separate occasions.  The use is not permitted where the library or archives, or its employees, is aware or has substantial reason to believe that it is engaging in the related or concerted reproduction or distribution of multiple copies of the same material, whether made on one occasion or over a period of time, and whether intended for aggregate use by the individual members of a group.</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replacement of a copy that is damaged, deteriorating, lost, or stolen.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or distribution must be made without any purpose of direct or indirect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if the library or archives has, after reasonable effort, determined that an unused replacement cannot be obtained at a fair price.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0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Facsimile form.  (The term “facsimile” is not defined.)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29" w:name="_Toc186015701"/>
            <w:r w:rsidRPr="00BC0437">
              <w:rPr>
                <w:rFonts w:eastAsia="Times New Roman"/>
                <w:b/>
                <w:szCs w:val="22"/>
                <w:lang w:eastAsia="en-US"/>
              </w:rPr>
              <w:t>Research or Study (Articles and Parts of Works)</w:t>
            </w:r>
            <w:bookmarkEnd w:id="92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 including employees acting within the scope of their employment.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§2.9(a);</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§2.9(d); </w:t>
            </w:r>
          </w:p>
          <w:p w:rsidR="00BC0437" w:rsidRPr="00BC0437" w:rsidRDefault="00BC0437" w:rsidP="00BC0437">
            <w:pPr>
              <w:rPr>
                <w:rFonts w:eastAsia="Times New Roman"/>
                <w:szCs w:val="22"/>
                <w:lang w:eastAsia="en-US"/>
              </w:rPr>
            </w:pPr>
            <w:r w:rsidRPr="00BC0437">
              <w:rPr>
                <w:rFonts w:eastAsia="Times New Roman"/>
                <w:szCs w:val="22"/>
                <w:lang w:eastAsia="en-US"/>
              </w:rPr>
              <w:t>§2.9(h)</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 must be open to the public or available not only to researchers affiliated with the library or archive or with the institution of which it is a part, but also to persons doing research in a specialized field.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articles or other contributions to issues of periodicals contained in the collections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Small parts of sound recordings or other copyrighted works contained in the collections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Musical works; pictorial, graphic, or sculptural works; and motion pictures or audiovisual works dealing with news</w:t>
            </w:r>
            <w:r w:rsidRPr="00BC0437">
              <w:rPr>
                <w:rFonts w:eastAsia="Times New Roman"/>
                <w:szCs w:val="22"/>
                <w:vertAlign w:val="superscript"/>
                <w:lang w:eastAsia="en-US"/>
              </w:rPr>
              <w:footnoteReference w:id="41"/>
            </w:r>
            <w:r w:rsidRPr="00BC0437">
              <w:rPr>
                <w:rFonts w:eastAsia="Times New Roman"/>
                <w:szCs w:val="22"/>
                <w:lang w:eastAsia="en-US"/>
              </w:rPr>
              <w:t xml:space="preserve"> are excluded.  However, copying pictorial or graphic works published as illustrations, diagrams, or similar adjuncts to works in connection with the copying of the permitted works is allowed.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include a notice of copyright.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or sound recording must become the property of the user.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isolated and unrelated in a single copy of the same material on separate occasions.  The use is not permitted where the library or archives, or its employees, is aware or has substantial reason to believe that it is engaging in the related or concerted reproduction or distribution of multiple copies of the same material, whether made on one occasion or over a period of time, and whether intended for aggregate use by the individual members of a group.  The use is also not permitted where the library or archives or its employees engages in the systematic reproduction or distribution of single or multiple copies of material under this subsection (d).  This clause does not prohibit interlibrary arrangements (see next table).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private study, scholarship, or research, as requested by a user or another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or distribution must be made without any purpose of direct or indirect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may not reproduce or distribute a copy where it has notice that the copy will be used for a purpose other than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and distribution are permitted by this section.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place a notice at the location where orders are accepted and on the order form warning users of copyright.  The requirements for the notice are prescribed by regulation.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440"/>
        <w:gridCol w:w="387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30" w:name="_Toc186015702"/>
            <w:r w:rsidRPr="00BC0437">
              <w:rPr>
                <w:rFonts w:eastAsia="Times New Roman"/>
                <w:b/>
                <w:szCs w:val="22"/>
                <w:lang w:eastAsia="en-US"/>
              </w:rPr>
              <w:t>Supplying Copies to Other Libraries (Interlibrary Loan)</w:t>
            </w:r>
            <w:bookmarkEnd w:id="930"/>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library or archives, including employees acting within the scope of their employment.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§2.9(a);</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§2.9(d); </w:t>
            </w:r>
          </w:p>
          <w:p w:rsidR="00BC0437" w:rsidRPr="00BC0437" w:rsidRDefault="00BC0437" w:rsidP="00BC0437">
            <w:pPr>
              <w:rPr>
                <w:rFonts w:eastAsia="Times New Roman"/>
                <w:szCs w:val="22"/>
                <w:lang w:eastAsia="en-US"/>
              </w:rPr>
            </w:pPr>
            <w:r w:rsidRPr="00BC0437">
              <w:rPr>
                <w:rFonts w:eastAsia="Times New Roman"/>
                <w:szCs w:val="22"/>
                <w:lang w:eastAsia="en-US"/>
              </w:rPr>
              <w:t>§2.9(h)</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 must be open to the public or available not only to researchers affiliated with the library or archive or with the institution of which it is a part, but also to persons doing research in a specialized field.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Implicitly, any work that can be copied consistent with the provisions of the Copyright Act can be copied.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440"/>
        <w:gridCol w:w="120"/>
        <w:gridCol w:w="3758"/>
        <w:gridCol w:w="1030"/>
      </w:tblGrid>
      <w:tr w:rsidR="00BC0437" w:rsidRPr="00BC0437" w:rsidTr="00BC0437">
        <w:trPr>
          <w:trHeight w:val="70"/>
        </w:trPr>
        <w:tc>
          <w:tcPr>
            <w:tcW w:w="2508" w:type="dxa"/>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may participate in interlibrary arrangements that do not have as their purpose or effect that the receipt of such copies is in such aggregate quantities as to substitute for a subscription to our purchase of such work.</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receipt of materials through interlibrary arrangements.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or distribution must be made without any purpose of direct or indirect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31" w:name="_Toc186015703"/>
            <w:r w:rsidRPr="00BC0437">
              <w:rPr>
                <w:rFonts w:eastAsia="Times New Roman"/>
                <w:b/>
                <w:szCs w:val="22"/>
                <w:lang w:eastAsia="en-US"/>
              </w:rPr>
              <w:t>Research or Study (Entire Works)</w:t>
            </w:r>
            <w:bookmarkEnd w:id="93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including employees acting within the scope of their employment.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2.9(a);</w:t>
            </w:r>
          </w:p>
          <w:p w:rsidR="00BC0437" w:rsidRPr="00BC0437" w:rsidRDefault="00BC0437" w:rsidP="00BC0437">
            <w:pPr>
              <w:rPr>
                <w:rFonts w:eastAsia="Times New Roman"/>
                <w:szCs w:val="22"/>
                <w:lang w:eastAsia="en-US"/>
              </w:rPr>
            </w:pPr>
            <w:r w:rsidRPr="00BC0437">
              <w:rPr>
                <w:rFonts w:eastAsia="Times New Roman"/>
                <w:szCs w:val="22"/>
                <w:lang w:eastAsia="en-US"/>
              </w:rPr>
              <w:t>§ 2.9(e);</w:t>
            </w:r>
          </w:p>
          <w:p w:rsidR="00BC0437" w:rsidRPr="00BC0437" w:rsidRDefault="00BC0437" w:rsidP="00BC0437">
            <w:pPr>
              <w:rPr>
                <w:rFonts w:eastAsia="Times New Roman"/>
                <w:szCs w:val="22"/>
                <w:lang w:eastAsia="en-US"/>
              </w:rPr>
            </w:pPr>
            <w:r w:rsidRPr="00BC0437">
              <w:rPr>
                <w:rFonts w:eastAsia="Times New Roman"/>
                <w:szCs w:val="22"/>
                <w:lang w:eastAsia="en-US"/>
              </w:rPr>
              <w:t>§ 2.9(h)</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 must be open to the public or available not only to researchers affiliated with the library or archive or with the institution of which it is a part, but also to persons doing research in a specialized field.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Entire works, or substantial parts of works, contained the collections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Musical works; pictorial, graphic, or sculptural works; and motions pictures or audio-visual works dealing with news are excluded.  However, copying pictorial or graphic works published as illustrations, diagrams, or similar adjuncts to works in connection with the copying of the permitted works is allowed.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include a notice of copyright.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is only permitted where the library has first determined, on the basis of a reasonable investigation that a work or sound recording cannot be obtained at a fair price.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or sound recording must become the property of the user.</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reproduction and distribution must be isolated and unrelated in a single copy of the same material on separate occasions.  The use is not permitted where the library or archives, or its employees, is aware or has substantial reason to believe that it is engaging in the related or concerted reproduction or distribution of multiple copies of the same material, whether made on one occasion or over a period of time, and whether intended for aggregate use by the individual members of a group.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private study, scholarship, or research, as requested by a user or another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or distribution must be made without any purpose of direct or indirect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may not reproduce or distribute a copy where it has notice that the copy will be used for a purpose other than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and distribution are permitted by this section.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place a notice at the location where orders are accepted and on the order form warning users of copyright.  The requirements for the notice are prescribed by regulation.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rPr>
          <w:trHeight w:val="135"/>
        </w:trPr>
        <w:tc>
          <w:tcPr>
            <w:tcW w:w="8856" w:type="dxa"/>
            <w:gridSpan w:val="3"/>
            <w:shd w:val="clear" w:color="auto" w:fill="auto"/>
          </w:tcPr>
          <w:p w:rsidR="00BC0437" w:rsidRPr="00BC0437" w:rsidRDefault="00BC0437" w:rsidP="00BC0437">
            <w:pPr>
              <w:rPr>
                <w:rFonts w:eastAsia="Times New Roman"/>
                <w:b/>
                <w:szCs w:val="22"/>
                <w:lang w:eastAsia="en-US"/>
              </w:rPr>
            </w:pPr>
            <w:bookmarkStart w:id="932" w:name="_Toc186015704"/>
            <w:r w:rsidRPr="00BC0437">
              <w:rPr>
                <w:rFonts w:eastAsia="Times New Roman"/>
                <w:b/>
                <w:szCs w:val="22"/>
                <w:lang w:eastAsia="en-US"/>
              </w:rPr>
              <w:t>Limitation of Remedies</w:t>
            </w:r>
            <w:bookmarkEnd w:id="932"/>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qualifies?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and employees or agents of non-profit educational institutions, libraries, or archives, acting in the scope of employment.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2.42 (IV)(2)</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what activity?</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How are the remedies limited?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Statutory damages are remitted.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Under what conditions?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the infringer believed and had reasonable grounds for believing that the use was a fair use.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933" w:name="_Toc186015705"/>
            <w:r w:rsidRPr="00BC0437">
              <w:rPr>
                <w:rFonts w:eastAsia="Times New Roman"/>
                <w:b/>
                <w:szCs w:val="22"/>
                <w:lang w:eastAsia="en-US"/>
              </w:rPr>
              <w:t>Anti-Circumvention of Technological Protection Measures</w:t>
            </w:r>
            <w:bookmarkEnd w:id="93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934" w:name="_Toc186015706"/>
            <w:r w:rsidRPr="00BC0437">
              <w:rPr>
                <w:rFonts w:eastAsia="Times New Roman"/>
                <w:b/>
                <w:szCs w:val="22"/>
                <w:lang w:eastAsia="en-US"/>
              </w:rPr>
              <w:t>Miscellaneous</w:t>
            </w:r>
            <w:bookmarkEnd w:id="93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Use</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use of a work is not infringement.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Effect on Fair Use and Contractual Obligations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Nothing in the library provisions affects the right of Fair Use or any contractual obligations assumed at the time the library or archives obtained a copy of a work in its collections.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2.9(f) (4)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Copying Machines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Nothing in the library provisions shall be construed to impose liability for copyright infringement upon a library or archives or its employees for the unsupervised use of reproducing equipment if a notice is displayed that the making of a copy may be subject to the copyright law.</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2.7(f) (1)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Liability for exceeding the scope of the exemptions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Nothing in the library provisions shall excuse a person who uses library reproducing machines or makes a request under (d) from liability for copyright infringement for any such act or for later use of the copy if it exceeds fair use.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2.7 (f)(2)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Audiovisual News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library or archives can reproduce and distribute by lending of a limited number of copies and excerpts of an audiovisual news program.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 (f)(3)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Liberia (23 July 1997), available at http://www.wipo.int/wipolex/en/text.jsp?file_id=160555.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21 December 2007; rev. 14 May 2015</w:t>
            </w:r>
          </w:p>
        </w:tc>
      </w:tr>
      <w:bookmarkEnd w:id="927"/>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935" w:name="_Toc199663534"/>
      <w:bookmarkStart w:id="936" w:name="_Toc207648529"/>
      <w:bookmarkStart w:id="937" w:name="_Toc207649111"/>
      <w:bookmarkStart w:id="938" w:name="_Toc207649549"/>
      <w:bookmarkStart w:id="939" w:name="_Toc207649910"/>
      <w:bookmarkStart w:id="940" w:name="_Toc207650310"/>
      <w:bookmarkStart w:id="941" w:name="_Toc208637958"/>
      <w:bookmarkStart w:id="942" w:name="_Toc421800781"/>
      <w:r w:rsidRPr="00BC0437">
        <w:rPr>
          <w:lang w:eastAsia="en-US"/>
        </w:rPr>
        <w:t>Libya</w:t>
      </w:r>
      <w:bookmarkEnd w:id="935"/>
      <w:bookmarkEnd w:id="936"/>
      <w:bookmarkEnd w:id="937"/>
      <w:bookmarkEnd w:id="938"/>
      <w:bookmarkEnd w:id="939"/>
      <w:bookmarkEnd w:id="940"/>
      <w:bookmarkEnd w:id="941"/>
      <w:bookmarkEnd w:id="94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943" w:name="_Toc186015707"/>
            <w:bookmarkStart w:id="944" w:name="libya"/>
            <w:r w:rsidRPr="00BC0437">
              <w:rPr>
                <w:rFonts w:eastAsia="Times New Roman"/>
                <w:b/>
                <w:szCs w:val="22"/>
                <w:lang w:eastAsia="en-US"/>
              </w:rPr>
              <w:t>Library Provisions (none)</w:t>
            </w:r>
            <w:bookmarkEnd w:id="94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Libya’s copyright law does not contain any explicit library exemptions.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945" w:name="_Toc186015708"/>
            <w:r w:rsidRPr="00BC0437">
              <w:rPr>
                <w:rFonts w:eastAsia="Times New Roman"/>
                <w:b/>
                <w:szCs w:val="22"/>
                <w:lang w:eastAsia="en-US"/>
              </w:rPr>
              <w:t>Anti-Circumvention of Technological Protection Measures</w:t>
            </w:r>
            <w:bookmarkEnd w:id="94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946" w:name="_Toc186015709"/>
            <w:r w:rsidRPr="00BC0437">
              <w:rPr>
                <w:rFonts w:eastAsia="Times New Roman"/>
                <w:b/>
                <w:szCs w:val="22"/>
                <w:lang w:eastAsia="en-US"/>
              </w:rPr>
              <w:t>Miscellaneous</w:t>
            </w:r>
            <w:bookmarkEnd w:id="94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author may not prevent a person making one copy of a published work for his own use.</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42"/>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Libya, No. 9 (16 March 1968), available at http://www.wipo.int/wipolex/en/text.jsp?file_id=234540.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14 May 2015</w:t>
            </w:r>
          </w:p>
        </w:tc>
      </w:tr>
    </w:tbl>
    <w:p w:rsidR="00BC0437" w:rsidRPr="00BC0437" w:rsidRDefault="00BC0437" w:rsidP="00BC0437">
      <w:pPr>
        <w:rPr>
          <w:rFonts w:eastAsia="Times New Roman"/>
          <w:szCs w:val="22"/>
          <w:lang w:eastAsia="en-US"/>
        </w:rPr>
      </w:pPr>
    </w:p>
    <w:bookmarkEnd w:id="944"/>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947" w:name="_Toc199663535"/>
      <w:bookmarkStart w:id="948" w:name="_Toc207648530"/>
      <w:bookmarkStart w:id="949" w:name="_Toc207649112"/>
      <w:bookmarkStart w:id="950" w:name="_Toc207649550"/>
      <w:bookmarkStart w:id="951" w:name="_Toc207649911"/>
      <w:bookmarkStart w:id="952" w:name="_Toc207650311"/>
      <w:bookmarkStart w:id="953" w:name="_Toc208637959"/>
      <w:bookmarkStart w:id="954" w:name="_Toc421800782"/>
      <w:r w:rsidRPr="00BC0437">
        <w:rPr>
          <w:lang w:eastAsia="en-US"/>
        </w:rPr>
        <w:t>Liechtenstein</w:t>
      </w:r>
      <w:bookmarkEnd w:id="947"/>
      <w:bookmarkEnd w:id="948"/>
      <w:bookmarkEnd w:id="949"/>
      <w:bookmarkEnd w:id="950"/>
      <w:bookmarkEnd w:id="951"/>
      <w:bookmarkEnd w:id="952"/>
      <w:bookmarkEnd w:id="953"/>
      <w:bookmarkEnd w:id="95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55" w:name="_Toc186015710"/>
            <w:bookmarkStart w:id="956" w:name="liech"/>
            <w:r w:rsidRPr="00BC0437">
              <w:rPr>
                <w:rFonts w:eastAsia="Times New Roman"/>
                <w:b/>
                <w:szCs w:val="22"/>
                <w:lang w:eastAsia="en-US"/>
              </w:rPr>
              <w:t>Library Copying for Users</w:t>
            </w:r>
            <w:bookmarkEnd w:id="95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w:t>
            </w: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shall be required to pay remuneration to the author (Article 23(2)).</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is allowed to make the copy on behalf of individuals who are allowed to make private copies under other provisions.  Library may also make copying apparatus available to users for such copying.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of fine art, graphic representations of musical works, computer programs, and the recording of the delivery, performance, or presentation of a work on phonograms, videograms, or data carriers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complete or extensive reproduction of copies obtainable commercially is not permitted.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private use.  “Private use” includes any use of a work in the personal sphere or within a circle of persons closely connected to each other, such as relations or friends; any use of a work by a teacher for teaching in class; and the reproduction of copies of a work in enterprises, public administrations, institutes, commissions and similar bodies for internal information or documentation.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for personal purposes may be made under this provision by third parties and may be made on copying apparatus made available by libraries to their users.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22(c)(2)</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use of a work by a teacher for teaching in class, and the reproduction of copies of a work in enterprises, public administrations, institutes, commissions and similar bodies for internal information or documentation are subject to remuneration.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44a</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Prohibits circumvention of controls on access and uses that would violate rights of owners.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Rightsholders using technical measures must provide the means for users to exercise their rights under Article 22.  However, that provision does not apply if the rightsholder makes the work available to members of the public at the time and place of their choosing.</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44a(4) &amp; (5)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130"/>
        <w:gridCol w:w="109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957" w:name="_Toc186015712"/>
            <w:r w:rsidRPr="00BC0437">
              <w:rPr>
                <w:rFonts w:eastAsia="Times New Roman"/>
                <w:b/>
                <w:szCs w:val="22"/>
                <w:lang w:eastAsia="en-US"/>
              </w:rPr>
              <w:t>Miscellaneous</w:t>
            </w:r>
            <w:bookmarkEnd w:id="95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Lending Right</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government may, by regulation, exempt libraries from remuneration for public lending.</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Teaching and Research</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right in Article 22 extends to digital reproduction for teaching and research purposes, if not carried out for direct or indirect financial gain or for commercial purposes.</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22(1)(d)</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Machines</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entitled to make copies of a work for use for private purposes may also have them manufactured by other persons; libraries that make copying apparatus available to their users shall also be deemed other persons within the meaning of this paragraph.</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Neighboring Rights of Liechtenstein, No. 160 (19 May 1999), as amended through No. 263 (2006), available at http://www.wipo.int/wipolex/en/text.jsp?file_id=186894.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17 December 2007; rev. 14 May 2015</w:t>
            </w:r>
          </w:p>
        </w:tc>
      </w:tr>
      <w:bookmarkEnd w:id="956"/>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958" w:name="_Toc421800783"/>
      <w:bookmarkStart w:id="959" w:name="_Toc199663536"/>
      <w:bookmarkStart w:id="960" w:name="_Toc207648531"/>
      <w:bookmarkStart w:id="961" w:name="_Toc207649113"/>
      <w:bookmarkStart w:id="962" w:name="_Toc207649551"/>
      <w:bookmarkStart w:id="963" w:name="_Toc207649912"/>
      <w:bookmarkStart w:id="964" w:name="_Toc207650312"/>
      <w:bookmarkStart w:id="965" w:name="_Toc208637960"/>
      <w:r w:rsidRPr="00BC0437">
        <w:rPr>
          <w:lang w:eastAsia="en-US"/>
        </w:rPr>
        <w:t>Lithuania</w:t>
      </w:r>
      <w:bookmarkEnd w:id="95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Consent of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authorization of the author or other owner of copyright in a work.</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23 (1)(2)</w:t>
            </w:r>
          </w:p>
        </w:tc>
      </w:tr>
      <w:tr w:rsidR="00BC0437" w:rsidRPr="00BC0437" w:rsidTr="00BC0437">
        <w:trPr>
          <w:trHeight w:val="137"/>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remuneration to the author and publisher.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but mention of the name of the author is required when possible.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but mention of the source is required when possible.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educational establishments, museums, and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may not provide copies for direct or indirect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collections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made available to the public over computer networks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be a separate single act, unless done on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or replacement of a lost, destroyed, or rendered unusable copy from the collections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replacement of a lost, destroyed, or rendered unusable copy from the permanent collection of another similar institution’s permanent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be made only if it is impossible to obtain such a copy by other means.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0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non-commercial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Effected by the use of any kind of photographic technique or by some other process having similar effects.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Code section of similar language permits copies of sound recordings and audio-visual works for the same purposes.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58(1)(4)</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Reproduction of Works</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Consent of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Copying is permitted without the authorization of the author or other owner of copyright in a work.</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23 (1)(1)</w:t>
            </w:r>
          </w:p>
        </w:tc>
      </w:tr>
      <w:tr w:rsidR="00BC0437" w:rsidRPr="00BC0437" w:rsidTr="00BC0437">
        <w:trPr>
          <w:trHeight w:val="1151"/>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Fair compensation to authors and publishers must be paid by persons providing fee-paying services of reprographic reproduction through collective licensing agencies (Article 23(3)).</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Anyone.  (Note: this provision does not explicitly mention libraries but could be applicable to libraries.)</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cannot be done for direct or indirect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or other short works, including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of writings, including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whole text of a book or a major part thereof may not be reproduced on paper.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Sheet music may not be reproduced by reprography.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be a separate single act, unless done on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Effected by the use of any kind of photographic technique or by some other process having similar effects.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Consent of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authorization of the author or any other owner of copyright in the work.</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22(3)</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payment of remuneration.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but mention of the name of the author is required when possible.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but mention of the source is required when possible.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educational establishments and research libraries, museums,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kept in the collections of the institutions and that have been published.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works are not publicly available for sale.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Provided the copyright owners do not prohibit such use.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may make reproductions as technically required for the purpose of this provision.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or private study by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Non-commercial.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By dedicated terminals on the premises of the institutions.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May allow simultaneous access on terminals up to the number of copies of the work in the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06"/>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provide technological protection measures to prevent reproduction of the works or transfer of the content outside the institution’s network.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91"/>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Neighboring rights?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some other institutions may apply this provision to performances, sound recordings, audiovisual works, and broadcasts (Article 58(1)).  The revised Article 58 references Article 22(3), rather than repeat its provisions as the previous statute did.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9"/>
        <w:gridCol w:w="1801"/>
        <w:gridCol w:w="3399"/>
        <w:gridCol w:w="1035"/>
      </w:tblGrid>
      <w:tr w:rsidR="00BC0437" w:rsidRPr="00BC0437" w:rsidTr="00BC0437">
        <w:tc>
          <w:tcPr>
            <w:tcW w:w="8864"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2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5"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9"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74(3)</w:t>
            </w:r>
          </w:p>
        </w:tc>
      </w:tr>
      <w:tr w:rsidR="00BC0437" w:rsidRPr="00BC0437" w:rsidTr="00BC0437">
        <w:trPr>
          <w:trHeight w:val="111"/>
        </w:trPr>
        <w:tc>
          <w:tcPr>
            <w:tcW w:w="2629" w:type="dxa"/>
            <w:vMerge/>
            <w:shd w:val="clear" w:color="auto" w:fill="auto"/>
          </w:tcPr>
          <w:p w:rsidR="00BC0437" w:rsidRPr="00BC0437" w:rsidRDefault="00BC0437" w:rsidP="00BC0437">
            <w:pPr>
              <w:rPr>
                <w:rFonts w:eastAsia="Times New Roman"/>
                <w:szCs w:val="22"/>
                <w:lang w:eastAsia="en-US"/>
              </w:rPr>
            </w:pPr>
          </w:p>
        </w:tc>
        <w:tc>
          <w:tcPr>
            <w:tcW w:w="180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rental, or possessing for commercial purposes circumvention devices is prohibited.</w:t>
            </w:r>
          </w:p>
        </w:tc>
        <w:tc>
          <w:tcPr>
            <w:tcW w:w="1035"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74(4)</w:t>
            </w:r>
          </w:p>
        </w:tc>
      </w:tr>
      <w:tr w:rsidR="00BC0437" w:rsidRPr="00BC0437" w:rsidTr="00BC0437">
        <w:trPr>
          <w:trHeight w:val="135"/>
        </w:trPr>
        <w:tc>
          <w:tcPr>
            <w:tcW w:w="2629" w:type="dxa"/>
            <w:vMerge/>
            <w:shd w:val="clear" w:color="auto" w:fill="auto"/>
          </w:tcPr>
          <w:p w:rsidR="00BC0437" w:rsidRPr="00BC0437" w:rsidRDefault="00BC0437" w:rsidP="00BC0437">
            <w:pPr>
              <w:rPr>
                <w:rFonts w:eastAsia="Times New Roman"/>
                <w:szCs w:val="22"/>
                <w:lang w:eastAsia="en-US"/>
              </w:rPr>
            </w:pPr>
          </w:p>
        </w:tc>
        <w:tc>
          <w:tcPr>
            <w:tcW w:w="180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5"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blPrEx>
          <w:tblCellMar>
            <w:left w:w="115" w:type="dxa"/>
            <w:right w:w="115" w:type="dxa"/>
          </w:tblCellMar>
        </w:tblPrEx>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2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the use of a protected object of copyright that is controlled through application of an access control or protection process, or a copy control mechanism.</w:t>
            </w:r>
          </w:p>
        </w:tc>
        <w:tc>
          <w:tcPr>
            <w:tcW w:w="103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74(2)</w:t>
            </w:r>
          </w:p>
        </w:tc>
      </w:tr>
      <w:tr w:rsidR="00BC0437" w:rsidRPr="00BC0437" w:rsidTr="00BC0437">
        <w:tblPrEx>
          <w:tblCellMar>
            <w:left w:w="115" w:type="dxa"/>
            <w:right w:w="115" w:type="dxa"/>
          </w:tblCellMar>
        </w:tblPrEx>
        <w:trPr>
          <w:trHeight w:val="151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2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Users of rights who benefit from certain limitations must be provided with conditions or adequate means (i.e. decoding devices and other) enabling to use legitimately accessible objects of copyright, to the extent necessary for the users of the rights to benefit from the limitations provided for their interests.  This provision encompasses the following limitations for libraries: reprographic reproduction (Article 23(1)), preservation and replacement in libraries (Article 23(1)), related rights limitations for libraries (Article 58).</w:t>
            </w:r>
          </w:p>
        </w:tc>
        <w:tc>
          <w:tcPr>
            <w:tcW w:w="1031"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75</w:t>
            </w:r>
          </w:p>
        </w:tc>
      </w:tr>
      <w:tr w:rsidR="00BC0437" w:rsidRPr="00BC0437" w:rsidTr="00BC0437">
        <w:tblPrEx>
          <w:tblCellMar>
            <w:left w:w="115" w:type="dxa"/>
            <w:right w:w="115" w:type="dxa"/>
          </w:tblCellMar>
        </w:tblPrEx>
        <w:trPr>
          <w:trHeight w:val="350"/>
        </w:trPr>
        <w:tc>
          <w:tcPr>
            <w:tcW w:w="2628" w:type="dxa"/>
            <w:vMerge/>
            <w:shd w:val="clear" w:color="auto" w:fill="auto"/>
          </w:tcPr>
          <w:p w:rsidR="00BC0437" w:rsidRPr="00BC0437" w:rsidRDefault="00BC0437" w:rsidP="00BC0437">
            <w:pPr>
              <w:rPr>
                <w:rFonts w:eastAsia="Times New Roman"/>
                <w:szCs w:val="22"/>
                <w:lang w:eastAsia="en-US"/>
              </w:rPr>
            </w:pPr>
          </w:p>
        </w:tc>
        <w:tc>
          <w:tcPr>
            <w:tcW w:w="180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exemption does not apply to works made available to the public by way of interactive on-demand transmissions, so that members of the public may access them from a place and at a time individually chosen by them.</w:t>
            </w:r>
          </w:p>
        </w:tc>
        <w:tc>
          <w:tcPr>
            <w:tcW w:w="1031"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blPrEx>
          <w:tblCellMar>
            <w:left w:w="115" w:type="dxa"/>
            <w:right w:w="115" w:type="dxa"/>
          </w:tblCellMar>
        </w:tblPrEx>
        <w:trPr>
          <w:trHeight w:val="1043"/>
        </w:trPr>
        <w:tc>
          <w:tcPr>
            <w:tcW w:w="2628" w:type="dxa"/>
            <w:vMerge/>
            <w:shd w:val="clear" w:color="auto" w:fill="auto"/>
          </w:tcPr>
          <w:p w:rsidR="00BC0437" w:rsidRPr="00BC0437" w:rsidRDefault="00BC0437" w:rsidP="00BC0437">
            <w:pPr>
              <w:rPr>
                <w:rFonts w:eastAsia="Times New Roman"/>
                <w:szCs w:val="22"/>
                <w:lang w:eastAsia="en-US"/>
              </w:rPr>
            </w:pPr>
          </w:p>
        </w:tc>
        <w:tc>
          <w:tcPr>
            <w:tcW w:w="52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prohibition on circumvention does not apply to the making of a back-up copy and reproduction for adaptation of computer programs (Article 30) and decompilation of computer programs (Article 31).</w:t>
            </w:r>
          </w:p>
        </w:tc>
        <w:tc>
          <w:tcPr>
            <w:tcW w:w="103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74</w:t>
            </w:r>
          </w:p>
        </w:tc>
      </w:tr>
      <w:tr w:rsidR="00BC0437" w:rsidRPr="00BC0437" w:rsidTr="00BC0437">
        <w:tblPrEx>
          <w:tblCellMar>
            <w:left w:w="115" w:type="dxa"/>
            <w:right w:w="115" w:type="dxa"/>
          </w:tblCellMar>
        </w:tblPrEx>
        <w:trPr>
          <w:trHeight w:val="17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2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owners of copyright, related rights, and sui generis rights who desire to apply voluntary measures ensuring the right to benefit from the limitations of copyright, related rights, and sui generis rights must furnish information about the measures to the institution authorized by the Government.</w:t>
            </w:r>
          </w:p>
        </w:tc>
        <w:tc>
          <w:tcPr>
            <w:tcW w:w="103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75(3)</w:t>
            </w:r>
          </w:p>
        </w:tc>
      </w:tr>
      <w:tr w:rsidR="00BC0437" w:rsidRPr="00BC0437" w:rsidTr="00BC0437">
        <w:tblPrEx>
          <w:tblCellMar>
            <w:left w:w="115" w:type="dxa"/>
            <w:right w:w="115" w:type="dxa"/>
          </w:tblCellMar>
        </w:tblPrEx>
        <w:trPr>
          <w:trHeight w:val="1043"/>
        </w:trPr>
        <w:tc>
          <w:tcPr>
            <w:tcW w:w="2628" w:type="dxa"/>
            <w:vMerge/>
            <w:shd w:val="clear" w:color="auto" w:fill="auto"/>
          </w:tcPr>
          <w:p w:rsidR="00BC0437" w:rsidRPr="00BC0437" w:rsidRDefault="00BC0437" w:rsidP="00BC0437">
            <w:pPr>
              <w:rPr>
                <w:rFonts w:eastAsia="Times New Roman"/>
                <w:szCs w:val="22"/>
                <w:lang w:eastAsia="en-US"/>
              </w:rPr>
            </w:pPr>
          </w:p>
        </w:tc>
        <w:tc>
          <w:tcPr>
            <w:tcW w:w="52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When the owners of copyright, related rights, and sui generis rights do not take measures which would enable the users to benefit from the limitations of this Article, the users who have the right to benefit from such limitations may apply to the Council of Copyright and Related Rights of Lithuania for mediation in such dispute.</w:t>
            </w:r>
          </w:p>
        </w:tc>
        <w:tc>
          <w:tcPr>
            <w:tcW w:w="103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75(4)</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rPr>
          <w:trHeight w:val="27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works for personal use is permitted under certain circumstances.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w:t>
            </w:r>
          </w:p>
        </w:tc>
      </w:tr>
      <w:tr w:rsidR="00BC0437" w:rsidRPr="00BC0437" w:rsidTr="00BC0437">
        <w:trPr>
          <w:trHeight w:val="278"/>
        </w:trPr>
        <w:tc>
          <w:tcPr>
            <w:tcW w:w="262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When the lending of books and other publications is carried out through libraries, their authors shall have the right to receive equitable remuneration for the transferred exclusive right to lend a work.</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16(3)</w:t>
            </w:r>
          </w:p>
        </w:tc>
      </w:tr>
      <w:tr w:rsidR="00BC0437" w:rsidRPr="00BC0437" w:rsidTr="00BC0437">
        <w:trPr>
          <w:trHeight w:val="278"/>
        </w:trPr>
        <w:tc>
          <w:tcPr>
            <w:tcW w:w="262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Three-Step Test</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limitations on economic rights must not conflict with a normal exploitation of a work and must not prejudice the legitimate interests of author or other owner of copyright.</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19</w:t>
            </w:r>
          </w:p>
        </w:tc>
      </w:tr>
      <w:tr w:rsidR="00BC0437" w:rsidRPr="00BC0437" w:rsidTr="00BC0437">
        <w:trPr>
          <w:trHeight w:val="278"/>
        </w:trPr>
        <w:tc>
          <w:tcPr>
            <w:tcW w:w="2628" w:type="dxa"/>
            <w:vMerge w:val="restart"/>
            <w:tcBorders>
              <w:top w:val="single" w:sz="4" w:space="0" w:color="auto"/>
              <w:left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direct or indirect, temporary or permanent making by any means and in any form, including an electronic form, of a copy (copies) of a work, an object of related rights or sui generis rights (in whole or in part).</w:t>
            </w:r>
          </w:p>
        </w:tc>
        <w:tc>
          <w:tcPr>
            <w:tcW w:w="1008" w:type="dxa"/>
            <w:vMerge w:val="restart"/>
            <w:tcBorders>
              <w:top w:val="single" w:sz="4" w:space="0" w:color="auto"/>
              <w:left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w:t>
            </w:r>
          </w:p>
        </w:tc>
      </w:tr>
      <w:tr w:rsidR="00BC0437" w:rsidRPr="00BC0437" w:rsidTr="00BC0437">
        <w:trPr>
          <w:trHeight w:val="278"/>
        </w:trPr>
        <w:tc>
          <w:tcPr>
            <w:tcW w:w="2628" w:type="dxa"/>
            <w:vMerge/>
            <w:tcBorders>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“Communication to the public” means the transmission to the public of a work, by wire or wireless means, including the making available to the public of the work in such a way that members of the public may access it from a place and at a time individually chosen by them. Communication to the public of an object of related rights means any transmission to the public of an object of related rights, including the making of the sounds or expression of the sounds recorded in a phonogram audible to the public, except broadcasting.</w:t>
            </w:r>
          </w:p>
        </w:tc>
        <w:tc>
          <w:tcPr>
            <w:tcW w:w="1008" w:type="dxa"/>
            <w:vMerge/>
            <w:tcBorders>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Law of Copyright and Related Rights of Lithuania, No. VIII</w:t>
            </w:r>
            <w:r w:rsidRPr="00BC0437">
              <w:rPr>
                <w:rFonts w:eastAsia="Times New Roman"/>
                <w:szCs w:val="22"/>
                <w:lang w:eastAsia="en-US"/>
              </w:rPr>
              <w:noBreakHyphen/>
              <w:t>1185 (18 May 1999), as amended through No. XII</w:t>
            </w:r>
            <w:r w:rsidRPr="00BC0437">
              <w:rPr>
                <w:rFonts w:eastAsia="Times New Roman"/>
                <w:szCs w:val="22"/>
                <w:lang w:eastAsia="en-US"/>
              </w:rPr>
              <w:noBreakHyphen/>
              <w:t>1183 (7 October 2014), available at http://www.wipo.int/wipolex/en/text.jsp?file_id=349855.</w:t>
            </w:r>
          </w:p>
        </w:tc>
      </w:tr>
      <w:tr w:rsidR="00BC0437" w:rsidRPr="00BC0437" w:rsidTr="00BC0437">
        <w:trPr>
          <w:trHeight w:val="14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12 December 2007; rev. 30 August 2014; rev. 14 May 2015</w:t>
            </w:r>
          </w:p>
        </w:tc>
      </w:tr>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966" w:name="_Toc199663537"/>
      <w:bookmarkStart w:id="967" w:name="_Toc207648532"/>
      <w:bookmarkStart w:id="968" w:name="_Toc207649114"/>
      <w:bookmarkStart w:id="969" w:name="_Toc207649552"/>
      <w:bookmarkStart w:id="970" w:name="_Toc207649913"/>
      <w:bookmarkStart w:id="971" w:name="_Toc207650313"/>
      <w:bookmarkStart w:id="972" w:name="_Toc208637961"/>
      <w:bookmarkStart w:id="973" w:name="_Toc421800784"/>
      <w:bookmarkEnd w:id="959"/>
      <w:bookmarkEnd w:id="960"/>
      <w:bookmarkEnd w:id="961"/>
      <w:bookmarkEnd w:id="962"/>
      <w:bookmarkEnd w:id="963"/>
      <w:bookmarkEnd w:id="964"/>
      <w:bookmarkEnd w:id="965"/>
      <w:r w:rsidRPr="00BC0437">
        <w:rPr>
          <w:lang w:eastAsia="en-US"/>
        </w:rPr>
        <w:t>Luxembourg</w:t>
      </w:r>
      <w:bookmarkEnd w:id="966"/>
      <w:bookmarkEnd w:id="967"/>
      <w:bookmarkEnd w:id="968"/>
      <w:bookmarkEnd w:id="969"/>
      <w:bookmarkEnd w:id="970"/>
      <w:bookmarkEnd w:id="971"/>
      <w:bookmarkEnd w:id="972"/>
      <w:bookmarkEnd w:id="97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 xml:space="preserve">Preservation </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accessible to the public, educational institutions, museums,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10(10)</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Organization is not operated for direct or indirect economic or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that are lawfully made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Solely for the purpose of preserving heritage and carrying out work reasonably necessary to make a preservation copy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may not affect the normal exploitation of the work and not harm the legitimate interests of authors.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exception includes the right to make a public communication of audiovisual works in order to publicize the cultural heritage, provided such communication is analog and takes place inside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accessible to the public, educational institutions, museums,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10(14)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collection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not be subject to purchase or license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by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Via dedicated terminals on the premises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5"/>
        <w:gridCol w:w="1798"/>
        <w:gridCol w:w="3323"/>
        <w:gridCol w:w="115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58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21"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15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71ter</w:t>
            </w:r>
          </w:p>
        </w:tc>
      </w:tr>
      <w:tr w:rsidR="00BC0437" w:rsidRPr="00BC0437" w:rsidTr="00BC0437">
        <w:trPr>
          <w:trHeight w:val="111"/>
        </w:trPr>
        <w:tc>
          <w:tcPr>
            <w:tcW w:w="2585"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7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2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15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585" w:type="dxa"/>
            <w:vMerge/>
            <w:shd w:val="clear" w:color="auto" w:fill="auto"/>
          </w:tcPr>
          <w:p w:rsidR="00BC0437" w:rsidRPr="00BC0437" w:rsidRDefault="00BC0437" w:rsidP="00BC0437">
            <w:pPr>
              <w:rPr>
                <w:rFonts w:eastAsia="Times New Roman"/>
                <w:szCs w:val="22"/>
                <w:lang w:eastAsia="en-US"/>
              </w:rPr>
            </w:pPr>
          </w:p>
        </w:tc>
        <w:tc>
          <w:tcPr>
            <w:tcW w:w="17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2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rental, and possessing for commercial purposes circumvention devices is prohibited.</w:t>
            </w:r>
          </w:p>
        </w:tc>
        <w:tc>
          <w:tcPr>
            <w:tcW w:w="115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71quater</w:t>
            </w:r>
          </w:p>
        </w:tc>
      </w:tr>
      <w:tr w:rsidR="00BC0437" w:rsidRPr="00BC0437" w:rsidTr="00BC0437">
        <w:trPr>
          <w:trHeight w:val="135"/>
        </w:trPr>
        <w:tc>
          <w:tcPr>
            <w:tcW w:w="2585" w:type="dxa"/>
            <w:vMerge/>
            <w:shd w:val="clear" w:color="auto" w:fill="auto"/>
          </w:tcPr>
          <w:p w:rsidR="00BC0437" w:rsidRPr="00BC0437" w:rsidRDefault="00BC0437" w:rsidP="00BC0437">
            <w:pPr>
              <w:rPr>
                <w:rFonts w:eastAsia="Times New Roman"/>
                <w:szCs w:val="22"/>
                <w:lang w:eastAsia="en-US"/>
              </w:rPr>
            </w:pPr>
          </w:p>
        </w:tc>
        <w:tc>
          <w:tcPr>
            <w:tcW w:w="17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2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15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8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21"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technological measures that prevent or restrict acts that are not authorized by the rightsholder; it includes access controls and protection processes.</w:t>
            </w:r>
          </w:p>
        </w:tc>
        <w:tc>
          <w:tcPr>
            <w:tcW w:w="115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71ter</w:t>
            </w:r>
          </w:p>
        </w:tc>
      </w:tr>
      <w:tr w:rsidR="00BC0437" w:rsidRPr="00BC0437" w:rsidTr="00BC0437">
        <w:tc>
          <w:tcPr>
            <w:tcW w:w="258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21"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law sets forth exceptions to the circumvention provisions, which require that the rightsholder is obligated to make available the means which enable the uses within the applicable exceptions, including Article 10(10) for libraries.  Beneficiaries of the exception are entitled to commence injunction proceedings in a court to compel access.</w:t>
            </w:r>
          </w:p>
        </w:tc>
        <w:tc>
          <w:tcPr>
            <w:tcW w:w="115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71 quinquies</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6668"/>
      </w:tblGrid>
      <w:tr w:rsidR="00BC0437" w:rsidRPr="00BC0437" w:rsidTr="00BC0437">
        <w:tc>
          <w:tcPr>
            <w:tcW w:w="8856" w:type="dxa"/>
            <w:gridSpan w:val="2"/>
            <w:shd w:val="clear" w:color="auto" w:fill="auto"/>
          </w:tcPr>
          <w:p w:rsidR="00BC0437" w:rsidRPr="00BC0437" w:rsidRDefault="00BC0437" w:rsidP="00BC0437">
            <w:pPr>
              <w:rPr>
                <w:rFonts w:eastAsia="Times New Roman"/>
                <w:b/>
                <w:iCs/>
                <w:szCs w:val="22"/>
                <w:lang w:eastAsia="en-US"/>
              </w:rPr>
            </w:pPr>
            <w:r w:rsidRPr="00BC0437">
              <w:rPr>
                <w:rFonts w:eastAsia="Times New Roman"/>
                <w:b/>
                <w:bCs/>
                <w:szCs w:val="22"/>
                <w:lang w:eastAsia="en-US"/>
              </w:rPr>
              <w:t>Miscellaneous</w:t>
            </w:r>
          </w:p>
        </w:tc>
      </w:tr>
      <w:tr w:rsidR="00BC0437" w:rsidRPr="00BC0437" w:rsidTr="00BC0437">
        <w:tc>
          <w:tcPr>
            <w:tcW w:w="2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br w:type="page"/>
              <w:t>Source</w:t>
            </w:r>
          </w:p>
        </w:tc>
        <w:tc>
          <w:tcPr>
            <w:tcW w:w="66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Related Rights, and Databases of Luxembourg, Law No. 50 (18 April 2001), available (in French) at http://www.wipo.int/wipolex/en/text.jsp?file_id=128653, as amended by Law No. 61 (18 April 2004), available (in French) at http://www.wipo.int/wipolex/en/text.jsp?file_id=128655.</w:t>
            </w:r>
          </w:p>
        </w:tc>
      </w:tr>
      <w:tr w:rsidR="00BC0437" w:rsidRPr="00BC0437" w:rsidTr="00BC0437">
        <w:tc>
          <w:tcPr>
            <w:tcW w:w="2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6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22 May 2008; rev. 14 May 2015</w:t>
            </w:r>
          </w:p>
        </w:tc>
      </w:tr>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974" w:name="_Toc199663539"/>
      <w:bookmarkStart w:id="975" w:name="_Toc207648534"/>
      <w:bookmarkStart w:id="976" w:name="_Toc207649116"/>
      <w:bookmarkStart w:id="977" w:name="_Toc207649554"/>
      <w:bookmarkStart w:id="978" w:name="_Toc207649915"/>
      <w:bookmarkStart w:id="979" w:name="_Toc207650315"/>
      <w:bookmarkStart w:id="980" w:name="_Toc208637963"/>
      <w:bookmarkStart w:id="981" w:name="_Toc421800785"/>
      <w:r w:rsidRPr="00BC0437">
        <w:rPr>
          <w:lang w:eastAsia="en-US"/>
        </w:rPr>
        <w:t>Madagascar</w:t>
      </w:r>
      <w:bookmarkEnd w:id="974"/>
      <w:bookmarkEnd w:id="975"/>
      <w:bookmarkEnd w:id="976"/>
      <w:bookmarkEnd w:id="977"/>
      <w:bookmarkEnd w:id="978"/>
      <w:bookmarkEnd w:id="979"/>
      <w:bookmarkEnd w:id="980"/>
      <w:bookmarkEnd w:id="98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82" w:name="_Toc186015723"/>
            <w:bookmarkStart w:id="983" w:name="madagascar"/>
            <w:r w:rsidRPr="00BC0437">
              <w:rPr>
                <w:rFonts w:eastAsia="Times New Roman"/>
                <w:b/>
                <w:szCs w:val="22"/>
                <w:lang w:eastAsia="en-US"/>
              </w:rPr>
              <w:t>Research or Study</w:t>
            </w:r>
            <w:bookmarkEnd w:id="98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49(1)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aim directly or indirectly at gaining commercial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or short works or short extracts of writings, including illustrations, published in a collection of works or an issue of a newspaper or periodical.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university research, or private research of an individual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must be assured that the work will be used only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84" w:name="_Toc186015724"/>
            <w:r w:rsidRPr="00BC0437">
              <w:rPr>
                <w:rFonts w:eastAsia="Times New Roman"/>
                <w:b/>
                <w:szCs w:val="22"/>
                <w:lang w:eastAsia="en-US"/>
              </w:rPr>
              <w:t>Preservation and Replacement</w:t>
            </w:r>
            <w:bookmarkEnd w:id="98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49(2)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aim directly or indirectly at gaining commercial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where it is impossible to get the work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 work and, if necessary (if has been destroyed or rendered unusable) to replace 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that has been lost, destroyed, or rendered unusable in the permanent collection of another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985" w:name="_Toc186015725"/>
            <w:r w:rsidRPr="00BC0437">
              <w:rPr>
                <w:rFonts w:eastAsia="Times New Roman"/>
                <w:b/>
                <w:szCs w:val="22"/>
                <w:lang w:eastAsia="en-US"/>
              </w:rPr>
              <w:t>Anti-Circumvention of Technological Protection Measures</w:t>
            </w:r>
            <w:bookmarkEnd w:id="98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130"/>
        <w:gridCol w:w="109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986" w:name="_Toc186015726"/>
            <w:r w:rsidRPr="00BC0437">
              <w:rPr>
                <w:rFonts w:eastAsia="Times New Roman"/>
                <w:b/>
                <w:szCs w:val="22"/>
                <w:lang w:eastAsia="en-US"/>
              </w:rPr>
              <w:t>Miscellaneous</w:t>
            </w:r>
            <w:bookmarkEnd w:id="98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of most published works for private use.</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Lending by Libraries</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 is permitted, without the authorization of the author and the payment of remuneration, for a library or archive whose activities do not aim directly or indirectly at gaining commercial profit to lend to the public copies of written works, other than computer programs.</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Literary and Artistic Property of Madagascar, No. 94-036 (9 December 1994), available at http://www.wipo.int/wipolex/en/text.jsp?file_id=186143.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21 December 2007; rev. 14 May 2015</w:t>
            </w:r>
          </w:p>
        </w:tc>
      </w:tr>
      <w:bookmarkEnd w:id="983"/>
    </w:tbl>
    <w:p w:rsidR="00BC0437" w:rsidRPr="00BC0437" w:rsidRDefault="00BC0437" w:rsidP="00BC0437">
      <w:pPr>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987" w:name="_Toc199663540"/>
      <w:bookmarkStart w:id="988" w:name="_Toc207648536"/>
      <w:bookmarkStart w:id="989" w:name="_Toc207649118"/>
      <w:bookmarkStart w:id="990" w:name="_Toc207649555"/>
      <w:bookmarkStart w:id="991" w:name="_Toc207649916"/>
      <w:bookmarkStart w:id="992" w:name="_Toc207650316"/>
      <w:bookmarkStart w:id="993" w:name="_Toc208637964"/>
      <w:bookmarkStart w:id="994" w:name="_Toc421800786"/>
      <w:r w:rsidRPr="00BC0437">
        <w:rPr>
          <w:lang w:eastAsia="en-US"/>
        </w:rPr>
        <w:t>Malawi</w:t>
      </w:r>
      <w:bookmarkEnd w:id="987"/>
      <w:bookmarkEnd w:id="988"/>
      <w:bookmarkEnd w:id="989"/>
      <w:bookmarkEnd w:id="990"/>
      <w:bookmarkEnd w:id="991"/>
      <w:bookmarkEnd w:id="992"/>
      <w:bookmarkEnd w:id="993"/>
      <w:bookmarkEnd w:id="99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95" w:name="_Toc186015727"/>
            <w:bookmarkStart w:id="996" w:name="malawi"/>
            <w:r w:rsidRPr="00BC0437">
              <w:rPr>
                <w:rFonts w:eastAsia="Times New Roman"/>
                <w:b/>
                <w:szCs w:val="22"/>
                <w:lang w:eastAsia="en-US"/>
              </w:rPr>
              <w:t>Library Use</w:t>
            </w:r>
            <w:bookmarkEnd w:id="995"/>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author’s consent.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obligation to pay remuneration.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documentation centers, scientific institutions, and educational establishments.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10(f)</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musical, and artistic works which have been lawfully made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needs of the regular activities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number of copies made, and use thereof must be limited to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photography, audiovisual work, sound recording, or electronic storage.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may not conflict with the normal uses of the work nor unreasonably prejudice the legitimate interests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reproduction of the work in its original language or in translation.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997" w:name="_Toc186015728"/>
            <w:r w:rsidRPr="00BC0437">
              <w:rPr>
                <w:rFonts w:eastAsia="Times New Roman"/>
                <w:b/>
                <w:szCs w:val="22"/>
                <w:lang w:eastAsia="en-US"/>
              </w:rPr>
              <w:t>Anti-Circumvention of Technological Protection Measures</w:t>
            </w:r>
            <w:bookmarkEnd w:id="99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914"/>
        <w:gridCol w:w="1314"/>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998" w:name="_Toc186015729"/>
            <w:r w:rsidRPr="00BC0437">
              <w:rPr>
                <w:rFonts w:eastAsia="Times New Roman"/>
                <w:b/>
                <w:szCs w:val="22"/>
                <w:lang w:eastAsia="en-US"/>
              </w:rPr>
              <w:t>Miscellaneous</w:t>
            </w:r>
            <w:bookmarkEnd w:id="99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Use</w:t>
            </w: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for personal use is permitted.</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 (a)(i)</w:t>
            </w:r>
          </w:p>
        </w:tc>
      </w:tr>
      <w:tr w:rsidR="00BC0437" w:rsidRPr="00BC0437" w:rsidTr="00BC0437">
        <w:trPr>
          <w:trHeight w:val="246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literary, dramatic, musical or artistic work or expressions of folklore or fixation in any material form including any audio-visual work or sound recording, and in the case of an artistic work, includes converting a work into a three-dimensional form or, if existing in a three-dimensional form, converting it into a two-dimensional form.</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Malawi, No. 2 (26 April 1989), as amended through 2 November 1989, available at http://www.wipo.int/wipolex/en/text.jsp?file_id=219795.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14 May 2015</w:t>
            </w:r>
          </w:p>
        </w:tc>
      </w:tr>
    </w:tbl>
    <w:p w:rsidR="00BC0437" w:rsidRPr="00BC0437" w:rsidRDefault="00BC0437" w:rsidP="008E3DB2">
      <w:pPr>
        <w:pStyle w:val="Heading2"/>
        <w:rPr>
          <w:lang w:eastAsia="en-US"/>
        </w:rPr>
      </w:pPr>
      <w:r w:rsidRPr="00BC0437">
        <w:rPr>
          <w:lang w:eastAsia="en-US"/>
        </w:rPr>
        <w:br w:type="page"/>
      </w:r>
      <w:bookmarkStart w:id="999" w:name="_Toc199663541"/>
      <w:bookmarkStart w:id="1000" w:name="_Toc207648537"/>
      <w:bookmarkStart w:id="1001" w:name="_Toc207649119"/>
      <w:bookmarkStart w:id="1002" w:name="_Toc207649556"/>
      <w:bookmarkStart w:id="1003" w:name="_Toc207649917"/>
      <w:bookmarkStart w:id="1004" w:name="_Toc207650317"/>
      <w:bookmarkStart w:id="1005" w:name="_Toc208637965"/>
      <w:bookmarkStart w:id="1006" w:name="_Toc421800787"/>
      <w:bookmarkEnd w:id="996"/>
      <w:r w:rsidRPr="00BC0437">
        <w:rPr>
          <w:lang w:eastAsia="en-US"/>
        </w:rPr>
        <w:t>Malaysia</w:t>
      </w:r>
      <w:bookmarkEnd w:id="999"/>
      <w:bookmarkEnd w:id="1000"/>
      <w:bookmarkEnd w:id="1001"/>
      <w:bookmarkEnd w:id="1002"/>
      <w:bookmarkEnd w:id="1003"/>
      <w:bookmarkEnd w:id="1004"/>
      <w:bookmarkEnd w:id="1005"/>
      <w:bookmarkEnd w:id="1006"/>
    </w:p>
    <w:p w:rsidR="00BC0437" w:rsidRPr="00BC0437" w:rsidRDefault="00BC0437" w:rsidP="00BC0437">
      <w:pPr>
        <w:rPr>
          <w:rFonts w:eastAsia="Times New Roman"/>
          <w:szCs w:val="22"/>
          <w:lang w:eastAsia="en-US"/>
        </w:rPr>
      </w:pPr>
      <w:bookmarkStart w:id="1007" w:name="Malaysia"/>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08" w:name="_Toc186015730"/>
            <w:r w:rsidRPr="00BC0437">
              <w:rPr>
                <w:rFonts w:eastAsia="Times New Roman"/>
                <w:b/>
                <w:szCs w:val="22"/>
                <w:lang w:eastAsia="en-US"/>
              </w:rPr>
              <w:t>Library Use</w:t>
            </w:r>
            <w:bookmarkEnd w:id="100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or under the direction or control of the Government, by the National Archives or any State Archives, by the National Library, or any State Library, or by such public libraries and educational, scientific, or professional institutions as the Minister may by order prescribe.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 (2)(i)</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profit may be derived from the use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admission fee may be charged for the performance, showing, or playing, if any, to the public of the work thus used.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use.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must be in the public interest.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must be compatible with fair practice.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must be compatible with the provisions of any regulations.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is not limited to reproduction but permits “any use.”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09" w:name="_Toc186015731"/>
            <w:r w:rsidRPr="00BC0437">
              <w:rPr>
                <w:rFonts w:eastAsia="Times New Roman"/>
                <w:b/>
                <w:szCs w:val="22"/>
                <w:lang w:eastAsia="en-US"/>
              </w:rPr>
              <w:t>Anti-Circumvention of Technological Protection Measures</w:t>
            </w:r>
            <w:bookmarkEnd w:id="100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36(3)</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Causing a person to circumvent technological measures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restrict acts which are not authorized by the author or permitted by law.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010" w:name="_Toc186015732"/>
            <w:r w:rsidRPr="00BC0437">
              <w:rPr>
                <w:rFonts w:eastAsia="Times New Roman"/>
                <w:b/>
                <w:szCs w:val="22"/>
                <w:lang w:eastAsia="en-US"/>
              </w:rPr>
              <w:t>Miscellaneous</w:t>
            </w:r>
            <w:bookmarkEnd w:id="101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 can encompass any of the rights of the copyright owner for purposes of nonprofit research, private study, criticism, review, or the reporting of current events, subject to the condition that if such use is public, it is accompanied by an acknowledgement of the title of the work and its authorship, except where the work is in connection with the doing of any of such acts for the purposes of nonprofit research, private study and the reporting of current events by means of a sound recording, film or broadcast.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 (2)(a)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Malaysia, No. 332 (30 April 1987), as amended through 1 January 2006, available at http://www.wipo.int/wipolex/en/text.jsp?file_id=195942.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14 May 2015</w:t>
            </w:r>
          </w:p>
        </w:tc>
      </w:tr>
    </w:tbl>
    <w:p w:rsidR="00BC0437" w:rsidRPr="00BC0437" w:rsidRDefault="00BC0437" w:rsidP="00BC0437">
      <w:pPr>
        <w:rPr>
          <w:rFonts w:eastAsia="Times New Roman"/>
          <w:szCs w:val="22"/>
          <w:lang w:eastAsia="en-US"/>
        </w:rPr>
      </w:pPr>
    </w:p>
    <w:bookmarkEnd w:id="1007"/>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273BA9">
      <w:pPr>
        <w:pStyle w:val="Heading2"/>
        <w:rPr>
          <w:lang w:eastAsia="en-US"/>
        </w:rPr>
      </w:pPr>
      <w:r w:rsidRPr="00BC0437">
        <w:rPr>
          <w:lang w:eastAsia="en-US"/>
        </w:rPr>
        <w:br w:type="page"/>
      </w:r>
      <w:bookmarkStart w:id="1011" w:name="_Toc421800788"/>
      <w:r w:rsidRPr="00BC0437">
        <w:rPr>
          <w:lang w:eastAsia="en-US"/>
        </w:rPr>
        <w:t>Maldives</w:t>
      </w:r>
      <w:bookmarkEnd w:id="101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whose activities do not serve direct or indirect commercial gain.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16(b)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Impossible to obtain such a copy under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act of reprographic reproduction is an isolated case occurring, if repeated, on separate and unrelated occasions.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whose activities do not serve direct or indirect commercial gain.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16(b)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 the permanent collection of the library or archive or in that of another similar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If necessary, to replace a copy or to replace a copy which has been lost, destroyed, or rendered unusable in the permanent collection of another similar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Impossible to obtain such a copy under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act of reprographic reproduction is an isolated case occurring, if repeated, on separate and unrelated occasions.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whose activities do not serve direct or indirect commercial gain.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16(a)</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 other short work, or short extract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satisfy the request of a particular person.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is satisfied that the copy will be used solely for the purpose of study, scholarship, or private research.</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4"/>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is an isolated case occurring, if repeated, on separate and unrelated occasions.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061"/>
        </w:trPr>
        <w:tc>
          <w:tcPr>
            <w:tcW w:w="2628" w:type="dxa"/>
            <w:vMerge/>
            <w:tcBorders>
              <w:bottom w:val="single" w:sz="4" w:space="0" w:color="auto"/>
            </w:tcBorders>
          </w:tcPr>
          <w:p w:rsidR="00BC0437" w:rsidRPr="00BC0437" w:rsidRDefault="00BC0437" w:rsidP="00BC0437">
            <w:pPr>
              <w:rPr>
                <w:rFonts w:eastAsia="Times New Roman"/>
                <w:szCs w:val="22"/>
                <w:lang w:eastAsia="en-US"/>
              </w:rPr>
            </w:pPr>
          </w:p>
        </w:tc>
        <w:tc>
          <w:tcPr>
            <w:tcW w:w="5198" w:type="dxa"/>
            <w:gridSpan w:val="2"/>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There is no collective license available from a collective administration organization, of which the library or archive is or should be aware, under which copies can be made.</w:t>
            </w:r>
          </w:p>
        </w:tc>
        <w:tc>
          <w:tcPr>
            <w:tcW w:w="1030" w:type="dxa"/>
            <w:vMerge/>
            <w:tcBorders>
              <w:bottom w:val="single" w:sz="4" w:space="0" w:color="auto"/>
            </w:tcBorders>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72"/>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Manufacture for sale or rental of any device or means specifically designed or adapted to prevent any device or means intended to impair the quality of copies made or prevent making copies is prohibited.</w:t>
            </w:r>
          </w:p>
          <w:p w:rsidR="00BC0437" w:rsidRPr="00BC0437" w:rsidRDefault="00BC0437" w:rsidP="00BC0437">
            <w:pPr>
              <w:rPr>
                <w:rFonts w:eastAsia="Times New Roman"/>
                <w:szCs w:val="22"/>
                <w:lang w:eastAsia="en-US"/>
              </w:rPr>
            </w:pPr>
            <w:r w:rsidRPr="00BC0437">
              <w:rPr>
                <w:rFonts w:eastAsia="Times New Roman"/>
                <w:szCs w:val="22"/>
                <w:lang w:eastAsia="en-US"/>
              </w:rPr>
              <w:t>Manufacture for sale or rental of any device or means that facilitate or enable the reception of encrypted programs broadcasted or transmitted through satellite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33(a)(1)-(2)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in order to make copies or restrict the reception of encrypted programs broadcasted or transmitted through satellite.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33(a)</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Temporary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temporary copies of a work.</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in the form of quotation, of a short part of a published work.</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14</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teaching purposes.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15</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The economic rights include a right of public lending, subject to Articles 13 to 20.</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10(a) &amp; 26(a)</w:t>
            </w: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“Reproduction” is making of one or more copies of a work or sound recording in any manner or form, including any permanent or temporary storage of the work or sound recording in electronic form.</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41</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lending” is the release of the original or a copy of a work or a sound recording for a limited period of time for nonprofit purpose, by an institution or a public service facility such as a public library or archive.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and Related Rights Act of the Maldives, No. 23/2010 (21 October 2010), available at http://www.wipo.int/wipolex/en/text.jsp?file_id=229881.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24 April 2014; rev. 14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012" w:name="_Toc421800789"/>
      <w:bookmarkStart w:id="1013" w:name="_Toc199663542"/>
      <w:bookmarkStart w:id="1014" w:name="_Toc207648538"/>
      <w:bookmarkStart w:id="1015" w:name="_Toc207649120"/>
      <w:bookmarkStart w:id="1016" w:name="_Toc207649557"/>
      <w:bookmarkStart w:id="1017" w:name="_Toc207649918"/>
      <w:bookmarkStart w:id="1018" w:name="_Toc207650318"/>
      <w:bookmarkStart w:id="1019" w:name="_Toc208637966"/>
      <w:r w:rsidRPr="00BC0437">
        <w:rPr>
          <w:lang w:eastAsia="en-US"/>
        </w:rPr>
        <w:t>Mali</w:t>
      </w:r>
      <w:bookmarkEnd w:id="101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 xml:space="preserve">Library User Request </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33(a)</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Whose activities do not directly or indirectly generate commercial profit.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article or short work or short extract of a work, with or without illustrations, published in a collection of a work or of an issue of a newspaper or periodical.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Other than a computer program.</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consent of the author or other owner of copyright.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meet the demand of an individual.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7"/>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“Reproduction” is defined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33(b)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Whose activities do not directly or indirectly generate commercial profit.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05"/>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authorization of the author or other owner of copyright.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Intended to preserve the original.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42"/>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Intended to replace a copy, if necessary, in case it is lost, destroyed, or rendered unusable in the permanent collection of another similar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“Reproduction” is defined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8"/>
        <w:gridCol w:w="5970"/>
      </w:tblGrid>
      <w:tr w:rsidR="00BC0437" w:rsidRPr="00BC0437" w:rsidTr="00BC0437">
        <w:tc>
          <w:tcPr>
            <w:tcW w:w="8838"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8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9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5250"/>
        <w:gridCol w:w="1080"/>
      </w:tblGrid>
      <w:tr w:rsidR="00BC0437" w:rsidRPr="00BC0437" w:rsidTr="00BC0437">
        <w:tc>
          <w:tcPr>
            <w:tcW w:w="8838"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25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making of a copy or copies of a fixed work.  Any sound or visual recording shall be considered as a reproduction for the purposes of this Act.  Reproduction includes storage of a work, an expression of folklore, a performance of a sound recording, or a video recording in digital form in an electronic medium.</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1(30)</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25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Brief provision adopting the license system of the Berne Appendix.</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34</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43"/>
            </w:r>
          </w:p>
        </w:tc>
        <w:tc>
          <w:tcPr>
            <w:tcW w:w="633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System of Literary and Artistic Property of Mali, Law No. 08-024 (23 July 2008), available at http://www.wipo.int/wipolex/en/text.jsp?file_id=197932.</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3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14 December 2007; rev. 27 August 2014; rev. 25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020" w:name="_Toc199663543"/>
      <w:bookmarkStart w:id="1021" w:name="_Toc207648539"/>
      <w:bookmarkStart w:id="1022" w:name="_Toc207649121"/>
      <w:bookmarkStart w:id="1023" w:name="_Toc207649558"/>
      <w:bookmarkStart w:id="1024" w:name="_Toc207649919"/>
      <w:bookmarkStart w:id="1025" w:name="_Toc207650319"/>
      <w:bookmarkStart w:id="1026" w:name="_Toc208637967"/>
      <w:bookmarkStart w:id="1027" w:name="_Toc421800790"/>
      <w:bookmarkEnd w:id="1013"/>
      <w:bookmarkEnd w:id="1014"/>
      <w:bookmarkEnd w:id="1015"/>
      <w:bookmarkEnd w:id="1016"/>
      <w:bookmarkEnd w:id="1017"/>
      <w:bookmarkEnd w:id="1018"/>
      <w:bookmarkEnd w:id="1019"/>
      <w:r w:rsidRPr="00BC0437">
        <w:rPr>
          <w:lang w:eastAsia="en-US"/>
        </w:rPr>
        <w:t>Malta</w:t>
      </w:r>
      <w:bookmarkEnd w:id="1020"/>
      <w:bookmarkEnd w:id="1021"/>
      <w:bookmarkEnd w:id="1022"/>
      <w:bookmarkEnd w:id="1023"/>
      <w:bookmarkEnd w:id="1024"/>
      <w:bookmarkEnd w:id="1025"/>
      <w:bookmarkEnd w:id="1026"/>
      <w:bookmarkEnd w:id="102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28" w:name="_Toc186015736"/>
            <w:bookmarkStart w:id="1029" w:name="malta"/>
            <w:r w:rsidRPr="00BC0437">
              <w:rPr>
                <w:rFonts w:eastAsia="Times New Roman"/>
                <w:b/>
                <w:szCs w:val="22"/>
                <w:lang w:eastAsia="en-US"/>
              </w:rPr>
              <w:t>Library Use</w:t>
            </w:r>
            <w:bookmarkEnd w:id="102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and publicly accessible libraries, educational establishments, and museums.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9(1)(d)</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Audiovisual works, databases, and literary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and musical or artistic works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acts of reproduction may not be for direct or indirect economic or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“Reproduction” means the making of one or more copies in any material form of a literary, musical or artistic work, audiovisual work or sound recording and includes storing such work in any medium by electronic means (Article 2).</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provisions of Article 9 shall also apply to the neighboring rights conferred by this Act.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30" w:name="_Toc186015737"/>
            <w:r w:rsidRPr="00BC0437">
              <w:rPr>
                <w:rFonts w:eastAsia="Times New Roman"/>
                <w:b/>
                <w:szCs w:val="22"/>
                <w:lang w:eastAsia="en-US"/>
              </w:rPr>
              <w:t>Research or Study (Making Available)</w:t>
            </w:r>
            <w:bookmarkEnd w:id="103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and publicly accessible libraries, educational establishments, and museums.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9(1)(v)</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 audiovisual work, a database, or a literary work contained in the institution’s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and musical or artistic works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communication is permitted where the works are not subject to purchase or licensing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by individual members of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dedicated terminals on the premises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provisions of Article 9 shall also apply to the neighboring rights conferred by this Act.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440"/>
        <w:gridCol w:w="360"/>
        <w:gridCol w:w="3398"/>
        <w:gridCol w:w="1030"/>
      </w:tblGrid>
      <w:tr w:rsidR="00BC0437" w:rsidRPr="00BC0437" w:rsidTr="00BC0437">
        <w:tc>
          <w:tcPr>
            <w:tcW w:w="8856" w:type="dxa"/>
            <w:gridSpan w:val="5"/>
            <w:shd w:val="clear" w:color="auto" w:fill="auto"/>
          </w:tcPr>
          <w:p w:rsidR="00BC0437" w:rsidRPr="00BC0437" w:rsidRDefault="00BC0437" w:rsidP="00BC0437">
            <w:pPr>
              <w:rPr>
                <w:rFonts w:eastAsia="Times New Roman"/>
                <w:b/>
                <w:szCs w:val="22"/>
                <w:lang w:eastAsia="en-US"/>
              </w:rPr>
            </w:pPr>
            <w:bookmarkStart w:id="1031" w:name="_Toc186015738"/>
            <w:r w:rsidRPr="00BC0437">
              <w:rPr>
                <w:rFonts w:eastAsia="Times New Roman"/>
                <w:b/>
                <w:szCs w:val="22"/>
                <w:lang w:eastAsia="en-US"/>
              </w:rPr>
              <w:t>Anti-Circumvention of Technological Protection Measures</w:t>
            </w:r>
            <w:bookmarkEnd w:id="103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42</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Circumventing technological measures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42(1)(c)</w:t>
            </w: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rental, or possessing for commercial purposes circumvention devices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42(1)(d)</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promoting, advertising, or marketing circumvention services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42(1)(e)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technological measures that prevent or restrict acts which are not authorized by the rightsholder, including access control or protection processes that achieve the protection objective.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w:t>
            </w:r>
          </w:p>
        </w:tc>
      </w:tr>
      <w:tr w:rsidR="00BC0437" w:rsidRPr="00BC0437" w:rsidTr="00BC0437">
        <w:trPr>
          <w:trHeight w:val="82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Where the application of technological measures to a work prevents a beneficiary of a copyright exception (including the library provision) from benefitting from that exception, the rightsholder shall make available to the beneficiary the means of benefitting from that exception.</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42(2)</w:t>
            </w: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Provided that the beneficiary has legal access to the protected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9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Provided that there is no voluntary measure taken by the rightsholder or agreement between the rightsholder and the other concerned party to enable the beneficiary to benefit from the copyright exception.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2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exception does not apply to works made available to the public on agreed contractual terms in such a way that members of the public may access them from a place and at a time individually chosen by them.</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130"/>
        <w:gridCol w:w="109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032" w:name="_Toc186015739"/>
            <w:r w:rsidRPr="00BC0437">
              <w:rPr>
                <w:rFonts w:eastAsia="Times New Roman"/>
                <w:b/>
                <w:szCs w:val="22"/>
                <w:lang w:eastAsia="en-US"/>
              </w:rPr>
              <w:t>Miscellaneous</w:t>
            </w:r>
            <w:bookmarkEnd w:id="103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exceptions and limitations in the Copyright Act shall only be applied in such particular cases which do not conflict with a normal exploitation of the work and do not unreasonably prejudice the legitimate interest of the rightsholder.</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where made by a natural person for private use for ends that are neither directly or indirectly commercial; fair compensation is required.  Certain works are excluded.</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9(1)(c)</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Implements the European Union directive on orphan works, 2012/28/EC.</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S.L. 415.05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in any material form of a literary, musical or artistic work, audiovisual work or sound recording and includes storing such work in any medium by electronic means.</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Malta, Cap. 415, No. XIII (14 August 2000), as amended through No. VIII (2011), available at http://www.wipo.int/wipolex/en/text.jsp?file_id=355524;</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Orphan Works Regulations, Subsidiary Legislation 415.05 (7 November 2014), available at http://www.justiceservices.gov.mt.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14 May 2015</w:t>
            </w:r>
          </w:p>
        </w:tc>
      </w:tr>
      <w:bookmarkEnd w:id="1029"/>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033" w:name="_Toc421800791"/>
      <w:r w:rsidRPr="00BC0437">
        <w:rPr>
          <w:lang w:eastAsia="en-US"/>
        </w:rPr>
        <w:t>Mauritania</w:t>
      </w:r>
      <w:bookmarkEnd w:id="103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Mauritania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2"/>
        <w:gridCol w:w="7024"/>
      </w:tblGrid>
      <w:tr w:rsidR="00BC0437" w:rsidRPr="00BC0437" w:rsidTr="00BC0437">
        <w:tc>
          <w:tcPr>
            <w:tcW w:w="8856" w:type="dxa"/>
            <w:gridSpan w:val="2"/>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7024" w:type="dxa"/>
          </w:tcPr>
          <w:p w:rsidR="00BC0437" w:rsidRPr="00BC0437" w:rsidRDefault="00BC0437" w:rsidP="00BC0437">
            <w:pPr>
              <w:rPr>
                <w:rFonts w:eastAsia="Times New Roman"/>
                <w:szCs w:val="22"/>
                <w:lang w:eastAsia="en-US"/>
              </w:rPr>
            </w:pPr>
            <w:r w:rsidRPr="00BC0437">
              <w:rPr>
                <w:rFonts w:eastAsia="Times New Roman"/>
                <w:szCs w:val="22"/>
                <w:lang w:eastAsia="en-US"/>
              </w:rPr>
              <w:t>See the footnote below.</w:t>
            </w:r>
            <w:r w:rsidRPr="00BC0437">
              <w:rPr>
                <w:rFonts w:eastAsia="Times New Roman"/>
                <w:szCs w:val="22"/>
                <w:vertAlign w:val="superscript"/>
                <w:lang w:eastAsia="en-US"/>
              </w:rPr>
              <w:footnoteReference w:id="44"/>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7024" w:type="dxa"/>
          </w:tcPr>
          <w:p w:rsidR="00BC0437" w:rsidRPr="00BC0437" w:rsidRDefault="00BC0437" w:rsidP="00BC0437">
            <w:pPr>
              <w:rPr>
                <w:rFonts w:eastAsia="Times New Roman"/>
                <w:szCs w:val="22"/>
                <w:lang w:eastAsia="en-US"/>
              </w:rPr>
            </w:pPr>
            <w:r w:rsidRPr="00BC0437">
              <w:rPr>
                <w:rFonts w:eastAsia="Times New Roman"/>
                <w:szCs w:val="22"/>
                <w:lang w:eastAsia="en-US"/>
              </w:rPr>
              <w:t>28 April 2014; rev. 14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034" w:name="_Toc199663544"/>
      <w:bookmarkStart w:id="1035" w:name="_Toc207648540"/>
      <w:bookmarkStart w:id="1036" w:name="_Toc207649122"/>
      <w:bookmarkStart w:id="1037" w:name="_Toc207649559"/>
      <w:bookmarkStart w:id="1038" w:name="_Toc207649920"/>
      <w:bookmarkStart w:id="1039" w:name="_Toc207650320"/>
      <w:bookmarkStart w:id="1040" w:name="_Toc208637968"/>
      <w:bookmarkStart w:id="1041" w:name="_Toc421800792"/>
      <w:r w:rsidRPr="00BC0437">
        <w:rPr>
          <w:lang w:eastAsia="en-US"/>
        </w:rPr>
        <w:t>Mauritius</w:t>
      </w:r>
      <w:bookmarkEnd w:id="1034"/>
      <w:bookmarkEnd w:id="1035"/>
      <w:bookmarkEnd w:id="1036"/>
      <w:bookmarkEnd w:id="1037"/>
      <w:bookmarkEnd w:id="1038"/>
      <w:bookmarkEnd w:id="1039"/>
      <w:bookmarkEnd w:id="1040"/>
      <w:bookmarkEnd w:id="104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042" w:name="mauritiu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43" w:name="_Toc186015741"/>
            <w:r w:rsidRPr="00BC0437">
              <w:rPr>
                <w:rFonts w:eastAsia="Times New Roman"/>
                <w:b/>
                <w:szCs w:val="22"/>
                <w:lang w:eastAsia="en-US"/>
              </w:rPr>
              <w:t>Research or Study</w:t>
            </w:r>
            <w:bookmarkEnd w:id="1043"/>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library or archive.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94"/>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or other short works or short extracts.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3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is no collective license available under which such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to satisfy the request of a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be satisfied that the copy will be used solely for the permitted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44" w:name="_Toc186015742"/>
            <w:r w:rsidRPr="00BC0437">
              <w:rPr>
                <w:rFonts w:eastAsia="Times New Roman"/>
                <w:b/>
                <w:szCs w:val="22"/>
                <w:lang w:eastAsia="en-US"/>
              </w:rPr>
              <w:t>Preservation and Replacement</w:t>
            </w:r>
            <w:bookmarkEnd w:id="104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library or archive.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in the permanent collection of the library or archive making the copy or in the collection of another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2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can only be made if it is impossible to obtain the work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in the event that it is lost, destroyed, or rendered unusable, replace a copy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similar library or archive a copy of the work which has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45" w:name="_Toc184805075"/>
            <w:bookmarkStart w:id="1046" w:name="_Toc186015743"/>
            <w:r w:rsidRPr="00BC0437">
              <w:rPr>
                <w:rFonts w:eastAsia="Times New Roman"/>
                <w:b/>
                <w:szCs w:val="22"/>
                <w:lang w:eastAsia="en-US"/>
              </w:rPr>
              <w:t>Anti-Circumvention of Technological Protection Measures</w:t>
            </w:r>
            <w:bookmarkEnd w:id="1045"/>
            <w:bookmarkEnd w:id="104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37(1) &amp; (2)</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Produce, import, sell, etc.,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The provisions relate to technical measures used to control uses of works by applying restrictions on access or protection processes.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rightsholder shall remove the technological protection as necessary to enable the beneficiary of an exception to use it.  The statute lists specific exceptions, including Section 21.  This provision does not apply if the works are made available to the public on terms such that members of the public may access the works at a time and place of their choosing.</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37(3) &amp; (4)</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047" w:name="_Toc186015744"/>
            <w:r w:rsidRPr="00BC0437">
              <w:rPr>
                <w:rFonts w:eastAsia="Times New Roman"/>
                <w:b/>
                <w:szCs w:val="22"/>
                <w:lang w:eastAsia="en-US"/>
              </w:rPr>
              <w:t>Miscellaneous</w:t>
            </w:r>
            <w:bookmarkEnd w:id="1047"/>
          </w:p>
        </w:tc>
      </w:tr>
      <w:tr w:rsidR="00BC0437" w:rsidRPr="00BC0437" w:rsidTr="00BC0437">
        <w:trPr>
          <w:trHeight w:val="41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means the making of facsimile copies of the original or a copy of a work by means other than printing, such as photocopying, whether or not they are reduced or enlarged in scale.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rPr>
          <w:trHeight w:val="41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reproduction of published works in single copy for personal purposes is permitted, under specified conditions.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w:t>
            </w:r>
          </w:p>
        </w:tc>
      </w:tr>
      <w:tr w:rsidR="00BC0437" w:rsidRPr="00BC0437" w:rsidTr="00BC0437">
        <w:trPr>
          <w:trHeight w:val="41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library or archive whose activities do not directly or indirectly serve commercial gain may lend certain specified works to the public without the author’s authorization but subject to equitable remuneration.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27</w:t>
            </w:r>
          </w:p>
        </w:tc>
      </w:tr>
      <w:tr w:rsidR="00BC0437" w:rsidRPr="00BC0437" w:rsidTr="00BC0437">
        <w:trPr>
          <w:trHeight w:val="41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limited uses to serve the needs of persons who are blind, visually impaired, or print disabled.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Mauritius, No. 2 (21 April 2014), available at http://www.wipo.int/wipolex/en/text.jsp?file_id=352198.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14 May 2015</w:t>
            </w:r>
          </w:p>
        </w:tc>
      </w:tr>
      <w:bookmarkEnd w:id="1042"/>
    </w:tbl>
    <w:p w:rsidR="00BC0437" w:rsidRPr="00BC0437" w:rsidRDefault="00BC0437" w:rsidP="00BC0437">
      <w:pPr>
        <w:keepNext/>
        <w:outlineLvl w:val="1"/>
        <w:rPr>
          <w:rFonts w:eastAsia="Times New Roman"/>
          <w:b/>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048" w:name="_Toc199663545"/>
      <w:bookmarkStart w:id="1049" w:name="_Toc207648542"/>
      <w:bookmarkStart w:id="1050" w:name="_Toc207649124"/>
      <w:bookmarkStart w:id="1051" w:name="_Toc207649560"/>
      <w:bookmarkStart w:id="1052" w:name="_Toc207649921"/>
      <w:bookmarkStart w:id="1053" w:name="_Toc207650321"/>
      <w:bookmarkStart w:id="1054" w:name="_Toc208637969"/>
      <w:bookmarkStart w:id="1055" w:name="_Toc421800793"/>
      <w:r w:rsidRPr="00BC0437">
        <w:rPr>
          <w:lang w:eastAsia="en-US"/>
        </w:rPr>
        <w:t>Mexico</w:t>
      </w:r>
      <w:bookmarkEnd w:id="1048"/>
      <w:bookmarkEnd w:id="1049"/>
      <w:bookmarkEnd w:id="1050"/>
      <w:bookmarkEnd w:id="1051"/>
      <w:bookmarkEnd w:id="1052"/>
      <w:bookmarkEnd w:id="1053"/>
      <w:bookmarkEnd w:id="1054"/>
      <w:bookmarkEnd w:id="105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148</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Alteration?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 alteration of the work permitted.</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056" w:name="mexico"/>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57" w:name="_Toc186015745"/>
            <w:r w:rsidRPr="00BC0437">
              <w:rPr>
                <w:rFonts w:eastAsia="Times New Roman"/>
                <w:b/>
                <w:szCs w:val="22"/>
                <w:lang w:eastAsia="en-US"/>
              </w:rPr>
              <w:t>Preservation</w:t>
            </w:r>
            <w:bookmarkEnd w:id="1057"/>
          </w:p>
        </w:tc>
      </w:tr>
      <w:tr w:rsidR="00BC0437" w:rsidRPr="00BC0437" w:rsidTr="00BC0437">
        <w:trPr>
          <w:trHeight w:val="278"/>
        </w:trPr>
        <w:tc>
          <w:tcPr>
            <w:tcW w:w="2628" w:type="dxa"/>
            <w:vMerge w:val="restart"/>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and libraries.</w:t>
            </w:r>
          </w:p>
        </w:tc>
        <w:tc>
          <w:tcPr>
            <w:tcW w:w="1030" w:type="dxa"/>
            <w:vMerge w:val="restart"/>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148(V)</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and artistic works already disclosed.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the work is out of print, not cataloged, or in danger of becoming unavailable.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9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security and preservation.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42"/>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Provided that the normal exploitation of the work will not be affected.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utilization of the performances, phonographs, videotapes or broadcasts of interpretive or performing artists, producers of phonographs, videotapes, or broadcasting organizations shall not constitute violations to their rights when the use complies with Article 148.</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151(IV)</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58" w:name="_Toc186015746"/>
            <w:r w:rsidRPr="00BC0437">
              <w:rPr>
                <w:rFonts w:eastAsia="Times New Roman"/>
                <w:b/>
                <w:szCs w:val="22"/>
                <w:lang w:eastAsia="en-US"/>
              </w:rPr>
              <w:t>Anti-Circumvention of Technological Protection Measures</w:t>
            </w:r>
            <w:bookmarkEnd w:id="105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statute is generally limited to systems that are technical protection of computer programs, or of transmissions by electromagnetic waves and over telecommunication networks, or of programs containing electronic visual elements.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112</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Using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Importing, manufacturing, or distributing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130"/>
        <w:gridCol w:w="1440"/>
      </w:tblGrid>
      <w:tr w:rsidR="00BC0437" w:rsidRPr="00BC0437" w:rsidTr="00BC0437">
        <w:tc>
          <w:tcPr>
            <w:tcW w:w="8838" w:type="dxa"/>
            <w:gridSpan w:val="3"/>
            <w:shd w:val="clear" w:color="auto" w:fill="auto"/>
          </w:tcPr>
          <w:p w:rsidR="00BC0437" w:rsidRPr="00BC0437" w:rsidRDefault="00BC0437" w:rsidP="00BC0437">
            <w:pPr>
              <w:rPr>
                <w:rFonts w:eastAsia="Times New Roman"/>
                <w:b/>
                <w:szCs w:val="22"/>
                <w:lang w:eastAsia="en-US"/>
              </w:rPr>
            </w:pPr>
            <w:bookmarkStart w:id="1059" w:name="_Toc186015747"/>
            <w:r w:rsidRPr="00BC0437">
              <w:rPr>
                <w:rFonts w:eastAsia="Times New Roman"/>
                <w:b/>
                <w:szCs w:val="22"/>
                <w:lang w:eastAsia="en-US"/>
              </w:rPr>
              <w:t>Miscellaneous</w:t>
            </w:r>
            <w:bookmarkEnd w:id="1059"/>
          </w:p>
        </w:tc>
      </w:tr>
      <w:tr w:rsidR="00BC0437" w:rsidRPr="00BC0437" w:rsidTr="00BC0437">
        <w:tc>
          <w:tcPr>
            <w:tcW w:w="22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Interest</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government may authorize publication of a translation of a work when necessary for the advancement of science and national culture and education and it is not possible to obtain permission.</w:t>
            </w: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147</w:t>
            </w:r>
          </w:p>
        </w:tc>
      </w:tr>
      <w:tr w:rsidR="00BC0437" w:rsidRPr="00BC0437" w:rsidTr="00BC0437">
        <w:tc>
          <w:tcPr>
            <w:tcW w:w="226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of parts of literary and artistic works that have been disclosed for scientific, literary, or artistic criticism and investigation.</w:t>
            </w: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148(III)</w:t>
            </w:r>
          </w:p>
        </w:tc>
      </w:tr>
      <w:tr w:rsidR="00BC0437" w:rsidRPr="00BC0437" w:rsidTr="00BC0437">
        <w:tc>
          <w:tcPr>
            <w:tcW w:w="2268" w:type="dxa"/>
            <w:vMerge/>
            <w:shd w:val="clear" w:color="auto" w:fill="auto"/>
          </w:tcPr>
          <w:p w:rsidR="00BC0437" w:rsidRPr="00BC0437" w:rsidRDefault="00BC0437" w:rsidP="00BC0437">
            <w:pPr>
              <w:rPr>
                <w:rFonts w:eastAsia="Times New Roman"/>
                <w:szCs w:val="22"/>
                <w:lang w:eastAsia="en-US"/>
              </w:rPr>
            </w:pP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one-time reproduction of a single literary or artistic work that has been disclosed for the private personal use of the person who makes it, without gainful intent.  A legal entity may not use this provision, other than an educational or research institution.</w:t>
            </w: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148(IV)</w:t>
            </w:r>
          </w:p>
        </w:tc>
      </w:tr>
      <w:tr w:rsidR="00BC0437" w:rsidRPr="00BC0437" w:rsidTr="00BC0437">
        <w:tc>
          <w:tcPr>
            <w:tcW w:w="22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statutory exceptions apply only when the normal exploitation of the work is not adversely affected by the use.</w:t>
            </w: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148</w:t>
            </w:r>
          </w:p>
        </w:tc>
      </w:tr>
      <w:tr w:rsidR="00BC0437" w:rsidRPr="00BC0437" w:rsidTr="00BC0437">
        <w:tc>
          <w:tcPr>
            <w:tcW w:w="22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making of one or more copies of a work, a phonograph or a videotape, in any tangible form, including any permanent or temporary storage on electronic media, including a two dimensional reproduction of a three dimensional work, or vice versa.</w:t>
            </w: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w:t>
            </w:r>
          </w:p>
        </w:tc>
      </w:tr>
      <w:tr w:rsidR="00BC0437" w:rsidRPr="00BC0437" w:rsidTr="00BC0437">
        <w:tc>
          <w:tcPr>
            <w:tcW w:w="22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45"/>
            </w:r>
          </w:p>
        </w:tc>
        <w:tc>
          <w:tcPr>
            <w:tcW w:w="657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Federal Copyright Law of Mexico (5 December 1996), as amended through 14 July 2014, available at http://www.wipo.int/wipolex/en/text.jsp?file_id=340767;</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Regulations under the Federal Copyright Law of Mexico (14 September 2005), available at http://www.indautor.gob.mx/ingles/documentos_normas/reglamento_ing.pdf.</w:t>
            </w:r>
          </w:p>
        </w:tc>
      </w:tr>
      <w:tr w:rsidR="00BC0437" w:rsidRPr="00BC0437" w:rsidTr="00BC0437">
        <w:tc>
          <w:tcPr>
            <w:tcW w:w="22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57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14 May 2015</w:t>
            </w:r>
          </w:p>
        </w:tc>
      </w:tr>
    </w:tbl>
    <w:p w:rsidR="00BC0437" w:rsidRPr="00BC0437" w:rsidRDefault="00BC0437" w:rsidP="00BC0437">
      <w:pPr>
        <w:rPr>
          <w:rFonts w:eastAsia="Times New Roman"/>
          <w:szCs w:val="22"/>
          <w:lang w:eastAsia="en-US"/>
        </w:rPr>
      </w:pPr>
    </w:p>
    <w:bookmarkEnd w:id="1056"/>
    <w:p w:rsidR="00BC0437" w:rsidRPr="00BC0437" w:rsidRDefault="00BC0437" w:rsidP="003F1670">
      <w:pPr>
        <w:pStyle w:val="Heading2"/>
        <w:rPr>
          <w:lang w:eastAsia="en-US"/>
        </w:rPr>
      </w:pPr>
      <w:r w:rsidRPr="00BC0437">
        <w:rPr>
          <w:lang w:eastAsia="en-US"/>
        </w:rPr>
        <w:br w:type="page"/>
      </w:r>
      <w:bookmarkStart w:id="1060" w:name="_Toc421800794"/>
      <w:r w:rsidRPr="00BC0437">
        <w:rPr>
          <w:lang w:eastAsia="en-US"/>
        </w:rPr>
        <w:t>Monaco</w:t>
      </w:r>
      <w:bookmarkEnd w:id="106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Monaco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literary or artistic works for publications that are scientific, educational, or part of anthologies.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Literary and Artistic Property of Monaco, No. 491 (24 November 1948), available at http://www.wipo.int/wipolex/en/text.jsp?file_id=216484.</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24 April 2014; rev. 14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061" w:name="_Toc421800795"/>
      <w:bookmarkStart w:id="1062" w:name="_Toc199663547"/>
      <w:bookmarkStart w:id="1063" w:name="_Toc207648545"/>
      <w:bookmarkStart w:id="1064" w:name="_Toc207649127"/>
      <w:bookmarkStart w:id="1065" w:name="_Toc207649562"/>
      <w:bookmarkStart w:id="1066" w:name="_Toc207649923"/>
      <w:bookmarkStart w:id="1067" w:name="_Toc207650323"/>
      <w:bookmarkStart w:id="1068" w:name="_Toc208637971"/>
      <w:r w:rsidRPr="00BC0437">
        <w:rPr>
          <w:lang w:eastAsia="en-US"/>
        </w:rPr>
        <w:t>Mongolia</w:t>
      </w:r>
      <w:bookmarkEnd w:id="106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Library Use</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Mention shall be made of the name of the author.</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24.3</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Mention shall be made of the source.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24.1.3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works that are held in collections of archives, museums, or libraries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6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following conditions shall be considered in the application of this exception: (1) any nonprofit purpose; (2) the extent of the use and the importance of the parts used; and (3) the value of the work and the effect of the use on the market.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24.2</w:t>
            </w:r>
          </w:p>
        </w:tc>
      </w:tr>
      <w:tr w:rsidR="00BC0437" w:rsidRPr="00BC0437" w:rsidTr="00BC0437">
        <w:trPr>
          <w:trHeight w:val="406"/>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be used only without contradicting the normal exploitation of published works and without affecting the legal interests of the right holders.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General provision allowing copying for private use, subject to some of the conditions of Article 24.</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24.1.8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Law of Copyright and Related Rights of Mongolia (22 June 1993), as amended through Law No. 7 (19 January 2006), available at http://www.wipo.int/wipolex/en/text.jsp?file_id=203959.</w:t>
            </w:r>
          </w:p>
        </w:tc>
      </w:tr>
      <w:tr w:rsidR="00BC0437" w:rsidRPr="00BC0437" w:rsidTr="00BC0437">
        <w:trPr>
          <w:trHeight w:val="17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29 August 2014; rev. 14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069" w:name="_Toc421800796"/>
      <w:bookmarkEnd w:id="1062"/>
      <w:bookmarkEnd w:id="1063"/>
      <w:bookmarkEnd w:id="1064"/>
      <w:bookmarkEnd w:id="1065"/>
      <w:bookmarkEnd w:id="1066"/>
      <w:bookmarkEnd w:id="1067"/>
      <w:bookmarkEnd w:id="1068"/>
      <w:r w:rsidRPr="00BC0437">
        <w:rPr>
          <w:lang w:eastAsia="en-US"/>
        </w:rPr>
        <w:t>Montenegro</w:t>
      </w:r>
      <w:bookmarkEnd w:id="106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Internal Use</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archive, library, museum, or educational or scientific establishment.</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52(2)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disclosed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Copy may be made only from a copy owned by that legal entity.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autoSpaceDE w:val="0"/>
              <w:autoSpaceDN w:val="0"/>
              <w:adjustRightInd w:val="0"/>
              <w:rPr>
                <w:rFonts w:eastAsia="Calibri"/>
                <w:szCs w:val="22"/>
                <w:lang w:eastAsia="en-US"/>
              </w:rPr>
            </w:pPr>
            <w:r w:rsidRPr="00BC0437">
              <w:rPr>
                <w:rFonts w:eastAsia="Calibri"/>
                <w:szCs w:val="22"/>
                <w:lang w:eastAsia="en-US"/>
              </w:rPr>
              <w:t>Generally does not permit copies of entire books, sheet music, electronic databases, computer programs, as well as to the execution of architectural objects according to the design.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of an entire book is allowed if </w:t>
            </w:r>
            <w:r w:rsidRPr="00BC0437">
              <w:rPr>
                <w:rFonts w:eastAsia="Calibri"/>
                <w:szCs w:val="22"/>
                <w:lang w:eastAsia="en-US"/>
              </w:rPr>
              <w:t>such book has been out of print for a minimum of two years.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of sheet music is allowed if </w:t>
            </w:r>
            <w:r w:rsidRPr="00BC0437">
              <w:rPr>
                <w:rFonts w:eastAsia="Calibri"/>
                <w:szCs w:val="22"/>
                <w:lang w:eastAsia="en-US"/>
              </w:rPr>
              <w:t>transcripts are made in handwriting.</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Article 52 does not apply to computer programs (Article 113).</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Article 52 applies to the use of a substantial part of a disclosed database by an authorized user (Article 144).</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internal use.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medium.</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more than three copies.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Must not be done for direct or indirect economic advantage.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allowed without payment of remuneration.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allowed without acquiring the economic rights.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autoSpaceDE w:val="0"/>
              <w:autoSpaceDN w:val="0"/>
              <w:adjustRightInd w:val="0"/>
              <w:rPr>
                <w:rFonts w:eastAsia="Times New Roman"/>
                <w:szCs w:val="22"/>
                <w:lang w:eastAsia="en-US"/>
              </w:rPr>
            </w:pPr>
            <w:r w:rsidRPr="00BC0437">
              <w:rPr>
                <w:rFonts w:eastAsia="Calibri"/>
                <w:szCs w:val="22"/>
                <w:lang w:eastAsia="en-US"/>
              </w:rPr>
              <w:t>The exception applies, provided it does not conflict with a normal exploitation of the work and does not unreasonably prejudice the legitimate interests of the author (Article 45, Par. (1)).</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autoSpaceDE w:val="0"/>
              <w:autoSpaceDN w:val="0"/>
              <w:adjustRightInd w:val="0"/>
              <w:rPr>
                <w:rFonts w:eastAsia="Calibri"/>
                <w:szCs w:val="22"/>
                <w:lang w:eastAsia="en-US"/>
              </w:rPr>
            </w:pPr>
            <w:r w:rsidRPr="00BC0437">
              <w:rPr>
                <w:rFonts w:eastAsia="Calibri"/>
                <w:szCs w:val="22"/>
                <w:lang w:eastAsia="en-US"/>
              </w:rPr>
              <w:t>The user shall indicate the source and authorship of the work, unless this is not possible (Article 45, Par. (4)).</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autoSpaceDE w:val="0"/>
              <w:autoSpaceDN w:val="0"/>
              <w:adjustRightInd w:val="0"/>
              <w:rPr>
                <w:rFonts w:eastAsia="Times New Roman"/>
                <w:b/>
                <w:szCs w:val="22"/>
                <w:lang w:eastAsia="en-US"/>
              </w:rPr>
            </w:pPr>
            <w:r w:rsidRPr="00BC0437">
              <w:rPr>
                <w:rFonts w:eastAsia="Calibri"/>
                <w:szCs w:val="22"/>
                <w:lang w:eastAsia="en-US"/>
              </w:rPr>
              <w:t>Archives, libraries, museums, and educational or scientific establishments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60</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Calibri"/>
                <w:szCs w:val="22"/>
                <w:lang w:eastAsia="en-US"/>
              </w:rPr>
              <w:t>Copyright works contained in collections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autoSpaceDE w:val="0"/>
              <w:autoSpaceDN w:val="0"/>
              <w:adjustRightInd w:val="0"/>
              <w:rPr>
                <w:rFonts w:eastAsia="Calibri"/>
                <w:szCs w:val="22"/>
                <w:lang w:eastAsia="en-US"/>
              </w:rPr>
            </w:pPr>
            <w:r w:rsidRPr="00BC0437">
              <w:rPr>
                <w:rFonts w:eastAsia="Calibri"/>
                <w:szCs w:val="22"/>
                <w:lang w:eastAsia="en-US"/>
              </w:rPr>
              <w:t>Provided the use of such works is not subject to purchase or licensing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Calibri"/>
                <w:szCs w:val="22"/>
                <w:lang w:eastAsia="en-US"/>
              </w:rPr>
              <w:t>Uses for the purpose of research or personal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b/>
                <w:szCs w:val="22"/>
                <w:lang w:eastAsia="en-US"/>
              </w:rPr>
            </w:pPr>
            <w:r w:rsidRPr="00BC0437">
              <w:rPr>
                <w:rFonts w:eastAsia="Calibri"/>
                <w:szCs w:val="22"/>
                <w:lang w:eastAsia="en-US"/>
              </w:rPr>
              <w:t>By natural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Calibri"/>
                <w:szCs w:val="22"/>
                <w:lang w:eastAsia="en-US"/>
              </w:rPr>
              <w:t>Through dedicated terminals on the premises of the listed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4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Calibri"/>
                <w:szCs w:val="22"/>
                <w:lang w:eastAsia="en-US"/>
              </w:rPr>
              <w:t>Use allowed without payment of remuneration.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4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autoSpaceDE w:val="0"/>
              <w:autoSpaceDN w:val="0"/>
              <w:adjustRightInd w:val="0"/>
              <w:rPr>
                <w:rFonts w:eastAsia="Calibri"/>
                <w:szCs w:val="22"/>
                <w:lang w:eastAsia="en-US"/>
              </w:rPr>
            </w:pPr>
            <w:r w:rsidRPr="00BC0437">
              <w:rPr>
                <w:rFonts w:eastAsia="Times New Roman"/>
                <w:szCs w:val="22"/>
                <w:lang w:eastAsia="en-US"/>
              </w:rPr>
              <w:t>Use allowed without acquiring the economic rights.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186</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186</w:t>
            </w: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rental, or possessing for commercial purposes of devices is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186</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Trafficking in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or protect a right of the copyright owner.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185; Art. 186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autoSpaceDE w:val="0"/>
              <w:autoSpaceDN w:val="0"/>
              <w:adjustRightInd w:val="0"/>
              <w:rPr>
                <w:rFonts w:eastAsia="Times New Roman"/>
                <w:szCs w:val="22"/>
                <w:lang w:eastAsia="en-US"/>
              </w:rPr>
            </w:pPr>
            <w:r w:rsidRPr="00BC0437">
              <w:rPr>
                <w:rFonts w:eastAsia="Calibri"/>
                <w:szCs w:val="22"/>
                <w:lang w:eastAsia="en-US"/>
              </w:rPr>
              <w:t>A rightsholder who uses technological measures shall make available, upon request and without undue delay, appropriate means to enforce many of the copyright exceptions, including the exception for “internal reproduction,” evidently referring to the library provision of Article 52.</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188</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5"/>
        <w:gridCol w:w="5651"/>
        <w:gridCol w:w="95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Exhaustion of Right of Distribution</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Right of distribution is exhausted in respect to originals and copies of the work if the first sale or other transfer of ownership of that object is effected by the rightsholder or with his consent.</w:t>
            </w:r>
          </w:p>
        </w:tc>
        <w:tc>
          <w:tcPr>
            <w:tcW w:w="950" w:type="dxa"/>
          </w:tcPr>
          <w:p w:rsidR="00BC0437" w:rsidRPr="00BC0437" w:rsidRDefault="00BC0437" w:rsidP="00BC0437">
            <w:pPr>
              <w:rPr>
                <w:rFonts w:eastAsia="Times New Roman"/>
                <w:szCs w:val="22"/>
                <w:lang w:eastAsia="en-US"/>
              </w:rPr>
            </w:pPr>
            <w:r w:rsidRPr="00BC0437">
              <w:rPr>
                <w:rFonts w:eastAsia="Times New Roman"/>
                <w:szCs w:val="22"/>
                <w:lang w:eastAsia="en-US"/>
              </w:rPr>
              <w:t>Art. 42</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Teaching Purposes</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to communicate to the public, or perform a disclosed work for teaching.</w:t>
            </w:r>
          </w:p>
        </w:tc>
        <w:tc>
          <w:tcPr>
            <w:tcW w:w="950" w:type="dxa"/>
          </w:tcPr>
          <w:p w:rsidR="00BC0437" w:rsidRPr="00BC0437" w:rsidRDefault="00BC0437" w:rsidP="00BC0437">
            <w:pPr>
              <w:rPr>
                <w:rFonts w:eastAsia="Times New Roman"/>
                <w:szCs w:val="22"/>
                <w:lang w:eastAsia="en-US"/>
              </w:rPr>
            </w:pPr>
            <w:r w:rsidRPr="00BC0437">
              <w:rPr>
                <w:rFonts w:eastAsia="Times New Roman"/>
                <w:szCs w:val="22"/>
                <w:lang w:eastAsia="en-US"/>
              </w:rPr>
              <w:t>Art. 46(1); Art. 46(2); Art. 51</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Persons with a Disability</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use or make copies of a work for the benefit of people with a disability.</w:t>
            </w:r>
          </w:p>
        </w:tc>
        <w:tc>
          <w:tcPr>
            <w:tcW w:w="950" w:type="dxa"/>
          </w:tcPr>
          <w:p w:rsidR="00BC0437" w:rsidRPr="00BC0437" w:rsidRDefault="00BC0437" w:rsidP="00BC0437">
            <w:pPr>
              <w:rPr>
                <w:rFonts w:eastAsia="Times New Roman"/>
                <w:szCs w:val="22"/>
                <w:lang w:eastAsia="en-US"/>
              </w:rPr>
            </w:pPr>
            <w:r w:rsidRPr="00BC0437">
              <w:rPr>
                <w:rFonts w:eastAsia="Times New Roman"/>
                <w:szCs w:val="22"/>
                <w:lang w:eastAsia="en-US"/>
              </w:rPr>
              <w:t>Art. 48</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personal use.</w:t>
            </w:r>
          </w:p>
        </w:tc>
        <w:tc>
          <w:tcPr>
            <w:tcW w:w="950" w:type="dxa"/>
          </w:tcPr>
          <w:p w:rsidR="00BC0437" w:rsidRPr="00BC0437" w:rsidRDefault="00BC0437" w:rsidP="00BC0437">
            <w:pPr>
              <w:rPr>
                <w:rFonts w:eastAsia="Times New Roman"/>
                <w:szCs w:val="22"/>
                <w:lang w:eastAsia="en-US"/>
              </w:rPr>
            </w:pPr>
            <w:r w:rsidRPr="00BC0437">
              <w:rPr>
                <w:rFonts w:eastAsia="Times New Roman"/>
                <w:szCs w:val="22"/>
                <w:lang w:eastAsia="en-US"/>
              </w:rPr>
              <w:t>Art. 52(1)</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of quotation.</w:t>
            </w:r>
          </w:p>
        </w:tc>
        <w:tc>
          <w:tcPr>
            <w:tcW w:w="950" w:type="dxa"/>
          </w:tcPr>
          <w:p w:rsidR="00BC0437" w:rsidRPr="00BC0437" w:rsidRDefault="00BC0437" w:rsidP="00BC0437">
            <w:pPr>
              <w:rPr>
                <w:rFonts w:eastAsia="Times New Roman"/>
                <w:szCs w:val="22"/>
                <w:lang w:eastAsia="en-US"/>
              </w:rPr>
            </w:pPr>
            <w:r w:rsidRPr="00BC0437">
              <w:rPr>
                <w:rFonts w:eastAsia="Times New Roman"/>
                <w:szCs w:val="22"/>
                <w:lang w:eastAsia="en-US"/>
              </w:rPr>
              <w:t>Art. 53</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Free Adaptations</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adapt disclosed works for private use, for parody, cartoon or pastiche, or the adaptation is indispensable for the purpose of the use of the work.</w:t>
            </w:r>
          </w:p>
        </w:tc>
        <w:tc>
          <w:tcPr>
            <w:tcW w:w="950" w:type="dxa"/>
          </w:tcPr>
          <w:p w:rsidR="00BC0437" w:rsidRPr="00BC0437" w:rsidRDefault="00BC0437" w:rsidP="00BC0437">
            <w:pPr>
              <w:rPr>
                <w:rFonts w:eastAsia="Times New Roman"/>
                <w:szCs w:val="22"/>
                <w:lang w:eastAsia="en-US"/>
              </w:rPr>
            </w:pPr>
            <w:r w:rsidRPr="00BC0437">
              <w:rPr>
                <w:rFonts w:eastAsia="Times New Roman"/>
                <w:szCs w:val="22"/>
                <w:lang w:eastAsia="en-US"/>
              </w:rPr>
              <w:t>Art. 58</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Remuneration</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have a right to a share of remuneration associated with copying under Article 52, but that remuneration is paid on first sale or importation of some reproduction equipment and blank audio and video media.</w:t>
            </w:r>
          </w:p>
        </w:tc>
        <w:tc>
          <w:tcPr>
            <w:tcW w:w="950" w:type="dxa"/>
          </w:tcPr>
          <w:p w:rsidR="00BC0437" w:rsidRPr="00BC0437" w:rsidRDefault="00BC0437" w:rsidP="00BC0437">
            <w:pPr>
              <w:rPr>
                <w:rFonts w:eastAsia="Times New Roman"/>
                <w:szCs w:val="22"/>
                <w:lang w:eastAsia="en-US"/>
              </w:rPr>
            </w:pPr>
            <w:r w:rsidRPr="00BC0437">
              <w:rPr>
                <w:rFonts w:eastAsia="Times New Roman"/>
                <w:szCs w:val="22"/>
                <w:lang w:eastAsia="en-US"/>
              </w:rPr>
              <w:t>Art. 36</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Non-Waiver of Exception</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The copyright exceptions in Article 52 and many other provisions may not be waived.  A contract stipulating such a waiver is null and void.</w:t>
            </w:r>
          </w:p>
        </w:tc>
        <w:tc>
          <w:tcPr>
            <w:tcW w:w="950" w:type="dxa"/>
          </w:tcPr>
          <w:p w:rsidR="00BC0437" w:rsidRPr="00BC0437" w:rsidRDefault="00BC0437" w:rsidP="00BC0437">
            <w:pPr>
              <w:rPr>
                <w:rFonts w:eastAsia="Times New Roman"/>
                <w:szCs w:val="22"/>
                <w:lang w:eastAsia="en-US"/>
              </w:rPr>
            </w:pPr>
            <w:r w:rsidRPr="00BC0437">
              <w:rPr>
                <w:rFonts w:eastAsia="Times New Roman"/>
                <w:szCs w:val="22"/>
                <w:lang w:eastAsia="en-US"/>
              </w:rPr>
              <w:t>Art. 45</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Article 52 applies to “disclosed works.”  “Disclosure” </w:t>
            </w:r>
            <w:r w:rsidRPr="00BC0437">
              <w:rPr>
                <w:rFonts w:eastAsia="Calibri"/>
                <w:szCs w:val="22"/>
                <w:lang w:eastAsia="en-US"/>
              </w:rPr>
              <w:t>is the making a copyright work or subject matter of related rights available to the public with the authorization of the authorized person.</w:t>
            </w:r>
          </w:p>
        </w:tc>
        <w:tc>
          <w:tcPr>
            <w:tcW w:w="950" w:type="dxa"/>
          </w:tcPr>
          <w:p w:rsidR="00BC0437" w:rsidRPr="00BC0437" w:rsidRDefault="00BC0437" w:rsidP="00BC0437">
            <w:pPr>
              <w:rPr>
                <w:rFonts w:eastAsia="Times New Roman"/>
                <w:szCs w:val="22"/>
                <w:lang w:eastAsia="en-US"/>
              </w:rPr>
            </w:pPr>
            <w:r w:rsidRPr="00BC0437">
              <w:rPr>
                <w:rFonts w:eastAsia="Times New Roman"/>
                <w:szCs w:val="22"/>
                <w:lang w:eastAsia="en-US"/>
              </w:rPr>
              <w:t>Art. 3</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601"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Related Rights of Montenegro, No. 07-1/11-1/15 (12 July 2011; promulgated by Decree No. 01-933/2 of 25 July 2011), available at http://www.wipo.int/wipolex/en/text.jsp?file_id=248552.</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601"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24 April 2014; rev. 14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070" w:name="_Toc199663548"/>
      <w:bookmarkStart w:id="1071" w:name="_Toc207648546"/>
      <w:bookmarkStart w:id="1072" w:name="_Toc207649128"/>
      <w:bookmarkStart w:id="1073" w:name="_Toc207649563"/>
      <w:bookmarkStart w:id="1074" w:name="_Toc207649924"/>
      <w:bookmarkStart w:id="1075" w:name="_Toc207650324"/>
      <w:bookmarkStart w:id="1076" w:name="_Toc208637972"/>
      <w:bookmarkStart w:id="1077" w:name="_Toc421800797"/>
      <w:r w:rsidRPr="00BC0437">
        <w:rPr>
          <w:lang w:eastAsia="en-US"/>
        </w:rPr>
        <w:t>Morocco</w:t>
      </w:r>
      <w:bookmarkEnd w:id="1070"/>
      <w:bookmarkEnd w:id="1071"/>
      <w:bookmarkEnd w:id="1072"/>
      <w:bookmarkEnd w:id="1073"/>
      <w:bookmarkEnd w:id="1074"/>
      <w:bookmarkEnd w:id="1075"/>
      <w:bookmarkEnd w:id="1076"/>
      <w:bookmarkEnd w:id="107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78" w:name="_Toc186015757"/>
            <w:bookmarkStart w:id="1079" w:name="morocco"/>
            <w:r w:rsidRPr="00BC0437">
              <w:rPr>
                <w:rFonts w:eastAsia="Times New Roman"/>
                <w:b/>
                <w:szCs w:val="22"/>
                <w:lang w:eastAsia="en-US"/>
              </w:rPr>
              <w:t>Copying for Library Users</w:t>
            </w:r>
            <w:bookmarkEnd w:id="107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must not aim directly or indirectly at gaining commercial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or short works or short extracts of writings, including illustrations, published in collections of works or in newspapers or periodicals.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fulfill the request of an individual.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80" w:name="_Toc186015758"/>
            <w:r w:rsidRPr="00BC0437">
              <w:rPr>
                <w:rFonts w:eastAsia="Times New Roman"/>
                <w:b/>
                <w:szCs w:val="22"/>
                <w:lang w:eastAsia="en-US"/>
              </w:rPr>
              <w:t>Preservation and Replacement</w:t>
            </w:r>
            <w:bookmarkEnd w:id="108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must not aim directly or indirectly at gaining commercial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or if necessary (if it appears to be lost, destroyed, or rendered unusable) for replacement.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replacement in the permanent collection of another library or archive works that have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81" w:name="_Toc186015759"/>
            <w:r w:rsidRPr="00BC0437">
              <w:rPr>
                <w:rFonts w:eastAsia="Times New Roman"/>
                <w:b/>
                <w:szCs w:val="22"/>
                <w:lang w:eastAsia="en-US"/>
              </w:rPr>
              <w:t>Anti-Circumvention of Technological Protection Measures</w:t>
            </w:r>
            <w:bookmarkEnd w:id="108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65(a)</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exporting, assembling, modifying, selling, renting, or leasing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used to prevent or restrict reproduction of a work or to deteriorate the quality of copies made; they also include access control.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  (See the limitations on remedies for libraries at Article 65.1.)</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rPr>
          <w:trHeight w:val="135"/>
        </w:trPr>
        <w:tc>
          <w:tcPr>
            <w:tcW w:w="8856" w:type="dxa"/>
            <w:gridSpan w:val="3"/>
            <w:shd w:val="clear" w:color="auto" w:fill="auto"/>
          </w:tcPr>
          <w:p w:rsidR="00BC0437" w:rsidRPr="00BC0437" w:rsidRDefault="00BC0437" w:rsidP="00BC0437">
            <w:pPr>
              <w:rPr>
                <w:rFonts w:eastAsia="Times New Roman"/>
                <w:b/>
                <w:szCs w:val="22"/>
                <w:lang w:eastAsia="en-US"/>
              </w:rPr>
            </w:pPr>
            <w:bookmarkStart w:id="1082" w:name="_Toc186015760"/>
            <w:r w:rsidRPr="00BC0437">
              <w:rPr>
                <w:rFonts w:eastAsia="Times New Roman"/>
                <w:b/>
                <w:szCs w:val="22"/>
                <w:lang w:eastAsia="en-US"/>
              </w:rPr>
              <w:t>Limitation on Remedies</w:t>
            </w:r>
            <w:bookmarkEnd w:id="1082"/>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qualifies?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educational institutions, or public broadcasting organizations.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65.1</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what activity?</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Violation of Article 65(a), relating to circumvention of technological protection measures.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How are the remedies limited?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are not subjected to the criminal penalties.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are not subjected to the civil penalties, if they provide proof that they did not know and did not have reason to think that their acts constituted a prohibited activity.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083" w:name="_Toc186015761"/>
            <w:r w:rsidRPr="00BC0437">
              <w:rPr>
                <w:rFonts w:eastAsia="Times New Roman"/>
                <w:b/>
                <w:szCs w:val="22"/>
                <w:lang w:eastAsia="en-US"/>
              </w:rPr>
              <w:t>Miscellaneous</w:t>
            </w:r>
            <w:bookmarkEnd w:id="108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reproductions of most types of works for private uses.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 of some works for educational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Related Rights of Morocco, No. 2-00 (15 February 2000), as amended by No. 34-05 (14 February 2006), available at http://www.wipo.int/wipolex/en/text.jsp?file_id=252835.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19 December 2007; rev. 14 May 2015</w:t>
            </w:r>
          </w:p>
        </w:tc>
      </w:tr>
      <w:bookmarkEnd w:id="1079"/>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084" w:name="_Toc199663549"/>
      <w:bookmarkStart w:id="1085" w:name="_Toc207648548"/>
      <w:bookmarkStart w:id="1086" w:name="_Toc207649130"/>
      <w:bookmarkStart w:id="1087" w:name="_Toc207649564"/>
      <w:bookmarkStart w:id="1088" w:name="_Toc207649925"/>
      <w:bookmarkStart w:id="1089" w:name="_Toc207650325"/>
      <w:bookmarkStart w:id="1090" w:name="_Toc208637973"/>
      <w:bookmarkStart w:id="1091" w:name="_Toc421800798"/>
      <w:r w:rsidRPr="00BC0437">
        <w:rPr>
          <w:lang w:eastAsia="en-US"/>
        </w:rPr>
        <w:t>Mozambique</w:t>
      </w:r>
      <w:bookmarkEnd w:id="1084"/>
      <w:bookmarkEnd w:id="1085"/>
      <w:bookmarkEnd w:id="1086"/>
      <w:bookmarkEnd w:id="1087"/>
      <w:bookmarkEnd w:id="1088"/>
      <w:bookmarkEnd w:id="1089"/>
      <w:bookmarkEnd w:id="1090"/>
      <w:bookmarkEnd w:id="109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092" w:name="mozambiqu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93" w:name="_Toc186015763"/>
            <w:r w:rsidRPr="00BC0437">
              <w:rPr>
                <w:rFonts w:eastAsia="Times New Roman"/>
                <w:b/>
                <w:szCs w:val="22"/>
                <w:lang w:eastAsia="en-US"/>
              </w:rPr>
              <w:t>Library Use</w:t>
            </w:r>
            <w:bookmarkEnd w:id="1093"/>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 services.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be directly or indirectly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Isolated reproduction is permitted.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 12(1) is drafted as if it could be used independently.  However, it could be reasonably interpreted as a foundation for the application of Articles 12(2) and 12(3).</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94" w:name="_Toc186015764"/>
            <w:r w:rsidRPr="00BC0437">
              <w:rPr>
                <w:rFonts w:eastAsia="Times New Roman"/>
                <w:b/>
                <w:szCs w:val="22"/>
                <w:lang w:eastAsia="en-US"/>
              </w:rPr>
              <w:t>Research or Study</w:t>
            </w:r>
            <w:bookmarkEnd w:id="1094"/>
            <w:r w:rsidRPr="00BC0437">
              <w:rPr>
                <w:rFonts w:eastAsia="Times New Roman"/>
                <w:b/>
                <w:szCs w:val="22"/>
                <w:lang w:eastAsia="en-US"/>
              </w:rPr>
              <w:t xml:space="preserve">  </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 services.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12(1); 12(2)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be directly or indirectly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or short works, or short extracts of written works, including illustrations, published in collections of works or in editions of newspapers or magazines.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or, if repeated, it must occur on separate,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only permitted where no collective license may be obtained that would allow the use of such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university, private study, or research, by request of a natural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institution must ensure that the copy will be used solely for the permitted purposes. </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95" w:name="_Toc186015765"/>
            <w:r w:rsidRPr="00BC0437">
              <w:rPr>
                <w:rFonts w:eastAsia="Times New Roman"/>
                <w:b/>
                <w:szCs w:val="22"/>
                <w:lang w:eastAsia="en-US"/>
              </w:rPr>
              <w:t>Preservation and Replacement</w:t>
            </w:r>
            <w:bookmarkEnd w:id="109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 services.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12(1);</w:t>
            </w:r>
          </w:p>
          <w:p w:rsidR="00BC0437" w:rsidRPr="00BC0437" w:rsidRDefault="00BC0437" w:rsidP="00BC0437">
            <w:pPr>
              <w:rPr>
                <w:rFonts w:eastAsia="Times New Roman"/>
                <w:szCs w:val="22"/>
                <w:lang w:eastAsia="en-US"/>
              </w:rPr>
            </w:pPr>
            <w:r w:rsidRPr="00BC0437">
              <w:rPr>
                <w:rFonts w:eastAsia="Times New Roman"/>
                <w:szCs w:val="22"/>
                <w:lang w:eastAsia="en-US"/>
              </w:rPr>
              <w:t>12(3)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be directly or indirectly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permanent collection of the library or archive service.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is permitted where it is impossible to find a copy of the work on reasonable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act or, if repeated, it must occur on separate,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if necessary, to replace a work on account of the work’s having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096" w:name="_Toc186015766"/>
            <w:r w:rsidRPr="00BC0437">
              <w:rPr>
                <w:rFonts w:eastAsia="Times New Roman"/>
                <w:b/>
                <w:szCs w:val="22"/>
                <w:lang w:eastAsia="en-US"/>
              </w:rPr>
              <w:t>Anti-Circumvention of Technological Protection Measures</w:t>
            </w:r>
            <w:bookmarkEnd w:id="109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097" w:name="_Toc186015767"/>
            <w:r w:rsidRPr="00BC0437">
              <w:rPr>
                <w:rFonts w:eastAsia="Times New Roman"/>
                <w:b/>
                <w:szCs w:val="22"/>
                <w:lang w:eastAsia="en-US"/>
              </w:rPr>
              <w:t>Miscellaneous</w:t>
            </w:r>
            <w:bookmarkEnd w:id="1097"/>
          </w:p>
        </w:tc>
      </w:tr>
      <w:tr w:rsidR="00BC0437" w:rsidRPr="00BC0437" w:rsidTr="00BC0437">
        <w:trPr>
          <w:trHeight w:val="41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Reproduction of a lawfully published work exclusively for the user’s private purposes is permitted; certain types of works are excluded.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w:t>
            </w:r>
          </w:p>
        </w:tc>
      </w:tr>
      <w:tr w:rsidR="00BC0437" w:rsidRPr="00BC0437" w:rsidTr="00BC0437">
        <w:trPr>
          <w:trHeight w:val="41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w:t>
            </w:r>
          </w:p>
        </w:tc>
        <w:tc>
          <w:tcPr>
            <w:tcW w:w="5198"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Payment of remuneration is not required for private use, use intended exclusively for education and scientific research, and any other uses that by virtue of this Law constitute exceptions in relation to works protected by copyright.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“Reprographic reproduction of a work” means the production of facsimile copies of originals or of copies of the work by means other than painting. The production of reduced or enlarged facsimile copies is also considered “reprographic reproduction.”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Annex (32)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Mozambique, No. 4/2001 (27 February 2001), available at http://www.wipo.int/wipolex/en/text.jsp?file_id=128885.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14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bookmarkEnd w:id="1092"/>
    <w:p w:rsidR="00BC0437" w:rsidRPr="00BC0437" w:rsidRDefault="00BC0437" w:rsidP="003F1670">
      <w:pPr>
        <w:pStyle w:val="Heading2"/>
        <w:rPr>
          <w:lang w:eastAsia="en-US"/>
        </w:rPr>
      </w:pPr>
      <w:r w:rsidRPr="00BC0437">
        <w:rPr>
          <w:lang w:eastAsia="en-US"/>
        </w:rPr>
        <w:br w:type="page"/>
      </w:r>
      <w:bookmarkStart w:id="1098" w:name="_Toc421800799"/>
      <w:r w:rsidRPr="00BC0437">
        <w:rPr>
          <w:lang w:eastAsia="en-US"/>
        </w:rPr>
        <w:t>Myanmar</w:t>
      </w:r>
      <w:bookmarkEnd w:id="109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Myanmar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 with any work for the purposes of private study, research, criticism, review, or newspaper summary is permitted.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2(1)(i)</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the use of schools.  Specifically permits making collections of short passages from published literary works.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2(1)(iv)</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Burma [Myanmar] Copyright Act (24 February 1914), available at http://www.wipo.int/wipolex/en/text.jsp?file_id=180315.</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25 April 2014; rev. 14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099" w:name="_Toc199663550"/>
      <w:bookmarkStart w:id="1100" w:name="_Toc207648550"/>
      <w:bookmarkStart w:id="1101" w:name="_Toc207649132"/>
      <w:bookmarkStart w:id="1102" w:name="_Toc207649565"/>
      <w:bookmarkStart w:id="1103" w:name="_Toc207649926"/>
      <w:bookmarkStart w:id="1104" w:name="_Toc207650326"/>
      <w:bookmarkStart w:id="1105" w:name="_Toc208637974"/>
      <w:bookmarkStart w:id="1106" w:name="_Toc421800800"/>
      <w:r w:rsidRPr="00BC0437">
        <w:rPr>
          <w:lang w:eastAsia="en-US"/>
        </w:rPr>
        <w:t>Namibia</w:t>
      </w:r>
      <w:bookmarkEnd w:id="1099"/>
      <w:bookmarkEnd w:id="1100"/>
      <w:bookmarkEnd w:id="1101"/>
      <w:bookmarkEnd w:id="1102"/>
      <w:bookmarkEnd w:id="1103"/>
      <w:bookmarkEnd w:id="1104"/>
      <w:bookmarkEnd w:id="1105"/>
      <w:bookmarkEnd w:id="110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107" w:name="Namibi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108" w:name="_Toc186015768"/>
            <w:r w:rsidRPr="00BC0437">
              <w:rPr>
                <w:rFonts w:eastAsia="Times New Roman"/>
                <w:b/>
                <w:szCs w:val="22"/>
                <w:lang w:eastAsia="en-US"/>
              </w:rPr>
              <w:t>Library Provisions (none)</w:t>
            </w:r>
            <w:bookmarkEnd w:id="110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Namibia includes no explicit library provisions.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109" w:name="_Toc186015769"/>
            <w:r w:rsidRPr="00BC0437">
              <w:rPr>
                <w:rFonts w:eastAsia="Times New Roman"/>
                <w:b/>
                <w:szCs w:val="22"/>
                <w:lang w:eastAsia="en-US"/>
              </w:rPr>
              <w:t>Anti-Circumvention of Technological Protection Measures</w:t>
            </w:r>
            <w:bookmarkEnd w:id="110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1110" w:name="_Toc186015770"/>
            <w:r w:rsidRPr="00BC0437">
              <w:rPr>
                <w:rFonts w:eastAsia="Times New Roman"/>
                <w:b/>
                <w:szCs w:val="22"/>
                <w:lang w:eastAsia="en-US"/>
              </w:rPr>
              <w:t>Miscellaneous</w:t>
            </w:r>
            <w:bookmarkEnd w:id="111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fair dealing of a literary or artistic work for personal use or private study is not infringement.</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15 (1)(a)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addition to reproductions permitted in terms of this Act, reproduction of a work shall also be permitted as prescribed, in such a manner that the reproduction is not in conflict with a normal exploitation of the work and is not unreasonably prejudicial to the legitimate interests of the owner of the copyright.</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Neighboring Rights Protection Act of Namibia, No. 6 (5 May 1994), available at http://www.wipo.int/wipolex/en/text.jsp?file_id=222895.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14 May 2015</w:t>
            </w:r>
          </w:p>
        </w:tc>
      </w:tr>
      <w:bookmarkEnd w:id="1107"/>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111" w:name="_Toc199663551"/>
      <w:bookmarkStart w:id="1112" w:name="_Toc207648551"/>
      <w:bookmarkStart w:id="1113" w:name="_Toc207649133"/>
      <w:bookmarkStart w:id="1114" w:name="_Toc207649566"/>
      <w:bookmarkStart w:id="1115" w:name="_Toc207649927"/>
      <w:bookmarkStart w:id="1116" w:name="_Toc207650327"/>
      <w:bookmarkStart w:id="1117" w:name="_Toc208637975"/>
      <w:bookmarkStart w:id="1118" w:name="_Toc421800801"/>
      <w:r w:rsidRPr="00BC0437">
        <w:rPr>
          <w:lang w:eastAsia="en-US"/>
        </w:rPr>
        <w:t>Nepal</w:t>
      </w:r>
      <w:bookmarkEnd w:id="1111"/>
      <w:bookmarkEnd w:id="1112"/>
      <w:bookmarkEnd w:id="1113"/>
      <w:bookmarkEnd w:id="1114"/>
      <w:bookmarkEnd w:id="1115"/>
      <w:bookmarkEnd w:id="1116"/>
      <w:bookmarkEnd w:id="1117"/>
      <w:bookmarkEnd w:id="111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119" w:name="nepa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840"/>
        <w:gridCol w:w="94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20" w:name="_Toc186015772"/>
            <w:r w:rsidRPr="00BC0437">
              <w:rPr>
                <w:rFonts w:eastAsia="Times New Roman"/>
                <w:b/>
                <w:szCs w:val="22"/>
                <w:lang w:eastAsia="en-US"/>
              </w:rPr>
              <w:t>Replacement</w:t>
            </w:r>
            <w:bookmarkEnd w:id="1120"/>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and archives.</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19</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made available in the library or archive.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one copy can be made.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reproduce a work is lost, destroyed, old, or incapable of being obtained.</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must not derive economic profit directly or indirectly.</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94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840"/>
        <w:gridCol w:w="94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21" w:name="_Toc186015773"/>
            <w:r w:rsidRPr="00BC0437">
              <w:rPr>
                <w:rFonts w:eastAsia="Times New Roman"/>
                <w:b/>
                <w:szCs w:val="22"/>
                <w:lang w:eastAsia="en-US"/>
              </w:rPr>
              <w:t>Research or Study</w:t>
            </w:r>
            <w:bookmarkEnd w:id="1121"/>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and archives.</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19</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made available in the library or archive.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one copy can be made.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or study, at the request of a person.</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must not derive economic profit directly or indirectly.</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94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920"/>
        <w:gridCol w:w="3480"/>
        <w:gridCol w:w="94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22" w:name="_Toc186015774"/>
            <w:r w:rsidRPr="00BC0437">
              <w:rPr>
                <w:rFonts w:eastAsia="Times New Roman"/>
                <w:b/>
                <w:szCs w:val="22"/>
                <w:lang w:eastAsia="en-US"/>
              </w:rPr>
              <w:t>Anti-Circumvention of Technological Protection Measures</w:t>
            </w:r>
            <w:bookmarkEnd w:id="1122"/>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25(e)</w:t>
            </w:r>
          </w:p>
        </w:tc>
      </w:tr>
      <w:tr w:rsidR="00BC0437" w:rsidRPr="00BC0437" w:rsidTr="00BC0437">
        <w:trPr>
          <w:trHeight w:val="111"/>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4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4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Importing, producing, or renting circumvention devices is prohibited.</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4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designed to discourage unauthorized reproduction.</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94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123" w:name="_Toc186015775"/>
            <w:r w:rsidRPr="00BC0437">
              <w:rPr>
                <w:rFonts w:eastAsia="Times New Roman"/>
                <w:b/>
                <w:szCs w:val="22"/>
                <w:lang w:eastAsia="en-US"/>
              </w:rPr>
              <w:t>Miscellaneous</w:t>
            </w:r>
            <w:bookmarkEnd w:id="112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authorization is required for reproduction of portions of published works for personal uses.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Limited reproduction of works for educational purposes.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Nepal, No. 8 (15 August 2002), available at http://www.wipo.int/wipolex/en/text.jsp?file_id=189128.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14 May 2015</w:t>
            </w:r>
          </w:p>
        </w:tc>
      </w:tr>
      <w:bookmarkEnd w:id="1119"/>
    </w:tbl>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124" w:name="_Toc421800802"/>
      <w:r w:rsidRPr="00BC0437">
        <w:rPr>
          <w:lang w:eastAsia="en-US"/>
        </w:rPr>
        <w:t>Netherlands</w:t>
      </w:r>
      <w:bookmarkEnd w:id="112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4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Replacement, and Obsolete Technology</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educational institutions, and museums,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16n</w:t>
            </w:r>
            <w:r w:rsidRPr="00BC0437">
              <w:rPr>
                <w:rFonts w:eastAsia="Times New Roman"/>
                <w:szCs w:val="22"/>
                <w:vertAlign w:val="superscript"/>
                <w:lang w:eastAsia="en-US"/>
              </w:rPr>
              <w:footnoteReference w:id="46"/>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is not seeking direct or indirect economic or commercial benefit.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scientific, or artistic works held in the collection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restore the original or copy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 copy of the work for the institution, if the original or copy of the work is threatened with decay.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access to the work if the technology available to render it accessible becomes obsolete.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author retains certain moral rights specified in Article 25.</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a recording of a performance, phonogram, first print of a film, or recording of a program may reproduction a work for preservation in the event of a demonstrable threat of it falling into disrepair or to keep the work in a condition in which it can be consulted if there is no technology available to render it accessible.  The conditions of Article 16n apply.</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10(f) (Related Rights Act)</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4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educational institutions, and museums,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15h</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is not seeking direct or indirect economic or commercial benefit.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scientific, or artistic works forming part of the collections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access is permitted unless otherwise agreed.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for individual members of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closed network through dedicated terminals on the premises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recording of a performance, phonogram, first print of a film, or recording of a program that forms part of the collection of the institution can also be made accessible under similar conditions.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10(c) (Related Rights Act)</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29a</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29a (2)</w:t>
            </w: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importing, distributing, selling, hiring out, advertising, or possessing circumvention devices is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29a (3)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used to prevent or limit actions that have not been permitted by the rightsholder; it also includes the access control and protective procedures (e.g. encryption).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29a (1)</w:t>
            </w:r>
          </w:p>
        </w:tc>
      </w:tr>
      <w:tr w:rsidR="00BC0437" w:rsidRPr="00BC0437" w:rsidTr="00BC0437">
        <w:trPr>
          <w:trHeight w:val="6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Government orders may establish rules obliging the author to provide the user of a literary, scientific, or artistic work for personal or library copying (and other specified uses) with the means necessary to profit from the limitations.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29a (4)</w:t>
            </w:r>
          </w:p>
        </w:tc>
      </w:tr>
      <w:tr w:rsidR="00BC0437" w:rsidRPr="00BC0437" w:rsidTr="00BC0437">
        <w:trPr>
          <w:trHeight w:val="34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user must have lawful access to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shd w:val="clear" w:color="auto" w:fill="auto"/>
          </w:tcPr>
          <w:p w:rsidR="00BC0437" w:rsidRPr="00BC0437" w:rsidRDefault="00BC0437" w:rsidP="00BC0437">
            <w:pPr>
              <w:rPr>
                <w:rFonts w:eastAsia="Times New Roman"/>
                <w:szCs w:val="22"/>
                <w:lang w:eastAsia="en-US"/>
              </w:rPr>
            </w:pP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exemption does not apply to works made available to users under contractual conditions at a time and a place selected by the individual users.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Certain acts with respect to circumvention of protection of databases are prohibited.  The government may also create regulations requiring the producer of the database to provide users with access under specified circumstances.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5a (Data-bases Act)</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5670"/>
        <w:gridCol w:w="1134"/>
      </w:tblGrid>
      <w:tr w:rsidR="00BC0437" w:rsidRPr="00BC0437" w:rsidTr="00BC0437">
        <w:tc>
          <w:tcPr>
            <w:tcW w:w="8897"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09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6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literary, scientific, and artistic work is permitted if it is restrict to a few specimens intended for personal exercise, study, or use by the person who has carried out the reproduction, without any indirect or direct commercial motivation.  Certain works are excluded or limited to copying of portions.  The reproduction is subject to remuneration.  Similar provisions apply to reproduction of material protected by related rights, see Related Rights Act, Art. 10(e).</w:t>
            </w:r>
          </w:p>
        </w:tc>
        <w:tc>
          <w:tcPr>
            <w:tcW w:w="113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16b;</w:t>
            </w:r>
          </w:p>
          <w:p w:rsidR="00BC0437" w:rsidRPr="00BC0437" w:rsidRDefault="00BC0437" w:rsidP="00BC0437">
            <w:pPr>
              <w:rPr>
                <w:rFonts w:eastAsia="Times New Roman"/>
                <w:szCs w:val="22"/>
                <w:lang w:eastAsia="en-US"/>
              </w:rPr>
            </w:pPr>
            <w:r w:rsidRPr="00BC0437">
              <w:rPr>
                <w:rFonts w:eastAsia="Times New Roman"/>
                <w:szCs w:val="22"/>
                <w:lang w:eastAsia="en-US"/>
              </w:rPr>
              <w:t>Art. 16c</w:t>
            </w:r>
          </w:p>
        </w:tc>
      </w:tr>
      <w:tr w:rsidR="00BC0437" w:rsidRPr="00BC0437" w:rsidTr="00BC0437">
        <w:tc>
          <w:tcPr>
            <w:tcW w:w="209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6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establishments, research institutes and the libraries attached to them are exempt from remuneration for public lending.</w:t>
            </w:r>
            <w:r w:rsidRPr="00BC0437">
              <w:rPr>
                <w:rFonts w:eastAsia="Times New Roman"/>
                <w:szCs w:val="22"/>
                <w:vertAlign w:val="superscript"/>
                <w:lang w:eastAsia="en-US"/>
              </w:rPr>
              <w:footnoteReference w:id="47"/>
            </w:r>
            <w:r w:rsidRPr="00BC0437">
              <w:rPr>
                <w:rFonts w:eastAsia="Times New Roman"/>
                <w:szCs w:val="22"/>
                <w:lang w:eastAsia="en-US"/>
              </w:rPr>
              <w:t xml:space="preserve">  (Similar exemptions are found in the public lending law of the Related Rights Act, see Articles 2, 6, 7a, and 8.)</w:t>
            </w:r>
          </w:p>
        </w:tc>
        <w:tc>
          <w:tcPr>
            <w:tcW w:w="113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15c</w:t>
            </w:r>
          </w:p>
        </w:tc>
      </w:tr>
      <w:tr w:rsidR="00BC0437" w:rsidRPr="00BC0437" w:rsidTr="00BC0437">
        <w:tc>
          <w:tcPr>
            <w:tcW w:w="209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6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Netherlands has implemented the European Union directive on orphan works, 2012/28/EC.</w:t>
            </w:r>
          </w:p>
        </w:tc>
        <w:tc>
          <w:tcPr>
            <w:tcW w:w="113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16o to 16r &amp; 17.</w:t>
            </w:r>
          </w:p>
          <w:p w:rsidR="00BC0437" w:rsidRPr="00BC0437" w:rsidRDefault="00BC0437" w:rsidP="00BC0437">
            <w:pPr>
              <w:rPr>
                <w:rFonts w:eastAsia="Times New Roman"/>
                <w:szCs w:val="22"/>
                <w:lang w:eastAsia="en-US"/>
              </w:rPr>
            </w:pPr>
            <w:r w:rsidRPr="00BC0437">
              <w:rPr>
                <w:rFonts w:eastAsia="Times New Roman"/>
                <w:szCs w:val="22"/>
                <w:lang w:eastAsia="en-US"/>
              </w:rPr>
              <w:t>Art. 10(l) (Related Rights Act)</w:t>
            </w:r>
          </w:p>
        </w:tc>
      </w:tr>
      <w:tr w:rsidR="00BC0437" w:rsidRPr="00BC0437" w:rsidTr="00BC0437">
        <w:tc>
          <w:tcPr>
            <w:tcW w:w="209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6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and making available of works for disabled persons.</w:t>
            </w:r>
          </w:p>
        </w:tc>
        <w:tc>
          <w:tcPr>
            <w:tcW w:w="113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15i</w:t>
            </w:r>
          </w:p>
        </w:tc>
      </w:tr>
      <w:tr w:rsidR="00BC0437" w:rsidRPr="00BC0437" w:rsidTr="00BC0437">
        <w:tc>
          <w:tcPr>
            <w:tcW w:w="209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48"/>
            </w:r>
          </w:p>
        </w:tc>
        <w:tc>
          <w:tcPr>
            <w:tcW w:w="6804"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Act of the Netherlands (23 September 1912), as amended through the Act of 8 October 2014, </w:t>
            </w:r>
            <w:r w:rsidRPr="00BC0437">
              <w:rPr>
                <w:rFonts w:eastAsia="Times New Roman"/>
                <w:i/>
                <w:szCs w:val="22"/>
                <w:lang w:eastAsia="en-US"/>
              </w:rPr>
              <w:t>Stb</w:t>
            </w:r>
            <w:r w:rsidRPr="00BC0437">
              <w:rPr>
                <w:rFonts w:eastAsia="Times New Roman"/>
                <w:szCs w:val="22"/>
                <w:lang w:eastAsia="en-US"/>
              </w:rPr>
              <w:t>. 2014, 388 (Orphan Works), available at http://wetten.overheid.nl/BWBR0001886/geldigheidsdatum_17-04-2015;</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Related Rights Act of the Netherlands (1993), as amended through the Act of 8 October 2014, </w:t>
            </w:r>
            <w:r w:rsidRPr="00BC0437">
              <w:rPr>
                <w:rFonts w:eastAsia="Times New Roman"/>
                <w:i/>
                <w:szCs w:val="22"/>
                <w:lang w:eastAsia="en-US"/>
              </w:rPr>
              <w:t>Stb</w:t>
            </w:r>
            <w:r w:rsidRPr="00BC0437">
              <w:rPr>
                <w:rFonts w:eastAsia="Times New Roman"/>
                <w:szCs w:val="22"/>
                <w:lang w:eastAsia="en-US"/>
              </w:rPr>
              <w:t>. 2014, 388 (Orphan Works), available at</w:t>
            </w:r>
          </w:p>
          <w:p w:rsidR="00BC0437" w:rsidRPr="00BC0437" w:rsidRDefault="00BC0437" w:rsidP="00BC0437">
            <w:pPr>
              <w:rPr>
                <w:rFonts w:eastAsia="Times New Roman"/>
                <w:szCs w:val="22"/>
                <w:lang w:eastAsia="en-US"/>
              </w:rPr>
            </w:pPr>
            <w:r w:rsidRPr="00BC0437">
              <w:rPr>
                <w:rFonts w:eastAsia="Times New Roman"/>
                <w:szCs w:val="22"/>
                <w:lang w:eastAsia="en-US"/>
              </w:rPr>
              <w:t>http://wetten.overheid.nl/BWBR0005921/geldigheidsdatum_17-04-2015;</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Law on the Legal Protection of Databases of the Netherlands (8 July 1999), as amended through the Act of 6 July 2004, </w:t>
            </w:r>
            <w:r w:rsidRPr="00BC0437">
              <w:rPr>
                <w:rFonts w:eastAsia="Times New Roman"/>
                <w:i/>
                <w:szCs w:val="22"/>
                <w:lang w:eastAsia="en-US"/>
              </w:rPr>
              <w:t>Stb</w:t>
            </w:r>
            <w:r w:rsidRPr="00BC0437">
              <w:rPr>
                <w:rFonts w:eastAsia="Times New Roman"/>
                <w:szCs w:val="22"/>
                <w:lang w:eastAsia="en-US"/>
              </w:rPr>
              <w:t xml:space="preserve">. 2004, 336, available at http://www.rijksoverheid.nl/documenten-en-publicaties/kamerstukken/2006/06/22/databases-act.html, </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as further amended by the Act of 8 March 2007, </w:t>
            </w:r>
            <w:r w:rsidRPr="00BC0437">
              <w:rPr>
                <w:rFonts w:eastAsia="Times New Roman"/>
                <w:i/>
                <w:szCs w:val="22"/>
                <w:lang w:eastAsia="en-US"/>
              </w:rPr>
              <w:t>Stb</w:t>
            </w:r>
            <w:r w:rsidRPr="00BC0437">
              <w:rPr>
                <w:rFonts w:eastAsia="Times New Roman"/>
                <w:szCs w:val="22"/>
                <w:lang w:eastAsia="en-US"/>
              </w:rPr>
              <w:t>. 2007, 108 (see Article IV), available at https://zoek.officielebekendmakingen.nl/stb-2007-108.html.</w:t>
            </w:r>
          </w:p>
        </w:tc>
      </w:tr>
      <w:tr w:rsidR="00BC0437" w:rsidRPr="00BC0437" w:rsidTr="00BC0437">
        <w:tc>
          <w:tcPr>
            <w:tcW w:w="209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804"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27 November 2007; rev. 22 April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125" w:name="_Toc199663553"/>
      <w:bookmarkStart w:id="1126" w:name="_Toc207648554"/>
      <w:bookmarkStart w:id="1127" w:name="_Toc207649136"/>
      <w:bookmarkStart w:id="1128" w:name="_Toc207649568"/>
      <w:bookmarkStart w:id="1129" w:name="_Toc207649929"/>
      <w:bookmarkStart w:id="1130" w:name="_Toc207650329"/>
      <w:bookmarkStart w:id="1131" w:name="_Toc208637977"/>
      <w:bookmarkStart w:id="1132" w:name="_Toc421800803"/>
      <w:r w:rsidRPr="00BC0437">
        <w:rPr>
          <w:lang w:eastAsia="en-US"/>
        </w:rPr>
        <w:t>New Zealand</w:t>
      </w:r>
      <w:bookmarkEnd w:id="1125"/>
      <w:bookmarkEnd w:id="1126"/>
      <w:bookmarkEnd w:id="1127"/>
      <w:bookmarkEnd w:id="1128"/>
      <w:bookmarkEnd w:id="1129"/>
      <w:bookmarkEnd w:id="1130"/>
      <w:bookmarkEnd w:id="1131"/>
      <w:bookmarkEnd w:id="113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133" w:name="NZ"/>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34" w:name="_Toc186015780"/>
            <w:r w:rsidRPr="00BC0437">
              <w:rPr>
                <w:rFonts w:eastAsia="Times New Roman"/>
                <w:b/>
                <w:szCs w:val="22"/>
                <w:lang w:eastAsia="en-US"/>
              </w:rPr>
              <w:t>Research or Study (Literary, Dramatic, or Musical Works)</w:t>
            </w:r>
            <w:bookmarkEnd w:id="113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working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Reasonable proportions of published editions of literary, dramatic, or musical works, including artistic work that appears within the proportions copied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supplied on the same occasion with more than one copy of the same material.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any person is supplied with, or otherwise comes into possession of, a copy made in accordance with this section, that person may use the copy only for the purposes of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 copies are allowed subject to two conditions: (1) Librarian provides user with a written statement of the terms of use of the copy; and (2) Librarian must destroy additional copies made in the process (Section 56B).</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 person is required to pay for the copy, the payment required must be no higher than a sum consisting of the total of the cost of production of the copy and a reasonable contribution to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35" w:name="_Toc186015781"/>
            <w:r w:rsidRPr="00BC0437">
              <w:rPr>
                <w:rFonts w:eastAsia="Times New Roman"/>
                <w:b/>
                <w:szCs w:val="22"/>
                <w:lang w:eastAsia="en-US"/>
              </w:rPr>
              <w:t>Research or Study (Articles)</w:t>
            </w:r>
            <w:bookmarkEnd w:id="113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working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or musical works, and any artistic work included in those works, that are contained in articles in periodicals, including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editions that are articles in periodicals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supplied on the same occasion with more than one copy of the same article.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supplied on the same occasion with copies of more than one article contained in the same issue of a periodical, unless the copies supplied all relate to the same subject-matter.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any person is supplied with, or otherwise comes into possession of, a copy made in accordance with this section, that person may use the copy only for the purposes of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 copies are allowed subject to two conditions: (1) Librarian provides user with a written statement of the terms of use of the copy; and (2) Librarian must destroy additional copies made in the process (Section 56B).</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 person is required to pay for the copy, the payment required must be no higher than a sum consisting of the total of the cost of production of the copy and a reasonable contribution to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1136" w:name="_Toc186015782"/>
            <w:r w:rsidRPr="00BC0437">
              <w:rPr>
                <w:rFonts w:eastAsia="Times New Roman"/>
                <w:b/>
                <w:szCs w:val="22"/>
                <w:lang w:eastAsia="en-US"/>
              </w:rPr>
              <w:t>Research or Study (Unpublished Works)</w:t>
            </w:r>
            <w:bookmarkEnd w:id="1136"/>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working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56</w:t>
            </w: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archives, including persons working on behalf of the archivists.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works in libraries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not be made if the copyright owner has prohibited copying of the work and at the time the copy is made the librarian or archivist making it is, or ought to be,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supplied on the same occasion with more than one copy of the same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any person is supplied with, or otherwise comes into possession of, a copy made in accordance with this section, that person may use the copy only for the purposes of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 copies are allowed subject to two conditions: (1) Librarian provides user with a written statement of the terms of use of the copy; and (2) Librarian must destroy additional copies made in the process (Section 56B).</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 person is required to pay for the copy, the payment required must be no higher than a sum consisting of the total of the cost of production of the copy and a reasonable contribution to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This section does not apply to the sound archive maintained by Radio New Zealand Limited, the film archive maintained by Television New Zealand Limited, or the film archive maintained by the New Zealand Film Archive Incorporated.  </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1137" w:name="_Toc186015783"/>
            <w:r w:rsidRPr="00BC0437">
              <w:rPr>
                <w:rFonts w:eastAsia="Times New Roman"/>
                <w:b/>
                <w:szCs w:val="22"/>
                <w:lang w:eastAsia="en-US"/>
              </w:rPr>
              <w:t>Supplying Copies to Other Libraries (For Users)</w:t>
            </w:r>
            <w:bookmarkEnd w:id="113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working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Upon request from another prescribed library who received a request from a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Reasonable proportions of published literary, dramatic, or musical works including artistic work that appears within the proportions copied.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literary, dramatic, or musical works that are contained in articles in periodicals, including artistic work that appears within the article.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there is any other article in the same issue of the periodical relating to the same subject-matter as the first article copied, the whole of that other article and any artistic work included in that article.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supply to another prescribed library 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any person is supplied with, or otherwise comes into possession of, a copy made in accordance with this section, that person may use the copy only for the purposes of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 copies are permitted only if the library supplying the copy destroys as soon as practicable any additional copies made in the process (Section 56C).</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54"/>
        </w:trPr>
        <w:tc>
          <w:tcPr>
            <w:tcW w:w="8856" w:type="dxa"/>
            <w:gridSpan w:val="4"/>
            <w:shd w:val="clear" w:color="auto" w:fill="auto"/>
          </w:tcPr>
          <w:p w:rsidR="00BC0437" w:rsidRPr="00BC0437" w:rsidRDefault="00BC0437" w:rsidP="00BC0437">
            <w:pPr>
              <w:rPr>
                <w:rFonts w:eastAsia="Times New Roman"/>
                <w:b/>
                <w:szCs w:val="22"/>
                <w:lang w:eastAsia="en-US"/>
              </w:rPr>
            </w:pPr>
            <w:bookmarkStart w:id="1138" w:name="_Toc186015784"/>
            <w:r w:rsidRPr="00BC0437">
              <w:rPr>
                <w:rFonts w:eastAsia="Times New Roman"/>
                <w:b/>
                <w:szCs w:val="22"/>
                <w:lang w:eastAsia="en-US"/>
              </w:rPr>
              <w:t>Supplying Copies to Other Libraries (For Collections)</w:t>
            </w:r>
            <w:bookmarkEnd w:id="113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working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or musical works, including any artistic work included in the work and the typographical arrangement from published editions that are books.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receiving library must have been unable to obtain the work at an ordinary commercial price within the preceding six months.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receiving library must make and keep a record sufficient to identify the work copied.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supply to the librarian of another prescribed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 copies are permitted only if the library supplying the copy destroys as soon as practicable any additional copies made in the process (Section 56C).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receiving library must permit the inspection of the record by the copyright owner during normal office hours.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receiving library must pay, on demand, equitable remuneration to the copyright owner for the work copied.  “Equitable remuneration” means a sum agreed by the librarian and the copyright owner or, in the absence of agreement, a sum determined by the Tribunal on an application under Section 168.</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1139" w:name="_Toc186015785"/>
            <w:r w:rsidRPr="00BC0437">
              <w:rPr>
                <w:rFonts w:eastAsia="Times New Roman"/>
                <w:b/>
                <w:szCs w:val="22"/>
                <w:lang w:eastAsia="en-US"/>
              </w:rPr>
              <w:t>Preservation and Replacement</w:t>
            </w:r>
            <w:bookmarkEnd w:id="1139"/>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working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55</w:t>
            </w: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archives, including persons working on behalf of the archivists.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Items in the collection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by placing the copy in the collection of the library or archive in addition to or in place of the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5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be made only where it is not reasonably practicable to purchase the item to fulfill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this purpose, the copy may be digital if: (1) the original is at risk of loss, damage, or destruction; (2) the digital copy replaces the original; (3) the original is generally not made accessible; (4) it is not reasonably practicable to purchase a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collection of another prescribed library or archive an item that has been lost, 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be made only where it is not reasonably practicable to purchase the item to fulfill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this purpose, the copy may be digital if: (1) the original has been lost, damaged, or destroyed; and (2) it is not reasonably practicable to purchase a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references to digital copying in connection with purpose.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Communicating Works to Library Users (Making Available)</w:t>
            </w:r>
          </w:p>
        </w:tc>
      </w:tr>
      <w:tr w:rsidR="00BC0437" w:rsidRPr="00BC0437" w:rsidTr="00BC0437">
        <w:trPr>
          <w:trHeight w:val="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working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56A</w:t>
            </w:r>
          </w:p>
        </w:tc>
      </w:tr>
      <w:tr w:rsidR="00BC0437" w:rsidRPr="00BC0437" w:rsidTr="00BC0437">
        <w:trPr>
          <w:trHeight w:val="8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archives, including persons working on behalf of the archivists.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digital copy of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 or archivist has obtained the digital copy lawfully.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is communicated in a form that cannot be altered or modified.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communicate the digital copy of a work to an authenticated user.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3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 or archivist ensures that the user is informed in writing about the limits under the law and uses must be in accordance with the copyright law.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3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number of users who can access the digital copy at any one time is not more than the digital copies purchased or licensed by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 “authenticated user” is a person with a legitimate right to use the services of the library or archives, or can access the copy through a verification system.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“communicate” a work means to transmit it or make it available by means of a communication technology, including by means of an electronic retrieval system (Section 2).</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40" w:name="_Toc186015786"/>
            <w:r w:rsidRPr="00BC0437">
              <w:rPr>
                <w:rFonts w:eastAsia="Times New Roman"/>
                <w:b/>
                <w:szCs w:val="22"/>
                <w:lang w:eastAsia="en-US"/>
              </w:rPr>
              <w:t>Anti-Circumvention of Technological Protection Measures</w:t>
            </w:r>
            <w:bookmarkEnd w:id="114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226 to 226E</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importing, selling, letting for hire, offering or exposing for sale or hire, advertising for sale or hire, or publishing information intended to enable the making of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person may not provide services to another person, intending or knowing that the services may enable circumvention.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devices that prevent or restrict the copying of a work or that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TPM restrictions in general “do not prevent or restrict the exercise of a permitted act,” suggesting that TPM cannot be used to prevent lawful uses of the work (Section 226D).  The law further provides that circumvention is allowed for permitted uses (Section 226E).  Librarians and archivists are among the “qualified persons” who may acquire circumvention devices.  Individuals may also request that a library or archive act on its behalf to circumvent the TPM if the rightsholder has not provided the means or responded to a request.</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6"/>
        <w:gridCol w:w="5589"/>
        <w:gridCol w:w="971"/>
      </w:tblGrid>
      <w:tr w:rsidR="00BC0437" w:rsidRPr="00BC0437" w:rsidTr="00BC0437">
        <w:trPr>
          <w:trHeight w:val="54"/>
        </w:trPr>
        <w:tc>
          <w:tcPr>
            <w:tcW w:w="8856" w:type="dxa"/>
            <w:gridSpan w:val="3"/>
            <w:shd w:val="clear" w:color="auto" w:fill="auto"/>
          </w:tcPr>
          <w:p w:rsidR="00BC0437" w:rsidRPr="00BC0437" w:rsidRDefault="00BC0437" w:rsidP="00BC0437">
            <w:pPr>
              <w:rPr>
                <w:rFonts w:eastAsia="Times New Roman"/>
                <w:b/>
                <w:szCs w:val="22"/>
                <w:lang w:eastAsia="en-US"/>
              </w:rPr>
            </w:pPr>
            <w:bookmarkStart w:id="1141" w:name="_Toc186015787"/>
            <w:r w:rsidRPr="00BC0437">
              <w:rPr>
                <w:rFonts w:eastAsia="Times New Roman"/>
                <w:b/>
                <w:szCs w:val="22"/>
                <w:lang w:eastAsia="en-US"/>
              </w:rPr>
              <w:t>Miscellaneous</w:t>
            </w:r>
            <w:bookmarkEnd w:id="1141"/>
          </w:p>
        </w:tc>
      </w:tr>
      <w:tr w:rsidR="00BC0437" w:rsidRPr="00BC0437" w:rsidTr="00BC0437">
        <w:trPr>
          <w:trHeight w:val="54"/>
        </w:trPr>
        <w:tc>
          <w:tcPr>
            <w:tcW w:w="229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or Private Study</w:t>
            </w:r>
          </w:p>
        </w:tc>
        <w:tc>
          <w:tcPr>
            <w:tcW w:w="558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fair dealing of a work for purposes of research or private study.  The statute sets for five factors for evaluating fair dealing.</w:t>
            </w:r>
          </w:p>
        </w:tc>
        <w:tc>
          <w:tcPr>
            <w:tcW w:w="97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43</w:t>
            </w:r>
          </w:p>
        </w:tc>
      </w:tr>
      <w:tr w:rsidR="00BC0437" w:rsidRPr="00BC0437" w:rsidTr="00BC0437">
        <w:trPr>
          <w:trHeight w:val="54"/>
        </w:trPr>
        <w:tc>
          <w:tcPr>
            <w:tcW w:w="229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58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Series of provisions permitting various specific uses of works for education.</w:t>
            </w:r>
          </w:p>
        </w:tc>
        <w:tc>
          <w:tcPr>
            <w:tcW w:w="97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44 to 49</w:t>
            </w:r>
          </w:p>
        </w:tc>
      </w:tr>
      <w:tr w:rsidR="00BC0437" w:rsidRPr="00BC0437" w:rsidTr="00BC0437">
        <w:trPr>
          <w:trHeight w:val="54"/>
        </w:trPr>
        <w:tc>
          <w:tcPr>
            <w:tcW w:w="229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Rental</w:t>
            </w:r>
          </w:p>
        </w:tc>
        <w:tc>
          <w:tcPr>
            <w:tcW w:w="558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Rental of works by educational establishments and libraries does not constitute an infringement under certain conditions.</w:t>
            </w:r>
          </w:p>
        </w:tc>
        <w:tc>
          <w:tcPr>
            <w:tcW w:w="97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79</w:t>
            </w:r>
          </w:p>
        </w:tc>
      </w:tr>
      <w:tr w:rsidR="00BC0437" w:rsidRPr="00BC0437" w:rsidTr="00BC0437">
        <w:trPr>
          <w:trHeight w:val="1735"/>
        </w:trPr>
        <w:tc>
          <w:tcPr>
            <w:tcW w:w="229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58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“Prescribed library” means the National Library; the Parliamentary Library; certain law libraries; a library maintained by an educational establishment, government department, or local authority; and a library of any other class of library prescribed by regulations made under this Act, not being a library conducted for profit.</w:t>
            </w:r>
          </w:p>
        </w:tc>
        <w:tc>
          <w:tcPr>
            <w:tcW w:w="971"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50(1)</w:t>
            </w:r>
          </w:p>
        </w:tc>
      </w:tr>
      <w:tr w:rsidR="00BC0437" w:rsidRPr="00BC0437" w:rsidTr="00BC0437">
        <w:trPr>
          <w:trHeight w:val="260"/>
        </w:trPr>
        <w:tc>
          <w:tcPr>
            <w:tcW w:w="2296" w:type="dxa"/>
            <w:vMerge/>
            <w:shd w:val="clear" w:color="auto" w:fill="auto"/>
          </w:tcPr>
          <w:p w:rsidR="00BC0437" w:rsidRPr="00BC0437" w:rsidRDefault="00BC0437" w:rsidP="00BC0437">
            <w:pPr>
              <w:rPr>
                <w:rFonts w:eastAsia="Times New Roman"/>
                <w:szCs w:val="22"/>
                <w:lang w:eastAsia="en-US"/>
              </w:rPr>
            </w:pPr>
          </w:p>
        </w:tc>
        <w:tc>
          <w:tcPr>
            <w:tcW w:w="558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 means Archives New Zealand; the National Library; sound archive maintained by Radio New Zealand Limited; film archive maintained by Television New Zealand Limited; film archive maintained by the New Zealand Film Archive Incorporated; or certain collection of documents of historical significance or public interest that is in the custody of and being maintained by a body, whether incorporated or unincorporated, that does not keep and maintain the collection for the purpose of deriving a profit; and includes, in relation only to its holding of public archives (within the meaning of section 4 of the Public Records Act 2005), an approved repository within the meaning of that section of that Act.</w:t>
            </w:r>
          </w:p>
        </w:tc>
        <w:tc>
          <w:tcPr>
            <w:tcW w:w="971"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25"/>
        </w:trPr>
        <w:tc>
          <w:tcPr>
            <w:tcW w:w="2296" w:type="dxa"/>
            <w:vMerge/>
            <w:shd w:val="clear" w:color="auto" w:fill="auto"/>
          </w:tcPr>
          <w:p w:rsidR="00BC0437" w:rsidRPr="00BC0437" w:rsidRDefault="00BC0437" w:rsidP="00BC0437">
            <w:pPr>
              <w:rPr>
                <w:rFonts w:eastAsia="Times New Roman"/>
                <w:szCs w:val="22"/>
                <w:lang w:eastAsia="en-US"/>
              </w:rPr>
            </w:pPr>
          </w:p>
        </w:tc>
        <w:tc>
          <w:tcPr>
            <w:tcW w:w="558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means, in relation to any description of work, reproducing or recording the work in any material form (including any digital format), in any medium and by any means; and includes, in relation to a literary, dramatic, musical, or artistic work, storing the work in any medium by any means; and includes, in relation to an artistic work, the making of a copy in 3 dimensions of a two-dimensional work and the making of a copy in 2 dimensions of a three-dimensional work; and includes, in relation to a film, television broadcast, or cable program, the making of a photograph of the whole or any substantial part of any image forming part of the film, broadcast, or cable program.</w:t>
            </w:r>
          </w:p>
        </w:tc>
        <w:tc>
          <w:tcPr>
            <w:tcW w:w="97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rPr>
          <w:trHeight w:val="728"/>
        </w:trPr>
        <w:tc>
          <w:tcPr>
            <w:tcW w:w="2296" w:type="dxa"/>
            <w:vMerge/>
            <w:shd w:val="clear" w:color="auto" w:fill="auto"/>
          </w:tcPr>
          <w:p w:rsidR="00BC0437" w:rsidRPr="00BC0437" w:rsidRDefault="00BC0437" w:rsidP="00BC0437">
            <w:pPr>
              <w:rPr>
                <w:rFonts w:eastAsia="Times New Roman"/>
                <w:szCs w:val="22"/>
                <w:lang w:eastAsia="en-US"/>
              </w:rPr>
            </w:pPr>
          </w:p>
        </w:tc>
        <w:tc>
          <w:tcPr>
            <w:tcW w:w="558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Sections 51 to 56C, reference to a librarian or archivist includes a person acting on behalf of the librarian or archivist.</w:t>
            </w:r>
          </w:p>
        </w:tc>
        <w:tc>
          <w:tcPr>
            <w:tcW w:w="97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50(2)</w:t>
            </w:r>
          </w:p>
        </w:tc>
      </w:tr>
      <w:tr w:rsidR="00BC0437" w:rsidRPr="00BC0437" w:rsidTr="00BC0437">
        <w:trPr>
          <w:trHeight w:val="638"/>
        </w:trPr>
        <w:tc>
          <w:tcPr>
            <w:tcW w:w="229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5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New Zealand, No. 143 (15 December 1994), as amended through Copyright Amendment Act, No. 86 (22 October 2013), available at http://www.wipo.int/wipolex/en/text.jsp?file_id=335333.</w:t>
            </w:r>
          </w:p>
        </w:tc>
      </w:tr>
      <w:tr w:rsidR="00BC0437" w:rsidRPr="00BC0437" w:rsidTr="00BC0437">
        <w:tc>
          <w:tcPr>
            <w:tcW w:w="229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5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22 May 2008; rev. 14 May 2015</w:t>
            </w:r>
          </w:p>
        </w:tc>
      </w:tr>
      <w:bookmarkEnd w:id="1133"/>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142" w:name="_Toc421800804"/>
      <w:r w:rsidRPr="00BC0437">
        <w:rPr>
          <w:lang w:eastAsia="en-US"/>
        </w:rPr>
        <w:t>Nicaragua</w:t>
      </w:r>
      <w:bookmarkEnd w:id="114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 whose activities are without direct or indirect commercial profit.</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35</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 its permanent collection.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The statute allows the library or archive to reproduce the work.  See the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Must be an isolated example.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 is not possible to acquire such copy in a reasonable time and under reasonable conditions.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 whose activities are without direct or indirect commercial profit.</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35</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 its permanent collection.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If the work has been lost, destroyed, or rendered unusable.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The statute allows the library or archive to reproduce the work.  See the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Must be an isolated example.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 is not possible to acquire such copy in a reasonable time and under reasonable conditions.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111</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111(1)</w:t>
            </w: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offering to the public, providing, or trafficking in circumvention devices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111(2)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Offering to the public or providing circumvention services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111(2)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widowControl w:val="0"/>
              <w:autoSpaceDE w:val="0"/>
              <w:autoSpaceDN w:val="0"/>
              <w:adjustRightInd w:val="0"/>
              <w:rPr>
                <w:rFonts w:eastAsia="Calibri"/>
                <w:szCs w:val="22"/>
                <w:lang w:eastAsia="en-US"/>
              </w:rPr>
            </w:pPr>
            <w:r w:rsidRPr="00BC0437">
              <w:rPr>
                <w:rFonts w:eastAsia="Calibri"/>
                <w:szCs w:val="22"/>
                <w:lang w:eastAsia="en-US"/>
              </w:rPr>
              <w:t>Both. The provisions relate to technical measures that prevent access to a work or protect a right of the copyright owner.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111(1)</w:t>
            </w:r>
          </w:p>
        </w:tc>
      </w:tr>
      <w:tr w:rsidR="00BC0437" w:rsidRPr="00BC0437" w:rsidTr="00BC0437">
        <w:trPr>
          <w:trHeight w:val="439"/>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or nonprofit educational institutions may gain access to a work, performance or phonogram which they would not have been able to access otherwise, for the sole purpose of making decisions regarding acquisitions.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111</w:t>
            </w:r>
          </w:p>
        </w:tc>
      </w:tr>
      <w:tr w:rsidR="00BC0437" w:rsidRPr="00BC0437" w:rsidTr="00BC0437">
        <w:trPr>
          <w:trHeight w:val="438"/>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color w:val="000000"/>
                <w:szCs w:val="22"/>
                <w:lang w:eastAsia="en-US"/>
              </w:rPr>
              <w:t>The penal provisions of Article 111 shall not apply to the specific activities of libraries, archives, educational institutions, or nonprofit noncommercial public broadcasting bodies.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651"/>
        <w:gridCol w:w="1009"/>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personal copies.</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31</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quote from disclosed works for analysis, commentary, or criticism.</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32</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Use</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articles and other short published works for education.</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33</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Copying for the Blind</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using the Braille or other specific system for the private use of the blind.</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34</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Parody</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Parodies of a divulged work are allowed.</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37</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making one or more copies of a work, performance, phonogram or broadcast, directly or indirectly, in any medium or form, including the printing, photocopying, recording or permanent or temporary storage in electronic form.  (See 2006 amendments.)</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2.29</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66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Neighboring Rights of Nicaragua, No. 312 (6 July 1999), available at http://www.wipo.int/wipolex/en/text.jsp?file_id=128904, as amended by Law on Amendments and Additions to Law No. 312, Law on Copyright and Related Rights of Nicaragua, No. 577 (16 March 2006), available at http://www.wipo.int/wipolex/en/text.jsp?file_id=177302.</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66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25 April 2014; rev. 14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143" w:name="_Toc199663554"/>
      <w:bookmarkStart w:id="1144" w:name="_Toc207648555"/>
      <w:bookmarkStart w:id="1145" w:name="_Toc207649137"/>
      <w:bookmarkStart w:id="1146" w:name="_Toc207649569"/>
      <w:bookmarkStart w:id="1147" w:name="_Toc207649930"/>
      <w:bookmarkStart w:id="1148" w:name="_Toc207650330"/>
      <w:bookmarkStart w:id="1149" w:name="_Toc208637978"/>
      <w:bookmarkStart w:id="1150" w:name="_Toc421800805"/>
      <w:r w:rsidRPr="00BC0437">
        <w:rPr>
          <w:lang w:eastAsia="en-US"/>
        </w:rPr>
        <w:t>Niger</w:t>
      </w:r>
      <w:bookmarkEnd w:id="1143"/>
      <w:bookmarkEnd w:id="1144"/>
      <w:bookmarkEnd w:id="1145"/>
      <w:bookmarkEnd w:id="1146"/>
      <w:bookmarkEnd w:id="1147"/>
      <w:bookmarkEnd w:id="1148"/>
      <w:bookmarkEnd w:id="1149"/>
      <w:bookmarkEnd w:id="115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151" w:name="nige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560"/>
        <w:gridCol w:w="387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52" w:name="_Toc186015789"/>
            <w:r w:rsidRPr="00BC0437">
              <w:rPr>
                <w:rFonts w:eastAsia="Times New Roman"/>
                <w:b/>
                <w:szCs w:val="22"/>
                <w:lang w:eastAsia="en-US"/>
              </w:rPr>
              <w:t>Research or Study</w:t>
            </w:r>
            <w:bookmarkEnd w:id="1152"/>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12(i)</w:t>
            </w: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are not directly or indirectly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or short works or short extracts of writings, with or without illustrations, published in collections, newspapers, or periodicals.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single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 case occurring, if repeated, or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not permitted where there is a collective license that can be obtained to allow the making of such copies, offered by a collective management organization such that the library is or should be aware of.</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university or private study or research, by request of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ensures that the copy will be used only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560"/>
        <w:gridCol w:w="120"/>
        <w:gridCol w:w="3758"/>
        <w:gridCol w:w="1030"/>
      </w:tblGrid>
      <w:tr w:rsidR="00BC0437" w:rsidRPr="00BC0437" w:rsidTr="00BC0437">
        <w:tc>
          <w:tcPr>
            <w:tcW w:w="8856" w:type="dxa"/>
            <w:gridSpan w:val="5"/>
            <w:shd w:val="clear" w:color="auto" w:fill="auto"/>
          </w:tcPr>
          <w:p w:rsidR="00BC0437" w:rsidRPr="00BC0437" w:rsidRDefault="00BC0437" w:rsidP="00BC0437">
            <w:pPr>
              <w:rPr>
                <w:rFonts w:eastAsia="Times New Roman"/>
                <w:b/>
                <w:szCs w:val="22"/>
                <w:lang w:eastAsia="en-US"/>
              </w:rPr>
            </w:pPr>
            <w:bookmarkStart w:id="1153" w:name="_Toc186015790"/>
            <w:r w:rsidRPr="00BC0437">
              <w:rPr>
                <w:rFonts w:eastAsia="Times New Roman"/>
                <w:b/>
                <w:szCs w:val="22"/>
                <w:lang w:eastAsia="en-US"/>
              </w:rPr>
              <w:t>Preservation and Replacement</w:t>
            </w:r>
            <w:bookmarkEnd w:id="1153"/>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12(ii)</w:t>
            </w: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are not directly or indirectly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single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where it is impossible to get a replacement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 case occurring, if repeated, or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9"/>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388" w:type="dxa"/>
            <w:vMerge/>
            <w:shd w:val="clear" w:color="auto" w:fill="auto"/>
          </w:tcPr>
          <w:p w:rsidR="00BC0437" w:rsidRPr="00BC0437" w:rsidRDefault="00BC0437" w:rsidP="00BC0437">
            <w:pPr>
              <w:rPr>
                <w:rFonts w:eastAsia="Times New Roman"/>
                <w:szCs w:val="22"/>
                <w:lang w:eastAsia="en-US"/>
              </w:rPr>
            </w:pP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if necessary, a work in the permanent collection of another library or archive, if the work has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46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154" w:name="_Toc186015791"/>
            <w:r w:rsidRPr="00BC0437">
              <w:rPr>
                <w:rFonts w:eastAsia="Times New Roman"/>
                <w:b/>
                <w:szCs w:val="22"/>
                <w:lang w:eastAsia="en-US"/>
              </w:rPr>
              <w:t>Anti-Circumvention of Technological Protection Measures</w:t>
            </w:r>
            <w:bookmarkEnd w:id="1154"/>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4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6"/>
        <w:gridCol w:w="5362"/>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155" w:name="_Toc186015792"/>
            <w:r w:rsidRPr="00BC0437">
              <w:rPr>
                <w:rFonts w:eastAsia="Times New Roman"/>
                <w:b/>
                <w:szCs w:val="22"/>
                <w:lang w:eastAsia="en-US"/>
              </w:rPr>
              <w:t>Miscellaneous</w:t>
            </w:r>
            <w:bookmarkEnd w:id="1155"/>
          </w:p>
        </w:tc>
      </w:tr>
      <w:tr w:rsidR="00BC0437" w:rsidRPr="00BC0437" w:rsidTr="00BC0437">
        <w:tc>
          <w:tcPr>
            <w:tcW w:w="24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36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is the making of facsimile copies of a work by means other than printing, for example, by photocopying; includes the making of facsimile copies in reduced or enlarged scale.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1(xvi)</w:t>
            </w:r>
          </w:p>
        </w:tc>
      </w:tr>
      <w:tr w:rsidR="00BC0437" w:rsidRPr="00BC0437" w:rsidTr="00BC0437">
        <w:tc>
          <w:tcPr>
            <w:tcW w:w="24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36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making copies of most works exclusively for the private use of the user.</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w:t>
            </w:r>
          </w:p>
        </w:tc>
      </w:tr>
      <w:tr w:rsidR="00BC0437" w:rsidRPr="00BC0437" w:rsidTr="00BC0437">
        <w:tc>
          <w:tcPr>
            <w:tcW w:w="24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w:t>
            </w:r>
          </w:p>
        </w:tc>
        <w:tc>
          <w:tcPr>
            <w:tcW w:w="536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limited reproduction of works for teaching.</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w:t>
            </w:r>
          </w:p>
        </w:tc>
      </w:tr>
      <w:tr w:rsidR="00BC0437" w:rsidRPr="00BC0437" w:rsidTr="00BC0437">
        <w:tc>
          <w:tcPr>
            <w:tcW w:w="24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49"/>
            </w:r>
          </w:p>
        </w:tc>
        <w:tc>
          <w:tcPr>
            <w:tcW w:w="637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Related Rights, and Expressions of Folklore of Niger, Decree No. 93-027 (30 March 1993), available at http://www.wipo.int/wipolex/en/text.jsp?file_id=240540.</w:t>
            </w:r>
          </w:p>
        </w:tc>
      </w:tr>
      <w:tr w:rsidR="00BC0437" w:rsidRPr="00BC0437" w:rsidTr="00BC0437">
        <w:tc>
          <w:tcPr>
            <w:tcW w:w="24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7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25 April 2015</w:t>
            </w:r>
          </w:p>
        </w:tc>
      </w:tr>
      <w:bookmarkEnd w:id="1151"/>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p w:rsidR="00BC0437" w:rsidRPr="00BC0437" w:rsidRDefault="00BC0437" w:rsidP="003F1670">
      <w:pPr>
        <w:pStyle w:val="Heading2"/>
        <w:rPr>
          <w:lang w:eastAsia="en-US"/>
        </w:rPr>
      </w:pPr>
      <w:bookmarkStart w:id="1156" w:name="_Toc199663555"/>
      <w:bookmarkStart w:id="1157" w:name="_Toc207648557"/>
      <w:bookmarkStart w:id="1158" w:name="_Toc207649139"/>
      <w:bookmarkStart w:id="1159" w:name="_Toc207649570"/>
      <w:bookmarkStart w:id="1160" w:name="_Toc207649931"/>
      <w:bookmarkStart w:id="1161" w:name="_Toc207650331"/>
      <w:bookmarkStart w:id="1162" w:name="_Toc208637979"/>
      <w:bookmarkStart w:id="1163" w:name="_Toc421800806"/>
      <w:r w:rsidRPr="00BC0437">
        <w:rPr>
          <w:lang w:eastAsia="en-US"/>
        </w:rPr>
        <w:t>Nigeria</w:t>
      </w:r>
      <w:bookmarkEnd w:id="1156"/>
      <w:bookmarkEnd w:id="1157"/>
      <w:bookmarkEnd w:id="1158"/>
      <w:bookmarkEnd w:id="1159"/>
      <w:bookmarkEnd w:id="1160"/>
      <w:bookmarkEnd w:id="1161"/>
      <w:bookmarkEnd w:id="1162"/>
      <w:bookmarkEnd w:id="116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0"/>
        <w:gridCol w:w="1439"/>
        <w:gridCol w:w="3799"/>
        <w:gridCol w:w="1134"/>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64" w:name="_Toc186015793"/>
            <w:bookmarkStart w:id="1165" w:name="nigeria"/>
            <w:r w:rsidRPr="00BC0437">
              <w:rPr>
                <w:rFonts w:eastAsia="Times New Roman"/>
                <w:b/>
                <w:szCs w:val="22"/>
                <w:lang w:eastAsia="en-US"/>
              </w:rPr>
              <w:t>Library Use</w:t>
            </w:r>
            <w:bookmarkEnd w:id="1164"/>
            <w:r w:rsidRPr="00BC0437">
              <w:rPr>
                <w:rFonts w:eastAsia="Times New Roman"/>
                <w:b/>
                <w:szCs w:val="22"/>
                <w:lang w:eastAsia="en-US"/>
              </w:rPr>
              <w:t xml:space="preserve"> (Public Interest)</w:t>
            </w:r>
          </w:p>
        </w:tc>
      </w:tr>
      <w:tr w:rsidR="00BC0437" w:rsidRPr="00BC0437" w:rsidTr="00BC0437">
        <w:trPr>
          <w:trHeight w:val="135"/>
        </w:trPr>
        <w:tc>
          <w:tcPr>
            <w:tcW w:w="261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2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government, public libraries, non-commercial documentation centers, and scientific or other institutions as may be prescribed.</w:t>
            </w:r>
          </w:p>
        </w:tc>
        <w:tc>
          <w:tcPr>
            <w:tcW w:w="10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Second Schedule</w:t>
            </w:r>
          </w:p>
          <w:p w:rsidR="00BC0437" w:rsidRPr="00BC0437" w:rsidRDefault="00BC0437" w:rsidP="00BC0437">
            <w:pPr>
              <w:rPr>
                <w:rFonts w:eastAsia="Times New Roman"/>
                <w:szCs w:val="22"/>
                <w:lang w:eastAsia="en-US"/>
              </w:rPr>
            </w:pPr>
            <w:r w:rsidRPr="00BC0437">
              <w:rPr>
                <w:rFonts w:eastAsia="Times New Roman"/>
                <w:szCs w:val="22"/>
                <w:lang w:eastAsia="en-US"/>
              </w:rPr>
              <w:t>(k)</w:t>
            </w:r>
          </w:p>
        </w:tc>
      </w:tr>
      <w:tr w:rsidR="00BC0437" w:rsidRPr="00BC0437" w:rsidTr="00BC0437">
        <w:trPr>
          <w:trHeight w:val="135"/>
        </w:trPr>
        <w:tc>
          <w:tcPr>
            <w:tcW w:w="2610" w:type="dxa"/>
            <w:vMerge/>
            <w:shd w:val="clear" w:color="auto" w:fill="auto"/>
          </w:tcPr>
          <w:p w:rsidR="00BC0437" w:rsidRPr="00BC0437" w:rsidRDefault="00BC0437" w:rsidP="00BC0437">
            <w:pPr>
              <w:rPr>
                <w:rFonts w:eastAsia="Times New Roman"/>
                <w:szCs w:val="22"/>
                <w:lang w:eastAsia="en-US"/>
              </w:rPr>
            </w:pPr>
          </w:p>
        </w:tc>
        <w:tc>
          <w:tcPr>
            <w:tcW w:w="143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1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2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10" w:type="dxa"/>
            <w:vMerge/>
            <w:shd w:val="clear" w:color="auto" w:fill="auto"/>
          </w:tcPr>
          <w:p w:rsidR="00BC0437" w:rsidRPr="00BC0437" w:rsidRDefault="00BC0437" w:rsidP="00BC0437">
            <w:pPr>
              <w:rPr>
                <w:rFonts w:eastAsia="Times New Roman"/>
                <w:szCs w:val="22"/>
                <w:lang w:eastAsia="en-US"/>
              </w:rPr>
            </w:pPr>
          </w:p>
        </w:tc>
        <w:tc>
          <w:tcPr>
            <w:tcW w:w="143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1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2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use in the public interest.</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10" w:type="dxa"/>
            <w:vMerge/>
            <w:shd w:val="clear" w:color="auto" w:fill="auto"/>
          </w:tcPr>
          <w:p w:rsidR="00BC0437" w:rsidRPr="00BC0437" w:rsidRDefault="00BC0437" w:rsidP="00BC0437">
            <w:pPr>
              <w:rPr>
                <w:rFonts w:eastAsia="Times New Roman"/>
                <w:szCs w:val="22"/>
                <w:lang w:eastAsia="en-US"/>
              </w:rPr>
            </w:pPr>
          </w:p>
        </w:tc>
        <w:tc>
          <w:tcPr>
            <w:tcW w:w="143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revenue may be derived from the use.  If the work is communicated, then no admission fee may be charged.</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1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2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1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2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is not limited to reproduction but includes “any use” by the institution.</w:t>
            </w:r>
          </w:p>
        </w:tc>
        <w:tc>
          <w:tcPr>
            <w:tcW w:w="1008"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134"/>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66" w:name="_Toc186015794"/>
            <w:r w:rsidRPr="00BC0437">
              <w:rPr>
                <w:rFonts w:eastAsia="Times New Roman"/>
                <w:b/>
                <w:szCs w:val="22"/>
                <w:lang w:eastAsia="en-US"/>
              </w:rPr>
              <w:t>Library Use (Unavailable Works</w:t>
            </w:r>
            <w:bookmarkEnd w:id="1166"/>
            <w:r w:rsidRPr="00BC0437">
              <w:rPr>
                <w:rFonts w:eastAsia="Times New Roman"/>
                <w:b/>
                <w:szCs w:val="22"/>
                <w:lang w:eastAsia="en-US"/>
              </w:rPr>
              <w: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or under the direction of the persons in charge of public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Second Schedule</w:t>
            </w:r>
          </w:p>
          <w:p w:rsidR="00BC0437" w:rsidRPr="00BC0437" w:rsidRDefault="00BC0437" w:rsidP="00BC0437">
            <w:pPr>
              <w:rPr>
                <w:rFonts w:eastAsia="Times New Roman"/>
                <w:szCs w:val="22"/>
                <w:lang w:eastAsia="en-US"/>
              </w:rPr>
            </w:pPr>
            <w:r w:rsidRPr="00BC0437">
              <w:rPr>
                <w:rFonts w:eastAsia="Times New Roman"/>
                <w:szCs w:val="22"/>
                <w:lang w:eastAsia="en-US"/>
              </w:rPr>
              <w:t>(q)</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Books, including pamphlets, sheet music, maps, charts, or plans.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more than three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can only occur if the book is not available for sale in Nigeria.</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use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134"/>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67" w:name="_Toc186015795"/>
            <w:r w:rsidRPr="00BC0437">
              <w:rPr>
                <w:rFonts w:eastAsia="Times New Roman"/>
                <w:b/>
                <w:szCs w:val="22"/>
                <w:lang w:eastAsia="en-US"/>
              </w:rPr>
              <w:t>Research or Study (Unpublished Works</w:t>
            </w:r>
            <w:bookmarkEnd w:id="1167"/>
            <w:r w:rsidRPr="00BC0437">
              <w:rPr>
                <w:rFonts w:eastAsia="Times New Roman"/>
                <w:b/>
                <w:szCs w:val="22"/>
                <w:lang w:eastAsia="en-US"/>
              </w:rPr>
              <w: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(Implicitly the library or the user could copy.)</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Second Schedule</w:t>
            </w:r>
          </w:p>
          <w:p w:rsidR="00BC0437" w:rsidRPr="00BC0437" w:rsidRDefault="00BC0437" w:rsidP="00BC0437">
            <w:pPr>
              <w:rPr>
                <w:rFonts w:eastAsia="Times New Roman"/>
                <w:szCs w:val="22"/>
                <w:lang w:eastAsia="en-US"/>
              </w:rPr>
            </w:pPr>
            <w:r w:rsidRPr="00BC0437">
              <w:rPr>
                <w:rFonts w:eastAsia="Times New Roman"/>
                <w:szCs w:val="22"/>
                <w:lang w:eastAsia="en-US"/>
              </w:rPr>
              <w:t>(r)</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literary or musical works, kept in the library, museum, or other institution to which the public has access.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168" w:name="_Toc186015796"/>
            <w:r w:rsidRPr="00BC0437">
              <w:rPr>
                <w:rFonts w:eastAsia="Times New Roman"/>
                <w:b/>
                <w:szCs w:val="22"/>
                <w:lang w:eastAsia="en-US"/>
              </w:rPr>
              <w:t>Anti-Circumvention of Technological Protection Measures</w:t>
            </w:r>
            <w:bookmarkEnd w:id="116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134"/>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169" w:name="_Toc186015797"/>
            <w:r w:rsidRPr="00BC0437">
              <w:rPr>
                <w:rFonts w:eastAsia="Times New Roman"/>
                <w:b/>
                <w:szCs w:val="22"/>
                <w:lang w:eastAsia="en-US"/>
              </w:rPr>
              <w:t>Miscellaneous</w:t>
            </w:r>
            <w:bookmarkEnd w:id="116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fair dealing for purposes of research, private use, criticism or review, or the reporting of current events is not an infringement.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Second Schedule (a)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Compulsory License</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Nigerian citizens or bodies incorporated in Nigeria can apply for a license to produce and publish a translation of or reproduce a published literary or dramatic work in printed or analogous form for purposes of teaching, scholarship, or research.  Detailed conditions apply.</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Fourth Schedule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National Archives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works stored in the National Archives or the public records of a state to supply to a person is not an infringement.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14(2)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means a reproduction in written form, in the form of a recording or cinematograph film, or in any other material form, so however that an object shall not be taken to be a copy of an architectural work unless the object is a building or model.</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Nigeria, Cap. C28 (1990), as amended through Decree No. 42 (1999) and codified in 2004, available at http://www.wipo.int/wipolex/en/text.jsp?file_id=268735.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14 May 2015</w:t>
            </w:r>
          </w:p>
        </w:tc>
      </w:tr>
    </w:tbl>
    <w:p w:rsidR="00BC0437" w:rsidRPr="00BC0437" w:rsidRDefault="00BC0437" w:rsidP="00BC0437">
      <w:pPr>
        <w:rPr>
          <w:rFonts w:eastAsia="Times New Roman"/>
          <w:szCs w:val="22"/>
          <w:lang w:eastAsia="en-US"/>
        </w:rPr>
      </w:pPr>
    </w:p>
    <w:bookmarkEnd w:id="1165"/>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170" w:name="_Toc421800807"/>
      <w:bookmarkStart w:id="1171" w:name="_Toc199663556"/>
      <w:bookmarkStart w:id="1172" w:name="_Toc207648558"/>
      <w:bookmarkStart w:id="1173" w:name="_Toc207649140"/>
      <w:bookmarkStart w:id="1174" w:name="_Toc207649571"/>
      <w:bookmarkStart w:id="1175" w:name="_Toc207649932"/>
      <w:bookmarkStart w:id="1176" w:name="_Toc207650332"/>
      <w:bookmarkStart w:id="1177" w:name="_Toc208637980"/>
      <w:r w:rsidRPr="00BC0437">
        <w:rPr>
          <w:lang w:eastAsia="en-US"/>
        </w:rPr>
        <w:t>Niue</w:t>
      </w:r>
      <w:bookmarkEnd w:id="1170"/>
    </w:p>
    <w:p w:rsidR="00BC0437" w:rsidRPr="00BC0437" w:rsidRDefault="00BC0437" w:rsidP="00BC0437">
      <w:pPr>
        <w:keepNext/>
        <w:outlineLvl w:val="1"/>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By or on behalf of a teacher at any university or school, or the librarian of the General Assembly Library, or of the library maintained by any government department, local authority, public body, university, or school, or of a library of any other prescribed class.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21(1)</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Such library may not be conducted for profit.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A published literary, dramatic, or musical work, or a published edition of such a work, or a published artistic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No copy shall extend to more than a reasonable proportion of the work or edition in question.  Artistic works are exempt from this condition.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No copy shall extend </w:t>
            </w:r>
            <w:r w:rsidRPr="00BC0437">
              <w:rPr>
                <w:rFonts w:eastAsia="Times New Roman"/>
                <w:color w:val="000000"/>
                <w:szCs w:val="22"/>
                <w:shd w:val="clear" w:color="auto" w:fill="FFFFFF"/>
                <w:lang w:eastAsia="en-US"/>
              </w:rPr>
              <w:t>to more than one article in a periodical publication, unless two or more articles in the same publication relate to the one subject-matter.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No person shall be furnished with more than one copy of the same artistic work, or the same article, or the same part of any other work or editions.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make copies and supply them to persons for </w:t>
            </w:r>
            <w:r w:rsidRPr="00BC0437">
              <w:rPr>
                <w:rFonts w:eastAsia="Times New Roman"/>
                <w:color w:val="000000"/>
                <w:szCs w:val="22"/>
                <w:shd w:val="clear" w:color="auto" w:fill="FFFFFF"/>
                <w:lang w:eastAsia="en-US"/>
              </w:rPr>
              <w:t>purposes of research or private study.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The persons requesting copies must satisfy the teacher or librarian or a person acting on his behalf that they require the copies for the purposes of research or private study and will not use them for any other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institution may charge for the copies, but may not require a fee higher </w:t>
            </w:r>
            <w:r w:rsidRPr="00BC0437">
              <w:rPr>
                <w:rFonts w:eastAsia="Times New Roman"/>
                <w:color w:val="000000"/>
                <w:szCs w:val="22"/>
                <w:shd w:val="clear" w:color="auto" w:fill="FFFFFF"/>
                <w:lang w:eastAsia="en-US"/>
              </w:rPr>
              <w:t>than the cost (including a contribution to the general expenses of the institution) attributable to their production.</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Supply to other Libraries (Published Works)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By or on behalf of the librarian of a library.</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21(2)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A published literary, dramatic, or musical work, or a published edition of such a work, or a published artistic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librarian on whose behalf the copy is supplied </w:t>
            </w:r>
            <w:r w:rsidRPr="00BC0437">
              <w:rPr>
                <w:rFonts w:eastAsia="Times New Roman"/>
                <w:color w:val="000000"/>
                <w:szCs w:val="22"/>
                <w:shd w:val="clear" w:color="auto" w:fill="FFFFFF"/>
                <w:lang w:eastAsia="en-US"/>
              </w:rPr>
              <w:t>does not know the name and address of any person entitled to authorize the making of the copy, and could not by reasonable inquiry ascertain the name and address of such a person.  This condition does not apply in the case of an article contained in a periodical publication.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make copies and supply them </w:t>
            </w:r>
            <w:r w:rsidRPr="00BC0437">
              <w:rPr>
                <w:rFonts w:eastAsia="Times New Roman"/>
                <w:color w:val="000000"/>
                <w:szCs w:val="22"/>
                <w:shd w:val="clear" w:color="auto" w:fill="FFFFFF"/>
                <w:lang w:eastAsia="en-US"/>
              </w:rPr>
              <w:t>to the librarian of another library.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Supply to other Libraries (Unpublished Works)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By or on behalf of the librarian of a library.</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21(3)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have the work in its collections and be a library to which Section 21(1) applies.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An unpublished literary, dramatic, musical, or artistic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81"/>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copy may be of a work deposited at a library to which Section 21(1) applies.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make copies and supply them </w:t>
            </w:r>
            <w:r w:rsidRPr="00BC0437">
              <w:rPr>
                <w:rFonts w:eastAsia="Times New Roman"/>
                <w:color w:val="000000"/>
                <w:szCs w:val="22"/>
                <w:shd w:val="clear" w:color="auto" w:fill="FFFFFF"/>
                <w:lang w:eastAsia="en-US"/>
              </w:rPr>
              <w:t>to the librarian of another library.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receiving library must be a library to which Section 21(1) applies, or the persons requesting copies must satisfy the librarian or a person acting on the librarian’s behalf that they require the copies for the purposes of research or private study and will not use them for any other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651"/>
        <w:gridCol w:w="1009"/>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Study</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Permits fair dealing of some works for research or private study.</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 19 and 20</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Permits various uses of copyrighted works for education.</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 21(4) to 21(6)</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Definitions</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For purposes of Section 21, the following definitions apply:</w:t>
            </w:r>
          </w:p>
          <w:p w:rsidR="00BC0437" w:rsidRPr="00BC0437" w:rsidRDefault="00BC0437" w:rsidP="00BC0437">
            <w:pPr>
              <w:rPr>
                <w:rFonts w:eastAsia="Times New Roman"/>
                <w:color w:val="000000"/>
                <w:szCs w:val="22"/>
                <w:shd w:val="clear" w:color="auto" w:fill="FFFFFF"/>
                <w:lang w:eastAsia="en-US"/>
              </w:rPr>
            </w:pPr>
            <w:r w:rsidRPr="00BC0437">
              <w:rPr>
                <w:rFonts w:eastAsia="Times New Roman"/>
                <w:szCs w:val="22"/>
                <w:lang w:eastAsia="en-US"/>
              </w:rPr>
              <w:t xml:space="preserve">“Article” </w:t>
            </w:r>
            <w:r w:rsidRPr="00BC0437">
              <w:rPr>
                <w:rFonts w:eastAsia="Times New Roman"/>
                <w:color w:val="000000"/>
                <w:szCs w:val="22"/>
                <w:shd w:val="clear" w:color="auto" w:fill="FFFFFF"/>
                <w:lang w:eastAsia="en-US"/>
              </w:rPr>
              <w:t>includes an item of any description.</w:t>
            </w:r>
          </w:p>
          <w:p w:rsidR="00BC0437" w:rsidRPr="00BC0437" w:rsidRDefault="00BC0437" w:rsidP="00BC0437">
            <w:pPr>
              <w:rPr>
                <w:rFonts w:eastAsia="Times New Roman"/>
                <w:color w:val="000000"/>
                <w:szCs w:val="22"/>
                <w:shd w:val="clear" w:color="auto" w:fill="FFFFFF"/>
                <w:lang w:eastAsia="en-US"/>
              </w:rPr>
            </w:pPr>
            <w:r w:rsidRPr="00BC0437">
              <w:rPr>
                <w:rFonts w:eastAsia="Times New Roman"/>
                <w:color w:val="000000"/>
                <w:szCs w:val="22"/>
                <w:shd w:val="clear" w:color="auto" w:fill="FFFFFF"/>
                <w:lang w:eastAsia="en-US"/>
              </w:rPr>
              <w:t>“School” covers a broad scope of primary or post-primary public or other registered schools.</w:t>
            </w:r>
          </w:p>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“University” includes a University College and a University College of Agriculture.</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 21(8)</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660" w:type="dxa"/>
            <w:gridSpan w:val="2"/>
          </w:tcPr>
          <w:p w:rsidR="00BC0437" w:rsidRPr="00BC0437" w:rsidRDefault="00BC0437" w:rsidP="00BC0437">
            <w:pPr>
              <w:rPr>
                <w:rFonts w:eastAsia="Times New Roman"/>
                <w:szCs w:val="22"/>
                <w:lang w:eastAsia="en-US"/>
              </w:rPr>
            </w:pPr>
            <w:r w:rsidRPr="00BC0437">
              <w:rPr>
                <w:rFonts w:eastAsia="Times New Roman"/>
                <w:i/>
                <w:szCs w:val="22"/>
                <w:lang w:eastAsia="en-US"/>
              </w:rPr>
              <w:t>Contextual note:</w:t>
            </w:r>
            <w:r w:rsidRPr="00BC0437">
              <w:rPr>
                <w:rFonts w:eastAsia="Times New Roman"/>
                <w:szCs w:val="22"/>
                <w:lang w:eastAsia="en-US"/>
              </w:rPr>
              <w:t xml:space="preserve">  Niue is an independent country, governed as an associated state of New Zealand.  The Niue Act of New Zealand, Public Act No. 38 (7 October 1966), provides at Article 686: “The Copyright Act 1962 [of New Zealand] shall be in force in Niue in the same manner in all respects as if Niue were for all purposes part of New Zealand, and the term </w:t>
            </w:r>
            <w:r w:rsidRPr="00BC0437">
              <w:rPr>
                <w:rFonts w:eastAsia="Times New Roman"/>
                <w:bCs/>
                <w:szCs w:val="22"/>
                <w:lang w:eastAsia="en-US"/>
              </w:rPr>
              <w:t xml:space="preserve">New Zealand </w:t>
            </w:r>
            <w:r w:rsidRPr="00BC0437">
              <w:rPr>
                <w:rFonts w:eastAsia="Times New Roman"/>
                <w:szCs w:val="22"/>
                <w:lang w:eastAsia="en-US"/>
              </w:rPr>
              <w:t>as used in that Act shall, both in New Zealand and in Niue, be read as including Niue accordingly.”</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i/>
                <w:szCs w:val="22"/>
                <w:lang w:eastAsia="en-US"/>
              </w:rPr>
            </w:pPr>
            <w:r w:rsidRPr="00BC0437">
              <w:rPr>
                <w:rFonts w:eastAsia="Times New Roman"/>
                <w:i/>
                <w:szCs w:val="22"/>
                <w:lang w:eastAsia="en-US"/>
              </w:rPr>
              <w:t>For the current copyright statutes in effect in Niue, see:</w:t>
            </w:r>
          </w:p>
          <w:p w:rsidR="00BC0437" w:rsidRPr="00BC0437" w:rsidRDefault="00BC0437" w:rsidP="00BC0437">
            <w:pPr>
              <w:rPr>
                <w:rFonts w:eastAsia="Times New Roman"/>
                <w:szCs w:val="22"/>
                <w:lang w:eastAsia="en-US"/>
              </w:rPr>
            </w:pPr>
            <w:r w:rsidRPr="00BC0437">
              <w:rPr>
                <w:rFonts w:eastAsia="Times New Roman"/>
                <w:szCs w:val="22"/>
                <w:lang w:eastAsia="en-US"/>
              </w:rPr>
              <w:t>Copyright Act of New Zealand, No. 33 (1962), available at http://www.paclii.org/nu/legis/nu-nz_act/ca1962133/, as amended by Tāoga Niue Act, No. 320 (12 September 2012) (Schedule 3), available at http://www.gov.nu/wb/media/Act%20320%20-%20Taoga%20Niue%20Act%202012.pdf.</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66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20 April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178" w:name="_Toc421800808"/>
      <w:r w:rsidRPr="00BC0437">
        <w:rPr>
          <w:lang w:eastAsia="en-US"/>
        </w:rPr>
        <w:t>Norway</w:t>
      </w:r>
      <w:bookmarkEnd w:id="1171"/>
      <w:bookmarkEnd w:id="1172"/>
      <w:bookmarkEnd w:id="1173"/>
      <w:bookmarkEnd w:id="1174"/>
      <w:bookmarkEnd w:id="1175"/>
      <w:bookmarkEnd w:id="1176"/>
      <w:bookmarkEnd w:id="1177"/>
      <w:bookmarkEnd w:id="117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179" w:name="Norway"/>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80" w:name="_Toc186015798"/>
            <w:r w:rsidRPr="00BC0437">
              <w:rPr>
                <w:rFonts w:eastAsia="Times New Roman"/>
                <w:b/>
                <w:szCs w:val="22"/>
                <w:lang w:eastAsia="en-US"/>
              </w:rPr>
              <w:t>Preservation</w:t>
            </w:r>
            <w:bookmarkEnd w:id="118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libraries, museums, educational and research institutions.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Conservation and safety purposes and other special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Commercial uses are not permitted.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statutory provision is an authorization for the King of Norway to create regulations consistent with this section.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81" w:name="_Toc186015799"/>
            <w:r w:rsidRPr="00BC0437">
              <w:rPr>
                <w:rFonts w:eastAsia="Times New Roman"/>
                <w:b/>
                <w:szCs w:val="22"/>
                <w:lang w:eastAsia="en-US"/>
              </w:rPr>
              <w:t>Research or Study (Making Available)</w:t>
            </w:r>
            <w:bookmarkEnd w:id="118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make available?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libraries, museums, and educational institutions.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made available?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Works from the collections of the institution.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be made available to individuals only by using terminals on the premises of the organization.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availability?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or private study of an individual.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statutory provision is an authorization for the King of Norway to create regulations for making works available.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Copies for Library Users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libraries, and museums within the scope of Section 16.</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Published works from the collections of the institution.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make the copies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4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section also permits making the works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All copying under this section must comply with the conditions of the applicable extended collective license pursuant to Section 36.  Section 36 permits organizations representing authors to enter into such licenses, and the licenses may set the terms on which a user is permitted to make copies of works.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82" w:name="_Toc186015801"/>
            <w:r w:rsidRPr="00BC0437">
              <w:rPr>
                <w:rFonts w:eastAsia="Times New Roman"/>
                <w:b/>
                <w:szCs w:val="22"/>
                <w:lang w:eastAsia="en-US"/>
              </w:rPr>
              <w:t>Anti-Circumvention of Technological Protection Measures</w:t>
            </w:r>
            <w:bookmarkEnd w:id="118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53a</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Selling, renting, or in any other way making available; manufacturing, or importing for the making available to the public; advertising for sale or rental; and possessing for commercial purposes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Offering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control the copying or making available to the public of a protected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prohibition against the act of circumvention shall not hinder copying pursuant to Section 16, which allows library copying.</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53a</w:t>
            </w: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Rightsholders shall ensure that beneficiaries who have legal access to a work, without hinder by an effective technological protection measure, can use the work and produce new copies, pursuant to Section 16 on library copying and other specifically listed exemptions to copyright protection.</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53b</w:t>
            </w:r>
          </w:p>
        </w:tc>
      </w:tr>
      <w:tr w:rsidR="00BC0437" w:rsidRPr="00BC0437" w:rsidTr="00BC0437">
        <w:trPr>
          <w:trHeight w:val="602"/>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provisions of Section 53b do not apply to computer programs.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02"/>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statute includes a procedure for beneficiaries to petition the rightsholder for access, and the rightsholder can be ordered by the Copyright Board to provide information enabling access.  The Copyright Board may also rule that a beneficiary can circumvent the measure if the rightsholder fails to comply.</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53b</w:t>
            </w:r>
          </w:p>
        </w:tc>
      </w:tr>
      <w:tr w:rsidR="00BC0437" w:rsidRPr="00BC0437" w:rsidTr="00BC0437">
        <w:trPr>
          <w:trHeight w:val="60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King of Norway may decide that some institutions in the sector of archives, libraries, and museums automatically shall receive the information necessary to ensure that circumvention of technological protection measures to enable the legal copying is possible.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183" w:name="_Toc186015802"/>
            <w:r w:rsidRPr="00BC0437">
              <w:rPr>
                <w:rFonts w:eastAsia="Times New Roman"/>
                <w:b/>
                <w:szCs w:val="22"/>
                <w:lang w:eastAsia="en-US"/>
              </w:rPr>
              <w:t>Miscellaneous</w:t>
            </w:r>
            <w:bookmarkEnd w:id="1183"/>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single copies of some works for private use.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12 </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Series of provisions allowing specific uses of works for education, including by means of extended collective licensing.</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 to 13b &amp; 18 &amp; 21</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of some works for purposes of serving the needs of the blind and persons with other disabilities.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17 to 17b</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Act Relating to Copyright in Literary, Scientific, and Artistic Works etc. of Norway, No. 2 (12 May 1961), as amended through 22 December 2006, available at http://www.wipo.int/wipolex/en/text.jsp?file_id=248181.</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14 May 2015</w:t>
            </w:r>
          </w:p>
        </w:tc>
      </w:tr>
      <w:bookmarkEnd w:id="1179"/>
    </w:tbl>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184" w:name="_Toc421800809"/>
      <w:bookmarkStart w:id="1185" w:name="_Toc199663557"/>
      <w:bookmarkStart w:id="1186" w:name="_Toc207648559"/>
      <w:bookmarkStart w:id="1187" w:name="_Toc207649141"/>
      <w:bookmarkStart w:id="1188" w:name="_Toc207649572"/>
      <w:bookmarkStart w:id="1189" w:name="_Toc207649933"/>
      <w:bookmarkStart w:id="1190" w:name="_Toc207650333"/>
      <w:bookmarkStart w:id="1191" w:name="_Toc208637981"/>
      <w:r w:rsidRPr="00BC0437">
        <w:rPr>
          <w:lang w:eastAsia="en-US"/>
        </w:rPr>
        <w:t>Oman</w:t>
      </w:r>
      <w:bookmarkEnd w:id="118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each provision of Article 20)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if listed in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if listed in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Moral Rights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The rights of use are subject to moral rights.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Three-Step Test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A free use shall not be allowed if the use conflicts with the normal exploitation of the work, performance, or phonogram or unreasonably prejudices the legitimate interests of the author, performer, or producer of phonograms.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Study or Private Research</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document centers, educational establishments, and scientific and cultural institutions.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20(3)(a)</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 or short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Copies allowed to the extent justified by the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39"/>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One-time reproduction or at varying intervals, or repeated copying on separate and unrelated occasions.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Study or research.</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To meet the need of a natural person.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6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the purpose of direct or indirect financial gain.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means.  “Reproduction” is defined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 collective license is available under which such reproduction can be made.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document centers, educational establishments, and scientific and cultural institutions.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20(3)(b)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Protected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0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maintain the original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6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or damaged and for which it is not possible to obtain a substitute.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means.  “Reproduction” is defined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40</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definition of “effective technological measure” encompasses both concepts (Article 1(25)).</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Anyone may reproduce a work for personal and private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6(f)</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Law on Copyright and Related Rights of Oman, Royal Decree No. 65/2008 (4 May 2008), available at http://www.wipo.int/wipolex/en/text.jsp?file_id=180949.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27 August 2014; rev. 14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192" w:name="_Toc199663558"/>
      <w:bookmarkStart w:id="1193" w:name="_Toc207648560"/>
      <w:bookmarkStart w:id="1194" w:name="_Toc207649142"/>
      <w:bookmarkStart w:id="1195" w:name="_Toc207649573"/>
      <w:bookmarkStart w:id="1196" w:name="_Toc207649934"/>
      <w:bookmarkStart w:id="1197" w:name="_Toc207650334"/>
      <w:bookmarkStart w:id="1198" w:name="_Toc208637982"/>
      <w:bookmarkStart w:id="1199" w:name="_Toc421800810"/>
      <w:bookmarkEnd w:id="1185"/>
      <w:bookmarkEnd w:id="1186"/>
      <w:bookmarkEnd w:id="1187"/>
      <w:bookmarkEnd w:id="1188"/>
      <w:bookmarkEnd w:id="1189"/>
      <w:bookmarkEnd w:id="1190"/>
      <w:bookmarkEnd w:id="1191"/>
      <w:r w:rsidRPr="00BC0437">
        <w:rPr>
          <w:lang w:eastAsia="en-US"/>
        </w:rPr>
        <w:t>Pakistan</w:t>
      </w:r>
      <w:bookmarkEnd w:id="1192"/>
      <w:bookmarkEnd w:id="1193"/>
      <w:bookmarkEnd w:id="1194"/>
      <w:bookmarkEnd w:id="1195"/>
      <w:bookmarkEnd w:id="1196"/>
      <w:bookmarkEnd w:id="1197"/>
      <w:bookmarkEnd w:id="1198"/>
      <w:bookmarkEnd w:id="119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200" w:name="Pakistan"/>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1438"/>
        <w:gridCol w:w="3714"/>
        <w:gridCol w:w="109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01" w:name="_Toc186015806"/>
            <w:r w:rsidRPr="00BC0437">
              <w:rPr>
                <w:rFonts w:eastAsia="Times New Roman"/>
                <w:b/>
                <w:szCs w:val="22"/>
                <w:lang w:eastAsia="en-US"/>
              </w:rPr>
              <w:t>Research, Study, or with a View to Publication (Unpublished Works)</w:t>
            </w:r>
            <w:bookmarkEnd w:id="1201"/>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museums, or other institutions.  (Note: Actually, the statute allows copying of works kept in such organizations, and the copying may implicitly be made by anyone.)</w:t>
            </w:r>
          </w:p>
        </w:tc>
        <w:tc>
          <w:tcPr>
            <w:tcW w:w="109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57 (1)(p)</w:t>
            </w:r>
          </w:p>
        </w:tc>
      </w:tr>
      <w:tr w:rsidR="00BC0437" w:rsidRPr="00BC0437" w:rsidTr="00BC0437">
        <w:trPr>
          <w:trHeight w:val="135"/>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public must have access to the institution.</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literary, dramatic, or musical works kept in the institution.</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the identity of the author is known to the organization, the reproduction must be more than fifty years after the date of the author’s death.  If joint authors, fifty years after the death of the last of the known authors to die.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or with a view to publication.</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w:t>
            </w:r>
          </w:p>
        </w:tc>
        <w:tc>
          <w:tcPr>
            <w:tcW w:w="109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1438"/>
        <w:gridCol w:w="3714"/>
        <w:gridCol w:w="109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02" w:name="_Toc186015807"/>
            <w:r w:rsidRPr="00BC0437">
              <w:rPr>
                <w:rFonts w:eastAsia="Times New Roman"/>
                <w:b/>
                <w:szCs w:val="22"/>
                <w:lang w:eastAsia="en-US"/>
              </w:rPr>
              <w:t>Research or Study (Published Works)</w:t>
            </w:r>
            <w:bookmarkEnd w:id="1202"/>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or under the direction of the person in charge of a public library or a non-profit library.  “Public Libraries” are defined to include the national library and others as designated.  (Section 2(z))</w:t>
            </w:r>
          </w:p>
        </w:tc>
        <w:tc>
          <w:tcPr>
            <w:tcW w:w="109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57 (1)(o)</w:t>
            </w:r>
          </w:p>
        </w:tc>
      </w:tr>
      <w:tr w:rsidR="00BC0437" w:rsidRPr="00BC0437" w:rsidTr="00BC0437">
        <w:trPr>
          <w:trHeight w:val="135"/>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Books, including pamphlets, sheets of music, maps, charts, or plans.</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Can only copy if such work is not available for sale.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vMerge/>
            <w:shd w:val="clear" w:color="auto" w:fill="auto"/>
          </w:tcPr>
          <w:p w:rsidR="00BC0437" w:rsidRPr="00BC0437" w:rsidRDefault="00BC0437" w:rsidP="00BC0437">
            <w:pPr>
              <w:rPr>
                <w:rFonts w:eastAsia="Times New Roman"/>
                <w:szCs w:val="22"/>
                <w:lang w:eastAsia="en-US"/>
              </w:rPr>
            </w:pP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May make not more than three copies.</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use by the public.</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use must be free of charge.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w:t>
            </w:r>
          </w:p>
        </w:tc>
        <w:tc>
          <w:tcPr>
            <w:tcW w:w="109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1438"/>
        <w:gridCol w:w="3714"/>
        <w:gridCol w:w="109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03" w:name="_Toc186015808"/>
            <w:r w:rsidRPr="00BC0437">
              <w:rPr>
                <w:rFonts w:eastAsia="Times New Roman"/>
                <w:b/>
                <w:szCs w:val="22"/>
                <w:lang w:eastAsia="en-US"/>
              </w:rPr>
              <w:t>Library Internal Use</w:t>
            </w:r>
            <w:bookmarkEnd w:id="1203"/>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or under the direction of the people in charge of libraries attached to educational institutions.</w:t>
            </w:r>
          </w:p>
        </w:tc>
        <w:tc>
          <w:tcPr>
            <w:tcW w:w="109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57 (1)(o)</w:t>
            </w:r>
          </w:p>
        </w:tc>
      </w:tr>
      <w:tr w:rsidR="00BC0437" w:rsidRPr="00BC0437" w:rsidTr="00BC0437">
        <w:trPr>
          <w:trHeight w:val="135"/>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Books, including pamphlets, sheets of music, maps, charts, or plans.</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only if such work is not available for sale.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vMerge/>
            <w:shd w:val="clear" w:color="auto" w:fill="auto"/>
          </w:tcPr>
          <w:p w:rsidR="00BC0437" w:rsidRPr="00BC0437" w:rsidRDefault="00BC0437" w:rsidP="00BC0437">
            <w:pPr>
              <w:rPr>
                <w:rFonts w:eastAsia="Times New Roman"/>
                <w:szCs w:val="22"/>
                <w:lang w:eastAsia="en-US"/>
              </w:rPr>
            </w:pP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limited to no more than three copies.</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use by the library.</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w:t>
            </w:r>
          </w:p>
        </w:tc>
        <w:tc>
          <w:tcPr>
            <w:tcW w:w="109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624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204" w:name="_Toc186015809"/>
            <w:r w:rsidRPr="00BC0437">
              <w:rPr>
                <w:rFonts w:eastAsia="Times New Roman"/>
                <w:b/>
                <w:szCs w:val="22"/>
                <w:lang w:eastAsia="en-US"/>
              </w:rPr>
              <w:t>Anti-Circumvention of Technological Protection Measures</w:t>
            </w:r>
            <w:bookmarkEnd w:id="1204"/>
          </w:p>
        </w:tc>
      </w:tr>
      <w:tr w:rsidR="00BC0437" w:rsidRPr="00BC0437" w:rsidTr="00BC0437">
        <w:tc>
          <w:tcPr>
            <w:tcW w:w="26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4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205" w:name="_Toc186015810"/>
            <w:r w:rsidRPr="00BC0437">
              <w:rPr>
                <w:rFonts w:eastAsia="Times New Roman"/>
                <w:b/>
                <w:szCs w:val="22"/>
                <w:lang w:eastAsia="en-US"/>
              </w:rPr>
              <w:t>Miscellaneous</w:t>
            </w:r>
            <w:bookmarkEnd w:id="120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Remedies—Limitation against Libraries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Seizure of infringing copies from public libraries (and others) is barred.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74(1)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Legal Deposit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Publishers must deliver a copy of any book or periodical published in the country to each of the public libraries.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47;</w:t>
            </w:r>
          </w:p>
          <w:p w:rsidR="00BC0437" w:rsidRPr="00BC0437" w:rsidRDefault="00BC0437" w:rsidP="00BC0437">
            <w:pPr>
              <w:rPr>
                <w:rFonts w:eastAsia="Times New Roman"/>
                <w:szCs w:val="22"/>
                <w:lang w:eastAsia="en-US"/>
              </w:rPr>
            </w:pPr>
            <w:r w:rsidRPr="00BC0437">
              <w:rPr>
                <w:rFonts w:eastAsia="Times New Roman"/>
                <w:szCs w:val="22"/>
                <w:lang w:eastAsia="en-US"/>
              </w:rPr>
              <w:t>§ 48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“Reproduction” in the case of a literary, dramatic or musical work, includes a reproduction in the form of a record or of a cinematographic work, and, in the case of an artistic work, includes a version produced by converting the work into a three-dimensional form, or if it is in three dimensions, by converting it into a two dimensional form.</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2(zd)</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Ordinance of Pakistan, No. XXXIV (1962), as amended through the Copyright Ordinance, 2000 (29 September 2000), available at</w:t>
            </w:r>
          </w:p>
          <w:p w:rsidR="00BC0437" w:rsidRPr="00BC0437" w:rsidRDefault="00BC0437" w:rsidP="00BC0437">
            <w:pPr>
              <w:rPr>
                <w:rFonts w:eastAsia="Times New Roman"/>
                <w:szCs w:val="22"/>
                <w:lang w:eastAsia="en-US"/>
              </w:rPr>
            </w:pPr>
            <w:r w:rsidRPr="00BC0437">
              <w:rPr>
                <w:rFonts w:eastAsia="Times New Roman"/>
                <w:szCs w:val="22"/>
                <w:lang w:eastAsia="en-US"/>
              </w:rPr>
              <w:t>http://www.wipo.int/wipolex/en/text.jsp?file_id=129351.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14 May 2015</w:t>
            </w:r>
          </w:p>
        </w:tc>
      </w:tr>
    </w:tbl>
    <w:p w:rsidR="00BC0437" w:rsidRPr="00BC0437" w:rsidRDefault="00BC0437" w:rsidP="00BC0437">
      <w:pPr>
        <w:rPr>
          <w:rFonts w:eastAsia="Times New Roman"/>
          <w:szCs w:val="22"/>
          <w:lang w:eastAsia="en-US"/>
        </w:rPr>
      </w:pPr>
    </w:p>
    <w:bookmarkEnd w:id="1200"/>
    <w:p w:rsidR="00BC0437" w:rsidRPr="00BC0437" w:rsidRDefault="00BC0437" w:rsidP="003F1670">
      <w:pPr>
        <w:pStyle w:val="Heading2"/>
        <w:rPr>
          <w:lang w:eastAsia="en-US"/>
        </w:rPr>
      </w:pPr>
      <w:r w:rsidRPr="00BC0437">
        <w:rPr>
          <w:lang w:eastAsia="en-US"/>
        </w:rPr>
        <w:br w:type="page"/>
      </w:r>
      <w:bookmarkStart w:id="1206" w:name="_Toc199663559"/>
      <w:bookmarkStart w:id="1207" w:name="_Toc207648561"/>
      <w:bookmarkStart w:id="1208" w:name="_Toc207649143"/>
      <w:bookmarkStart w:id="1209" w:name="_Toc207649574"/>
      <w:bookmarkStart w:id="1210" w:name="_Toc207649935"/>
      <w:bookmarkStart w:id="1211" w:name="_Toc207650335"/>
      <w:bookmarkStart w:id="1212" w:name="_Toc208637983"/>
      <w:bookmarkStart w:id="1213" w:name="_Toc421800811"/>
      <w:r w:rsidRPr="00BC0437">
        <w:rPr>
          <w:lang w:eastAsia="en-US"/>
        </w:rPr>
        <w:t>Panama</w:t>
      </w:r>
      <w:bookmarkEnd w:id="1206"/>
      <w:bookmarkEnd w:id="1207"/>
      <w:bookmarkEnd w:id="1208"/>
      <w:bookmarkEnd w:id="1209"/>
      <w:bookmarkEnd w:id="1210"/>
      <w:bookmarkEnd w:id="1211"/>
      <w:bookmarkEnd w:id="1212"/>
      <w:bookmarkEnd w:id="121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214" w:name="panam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15" w:name="_Toc186015812"/>
            <w:r w:rsidRPr="00BC0437">
              <w:rPr>
                <w:rFonts w:eastAsia="Times New Roman"/>
                <w:b/>
                <w:szCs w:val="22"/>
                <w:lang w:eastAsia="en-US"/>
              </w:rPr>
              <w:t>Preservation and Replacement</w:t>
            </w:r>
            <w:bookmarkEnd w:id="121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Nonprofit libraries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69(2)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disclosed works from the permanent collections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necessary, to replace a copy of a work in the permanent collections of another library or archive, if that copy has been lost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it is not possible to acquire such a copy in a reasonable time and on reasonable terms.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143-151</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Manufacturing, importing, etc. are prohibited.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  Permits libraries and archives to access works for purposes of evaluating whether to acquire it.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146(1)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216" w:name="_Toc186015814"/>
            <w:r w:rsidRPr="00BC0437">
              <w:rPr>
                <w:rFonts w:eastAsia="Times New Roman"/>
                <w:b/>
                <w:szCs w:val="22"/>
                <w:lang w:eastAsia="en-US"/>
              </w:rPr>
              <w:t>Miscellaneous</w:t>
            </w:r>
            <w:bookmarkEnd w:id="121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“Reproduction” includes fixing a work for electronic storage.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198"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Permits lending by libraries and archives that are not for profit.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69(6)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Neighboring Rights of Panama, No. 64 (10 October 2012), available at http://www.wipo.int/wipolex/en/text.jsp?file_id=350139.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14 December 2007; rev. 14 May 2015</w:t>
            </w:r>
          </w:p>
        </w:tc>
      </w:tr>
    </w:tbl>
    <w:p w:rsidR="00BC0437" w:rsidRPr="00BC0437" w:rsidRDefault="00BC0437" w:rsidP="00BC0437">
      <w:pPr>
        <w:rPr>
          <w:rFonts w:eastAsia="Times New Roman"/>
          <w:szCs w:val="22"/>
          <w:lang w:eastAsia="en-US"/>
        </w:rPr>
      </w:pPr>
    </w:p>
    <w:bookmarkEnd w:id="1214"/>
    <w:p w:rsidR="00BC0437" w:rsidRPr="00BC0437" w:rsidRDefault="00BC0437" w:rsidP="003F1670">
      <w:pPr>
        <w:pStyle w:val="Heading2"/>
        <w:rPr>
          <w:lang w:eastAsia="en-US"/>
        </w:rPr>
      </w:pPr>
      <w:r w:rsidRPr="00BC0437">
        <w:rPr>
          <w:lang w:eastAsia="en-US"/>
        </w:rPr>
        <w:br w:type="page"/>
      </w:r>
      <w:bookmarkStart w:id="1217" w:name="_Toc199663560"/>
      <w:bookmarkStart w:id="1218" w:name="_Toc207648562"/>
      <w:bookmarkStart w:id="1219" w:name="_Toc207649144"/>
      <w:bookmarkStart w:id="1220" w:name="_Toc207649575"/>
      <w:bookmarkStart w:id="1221" w:name="_Toc207649936"/>
      <w:bookmarkStart w:id="1222" w:name="_Toc207650336"/>
      <w:bookmarkStart w:id="1223" w:name="_Toc208637984"/>
      <w:bookmarkStart w:id="1224" w:name="_Toc421800812"/>
      <w:r w:rsidRPr="00BC0437">
        <w:rPr>
          <w:lang w:eastAsia="en-US"/>
        </w:rPr>
        <w:t>Papua New Guinea</w:t>
      </w:r>
      <w:bookmarkEnd w:id="1217"/>
      <w:bookmarkEnd w:id="1218"/>
      <w:bookmarkEnd w:id="1219"/>
      <w:bookmarkEnd w:id="1220"/>
      <w:bookmarkEnd w:id="1221"/>
      <w:bookmarkEnd w:id="1222"/>
      <w:bookmarkEnd w:id="1223"/>
      <w:bookmarkEnd w:id="122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25" w:name="_Toc186015816"/>
            <w:bookmarkStart w:id="1226" w:name="Papua"/>
            <w:r w:rsidRPr="00BC0437">
              <w:rPr>
                <w:rFonts w:eastAsia="Times New Roman"/>
                <w:b/>
                <w:szCs w:val="22"/>
                <w:lang w:eastAsia="en-US"/>
              </w:rPr>
              <w:t>Research or Study</w:t>
            </w:r>
            <w:bookmarkEnd w:id="122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institutions.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commercial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other short works, or short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where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may only be made where there is no license or other authority available under which approval for such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by request of a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public institution must be satisfied that the copy shall be used solely for the allowed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“Reprographic” is not a defined term.  See the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27" w:name="_Toc186015817"/>
            <w:r w:rsidRPr="00BC0437">
              <w:rPr>
                <w:rFonts w:eastAsia="Times New Roman"/>
                <w:b/>
                <w:szCs w:val="22"/>
                <w:lang w:eastAsia="en-US"/>
              </w:rPr>
              <w:t>Preservation and Replacement</w:t>
            </w:r>
            <w:bookmarkEnd w:id="122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institutions.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commercial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where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may only be made where it is impossible to obtain the work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where necessary, a work in that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where necessary, a work that has been lost, destroyed, or rendered unusable in the permanent collection of another public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“Reprographic” is not a defined term.  See the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28" w:name="_Toc186015818"/>
            <w:r w:rsidRPr="00BC0437">
              <w:rPr>
                <w:rFonts w:eastAsia="Times New Roman"/>
                <w:b/>
                <w:szCs w:val="22"/>
                <w:lang w:eastAsia="en-US"/>
              </w:rPr>
              <w:t>Anti-Circumvention of Technological Protection Measures</w:t>
            </w:r>
            <w:bookmarkEnd w:id="122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29(1)</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prevent or restrict reproduction of a work or that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229" w:name="_Toc186015819"/>
            <w:r w:rsidRPr="00BC0437">
              <w:rPr>
                <w:rFonts w:eastAsia="Times New Roman"/>
                <w:b/>
                <w:szCs w:val="22"/>
                <w:lang w:eastAsia="en-US"/>
              </w:rPr>
              <w:t>Miscellaneous</w:t>
            </w:r>
            <w:bookmarkEnd w:id="122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work or sound recording for a limited period of time for profit making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Neighboring Rights Act of Papua New Guinea, No. 21 (19 July 2000), available at http://www.wipo.int/wipolex/en/text.jsp?file_id=129337.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14 May 2015</w:t>
            </w:r>
          </w:p>
        </w:tc>
      </w:tr>
      <w:bookmarkEnd w:id="1226"/>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230" w:name="_Toc199663561"/>
      <w:bookmarkStart w:id="1231" w:name="_Toc207648564"/>
      <w:bookmarkStart w:id="1232" w:name="_Toc207649146"/>
      <w:bookmarkStart w:id="1233" w:name="_Toc207649576"/>
      <w:bookmarkStart w:id="1234" w:name="_Toc207649937"/>
      <w:bookmarkStart w:id="1235" w:name="_Toc207650337"/>
      <w:bookmarkStart w:id="1236" w:name="_Toc208637985"/>
      <w:bookmarkStart w:id="1237" w:name="_Toc421800813"/>
      <w:r w:rsidRPr="00BC0437">
        <w:rPr>
          <w:lang w:eastAsia="en-US"/>
        </w:rPr>
        <w:t>Paraguay</w:t>
      </w:r>
      <w:bookmarkEnd w:id="1230"/>
      <w:bookmarkEnd w:id="1231"/>
      <w:bookmarkEnd w:id="1232"/>
      <w:bookmarkEnd w:id="1233"/>
      <w:bookmarkEnd w:id="1234"/>
      <w:bookmarkEnd w:id="1235"/>
      <w:bookmarkEnd w:id="1236"/>
      <w:bookmarkEnd w:id="123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238" w:name="paraguay"/>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39" w:name="_Toc186015821"/>
            <w:r w:rsidRPr="00BC0437">
              <w:rPr>
                <w:rFonts w:eastAsia="Times New Roman"/>
                <w:b/>
                <w:szCs w:val="22"/>
                <w:lang w:eastAsia="en-US"/>
              </w:rPr>
              <w:t>Preservation and Replacement</w:t>
            </w:r>
            <w:bookmarkEnd w:id="123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Non-profit-making public libraries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39 (2)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Disclosed works in the permanent collection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provided that it is not possible to acquire such a copy in a reasonable time and on acceptable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that copy and replace it in the event of its being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the copy in the permanent collection of another library or archive that has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insofar as it does not interfere with the normal exploitation of the work or unreasonably prejudice the legitimate interests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40" w:name="_Toc186015822"/>
            <w:r w:rsidRPr="00BC0437">
              <w:rPr>
                <w:rFonts w:eastAsia="Times New Roman"/>
                <w:b/>
                <w:szCs w:val="22"/>
                <w:lang w:eastAsia="en-US"/>
              </w:rPr>
              <w:t>Anti-Circumvention of Technological Protection Measures</w:t>
            </w:r>
            <w:bookmarkEnd w:id="124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167 (10)</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selling, renting, or bringing into circulation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Rendering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The prohibition relates to devices that the owners have set in place to protect their rights.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libraries.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241" w:name="_Toc186015823"/>
            <w:r w:rsidRPr="00BC0437">
              <w:rPr>
                <w:rFonts w:eastAsia="Times New Roman"/>
                <w:b/>
                <w:szCs w:val="22"/>
                <w:lang w:eastAsia="en-US"/>
              </w:rPr>
              <w:t>Miscellaneous</w:t>
            </w:r>
            <w:bookmarkEnd w:id="124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lending to the public of the lawful copy of a work expressed in writing by a library or archive that does not pursue any direct or indirect profit-making purpose is permitted.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39(5)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means the fixation of the work in a material or medium that enables it to be communicated, including electronic storage, either permanent or temporary, and the production of copies of all or part thereof.  </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2(37)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Related Rights of Paraguay, No. 1328/98 (27 August 1998), available at http://www.wipo.int/wipolex/en/text.jsp?file_id=129427.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14 May 2015</w:t>
            </w:r>
          </w:p>
        </w:tc>
      </w:tr>
      <w:bookmarkEnd w:id="1238"/>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242" w:name="_Toc421800814"/>
      <w:bookmarkStart w:id="1243" w:name="_Toc199663562"/>
      <w:bookmarkStart w:id="1244" w:name="_Toc207648566"/>
      <w:bookmarkStart w:id="1245" w:name="_Toc207649148"/>
      <w:bookmarkStart w:id="1246" w:name="_Toc207649577"/>
      <w:bookmarkStart w:id="1247" w:name="_Toc207649938"/>
      <w:bookmarkStart w:id="1248" w:name="_Toc207650338"/>
      <w:bookmarkStart w:id="1249" w:name="_Toc208637986"/>
      <w:r w:rsidRPr="00BC0437">
        <w:rPr>
          <w:lang w:eastAsia="en-US"/>
        </w:rPr>
        <w:t>Peru</w:t>
      </w:r>
      <w:bookmarkEnd w:id="124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269"/>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43(c)</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must not pursue a direct or indirect profit-making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available in the permanent collection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Individual reproduction is permitted.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3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only permitted where it has proved impossible to acquire such a copy within a reasonable time and on reasonable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3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Preamble to Article 43 limits the exception to works that have been lawfully disclosed.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the work and replace it where it has been mislaid,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belonging to the permanent collection of another library or archive that has been mislaid,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all cases specified in this Article, any use of works that competes with the author’s exclusive right to exploit his work shall be equivalent to unlawful use.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800"/>
        <w:gridCol w:w="3240"/>
        <w:gridCol w:w="1170"/>
      </w:tblGrid>
      <w:tr w:rsidR="00BC0437" w:rsidRPr="00BC0437" w:rsidTr="00BC0437">
        <w:tc>
          <w:tcPr>
            <w:tcW w:w="8838"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0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17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196A</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2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17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2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assembling, importing, altering, selling, renting, offering for sale or rental or bringing into circulation circumvention devices.</w:t>
            </w:r>
          </w:p>
        </w:tc>
        <w:tc>
          <w:tcPr>
            <w:tcW w:w="117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2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17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0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devices that prevent or restrict the making of copies of works or that impair the quality of copies.</w:t>
            </w:r>
          </w:p>
        </w:tc>
        <w:tc>
          <w:tcPr>
            <w:tcW w:w="117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0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Statute permits access by libraries, archives, or </w:t>
            </w:r>
          </w:p>
          <w:p w:rsidR="00BC0437" w:rsidRPr="00BC0437" w:rsidRDefault="00BC0437" w:rsidP="00BC0437">
            <w:pPr>
              <w:rPr>
                <w:rFonts w:eastAsia="Times New Roman"/>
                <w:szCs w:val="22"/>
                <w:lang w:eastAsia="en-US"/>
              </w:rPr>
            </w:pPr>
            <w:r w:rsidRPr="00BC0437">
              <w:rPr>
                <w:rFonts w:eastAsia="Times New Roman"/>
                <w:szCs w:val="22"/>
                <w:lang w:eastAsia="en-US"/>
              </w:rPr>
              <w:t>educational non-profit institutions to works for the sole purpose of making decisions about acquisitions.</w:t>
            </w:r>
          </w:p>
        </w:tc>
        <w:tc>
          <w:tcPr>
            <w:tcW w:w="11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196B(IV)</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Restrictive Interpretation</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exceptions provided for in Articles 41 through 49 shall be interpreted restrictively, and may not be applied to cases that are contrary to proper practice.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50</w:t>
            </w: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of short fragments or of works published in graphic form that have been lawfully disclosed but are out of print is permitted for exclusively personal use.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43(b)</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Making copies of works, performances, or productions published as sound or audiovisual recordings is permitted for exclusively personal use; certain works are excluded. </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Lending to the public the lawful copy of a work in written form by a library or archive whose activities have no direct or indirect profit-making purpose is permitted.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43(f)</w:t>
            </w: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“Disclosure” means making the work, performance, or production available to the public by sale, rental, or lending, by any means that is or may yet become known of transferring ownership or possession of the said original or copy.</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2(9)</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fixation of the work or intellectual production in a material medium that allows it to be communicated, including electronic storage, and the making of copies of all or part thereof.</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2(37)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50"/>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Peru, No. 822 (23 April 1996), available at http://www.wipo.int/wipolex/en/text.jsp?file_id=129300,</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as amended by Legislative Decree No. 1076 (27 June 2008), available at http://www.wipo.int/wipolex/en/text.jsp?file_id=183000, </w:t>
            </w:r>
          </w:p>
          <w:p w:rsidR="00BC0437" w:rsidRPr="00BC0437" w:rsidRDefault="00BC0437" w:rsidP="00BC0437">
            <w:pPr>
              <w:rPr>
                <w:rFonts w:eastAsia="Times New Roman"/>
                <w:szCs w:val="22"/>
                <w:lang w:eastAsia="en-US"/>
              </w:rPr>
            </w:pPr>
            <w:r w:rsidRPr="00BC0437">
              <w:rPr>
                <w:rFonts w:eastAsia="Times New Roman"/>
                <w:szCs w:val="22"/>
                <w:lang w:eastAsia="en-US"/>
              </w:rPr>
              <w:t>and by Law No. 30276 (13 November 2014), available at http://www.wipo.int/wipolex/en/text.jsp?file_id=355131.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29 August 2014; rev. 14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250" w:name="_Toc421800815"/>
      <w:bookmarkStart w:id="1251" w:name="_Toc199663563"/>
      <w:bookmarkStart w:id="1252" w:name="_Toc207648567"/>
      <w:bookmarkStart w:id="1253" w:name="_Toc207649149"/>
      <w:bookmarkStart w:id="1254" w:name="_Toc207649578"/>
      <w:bookmarkStart w:id="1255" w:name="_Toc207649939"/>
      <w:bookmarkStart w:id="1256" w:name="_Toc207650339"/>
      <w:bookmarkStart w:id="1257" w:name="_Toc208637987"/>
      <w:bookmarkEnd w:id="1243"/>
      <w:bookmarkEnd w:id="1244"/>
      <w:bookmarkEnd w:id="1245"/>
      <w:bookmarkEnd w:id="1246"/>
      <w:bookmarkEnd w:id="1247"/>
      <w:bookmarkEnd w:id="1248"/>
      <w:bookmarkEnd w:id="1249"/>
      <w:r w:rsidRPr="00BC0437">
        <w:rPr>
          <w:lang w:eastAsia="en-US"/>
        </w:rPr>
        <w:t>Philippines</w:t>
      </w:r>
      <w:bookmarkEnd w:id="125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Lending Fragile or Rare Works (Preservation)</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188.1 (a) &amp;</w:t>
            </w:r>
          </w:p>
          <w:p w:rsidR="00BC0437" w:rsidRPr="00BC0437" w:rsidRDefault="00BC0437" w:rsidP="00BC0437">
            <w:pPr>
              <w:rPr>
                <w:rFonts w:eastAsia="Times New Roman"/>
                <w:szCs w:val="22"/>
                <w:lang w:eastAsia="en-US"/>
              </w:rPr>
            </w:pPr>
            <w:r w:rsidRPr="00BC0437">
              <w:rPr>
                <w:rFonts w:eastAsia="Times New Roman"/>
                <w:szCs w:val="22"/>
                <w:lang w:eastAsia="en-US"/>
              </w:rPr>
              <w:t>§ 188.2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be for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that by reason of their fragile character or rarity cannot be lent to a user in the original form.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single copy may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Limited number of copies allowed as necessary to fulfill the institution’s mandate (Section 188.1).</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volume of a work published in several volumes, a missing tome, or pages of magazines or similar works cannot be reproduced unless the volume, tome, or part is out of stock.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lending to users.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“Reprographic” is not a defined term;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188.1 (b) &amp;</w:t>
            </w:r>
          </w:p>
          <w:p w:rsidR="00BC0437" w:rsidRPr="00BC0437" w:rsidRDefault="00BC0437" w:rsidP="00BC0437">
            <w:pPr>
              <w:rPr>
                <w:rFonts w:eastAsia="Times New Roman"/>
                <w:szCs w:val="22"/>
                <w:lang w:eastAsia="en-US"/>
              </w:rPr>
            </w:pPr>
            <w:r w:rsidRPr="00BC0437">
              <w:rPr>
                <w:rFonts w:eastAsia="Times New Roman"/>
                <w:szCs w:val="22"/>
                <w:lang w:eastAsia="en-US"/>
              </w:rPr>
              <w:t>§ 188.2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be for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Isolated articles contained in composite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Brief portions of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where it is necessary and considered expedient to supply the works to users.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0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volume of a work published in several volumes, a missing tome, or pages of magazines or similar works cannot be reproduced unless the volume, tome, or part is out of stock.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5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Limited number of copies allowed as necessary to fulfill the institution’s mandate (Section 188.1).</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as requested by users.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purpose of the copying must be to deliver copies instead of lending the volumes or booklets.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“Reprographic” is not a defined term;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188.1 (c) &amp;</w:t>
            </w:r>
          </w:p>
          <w:p w:rsidR="00BC0437" w:rsidRPr="00BC0437" w:rsidRDefault="00BC0437" w:rsidP="00BC0437">
            <w:pPr>
              <w:rPr>
                <w:rFonts w:eastAsia="Times New Roman"/>
                <w:szCs w:val="22"/>
                <w:lang w:eastAsia="en-US"/>
              </w:rPr>
            </w:pPr>
            <w:r w:rsidRPr="00BC0437">
              <w:rPr>
                <w:rFonts w:eastAsia="Times New Roman"/>
                <w:szCs w:val="22"/>
                <w:lang w:eastAsia="en-US"/>
              </w:rPr>
              <w:t>§ 188.2</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be for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16"/>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Limited number of copies allowed as necessary to fulfill the institution’s mandate (Section 188.1).</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02"/>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t>Copies of the work are not available from the publisher.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4"/>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if necessary, a work that has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similar library or archive a work that has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“Reprographic” is not a defined term;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  Provisions added in 2012 are a definition and remedies for circumvention.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171.12 &amp; 216.1</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  The definition refers to acts in respect of a work that are not authorized by the rightsholder.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171.12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8"/>
        <w:gridCol w:w="534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Use</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fair use of a copyrighted work for criticism, comment, news reporting, teaching including limited number of copies for classroom use, scholarship, research, and similar purposes is not an infringement of copyright.  The statute specifies that decompilation of a computer program to achieve interoperability with other programs may also be fair use.  The statute specifies the four factors: purpose of the use; nature of the work used; the amount of the work used; and effect of the use on the value of or market for the original.</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185</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Neighboring Rights</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statutory exceptions also apply to the rights of performers, producers of sound recordings, and broadcasting organizations.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212</w:t>
            </w:r>
          </w:p>
        </w:tc>
      </w:tr>
      <w:tr w:rsidR="00BC0437" w:rsidRPr="00BC0437" w:rsidTr="00BC0437">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Legal Deposit</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library is entitled by law to receive copies of printed work, if special reasons so require, it may make a reproduction of a published work which is considered necessary for the collection of the library but is out of stock.</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188.2</w:t>
            </w:r>
          </w:p>
        </w:tc>
      </w:tr>
      <w:tr w:rsidR="00BC0437" w:rsidRPr="00BC0437" w:rsidTr="00BC0437">
        <w:tc>
          <w:tcPr>
            <w:tcW w:w="2508" w:type="dxa"/>
            <w:vMerge/>
            <w:shd w:val="clear" w:color="auto" w:fill="auto"/>
          </w:tcPr>
          <w:p w:rsidR="00BC0437" w:rsidRPr="00BC0437" w:rsidRDefault="00BC0437" w:rsidP="00BC0437">
            <w:pPr>
              <w:rPr>
                <w:rFonts w:eastAsia="Times New Roman"/>
                <w:szCs w:val="22"/>
                <w:lang w:eastAsia="en-US"/>
              </w:rPr>
            </w:pP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deposit requirements for the Philippines are contained in Section 191.</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191</w:t>
            </w:r>
          </w:p>
        </w:tc>
      </w:tr>
      <w:tr w:rsidR="00BC0437" w:rsidRPr="00BC0437" w:rsidTr="00BC0437">
        <w:trPr>
          <w:trHeight w:val="170"/>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Importation</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Up to 3 copies of works may be imported for use in libraries if the work is not available in the Philippines and several other requirements are met.</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190.1</w:t>
            </w:r>
          </w:p>
        </w:tc>
      </w:tr>
      <w:tr w:rsidR="00BC0437" w:rsidRPr="00BC0437" w:rsidTr="00BC0437">
        <w:trPr>
          <w:trHeight w:val="710"/>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making of one or more copies, temporary or permanent, in whole or in part, of a work or a sound recording in any manner or form without prejudice to the provision of Section 185 (on fair use).</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171.9</w:t>
            </w:r>
          </w:p>
        </w:tc>
      </w:tr>
      <w:tr w:rsidR="00BC0437" w:rsidRPr="00BC0437" w:rsidTr="00BC0437">
        <w:trPr>
          <w:trHeight w:val="1657"/>
        </w:trPr>
        <w:tc>
          <w:tcPr>
            <w:tcW w:w="2508" w:type="dxa"/>
            <w:vMerge/>
            <w:shd w:val="clear" w:color="auto" w:fill="auto"/>
          </w:tcPr>
          <w:p w:rsidR="00BC0437" w:rsidRPr="00BC0437" w:rsidRDefault="00BC0437" w:rsidP="00BC0437">
            <w:pPr>
              <w:rPr>
                <w:rFonts w:eastAsia="Times New Roman"/>
                <w:szCs w:val="22"/>
                <w:lang w:eastAsia="en-US"/>
              </w:rPr>
            </w:pP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 means works, which, with the consent of the authors, are made available to the public by wire or wireless means in such a way that members of the public may access these works from a place and time individually chosen by them: Provided, That availability of such copies has been such, as to satisfy the reasonable requirements of the public, having regard to the nature of the work.</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171.7</w:t>
            </w:r>
          </w:p>
        </w:tc>
      </w:tr>
      <w:tr w:rsidR="00BC0437" w:rsidRPr="00BC0437" w:rsidTr="00BC0437">
        <w:trPr>
          <w:trHeight w:val="1007"/>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42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Intellectual Property Code of the Philippines, Part IV, Republic Act No. 8293 (6 June 1997), available at http://www.wipo.int/wipolex/en/text.jsp?file_id=129343, </w:t>
            </w:r>
          </w:p>
          <w:p w:rsidR="00BC0437" w:rsidRPr="00BC0437" w:rsidRDefault="00BC0437" w:rsidP="00BC0437">
            <w:pPr>
              <w:rPr>
                <w:rFonts w:eastAsia="Times New Roman"/>
                <w:b/>
                <w:szCs w:val="22"/>
                <w:lang w:eastAsia="en-US"/>
              </w:rPr>
            </w:pPr>
            <w:r w:rsidRPr="00BC0437">
              <w:rPr>
                <w:rFonts w:eastAsia="Times New Roman"/>
                <w:szCs w:val="22"/>
                <w:lang w:eastAsia="en-US"/>
              </w:rPr>
              <w:t>as amended by Republic Act No. 10372 (23 July 2012), available at http://www.wipo.int/wipolex/en/text.jsp?file_id=285068.</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42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8 December 2007; rev. 30 August 2014; rev. 14 May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258" w:name="_Toc199663564"/>
      <w:bookmarkStart w:id="1259" w:name="_Toc207648569"/>
      <w:bookmarkStart w:id="1260" w:name="_Toc207649151"/>
      <w:bookmarkStart w:id="1261" w:name="_Toc207649579"/>
      <w:bookmarkStart w:id="1262" w:name="_Toc207649940"/>
      <w:bookmarkStart w:id="1263" w:name="_Toc207650340"/>
      <w:bookmarkStart w:id="1264" w:name="_Toc208637988"/>
      <w:bookmarkStart w:id="1265" w:name="_Toc421800816"/>
      <w:bookmarkEnd w:id="1251"/>
      <w:bookmarkEnd w:id="1252"/>
      <w:bookmarkEnd w:id="1253"/>
      <w:bookmarkEnd w:id="1254"/>
      <w:bookmarkEnd w:id="1255"/>
      <w:bookmarkEnd w:id="1256"/>
      <w:bookmarkEnd w:id="1257"/>
      <w:r w:rsidRPr="00BC0437">
        <w:rPr>
          <w:lang w:eastAsia="en-US"/>
        </w:rPr>
        <w:t>Poland</w:t>
      </w:r>
      <w:bookmarkEnd w:id="1258"/>
      <w:bookmarkEnd w:id="1259"/>
      <w:bookmarkEnd w:id="1260"/>
      <w:bookmarkEnd w:id="1261"/>
      <w:bookmarkEnd w:id="1262"/>
      <w:bookmarkEnd w:id="1263"/>
      <w:bookmarkEnd w:id="1264"/>
      <w:bookmarkEnd w:id="126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266" w:name="Poland"/>
            <w:r w:rsidRPr="00BC0437">
              <w:rPr>
                <w:rFonts w:eastAsia="Times New Roman"/>
                <w:b/>
                <w:szCs w:val="22"/>
                <w:lang w:eastAsia="en-US"/>
              </w:rPr>
              <w:t>General Provisions (applicable to various statutory exceptions.)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unless the specific statutory exception provides otherwise.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subject to existing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subject to existing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permitted use must not infringe the normal use of the work or violate the rightful interests of the author.</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67" w:name="_Toc186015834"/>
            <w:r w:rsidRPr="00BC0437">
              <w:rPr>
                <w:rFonts w:eastAsia="Times New Roman"/>
                <w:b/>
                <w:szCs w:val="22"/>
                <w:lang w:eastAsia="en-US"/>
              </w:rPr>
              <w:t>Copying for Users</w:t>
            </w:r>
            <w:bookmarkEnd w:id="126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and schools.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28(1)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Disseminated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5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occur within the scope of the statutory objectives of the organization.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Excludes databases that qualify as protected works (Article 30</w:t>
            </w:r>
            <w:r w:rsidRPr="00BC0437">
              <w:rPr>
                <w:rFonts w:eastAsia="Times New Roman"/>
                <w:szCs w:val="22"/>
                <w:vertAlign w:val="superscript"/>
                <w:lang w:eastAsia="en-US"/>
              </w:rPr>
              <w:t>1</w:t>
            </w:r>
            <w:r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Excludes computer programs (Article 77).</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provide free access to copies of disseminated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None.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68" w:name="_Toc186015835"/>
            <w:r w:rsidRPr="00BC0437">
              <w:rPr>
                <w:rFonts w:eastAsia="Times New Roman"/>
                <w:b/>
                <w:szCs w:val="22"/>
                <w:lang w:eastAsia="en-US"/>
              </w:rPr>
              <w:t>Preservation and Supplementation of the Institution’s Collections</w:t>
            </w:r>
            <w:bookmarkEnd w:id="126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and schools.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28(2)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Disseminated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Excludes databases that qualify as protected works (Article 30</w:t>
            </w:r>
            <w:r w:rsidRPr="00BC0437">
              <w:rPr>
                <w:rFonts w:eastAsia="Times New Roman"/>
                <w:szCs w:val="22"/>
                <w:vertAlign w:val="superscript"/>
                <w:lang w:eastAsia="en-US"/>
              </w:rPr>
              <w:t>1</w:t>
            </w:r>
            <w:r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Excludes computer programs (Article 77).</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supplement, maintain, and/or protect the collections of the organization.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69" w:name="_Toc186015836"/>
            <w:r w:rsidRPr="00BC0437">
              <w:rPr>
                <w:rFonts w:eastAsia="Times New Roman"/>
                <w:b/>
                <w:szCs w:val="22"/>
                <w:lang w:eastAsia="en-US"/>
              </w:rPr>
              <w:t>Research or Study (Making Available)</w:t>
            </w:r>
            <w:bookmarkEnd w:id="126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and schools.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28(3)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Excludes databases that qualify as protected works (Article 30</w:t>
            </w:r>
            <w:r w:rsidRPr="00BC0437">
              <w:rPr>
                <w:rFonts w:eastAsia="Times New Roman"/>
                <w:szCs w:val="22"/>
                <w:vertAlign w:val="superscript"/>
                <w:lang w:eastAsia="en-US"/>
              </w:rPr>
              <w:t>1</w:t>
            </w:r>
            <w:r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Excludes computer programs (Article 77).</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or learning purposes of an individual.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Via information technology terminals located on the premises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70" w:name="_Toc186015837"/>
            <w:r w:rsidRPr="00BC0437">
              <w:rPr>
                <w:rFonts w:eastAsia="Times New Roman"/>
                <w:b/>
                <w:szCs w:val="22"/>
                <w:lang w:eastAsia="en-US"/>
              </w:rPr>
              <w:t>Anti-Circumvention of Technological Protection Measures</w:t>
            </w:r>
            <w:bookmarkEnd w:id="127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118¹ (1)-(2)</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Using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Producing, carrying on trade, advertising for sale or rental, or keeping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protect against communication, recording, or reproducing works or objects of related rights, and include access or security measures that fulfill the protective goal.</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 (10)-(11)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rightsholder of a computer program may demand that the user of a computer program should destroy the technical means that he owns (including computer programs), used only to facilitate illegal removal or circumvention of the technical protection measures.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77¹</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5897"/>
        <w:gridCol w:w="1008"/>
      </w:tblGrid>
      <w:tr w:rsidR="00BC0437" w:rsidRPr="00BC0437" w:rsidTr="00BC0437">
        <w:trPr>
          <w:trHeight w:val="95"/>
        </w:trPr>
        <w:tc>
          <w:tcPr>
            <w:tcW w:w="8856" w:type="dxa"/>
            <w:gridSpan w:val="3"/>
            <w:shd w:val="clear" w:color="auto" w:fill="auto"/>
          </w:tcPr>
          <w:p w:rsidR="00BC0437" w:rsidRPr="00BC0437" w:rsidRDefault="00BC0437" w:rsidP="00BC0437">
            <w:pPr>
              <w:rPr>
                <w:rFonts w:eastAsia="Times New Roman"/>
                <w:b/>
                <w:szCs w:val="22"/>
                <w:lang w:eastAsia="en-US"/>
              </w:rPr>
            </w:pPr>
            <w:bookmarkStart w:id="1271" w:name="_Toc186015838"/>
            <w:r w:rsidRPr="00BC0437">
              <w:rPr>
                <w:rFonts w:eastAsia="Times New Roman"/>
                <w:b/>
                <w:szCs w:val="22"/>
                <w:lang w:eastAsia="en-US"/>
              </w:rPr>
              <w:t>Miscellaneous</w:t>
            </w:r>
            <w:bookmarkEnd w:id="1271"/>
          </w:p>
        </w:tc>
      </w:tr>
      <w:tr w:rsidR="00BC0437" w:rsidRPr="00BC0437" w:rsidTr="00BC0437">
        <w:trPr>
          <w:trHeight w:val="95"/>
        </w:trPr>
        <w:tc>
          <w:tcPr>
            <w:tcW w:w="195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89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of most disseminated works for personal use.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23</w:t>
            </w:r>
          </w:p>
        </w:tc>
      </w:tr>
      <w:tr w:rsidR="00BC0437" w:rsidRPr="00BC0437" w:rsidTr="00BC0437">
        <w:trPr>
          <w:trHeight w:val="95"/>
        </w:trPr>
        <w:tc>
          <w:tcPr>
            <w:tcW w:w="1951"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Copying</w:t>
            </w:r>
          </w:p>
        </w:tc>
        <w:tc>
          <w:tcPr>
            <w:tcW w:w="589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and educational institutions can make copies of portions of published works for teaching and research purposes.  (Note: Although a library may be a research institution, this statute seems aimed at research organizations that are conducting the research, in contrast to a library that makes copies for the research needs of others.)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w:t>
            </w:r>
          </w:p>
        </w:tc>
      </w:tr>
      <w:tr w:rsidR="00BC0437" w:rsidRPr="00BC0437" w:rsidTr="00BC0437">
        <w:trPr>
          <w:trHeight w:val="95"/>
        </w:trPr>
        <w:tc>
          <w:tcPr>
            <w:tcW w:w="1951" w:type="dxa"/>
            <w:vMerge/>
            <w:shd w:val="clear" w:color="auto" w:fill="auto"/>
          </w:tcPr>
          <w:p w:rsidR="00BC0437" w:rsidRPr="00BC0437" w:rsidRDefault="00BC0437" w:rsidP="00BC0437">
            <w:pPr>
              <w:rPr>
                <w:rFonts w:eastAsia="Times New Roman"/>
                <w:szCs w:val="22"/>
                <w:lang w:eastAsia="en-US"/>
              </w:rPr>
            </w:pPr>
          </w:p>
        </w:tc>
        <w:tc>
          <w:tcPr>
            <w:tcW w:w="589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Centers of research and technical information and documentation may make and disseminate single copies of some works, limited to not more than one publishing sheet of excerpts of published works.  (Note: This statute may apply to libraries, but it allows the organization to make, and give to users, a copy of only a small portion of published works.)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30</w:t>
            </w:r>
          </w:p>
        </w:tc>
      </w:tr>
      <w:tr w:rsidR="00BC0437" w:rsidRPr="00BC0437" w:rsidTr="00BC0437">
        <w:trPr>
          <w:trHeight w:val="95"/>
        </w:trPr>
        <w:tc>
          <w:tcPr>
            <w:tcW w:w="195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89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broad uses of works for the needs of persons with disabilities.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w:t>
            </w:r>
            <w:r w:rsidRPr="00BC0437">
              <w:rPr>
                <w:rFonts w:eastAsia="Times New Roman"/>
                <w:szCs w:val="22"/>
                <w:vertAlign w:val="superscript"/>
                <w:lang w:eastAsia="en-US"/>
              </w:rPr>
              <w:t>1</w:t>
            </w:r>
          </w:p>
        </w:tc>
      </w:tr>
      <w:tr w:rsidR="00BC0437" w:rsidRPr="00BC0437" w:rsidTr="00BC0437">
        <w:trPr>
          <w:trHeight w:val="95"/>
        </w:trPr>
        <w:tc>
          <w:tcPr>
            <w:tcW w:w="195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89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“disseminated work” shall mean a work which, with permission of its author, has been made available to the public by any means whatsoever.</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6(3)</w:t>
            </w:r>
          </w:p>
        </w:tc>
      </w:tr>
      <w:tr w:rsidR="00BC0437" w:rsidRPr="00BC0437" w:rsidTr="00BC0437">
        <w:trPr>
          <w:trHeight w:val="95"/>
        </w:trPr>
        <w:tc>
          <w:tcPr>
            <w:tcW w:w="195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90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Related Rights Act of Poland, No. 83 (4 February 1994), as amended through Alteration of the Law on Copyright and Neighboring Rights, No. 91 (10 October 2010), available at http://www.wipo.int/wipolex/en/text.jsp?file_id=129378.</w:t>
            </w:r>
          </w:p>
        </w:tc>
      </w:tr>
      <w:tr w:rsidR="00BC0437" w:rsidRPr="00BC0437" w:rsidTr="00BC0437">
        <w:trPr>
          <w:trHeight w:val="95"/>
        </w:trPr>
        <w:tc>
          <w:tcPr>
            <w:tcW w:w="195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90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15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bookmarkEnd w:id="1266"/>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272" w:name="_Toc199663565"/>
      <w:bookmarkStart w:id="1273" w:name="_Toc207648571"/>
      <w:bookmarkStart w:id="1274" w:name="_Toc207649153"/>
      <w:bookmarkStart w:id="1275" w:name="_Toc207649580"/>
      <w:bookmarkStart w:id="1276" w:name="_Toc207649941"/>
      <w:bookmarkStart w:id="1277" w:name="_Toc207650341"/>
      <w:bookmarkStart w:id="1278" w:name="_Toc208637989"/>
      <w:bookmarkStart w:id="1279" w:name="_Toc421800817"/>
      <w:r w:rsidRPr="00BC0437">
        <w:rPr>
          <w:lang w:eastAsia="en-US"/>
        </w:rPr>
        <w:t>Portug</w:t>
      </w:r>
      <w:bookmarkEnd w:id="1272"/>
      <w:bookmarkEnd w:id="1273"/>
      <w:bookmarkEnd w:id="1274"/>
      <w:bookmarkEnd w:id="1275"/>
      <w:bookmarkEnd w:id="1276"/>
      <w:bookmarkEnd w:id="1277"/>
      <w:bookmarkEnd w:id="1278"/>
      <w:r w:rsidRPr="00BC0437">
        <w:rPr>
          <w:lang w:eastAsia="en-US"/>
        </w:rPr>
        <w:t>al</w:t>
      </w:r>
      <w:bookmarkEnd w:id="127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rPr>
          <w:trHeight w:val="848"/>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Must provide where possible the name of the author and publisher, the title of the work, and other identifying information.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76(1)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See above.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The use must not prejudice the interests of the rightsholders.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76(2)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80" w:name="portugal"/>
            <w:r w:rsidRPr="00BC0437">
              <w:rPr>
                <w:rFonts w:eastAsia="Times New Roman"/>
                <w:b/>
                <w:szCs w:val="22"/>
                <w:lang w:eastAsia="en-US"/>
              </w:rPr>
              <w:t>General Library Use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library, public archive, public museum, noncommercial documentation center, or scientific or educational institution.</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75(2)(e)</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previously made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amount of the work copied and the number of copies are limited to the needs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meet the needs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is not for direct or indirect economic or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May be subject to remuneration to the author (Article 76(1)(b)).</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75"/>
        <w:gridCol w:w="3323"/>
        <w:gridCol w:w="1030"/>
      </w:tblGrid>
      <w:tr w:rsidR="00BC0437" w:rsidRPr="00BC0437" w:rsidTr="00BC0437">
        <w:tc>
          <w:tcPr>
            <w:tcW w:w="8856" w:type="dxa"/>
            <w:gridSpan w:val="5"/>
            <w:shd w:val="clear" w:color="auto" w:fill="auto"/>
          </w:tcPr>
          <w:p w:rsidR="00BC0437" w:rsidRPr="00BC0437" w:rsidRDefault="00BC0437" w:rsidP="00BC0437">
            <w:pPr>
              <w:rPr>
                <w:rFonts w:eastAsia="Times New Roman"/>
                <w:b/>
                <w:szCs w:val="22"/>
                <w:lang w:eastAsia="en-US"/>
              </w:rPr>
            </w:pPr>
            <w:bookmarkStart w:id="1281" w:name="_Toc186015840"/>
            <w:r w:rsidRPr="00BC0437">
              <w:rPr>
                <w:rFonts w:eastAsia="Times New Roman"/>
                <w:b/>
                <w:szCs w:val="22"/>
                <w:lang w:eastAsia="en-US"/>
              </w:rPr>
              <w:t>Anti-Circumvention of Technological Protection Measures</w:t>
            </w:r>
            <w:bookmarkEnd w:id="128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218</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rental, or possessing for commercial purposes circumvention devices is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219</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7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used to prevent or restrict unauthorized acts; it includes access control and protection processes.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because of technological protection measures, a user is unable to carry out acts permitted by copyright exemptions, the rights holders should take voluntary measures to permit access.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p>
        </w:tc>
        <w:tc>
          <w:tcPr>
            <w:tcW w:w="187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2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exemption does not apply to works made available to the public on agreed contractual terms, in such a way that members of the public may access them from a place and at a time individually chosen by them.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222</w:t>
            </w: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When rights holders do not take voluntary measures to ensure that beneficiaries can use works, the beneficiary can apply to the Commission for Mediation and Arbitration.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221</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provisions on technological protection measures do not apply to computer programs.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217</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282" w:name="_Toc186015841"/>
            <w:r w:rsidRPr="00BC0437">
              <w:rPr>
                <w:rFonts w:eastAsia="Times New Roman"/>
                <w:b/>
                <w:szCs w:val="22"/>
                <w:lang w:eastAsia="en-US"/>
              </w:rPr>
              <w:t>Miscellaneous</w:t>
            </w:r>
            <w:bookmarkEnd w:id="128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Code of Copyright and Related Rights of Portugal, Law No. 53/85 (14 March 1985), as amended through Law No. 16/2008 (1 April 2008), available at http://www.wipo.int/wipolex/en/text.jsp?file_id=198457.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20 December 2007; rev. 15 May 2015</w:t>
            </w:r>
          </w:p>
        </w:tc>
      </w:tr>
      <w:bookmarkEnd w:id="1280"/>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283" w:name="_Toc199663566"/>
      <w:bookmarkStart w:id="1284" w:name="_Toc207648572"/>
      <w:bookmarkStart w:id="1285" w:name="_Toc207649154"/>
      <w:bookmarkStart w:id="1286" w:name="_Toc207649581"/>
      <w:bookmarkStart w:id="1287" w:name="_Toc207649942"/>
      <w:bookmarkStart w:id="1288" w:name="_Toc207650342"/>
      <w:bookmarkStart w:id="1289" w:name="_Toc208637990"/>
      <w:bookmarkStart w:id="1290" w:name="_Toc421800818"/>
      <w:r w:rsidRPr="00BC0437">
        <w:rPr>
          <w:lang w:eastAsia="en-US"/>
        </w:rPr>
        <w:t>Qatar</w:t>
      </w:r>
      <w:bookmarkEnd w:id="1283"/>
      <w:bookmarkEnd w:id="1284"/>
      <w:bookmarkEnd w:id="1285"/>
      <w:bookmarkEnd w:id="1286"/>
      <w:bookmarkEnd w:id="1287"/>
      <w:bookmarkEnd w:id="1288"/>
      <w:bookmarkEnd w:id="1289"/>
      <w:bookmarkEnd w:id="129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91" w:name="_Toc186015842"/>
            <w:bookmarkStart w:id="1292" w:name="qatar"/>
            <w:r w:rsidRPr="00BC0437">
              <w:rPr>
                <w:rFonts w:eastAsia="Times New Roman"/>
                <w:b/>
                <w:szCs w:val="22"/>
                <w:lang w:eastAsia="en-US"/>
              </w:rPr>
              <w:t>Research or Study</w:t>
            </w:r>
            <w:bookmarkEnd w:id="129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 (2)(a)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summaries, or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may be repeated only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may only occur if there is no collective license available for reproduction by a competent authority in the collection management of rights of which the library or archive is or should be aware.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research, for the needs of a natural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be satisfied that the copy will be used solely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“Reprographic” is not a defined term.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93" w:name="_Toc186015843"/>
            <w:r w:rsidRPr="00BC0437">
              <w:rPr>
                <w:rFonts w:eastAsia="Times New Roman"/>
                <w:b/>
                <w:szCs w:val="22"/>
                <w:lang w:eastAsia="en-US"/>
              </w:rPr>
              <w:t>Preservation and Replacement</w:t>
            </w:r>
            <w:bookmarkEnd w:id="1293"/>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 (2)(b)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only permitted where it is impossible to obtain such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the original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when necessary, a lost, destroyed, or copy rendered unusable in the permanent collection of another similar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“Reprographic” is not a defined term.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94" w:name="_Toc186015844"/>
            <w:r w:rsidRPr="00BC0437">
              <w:rPr>
                <w:rFonts w:eastAsia="Times New Roman"/>
                <w:b/>
                <w:szCs w:val="22"/>
                <w:lang w:eastAsia="en-US"/>
              </w:rPr>
              <w:t>Anti-Circumvention of Technological Protection Measures</w:t>
            </w:r>
            <w:bookmarkEnd w:id="129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51</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Owner’s Rights Control.  The provisions relate to devices designed to prevent or limit the reproduction of a work or meant to undermine the quality of the work.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295" w:name="_Toc186015845"/>
            <w:r w:rsidRPr="00BC0437">
              <w:rPr>
                <w:rFonts w:eastAsia="Times New Roman"/>
                <w:b/>
                <w:szCs w:val="22"/>
                <w:lang w:eastAsia="en-US"/>
              </w:rPr>
              <w:t>Miscellaneous</w:t>
            </w:r>
            <w:bookmarkEnd w:id="129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License to Translate and Reproduce</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Citizens may obtain from the Minister of Economy and Trade a license for translation into Arabic of a foreign work and reproduce certain works on terms reflecting the Berne Appendix.</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production of one or more copies of work by means of printing, painting, engraving, photography, in form or in any manner, including permanent or temporary storage in electronic form.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Copyright and Related Rights of Qatar, No. 7 (8 June 2002), available at http://www.wipo.int/wipolex/en/text.jsp?file_id=129461.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15 May 2015</w:t>
            </w:r>
          </w:p>
        </w:tc>
      </w:tr>
      <w:bookmarkEnd w:id="1292"/>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296" w:name="_Toc199663567"/>
      <w:bookmarkStart w:id="1297" w:name="_Toc207648573"/>
      <w:bookmarkStart w:id="1298" w:name="_Toc207649155"/>
      <w:bookmarkStart w:id="1299" w:name="_Toc207649582"/>
      <w:bookmarkStart w:id="1300" w:name="_Toc207649943"/>
      <w:bookmarkStart w:id="1301" w:name="_Toc207650343"/>
      <w:bookmarkStart w:id="1302" w:name="_Toc208637991"/>
      <w:bookmarkStart w:id="1303" w:name="_Toc421800819"/>
      <w:r w:rsidRPr="00BC0437">
        <w:rPr>
          <w:lang w:eastAsia="en-US"/>
        </w:rPr>
        <w:t>Republic</w:t>
      </w:r>
      <w:bookmarkEnd w:id="1296"/>
      <w:bookmarkEnd w:id="1297"/>
      <w:bookmarkEnd w:id="1298"/>
      <w:bookmarkEnd w:id="1299"/>
      <w:bookmarkEnd w:id="1300"/>
      <w:bookmarkEnd w:id="1301"/>
      <w:bookmarkEnd w:id="1302"/>
      <w:r w:rsidRPr="00BC0437">
        <w:rPr>
          <w:lang w:eastAsia="en-US"/>
        </w:rPr>
        <w:t xml:space="preserve"> of Korea</w:t>
      </w:r>
      <w:bookmarkEnd w:id="130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304" w:name="korea"/>
            <w:r w:rsidRPr="00BC0437">
              <w:rPr>
                <w:rFonts w:eastAsia="Times New Roman"/>
                <w:b/>
                <w:szCs w:val="22"/>
                <w:lang w:eastAsia="en-US"/>
              </w:rPr>
              <w:t>General Provisions (applicable to various statutory exceptions)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If the author’s name or pseudonym is on the work, is must be indicated with the use.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Must indicate the source of the work in a manner deemed reasonable in the situation.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Moral rights?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statutory exceptions shall not be interpreted as affecting the author’s moral rights.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38</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05" w:name="_Toc186015847"/>
            <w:r w:rsidRPr="00BC0437">
              <w:rPr>
                <w:rFonts w:eastAsia="Times New Roman"/>
                <w:b/>
                <w:szCs w:val="22"/>
                <w:lang w:eastAsia="en-US"/>
              </w:rPr>
              <w:t>Research or Study</w:t>
            </w:r>
            <w:bookmarkEnd w:id="130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identified under the Libraries Act and facilities, as prescribed by Presidential Decree, that provide books, documents, records, and other materials (collectively “books, etc.”) for public use.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31(1)(1)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books, etc., kept at the institution, that are already publicly available.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May also reproduce for the user a copy of a work obtained by the institution pursuant to Article 31(3).</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and study, at the request of a user.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  Copies under this provision may not be in digital form.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Reproductions in digital form pursuant to Article 31(1)(1) are subject to remuneration to the rightsholder, except some reproductions for education (Article 31(5)).</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books, etc., are reproduced or transmitted in digital form pursuant to Article 31(1), the institution must take measures as prescribed by Presidential Decree to prevent infringements (Article 31(7)).</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06" w:name="_Toc186015848"/>
            <w:r w:rsidRPr="00BC0437">
              <w:rPr>
                <w:rFonts w:eastAsia="Times New Roman"/>
                <w:b/>
                <w:szCs w:val="22"/>
                <w:lang w:eastAsia="en-US"/>
              </w:rPr>
              <w:t>Preservation</w:t>
            </w:r>
            <w:bookmarkEnd w:id="130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identified under the Libraries Act and facilities, as prescribed by Presidential Decree, that provide books, documents, records, and other materials (collectively “books, etc.”) for public use.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31(1)(2)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Books, etc.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where necessary for the stated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  Copies under this provision may not be in digital form, if the books, etc., are being sold in digital form (Article 31(4)).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1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One institution may provide to another institution, at its request, copies of books, etc., that are out of print or for similar reason not widely available for purpose of preservation.  Copies under this provision may not be in digital form (Article 31(1)(3)).</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48"/>
        </w:trPr>
        <w:tc>
          <w:tcPr>
            <w:tcW w:w="2628" w:type="dxa"/>
            <w:vMerge/>
            <w:tcBorders>
              <w:bottom w:val="single" w:sz="4" w:space="0" w:color="auto"/>
            </w:tcBorders>
            <w:shd w:val="clear" w:color="auto" w:fill="auto"/>
          </w:tcPr>
          <w:p w:rsidR="00BC0437" w:rsidRPr="00BC0437" w:rsidRDefault="00BC0437" w:rsidP="00BC0437">
            <w:pPr>
              <w:rPr>
                <w:rFonts w:eastAsia="Times New Roman"/>
                <w:szCs w:val="22"/>
                <w:lang w:eastAsia="en-US"/>
              </w:rPr>
            </w:pPr>
          </w:p>
        </w:tc>
        <w:tc>
          <w:tcPr>
            <w:tcW w:w="5198" w:type="dxa"/>
            <w:gridSpan w:val="2"/>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books, etc., are reproduced or transmitted in digital form pursuant to Article 31(1), the institution must take measures as prescribed by Presidential Decree to prevent infringements (Article 31(7)).</w:t>
            </w:r>
          </w:p>
        </w:tc>
        <w:tc>
          <w:tcPr>
            <w:tcW w:w="1030" w:type="dxa"/>
            <w:vMerge/>
            <w:tcBorders>
              <w:bottom w:val="single" w:sz="4" w:space="0" w:color="auto"/>
            </w:tcBorders>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Making Available by Computer at the Library</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identified under the Libraries Act and facilities, as prescribed by Presidential Decree, that provide books, documents, records, and other materials (collectively “books, etc.”) for public use.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Books, etc.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number of users at any one time may not exceed the number of copies of books, etc., at the institution or otherwise authorized to be used.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reproduce or interactively transmit the works to allow users at the institution to peruse them by computer.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  Copies under this provision may not be in digital form, if the books, etc., are being sold in digital form (Article 31(4)).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books, etc., are reproduced or transmitted in digital form pursuant to Article 31(2), the institution must take measures as prescribed by Presidential Decree to prevent infringements (Article 31(7)).</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07" w:name="_Toc186015849"/>
            <w:r w:rsidRPr="00BC0437">
              <w:rPr>
                <w:rFonts w:eastAsia="Times New Roman"/>
                <w:b/>
                <w:szCs w:val="22"/>
                <w:lang w:eastAsia="en-US"/>
              </w:rPr>
              <w:t>Making Available by Computer at Other Libraries</w:t>
            </w:r>
            <w:bookmarkEnd w:id="130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identified under the Libraries Act and facilities, as prescribed by Presidential Decree, that provide books, documents, records, and other materials (collectively “books, etc.”) for public use.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Books, etc.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the books, etc., have been published for sale, they may not be reproduced or transmitted until at least five years after the publication date.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1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reproduce or interactively transmit the works to allow users at other institutions to peruse them by computer.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  Copies under this provision may not be in digital form, if the books, etc., are being sold in digital form (Article 31(4)).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4"/>
        </w:trPr>
        <w:tc>
          <w:tcPr>
            <w:tcW w:w="2628" w:type="dxa"/>
            <w:vMerge w:val="restart"/>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Reproductions in digital form pursuant to Article 31(3) are subject to remuneration to the rightsholder, except some reproductions for education (Article 31(5)).</w:t>
            </w:r>
          </w:p>
        </w:tc>
        <w:tc>
          <w:tcPr>
            <w:tcW w:w="1030" w:type="dxa"/>
            <w:vMerge/>
            <w:tcBorders>
              <w:bottom w:val="single" w:sz="4" w:space="0" w:color="auto"/>
            </w:tcBorders>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books, etc., are reproduced or transmitted in digital form pursuant to Article 31(3), the institution must take measures as prescribed by Presidential Decree to prevent infringements (Article 31(7)).</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08" w:name="_Toc186015850"/>
            <w:r w:rsidRPr="00BC0437">
              <w:rPr>
                <w:rFonts w:eastAsia="Times New Roman"/>
                <w:b/>
                <w:szCs w:val="22"/>
                <w:lang w:eastAsia="en-US"/>
              </w:rPr>
              <w:t>Anti-Circumvention of Technological Protection Measures</w:t>
            </w:r>
            <w:bookmarkEnd w:id="130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104bis</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Prohibition against intentionally or negligently circumventing meansures.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Prohibition against manufacturing, importing, etc. of devices.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Prohibition against providing relevant services.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definition of “technological protection measures” refers to measures that restrict access or restrict infringements.  See Article 2(28).</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statute includes a list of diverse exemptions, including one permitting nonprofit libraries to circumvent measures in order to exercise rights of use under Article 31(1).  This exemption applies only when any access to the work is impossible without circumventing technological protection measures.  See Article 104bis(1)(5).</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309" w:name="_Toc186015851"/>
            <w:r w:rsidRPr="00BC0437">
              <w:rPr>
                <w:rFonts w:eastAsia="Times New Roman"/>
                <w:b/>
                <w:szCs w:val="22"/>
                <w:lang w:eastAsia="en-US"/>
              </w:rPr>
              <w:t>Miscellaneous</w:t>
            </w:r>
            <w:bookmarkEnd w:id="1309"/>
          </w:p>
        </w:tc>
      </w:tr>
      <w:tr w:rsidR="00BC0437" w:rsidRPr="00BC0437" w:rsidTr="00BC0437">
        <w:trPr>
          <w:trHeight w:val="59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various uses on detailed terms for educational purposes.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w:t>
            </w:r>
          </w:p>
        </w:tc>
      </w:tr>
      <w:tr w:rsidR="00BC0437" w:rsidRPr="00BC0437" w:rsidTr="00BC0437">
        <w:trPr>
          <w:trHeight w:val="108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individual to make copies of publicly available works for non-commercial purposes, provided that this exception does not apply to the use of a photocopier available for public use.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30</w:t>
            </w:r>
          </w:p>
        </w:tc>
      </w:tr>
      <w:tr w:rsidR="00BC0437" w:rsidRPr="00BC0437" w:rsidTr="00BC0437">
        <w:trPr>
          <w:trHeight w:val="51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making versions of some works for the needs of the visually impaired.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w:t>
            </w:r>
          </w:p>
        </w:tc>
      </w:tr>
      <w:tr w:rsidR="00BC0437" w:rsidRPr="00BC0437" w:rsidTr="00BC0437">
        <w:trPr>
          <w:trHeight w:val="51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Use</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 works for news reporting, criticism, education and research when such use does not conflict with the normal exploitation of works and does not unreasonably prejudice the legitimate interests of the rightsholder.  In determining whether a use is a fair use, the factors to be considered are the four factors comparable to U.S. fair use.  The statute further provides that it does not apply to the specific exceptions, including the library exceptions of Article 31.</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35ter</w:t>
            </w:r>
          </w:p>
        </w:tc>
      </w:tr>
      <w:tr w:rsidR="00BC0437" w:rsidRPr="00BC0437" w:rsidTr="00BC0437">
        <w:trPr>
          <w:trHeight w:val="138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person who wishes to use a work (other than a foreign work) has been unable to obtain a license because he could not identify or contact the holder of the economic rights, in spite of having made reasonable efforts, the person who wants to use protected contents may obtain a license through an approval from the Minister of Culture, Sports and Tourism upon the payment or deposit of compensation in the amount determined by that Minister.</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50</w:t>
            </w:r>
          </w:p>
        </w:tc>
      </w:tr>
      <w:tr w:rsidR="00BC0437" w:rsidRPr="00BC0437" w:rsidTr="00BC0437">
        <w:trPr>
          <w:trHeight w:val="198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reproduction of works in a tangible form by means of printing, photographing, photocopying, sound or visual recording or other means; in the case of architectural works, it includes the construction of an architectural work according to the models or architectural plans.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51"/>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the Republic of Korea, No. 432 (28 January 1957), as amended through No. 12137 (30 December 2013), available at http://www.wipo.int/wipolex/en/text.jsp?file_id=332405.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13 May 2015</w:t>
            </w:r>
          </w:p>
        </w:tc>
      </w:tr>
      <w:bookmarkEnd w:id="1304"/>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310" w:name="_Toc421800820"/>
      <w:r w:rsidRPr="00BC0437">
        <w:rPr>
          <w:lang w:eastAsia="en-US"/>
        </w:rPr>
        <w:t>Republic of Moldova</w:t>
      </w:r>
      <w:bookmarkEnd w:id="131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2"/>
        <w:gridCol w:w="5085"/>
        <w:gridCol w:w="1189"/>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58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08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consent of the author or other holder of the copyright.</w:t>
            </w:r>
          </w:p>
        </w:tc>
        <w:tc>
          <w:tcPr>
            <w:tcW w:w="1189"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27(1)</w:t>
            </w:r>
          </w:p>
        </w:tc>
      </w:tr>
      <w:tr w:rsidR="00BC0437" w:rsidRPr="00BC0437" w:rsidTr="00BC0437">
        <w:tc>
          <w:tcPr>
            <w:tcW w:w="258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08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payment of remuneration.</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8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08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subject to mention of name of the author.</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8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08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subject to mention of the source of the borrowing.</w:t>
            </w:r>
          </w:p>
        </w:tc>
        <w:tc>
          <w:tcPr>
            <w:tcW w:w="1189"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2"/>
        <w:gridCol w:w="1436"/>
        <w:gridCol w:w="3649"/>
        <w:gridCol w:w="1189"/>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Replacement Copies</w:t>
            </w:r>
          </w:p>
        </w:tc>
      </w:tr>
      <w:tr w:rsidR="00BC0437" w:rsidRPr="00BC0437" w:rsidTr="00BC0437">
        <w:trPr>
          <w:trHeight w:val="135"/>
        </w:trPr>
        <w:tc>
          <w:tcPr>
            <w:tcW w:w="2582"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08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 services.</w:t>
            </w:r>
          </w:p>
        </w:tc>
        <w:tc>
          <w:tcPr>
            <w:tcW w:w="1189"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27(1)(a)</w:t>
            </w:r>
          </w:p>
        </w:tc>
      </w:tr>
      <w:tr w:rsidR="00BC0437" w:rsidRPr="00BC0437" w:rsidTr="00BC0437">
        <w:trPr>
          <w:trHeight w:val="135"/>
        </w:trPr>
        <w:tc>
          <w:tcPr>
            <w:tcW w:w="2582"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4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82"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08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works.</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582"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4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single copy can be made, to the extent justified by the purpose.</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582"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4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impossible to obtain copies of the work in the usual manner.</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82"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08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copies that have been lost, destroyed, or rendered unusable.</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82" w:type="dxa"/>
            <w:vMerge/>
            <w:shd w:val="clear" w:color="auto" w:fill="auto"/>
          </w:tcPr>
          <w:p w:rsidR="00BC0437" w:rsidRPr="00BC0437" w:rsidRDefault="00BC0437" w:rsidP="00BC0437">
            <w:pPr>
              <w:rPr>
                <w:rFonts w:eastAsia="Times New Roman"/>
                <w:szCs w:val="22"/>
                <w:lang w:eastAsia="en-US"/>
              </w:rPr>
            </w:pPr>
          </w:p>
        </w:tc>
        <w:tc>
          <w:tcPr>
            <w:tcW w:w="508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make a copy available to other similar libraries or archives in order to replace in their collections works that have been lost, destroyed, or rendered unusable.</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8"/>
        </w:trPr>
        <w:tc>
          <w:tcPr>
            <w:tcW w:w="2582"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4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no direct or indirect economic or commercial advantage.</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8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08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189"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2"/>
        <w:gridCol w:w="1436"/>
        <w:gridCol w:w="3649"/>
        <w:gridCol w:w="1189"/>
      </w:tblGrid>
      <w:tr w:rsidR="00BC0437" w:rsidRPr="00BC0437" w:rsidTr="00BC0437">
        <w:trPr>
          <w:trHeight w:val="95"/>
        </w:trPr>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Private Study or Research</w:t>
            </w:r>
          </w:p>
        </w:tc>
      </w:tr>
      <w:tr w:rsidR="00BC0437" w:rsidRPr="00BC0437" w:rsidTr="00BC0437">
        <w:trPr>
          <w:trHeight w:val="99"/>
        </w:trPr>
        <w:tc>
          <w:tcPr>
            <w:tcW w:w="2582"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08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w:t>
            </w:r>
          </w:p>
        </w:tc>
        <w:tc>
          <w:tcPr>
            <w:tcW w:w="1189"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27(1)(b)</w:t>
            </w:r>
          </w:p>
        </w:tc>
      </w:tr>
      <w:tr w:rsidR="00BC0437" w:rsidRPr="00BC0437" w:rsidTr="00BC0437">
        <w:trPr>
          <w:trHeight w:val="99"/>
        </w:trPr>
        <w:tc>
          <w:tcPr>
            <w:tcW w:w="2582"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4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582"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br w:type="page"/>
              <w:t>What can be copied?</w:t>
            </w:r>
          </w:p>
        </w:tc>
        <w:tc>
          <w:tcPr>
            <w:tcW w:w="508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Isolated articles and other succinct works.</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11"/>
        </w:trPr>
        <w:tc>
          <w:tcPr>
            <w:tcW w:w="2582" w:type="dxa"/>
            <w:vMerge/>
            <w:shd w:val="clear" w:color="auto" w:fill="auto"/>
          </w:tcPr>
          <w:p w:rsidR="00BC0437" w:rsidRPr="00BC0437" w:rsidRDefault="00BC0437" w:rsidP="00BC0437">
            <w:pPr>
              <w:rPr>
                <w:rFonts w:eastAsia="Times New Roman"/>
                <w:szCs w:val="22"/>
                <w:lang w:eastAsia="en-US"/>
              </w:rPr>
            </w:pPr>
          </w:p>
        </w:tc>
        <w:tc>
          <w:tcPr>
            <w:tcW w:w="508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Relatively short extracts from lawfully published literary works.</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8"/>
        </w:trPr>
        <w:tc>
          <w:tcPr>
            <w:tcW w:w="2582"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4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software is excluded.</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0"/>
        </w:trPr>
        <w:tc>
          <w:tcPr>
            <w:tcW w:w="2582"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4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single copy can be made, to the extent justified by the purpose. </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0"/>
        </w:trPr>
        <w:tc>
          <w:tcPr>
            <w:tcW w:w="2582"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4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work may be copied where no reprographic reproduction license is offered by a collective rights organization in a manner that the library or archive service is aware or should be aware of it.</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82"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08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or research for the needs of individuals.</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82"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4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intended to be used to obtain a direct or indirect economic or commercial advantage.</w:t>
            </w:r>
          </w:p>
        </w:tc>
        <w:tc>
          <w:tcPr>
            <w:tcW w:w="118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8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08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189"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52</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etc.), advertising any equipment or components thereof, holding for commercial purposes, and providing equipment or components for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prohibit the specified actions, regardless of whether an infringement results.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Parties who might benefit from certain of the exceptions, including the library exceptions, may apply to a governmental commission for mediation to assure that rightsholders provide the means to allow the benefits of the exceptions, provided that the party has lawful access to the work that is protected by copyright, neighboring rights, or other legal rights.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52(2)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040"/>
        <w:gridCol w:w="1189"/>
      </w:tblGrid>
      <w:tr w:rsidR="00BC0437" w:rsidRPr="00BC0437" w:rsidTr="00BC0437">
        <w:tc>
          <w:tcPr>
            <w:tcW w:w="8857"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Archival Copying</w:t>
            </w:r>
          </w:p>
        </w:tc>
        <w:tc>
          <w:tcPr>
            <w:tcW w:w="5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may make electronic copies of works that are publicly accessible for archival purposes.</w:t>
            </w:r>
          </w:p>
        </w:tc>
        <w:tc>
          <w:tcPr>
            <w:tcW w:w="118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28(q)</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means the facsimile reproduction of the original of a written or other graphic work, whether in the same format, enlarged or reduced, by means of photocopying or with the aide of other technical means, except for those of publishing; reprographic reproduction does not include recording in an electronic (including digital) or optical form or in any other machine-readable form.</w:t>
            </w:r>
          </w:p>
        </w:tc>
        <w:tc>
          <w:tcPr>
            <w:tcW w:w="118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9"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Copyright Act of Moldova, No. 139 (2 July 2010), available at http://www.agepi.gov.md/pdf/law/l_139_2010-en.pdf.</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29 August 2014; rev. 14 May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311" w:name="_Toc421800821"/>
      <w:r w:rsidRPr="00BC0437">
        <w:rPr>
          <w:lang w:eastAsia="en-US"/>
        </w:rPr>
        <w:t>Romania</w:t>
      </w:r>
      <w:bookmarkEnd w:id="131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33(1); Art. 33(4)</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for uses under Art. 33(1)(e).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original?</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for uses under Art. 33(1)(e), and only for certain artworks and for photographs and architecture.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6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Exception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educational establishments, museums, or archives.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33(1)(e); Art. 33(1)</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 already disclosed to the public.</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Must not be for direct or indirect economic or commercial advantage.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4"/>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Must be a specific act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66"/>
        </w:trPr>
        <w:tc>
          <w:tcPr>
            <w:tcW w:w="2628" w:type="dxa"/>
            <w:vMerge/>
            <w:tcBorders>
              <w:bottom w:val="single" w:sz="4" w:space="0" w:color="auto"/>
            </w:tcBorders>
          </w:tcPr>
          <w:p w:rsidR="00BC0437" w:rsidRPr="00BC0437" w:rsidRDefault="00BC0437" w:rsidP="00BC0437">
            <w:pPr>
              <w:rPr>
                <w:rFonts w:eastAsia="Times New Roman"/>
                <w:szCs w:val="22"/>
                <w:lang w:eastAsia="en-US"/>
              </w:rPr>
            </w:pPr>
          </w:p>
        </w:tc>
        <w:tc>
          <w:tcPr>
            <w:tcW w:w="5198" w:type="dxa"/>
            <w:gridSpan w:val="2"/>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Provided such uses conform to proper practice, are not at variance with the normal exploitation of the work, and are not prejudicial to the author or to the owners of the exploitation rights.</w:t>
            </w:r>
          </w:p>
        </w:tc>
        <w:tc>
          <w:tcPr>
            <w:tcW w:w="1030" w:type="dxa"/>
            <w:vMerge/>
            <w:tcBorders>
              <w:bottom w:val="single" w:sz="4" w:space="0" w:color="auto"/>
            </w:tcBorders>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1439"/>
        <w:gridCol w:w="3725"/>
        <w:gridCol w:w="1083"/>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09"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6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 but implicitly one of the organizations listed below.</w:t>
            </w:r>
          </w:p>
        </w:tc>
        <w:tc>
          <w:tcPr>
            <w:tcW w:w="1083"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33(1)(d); Art. 33(1)</w:t>
            </w:r>
          </w:p>
        </w:tc>
      </w:tr>
      <w:tr w:rsidR="00BC0437" w:rsidRPr="00BC0437" w:rsidTr="00BC0437">
        <w:trPr>
          <w:trHeight w:val="135"/>
        </w:trPr>
        <w:tc>
          <w:tcPr>
            <w:tcW w:w="2609" w:type="dxa"/>
            <w:vMerge/>
          </w:tcPr>
          <w:p w:rsidR="00BC0437" w:rsidRPr="00BC0437" w:rsidRDefault="00BC0437" w:rsidP="00BC0437">
            <w:pPr>
              <w:rPr>
                <w:rFonts w:eastAsia="Times New Roman"/>
                <w:szCs w:val="22"/>
                <w:lang w:eastAsia="en-US"/>
              </w:rPr>
            </w:pPr>
          </w:p>
        </w:tc>
        <w:tc>
          <w:tcPr>
            <w:tcW w:w="1439"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25"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09"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6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Complete reproduction of a copy of a work that is already disclosed to the public.</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09" w:type="dxa"/>
            <w:vMerge/>
          </w:tcPr>
          <w:p w:rsidR="00BC0437" w:rsidRPr="00BC0437" w:rsidRDefault="00BC0437" w:rsidP="00BC0437">
            <w:pPr>
              <w:rPr>
                <w:rFonts w:eastAsia="Times New Roman"/>
                <w:szCs w:val="22"/>
                <w:lang w:eastAsia="en-US"/>
              </w:rPr>
            </w:pPr>
          </w:p>
        </w:tc>
        <w:tc>
          <w:tcPr>
            <w:tcW w:w="1439"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25" w:type="dxa"/>
          </w:tcPr>
          <w:p w:rsidR="00BC0437" w:rsidRPr="00BC0437" w:rsidRDefault="00BC0437" w:rsidP="00BC0437">
            <w:pPr>
              <w:rPr>
                <w:rFonts w:eastAsia="Times New Roman"/>
                <w:szCs w:val="22"/>
                <w:lang w:eastAsia="en-US"/>
              </w:rPr>
            </w:pPr>
            <w:r w:rsidRPr="00BC0437">
              <w:rPr>
                <w:rFonts w:eastAsia="Times New Roman"/>
                <w:szCs w:val="22"/>
                <w:lang w:eastAsia="en-US"/>
              </w:rPr>
              <w:t>Must be the sole copy in an archive or library’s permanent collection.</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09"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6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replacement.</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09" w:type="dxa"/>
            <w:vMerge/>
          </w:tcPr>
          <w:p w:rsidR="00BC0437" w:rsidRPr="00BC0437" w:rsidRDefault="00BC0437" w:rsidP="00BC0437">
            <w:pPr>
              <w:rPr>
                <w:rFonts w:eastAsia="Times New Roman"/>
                <w:szCs w:val="22"/>
                <w:lang w:eastAsia="en-US"/>
              </w:rPr>
            </w:pPr>
          </w:p>
        </w:tc>
        <w:tc>
          <w:tcPr>
            <w:tcW w:w="1439"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25" w:type="dxa"/>
          </w:tcPr>
          <w:p w:rsidR="00BC0437" w:rsidRPr="00BC0437" w:rsidRDefault="00BC0437" w:rsidP="00BC0437">
            <w:pPr>
              <w:rPr>
                <w:rFonts w:eastAsia="Times New Roman"/>
                <w:szCs w:val="22"/>
                <w:lang w:eastAsia="en-US"/>
              </w:rPr>
            </w:pPr>
            <w:r w:rsidRPr="00BC0437">
              <w:rPr>
                <w:rFonts w:eastAsia="Times New Roman"/>
                <w:szCs w:val="22"/>
                <w:lang w:eastAsia="en-US"/>
              </w:rPr>
              <w:t>In the event of the destruction, serious deterioration, or loss of the work.</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c>
          <w:tcPr>
            <w:tcW w:w="2609"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6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700"/>
        </w:trPr>
        <w:tc>
          <w:tcPr>
            <w:tcW w:w="2609"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6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Must be within the framework of libraries, museums, film archives, sound archives, archives of nonprofit cultural or scientific public institutions.</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350"/>
        </w:trPr>
        <w:tc>
          <w:tcPr>
            <w:tcW w:w="2609" w:type="dxa"/>
            <w:vMerge/>
            <w:tcBorders>
              <w:bottom w:val="single" w:sz="4" w:space="0" w:color="auto"/>
            </w:tcBorders>
          </w:tcPr>
          <w:p w:rsidR="00BC0437" w:rsidRPr="00BC0437" w:rsidRDefault="00BC0437" w:rsidP="00BC0437">
            <w:pPr>
              <w:rPr>
                <w:rFonts w:eastAsia="Times New Roman"/>
                <w:szCs w:val="22"/>
                <w:lang w:eastAsia="en-US"/>
              </w:rPr>
            </w:pPr>
          </w:p>
        </w:tc>
        <w:tc>
          <w:tcPr>
            <w:tcW w:w="5164" w:type="dxa"/>
            <w:gridSpan w:val="2"/>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Provided such uses conform to proper practice, are not at variance with the normal exploitation of the work, and are not prejudicial to the author or to the owners of the exploitation rights.</w:t>
            </w:r>
          </w:p>
        </w:tc>
        <w:tc>
          <w:tcPr>
            <w:tcW w:w="1083" w:type="dxa"/>
            <w:vMerge/>
            <w:tcBorders>
              <w:bottom w:val="single" w:sz="4" w:space="0" w:color="auto"/>
            </w:tcBorders>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4"/>
        <w:gridCol w:w="1439"/>
        <w:gridCol w:w="3720"/>
        <w:gridCol w:w="1083"/>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14"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59"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 but implicitly one of the organizations listed below.</w:t>
            </w:r>
          </w:p>
        </w:tc>
        <w:tc>
          <w:tcPr>
            <w:tcW w:w="1083"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33(1)(d); Art. 33(1)</w:t>
            </w:r>
          </w:p>
        </w:tc>
      </w:tr>
      <w:tr w:rsidR="00BC0437" w:rsidRPr="00BC0437" w:rsidTr="00BC0437">
        <w:trPr>
          <w:trHeight w:val="135"/>
        </w:trPr>
        <w:tc>
          <w:tcPr>
            <w:tcW w:w="2614" w:type="dxa"/>
            <w:vMerge/>
          </w:tcPr>
          <w:p w:rsidR="00BC0437" w:rsidRPr="00BC0437" w:rsidRDefault="00BC0437" w:rsidP="00BC0437">
            <w:pPr>
              <w:rPr>
                <w:rFonts w:eastAsia="Times New Roman"/>
                <w:szCs w:val="22"/>
                <w:lang w:eastAsia="en-US"/>
              </w:rPr>
            </w:pPr>
          </w:p>
        </w:tc>
        <w:tc>
          <w:tcPr>
            <w:tcW w:w="1439"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2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14"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59"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Brief excerpts from works that are already disclosed to the public.</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14" w:type="dxa"/>
            <w:vMerge/>
          </w:tcPr>
          <w:p w:rsidR="00BC0437" w:rsidRPr="00BC0437" w:rsidRDefault="00BC0437" w:rsidP="00BC0437">
            <w:pPr>
              <w:rPr>
                <w:rFonts w:eastAsia="Times New Roman"/>
                <w:szCs w:val="22"/>
                <w:lang w:eastAsia="en-US"/>
              </w:rPr>
            </w:pPr>
          </w:p>
        </w:tc>
        <w:tc>
          <w:tcPr>
            <w:tcW w:w="1439"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2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14"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59"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information or research.</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14" w:type="dxa"/>
            <w:vMerge/>
          </w:tcPr>
          <w:p w:rsidR="00BC0437" w:rsidRPr="00BC0437" w:rsidRDefault="00BC0437" w:rsidP="00BC0437">
            <w:pPr>
              <w:rPr>
                <w:rFonts w:eastAsia="Times New Roman"/>
                <w:szCs w:val="22"/>
                <w:lang w:eastAsia="en-US"/>
              </w:rPr>
            </w:pPr>
          </w:p>
        </w:tc>
        <w:tc>
          <w:tcPr>
            <w:tcW w:w="1439"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2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c>
          <w:tcPr>
            <w:tcW w:w="2614"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59"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550"/>
        </w:trPr>
        <w:tc>
          <w:tcPr>
            <w:tcW w:w="2614"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59"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Must be within the framework of libraries, museums, film archives, sound archives, archives of nonprofit cultural or scientific public institutions.</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550"/>
        </w:trPr>
        <w:tc>
          <w:tcPr>
            <w:tcW w:w="2614" w:type="dxa"/>
            <w:vMerge/>
          </w:tcPr>
          <w:p w:rsidR="00BC0437" w:rsidRPr="00BC0437" w:rsidRDefault="00BC0437" w:rsidP="00BC0437">
            <w:pPr>
              <w:rPr>
                <w:rFonts w:eastAsia="Times New Roman"/>
                <w:szCs w:val="22"/>
                <w:lang w:eastAsia="en-US"/>
              </w:rPr>
            </w:pPr>
          </w:p>
        </w:tc>
        <w:tc>
          <w:tcPr>
            <w:tcW w:w="5159"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Provided such uses conform to proper practice, are not at variance with the normal exploitation of the work, and are not prejudicial to the author or to the owners of the exploitation rights.</w:t>
            </w:r>
          </w:p>
        </w:tc>
        <w:tc>
          <w:tcPr>
            <w:tcW w:w="1083"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vertAlign w:val="superscript"/>
                <w:lang w:eastAsia="en-US"/>
              </w:rPr>
            </w:pPr>
            <w:r w:rsidRPr="00BC0437">
              <w:rPr>
                <w:rFonts w:eastAsia="Times New Roman"/>
                <w:szCs w:val="22"/>
                <w:lang w:eastAsia="en-US"/>
              </w:rPr>
              <w:t>Art. 138</w:t>
            </w:r>
            <w:r w:rsidRPr="00BC0437">
              <w:rPr>
                <w:rFonts w:eastAsia="Times New Roman"/>
                <w:szCs w:val="22"/>
                <w:vertAlign w:val="superscript"/>
                <w:lang w:eastAsia="en-US"/>
              </w:rPr>
              <w:t>5</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May implement technological measure for the protection of the rights recognized by the present law.  An effective technological measure is made through application of an access control or protection measure.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138</w:t>
            </w:r>
            <w:r w:rsidRPr="00BC0437">
              <w:rPr>
                <w:rFonts w:eastAsia="Times New Roman"/>
                <w:szCs w:val="22"/>
                <w:vertAlign w:val="superscript"/>
                <w:lang w:eastAsia="en-US"/>
              </w:rPr>
              <w:t>5</w:t>
            </w:r>
            <w:r w:rsidRPr="00BC0437">
              <w:rPr>
                <w:rFonts w:eastAsia="Times New Roman"/>
                <w:szCs w:val="22"/>
                <w:lang w:eastAsia="en-US"/>
              </w:rPr>
              <w:t>(1)-(3)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of rights that have instituted technological measures must provide to the beneficiaries of certain copyright exceptions (including the library exception in Art. 33(1)(e)) the necessary means for lawful access to the work.  That provision does not apply if protected works made available to the public, according to the contractual clauses agreed between the parties, so that the members of the public to be permitted to have access to them in any place and at any time chosen, individually.</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138</w:t>
            </w:r>
            <w:r w:rsidRPr="00BC0437">
              <w:rPr>
                <w:rFonts w:eastAsia="Times New Roman"/>
                <w:szCs w:val="22"/>
                <w:vertAlign w:val="superscript"/>
                <w:lang w:eastAsia="en-US"/>
              </w:rPr>
              <w:t>5</w:t>
            </w:r>
            <w:r w:rsidRPr="00BC0437">
              <w:rPr>
                <w:rFonts w:eastAsia="Times New Roman"/>
                <w:szCs w:val="22"/>
                <w:lang w:eastAsia="en-US"/>
              </w:rPr>
              <w:t>(4)-(5)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3"/>
        <w:gridCol w:w="5184"/>
        <w:gridCol w:w="1083"/>
      </w:tblGrid>
      <w:tr w:rsidR="00BC0437" w:rsidRPr="00BC0437" w:rsidTr="00BC0437">
        <w:tc>
          <w:tcPr>
            <w:tcW w:w="8870"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03" w:type="dxa"/>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184" w:type="dxa"/>
          </w:tcPr>
          <w:p w:rsidR="00BC0437" w:rsidRPr="00BC0437" w:rsidRDefault="00BC0437" w:rsidP="00BC0437">
            <w:pPr>
              <w:rPr>
                <w:rFonts w:eastAsia="Times New Roman"/>
                <w:szCs w:val="22"/>
                <w:lang w:eastAsia="en-US"/>
              </w:rPr>
            </w:pPr>
            <w:r w:rsidRPr="00BC0437">
              <w:rPr>
                <w:rFonts w:eastAsia="Times New Roman"/>
                <w:szCs w:val="22"/>
                <w:lang w:eastAsia="en-US"/>
              </w:rPr>
              <w:t>Lending by libraries does not require permission but the author is entitled to remuneration.  The library lending right cannot be waived.  Remuneration is not owned for lending by libraries that are part of educational institutions or by public libraries with free access.</w:t>
            </w:r>
          </w:p>
        </w:tc>
        <w:tc>
          <w:tcPr>
            <w:tcW w:w="1083" w:type="dxa"/>
          </w:tcPr>
          <w:p w:rsidR="00BC0437" w:rsidRPr="00BC0437" w:rsidRDefault="00BC0437" w:rsidP="00BC0437">
            <w:pPr>
              <w:rPr>
                <w:rFonts w:eastAsia="Times New Roman"/>
                <w:szCs w:val="22"/>
                <w:lang w:eastAsia="en-US"/>
              </w:rPr>
            </w:pPr>
            <w:r w:rsidRPr="00BC0437">
              <w:rPr>
                <w:rFonts w:eastAsia="Times New Roman"/>
                <w:szCs w:val="22"/>
                <w:lang w:eastAsia="en-US"/>
              </w:rPr>
              <w:t>Art. 14</w:t>
            </w:r>
            <w:r w:rsidRPr="00BC0437">
              <w:rPr>
                <w:rFonts w:eastAsia="Times New Roman"/>
                <w:szCs w:val="22"/>
                <w:vertAlign w:val="superscript"/>
                <w:lang w:eastAsia="en-US"/>
              </w:rPr>
              <w:t>4</w:t>
            </w:r>
          </w:p>
        </w:tc>
      </w:tr>
      <w:tr w:rsidR="00BC0437" w:rsidRPr="00BC0437" w:rsidTr="00BC0437">
        <w:tc>
          <w:tcPr>
            <w:tcW w:w="2603" w:type="dxa"/>
          </w:tcPr>
          <w:p w:rsidR="00BC0437" w:rsidRPr="00BC0437" w:rsidRDefault="00BC0437" w:rsidP="00BC0437">
            <w:pPr>
              <w:rPr>
                <w:rFonts w:eastAsia="Times New Roman"/>
                <w:szCs w:val="22"/>
                <w:lang w:eastAsia="en-US"/>
              </w:rPr>
            </w:pPr>
            <w:r w:rsidRPr="00BC0437">
              <w:rPr>
                <w:rFonts w:eastAsia="Times New Roman"/>
                <w:szCs w:val="22"/>
                <w:lang w:eastAsia="en-US"/>
              </w:rPr>
              <w:t>Analysis, Commentary or Criticism, or for Illustration</w:t>
            </w:r>
          </w:p>
        </w:tc>
        <w:tc>
          <w:tcPr>
            <w:tcW w:w="5184" w:type="dxa"/>
          </w:tcPr>
          <w:p w:rsidR="00BC0437" w:rsidRPr="00BC0437" w:rsidRDefault="00BC0437" w:rsidP="00BC0437">
            <w:pPr>
              <w:rPr>
                <w:rFonts w:eastAsia="Times New Roman"/>
                <w:szCs w:val="22"/>
                <w:lang w:eastAsia="en-US"/>
              </w:rPr>
            </w:pPr>
            <w:r w:rsidRPr="00BC0437">
              <w:rPr>
                <w:rFonts w:eastAsia="Times New Roman"/>
                <w:szCs w:val="22"/>
                <w:lang w:eastAsia="en-US"/>
              </w:rPr>
              <w:t>It is permitted to use brief quotations from a work for the purpose of analysis, commentary or criticism, or for illustration.</w:t>
            </w:r>
          </w:p>
        </w:tc>
        <w:tc>
          <w:tcPr>
            <w:tcW w:w="1083" w:type="dxa"/>
          </w:tcPr>
          <w:p w:rsidR="00BC0437" w:rsidRPr="00BC0437" w:rsidRDefault="00BC0437" w:rsidP="00BC0437">
            <w:pPr>
              <w:rPr>
                <w:rFonts w:eastAsia="Times New Roman"/>
                <w:szCs w:val="22"/>
                <w:lang w:eastAsia="en-US"/>
              </w:rPr>
            </w:pPr>
            <w:r w:rsidRPr="00BC0437">
              <w:rPr>
                <w:rFonts w:eastAsia="Times New Roman"/>
                <w:szCs w:val="22"/>
                <w:lang w:eastAsia="en-US"/>
              </w:rPr>
              <w:t>Art. 33(1)(b)</w:t>
            </w:r>
          </w:p>
        </w:tc>
      </w:tr>
      <w:tr w:rsidR="00BC0437" w:rsidRPr="00BC0437" w:rsidTr="00BC0437">
        <w:tc>
          <w:tcPr>
            <w:tcW w:w="2603" w:type="dxa"/>
          </w:tcPr>
          <w:p w:rsidR="00BC0437" w:rsidRPr="00BC0437" w:rsidRDefault="00BC0437" w:rsidP="00BC0437">
            <w:pPr>
              <w:rPr>
                <w:rFonts w:eastAsia="Times New Roman"/>
                <w:szCs w:val="22"/>
                <w:lang w:eastAsia="en-US"/>
              </w:rPr>
            </w:pPr>
            <w:r w:rsidRPr="00BC0437">
              <w:rPr>
                <w:rFonts w:eastAsia="Times New Roman"/>
                <w:szCs w:val="22"/>
                <w:lang w:eastAsia="en-US"/>
              </w:rPr>
              <w:t>Teaching Purposes</w:t>
            </w:r>
          </w:p>
        </w:tc>
        <w:tc>
          <w:tcPr>
            <w:tcW w:w="5184"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use or make copies of isolated articles or brief excerpts from works in publications, television or radio broadcasts or sound or audiovisual recordings for teaching purposes; the representation and execution of a work as part of the activities of educational establishments for specific purposes; or of works for teaching or scientific research.</w:t>
            </w:r>
          </w:p>
        </w:tc>
        <w:tc>
          <w:tcPr>
            <w:tcW w:w="1083" w:type="dxa"/>
          </w:tcPr>
          <w:p w:rsidR="00BC0437" w:rsidRPr="00BC0437" w:rsidRDefault="00BC0437" w:rsidP="00BC0437">
            <w:pPr>
              <w:rPr>
                <w:rFonts w:eastAsia="Times New Roman"/>
                <w:szCs w:val="22"/>
                <w:lang w:eastAsia="en-US"/>
              </w:rPr>
            </w:pPr>
            <w:r w:rsidRPr="00BC0437">
              <w:rPr>
                <w:rFonts w:eastAsia="Times New Roman"/>
                <w:szCs w:val="22"/>
                <w:lang w:eastAsia="en-US"/>
              </w:rPr>
              <w:t>Art. 33(1)(c); Art. 33(1)(g); Art. 33(2)(d)</w:t>
            </w:r>
          </w:p>
        </w:tc>
      </w:tr>
      <w:tr w:rsidR="00BC0437" w:rsidRPr="00BC0437" w:rsidTr="00BC0437">
        <w:tc>
          <w:tcPr>
            <w:tcW w:w="2603" w:type="dxa"/>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184"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the benefit of people with disabilities.</w:t>
            </w:r>
          </w:p>
        </w:tc>
        <w:tc>
          <w:tcPr>
            <w:tcW w:w="1083" w:type="dxa"/>
          </w:tcPr>
          <w:p w:rsidR="00BC0437" w:rsidRPr="00BC0437" w:rsidRDefault="00BC0437" w:rsidP="00BC0437">
            <w:pPr>
              <w:rPr>
                <w:rFonts w:eastAsia="Times New Roman"/>
                <w:szCs w:val="22"/>
                <w:lang w:eastAsia="en-US"/>
              </w:rPr>
            </w:pPr>
            <w:r w:rsidRPr="00BC0437">
              <w:rPr>
                <w:rFonts w:eastAsia="Times New Roman"/>
                <w:szCs w:val="22"/>
                <w:lang w:eastAsia="en-US"/>
              </w:rPr>
              <w:t>Art. 33(2)(e)</w:t>
            </w:r>
          </w:p>
        </w:tc>
      </w:tr>
      <w:tr w:rsidR="00BC0437" w:rsidRPr="00BC0437" w:rsidTr="00BC0437">
        <w:tc>
          <w:tcPr>
            <w:tcW w:w="2603"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84"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personal use.</w:t>
            </w:r>
          </w:p>
        </w:tc>
        <w:tc>
          <w:tcPr>
            <w:tcW w:w="1083" w:type="dxa"/>
          </w:tcPr>
          <w:p w:rsidR="00BC0437" w:rsidRPr="00BC0437" w:rsidRDefault="00BC0437" w:rsidP="00BC0437">
            <w:pPr>
              <w:rPr>
                <w:rFonts w:eastAsia="Times New Roman"/>
                <w:szCs w:val="22"/>
                <w:lang w:eastAsia="en-US"/>
              </w:rPr>
            </w:pPr>
            <w:r w:rsidRPr="00BC0437">
              <w:rPr>
                <w:rFonts w:eastAsia="Times New Roman"/>
                <w:szCs w:val="22"/>
                <w:lang w:eastAsia="en-US"/>
              </w:rPr>
              <w:t>Art. 34(1)</w:t>
            </w:r>
          </w:p>
        </w:tc>
      </w:tr>
      <w:tr w:rsidR="00BC0437" w:rsidRPr="00BC0437" w:rsidTr="00BC0437">
        <w:tc>
          <w:tcPr>
            <w:tcW w:w="2603" w:type="dxa"/>
          </w:tcPr>
          <w:p w:rsidR="00BC0437" w:rsidRPr="00BC0437" w:rsidRDefault="00BC0437" w:rsidP="00BC0437">
            <w:pPr>
              <w:rPr>
                <w:rFonts w:eastAsia="Times New Roman"/>
                <w:szCs w:val="22"/>
                <w:lang w:eastAsia="en-US"/>
              </w:rPr>
            </w:pPr>
            <w:r w:rsidRPr="00BC0437">
              <w:rPr>
                <w:rFonts w:eastAsia="Times New Roman"/>
                <w:szCs w:val="22"/>
                <w:lang w:eastAsia="en-US"/>
              </w:rPr>
              <w:t>Related Rights</w:t>
            </w:r>
          </w:p>
        </w:tc>
        <w:tc>
          <w:tcPr>
            <w:tcW w:w="5184" w:type="dxa"/>
          </w:tcPr>
          <w:p w:rsidR="00BC0437" w:rsidRPr="00BC0437" w:rsidRDefault="00BC0437" w:rsidP="00BC0437">
            <w:pPr>
              <w:rPr>
                <w:rFonts w:eastAsia="Times New Roman"/>
                <w:szCs w:val="22"/>
                <w:lang w:eastAsia="en-US"/>
              </w:rPr>
            </w:pPr>
            <w:r w:rsidRPr="00BC0437">
              <w:rPr>
                <w:rFonts w:eastAsia="Times New Roman"/>
                <w:szCs w:val="22"/>
                <w:lang w:eastAsia="en-US"/>
              </w:rPr>
              <w:t>The exceptions in Art. 33 also apply to rights related to copying, including rights associated with performers, producers of recordings and audiovisual works, and radio and television broadcasts.</w:t>
            </w:r>
          </w:p>
        </w:tc>
        <w:tc>
          <w:tcPr>
            <w:tcW w:w="1083" w:type="dxa"/>
          </w:tcPr>
          <w:p w:rsidR="00BC0437" w:rsidRPr="00BC0437" w:rsidRDefault="00BC0437" w:rsidP="00BC0437">
            <w:pPr>
              <w:rPr>
                <w:rFonts w:eastAsia="Times New Roman"/>
                <w:szCs w:val="22"/>
                <w:lang w:eastAsia="en-US"/>
              </w:rPr>
            </w:pPr>
            <w:r w:rsidRPr="00BC0437">
              <w:rPr>
                <w:rFonts w:eastAsia="Times New Roman"/>
                <w:szCs w:val="22"/>
                <w:lang w:eastAsia="en-US"/>
              </w:rPr>
              <w:t>Art. 112; Art. 116</w:t>
            </w:r>
          </w:p>
        </w:tc>
      </w:tr>
      <w:tr w:rsidR="00BC0437" w:rsidRPr="00BC0437" w:rsidTr="00BC0437">
        <w:tc>
          <w:tcPr>
            <w:tcW w:w="2603" w:type="dxa"/>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84"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means the making, in whole or in part, of one or more copies of a work, directly or indirectly, temporarily or permanently, by any means and under any form, including the making of any sound or audiovisual recording of a work, as well as its permanent or temporary storage by electronic means. </w:t>
            </w:r>
          </w:p>
        </w:tc>
        <w:tc>
          <w:tcPr>
            <w:tcW w:w="1083" w:type="dxa"/>
          </w:tcPr>
          <w:p w:rsidR="00BC0437" w:rsidRPr="00BC0437" w:rsidRDefault="00BC0437" w:rsidP="00BC0437">
            <w:pPr>
              <w:rPr>
                <w:rFonts w:eastAsia="Times New Roman"/>
                <w:szCs w:val="22"/>
                <w:lang w:eastAsia="en-US"/>
              </w:rPr>
            </w:pPr>
            <w:r w:rsidRPr="00BC0437">
              <w:rPr>
                <w:rFonts w:eastAsia="Times New Roman"/>
                <w:szCs w:val="22"/>
                <w:lang w:eastAsia="en-US"/>
              </w:rPr>
              <w:t>Art. 14</w:t>
            </w:r>
          </w:p>
        </w:tc>
      </w:tr>
      <w:tr w:rsidR="00BC0437" w:rsidRPr="00BC0437" w:rsidTr="00BC0437">
        <w:tc>
          <w:tcPr>
            <w:tcW w:w="2603"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67"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Neighboring Rights of Romania, No. 8 (14 March 1996), as amended through No. 329/2006 (31 July 2006), available at http://www.wipo.int/wipolex/en/text.jsp?file_id=160655.</w:t>
            </w:r>
          </w:p>
        </w:tc>
      </w:tr>
      <w:tr w:rsidR="00BC0437" w:rsidRPr="00BC0437" w:rsidTr="00BC0437">
        <w:tc>
          <w:tcPr>
            <w:tcW w:w="2603"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67"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25 April 2014; rev. 15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312" w:name="_Toc421800822"/>
      <w:bookmarkStart w:id="1313" w:name="_Toc199663568"/>
      <w:bookmarkStart w:id="1314" w:name="_Toc207648575"/>
      <w:bookmarkStart w:id="1315" w:name="_Toc207649157"/>
      <w:bookmarkStart w:id="1316" w:name="_Toc207649583"/>
      <w:bookmarkStart w:id="1317" w:name="_Toc207649944"/>
      <w:bookmarkStart w:id="1318" w:name="_Toc207650344"/>
      <w:bookmarkStart w:id="1319" w:name="_Toc208637992"/>
      <w:r w:rsidRPr="00BC0437">
        <w:rPr>
          <w:lang w:eastAsia="en-US"/>
        </w:rPr>
        <w:t>Russian Federation</w:t>
      </w:r>
      <w:bookmarkEnd w:id="131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256"/>
      </w:tblGrid>
      <w:tr w:rsidR="00BC0437" w:rsidRPr="00BC0437" w:rsidTr="00BC0437">
        <w:tc>
          <w:tcPr>
            <w:tcW w:w="9082"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and archives where access to archival documents is not restricted.</w:t>
            </w:r>
          </w:p>
        </w:tc>
        <w:tc>
          <w:tcPr>
            <w:tcW w:w="12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1275(2)(1)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7"/>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held by the library or archive and lawfully put into civil circulation.</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6"/>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in the collection must also be in one of the following categories: (1) dilapidated, worn out, spoiled or defective; (2) singular or rare work or manuscript, if used by readers may lead to loss, spoilage, or destruction; (3) on a machine-readable media, for which there are no facilities for using it; or (4) a work of exceptional scientific and educational importance, provided the latest edition has not been published in the Russian Federation within the previous ten years.</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1"/>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copies.</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Without consent of the author or other rightsholder.</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Without payment of a fee to the author or other rightsholder.</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ensure the safekeeping and availability of the works for users.</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aim to derive profits.</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The statute permits copies, in particular in electronic form.</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cite the name of the author whose work is being used and the source of the borrowing.</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made in electronic form consistent with this provision may be made available to library users in a manner consistent with Article 1275(1).  (See Article 1275(3).)</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receiving copies of dissertations in compliance with the law obligating deposit of copies may make copies subject to the general conditions of and for the purposes set forth in Article 1275(2).  (See Article 1275(4).)</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of dissertations made in electronic form consistent with the foregoing provision may be made available to library users in a manner consistent with Article 1275(1).  (See Article 1275(4).)</w:t>
            </w:r>
          </w:p>
        </w:tc>
        <w:tc>
          <w:tcPr>
            <w:tcW w:w="12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256"/>
      </w:tblGrid>
      <w:tr w:rsidR="00BC0437" w:rsidRPr="00BC0437" w:rsidTr="00BC0437">
        <w:tc>
          <w:tcPr>
            <w:tcW w:w="9082"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p w:rsidR="00BC0437" w:rsidRPr="00BC0437" w:rsidRDefault="00BC0437" w:rsidP="00BC0437">
            <w:pPr>
              <w:ind w:firstLine="720"/>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and archives where access to archival documents is not restricted.</w:t>
            </w:r>
          </w:p>
        </w:tc>
        <w:tc>
          <w:tcPr>
            <w:tcW w:w="12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1275(2)(2)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held by the library or archive and lawfully put into civil circulation.</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copies.</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Without consent of the author or other rightsholder.</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Without payment of a fee to the author or other rightsholder.</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3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restore or replace lost or spoiled copies.</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provide copies of such work to other libraries or archives (where access to archival documents is not restricted) that have lost them from their collections for any reason.</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aim to derive profits.</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The statute permits copies, in particular in electronic form.</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7"/>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cite the name of the author whose work is being used and the source of the borrowing.</w:t>
            </w:r>
          </w:p>
        </w:tc>
        <w:tc>
          <w:tcPr>
            <w:tcW w:w="1256"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6"/>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made in electronic form consistent with this provision may be made available to library users in a manner consistent with Article 1275(1).  (See Article 1275(3).)</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9"/>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receiving copies of dissertations in compliance with the law obligating deposit of copies may make copies subject to the general conditions of and for the purposes set forth in Article 1275(2).  (See Article 1275(4).)</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of dissertations made in electronic form consistent with the foregoing provision may be made available to library users in a manner consistent with Article 1275(1).  (See Article 1275(4).)</w:t>
            </w:r>
          </w:p>
        </w:tc>
        <w:tc>
          <w:tcPr>
            <w:tcW w:w="12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600"/>
        <w:gridCol w:w="1188"/>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 (Articles and Short Works)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0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and archives where access to archival documents is not restricted.</w:t>
            </w:r>
          </w:p>
        </w:tc>
        <w:tc>
          <w:tcPr>
            <w:tcW w:w="11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1275(5)</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0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Individual articles and short works lawfully published in collections, newspapers, and other periodicals.</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48"/>
        </w:trPr>
        <w:tc>
          <w:tcPr>
            <w:tcW w:w="2628" w:type="dxa"/>
            <w:vMerge/>
            <w:shd w:val="clear" w:color="auto" w:fill="auto"/>
          </w:tcPr>
          <w:p w:rsidR="00BC0437" w:rsidRPr="00BC0437" w:rsidRDefault="00BC0437" w:rsidP="00BC0437">
            <w:pPr>
              <w:rPr>
                <w:rFonts w:eastAsia="Times New Roman"/>
                <w:szCs w:val="22"/>
                <w:lang w:eastAsia="en-US"/>
              </w:rPr>
            </w:pPr>
          </w:p>
        </w:tc>
        <w:tc>
          <w:tcPr>
            <w:tcW w:w="50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from other lawfully published written works, with or without illustrations.</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copies.</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6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Without consent of the author or other rightsholder.</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6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Without payment of a fee to the author or other rightsholder.</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0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scientific and educational purposes, as requested by citizens.</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aim to derive profits.</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0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The statute permits copies, in particular in electronic form.</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0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cite the name of the author whose work is being used and the source of the borrowing.</w:t>
            </w:r>
          </w:p>
        </w:tc>
        <w:tc>
          <w:tcPr>
            <w:tcW w:w="118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 (Making Available)</w:t>
            </w:r>
          </w:p>
        </w:tc>
      </w:tr>
      <w:tr w:rsidR="00BC0437" w:rsidRPr="00BC0437" w:rsidTr="00BC0437">
        <w:trPr>
          <w:trHeight w:val="30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and archives where access to archival documents is not restricted.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1275(1)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lawfully put into civil circulation.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Without consent of the author or other rightsholder.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Without payment of a fee to the author or other rightsholder.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provide temporary and gratuitous use of the originals or copies of the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aim to derive profits.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particular to allow mutual use of library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limited to any format or medium.  However, digital copies of works may be provided only on the premises of the library or archive, and if it is impossible for users to make digital copies of the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1299</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Prohibits actions directed at eliminating technological protections.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Prohibits preparing, providing, importing a circumvention device, if for purpose of obtaining profit, and if the result is that the technological protection is made impossible or ineffective.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Prohibits the rendering of services under similar conditions as dealing in devices.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statute refers to controlling access and preventing unauthorized uses.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provision allows a person who may benefit from a copyright exception to demand of the rightsholder the removal of the technological restriction or to provide an opportunity for use of the work.  This provision applies only to certain statutory copyright exceptions, including Article 1274(2), but not Article 1275.</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1299(4)</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context of the statute on private copying, “reproduction” is defined as “the facsimile reproduction with the help of technical facilities,” suggesting that reproduction may include any technological format so long as the reproduction is a facsimile image.</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1273(4)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the Blind</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General provision permitting the making of special formats of works and reproduction and promulgation of works for persons who are blind or partially sighted (starblind).  Neither of the two provisions for the blind may apply to works created specifically for use in special formats or to phonograms consisting mainly of musical works.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1274(2)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the Blind</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Provision explicitly authorizing libraries to provide to persons who are blind or partially sighted with copies of works created in special formats for temporary use at home and by access through information telecommunication networks.  The government is authorized to determine the allowed formats, the procedures for access, and the libraries that may provide networked access.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1274(2)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institutions are permitted to make copies of articles and other short, published works and to provide the copies to trainees and pedagogical workers for conducting examinations and self-training.</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1275(6)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Open License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Statutory provision that recognizes a legal effect of a license, whereby the author or other rightsholder grants a license to use a work of science, literature, or the arts by means of a simplified procedure.  The terms of the license must be accessible to an indefinite circle of persons such that the licensees can be familiar with the terms before using the work.  The licensor has rights against a licensee who does not follow the terms of the license.  (The statute does not name any specific license system, but this provision is evidently consistent with Creative Commons and other systems for publicly licensing use of copyrighted works.)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1286.1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tabs>
                <w:tab w:val="left" w:pos="491"/>
              </w:tabs>
              <w:rPr>
                <w:rFonts w:eastAsia="Times New Roman"/>
                <w:szCs w:val="22"/>
                <w:lang w:eastAsia="en-US"/>
              </w:rPr>
            </w:pPr>
            <w:r w:rsidRPr="00BC0437">
              <w:rPr>
                <w:rFonts w:eastAsia="Times New Roman"/>
                <w:szCs w:val="22"/>
                <w:lang w:eastAsia="en-US"/>
              </w:rPr>
              <w:t>Civil Code of the Russian Federation, No 230-FZ (18 December 2006), amended through 2014, available at http://www.wipo.int/wipolex/en/text.jsp?file_id=335879, including the most recent amendment, No. 35-FZ (12 March 2014), available at http://www.wipo.int/wipolex/en/text.jsp?file_id=345444.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26 April 2008; rev. 26 October 2014; rev. 15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320" w:name="_Toc421800823"/>
      <w:bookmarkStart w:id="1321" w:name="_Toc199663569"/>
      <w:bookmarkStart w:id="1322" w:name="_Toc207648577"/>
      <w:bookmarkStart w:id="1323" w:name="_Toc207649159"/>
      <w:bookmarkStart w:id="1324" w:name="_Toc207649584"/>
      <w:bookmarkStart w:id="1325" w:name="_Toc207649945"/>
      <w:bookmarkStart w:id="1326" w:name="_Toc207650345"/>
      <w:bookmarkStart w:id="1327" w:name="_Toc208637993"/>
      <w:bookmarkEnd w:id="1313"/>
      <w:bookmarkEnd w:id="1314"/>
      <w:bookmarkEnd w:id="1315"/>
      <w:bookmarkEnd w:id="1316"/>
      <w:bookmarkEnd w:id="1317"/>
      <w:bookmarkEnd w:id="1318"/>
      <w:bookmarkEnd w:id="1319"/>
      <w:r w:rsidRPr="00BC0437">
        <w:rPr>
          <w:lang w:eastAsia="en-US"/>
        </w:rPr>
        <w:t>Rwanda</w:t>
      </w:r>
      <w:bookmarkEnd w:id="132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Study or Private Research</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207(1)</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Whose activities do not serve direct or indirect gain.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published article or other short work or short extract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May make a few copies of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Isolated case of copying, or if repeated only on separate and unrelated occasions.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authorization of the author or other owner of copyright.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Study, scholarship, or private research.</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To satisfy the request of a natural person.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is satisfied that the copy will be used solely for the allowed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“Reproduction” is defined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Applies only if no collective license is available.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207(2)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Whose activities do not serve direct or indirect gain.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May make a few copies of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Isolated case of copying, or if repeated only on separate and unrelated occasions.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authorization of the author or other owner of copyright.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a copy and if necessary replace a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destroyed, or rendered unusable in the permanent collection of another similar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destroyed, or rendered unusable.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“Reproduction” is defined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269</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  The only statutory exception applies to the right to make single copies by individuals for private use under Article 203.</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bCs/>
                <w:szCs w:val="22"/>
                <w:lang w:eastAsia="en-US"/>
              </w:rPr>
              <w:t xml:space="preserve">“Reproduction” is </w:t>
            </w:r>
            <w:r w:rsidRPr="00BC0437">
              <w:rPr>
                <w:rFonts w:eastAsia="Times New Roman"/>
                <w:szCs w:val="22"/>
                <w:lang w:eastAsia="en-US"/>
              </w:rPr>
              <w:t>the making of one or more copies of a work or phonogram, or a part of both, in any manner or form, including recording of sounds and images, permanent or temporary storage of the work or phonogram in electronic form (Article 6(38)).</w:t>
            </w:r>
          </w:p>
          <w:p w:rsidR="00BC0437" w:rsidRPr="00BC0437" w:rsidRDefault="00BC0437" w:rsidP="00BC0437">
            <w:pPr>
              <w:rPr>
                <w:rFonts w:eastAsia="Times New Roman"/>
                <w:szCs w:val="22"/>
                <w:lang w:eastAsia="en-US"/>
              </w:rPr>
            </w:pPr>
            <w:r w:rsidRPr="00BC0437">
              <w:rPr>
                <w:rFonts w:eastAsia="Times New Roman"/>
                <w:szCs w:val="22"/>
                <w:lang w:eastAsia="en-US"/>
              </w:rPr>
              <w:t>“R</w:t>
            </w:r>
            <w:r w:rsidRPr="00BC0437">
              <w:rPr>
                <w:rFonts w:eastAsia="Times New Roman"/>
                <w:bCs/>
                <w:szCs w:val="22"/>
                <w:lang w:eastAsia="en-US"/>
              </w:rPr>
              <w:t xml:space="preserve">eprographic reproduction of a work” is </w:t>
            </w:r>
            <w:r w:rsidRPr="00BC0437">
              <w:rPr>
                <w:rFonts w:eastAsia="Times New Roman"/>
                <w:szCs w:val="22"/>
                <w:lang w:eastAsia="en-US"/>
              </w:rPr>
              <w:t>the making of copies in facsimile of original or of copies of the work by means other than painting; reducing or enlarging in facsimile are also considered to be a reprographic reproduction (Article 6(39)).</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New version is enacted at Article 203.</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18(I)(a)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ability to secure a compulsory license to make reproductions and translations for education is enacted at Articles 238-241.</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Art. </w:t>
            </w:r>
          </w:p>
          <w:p w:rsidR="00BC0437" w:rsidRPr="00BC0437" w:rsidRDefault="00BC0437" w:rsidP="00BC0437">
            <w:pPr>
              <w:rPr>
                <w:rFonts w:eastAsia="Times New Roman"/>
                <w:szCs w:val="22"/>
                <w:lang w:eastAsia="en-US"/>
              </w:rPr>
            </w:pPr>
            <w:r w:rsidRPr="00BC0437">
              <w:rPr>
                <w:rFonts w:eastAsia="Times New Roman"/>
                <w:szCs w:val="22"/>
                <w:lang w:eastAsia="en-US"/>
              </w:rPr>
              <w:t>22-23;</w:t>
            </w:r>
          </w:p>
          <w:p w:rsidR="00BC0437" w:rsidRPr="00BC0437" w:rsidRDefault="00BC0437" w:rsidP="00BC0437">
            <w:pPr>
              <w:rPr>
                <w:rFonts w:eastAsia="Times New Roman"/>
                <w:szCs w:val="22"/>
                <w:lang w:eastAsia="en-US"/>
              </w:rPr>
            </w:pPr>
            <w:r w:rsidRPr="00BC0437">
              <w:rPr>
                <w:rFonts w:eastAsia="Times New Roman"/>
                <w:szCs w:val="22"/>
                <w:lang w:eastAsia="en-US"/>
              </w:rPr>
              <w:t>Art. 115-145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Limitations for Sound Recordings and Broadcasts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 247(6) provides that where a work may be used without authorization of the author or copyright owner, such as the library exception, that right of free use also applies to neighboring rights protections for performers, phonograms, and broadcasts.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Intellectual Property of Rwanda, No. 31/2009 (26 October 2009), available at http://www.wipo.int/wipolex/en/text.jsp?file_id=194215.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26 August 2014; rev. 15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328" w:name="_Toc421800824"/>
      <w:bookmarkEnd w:id="1321"/>
      <w:bookmarkEnd w:id="1322"/>
      <w:bookmarkEnd w:id="1323"/>
      <w:bookmarkEnd w:id="1324"/>
      <w:bookmarkEnd w:id="1325"/>
      <w:bookmarkEnd w:id="1326"/>
      <w:bookmarkEnd w:id="1327"/>
      <w:r w:rsidRPr="00BC0437">
        <w:rPr>
          <w:lang w:eastAsia="en-US"/>
        </w:rPr>
        <w:t>Saint Kitts and Nevis</w:t>
      </w:r>
      <w:bookmarkEnd w:id="132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Librarian of a prescribed 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64</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item in the permanent collection of the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Any literary, dramatic, or musical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Including any illustrations accompanying such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Including, in the case of published works, the typographical arrangement.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the item.</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90"/>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By making a copy and placing the copy in such permanent collection in addition to or in place of the item.</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3"/>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Subject to prescribed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2"/>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prescribed conditions shall restrict the making of copies to cases where it is not reasonably practicable to purchase a copy of the item in question for the purpose.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Librarian of a prescribed 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64</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item in the permanent collection of the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Any literary, dramatic, or musical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Including any illustrations accompanying such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Including, in the case of published editions, the typographical arrangement.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the item.</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3"/>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By making a copy and placing the copy in such permanent collection in addition to or in place of the item.</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 the alternative, by making a copy and replacing in the permanent collection of another prescribed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Item in another prescribed library or archive must have been lost, destroyed, or damaged.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Subject to prescribed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prescribed conditions shall restrict the making of copies to cases where it is not reasonably practicable to purchase a copy of the item in question for the purpose.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Supply to Other Libraries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Librarian of a prescribed 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63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3"/>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article in a periodical.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2"/>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whole or part of a published edition of a literary, dramatic, or musical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9"/>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See condition below regarding whole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Including any illustrations accompanying such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Including, in the case of published editions, the typographical arrangement.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make and supply a copy to another prescribed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00"/>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 is not permitted to make a copy of the whole or part of a published edition of a literary, dramatic, or musical work if, at the time the copy is made, the librarian making it knows or could, by reasonable inquiry, ascertain the name and address of a person entitled to authorize the making of the copy.</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(Published Works)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Librarian of a prescribed 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62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article in a periodical.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part of a literary, dramatic, or musical work from a published edition, not being an article in a periodical.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Must satisfy the librarian that these are the only purposes.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36"/>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Subject to prescribed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74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prescribed conditions shall include: (a) that copies shall be supplied only to persons satisfying the librarian that they are required for research or private study and will not be used for any other purpose; (b) that no person shall be furnished more than one copy of an article or with more than one article from a periodical issue; (c) that no person shall be furnished more than one copy of the same material from other types of works or more than a reasonable proportion of the work; and (d) that persons receiving copies are required to pay for the copies a sum not less than the cost attributable to their production including a contribution to the general expenses of the library.</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(Unpublished Works)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Librarian of a prescribed 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65</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Whole or part of a literary, dramatic, or musical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From a document in the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Including any illustrations accompanying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make and supply a copy for research or private study.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Must satisfy the librarian that these are the only purposes.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06"/>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permitted where the work is published before the document is deposited in the library or archive, and at the time of making the copy, the librarian ought to have been aware of that fact.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permitted where the copyright owner has prohibited copying of the work, and at the time of making the copy, the librarian ought to have been aware of that fact.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5"/>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Subject to prescribed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531"/>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prescribed conditions shall include: (a) that copies shall be supplied only to persons satisfying the librarian that they are required for research or private study and will not be used for any other purpose; (b) that no person shall be furnished more than one copy of the same material; (c) that persons receiving copies are required to pay for the copies a sum not less than the cost attributable to their production including a contribution to the general expenses of the library.</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Prescribed Conditions</w:t>
            </w:r>
          </w:p>
        </w:tc>
        <w:tc>
          <w:tcPr>
            <w:tcW w:w="5198" w:type="dxa"/>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The Minister has authority to make regulations “prescribing anything that is by this Act authorised or required to be prescribed.”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150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Declarations by Users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provide by regulation that a librarian or archivist who is required to be satisfied as to a matter before making or supplying a copy: (a) shall be entitled to rely on a declaration as to that matter, signed by the person requesting the copy, unless he or she is aware the declaration is false in any material particular; (b) shall not, in such cases as may be prescribed, make or supply a copy to any person in the absence of a declaration by that person.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61(2)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False Declarations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Where a person requesting a copy makes a declaration that is false in a material particular, the person may in some circumstances be liable for copyright infringement.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61(3)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Additional Exceptions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The Minister has authority to issue orders establishing exceptions in the public interest, subject to evaluation of conditions and equitable remuneration.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86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Research and Private Study</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 with a literary, dramatic, musical, or artistic work for the purposes of research or private study is allowed.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52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Criticism, Review, and Reporting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 for the purposes of criticism or review or for the purpose of report current events is allowed.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53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In determining fair dealing, four factors shall be taken into account: (1) the nature of the work in question; (2) the extent and substantiality of that part of the work affected by the act in relation to the whole of the work; (3) the purpose and character of the use; and (4) the effect of the act upon the potential market for, or the commercial value of, the work.</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54</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Use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educational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56-58</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Reprographic Copying by Educational Establishment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reprographic copies of published literary, dramatic, or musical works by or on behalf of an educational establishment for the purposes of instruction.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59</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Archiving Broadcasts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Certain broadcasts and cable transmissions may be recorded for deposit in designated archives.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82(1); § 128(1)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Typographical Arrangements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Typographical arrangements of published editions are protected for 25 years after publication.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8; § 13</w:t>
            </w: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“Copy” is given an elaborate definition for different types of works, but for many works it means a “reproduction of the work in any material form.”</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2(1)</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References to “librarian” or “archivist” include a person acting on his or her behalf.</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61(1)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Saint Kitts and Nevis, Cap. 18.08 (31 December 2002), available at http://www.wipo.int/wipolex/en/text.jsp?file_id=235248.</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25 April 2014; rev. 15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329" w:name="_Toc199663570"/>
      <w:bookmarkStart w:id="1330" w:name="_Toc207648579"/>
      <w:bookmarkStart w:id="1331" w:name="_Toc207649161"/>
      <w:bookmarkStart w:id="1332" w:name="_Toc207649585"/>
      <w:bookmarkStart w:id="1333" w:name="_Toc207649946"/>
      <w:bookmarkStart w:id="1334" w:name="_Toc207650346"/>
      <w:bookmarkStart w:id="1335" w:name="_Toc208637994"/>
      <w:bookmarkStart w:id="1336" w:name="_Toc421800825"/>
      <w:r w:rsidRPr="00BC0437">
        <w:rPr>
          <w:lang w:eastAsia="en-US"/>
        </w:rPr>
        <w:t>Saint Lucia</w:t>
      </w:r>
      <w:bookmarkEnd w:id="1329"/>
      <w:bookmarkEnd w:id="1330"/>
      <w:bookmarkEnd w:id="1331"/>
      <w:bookmarkEnd w:id="1332"/>
      <w:bookmarkEnd w:id="1333"/>
      <w:bookmarkEnd w:id="1334"/>
      <w:bookmarkEnd w:id="1335"/>
      <w:bookmarkEnd w:id="133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68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37" w:name="_Toc186015861"/>
            <w:bookmarkStart w:id="1338" w:name="saint"/>
            <w:r w:rsidRPr="00BC0437">
              <w:rPr>
                <w:rFonts w:eastAsia="Times New Roman"/>
                <w:b/>
                <w:szCs w:val="22"/>
                <w:lang w:eastAsia="en-US"/>
              </w:rPr>
              <w:t>Research or Study (Published Works)</w:t>
            </w:r>
            <w:bookmarkEnd w:id="1337"/>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or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69</w:t>
            </w: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388" w:type="dxa"/>
            <w:vMerge/>
            <w:shd w:val="clear" w:color="auto" w:fill="auto"/>
          </w:tcPr>
          <w:p w:rsidR="00BC0437" w:rsidRPr="00BC0437" w:rsidRDefault="00BC0437" w:rsidP="00BC0437">
            <w:pPr>
              <w:rPr>
                <w:rFonts w:eastAsia="Times New Roman"/>
                <w:szCs w:val="22"/>
                <w:lang w:eastAsia="en-US"/>
              </w:rPr>
            </w:pP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literary, dramatic, or musical works, not being articles in periodicals, from published editions,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an article, no person shall be furnished with more than one article contained in the same issue of a periodical.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 part of a literary, dramatic work, or musical work, no person shall be furnished with more than one copy of the same material or a copy of more than a reasonable proportion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cannot be made if or to the extent that there is a licensing scheme under which licenses are available authorizing the making of such copies, and the person making the copies knew or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by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shall be supplied only to persons satisfying the librarian that they require them for the allowed purposes and will not use them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shall be supplied only to a person satisfying the librarian that his requirement is not related to any similar requirement of another person.  Requirements are deemed “similar” if the requirements are for copies of substantially the same material, at substantially the same time, and for substantially the same purpose.  Requirements are deemed “related” if those persons receive instruction to which the material is relevant at the same time and place.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to whom copies are supplied must pay for them a sum not less than the cost attributable to their production, including a contribution of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68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39" w:name="_Toc186015862"/>
            <w:r w:rsidRPr="00BC0437">
              <w:rPr>
                <w:rFonts w:eastAsia="Times New Roman"/>
                <w:b/>
                <w:szCs w:val="22"/>
                <w:lang w:eastAsia="en-US"/>
              </w:rPr>
              <w:t>Supplying Copies to Other Libraries</w:t>
            </w:r>
            <w:bookmarkEnd w:id="1339"/>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or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70</w:t>
            </w: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literary, dramatic, or musical works from published editions,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works other than articles, the copy cannot be made if the librarian making it knows or could, by reasonable inquiry, ascertain the name and address of a person entitled to authorize the making of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supply a copy to another prescribed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68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40" w:name="_Toc186015863"/>
            <w:r w:rsidRPr="00BC0437">
              <w:rPr>
                <w:rFonts w:eastAsia="Times New Roman"/>
                <w:b/>
                <w:szCs w:val="22"/>
                <w:lang w:eastAsia="en-US"/>
              </w:rPr>
              <w:t>Preservation and Replacement</w:t>
            </w:r>
            <w:bookmarkEnd w:id="1340"/>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or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71</w:t>
            </w: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or musical works in the permanent collection of the library or archive,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Prescribed conditions shall include provisions restricting the making of copies to cases where it is not reasonably practicable to purchase a copy of the item in question for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by placing the copy in such permanent collection in addition to or in place of the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388" w:type="dxa"/>
            <w:vMerge/>
            <w:shd w:val="clear" w:color="auto" w:fill="auto"/>
          </w:tcPr>
          <w:p w:rsidR="00BC0437" w:rsidRPr="00BC0437" w:rsidRDefault="00BC0437" w:rsidP="00BC0437">
            <w:pPr>
              <w:rPr>
                <w:rFonts w:eastAsia="Times New Roman"/>
                <w:szCs w:val="22"/>
                <w:lang w:eastAsia="en-US"/>
              </w:rPr>
            </w:pP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prescribed library or archive an item which has been lost, 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41" w:name="_Toc186015864"/>
            <w:r w:rsidRPr="00BC0437">
              <w:rPr>
                <w:rFonts w:eastAsia="Times New Roman"/>
                <w:b/>
                <w:szCs w:val="22"/>
                <w:lang w:eastAsia="en-US"/>
              </w:rPr>
              <w:t>Research or Study (Unpublished Works)</w:t>
            </w:r>
            <w:bookmarkEnd w:id="134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or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unpublished literary, dramatic, or musical works from documents in the library or archive, including accompanying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cannot be made where the copyright owner has prohibited copying of the work, and at the time of the making of the copy, the librarian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furnished with any more than one copy of the same material.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cannot be made if or to the extent that there is a licensing scheme under which licenses are available authorizing the making of such copies, and the person making the copies knew or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by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shall be supplied only to persons satisfying the librarian that they require them for the allowed purposes and will not use them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to whom copies are supplied must pay for them a sum not less than the cost attributable to their production, including a contribution of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342" w:name="_Toc186015865"/>
            <w:r w:rsidRPr="00BC0437">
              <w:rPr>
                <w:rFonts w:eastAsia="Times New Roman"/>
                <w:b/>
                <w:szCs w:val="22"/>
                <w:lang w:eastAsia="en-US"/>
              </w:rPr>
              <w:t>Anti-Circumvention of Technological Protection Measures</w:t>
            </w:r>
            <w:bookmarkEnd w:id="134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5520"/>
        <w:gridCol w:w="1080"/>
      </w:tblGrid>
      <w:tr w:rsidR="00BC0437" w:rsidRPr="00BC0437" w:rsidTr="00BC0437">
        <w:tc>
          <w:tcPr>
            <w:tcW w:w="8988" w:type="dxa"/>
            <w:gridSpan w:val="3"/>
            <w:shd w:val="clear" w:color="auto" w:fill="auto"/>
          </w:tcPr>
          <w:p w:rsidR="00BC0437" w:rsidRPr="00BC0437" w:rsidRDefault="00BC0437" w:rsidP="00BC0437">
            <w:pPr>
              <w:rPr>
                <w:rFonts w:eastAsia="Times New Roman"/>
                <w:b/>
                <w:szCs w:val="22"/>
                <w:lang w:eastAsia="en-US"/>
              </w:rPr>
            </w:pPr>
            <w:bookmarkStart w:id="1343" w:name="_Toc186015866"/>
            <w:r w:rsidRPr="00BC0437">
              <w:rPr>
                <w:rFonts w:eastAsia="Times New Roman"/>
                <w:b/>
                <w:szCs w:val="22"/>
                <w:lang w:eastAsia="en-US"/>
              </w:rPr>
              <w:t>Miscellaneous</w:t>
            </w:r>
            <w:bookmarkEnd w:id="1343"/>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Relationship to Fair Dealing</w:t>
            </w:r>
          </w:p>
        </w:tc>
        <w:tc>
          <w:tcPr>
            <w:tcW w:w="55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for personal use other than by the research or student himself is not fair dealing if in the case of the librarian, or a person acting on behalf of a librarian, he does anything which regulations under Section 68 would not permit to be done under Sections 69 or 70.</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56</w:t>
            </w: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Declarations</w:t>
            </w:r>
          </w:p>
        </w:tc>
        <w:tc>
          <w:tcPr>
            <w:tcW w:w="55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may provide that a librarian or archivist who is required to be satisfied as to a matter before making or supplying a copy of a work is entitled to rely on a declaration as to that matter signed by the person requesting the copy, unless he is aware that the declaration is false in any material particular; and in such cases as may be prescribed, shall not make or supply a copy to any person in the absence of a declaration by that person.</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Where a person requesting a copy makes a declaration that is false in a material particular and is supplied with a copy which would have been an infringing copy if made by him, that person shall be liable for infringement of copyright as if he had reproduced the copy himself, and the copy supplied shall be treated as an infringing copy.</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68(2)</w:t>
            </w: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5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in relation to –</w:t>
            </w:r>
          </w:p>
          <w:p w:rsidR="00BC0437" w:rsidRPr="00BC0437" w:rsidRDefault="00BC0437" w:rsidP="00BC0437">
            <w:pPr>
              <w:rPr>
                <w:rFonts w:eastAsia="Times New Roman"/>
                <w:szCs w:val="22"/>
                <w:lang w:eastAsia="en-US"/>
              </w:rPr>
            </w:pPr>
            <w:r w:rsidRPr="00BC0437">
              <w:rPr>
                <w:rFonts w:eastAsia="Times New Roman"/>
                <w:szCs w:val="22"/>
                <w:lang w:eastAsia="en-US"/>
              </w:rPr>
              <w:t>(a) a work that is a literary, dramatic, musical, or artistic work, means a reproduction of a work in any material form, and, in respect of an artistic work, includes a reproduction in three dimensions, if the artistic work is a two-dimensional work and a reproduction in two dimensions, if the artistic work is a three-dimensional work; and in respect of a literary, dramatic, or musical work, includes a reproduction in the form of a record or film;</w:t>
            </w:r>
          </w:p>
          <w:p w:rsidR="00BC0437" w:rsidRPr="00BC0437" w:rsidRDefault="00BC0437" w:rsidP="00BC0437">
            <w:pPr>
              <w:rPr>
                <w:rFonts w:eastAsia="Times New Roman"/>
                <w:szCs w:val="22"/>
                <w:lang w:eastAsia="en-US"/>
              </w:rPr>
            </w:pPr>
            <w:r w:rsidRPr="00BC0437">
              <w:rPr>
                <w:rFonts w:eastAsia="Times New Roman"/>
                <w:szCs w:val="22"/>
                <w:lang w:eastAsia="en-US"/>
              </w:rPr>
              <w:t>(b) a work that is a film, television broadcast, or cable program, includes a photograph of the whole or any substantial part of any image forming part of the film, broadcast, or cable program;</w:t>
            </w:r>
          </w:p>
          <w:p w:rsidR="00BC0437" w:rsidRPr="00BC0437" w:rsidRDefault="00BC0437" w:rsidP="00BC0437">
            <w:pPr>
              <w:rPr>
                <w:rFonts w:eastAsia="Times New Roman"/>
                <w:szCs w:val="22"/>
                <w:lang w:eastAsia="en-US"/>
              </w:rPr>
            </w:pPr>
            <w:r w:rsidRPr="00BC0437">
              <w:rPr>
                <w:rFonts w:eastAsia="Times New Roman"/>
                <w:szCs w:val="22"/>
                <w:lang w:eastAsia="en-US"/>
              </w:rPr>
              <w:t>(c) a work that is a typographical arrangement of a published edition means a facsimile copy of the arrangement; and</w:t>
            </w:r>
          </w:p>
          <w:p w:rsidR="00BC0437" w:rsidRPr="00BC0437" w:rsidRDefault="00BC0437" w:rsidP="00BC0437">
            <w:pPr>
              <w:rPr>
                <w:rFonts w:eastAsia="Times New Roman"/>
                <w:szCs w:val="22"/>
                <w:lang w:eastAsia="en-US"/>
              </w:rPr>
            </w:pPr>
            <w:r w:rsidRPr="00BC0437">
              <w:rPr>
                <w:rFonts w:eastAsia="Times New Roman"/>
                <w:szCs w:val="22"/>
                <w:lang w:eastAsia="en-US"/>
              </w:rPr>
              <w:t>(d) any category of work includes any copy of the work, however made and in whatever medium, that is transient or incidental to some other use of the work;</w:t>
            </w:r>
          </w:p>
          <w:p w:rsidR="00BC0437" w:rsidRPr="00BC0437" w:rsidRDefault="00BC0437" w:rsidP="00BC0437">
            <w:pPr>
              <w:rPr>
                <w:rFonts w:eastAsia="Times New Roman"/>
                <w:szCs w:val="22"/>
                <w:lang w:eastAsia="en-US"/>
              </w:rPr>
            </w:pPr>
            <w:r w:rsidRPr="00BC0437">
              <w:rPr>
                <w:rFonts w:eastAsia="Times New Roman"/>
                <w:szCs w:val="22"/>
                <w:lang w:eastAsia="en-US"/>
              </w:rPr>
              <w:t>and copy includes storing a work of any description in any medium by electronic means.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w:t>
            </w: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6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Act of Saint Lucia, No. 10 (6 September 1995), available at http://www.wipo.int/wipolex/en/text.jsp?file_id=128487, </w:t>
            </w:r>
          </w:p>
          <w:p w:rsidR="00BC0437" w:rsidRPr="00BC0437" w:rsidRDefault="00BC0437" w:rsidP="00BC0437">
            <w:pPr>
              <w:rPr>
                <w:rFonts w:eastAsia="Times New Roman"/>
                <w:szCs w:val="22"/>
                <w:lang w:eastAsia="en-US"/>
              </w:rPr>
            </w:pPr>
            <w:r w:rsidRPr="00BC0437">
              <w:rPr>
                <w:rFonts w:eastAsia="Times New Roman"/>
                <w:szCs w:val="22"/>
                <w:lang w:eastAsia="en-US"/>
              </w:rPr>
              <w:t>as amended by No. 7 (27 March 2000), available at http://www.wipo.int/wipolex/en/text.jsp?file_id=128489.</w:t>
            </w: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6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12 December 2007; rev. 15 May 2015</w:t>
            </w:r>
          </w:p>
        </w:tc>
      </w:tr>
    </w:tbl>
    <w:p w:rsidR="00BC0437" w:rsidRPr="00BC0437" w:rsidRDefault="00BC0437" w:rsidP="00BC0437">
      <w:pPr>
        <w:rPr>
          <w:rFonts w:eastAsia="Times New Roman"/>
          <w:szCs w:val="22"/>
          <w:lang w:eastAsia="en-US"/>
        </w:rPr>
      </w:pPr>
    </w:p>
    <w:bookmarkEnd w:id="1338"/>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344" w:name="_Toc199663571"/>
      <w:bookmarkStart w:id="1345" w:name="_Toc207648580"/>
      <w:bookmarkStart w:id="1346" w:name="_Toc207649162"/>
      <w:bookmarkStart w:id="1347" w:name="_Toc207649586"/>
      <w:bookmarkStart w:id="1348" w:name="_Toc207649947"/>
      <w:bookmarkStart w:id="1349" w:name="_Toc207650347"/>
      <w:bookmarkStart w:id="1350" w:name="_Toc208637995"/>
      <w:bookmarkStart w:id="1351" w:name="_Toc421800826"/>
      <w:r w:rsidRPr="00BC0437">
        <w:rPr>
          <w:lang w:eastAsia="en-US"/>
        </w:rPr>
        <w:t>Saint Vincent and the Grenadines</w:t>
      </w:r>
      <w:bookmarkEnd w:id="1344"/>
      <w:bookmarkEnd w:id="1345"/>
      <w:bookmarkEnd w:id="1346"/>
      <w:bookmarkEnd w:id="1347"/>
      <w:bookmarkEnd w:id="1348"/>
      <w:bookmarkEnd w:id="1349"/>
      <w:bookmarkEnd w:id="1350"/>
      <w:bookmarkEnd w:id="135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52" w:name="_Toc186015867"/>
            <w:bookmarkStart w:id="1353" w:name="vincent"/>
            <w:r w:rsidRPr="00BC0437">
              <w:rPr>
                <w:rFonts w:eastAsia="Times New Roman"/>
                <w:b/>
                <w:szCs w:val="22"/>
                <w:lang w:eastAsia="en-US"/>
              </w:rPr>
              <w:t>Research or Study (Published Works)</w:t>
            </w:r>
            <w:bookmarkEnd w:id="135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including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literary, dramatic, or musical works from published editions,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articles, no person shall be furnished with more than one article contained in the same issue of a periodical.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parts of literary, dramatic, or musical works, no person shall be furnished with more than one copy of the same material or a copy of more than a reasonable proportion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cannot be made if or to the extent that there is a licensing scheme under which licenses are available authorizing the making of such copies, and the person making the copies knew or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by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shall be supplied only to persons satisfying the librarian that they require them for the permitted purposes and will not use them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shall be supplied only to a person satisfying the librarian that his requirement is not related to any similar requirement of another person.  Requirements are deemed “similar” if the requirements are for copies of substantially the same material, at substantially the same time, and for substantially the same purpose.  Requirements are deemed “related” if those persons receive instruction to which the material is relevant at the same time and place.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to whom copies are supplied must pay for them a sum not less than the cost attributable to their production, including a contribution of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840"/>
        <w:gridCol w:w="94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54" w:name="_Toc186015868"/>
            <w:r w:rsidRPr="00BC0437">
              <w:rPr>
                <w:rFonts w:eastAsia="Times New Roman"/>
                <w:b/>
                <w:szCs w:val="22"/>
                <w:lang w:eastAsia="en-US"/>
              </w:rPr>
              <w:t>Supplying Copies to Other Libraries</w:t>
            </w:r>
            <w:bookmarkEnd w:id="135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including persons acting on their behalf.</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literary, dramatic, or musical works from published editions, including accompanying illustrations and the typographical arrangement.</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parts of literary, dramatic, or musical works, the copy cannot be made if the librarian making it knows or could, by reasonable inquiry, ascertain the name and address of a person entitled to authorize the making of the copy.</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supply a copy to another prescribed library or archive.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94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840"/>
        <w:gridCol w:w="94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55" w:name="_Toc186015869"/>
            <w:r w:rsidRPr="00BC0437">
              <w:rPr>
                <w:rFonts w:eastAsia="Times New Roman"/>
                <w:b/>
                <w:szCs w:val="22"/>
                <w:lang w:eastAsia="en-US"/>
              </w:rPr>
              <w:t>Preservation and Replacement</w:t>
            </w:r>
            <w:bookmarkEnd w:id="135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including persons acting on their behalf.</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65</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or musical works in the permanent collection of the library or archive, including accompanying illustrations and the typographical arrangement.</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Prescribed conditions shall include provisions restricting the making of copies to cases where it is not reasonably practicable to purchase a copy of the item in question for the purpose.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by placing the copy in such permanent collection in addition to or in place of the item.</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prescribed library or archive an item which has been lost, destroyed, or damaged.</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94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56" w:name="_Toc186015870"/>
            <w:r w:rsidRPr="00BC0437">
              <w:rPr>
                <w:rFonts w:eastAsia="Times New Roman"/>
                <w:b/>
                <w:szCs w:val="22"/>
                <w:lang w:eastAsia="en-US"/>
              </w:rPr>
              <w:t>Research or Study (Unpublished Works)</w:t>
            </w:r>
            <w:bookmarkEnd w:id="1356"/>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including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66</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unpublished literary, dramatic, or musical works from documents in the library or archive, including accompanying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is not permitted where the work has been published at the time when the copies are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cannot be made where the copyright owner has prohibited copying of the work, and at the time of the making of the copy, the librarian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furnished with any more than one copy of the same material.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cannot be made if or to the extent that there is a licensing scheme under which licenses are available authorizing the making of such copies, and the person making the copies knew or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by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shall be supplied only to persons satisfying the librarian that they require them for the allowed purposes and will not use them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to whom copies are supplied must pay for them a sum not less than the cost attributable to their production, including a contribution of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634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357" w:name="_Toc186015871"/>
            <w:r w:rsidRPr="00BC0437">
              <w:rPr>
                <w:rFonts w:eastAsia="Times New Roman"/>
                <w:b/>
                <w:szCs w:val="22"/>
                <w:lang w:eastAsia="en-US"/>
              </w:rPr>
              <w:t>Anti-Circumvention of Technological Protection Measures</w:t>
            </w:r>
            <w:bookmarkEnd w:id="1357"/>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34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8"/>
        <w:gridCol w:w="5243"/>
        <w:gridCol w:w="1105"/>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358" w:name="_Toc186015872"/>
            <w:r w:rsidRPr="00BC0437">
              <w:rPr>
                <w:rFonts w:eastAsia="Times New Roman"/>
                <w:b/>
                <w:szCs w:val="22"/>
                <w:lang w:eastAsia="en-US"/>
              </w:rPr>
              <w:t>Miscellaneous</w:t>
            </w:r>
            <w:bookmarkEnd w:id="1358"/>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Relationship to Fair Dealing</w:t>
            </w:r>
          </w:p>
        </w:tc>
        <w:tc>
          <w:tcPr>
            <w:tcW w:w="524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by a person other than a researcher or student is not fair dealing if in the case of the librarian, or a person acting on behalf of a librarian, he does anything which regulations would not permit to be done under Sections 62(a) or 63(1)(b).</w:t>
            </w:r>
          </w:p>
        </w:tc>
        <w:tc>
          <w:tcPr>
            <w:tcW w:w="110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50(2)</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Declarations</w:t>
            </w:r>
          </w:p>
        </w:tc>
        <w:tc>
          <w:tcPr>
            <w:tcW w:w="524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may provide that a librarian or archivist who is required to be satisfied as to a matter before making or supplying a copy of a work is entitled to rely on a declaration as to that matter signed by the person requesting the copy, unless he is aware that the declaration is false in any material particular; and in such cases as may be prescribed, shall not make or supply a copy to any person in the absence of a declaration by that person.</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Where a person requesting a copy makes a declaration that is false in a material particular and is supplied with a copy which would have been an infringing copy if made by him, that person shall be liable for infringement of copyright as if he had reproduced the copy himself, and the copy supplied shall be treated as an infringing copy.</w:t>
            </w:r>
          </w:p>
        </w:tc>
        <w:tc>
          <w:tcPr>
            <w:tcW w:w="110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62(2)-(3)</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4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includes:</w:t>
            </w:r>
          </w:p>
          <w:p w:rsidR="00BC0437" w:rsidRPr="00BC0437" w:rsidRDefault="00BC0437" w:rsidP="00BC0437">
            <w:pPr>
              <w:rPr>
                <w:rFonts w:eastAsia="Times New Roman"/>
                <w:szCs w:val="22"/>
                <w:lang w:eastAsia="en-US"/>
              </w:rPr>
            </w:pPr>
            <w:r w:rsidRPr="00BC0437">
              <w:rPr>
                <w:rFonts w:eastAsia="Times New Roman"/>
                <w:szCs w:val="22"/>
                <w:lang w:eastAsia="en-US"/>
              </w:rPr>
              <w:t>(a) in relation to a work that is literary, dramatic, musical or artistic work, a reproduction of the work in any material form; or</w:t>
            </w:r>
          </w:p>
          <w:p w:rsidR="00BC0437" w:rsidRPr="00BC0437" w:rsidRDefault="00BC0437" w:rsidP="00BC0437">
            <w:pPr>
              <w:rPr>
                <w:rFonts w:eastAsia="Times New Roman"/>
                <w:szCs w:val="22"/>
                <w:lang w:eastAsia="en-US"/>
              </w:rPr>
            </w:pPr>
            <w:r w:rsidRPr="00BC0437">
              <w:rPr>
                <w:rFonts w:eastAsia="Times New Roman"/>
                <w:szCs w:val="22"/>
                <w:lang w:eastAsia="en-US"/>
              </w:rPr>
              <w:t>(b) in respect of an artistic work, a reproduction in three dimensions, if the artistic work is a two-dimensional work and a reproduction in two dimensions if the artistic work is a three-dimensional work; or</w:t>
            </w:r>
          </w:p>
          <w:p w:rsidR="00BC0437" w:rsidRPr="00BC0437" w:rsidRDefault="00BC0437" w:rsidP="00BC0437">
            <w:pPr>
              <w:rPr>
                <w:rFonts w:eastAsia="Times New Roman"/>
                <w:szCs w:val="22"/>
                <w:lang w:eastAsia="en-US"/>
              </w:rPr>
            </w:pPr>
            <w:r w:rsidRPr="00BC0437">
              <w:rPr>
                <w:rFonts w:eastAsia="Times New Roman"/>
                <w:szCs w:val="22"/>
                <w:lang w:eastAsia="en-US"/>
              </w:rPr>
              <w:t>(c) in respect of a literary, dramatic or musical  work includes a reproduction in the form of a record or film;</w:t>
            </w:r>
          </w:p>
          <w:p w:rsidR="00BC0437" w:rsidRPr="00BC0437" w:rsidRDefault="00BC0437" w:rsidP="00BC0437">
            <w:pPr>
              <w:rPr>
                <w:rFonts w:eastAsia="Times New Roman"/>
                <w:szCs w:val="22"/>
                <w:lang w:eastAsia="en-US"/>
              </w:rPr>
            </w:pPr>
            <w:r w:rsidRPr="00BC0437">
              <w:rPr>
                <w:rFonts w:eastAsia="Times New Roman"/>
                <w:szCs w:val="22"/>
                <w:lang w:eastAsia="en-US"/>
              </w:rPr>
              <w:t>(d) in relation to a work that is a film, television broadcast, or cable program includes a photograph of the whole or any substantial part of any image forming part of the film, broadcast or cable program;</w:t>
            </w:r>
          </w:p>
          <w:p w:rsidR="00BC0437" w:rsidRPr="00BC0437" w:rsidRDefault="00BC0437" w:rsidP="00BC0437">
            <w:pPr>
              <w:rPr>
                <w:rFonts w:eastAsia="Times New Roman"/>
                <w:szCs w:val="22"/>
                <w:lang w:eastAsia="en-US"/>
              </w:rPr>
            </w:pPr>
            <w:r w:rsidRPr="00BC0437">
              <w:rPr>
                <w:rFonts w:eastAsia="Times New Roman"/>
                <w:szCs w:val="22"/>
                <w:lang w:eastAsia="en-US"/>
              </w:rPr>
              <w:t>(e) in relation to a work that is a typographical arrangement of a published edition, a facsimile copy of the arrangement; and</w:t>
            </w:r>
          </w:p>
          <w:p w:rsidR="00BC0437" w:rsidRPr="00BC0437" w:rsidRDefault="00BC0437" w:rsidP="00BC0437">
            <w:pPr>
              <w:rPr>
                <w:rFonts w:eastAsia="Times New Roman"/>
                <w:szCs w:val="22"/>
                <w:lang w:eastAsia="en-US"/>
              </w:rPr>
            </w:pPr>
            <w:r w:rsidRPr="00BC0437">
              <w:rPr>
                <w:rFonts w:eastAsia="Times New Roman"/>
                <w:szCs w:val="22"/>
                <w:lang w:eastAsia="en-US"/>
              </w:rPr>
              <w:t>(f) any category however made and in whatever medium, that is transient or is incidental to some other use of the work;  and</w:t>
            </w:r>
          </w:p>
          <w:p w:rsidR="00BC0437" w:rsidRPr="00BC0437" w:rsidRDefault="00BC0437" w:rsidP="00BC0437">
            <w:pPr>
              <w:rPr>
                <w:rFonts w:eastAsia="Times New Roman"/>
                <w:szCs w:val="22"/>
                <w:lang w:eastAsia="en-US"/>
              </w:rPr>
            </w:pPr>
            <w:r w:rsidRPr="00BC0437">
              <w:rPr>
                <w:rFonts w:eastAsia="Times New Roman"/>
                <w:szCs w:val="22"/>
                <w:lang w:eastAsia="en-US"/>
              </w:rPr>
              <w:t>(g) references to the “copying of a work of any description” shall be construed to include a reference to storing the work in any medium by electronic means.</w:t>
            </w:r>
          </w:p>
        </w:tc>
        <w:tc>
          <w:tcPr>
            <w:tcW w:w="110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4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Saint Vincent and the Grenadines, No. 21 (20 February 2003), available at http://www.wipo.int/wipolex/en/text.jsp?file_id=248049.</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4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15 May 2015</w:t>
            </w:r>
          </w:p>
        </w:tc>
      </w:tr>
      <w:bookmarkEnd w:id="1353"/>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359" w:name="_Toc199663572"/>
      <w:bookmarkStart w:id="1360" w:name="_Toc207648581"/>
      <w:bookmarkStart w:id="1361" w:name="_Toc207649163"/>
      <w:bookmarkStart w:id="1362" w:name="_Toc207649587"/>
      <w:bookmarkStart w:id="1363" w:name="_Toc207649948"/>
      <w:bookmarkStart w:id="1364" w:name="_Toc207650348"/>
      <w:bookmarkStart w:id="1365" w:name="_Toc208637996"/>
      <w:bookmarkStart w:id="1366" w:name="_Toc421800827"/>
      <w:r w:rsidRPr="00BC0437">
        <w:rPr>
          <w:lang w:eastAsia="en-US"/>
        </w:rPr>
        <w:t>Samoa</w:t>
      </w:r>
      <w:bookmarkEnd w:id="1359"/>
      <w:bookmarkEnd w:id="1360"/>
      <w:bookmarkEnd w:id="1361"/>
      <w:bookmarkEnd w:id="1362"/>
      <w:bookmarkEnd w:id="1363"/>
      <w:bookmarkEnd w:id="1364"/>
      <w:bookmarkEnd w:id="1365"/>
      <w:bookmarkEnd w:id="136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67" w:name="_Toc186015874"/>
            <w:bookmarkStart w:id="1368" w:name="samoa"/>
            <w:r w:rsidRPr="00BC0437">
              <w:rPr>
                <w:rFonts w:eastAsia="Times New Roman"/>
                <w:b/>
                <w:szCs w:val="22"/>
                <w:lang w:eastAsia="en-US"/>
              </w:rPr>
              <w:t>Research or Study</w:t>
            </w:r>
            <w:bookmarkEnd w:id="136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library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may not serve direct or indirect financial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or other short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reproduction can only be made if there is no collective license available, offered by a collective administration organization of which the library or archive is or should be aware, under which such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by request of a physical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be satisfied that the copy will be used solely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69" w:name="_Toc186015875"/>
            <w:r w:rsidRPr="00BC0437">
              <w:rPr>
                <w:rFonts w:eastAsia="Times New Roman"/>
                <w:b/>
                <w:szCs w:val="22"/>
                <w:lang w:eastAsia="en-US"/>
              </w:rPr>
              <w:t>Preservation and Replacement</w:t>
            </w:r>
            <w:bookmarkEnd w:id="136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may not serve direct or indirect financial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reproduction can only be made if it is impossible to obtain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replace a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destroyed, or rendered unusable in the permanent collection of another similar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70" w:name="_Toc186015876"/>
            <w:r w:rsidRPr="00BC0437">
              <w:rPr>
                <w:rFonts w:eastAsia="Times New Roman"/>
                <w:b/>
                <w:szCs w:val="22"/>
                <w:lang w:eastAsia="en-US"/>
              </w:rPr>
              <w:t>Anti-Circumvention of Technological Protection Measures</w:t>
            </w:r>
            <w:bookmarkEnd w:id="137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28(i)</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devices intended to prevent or restrict reproduction of a work or to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371" w:name="_Toc186015877"/>
            <w:r w:rsidRPr="00BC0437">
              <w:rPr>
                <w:rFonts w:eastAsia="Times New Roman"/>
                <w:b/>
                <w:szCs w:val="22"/>
                <w:lang w:eastAsia="en-US"/>
              </w:rPr>
              <w:t>Miscellaneous</w:t>
            </w:r>
            <w:bookmarkEnd w:id="137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reproduction of a published work in a single copy made by a person for his own personal purposes is permitted; certain works are excluded.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and Private Study</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of works for research and private study by individuals.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Regulatory Exceptions</w:t>
            </w:r>
          </w:p>
        </w:tc>
        <w:tc>
          <w:tcPr>
            <w:tcW w:w="5198" w:type="dxa"/>
            <w:shd w:val="clear" w:color="auto" w:fill="auto"/>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Authorizes prescribing of additional reproductions, provided the uses do not conflict with a normal exploitation of the work or unreasonably prejudice the legitimate interests of the owner of the copyright.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8F</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work or sound recording in any material form, including any permanent or temporary storage of the work or sound recording in electronic form.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Samoa, No. 25 (16 July 1998), as amended through the Copyright Amendment Act, No. 10 (11 October 2011), available at http://www.wipo.int/wipolex/en/text.jsp?file_id=309851.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15 May 2015</w:t>
            </w:r>
          </w:p>
        </w:tc>
      </w:tr>
      <w:bookmarkEnd w:id="1368"/>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372" w:name="_Toc199663573"/>
      <w:bookmarkStart w:id="1373" w:name="_Toc207648583"/>
      <w:bookmarkStart w:id="1374" w:name="_Toc207649165"/>
      <w:bookmarkStart w:id="1375" w:name="_Toc207649588"/>
      <w:bookmarkStart w:id="1376" w:name="_Toc207649949"/>
      <w:bookmarkStart w:id="1377" w:name="_Toc207650349"/>
      <w:bookmarkStart w:id="1378" w:name="_Toc208637997"/>
      <w:bookmarkStart w:id="1379" w:name="_Toc421800828"/>
      <w:r w:rsidRPr="00BC0437">
        <w:rPr>
          <w:lang w:eastAsia="en-US"/>
        </w:rPr>
        <w:t>San Marino</w:t>
      </w:r>
      <w:bookmarkEnd w:id="1372"/>
      <w:bookmarkEnd w:id="1373"/>
      <w:bookmarkEnd w:id="1374"/>
      <w:bookmarkEnd w:id="1375"/>
      <w:bookmarkEnd w:id="1376"/>
      <w:bookmarkEnd w:id="1377"/>
      <w:bookmarkEnd w:id="1378"/>
      <w:bookmarkEnd w:id="137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380" w:name="marino"/>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381" w:name="_Toc186015878"/>
            <w:r w:rsidRPr="00BC0437">
              <w:rPr>
                <w:rFonts w:eastAsia="Times New Roman"/>
                <w:b/>
                <w:szCs w:val="22"/>
                <w:lang w:eastAsia="en-US"/>
              </w:rPr>
              <w:t>Library Provisions (none)</w:t>
            </w:r>
            <w:bookmarkEnd w:id="138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San Marino includes no explicit library provisions.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382" w:name="_Toc186015879"/>
            <w:r w:rsidRPr="00BC0437">
              <w:rPr>
                <w:rFonts w:eastAsia="Times New Roman"/>
                <w:b/>
                <w:szCs w:val="22"/>
                <w:lang w:eastAsia="en-US"/>
              </w:rPr>
              <w:t>Anti-Circumvention of Technological Protection Measures</w:t>
            </w:r>
            <w:bookmarkEnd w:id="138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1383" w:name="_Toc186015880"/>
            <w:r w:rsidRPr="00BC0437">
              <w:rPr>
                <w:rFonts w:eastAsia="Times New Roman"/>
                <w:b/>
                <w:szCs w:val="22"/>
                <w:lang w:eastAsia="en-US"/>
              </w:rPr>
              <w:t>Miscellaneous</w:t>
            </w:r>
            <w:bookmarkEnd w:id="138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a disclosed work is permitted where it is strictly reserved for the private use of the person who makes them and is not intended for collective use.  Copying is not permitted where the works are intended to be used for purposes identical to those for which the original work was created.</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98(b)</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Copyright of San Marino, No. 8 (25 January 1991), available at http://www.wipo.int/wipolex/en/text.jsp?file_id=202238,</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as amended by Law No. 63 (24 June 1997), available at http://www.wipo.int/wipolex/en/text.jsp?file_id=202872, </w:t>
            </w:r>
          </w:p>
          <w:p w:rsidR="00BC0437" w:rsidRPr="00BC0437" w:rsidRDefault="00BC0437" w:rsidP="00BC0437">
            <w:pPr>
              <w:rPr>
                <w:rFonts w:eastAsia="Times New Roman"/>
                <w:szCs w:val="22"/>
                <w:lang w:eastAsia="en-US"/>
              </w:rPr>
            </w:pPr>
            <w:r w:rsidRPr="00BC0437">
              <w:rPr>
                <w:rFonts w:eastAsia="Times New Roman"/>
                <w:szCs w:val="22"/>
                <w:lang w:eastAsia="en-US"/>
              </w:rPr>
              <w:t>and further amended by Law No. 43 (22 February 2006), available at http://www.wipo.int/wipolex/en/text.jsp?file_id=203007.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15 May 2015</w:t>
            </w:r>
          </w:p>
        </w:tc>
      </w:tr>
      <w:bookmarkEnd w:id="1380"/>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384" w:name="_Toc421800829"/>
      <w:r w:rsidRPr="00BC0437">
        <w:rPr>
          <w:lang w:eastAsia="en-US"/>
        </w:rPr>
        <w:t>São Tomé and Principe</w:t>
      </w:r>
      <w:bookmarkEnd w:id="138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Exception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entities, libraries, archives, and scientific institutions.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63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Excerpts from works not yet in the public domain.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themselves, or for the private use of applicants.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 is in accordance with established uses.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Such reproductions are not permitted to be for a commercial use without the consent of the author.</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6247"/>
      </w:tblGrid>
      <w:tr w:rsidR="00BC0437" w:rsidRPr="00BC0437" w:rsidTr="00BC0437">
        <w:tc>
          <w:tcPr>
            <w:tcW w:w="8856" w:type="dxa"/>
            <w:gridSpan w:val="2"/>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09"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47" w:type="dxa"/>
          </w:tcPr>
          <w:p w:rsidR="00BC0437" w:rsidRPr="00BC0437" w:rsidRDefault="00BC0437" w:rsidP="00BC0437">
            <w:pPr>
              <w:rPr>
                <w:rFonts w:eastAsia="Times New Roman"/>
                <w:szCs w:val="22"/>
                <w:lang w:eastAsia="en-US"/>
              </w:rPr>
            </w:pPr>
            <w:r w:rsidRPr="00BC0437">
              <w:rPr>
                <w:rFonts w:eastAsia="Times New Roman"/>
                <w:szCs w:val="22"/>
                <w:lang w:eastAsia="en-US"/>
              </w:rPr>
              <w:t>Copyright Code of São Tomé and Principe, Decree-Law No. 46 980 (27 April 1966), available at http://www.wipo.int/wipolex/en/text.jsp?file_id=198054.</w:t>
            </w:r>
          </w:p>
        </w:tc>
      </w:tr>
      <w:tr w:rsidR="00BC0437" w:rsidRPr="00BC0437" w:rsidTr="00BC0437">
        <w:tc>
          <w:tcPr>
            <w:tcW w:w="2609"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47" w:type="dxa"/>
          </w:tcPr>
          <w:p w:rsidR="00BC0437" w:rsidRPr="00BC0437" w:rsidRDefault="00BC0437" w:rsidP="00BC0437">
            <w:pPr>
              <w:rPr>
                <w:rFonts w:eastAsia="Times New Roman"/>
                <w:szCs w:val="22"/>
                <w:lang w:eastAsia="en-US"/>
              </w:rPr>
            </w:pPr>
            <w:r w:rsidRPr="00BC0437">
              <w:rPr>
                <w:rFonts w:eastAsia="Times New Roman"/>
                <w:szCs w:val="22"/>
                <w:lang w:eastAsia="en-US"/>
              </w:rPr>
              <w:t>25 April 2014; rev. 15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385" w:name="_Toc199663574"/>
      <w:bookmarkStart w:id="1386" w:name="_Toc207648584"/>
      <w:bookmarkStart w:id="1387" w:name="_Toc207649166"/>
      <w:bookmarkStart w:id="1388" w:name="_Toc207649589"/>
      <w:bookmarkStart w:id="1389" w:name="_Toc207649950"/>
      <w:bookmarkStart w:id="1390" w:name="_Toc207650350"/>
      <w:bookmarkStart w:id="1391" w:name="_Toc208637998"/>
      <w:bookmarkStart w:id="1392" w:name="_Toc421800830"/>
      <w:r w:rsidRPr="00BC0437">
        <w:rPr>
          <w:lang w:eastAsia="en-US"/>
        </w:rPr>
        <w:t>Saudi Arabia</w:t>
      </w:r>
      <w:bookmarkEnd w:id="1385"/>
      <w:bookmarkEnd w:id="1386"/>
      <w:bookmarkEnd w:id="1387"/>
      <w:bookmarkEnd w:id="1388"/>
      <w:bookmarkEnd w:id="1389"/>
      <w:bookmarkEnd w:id="1390"/>
      <w:bookmarkEnd w:id="1391"/>
      <w:bookmarkEnd w:id="139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15</w:t>
            </w:r>
          </w:p>
        </w:tc>
      </w:tr>
      <w:tr w:rsidR="00BC0437" w:rsidRPr="00BC0437" w:rsidTr="00BC0437">
        <w:trPr>
          <w:trHeight w:val="476"/>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Translation?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The work may be used in its original language or in a translation.</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93" w:name="_Toc186015881"/>
            <w:bookmarkStart w:id="1394" w:name="Saudi"/>
            <w:r w:rsidRPr="00BC0437">
              <w:rPr>
                <w:rFonts w:eastAsia="Times New Roman"/>
                <w:b/>
                <w:szCs w:val="22"/>
                <w:lang w:eastAsia="en-US"/>
              </w:rPr>
              <w:t>Library Use</w:t>
            </w:r>
            <w:bookmarkEnd w:id="1393"/>
          </w:p>
        </w:tc>
      </w:tr>
      <w:tr w:rsidR="00BC0437" w:rsidRPr="00BC0437" w:rsidTr="00BC0437">
        <w:trPr>
          <w:trHeight w:val="467"/>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val="fr-FR" w:eastAsia="en-US"/>
              </w:rPr>
            </w:pPr>
            <w:r w:rsidRPr="00BC0437">
              <w:rPr>
                <w:rFonts w:eastAsia="Times New Roman"/>
                <w:szCs w:val="22"/>
                <w:lang w:val="fr-FR" w:eastAsia="en-US"/>
              </w:rPr>
              <w:t>Public libraries and non-commercial documentation centers.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 (3)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val="fr-FR"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shall not be commercial or for-profit.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out of print, lost,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one or two copies may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limited to the requirements of the activities.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shall not impair the material benefit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meet the requirements of the institution’s activities.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395" w:name="_Toc186015882"/>
            <w:r w:rsidRPr="00BC0437">
              <w:rPr>
                <w:rFonts w:eastAsia="Times New Roman"/>
                <w:b/>
                <w:szCs w:val="22"/>
                <w:lang w:eastAsia="en-US"/>
              </w:rPr>
              <w:t>Anti-Circumvention of Technological Protection Measures</w:t>
            </w:r>
            <w:bookmarkEnd w:id="139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396" w:name="_Toc186015883"/>
            <w:r w:rsidRPr="00BC0437">
              <w:rPr>
                <w:rFonts w:eastAsia="Times New Roman"/>
                <w:b/>
                <w:szCs w:val="22"/>
                <w:lang w:eastAsia="en-US"/>
              </w:rPr>
              <w:t>Miscellaneous</w:t>
            </w:r>
            <w:bookmarkEnd w:id="139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means producing a copy of literary, artistic, or scientific works in any material means, including any sound or visual recording.</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copying of most works for personal use.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Saudi Arabia, Royal Decree. No. M/41 (30 August 2003), available at http://www.wipo.int/wipolex/en/text.jsp?file_id=129516.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15 May 2015</w:t>
            </w:r>
          </w:p>
        </w:tc>
      </w:tr>
      <w:bookmarkEnd w:id="1394"/>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397" w:name="_Toc421800831"/>
      <w:bookmarkStart w:id="1398" w:name="_Toc199663575"/>
      <w:bookmarkStart w:id="1399" w:name="_Toc207648585"/>
      <w:bookmarkStart w:id="1400" w:name="_Toc207649167"/>
      <w:bookmarkStart w:id="1401" w:name="_Toc207649590"/>
      <w:bookmarkStart w:id="1402" w:name="_Toc207649951"/>
      <w:bookmarkStart w:id="1403" w:name="_Toc207650351"/>
      <w:bookmarkStart w:id="1404" w:name="_Toc208637999"/>
      <w:r w:rsidRPr="00BC0437">
        <w:rPr>
          <w:lang w:eastAsia="en-US"/>
        </w:rPr>
        <w:t>Senegal</w:t>
      </w:r>
      <w:bookmarkEnd w:id="139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Senegal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125</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trike/>
                <w:szCs w:val="22"/>
                <w:lang w:eastAsia="en-US"/>
              </w:rPr>
            </w:pPr>
            <w:r w:rsidRPr="00BC0437">
              <w:rPr>
                <w:rFonts w:eastAsia="Times New Roman"/>
                <w:szCs w:val="22"/>
                <w:lang w:eastAsia="en-US"/>
              </w:rPr>
              <w:t>Reproductions intended for personal and private use of works that have been lawfully made available to the public are permitted.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52"/>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Neighboring Rights of Senegal, No. 2008-09 (25 January 2008), available at http://www.wipo.int/wipolex/en/text.jsp?file_id=243176.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26 August 2014; rev. 25 April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bookmarkStart w:id="1405" w:name="_Toc199663576"/>
      <w:bookmarkStart w:id="1406" w:name="_Toc207648586"/>
      <w:bookmarkStart w:id="1407" w:name="_Toc207649168"/>
      <w:bookmarkStart w:id="1408" w:name="_Toc207649591"/>
      <w:bookmarkStart w:id="1409" w:name="_Toc207649952"/>
      <w:bookmarkStart w:id="1410" w:name="_Toc207650352"/>
      <w:bookmarkStart w:id="1411" w:name="_Toc208638000"/>
      <w:bookmarkEnd w:id="1398"/>
      <w:bookmarkEnd w:id="1399"/>
      <w:bookmarkEnd w:id="1400"/>
      <w:bookmarkEnd w:id="1401"/>
      <w:bookmarkEnd w:id="1402"/>
      <w:bookmarkEnd w:id="1403"/>
      <w:bookmarkEnd w:id="1404"/>
    </w:p>
    <w:p w:rsidR="00BC0437" w:rsidRPr="00BC0437" w:rsidRDefault="00BC0437" w:rsidP="003F1670">
      <w:pPr>
        <w:pStyle w:val="Heading2"/>
        <w:rPr>
          <w:lang w:eastAsia="en-US"/>
        </w:rPr>
      </w:pPr>
      <w:r w:rsidRPr="00BC0437">
        <w:rPr>
          <w:lang w:eastAsia="en-US"/>
        </w:rPr>
        <w:br w:type="page"/>
      </w:r>
      <w:bookmarkStart w:id="1412" w:name="_Toc421800832"/>
      <w:r w:rsidRPr="00BC0437">
        <w:rPr>
          <w:lang w:eastAsia="en-US"/>
        </w:rPr>
        <w:t>Serbia</w:t>
      </w:r>
      <w:bookmarkEnd w:id="141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531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3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provided that the name of the work’s author is cited.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41(1)</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3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provided that the source of borrowing (publisher of the work, year and place of publication, periodical, newspaper, television or radio station in which the work or a part of it was originally published or directly taken from, and the like) is cited.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3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scope of limitations may not conflict with a normal exploitation of the work nor may unreasonably prejudice the legitimate interests of the author.  </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41(2)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680"/>
        <w:gridCol w:w="3780"/>
        <w:gridCol w:w="1080"/>
      </w:tblGrid>
      <w:tr w:rsidR="00BC0437" w:rsidRPr="00BC0437" w:rsidTr="00BC0437">
        <w:tc>
          <w:tcPr>
            <w:tcW w:w="8928"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Library Internal Use</w:t>
            </w:r>
          </w:p>
        </w:tc>
      </w:tr>
      <w:tr w:rsidR="00BC0437" w:rsidRPr="00BC0437" w:rsidTr="00BC0437">
        <w:trPr>
          <w:trHeight w:val="135"/>
        </w:trPr>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4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author’s permission.</w:t>
            </w:r>
          </w:p>
        </w:tc>
        <w:tc>
          <w:tcPr>
            <w:tcW w:w="108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45</w:t>
            </w:r>
          </w:p>
        </w:tc>
      </w:tr>
      <w:tr w:rsidR="00BC0437" w:rsidRPr="00BC0437" w:rsidTr="00BC0437">
        <w:trPr>
          <w:trHeight w:val="135"/>
        </w:trPr>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4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paying remuneration.</w:t>
            </w:r>
          </w:p>
        </w:tc>
        <w:tc>
          <w:tcPr>
            <w:tcW w:w="108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educational institutions, museums, and archives.</w:t>
            </w:r>
          </w:p>
        </w:tc>
        <w:tc>
          <w:tcPr>
            <w:tcW w:w="108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8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8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From the institution’s own collections.</w:t>
            </w:r>
          </w:p>
        </w:tc>
        <w:tc>
          <w:tcPr>
            <w:tcW w:w="108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archival purposes.</w:t>
            </w:r>
          </w:p>
        </w:tc>
        <w:tc>
          <w:tcPr>
            <w:tcW w:w="108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intention to realize direct or indirect economic or commercial benefit.</w:t>
            </w:r>
          </w:p>
        </w:tc>
        <w:tc>
          <w:tcPr>
            <w:tcW w:w="108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8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121"/>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208(1)(4)</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Producing, importing, marketing, selling, renting, advertising for sale or rental, or holding for commercial purposes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Supplying or advertising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technology that prevents or restricts acts which are not authorized by the holder of copyright or related rights.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208(2)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rightsholder using technological measures has an obligation to enable to persons who benefit under the copyright limitations, and who request access, to have access to the work as soon as possible, by the alteration or removal of technological measures or in some other way.  A user may bring legal action to enforce this right.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208a</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914"/>
        <w:gridCol w:w="1314"/>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4914" w:type="dxa"/>
            <w:shd w:val="clear" w:color="auto" w:fill="auto"/>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 xml:space="preserve">Reproduction can occur regardless of the number of their copies, technique by which they are multiplied, or the durability of the copy. </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former Article 53 was a license to libraries and other organizations to make copies of certain works for education.  The revised statute removes references to libraries, creating a more general provision that presumably may be used by libraries, but also by any other party complying with the terms.</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exclusion is limited to national libraries, libraries of public education institutions, and public specialized libraries.</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exclusive right of reproduction is described as the right to authorize or prohibit fixation or reproduction of his work in any tangible or intangible, permanent or temporary, direct or indirect manner.</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Related Rights of Serbia, No. 104 (11 December 2009), as amended through No. 119 (4 January 2012), available at http://www.zis.gov.rs/legal-regulations/laws-and-regulations.110.html.</w:t>
            </w:r>
          </w:p>
        </w:tc>
      </w:tr>
      <w:tr w:rsidR="00BC0437" w:rsidRPr="00BC0437" w:rsidTr="00BC0437">
        <w:trPr>
          <w:trHeight w:val="287"/>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17 December 2007; rev. 30 August 2014; rev. 15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413" w:name="_Toc199663577"/>
      <w:bookmarkStart w:id="1414" w:name="_Toc207648588"/>
      <w:bookmarkStart w:id="1415" w:name="_Toc207649170"/>
      <w:bookmarkStart w:id="1416" w:name="_Toc207649592"/>
      <w:bookmarkStart w:id="1417" w:name="_Toc207649953"/>
      <w:bookmarkStart w:id="1418" w:name="_Toc207650353"/>
      <w:bookmarkStart w:id="1419" w:name="_Toc208638001"/>
      <w:bookmarkStart w:id="1420" w:name="_Toc421800833"/>
      <w:bookmarkEnd w:id="1405"/>
      <w:bookmarkEnd w:id="1406"/>
      <w:bookmarkEnd w:id="1407"/>
      <w:bookmarkEnd w:id="1408"/>
      <w:bookmarkEnd w:id="1409"/>
      <w:bookmarkEnd w:id="1410"/>
      <w:bookmarkEnd w:id="1411"/>
      <w:r w:rsidRPr="00BC0437">
        <w:rPr>
          <w:lang w:eastAsia="en-US"/>
        </w:rPr>
        <w:t>Seychelles</w:t>
      </w:r>
      <w:bookmarkEnd w:id="1413"/>
      <w:bookmarkEnd w:id="1414"/>
      <w:bookmarkEnd w:id="1415"/>
      <w:bookmarkEnd w:id="1416"/>
      <w:bookmarkEnd w:id="1417"/>
      <w:bookmarkEnd w:id="1418"/>
      <w:bookmarkEnd w:id="1419"/>
      <w:bookmarkEnd w:id="142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library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may not serve direct or indirect financial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or other short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reproduction can only be made if there is no collective license available, offered by a collective administration organization, under which such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by request of a physical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be satisfied that the copy will be used solely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library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may not serve direct or indirect financial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reproduction can only be made if it is impossible to obtain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replace a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destroyed, or rendered unusable in the permanent collection of another similar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32</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Prohibits producing, importing, selling, renting, etc., of devices for commercial purposes.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Prohibition includes services.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definitions refer to preventing or restricting acts that are not authorized and access controls.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3 &amp; </w:t>
            </w:r>
          </w:p>
          <w:p w:rsidR="00BC0437" w:rsidRPr="00BC0437" w:rsidRDefault="00BC0437" w:rsidP="00BC0437">
            <w:pPr>
              <w:rPr>
                <w:rFonts w:eastAsia="Times New Roman"/>
                <w:szCs w:val="22"/>
                <w:lang w:eastAsia="en-US"/>
              </w:rPr>
            </w:pPr>
            <w:r w:rsidRPr="00BC0437">
              <w:rPr>
                <w:rFonts w:eastAsia="Times New Roman"/>
                <w:szCs w:val="22"/>
                <w:lang w:eastAsia="en-US"/>
              </w:rPr>
              <w:t>§ 32(2)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  Beneficiaries of certain exceptions, including Section 13, may request from the Registrar of Copyrights or the court the means to access and use the works.  This exception does not apply if the rightsholder makes the works available to the public at time and place of the user’s choosing.</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32(3) &amp; (4)</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421" w:name="seychelles"/>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1422" w:name="_Toc186015894"/>
            <w:r w:rsidRPr="00BC0437">
              <w:rPr>
                <w:rFonts w:eastAsia="Times New Roman"/>
                <w:b/>
                <w:szCs w:val="22"/>
                <w:lang w:eastAsia="en-US"/>
              </w:rPr>
              <w:t>Miscellaneous</w:t>
            </w:r>
            <w:bookmarkEnd w:id="142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is </w:t>
            </w:r>
            <w:r w:rsidRPr="00BC0437">
              <w:rPr>
                <w:rFonts w:eastAsia="Times New Roman"/>
                <w:color w:val="000000"/>
                <w:szCs w:val="22"/>
                <w:lang w:eastAsia="en-US"/>
              </w:rPr>
              <w:t>the making of one or more copies of a work or phonogram in any manner or form, including any permanent or temporary storage of the work or phonogram in electronic form.</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single copies of most published works for personal purposes.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of works to serve the needs of the visually impaired.</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Seychelles, No. 5 (21 April 2014), available at http://www.wipo.int/wipolex/en/text.jsp?file_id=344478.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15 May 2015</w:t>
            </w:r>
          </w:p>
        </w:tc>
      </w:tr>
    </w:tbl>
    <w:p w:rsidR="00BC0437" w:rsidRPr="00BC0437" w:rsidRDefault="00BC0437" w:rsidP="00BC0437">
      <w:pPr>
        <w:rPr>
          <w:rFonts w:eastAsia="Times New Roman"/>
          <w:szCs w:val="22"/>
          <w:lang w:eastAsia="en-US"/>
        </w:rPr>
      </w:pPr>
    </w:p>
    <w:bookmarkEnd w:id="1421"/>
    <w:p w:rsidR="00BC0437" w:rsidRPr="00BC0437" w:rsidRDefault="00BC0437" w:rsidP="00BC0437">
      <w:pPr>
        <w:keepNext/>
        <w:outlineLvl w:val="1"/>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423" w:name="_Toc421800834"/>
      <w:bookmarkStart w:id="1424" w:name="_Toc199663578"/>
      <w:bookmarkStart w:id="1425" w:name="_Toc207648589"/>
      <w:bookmarkStart w:id="1426" w:name="_Toc207649171"/>
      <w:bookmarkStart w:id="1427" w:name="_Toc207649593"/>
      <w:bookmarkStart w:id="1428" w:name="_Toc207649954"/>
      <w:bookmarkStart w:id="1429" w:name="_Toc207650354"/>
      <w:bookmarkStart w:id="1430" w:name="_Toc208638002"/>
      <w:r w:rsidRPr="00BC0437">
        <w:rPr>
          <w:lang w:eastAsia="en-US"/>
        </w:rPr>
        <w:t>Sierra Leone</w:t>
      </w:r>
      <w:bookmarkEnd w:id="142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Study or Private Research</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31(a)</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Whose activities do not serve direct or indirect gain.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published article or other short work or short extract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 of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Isolated case of copying, or if repeated only on separate and unrelated occasions.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authorization of the author or other owner of copyright.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Study, scholarship, or private research.</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To satisfy the request of an individual.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is satisfied that the copy will be used solely for the allowed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“Reproduction” is defined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permitted if no collective license is offered by the Collecting Society of Sierra Leone of which the library or archive is or should be aware, under which the copy can be made.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31(b)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Whose activities do not serve direct or indirect gain.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 of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Isolated case of copying, or if repeated only on separate and unrelated occasions.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authorization of the author or other owner of copyright.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a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if necessary, which has been lost, destroyed, or rendered unusable in the permanent collection of another similar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Impossible to obtain a copy under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“Reproduction” is defined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tabs>
          <w:tab w:val="left" w:pos="2369"/>
        </w:tabs>
        <w:rPr>
          <w:rFonts w:eastAsia="Times New Roman"/>
          <w:szCs w:val="22"/>
          <w:lang w:eastAsia="en-US"/>
        </w:rPr>
      </w:pPr>
    </w:p>
    <w:p w:rsidR="00BC0437" w:rsidRPr="00BC0437" w:rsidRDefault="00BC0437" w:rsidP="00BC0437">
      <w:pPr>
        <w:tabs>
          <w:tab w:val="left" w:pos="2369"/>
        </w:tabs>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74</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Manufacturing or importing for sale or rental devices for circumventing reproduction controls or access to broadcasts.</w:t>
            </w:r>
          </w:p>
        </w:tc>
        <w:tc>
          <w:tcPr>
            <w:tcW w:w="1030" w:type="dxa"/>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or a work or sound recording in any manner or form, including a permanent or temporary storage of the work in electronic form.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Sierra Leone (6 October 2011), available at http://www.wipo.int/wipolex/en/text.jsp?file_id=328521.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17 December 2007; rev. 26 August 2014; rev. 15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431" w:name="_Toc199663579"/>
      <w:bookmarkStart w:id="1432" w:name="_Toc207648590"/>
      <w:bookmarkStart w:id="1433" w:name="_Toc207649172"/>
      <w:bookmarkStart w:id="1434" w:name="_Toc207649594"/>
      <w:bookmarkStart w:id="1435" w:name="_Toc207649955"/>
      <w:bookmarkStart w:id="1436" w:name="_Toc207650355"/>
      <w:bookmarkStart w:id="1437" w:name="_Toc208638003"/>
      <w:bookmarkStart w:id="1438" w:name="_Toc421800835"/>
      <w:bookmarkEnd w:id="1424"/>
      <w:bookmarkEnd w:id="1425"/>
      <w:bookmarkEnd w:id="1426"/>
      <w:bookmarkEnd w:id="1427"/>
      <w:bookmarkEnd w:id="1428"/>
      <w:bookmarkEnd w:id="1429"/>
      <w:bookmarkEnd w:id="1430"/>
      <w:r w:rsidRPr="00BC0437">
        <w:rPr>
          <w:lang w:eastAsia="en-US"/>
        </w:rPr>
        <w:t>Singapore</w:t>
      </w:r>
      <w:bookmarkEnd w:id="1431"/>
      <w:bookmarkEnd w:id="1432"/>
      <w:bookmarkEnd w:id="1433"/>
      <w:bookmarkEnd w:id="1434"/>
      <w:bookmarkEnd w:id="1435"/>
      <w:bookmarkEnd w:id="1436"/>
      <w:bookmarkEnd w:id="1437"/>
      <w:bookmarkEnd w:id="143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439" w:name="singapor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40" w:name="_Toc186015901"/>
            <w:r w:rsidRPr="00BC0437">
              <w:rPr>
                <w:rFonts w:eastAsia="Times New Roman"/>
                <w:b/>
                <w:szCs w:val="22"/>
                <w:lang w:eastAsia="en-US"/>
              </w:rPr>
              <w:t>Research or Study</w:t>
            </w:r>
            <w:bookmarkEnd w:id="144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Authorized officers of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45</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may not be conducted for the profit, direct or indirect, of an individual or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articles contained in periodical publications, including accompanying illustrations in the whole or in the parts that were used to illustrate or explain that part (§ 50).  See definition of “article”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published literary, dramatic or musical works, including accompanying illustrations (§50).</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articles, a copy may not be made where the request is for a copy of, or parts of, two or more articles contained in the same periodical publication unless the articles relate to the same subject-matter.  (§ 45(4)).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literary, dramatic, or musical works, a copy may not be made where the request is for a copy of the whole work (other than an article) or to a copy of a part of such work that contains more than a reasonable portion of the work unless the work is part of the library or archives collection and an authorized officer has after reasonable investigation, made a declaration stating that he is satisfied that a copy, not being a secondhand copy, of the work cannot be obtained within a reasonable time at an ordinary commercial price.  (§ 45(5).  (Note:  “Reasonable portion” is a defined term consisting of precise page number or percentage requirements depending on several circumstances. See § 7.)</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of an individual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submit a declaration, as detailed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officer may not copy an item where the declaration contains a statement that to his knowledge is untrue in a material particular.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copy must be supplied to the person who made the request, otherwise it is treated as an infringing copy.  (§ 45(6)-(7)).  However, this does not apply to electronic copies of an article or other published work in relation to a request for communication to the person who made the request unless, before or when the electronic copy is communicated to the person, a notice is given to the person in accordance with regulations stating that the electronic copy has been made under this section and the article or work might be subject to copyright and other matters as prescribed by regulation, or as soon as practicable after the electronic copy is communicated to the person, the electronic copy held by the library or archive is destroyed.  </w:t>
            </w:r>
          </w:p>
          <w:p w:rsidR="00BC0437" w:rsidRPr="00BC0437" w:rsidRDefault="00BC0437" w:rsidP="00BC0437">
            <w:pPr>
              <w:rPr>
                <w:rFonts w:eastAsia="Times New Roman"/>
                <w:szCs w:val="22"/>
                <w:lang w:eastAsia="en-US"/>
              </w:rPr>
            </w:pPr>
            <w:r w:rsidRPr="00BC0437">
              <w:rPr>
                <w:rFonts w:eastAsia="Times New Roman"/>
                <w:szCs w:val="22"/>
                <w:lang w:eastAsia="en-US"/>
              </w:rPr>
              <w:t>(§ 45(9)</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special requirements for electronic copies, § 45(7A)-(9).</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the authorized officers to make, cause to be made, and supply copies to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  A person must furnish a request in writing to the officer-in-charge of the library or archive.  The declaration must be signed by the person and state that he requires the copy for the purpose of research or study and will not use it for any other purpose and that the person has not previously been supplied with a copy of that article or other work, or the same part of the article or other wok, by an authorized officer of the library or archives, or that the person has lost, destroyed, or damaged any such copy previously supplied to him.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65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Cost:  Where a charge is made for making and supplying a copy to which a request relates, a copy may not be made if the amount of the charge exceeds the cost of making and supplying the copy and a reasonable contribution to the general expenses of the library.</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45(1)</w:t>
            </w:r>
          </w:p>
        </w:tc>
      </w:tr>
      <w:tr w:rsidR="00BC0437" w:rsidRPr="00BC0437" w:rsidTr="00BC0437">
        <w:trPr>
          <w:trHeight w:val="459"/>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available: If an article or other published work is acquired, in electronic form, as part of the collection of a library or archives, the copyright in the article or published work is not infringed by the officer-in-charge of the library or archives making it available online within the premises of the library or archives in such a manner that users cannot, by using any equipment supplied by the library or archives make an electronic copy of the article or work or communicate the article or work.</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45 (7A)</w:t>
            </w:r>
          </w:p>
        </w:tc>
      </w:tr>
      <w:tr w:rsidR="00BC0437" w:rsidRPr="00BC0437" w:rsidTr="00BC0437">
        <w:trPr>
          <w:trHeight w:val="165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Notation:  The person or body may not rely upon § 45 in infringement proceedings unless at or about the time the copy was made, there was made on the copy a notation stating that the copy was made on behalf of that institution and the date on which it was made.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201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41" w:name="_Toc186015902"/>
            <w:r w:rsidRPr="00BC0437">
              <w:rPr>
                <w:rFonts w:eastAsia="Times New Roman"/>
                <w:b/>
                <w:szCs w:val="22"/>
                <w:lang w:eastAsia="en-US"/>
              </w:rPr>
              <w:t>Supplying Copies to Other Libraries</w:t>
            </w:r>
            <w:bookmarkEnd w:id="144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Authorized officers of the library.  References to the library include references to archives.  (§ 46(8)).</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46</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may not be conducted for the profit, direct or indirect, of an individual or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articles contained in periodical publications, including accompanying illustrations in the whole or in the part that were used to illustrate or explain that part (§ 50).  See definition of “article”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published literary, dramatic or musical works, including accompanying illustrations (§50).</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including the copy in the collection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purpose of supplying the copy to a user who has made a request under § 45.</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including the copy in the collection of the library, the copy may not be in substitution for a subscription to such periodical publication or work or a purchase of such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officer-in-charge of the library must make the request, or cause another person to request, the officer-in-charge of another library to supply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the authorized officers to make, cause to be made, and supply copies to libraries or users.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03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 As soon as practicable after the request was made, an authorized officer of the library must make a declaration that sets out particulars of the request (including the purpose for which the copy was requested), and stating, in a case where a copy of the whole or a part of the article or other work had previously been supplied by request for inclusion in the collection of the library that the previous copy so supplied had been lost, destroyed, or damaged, or in the case where the copy was a copy of the whole of a literary, dramatic, or musical work (other than an article contained in a periodical) or of a part of such a work that contains more than a reasonable portion of the work, that the copy was made and supplied as part of an inter-library arrangement which does not have effect or the purpose of enabling participating libraries to receive copies of the whole works or parts thereof, by way of systematic reproduction and supply of copies, in such aggregate quantities as substitutes for a subscription to or purchase of such works.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46(7)</w:t>
            </w:r>
          </w:p>
        </w:tc>
      </w:tr>
      <w:tr w:rsidR="00BC0437" w:rsidRPr="00BC0437" w:rsidTr="00BC0437">
        <w:trPr>
          <w:trHeight w:val="107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Infringement action: Where an authorized officer of a library makes a copy of the whole or part of a work and supplies it to the officer in charge of another library in accordance with the requirements of the statute, the copy is deemed to have been made on behalf of the requesting library for the purpose of which the copy was requested, and an action shall not be brought against the administering body of the library who fulfills the request for infringement as a result of making and supplying that copy.  § 46(3).  Where a copy of the whole or part of an article or of any other published literary, dramatic, or musical work, is deemed under (3) to have been made on behalf of an authorized officer of a library, the copyright in the article or other work is not infringed by the making of the copy.  This provision may be excluded by regulation.  § 46(5)</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46(3)-(4)</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Cost:  Where a charge is made for making and supplying a copy to which a request relates, a copy may not be made if the amount of the charge exceeds the cost of making and supplying the copy and a reasonable contribution to the general expenses of the library.</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46(6)</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Notation:  The person or body may not rely upon § 46 in infringement proceedings unless at or about the time the copy was made, there was made on the copy a notation stating that the copy was made on behalf of that institution and the date on which it was made.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201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42" w:name="_Toc186015903"/>
            <w:r w:rsidRPr="00BC0437">
              <w:rPr>
                <w:rFonts w:eastAsia="Times New Roman"/>
                <w:b/>
                <w:szCs w:val="22"/>
                <w:lang w:eastAsia="en-US"/>
              </w:rPr>
              <w:t>Research or Study or with a View to Publication (Unpublished Works)</w:t>
            </w:r>
            <w:bookmarkEnd w:id="144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47(1)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on or the behalf of officers-in-charge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works (the originals or copies) that are kept in the collection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open to public inspection, subject to any regulations governing the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must subsist in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More than 50 years must have passed after the expiration of the calendar year in which the author of a literary, dramatic, or musical work, or of an artistic work being a photograph or engraving, died, and more than 75 years must have passed after the time at which, or the expiration of the period during which, the work was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For research, study, or with a view to publication of an individual.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the copy is made by the officer-in-charge of the library or archives, the person must satisfy the officer-in-charge that he requires the copy or work for the purpose of research or study or with a view to publication and will not use it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Available:  The work may also be communicated under the same conditions as the copying is permitted.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Theses: Where the original version, or a copy, of a thesis or other similar literary work that has not been published is kept in a library of a university or other similar institution or in archives, the copyright in the thesis or other work is not infringed by the making of a copy, or the communication, of the thesis or other work by or on behalf of the officer-in-charge of the library or archives, if the copy, thesis or other work is supplied (whether by communication or otherwise) to a person who satisfies an authorized officer of the library or archives that he requires the copy, thesis or other work for the purpose of research or study.</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47(2)</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Publication of unpublished works kept in libraries:  § 49 governs the publication of unpublished works to which § 47(1) applied prior to the publication.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49</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43" w:name="_Toc186015904"/>
            <w:r w:rsidRPr="00BC0437">
              <w:rPr>
                <w:rFonts w:eastAsia="Times New Roman"/>
                <w:b/>
                <w:szCs w:val="22"/>
                <w:lang w:eastAsia="en-US"/>
              </w:rPr>
              <w:t>Research, Study, or with a View to Publication (Sound Recordings and Films)</w:t>
            </w:r>
            <w:bookmarkEnd w:id="1443"/>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or on the behalf of the officers-in-charge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Records embodying unpublished sound recordings.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of unpublished cinematograph films.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kept in the collection of a library or archives and be open to public inspection, subject to any regulations governing the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More than 50 years must have passed after the time at which, or the expiration of the period during which, a sound recording or cinematograph film was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or with a view to publication of an individual.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the copy is made by the officer-in-charge of the library or archives, the person must satisfy the officer-in-charge that he requires the recording or film for the purpose of research or study or with a view to publication and will not use it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Available:  The work may also be communicated under the same conditions as the copying is permitted.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44" w:name="_Toc186015905"/>
            <w:r w:rsidRPr="00BC0437">
              <w:rPr>
                <w:rFonts w:eastAsia="Times New Roman"/>
                <w:b/>
                <w:szCs w:val="22"/>
                <w:lang w:eastAsia="en-US"/>
              </w:rPr>
              <w:t>Preservation, Replacement, and Other Purposes</w:t>
            </w:r>
            <w:bookmarkEnd w:id="144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or on the behalf of the officer-in-charge of the library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48</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that form or formed part of the collection of the library or archives, together with accompanying illustrations (§ 50).</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preservation or research purposes, the work copied must be the original version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replacement purposes, the work must have been held in the collection in a published form.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 work held in published form in the collection of a library or archives, an authorized officer of the library or archives must, after reasonable investigation, make a declaration stating that he is satisfied that a copy (not being a secondhand copy) of the work cannot be obtained within a reasonable time at an ordinary commercial price.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any other purpose, only a single copy may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preserving the work against loss or deterioration.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that is being, or is to be, carried out at the library or archives in which the work is held, or at another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replacing the work, if the work has been damaged, has deteriorated, or has been lost or stolen.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any purpose other than the above-mentioned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 Where a copy of an unpublished work is made by or on behalf of the officer-in-charge of a library or archives for the purpose of research that is being, or is to be, carried out at another library or archives, the supply of the copy does not constitute publication of the work.</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48(4)</w:t>
            </w:r>
          </w:p>
        </w:tc>
      </w:tr>
      <w:tr w:rsidR="00BC0437" w:rsidRPr="00BC0437" w:rsidTr="00BC0437">
        <w:trPr>
          <w:trHeight w:val="17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Notation:  The person or body may not rely upon § 48 in infringement proceedings unless at or about the time the copy was made, there was made on the copy a notation stating that the copy was made on behalf of that institution and the date on which it was made.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201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45" w:name="_Toc186015906"/>
            <w:r w:rsidRPr="00BC0437">
              <w:rPr>
                <w:rFonts w:eastAsia="Times New Roman"/>
                <w:b/>
                <w:szCs w:val="22"/>
                <w:lang w:eastAsia="en-US"/>
              </w:rPr>
              <w:t>Preservation and Replacement, or Other Purposes (Sound Recordings and Film)</w:t>
            </w:r>
            <w:bookmarkEnd w:id="144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or on the behalf of the officer-in-charge of the library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sound recording that forms or formed part of the collection of a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cinematograph film that forms or formed part of the collection of a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preservation or research purposes, the sound recording or film must be held in the collection in the form of a first record or first film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replacement purposes, the sound recording or film must have been held in the collection in a published form.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 work held in published form in the collection of a library or archives, an authorized officer of the library or archives must, after reasonable investigation, make a declaration stating that he is satisfied that a copy (not being a secondhand copy) of the sound recording or film cannot be obtained within a reasonable time at an ordinary commercial price.</w:t>
            </w:r>
          </w:p>
        </w:tc>
        <w:tc>
          <w:tcPr>
            <w:tcW w:w="1030" w:type="dxa"/>
            <w:vMerge/>
            <w:shd w:val="clear" w:color="auto" w:fill="auto"/>
          </w:tcPr>
          <w:p w:rsidR="00BC0437" w:rsidRPr="00BC0437" w:rsidRDefault="00BC0437" w:rsidP="00BC0437">
            <w:pPr>
              <w:rPr>
                <w:rFonts w:eastAsia="Times New Roman"/>
                <w:szCs w:val="22"/>
                <w:lang w:eastAsia="en-US"/>
              </w:rPr>
            </w:pPr>
          </w:p>
        </w:tc>
      </w:tr>
      <w:tr w:rsidR="008829E8" w:rsidRPr="00BC0437" w:rsidTr="00BC0437">
        <w:trPr>
          <w:trHeight w:val="141"/>
        </w:trPr>
        <w:tc>
          <w:tcPr>
            <w:tcW w:w="2628" w:type="dxa"/>
            <w:vMerge w:val="restart"/>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For preserving the work against loss or deterioration.</w:t>
            </w:r>
          </w:p>
        </w:tc>
        <w:tc>
          <w:tcPr>
            <w:tcW w:w="1030" w:type="dxa"/>
            <w:vMerge/>
            <w:shd w:val="clear" w:color="auto" w:fill="auto"/>
          </w:tcPr>
          <w:p w:rsidR="008829E8" w:rsidRPr="00BC0437" w:rsidRDefault="008829E8" w:rsidP="00BC0437">
            <w:pPr>
              <w:rPr>
                <w:rFonts w:eastAsia="Times New Roman"/>
                <w:szCs w:val="22"/>
                <w:lang w:eastAsia="en-US"/>
              </w:rPr>
            </w:pPr>
          </w:p>
        </w:tc>
      </w:tr>
      <w:tr w:rsidR="008829E8" w:rsidRPr="00BC0437" w:rsidTr="00BC0437">
        <w:trPr>
          <w:trHeight w:val="138"/>
        </w:trPr>
        <w:tc>
          <w:tcPr>
            <w:tcW w:w="2628" w:type="dxa"/>
            <w:vMerge/>
            <w:shd w:val="clear" w:color="auto" w:fill="auto"/>
          </w:tcPr>
          <w:p w:rsidR="008829E8" w:rsidRPr="00BC0437" w:rsidRDefault="008829E8" w:rsidP="00BC0437">
            <w:pPr>
              <w:rPr>
                <w:rFonts w:eastAsia="Times New Roman"/>
                <w:szCs w:val="22"/>
                <w:lang w:eastAsia="en-US"/>
              </w:rPr>
            </w:pPr>
          </w:p>
        </w:tc>
        <w:tc>
          <w:tcPr>
            <w:tcW w:w="5198" w:type="dxa"/>
            <w:gridSpan w:val="2"/>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For research that is being, or is to be, carried out at the library or archives in which the record or film is held, or at another library or archives.</w:t>
            </w:r>
          </w:p>
        </w:tc>
        <w:tc>
          <w:tcPr>
            <w:tcW w:w="1030" w:type="dxa"/>
            <w:vMerge/>
            <w:shd w:val="clear" w:color="auto" w:fill="auto"/>
          </w:tcPr>
          <w:p w:rsidR="008829E8" w:rsidRPr="00BC0437" w:rsidRDefault="008829E8" w:rsidP="00BC0437">
            <w:pPr>
              <w:rPr>
                <w:rFonts w:eastAsia="Times New Roman"/>
                <w:szCs w:val="22"/>
                <w:lang w:eastAsia="en-US"/>
              </w:rPr>
            </w:pPr>
          </w:p>
        </w:tc>
      </w:tr>
      <w:tr w:rsidR="008829E8" w:rsidRPr="00BC0437" w:rsidTr="00BC0437">
        <w:trPr>
          <w:trHeight w:val="138"/>
        </w:trPr>
        <w:tc>
          <w:tcPr>
            <w:tcW w:w="2628" w:type="dxa"/>
            <w:vMerge/>
            <w:shd w:val="clear" w:color="auto" w:fill="auto"/>
          </w:tcPr>
          <w:p w:rsidR="008829E8" w:rsidRPr="00BC0437" w:rsidRDefault="008829E8" w:rsidP="00BC0437">
            <w:pPr>
              <w:rPr>
                <w:rFonts w:eastAsia="Times New Roman"/>
                <w:szCs w:val="22"/>
                <w:lang w:eastAsia="en-US"/>
              </w:rPr>
            </w:pPr>
          </w:p>
        </w:tc>
        <w:tc>
          <w:tcPr>
            <w:tcW w:w="5198" w:type="dxa"/>
            <w:gridSpan w:val="2"/>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For replacing the record or film, if the record or film has been damaged, has deteriorated, or has been lost or stolen.</w:t>
            </w:r>
          </w:p>
        </w:tc>
        <w:tc>
          <w:tcPr>
            <w:tcW w:w="1030" w:type="dxa"/>
            <w:vMerge/>
            <w:shd w:val="clear" w:color="auto" w:fill="auto"/>
          </w:tcPr>
          <w:p w:rsidR="008829E8" w:rsidRPr="00BC0437" w:rsidRDefault="008829E8" w:rsidP="00BC0437">
            <w:pPr>
              <w:rPr>
                <w:rFonts w:eastAsia="Times New Roman"/>
                <w:szCs w:val="22"/>
                <w:lang w:eastAsia="en-US"/>
              </w:rPr>
            </w:pPr>
          </w:p>
        </w:tc>
      </w:tr>
      <w:tr w:rsidR="008829E8" w:rsidRPr="00BC0437" w:rsidTr="00BC0437">
        <w:trPr>
          <w:trHeight w:val="278"/>
        </w:trPr>
        <w:tc>
          <w:tcPr>
            <w:tcW w:w="2628" w:type="dxa"/>
            <w:vMerge/>
            <w:shd w:val="clear" w:color="auto" w:fill="auto"/>
          </w:tcPr>
          <w:p w:rsidR="008829E8" w:rsidRPr="00BC0437" w:rsidRDefault="008829E8" w:rsidP="00BC0437">
            <w:pPr>
              <w:rPr>
                <w:rFonts w:eastAsia="Times New Roman"/>
                <w:szCs w:val="22"/>
                <w:lang w:eastAsia="en-US"/>
              </w:rPr>
            </w:pPr>
          </w:p>
        </w:tc>
        <w:tc>
          <w:tcPr>
            <w:tcW w:w="1440" w:type="dxa"/>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8829E8" w:rsidRPr="00BC0437" w:rsidRDefault="008829E8"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Infringement of included matter: The making of a copy of a sound recording or film for replacement purposes where the record or film has been lost or stolen, the making of the copy also does not infringe any other subject-matter included in the sound recording or film.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 Where a copy of an unpublished sound recording or film is made by or on behalf of the officer-in-charge of a library or archives for the purpose of research that is being, or is to be, carried out at another library or archives, the supply of the copy does not constitute publication of the sound recording or film or any other subject-matter included therein.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113 (4)</w:t>
            </w: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Notation:  The person or body may not rely upon § 113 in infringement proceedings unless at or about the time the copy was made, there was made on the copy a notation stating that the copy was made on behalf of that institution and the date on which it was made.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201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920"/>
        <w:gridCol w:w="3480"/>
        <w:gridCol w:w="94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46" w:name="_Toc186015907"/>
            <w:r w:rsidRPr="00BC0437">
              <w:rPr>
                <w:rFonts w:eastAsia="Times New Roman"/>
                <w:b/>
                <w:szCs w:val="22"/>
                <w:lang w:eastAsia="en-US"/>
              </w:rPr>
              <w:t>Anti-Circumvention of Technological Protection Measures</w:t>
            </w:r>
            <w:bookmarkEnd w:id="1446"/>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261C</w:t>
            </w:r>
          </w:p>
        </w:tc>
      </w:tr>
      <w:tr w:rsidR="008829E8" w:rsidRPr="00BC0437" w:rsidTr="00BC0437">
        <w:trPr>
          <w:trHeight w:val="111"/>
        </w:trPr>
        <w:tc>
          <w:tcPr>
            <w:tcW w:w="2508" w:type="dxa"/>
            <w:vMerge w:val="restart"/>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Prohibited Acts?</w:t>
            </w:r>
          </w:p>
        </w:tc>
        <w:tc>
          <w:tcPr>
            <w:tcW w:w="1920" w:type="dxa"/>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The Act of Circumvention?</w:t>
            </w:r>
          </w:p>
        </w:tc>
        <w:tc>
          <w:tcPr>
            <w:tcW w:w="3480" w:type="dxa"/>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The act of circumvention is prohibited.</w:t>
            </w:r>
          </w:p>
        </w:tc>
        <w:tc>
          <w:tcPr>
            <w:tcW w:w="948" w:type="dxa"/>
            <w:vMerge/>
            <w:shd w:val="clear" w:color="auto" w:fill="auto"/>
          </w:tcPr>
          <w:p w:rsidR="008829E8" w:rsidRPr="00BC0437" w:rsidRDefault="008829E8" w:rsidP="00BC0437">
            <w:pPr>
              <w:rPr>
                <w:rFonts w:eastAsia="Times New Roman"/>
                <w:szCs w:val="22"/>
                <w:lang w:eastAsia="en-US"/>
              </w:rPr>
            </w:pPr>
          </w:p>
        </w:tc>
      </w:tr>
      <w:tr w:rsidR="008829E8" w:rsidRPr="00BC0437" w:rsidTr="00BC0437">
        <w:trPr>
          <w:trHeight w:val="111"/>
        </w:trPr>
        <w:tc>
          <w:tcPr>
            <w:tcW w:w="2508" w:type="dxa"/>
            <w:vMerge/>
            <w:shd w:val="clear" w:color="auto" w:fill="auto"/>
          </w:tcPr>
          <w:p w:rsidR="008829E8" w:rsidRPr="00BC0437" w:rsidRDefault="008829E8" w:rsidP="00BC0437">
            <w:pPr>
              <w:rPr>
                <w:rFonts w:eastAsia="Times New Roman"/>
                <w:szCs w:val="22"/>
                <w:lang w:eastAsia="en-US"/>
              </w:rPr>
            </w:pPr>
          </w:p>
        </w:tc>
        <w:tc>
          <w:tcPr>
            <w:tcW w:w="1920" w:type="dxa"/>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Dealing in Devices?</w:t>
            </w:r>
          </w:p>
        </w:tc>
        <w:tc>
          <w:tcPr>
            <w:tcW w:w="3480" w:type="dxa"/>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Manufacturing, importing, distributing, offering to the public, providing or otherwise trafficking in circumvention devices is prohibited.</w:t>
            </w:r>
          </w:p>
        </w:tc>
        <w:tc>
          <w:tcPr>
            <w:tcW w:w="948" w:type="dxa"/>
            <w:vMerge/>
            <w:shd w:val="clear" w:color="auto" w:fill="auto"/>
          </w:tcPr>
          <w:p w:rsidR="008829E8" w:rsidRPr="00BC0437" w:rsidRDefault="008829E8" w:rsidP="00BC0437">
            <w:pPr>
              <w:rPr>
                <w:rFonts w:eastAsia="Times New Roman"/>
                <w:szCs w:val="22"/>
                <w:lang w:eastAsia="en-US"/>
              </w:rPr>
            </w:pPr>
          </w:p>
        </w:tc>
      </w:tr>
      <w:tr w:rsidR="008829E8" w:rsidRPr="00BC0437" w:rsidTr="00BC0437">
        <w:trPr>
          <w:trHeight w:val="135"/>
        </w:trPr>
        <w:tc>
          <w:tcPr>
            <w:tcW w:w="2508" w:type="dxa"/>
            <w:vMerge/>
            <w:shd w:val="clear" w:color="auto" w:fill="auto"/>
          </w:tcPr>
          <w:p w:rsidR="008829E8" w:rsidRPr="00BC0437" w:rsidRDefault="008829E8" w:rsidP="00BC0437">
            <w:pPr>
              <w:rPr>
                <w:rFonts w:eastAsia="Times New Roman"/>
                <w:szCs w:val="22"/>
                <w:lang w:eastAsia="en-US"/>
              </w:rPr>
            </w:pPr>
          </w:p>
        </w:tc>
        <w:tc>
          <w:tcPr>
            <w:tcW w:w="1920" w:type="dxa"/>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Providing Services?</w:t>
            </w:r>
          </w:p>
        </w:tc>
        <w:tc>
          <w:tcPr>
            <w:tcW w:w="3480" w:type="dxa"/>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Offering to the public or providing a circumvention service is prohibited.</w:t>
            </w:r>
          </w:p>
        </w:tc>
        <w:tc>
          <w:tcPr>
            <w:tcW w:w="948" w:type="dxa"/>
            <w:vMerge/>
            <w:shd w:val="clear" w:color="auto" w:fill="auto"/>
          </w:tcPr>
          <w:p w:rsidR="008829E8" w:rsidRPr="00BC0437" w:rsidRDefault="008829E8"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used in connection with the exercise of the copyright; it includes access control measures.</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7"/>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of an access control measure is not prohibited if the act is done to enable a non-profit library, any non-profit archives, and other specified institutions to have access to a work or other subject-matter or recording of a performance which is not otherwise available to the library, archives or institution, for the sole purpose of determining whether to acquire a copy of the work or other subject-matter or recording.</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261D</w:t>
            </w:r>
          </w:p>
        </w:tc>
      </w:tr>
      <w:tr w:rsidR="00BC0437" w:rsidRPr="00BC0437" w:rsidTr="00BC0437">
        <w:trPr>
          <w:trHeight w:val="1245"/>
        </w:trPr>
        <w:tc>
          <w:tcPr>
            <w:tcW w:w="2508" w:type="dxa"/>
            <w:vMerge/>
            <w:shd w:val="clear" w:color="auto" w:fill="auto"/>
          </w:tcPr>
          <w:p w:rsidR="00BC0437" w:rsidRPr="00BC0437" w:rsidRDefault="00BC0437" w:rsidP="00BC0437">
            <w:pPr>
              <w:rPr>
                <w:rFonts w:eastAsia="Times New Roman"/>
                <w:szCs w:val="22"/>
                <w:lang w:eastAsia="en-US"/>
              </w:rPr>
            </w:pP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by regulation exclude the prohibition on circumvention in relation to a specified work or other subject-matter or performances, if he is satisfied that any dealing with the work, being a dealing which does not amount to an infringement of copyright therein or an unauthorized use thereof, has been adversely impaired or affected as a result of the operation of this section.</w:t>
            </w:r>
          </w:p>
        </w:tc>
        <w:tc>
          <w:tcPr>
            <w:tcW w:w="94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447" w:name="_Toc186015908"/>
            <w:r w:rsidRPr="00BC0437">
              <w:rPr>
                <w:rFonts w:eastAsia="Times New Roman"/>
                <w:b/>
                <w:szCs w:val="22"/>
                <w:lang w:eastAsia="en-US"/>
              </w:rPr>
              <w:t>Miscellaneous</w:t>
            </w:r>
            <w:bookmarkEnd w:id="144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 is permitted under certain circumstances set forth in § 35.</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Infringing Reprographic Copies on Library Machines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archives is not considered to have authorized the making of infringing copies by reprographic reproduction made on the library or archive’s machines where a notice of the prescribed dimensions and form of copying permitted is affixed to or in close proximity to the machine.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Infringing Audio-Visual Copies on Library Machines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archives is not considered to have authorized the making of infringing copies of audio-visual items made on the library or archive’s machines (including computers) where a notice of the prescribed dimensions and form of copying permitted is affixed to or in close proximity to the machine.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105A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make regulations regarding the keeping and retention of records and declarations in relation to copies of works made by libraries, archives, and institutions.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202</w:t>
            </w:r>
          </w:p>
        </w:tc>
      </w:tr>
      <w:tr w:rsidR="00BC0437" w:rsidRPr="00BC0437" w:rsidTr="00BC0437">
        <w:trPr>
          <w:trHeight w:val="7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means archival material in the custody of the National Archives of Singapore established by the National Heritage Board Act, or a collection of documents or other material where the collection of documents or other material of historical significance or public interest that is in the custody of a body, whether corporate or unincorporated, is being maintained by the body for the purpose of conserving and preserving those documents or other material; and the body does not maintain and operate the collection for the purpose of deriving a profit.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w:t>
            </w:r>
          </w:p>
        </w:tc>
      </w:tr>
      <w:tr w:rsidR="00BC0437" w:rsidRPr="00BC0437" w:rsidTr="00BC0437">
        <w:trPr>
          <w:trHeight w:val="161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reference to the body administering a library or archives shall be read as a reference to the body (whether incorporated or not), or the person (including the Government), having ultimate responsibility for the administration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8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reference to a periodical publication shall be read as a reference to an issue of a periodical publication and a reference to articles contained in the same periodical publication shall be read as a reference to articles contained in the same issue of that periodical publication.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8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purposes of this Act, a library shall not be taken to be established or conducted for profit by reason only that the library is owned by a person carrying on business for profit.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w:t>
            </w:r>
          </w:p>
        </w:tc>
      </w:tr>
      <w:tr w:rsidR="00BC0437" w:rsidRPr="00BC0437" w:rsidTr="00BC0437">
        <w:trPr>
          <w:trHeight w:val="1133"/>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reference to an article contained in a periodical publication shall be read as a reference to anything (other than an artistic work) appearing in such a publication.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Singapore, Chap. 63, No. 2 (10 April 1987), as amended through Copyright (Amendment) Act, No. 22 (13 August 2014), consolidated as of 31 March 2015, available at http://www.ipos.gov.sg/AboutIP/IPLegislation.aspx.</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15 May 2015</w:t>
            </w:r>
          </w:p>
        </w:tc>
      </w:tr>
      <w:bookmarkEnd w:id="1439"/>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448" w:name="_Toc199663580"/>
      <w:bookmarkStart w:id="1449" w:name="_Toc207648591"/>
      <w:bookmarkStart w:id="1450" w:name="_Toc207649173"/>
      <w:bookmarkStart w:id="1451" w:name="_Toc207649595"/>
      <w:bookmarkStart w:id="1452" w:name="_Toc207649956"/>
      <w:bookmarkStart w:id="1453" w:name="_Toc207650356"/>
      <w:bookmarkStart w:id="1454" w:name="_Toc208638004"/>
      <w:bookmarkStart w:id="1455" w:name="_Toc421800836"/>
      <w:r w:rsidRPr="00BC0437">
        <w:rPr>
          <w:lang w:eastAsia="en-US"/>
        </w:rPr>
        <w:t>Slova</w:t>
      </w:r>
      <w:bookmarkEnd w:id="1448"/>
      <w:bookmarkEnd w:id="1449"/>
      <w:bookmarkEnd w:id="1450"/>
      <w:bookmarkEnd w:id="1451"/>
      <w:bookmarkEnd w:id="1452"/>
      <w:bookmarkEnd w:id="1453"/>
      <w:bookmarkEnd w:id="1454"/>
      <w:r w:rsidRPr="00BC0437">
        <w:rPr>
          <w:lang w:eastAsia="en-US"/>
        </w:rPr>
        <w:t>kia</w:t>
      </w:r>
      <w:bookmarkEnd w:id="1455"/>
    </w:p>
    <w:p w:rsidR="00BC0437" w:rsidRPr="00BC0437" w:rsidRDefault="00BC0437" w:rsidP="00BC0437">
      <w:pPr>
        <w:rPr>
          <w:rFonts w:eastAsia="Times New Roman"/>
          <w:szCs w:val="22"/>
          <w:lang w:eastAsia="en-US"/>
        </w:rPr>
      </w:pPr>
      <w:bookmarkStart w:id="1456" w:name="slovakia"/>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57" w:name="_Toc186015910"/>
            <w:r w:rsidRPr="00BC0437">
              <w:rPr>
                <w:rFonts w:eastAsia="Times New Roman"/>
                <w:b/>
                <w:szCs w:val="22"/>
                <w:lang w:eastAsia="en-US"/>
              </w:rPr>
              <w:t>Research or Study</w:t>
            </w:r>
            <w:bookmarkEnd w:id="1457"/>
            <w:r w:rsidRPr="00BC0437">
              <w:rPr>
                <w:rFonts w:eastAsia="Times New Roman"/>
                <w:b/>
                <w:szCs w:val="22"/>
                <w:lang w:eastAsia="en-US"/>
              </w:rPr>
              <w:t xml:space="preserve"> </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(Note:  The terms “library” and “archive” are defined by reference to other Acts.)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31 (1)(a)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from the institution’s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education al purposes or science and research purposes, upon request of a natural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use the copy exclusively within the premises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0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applies to the rights of a performing artist, producer of phonograms, producer of audiovisual fixations, and broadcaster.</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69</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58" w:name="_Toc186015911"/>
            <w:r w:rsidRPr="00BC0437">
              <w:rPr>
                <w:rFonts w:eastAsia="Times New Roman"/>
                <w:b/>
                <w:szCs w:val="22"/>
                <w:lang w:eastAsia="en-US"/>
              </w:rPr>
              <w:t>Preservation and Replacement</w:t>
            </w:r>
            <w:bookmarkEnd w:id="145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(Note:  The terms “library” and “archive” are defined by reference to other Acts.)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31 (1)(b)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from the institution’s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replacement, archiving, or preservation of the original work in the case of loss, destruction, or damage.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the permanent collection is being constituted.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applies to the rights of a performing artist, producer of phonograms, producer of audiovisual fixations, and broadcaster.</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69</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59" w:name="_Toc186015912"/>
            <w:r w:rsidRPr="00BC0437">
              <w:rPr>
                <w:rFonts w:eastAsia="Times New Roman"/>
                <w:b/>
                <w:szCs w:val="22"/>
                <w:lang w:eastAsia="en-US"/>
              </w:rPr>
              <w:t>Anti-Circumvention of Technological Protection Measures</w:t>
            </w:r>
            <w:bookmarkEnd w:id="145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59(1)</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Using a circumvention device for economic gain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Developing, producing, offering for sale, rental or lending, importing, or distributing a circumvention device for economic gain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for economic gain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a device that prevents, restricts, or excludes the illicit interference into copyright.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59(2)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  The library copying provisions shall not prejudice the provisions of this act on the protection measures that prevent unauthorized making of a copy of a work as well as other unauthorized acts.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31(3)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460" w:name="_Toc186015913"/>
            <w:r w:rsidRPr="00BC0437">
              <w:rPr>
                <w:rFonts w:eastAsia="Times New Roman"/>
                <w:b/>
                <w:szCs w:val="22"/>
                <w:lang w:eastAsia="en-US"/>
              </w:rPr>
              <w:t>Miscellaneous</w:t>
            </w:r>
            <w:bookmarkEnd w:id="146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natural person may make a copy of a disclosed work for private use with no direct or indirect commercial purpose.  Statute includes remuneration provisions.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of some works for teaching.</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of works to meet the needs of persons with disabilities.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Application of the statutory exceptions is permitted only in the special cases provided in the statutes, and use of the work may not conflict with the normal exploitation of the work and may not unreasonably prejudice the legitimate interests of the author.</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Related Rights of Slovakia, No. 618/2003 (4 December 2003), as amended through No. 453/2008 (2008), available at http://www.wipo.int/wipolex/en/text.jsp?file_id=189474.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16 May 2015</w:t>
            </w:r>
          </w:p>
        </w:tc>
      </w:tr>
      <w:bookmarkEnd w:id="1456"/>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461" w:name="_Toc199663581"/>
      <w:bookmarkStart w:id="1462" w:name="_Toc207648593"/>
      <w:bookmarkStart w:id="1463" w:name="_Toc207649175"/>
      <w:bookmarkStart w:id="1464" w:name="_Toc207649596"/>
      <w:bookmarkStart w:id="1465" w:name="_Toc207649957"/>
      <w:bookmarkStart w:id="1466" w:name="_Toc207650357"/>
      <w:bookmarkStart w:id="1467" w:name="_Toc208638005"/>
      <w:bookmarkStart w:id="1468" w:name="_Toc421800837"/>
      <w:r w:rsidRPr="00BC0437">
        <w:rPr>
          <w:lang w:eastAsia="en-US"/>
        </w:rPr>
        <w:t>Slovenia</w:t>
      </w:r>
      <w:bookmarkEnd w:id="1461"/>
      <w:bookmarkEnd w:id="1462"/>
      <w:bookmarkEnd w:id="1463"/>
      <w:bookmarkEnd w:id="1464"/>
      <w:bookmarkEnd w:id="1465"/>
      <w:bookmarkEnd w:id="1466"/>
      <w:bookmarkEnd w:id="1467"/>
      <w:bookmarkEnd w:id="146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1438"/>
        <w:gridCol w:w="3714"/>
        <w:gridCol w:w="109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69" w:name="_Toc186015914"/>
            <w:bookmarkStart w:id="1470" w:name="slovenia"/>
            <w:r w:rsidRPr="00BC0437">
              <w:rPr>
                <w:rFonts w:eastAsia="Times New Roman"/>
                <w:b/>
                <w:szCs w:val="22"/>
                <w:lang w:eastAsia="en-US"/>
              </w:rPr>
              <w:t>Library Internal Use</w:t>
            </w:r>
            <w:bookmarkEnd w:id="1469"/>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archives and libraries, museums, and educational or scientific establishments.</w:t>
            </w:r>
          </w:p>
        </w:tc>
        <w:tc>
          <w:tcPr>
            <w:tcW w:w="109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50(3)</w:t>
            </w:r>
          </w:p>
        </w:tc>
      </w:tr>
      <w:tr w:rsidR="00BC0437" w:rsidRPr="00BC0437" w:rsidTr="00BC0437">
        <w:trPr>
          <w:trHeight w:val="135"/>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Disclosed works.  “Disclosure” means the work has been made available to the public with the consent of the rights holder.  Disclosure is a broader concept than publication (Article 3).</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70"/>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Written works to the extent of the whole book; graphic editions of musical works; electronic databases; computer programs; and building or architectural structures are excluded (Article 50(4)). However, copying is permitted of written works to the extent of the whole book, if the work is out of print for a minimum of two years; and graphic editions of musical works may be copied by means of handwritten transcription (Article 50(5)).</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70"/>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vMerge/>
            <w:shd w:val="clear" w:color="auto" w:fill="auto"/>
          </w:tcPr>
          <w:p w:rsidR="00BC0437" w:rsidRPr="00BC0437" w:rsidRDefault="00BC0437" w:rsidP="00BC0437">
            <w:pPr>
              <w:rPr>
                <w:rFonts w:eastAsia="Times New Roman"/>
                <w:szCs w:val="22"/>
                <w:lang w:eastAsia="en-US"/>
              </w:rPr>
            </w:pP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may make no more than three copies of a work.</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internal use by the library or other permitted organization.</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may not be for direct or indirect economic advantage.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cantSplit/>
          <w:trHeight w:val="287"/>
        </w:trPr>
        <w:tc>
          <w:tcPr>
            <w:tcW w:w="26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copying of a work is subject to equitable remuneration paid to authors, but that payment is imposed not at the time of making the copy, but instead on the sale or importation of the photocopier or other equipment (Article 37).</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08" w:type="dxa"/>
            <w:vMerge/>
            <w:shd w:val="clear" w:color="auto" w:fill="auto"/>
          </w:tcPr>
          <w:p w:rsidR="00BC0437" w:rsidRPr="00BC0437" w:rsidRDefault="00BC0437" w:rsidP="00BC0437">
            <w:pPr>
              <w:rPr>
                <w:rFonts w:eastAsia="Times New Roman"/>
                <w:szCs w:val="22"/>
                <w:lang w:eastAsia="en-US"/>
              </w:rPr>
            </w:pP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Collective management of authors’ rights shall be mandatory for reproduction of works for private or other internal use and its photocopying beyond the scope of Article 50 (Article 147).</w:t>
            </w:r>
          </w:p>
        </w:tc>
        <w:tc>
          <w:tcPr>
            <w:tcW w:w="109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71" w:name="_Toc186015915"/>
            <w:r w:rsidRPr="00BC0437">
              <w:rPr>
                <w:rFonts w:eastAsia="Times New Roman"/>
                <w:b/>
                <w:szCs w:val="22"/>
                <w:lang w:eastAsia="en-US"/>
              </w:rPr>
              <w:t>Anti-Circumvention of Technological Protection Measures</w:t>
            </w:r>
            <w:bookmarkEnd w:id="147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166a</w:t>
            </w:r>
          </w:p>
        </w:tc>
      </w:tr>
      <w:tr w:rsidR="00BC0437" w:rsidRPr="00BC0437" w:rsidTr="00BC0437">
        <w:trPr>
          <w:trHeight w:val="111"/>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rental, or possessing for commercial purposes circumvention devices is prohibited.</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protect author’s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the extent of the library exemptions in Article 50, the rightsholder who uses technological protection measures shall make available to the library the appropriate means by which the library can enforce the exemptions, consistent with the terms of the exceptions.  The library may commence mediation processes to enforce the exception.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166c</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040"/>
        <w:gridCol w:w="118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472" w:name="_Toc186015916"/>
            <w:r w:rsidRPr="00BC0437">
              <w:rPr>
                <w:rFonts w:eastAsia="Times New Roman"/>
                <w:b/>
                <w:szCs w:val="22"/>
                <w:lang w:eastAsia="en-US"/>
              </w:rPr>
              <w:t>Miscellaneous</w:t>
            </w:r>
            <w:bookmarkEnd w:id="147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Database Use</w:t>
            </w:r>
          </w:p>
        </w:tc>
        <w:tc>
          <w:tcPr>
            <w:tcW w:w="5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 users of a published database shall be free to use a substantial part of its contents for private or other internal use of the contents of a non-electronic database, provided that the conditions of Article 50 are fulfilled.</w:t>
            </w:r>
          </w:p>
        </w:tc>
        <w:tc>
          <w:tcPr>
            <w:tcW w:w="1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141g</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author’s exclusive right of reproduction is described as the right to fix the work in a material medium or in another copy directly or indirectly, temporarily or permanently, by any means and in any form, in whole or in part.</w:t>
            </w:r>
          </w:p>
        </w:tc>
        <w:tc>
          <w:tcPr>
            <w:tcW w:w="1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Related Rights Act of Slovenia, No. 21 (1995), as amended through No. 16 (15 December 2006), available at http://www.wipo.int/wipolex/en/text.jsp?file_id=180840.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16 May 2015</w:t>
            </w:r>
          </w:p>
        </w:tc>
      </w:tr>
    </w:tbl>
    <w:p w:rsidR="00BC0437" w:rsidRPr="00BC0437" w:rsidRDefault="00BC0437" w:rsidP="00BC0437">
      <w:pPr>
        <w:rPr>
          <w:rFonts w:eastAsia="Times New Roman"/>
          <w:szCs w:val="22"/>
          <w:lang w:eastAsia="en-US"/>
        </w:rPr>
      </w:pPr>
    </w:p>
    <w:bookmarkEnd w:id="1470"/>
    <w:p w:rsidR="00BC0437" w:rsidRPr="00BC0437" w:rsidRDefault="00BC0437" w:rsidP="00BC0437">
      <w:pPr>
        <w:keepNext/>
        <w:outlineLvl w:val="1"/>
        <w:rPr>
          <w:rFonts w:eastAsia="Times New Roman"/>
          <w:szCs w:val="22"/>
          <w:lang w:eastAsia="en-US"/>
        </w:rPr>
      </w:pPr>
      <w:r w:rsidRPr="00BC0437">
        <w:rPr>
          <w:rFonts w:eastAsia="Times New Roman"/>
          <w:szCs w:val="22"/>
          <w:lang w:eastAsia="en-US"/>
        </w:rPr>
        <w:br w:type="page"/>
      </w:r>
    </w:p>
    <w:p w:rsidR="00BC0437" w:rsidRPr="00BC0437" w:rsidRDefault="00BC0437" w:rsidP="003F1670">
      <w:pPr>
        <w:pStyle w:val="Heading2"/>
        <w:rPr>
          <w:lang w:eastAsia="en-US"/>
        </w:rPr>
      </w:pPr>
      <w:bookmarkStart w:id="1473" w:name="_Toc421800838"/>
      <w:r w:rsidRPr="00BC0437">
        <w:rPr>
          <w:lang w:eastAsia="en-US"/>
        </w:rPr>
        <w:t>Somalia</w:t>
      </w:r>
      <w:bookmarkEnd w:id="1473"/>
    </w:p>
    <w:p w:rsidR="00BC0437" w:rsidRPr="00BC0437" w:rsidRDefault="00BC0437" w:rsidP="00BC0437">
      <w:pPr>
        <w:keepNext/>
        <w:outlineLvl w:val="1"/>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Exception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schools, colleges, or other educational institutions.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35(4)</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Published literary, artistic, or scientific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6"/>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number of copies must not exceed the needs of the institution.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6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May not change the language of the original.  See preamble of Article 35.</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Photocopying or other means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should no harm the interests of the author.</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2"/>
        <w:gridCol w:w="5469"/>
        <w:gridCol w:w="1276"/>
      </w:tblGrid>
      <w:tr w:rsidR="00BC0437" w:rsidRPr="00BC0437" w:rsidTr="00BC0437">
        <w:tc>
          <w:tcPr>
            <w:tcW w:w="8897"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152"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469" w:type="dxa"/>
          </w:tcPr>
          <w:p w:rsidR="00BC0437" w:rsidRPr="00BC0437" w:rsidRDefault="00BC0437" w:rsidP="00BC0437">
            <w:pPr>
              <w:rPr>
                <w:rFonts w:eastAsia="Times New Roman"/>
                <w:szCs w:val="22"/>
                <w:lang w:eastAsia="en-US"/>
              </w:rPr>
            </w:pPr>
            <w:r w:rsidRPr="00BC0437">
              <w:rPr>
                <w:rFonts w:eastAsia="Times New Roman"/>
                <w:szCs w:val="22"/>
                <w:lang w:eastAsia="en-US"/>
              </w:rPr>
              <w:t>Permits limited copying for personal use.</w:t>
            </w:r>
          </w:p>
        </w:tc>
        <w:tc>
          <w:tcPr>
            <w:tcW w:w="1276" w:type="dxa"/>
          </w:tcPr>
          <w:p w:rsidR="00BC0437" w:rsidRPr="00BC0437" w:rsidRDefault="00BC0437" w:rsidP="00BC0437">
            <w:pPr>
              <w:rPr>
                <w:rFonts w:eastAsia="Times New Roman"/>
                <w:szCs w:val="22"/>
                <w:lang w:eastAsia="en-US"/>
              </w:rPr>
            </w:pPr>
            <w:r w:rsidRPr="00BC0437">
              <w:rPr>
                <w:rFonts w:eastAsia="Times New Roman"/>
                <w:szCs w:val="22"/>
                <w:lang w:eastAsia="en-US"/>
              </w:rPr>
              <w:t>Art. 35(2)</w:t>
            </w:r>
          </w:p>
        </w:tc>
      </w:tr>
      <w:tr w:rsidR="00BC0437" w:rsidRPr="00BC0437" w:rsidTr="00BC0437">
        <w:tc>
          <w:tcPr>
            <w:tcW w:w="2152"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469"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uses in schools, universities, and training programs.</w:t>
            </w:r>
          </w:p>
        </w:tc>
        <w:tc>
          <w:tcPr>
            <w:tcW w:w="1276" w:type="dxa"/>
          </w:tcPr>
          <w:p w:rsidR="00BC0437" w:rsidRPr="00BC0437" w:rsidRDefault="00BC0437" w:rsidP="00BC0437">
            <w:pPr>
              <w:rPr>
                <w:rFonts w:eastAsia="Times New Roman"/>
                <w:szCs w:val="22"/>
                <w:lang w:eastAsia="en-US"/>
              </w:rPr>
            </w:pPr>
            <w:r w:rsidRPr="00BC0437">
              <w:rPr>
                <w:rFonts w:eastAsia="Times New Roman"/>
                <w:szCs w:val="22"/>
                <w:lang w:eastAsia="en-US"/>
              </w:rPr>
              <w:t>Art. 35(4)</w:t>
            </w:r>
          </w:p>
        </w:tc>
      </w:tr>
      <w:tr w:rsidR="00BC0437" w:rsidRPr="00BC0437" w:rsidTr="00BC0437">
        <w:tc>
          <w:tcPr>
            <w:tcW w:w="2152"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745"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Law (Sharciga Xuquuqda) of Somalia, Sharci Law No. 66 (7 September 1966), published in </w:t>
            </w:r>
            <w:r w:rsidRPr="00BC0437">
              <w:rPr>
                <w:rFonts w:eastAsia="Times New Roman"/>
                <w:i/>
                <w:szCs w:val="22"/>
                <w:lang w:eastAsia="en-US"/>
              </w:rPr>
              <w:t>Official Bulletin of the Somali Democratic Republic</w:t>
            </w:r>
            <w:r w:rsidRPr="00BC0437">
              <w:rPr>
                <w:rFonts w:eastAsia="Times New Roman"/>
                <w:szCs w:val="22"/>
                <w:lang w:eastAsia="en-US"/>
              </w:rPr>
              <w:t xml:space="preserve"> (Faafinta Rasmi ah), Issue No. 11 (1 November 1977), available [forthcoming] at http://www.somalilandlaw.com/somaliland_copyright_law.html#Title</w:t>
            </w:r>
          </w:p>
        </w:tc>
      </w:tr>
      <w:tr w:rsidR="00BC0437" w:rsidRPr="00BC0437" w:rsidTr="00BC0437">
        <w:tc>
          <w:tcPr>
            <w:tcW w:w="2152"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745"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22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474" w:name="_Toc199663582"/>
      <w:bookmarkStart w:id="1475" w:name="_Toc207648594"/>
      <w:bookmarkStart w:id="1476" w:name="_Toc207649176"/>
      <w:bookmarkStart w:id="1477" w:name="_Toc207649597"/>
      <w:bookmarkStart w:id="1478" w:name="_Toc207649958"/>
      <w:bookmarkStart w:id="1479" w:name="_Toc207650358"/>
      <w:bookmarkStart w:id="1480" w:name="_Toc208638006"/>
      <w:bookmarkStart w:id="1481" w:name="_Toc421800839"/>
      <w:r w:rsidRPr="00BC0437">
        <w:rPr>
          <w:lang w:eastAsia="en-US"/>
        </w:rPr>
        <w:t>South Africa</w:t>
      </w:r>
      <w:bookmarkEnd w:id="1474"/>
      <w:bookmarkEnd w:id="1475"/>
      <w:bookmarkEnd w:id="1476"/>
      <w:bookmarkEnd w:id="1477"/>
      <w:bookmarkEnd w:id="1478"/>
      <w:bookmarkEnd w:id="1479"/>
      <w:bookmarkEnd w:id="1480"/>
      <w:bookmarkEnd w:id="148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482" w:name="S_Afric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483" w:name="_Toc199659842"/>
            <w:r w:rsidRPr="00BC0437">
              <w:rPr>
                <w:rFonts w:eastAsia="Times New Roman"/>
                <w:b/>
                <w:szCs w:val="22"/>
                <w:lang w:eastAsia="en-US"/>
              </w:rPr>
              <w:t>Library Provisions</w:t>
            </w:r>
            <w:bookmarkEnd w:id="148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statutes of South Africa do not include any explicit exemptions for libraries.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Regulatory Exceptions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Authorizes governmental regulations permitting reproduction of a work, but in a manner that the reproduction is not in conflict with a normal exploitation of the work and is not unreasonably prejudicial to the legitimate interests of the owner of the copyright.  Based on this authorization, the Minister of Economic Affairs has created the library exceptions outlined below.</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36"/>
        <w:gridCol w:w="3674"/>
        <w:gridCol w:w="11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84" w:name="_Toc199659843"/>
            <w:r w:rsidRPr="00BC0437">
              <w:rPr>
                <w:rFonts w:eastAsia="Times New Roman"/>
                <w:b/>
                <w:szCs w:val="22"/>
                <w:lang w:eastAsia="en-US"/>
              </w:rPr>
              <w:t>Preservation, Security, and Deposit in Another Library (Unpublished Work)</w:t>
            </w:r>
            <w:bookmarkEnd w:id="1484"/>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archives depot,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 3</w:t>
            </w:r>
          </w:p>
          <w:p w:rsidR="00BC0437" w:rsidRPr="00BC0437" w:rsidRDefault="00BC0437" w:rsidP="00BC0437">
            <w:pPr>
              <w:rPr>
                <w:rFonts w:eastAsia="Times New Roman"/>
                <w:szCs w:val="22"/>
                <w:lang w:eastAsia="en-US"/>
              </w:rPr>
            </w:pPr>
            <w:r w:rsidRPr="00BC0437">
              <w:rPr>
                <w:rFonts w:eastAsia="Times New Roman"/>
                <w:szCs w:val="22"/>
                <w:lang w:eastAsia="en-US"/>
              </w:rPr>
              <w:t>Reg. 2</w:t>
            </w:r>
          </w:p>
          <w:p w:rsidR="00BC0437" w:rsidRPr="00BC0437" w:rsidRDefault="00BC0437" w:rsidP="00BC0437">
            <w:pPr>
              <w:rPr>
                <w:rFonts w:eastAsia="Times New Roman"/>
                <w:szCs w:val="22"/>
                <w:lang w:eastAsia="en-US"/>
              </w:rPr>
            </w:pPr>
          </w:p>
        </w:tc>
      </w:tr>
      <w:tr w:rsidR="00BC0437" w:rsidRPr="00BC0437" w:rsidTr="00BC0437">
        <w:trPr>
          <w:trHeight w:val="70"/>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works, currently in the collection of the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more than one copy of a reasonable portion of the work, having regard to the totality and meaning of the work.</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and security.</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deposit for research in another qualifying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intention of deriving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Duplicated in facsimile form.</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reproduction and distribution.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shall incorporate a copyright warning.</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cumulative effect of the reproduction does not conflict with the normal exploitation of the work to the unreasonable prejudice of the legal interest and residuary rights of the author.</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36"/>
        <w:gridCol w:w="3674"/>
        <w:gridCol w:w="1156"/>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1485" w:name="_Toc199659844"/>
            <w:r w:rsidRPr="00BC0437">
              <w:rPr>
                <w:rFonts w:eastAsia="Times New Roman"/>
                <w:b/>
                <w:szCs w:val="22"/>
                <w:lang w:eastAsia="en-US"/>
              </w:rPr>
              <w:t>Replacement (Published Work)</w:t>
            </w:r>
            <w:bookmarkEnd w:id="1485"/>
          </w:p>
        </w:tc>
      </w:tr>
      <w:tr w:rsidR="00BC0437" w:rsidRPr="00BC0437" w:rsidTr="00BC0437">
        <w:trPr>
          <w:trHeight w:val="467"/>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archives depot,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 3</w:t>
            </w:r>
          </w:p>
          <w:p w:rsidR="00BC0437" w:rsidRPr="00BC0437" w:rsidRDefault="00BC0437" w:rsidP="00BC0437">
            <w:pPr>
              <w:rPr>
                <w:rFonts w:eastAsia="Times New Roman"/>
                <w:szCs w:val="22"/>
                <w:lang w:eastAsia="en-US"/>
              </w:rPr>
            </w:pPr>
            <w:r w:rsidRPr="00BC0437">
              <w:rPr>
                <w:rFonts w:eastAsia="Times New Roman"/>
                <w:szCs w:val="22"/>
                <w:lang w:eastAsia="en-US"/>
              </w:rPr>
              <w:t>Reg. 2</w:t>
            </w:r>
          </w:p>
        </w:tc>
      </w:tr>
      <w:tr w:rsidR="00BC0437" w:rsidRPr="00BC0437" w:rsidTr="00BC0437">
        <w:trPr>
          <w:trHeight w:val="557"/>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more than one copy of a reasonable portion of the work, having regard to the totality and meaning of the work.</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9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where the institution has determined, after a reasonable effort, that an unused replacement cannot be obtained at a fair price.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replacement of a copy that is deteriorating or that is damaged, lost, or stolen.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03"/>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intention of deriving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Duplicated in facsimile form.</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shall incorporate a copyright warning.</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cumulative effect of the reproduction does not conflict with the normal exploitation of the work to the unreasonable prejudice of the legal interest and residuary rights of the author.</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36"/>
        <w:gridCol w:w="3674"/>
        <w:gridCol w:w="11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86" w:name="_Toc199659845"/>
            <w:r w:rsidRPr="00BC0437">
              <w:rPr>
                <w:rFonts w:eastAsia="Times New Roman"/>
                <w:b/>
                <w:szCs w:val="22"/>
                <w:lang w:eastAsia="en-US"/>
              </w:rPr>
              <w:t>Research or Study (Articles and Short Works)</w:t>
            </w:r>
            <w:bookmarkEnd w:id="1486"/>
          </w:p>
        </w:tc>
      </w:tr>
      <w:tr w:rsidR="00BC0437" w:rsidRPr="00BC0437" w:rsidTr="00BC0437">
        <w:trPr>
          <w:trHeight w:val="135"/>
        </w:trPr>
        <w:tc>
          <w:tcPr>
            <w:tcW w:w="25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archives depot,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 3</w:t>
            </w:r>
          </w:p>
          <w:p w:rsidR="00BC0437" w:rsidRPr="00BC0437" w:rsidRDefault="00BC0437" w:rsidP="00BC0437">
            <w:pPr>
              <w:rPr>
                <w:rFonts w:eastAsia="Times New Roman"/>
                <w:szCs w:val="22"/>
                <w:lang w:eastAsia="en-US"/>
              </w:rPr>
            </w:pPr>
            <w:r w:rsidRPr="00BC0437">
              <w:rPr>
                <w:rFonts w:eastAsia="Times New Roman"/>
                <w:szCs w:val="22"/>
                <w:lang w:eastAsia="en-US"/>
              </w:rPr>
              <w:t>Reg. 2</w:t>
            </w:r>
          </w:p>
        </w:tc>
      </w:tr>
      <w:tr w:rsidR="00BC0437" w:rsidRPr="00BC0437" w:rsidTr="00BC0437">
        <w:trPr>
          <w:trHeight w:val="135"/>
        </w:trPr>
        <w:tc>
          <w:tcPr>
            <w:tcW w:w="2590" w:type="dxa"/>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One article or other contribution to a copyrighted collection or periodical issue from the collection of the institution or another library or archive depot.</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Reasonable portion of other works, from the collection of the institution or another library or archive depot.</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works only, with pictorial or graphic works published as illustrations, diagrams, or similar adjuncts to the literary works.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more than one copy of a reasonable portion of the work, having regard to the totality and meaning of the work.</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For private study or personal or private use. </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archives must not have notice that the copy is for any purpose other than the permitted purposes.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become the property of the user.</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intention of deriving direct or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shall incorporate a copyright warning.</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display prominently, at the place where orders are accepted, and include on its order form, a warning of copyright in accordance with Regulation 6.</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cumulative effect of the reproduction does not conflict with the normal exploitation of the work to the unreasonable prejudice of the legal interest and residuary rights of the author.</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36"/>
        <w:gridCol w:w="3674"/>
        <w:gridCol w:w="11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87" w:name="_Toc199659846"/>
            <w:r w:rsidRPr="00BC0437">
              <w:rPr>
                <w:rFonts w:eastAsia="Times New Roman"/>
                <w:b/>
                <w:szCs w:val="22"/>
                <w:lang w:eastAsia="en-US"/>
              </w:rPr>
              <w:t>Research or Study (Entire Works)</w:t>
            </w:r>
            <w:bookmarkEnd w:id="1487"/>
          </w:p>
        </w:tc>
      </w:tr>
      <w:tr w:rsidR="00BC0437" w:rsidRPr="00BC0437" w:rsidTr="00BC0437">
        <w:trPr>
          <w:trHeight w:val="70"/>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archives depot,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 3</w:t>
            </w:r>
          </w:p>
          <w:p w:rsidR="00BC0437" w:rsidRPr="00BC0437" w:rsidRDefault="00BC0437" w:rsidP="00BC0437">
            <w:pPr>
              <w:rPr>
                <w:rFonts w:eastAsia="Times New Roman"/>
                <w:szCs w:val="22"/>
                <w:lang w:eastAsia="en-US"/>
              </w:rPr>
            </w:pPr>
            <w:r w:rsidRPr="00BC0437">
              <w:rPr>
                <w:rFonts w:eastAsia="Times New Roman"/>
                <w:szCs w:val="22"/>
                <w:lang w:eastAsia="en-US"/>
              </w:rPr>
              <w:t>Reg. 2</w:t>
            </w:r>
          </w:p>
        </w:tc>
      </w:tr>
      <w:tr w:rsidR="00BC0437" w:rsidRPr="00BC0437" w:rsidTr="00BC0437">
        <w:trPr>
          <w:trHeight w:val="13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Entire works and substantial parts of works from the collection of the institution or another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28"/>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must first determine, on the basis of a reasonable investigation, that an unused copy of the work cannot be obtained at a fair price.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27"/>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works only, with pictorial or graphic works published as illustrations, diagrams, or similar adjuncts to the literary works.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private study or personal or private use.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not have notice that the copy is for any purpose other than the permitted purposes.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become the property of the user.</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intention of deriving direct or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shall incorporate a copyright warning.</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50"/>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display prominently, at the place where orders are accepted, and include on its order form, a warning of copyright in accordance with regulation 6.</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cumulative effect of the reproduction does not conflict with the normal exploitation of the work to the unreasonable prejudice of the legal interest and residuary rights of the author.</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36"/>
        <w:gridCol w:w="3674"/>
        <w:gridCol w:w="11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88" w:name="_Toc199659847"/>
            <w:r w:rsidRPr="00BC0437">
              <w:rPr>
                <w:rFonts w:eastAsia="Times New Roman"/>
                <w:b/>
                <w:szCs w:val="22"/>
                <w:lang w:eastAsia="en-US"/>
              </w:rPr>
              <w:t>Supplying Copies to Other Libraries (Interlibrary Loan)</w:t>
            </w:r>
            <w:bookmarkEnd w:id="1488"/>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archives depot,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0"/>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code section is explicitly about the ability of a library to receive copies; presumably the copies are lawfully made.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4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regulations generally bar systematic reproduction or distribution of copies, but that restriction does not prevent a library or archive from participating in interlibrary arrangements.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510"/>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archives may participate in interlibrary arrangements that do not have, as their purpose or effect, that the library or archives receives such copies for distribution in such aggregate quantities as to substitute for a subscription to or purchase of such work.</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receipt of materials through interlibrary arrangements.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42"/>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intention of deriving direct or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r w:rsidRPr="00BC0437">
              <w:rPr>
                <w:rFonts w:eastAsia="Times New Roman"/>
                <w:szCs w:val="22"/>
                <w:vertAlign w:val="superscript"/>
                <w:lang w:eastAsia="en-US"/>
              </w:rPr>
              <w:footnoteReference w:id="53"/>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86(3) &amp; (4)</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Unlawful to engage in any of uses of devices in order to unlawfully overcome security measures.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Unlawful to produce, sell, offer to sell, procure for use, design, adapt for use, distribute or possess any device.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No. </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Broader.  The provision relates to the protection of “data,” which is defined as “electronic representations of information in any form” (Section 1).</w:t>
            </w:r>
          </w:p>
        </w:tc>
        <w:tc>
          <w:tcPr>
            <w:tcW w:w="1030" w:type="dxa"/>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There are no exemptions in the statutes.</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8"/>
        <w:gridCol w:w="5125"/>
        <w:gridCol w:w="1742"/>
      </w:tblGrid>
      <w:tr w:rsidR="00BC0437" w:rsidRPr="00BC0437" w:rsidTr="00BC0437">
        <w:tc>
          <w:tcPr>
            <w:tcW w:w="8865" w:type="dxa"/>
            <w:gridSpan w:val="3"/>
            <w:shd w:val="clear" w:color="auto" w:fill="auto"/>
          </w:tcPr>
          <w:p w:rsidR="00BC0437" w:rsidRPr="00BC0437" w:rsidRDefault="00BC0437" w:rsidP="00BC0437">
            <w:pPr>
              <w:rPr>
                <w:rFonts w:eastAsia="Times New Roman"/>
                <w:b/>
                <w:szCs w:val="22"/>
                <w:lang w:eastAsia="en-US"/>
              </w:rPr>
            </w:pPr>
            <w:bookmarkStart w:id="1489" w:name="_Toc199659849"/>
            <w:r w:rsidRPr="00BC0437">
              <w:rPr>
                <w:rFonts w:eastAsia="Times New Roman"/>
                <w:b/>
                <w:szCs w:val="22"/>
                <w:lang w:eastAsia="en-US"/>
              </w:rPr>
              <w:t>Miscellaneous</w:t>
            </w:r>
            <w:bookmarkEnd w:id="1489"/>
          </w:p>
        </w:tc>
      </w:tr>
      <w:tr w:rsidR="00BC0437" w:rsidRPr="00BC0437" w:rsidTr="00BC0437">
        <w:tc>
          <w:tcPr>
            <w:tcW w:w="19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Unsupervised Machines</w:t>
            </w:r>
          </w:p>
        </w:tc>
        <w:tc>
          <w:tcPr>
            <w:tcW w:w="512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depot or employee is not liable for infringements committed from the unsupervised use of reproducing equipment on the premises, provided that the equipment displays a notice that the making of a copy may be subject to copyright law.</w:t>
            </w:r>
          </w:p>
        </w:tc>
        <w:tc>
          <w:tcPr>
            <w:tcW w:w="174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 4(a)</w:t>
            </w:r>
          </w:p>
          <w:p w:rsidR="00BC0437" w:rsidRPr="00BC0437" w:rsidRDefault="00BC0437" w:rsidP="00BC0437">
            <w:pPr>
              <w:rPr>
                <w:rFonts w:eastAsia="Times New Roman"/>
                <w:szCs w:val="22"/>
                <w:lang w:eastAsia="en-US"/>
              </w:rPr>
            </w:pPr>
          </w:p>
        </w:tc>
      </w:tr>
      <w:tr w:rsidR="00BC0437" w:rsidRPr="00BC0437" w:rsidTr="00BC0437">
        <w:trPr>
          <w:trHeight w:val="935"/>
        </w:trPr>
        <w:tc>
          <w:tcPr>
            <w:tcW w:w="19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Later Use of Copies</w:t>
            </w:r>
          </w:p>
        </w:tc>
        <w:tc>
          <w:tcPr>
            <w:tcW w:w="512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Nothing in the regulations absolves a user of a copy from infringement for actions that are not permitted by law.</w:t>
            </w:r>
          </w:p>
        </w:tc>
        <w:tc>
          <w:tcPr>
            <w:tcW w:w="174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 4(b)</w:t>
            </w:r>
          </w:p>
          <w:p w:rsidR="00BC0437" w:rsidRPr="00BC0437" w:rsidRDefault="00BC0437" w:rsidP="00BC0437">
            <w:pPr>
              <w:rPr>
                <w:rFonts w:eastAsia="Times New Roman"/>
                <w:szCs w:val="22"/>
                <w:lang w:eastAsia="en-US"/>
              </w:rPr>
            </w:pPr>
          </w:p>
        </w:tc>
      </w:tr>
      <w:tr w:rsidR="00BC0437" w:rsidRPr="00BC0437" w:rsidTr="00BC0437">
        <w:tc>
          <w:tcPr>
            <w:tcW w:w="19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Relationship to Contracts</w:t>
            </w:r>
          </w:p>
        </w:tc>
        <w:tc>
          <w:tcPr>
            <w:tcW w:w="512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Nothing in the regulations affects any contractual obligations assumed by the library or archives when it acquired a work for its collections.</w:t>
            </w:r>
          </w:p>
        </w:tc>
        <w:tc>
          <w:tcPr>
            <w:tcW w:w="174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 4(c)</w:t>
            </w:r>
          </w:p>
        </w:tc>
      </w:tr>
      <w:tr w:rsidR="00BC0437" w:rsidRPr="00BC0437" w:rsidTr="00BC0437">
        <w:tc>
          <w:tcPr>
            <w:tcW w:w="19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12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a literary or musical work for purposes of research or private study by an individual is permitted.</w:t>
            </w:r>
          </w:p>
        </w:tc>
        <w:tc>
          <w:tcPr>
            <w:tcW w:w="174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w:t>
            </w:r>
          </w:p>
        </w:tc>
      </w:tr>
      <w:tr w:rsidR="00BC0437" w:rsidRPr="00BC0437" w:rsidTr="00BC0437">
        <w:tc>
          <w:tcPr>
            <w:tcW w:w="19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867"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Act of South Africa, No. 98 (20 June 1978), as amended through Copyright Amendment Act, No. 9 (25 June 2002), available at http://www.wipo.int/wipolex/en/text.jsp?file_id=130429, </w:t>
            </w:r>
          </w:p>
          <w:p w:rsidR="00BC0437" w:rsidRPr="00BC0437" w:rsidRDefault="00BC0437" w:rsidP="00BC0437">
            <w:pPr>
              <w:rPr>
                <w:rFonts w:eastAsia="Times New Roman"/>
                <w:szCs w:val="22"/>
                <w:lang w:eastAsia="en-US"/>
              </w:rPr>
            </w:pPr>
            <w:r w:rsidRPr="00BC0437">
              <w:rPr>
                <w:rFonts w:eastAsia="Times New Roman"/>
                <w:szCs w:val="22"/>
                <w:lang w:eastAsia="en-US"/>
              </w:rPr>
              <w:t>as further amended by the Intellectual Property Laws Amendment Act, No. 28 (10 December 2013), available at http://www.wipo.int/wipolex/en/text.jsp?file_id=315146;</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Copyright Regulations of South Africa (1978), as amended through GN 1375 (1985), available at http://www.wipo.int/wipolex/en/text.jsp?file_id=130435;</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Electronic Communications and Transactions Act of South Africa, No. 25 (31 July 2002), available at http://www.internet.org.za/ect_act.html.</w:t>
            </w:r>
          </w:p>
        </w:tc>
      </w:tr>
      <w:tr w:rsidR="00BC0437" w:rsidRPr="00BC0437" w:rsidTr="00BC0437">
        <w:tc>
          <w:tcPr>
            <w:tcW w:w="19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867"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26 April 2008; rev. 16 May 2015</w:t>
            </w:r>
          </w:p>
        </w:tc>
      </w:tr>
    </w:tbl>
    <w:p w:rsidR="00BC0437" w:rsidRPr="00BC0437" w:rsidRDefault="00BC0437" w:rsidP="00BC0437">
      <w:pPr>
        <w:rPr>
          <w:rFonts w:eastAsia="Times New Roman"/>
          <w:szCs w:val="22"/>
          <w:lang w:eastAsia="en-US"/>
        </w:rPr>
      </w:pPr>
    </w:p>
    <w:bookmarkEnd w:id="1482"/>
    <w:p w:rsidR="00BC0437" w:rsidRPr="00BC0437" w:rsidRDefault="00BC0437" w:rsidP="003F1670">
      <w:pPr>
        <w:pStyle w:val="Heading2"/>
        <w:rPr>
          <w:lang w:eastAsia="en-US"/>
        </w:rPr>
      </w:pPr>
      <w:r w:rsidRPr="00BC0437">
        <w:rPr>
          <w:lang w:eastAsia="en-US"/>
        </w:rPr>
        <w:br w:type="page"/>
      </w:r>
      <w:bookmarkStart w:id="1490" w:name="_Toc199663583"/>
      <w:bookmarkStart w:id="1491" w:name="_Toc207648595"/>
      <w:bookmarkStart w:id="1492" w:name="_Toc207649177"/>
      <w:bookmarkStart w:id="1493" w:name="_Toc207649598"/>
      <w:bookmarkStart w:id="1494" w:name="_Toc207649959"/>
      <w:bookmarkStart w:id="1495" w:name="_Toc207650359"/>
      <w:bookmarkStart w:id="1496" w:name="_Toc208638007"/>
      <w:bookmarkStart w:id="1497" w:name="_Toc421800840"/>
      <w:r w:rsidRPr="00BC0437">
        <w:rPr>
          <w:lang w:eastAsia="en-US"/>
        </w:rPr>
        <w:t>Spain</w:t>
      </w:r>
      <w:bookmarkEnd w:id="1490"/>
      <w:bookmarkEnd w:id="1491"/>
      <w:bookmarkEnd w:id="1492"/>
      <w:bookmarkEnd w:id="1493"/>
      <w:bookmarkEnd w:id="1494"/>
      <w:bookmarkEnd w:id="1495"/>
      <w:bookmarkEnd w:id="1496"/>
      <w:bookmarkEnd w:id="149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98" w:name="_Toc186015920"/>
            <w:bookmarkStart w:id="1499" w:name="spain"/>
            <w:r w:rsidRPr="00BC0437">
              <w:rPr>
                <w:rFonts w:eastAsia="Times New Roman"/>
                <w:b/>
                <w:szCs w:val="22"/>
                <w:lang w:eastAsia="en-US"/>
              </w:rPr>
              <w:t>Research</w:t>
            </w:r>
            <w:bookmarkEnd w:id="149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Museums, libraries, record libraries, film libraries, newspaper libraries,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37(1)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be in public ownership or form part of institutions of cultural or scientific character.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be without gainful intent.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00" w:name="_Toc186015921"/>
            <w:r w:rsidRPr="00BC0437">
              <w:rPr>
                <w:rFonts w:eastAsia="Times New Roman"/>
                <w:b/>
                <w:szCs w:val="22"/>
                <w:lang w:eastAsia="en-US"/>
              </w:rPr>
              <w:t>Preservation</w:t>
            </w:r>
            <w:bookmarkEnd w:id="150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Museums, libraries, record libraries, film libraries, newspaper libraries,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37(1)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be in public ownership or form part of institutions of cultural or scientific character.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be without gainful intent.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01" w:name="_Toc186015922"/>
            <w:r w:rsidRPr="00BC0437">
              <w:rPr>
                <w:rFonts w:eastAsia="Times New Roman"/>
                <w:b/>
                <w:szCs w:val="22"/>
                <w:lang w:eastAsia="en-US"/>
              </w:rPr>
              <w:t>Research (Making Available</w:t>
            </w:r>
            <w:bookmarkEnd w:id="1501"/>
            <w:r w:rsidRPr="00BC0437">
              <w:rPr>
                <w:rFonts w:eastAsia="Times New Roman"/>
                <w:b/>
                <w:szCs w:val="22"/>
                <w:lang w:eastAsia="en-US"/>
              </w:rPr>
              <w:t>)</w:t>
            </w:r>
          </w:p>
        </w:tc>
      </w:tr>
      <w:tr w:rsidR="00BC0437" w:rsidRPr="00BC0437" w:rsidTr="00BC0437">
        <w:trPr>
          <w:trHeight w:val="278"/>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Museums, archives, libraries, newspaper libraries, recording libraries, or film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37(3)</w:t>
            </w:r>
          </w:p>
        </w:tc>
      </w:tr>
      <w:tr w:rsidR="00BC0437" w:rsidRPr="00BC0437" w:rsidTr="00BC0437">
        <w:trPr>
          <w:trHeight w:val="277"/>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Teaching institutions integrated in the Spanish educational system.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be in public ownership or belong to institutions of general cultural, scientific, or educational interest without gainful intent.  (Note:  This requirement does not apply to teaching institutions integrated in the Spanish educational system.)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held in the institution’s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works may not be communicated or made available if they are subject to acquisition terms or license.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by members of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Via a closed and internal network by means of terminals located within the premises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author retains the right to receive a fair compensation.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92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02" w:name="_Toc186015923"/>
            <w:r w:rsidRPr="00BC0437">
              <w:rPr>
                <w:rFonts w:eastAsia="Times New Roman"/>
                <w:b/>
                <w:szCs w:val="22"/>
                <w:lang w:eastAsia="en-US"/>
              </w:rPr>
              <w:t>Anti-Circumvention of Technological Protection Measures</w:t>
            </w:r>
            <w:bookmarkEnd w:id="1502"/>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160(1)</w:t>
            </w:r>
          </w:p>
        </w:tc>
      </w:tr>
      <w:tr w:rsidR="00BC0437" w:rsidRPr="00BC0437" w:rsidTr="00BC0437">
        <w:trPr>
          <w:trHeight w:val="111"/>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dealing, advertising, or possessing with commercial intent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Offering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or restrict acts that take place without the authorization of the rightsholder; it includes access control and protection measures.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160(3)</w:t>
            </w:r>
          </w:p>
        </w:tc>
      </w:tr>
      <w:tr w:rsidR="00BC0437" w:rsidRPr="00BC0437" w:rsidTr="00BC0437">
        <w:trPr>
          <w:trHeight w:val="55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Rightsholders using technological safeguards must give the beneficiaries of limitations (including the personal copying and library provisions) the appropriate means to enjoy the works.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161</w:t>
            </w:r>
          </w:p>
        </w:tc>
      </w:tr>
      <w:tr w:rsidR="00BC0437" w:rsidRPr="00BC0437" w:rsidTr="00BC0437">
        <w:trPr>
          <w:trHeight w:val="278"/>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users must have legal access to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vMerge/>
            <w:shd w:val="clear" w:color="auto" w:fill="auto"/>
          </w:tcPr>
          <w:p w:rsidR="00BC0437" w:rsidRPr="00BC0437" w:rsidRDefault="00BC0437" w:rsidP="00BC0437">
            <w:pPr>
              <w:rPr>
                <w:rFonts w:eastAsia="Times New Roman"/>
                <w:szCs w:val="22"/>
                <w:lang w:eastAsia="en-US"/>
              </w:rPr>
            </w:pP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 does not require rightsholders to cease limiting the number of private copies that users can make.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vMerge/>
            <w:shd w:val="clear" w:color="auto" w:fill="auto"/>
          </w:tcPr>
          <w:p w:rsidR="00BC0437" w:rsidRPr="00BC0437" w:rsidRDefault="00BC0437" w:rsidP="00BC0437">
            <w:pPr>
              <w:rPr>
                <w:rFonts w:eastAsia="Times New Roman"/>
                <w:szCs w:val="22"/>
                <w:lang w:eastAsia="en-US"/>
              </w:rPr>
            </w:pP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 does not apply to on-demand contracts.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8"/>
        <w:gridCol w:w="534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503" w:name="_Toc186015924"/>
            <w:r w:rsidRPr="00BC0437">
              <w:rPr>
                <w:rFonts w:eastAsia="Times New Roman"/>
                <w:b/>
                <w:szCs w:val="22"/>
                <w:lang w:eastAsia="en-US"/>
              </w:rPr>
              <w:t>Miscellaneous</w:t>
            </w:r>
            <w:bookmarkEnd w:id="1503"/>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other qualifying institutions may lend works, subject to remuneration.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37(2)</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disclosed works is permitted when done by physical persons for private use on the basis of works which have been lawfully accessed, provided that the copying is not used for collective or gainful purposes.  Databases and computer programs are excluded.  Remuneration is required.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31(2)</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Implements the European Union directive on orphan works, 2012/28/EC.</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37bis</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incorporation of the work in a medium that enables it to be communicated and copies of all or part of it to be made.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4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Law of Intellectual Property of Spain, Royal Legislative Decree No. 1 (12 April 1996), as amended through Law No. 2 (4 March 2011), available at http://www.wipo.int/wipolex/en/text.jsp?file_id=244508, </w:t>
            </w:r>
          </w:p>
          <w:p w:rsidR="00BC0437" w:rsidRPr="00BC0437" w:rsidRDefault="00BC0437" w:rsidP="00BC0437">
            <w:pPr>
              <w:rPr>
                <w:rFonts w:eastAsia="Times New Roman"/>
                <w:szCs w:val="22"/>
                <w:lang w:eastAsia="en-US"/>
              </w:rPr>
            </w:pPr>
            <w:r w:rsidRPr="00BC0437">
              <w:rPr>
                <w:rFonts w:eastAsia="Times New Roman"/>
                <w:szCs w:val="22"/>
                <w:lang w:eastAsia="en-US"/>
              </w:rPr>
              <w:t>as further amended by Law No. 21 (4 November 2014), available at http://www.wipo.int/wipolex/en/text.jsp?file_id=350838.</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4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10 December 2007; rev. 16 May 2015</w:t>
            </w:r>
          </w:p>
        </w:tc>
      </w:tr>
      <w:bookmarkEnd w:id="1499"/>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504" w:name="_Toc421800841"/>
      <w:bookmarkStart w:id="1505" w:name="_Toc199663584"/>
      <w:bookmarkStart w:id="1506" w:name="_Toc207648596"/>
      <w:bookmarkStart w:id="1507" w:name="_Toc207649178"/>
      <w:bookmarkStart w:id="1508" w:name="_Toc207649599"/>
      <w:bookmarkStart w:id="1509" w:name="_Toc207649960"/>
      <w:bookmarkStart w:id="1510" w:name="_Toc207650360"/>
      <w:bookmarkStart w:id="1511" w:name="_Toc208638008"/>
      <w:r w:rsidRPr="00BC0437">
        <w:rPr>
          <w:lang w:eastAsia="en-US"/>
        </w:rPr>
        <w:t>Sri Lanka</w:t>
      </w:r>
      <w:bookmarkEnd w:id="150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510"/>
        <w:gridCol w:w="1278"/>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Study or Private Research</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library or archives.</w:t>
            </w:r>
          </w:p>
        </w:tc>
        <w:tc>
          <w:tcPr>
            <w:tcW w:w="127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12(5)(a)</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Whose activities do not serve any direct or indirect commercial gain.</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published article or other short work or short extract of a work.</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Isolated occurrence, or if repeated only on separate and unrelated occasions.</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authorization of the owner of copyright.</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Study, scholarship, or private research.</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To satisfy the request of a physical person.</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archives is satisfied that the copy will be used solely for the allowed purpose.</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“Reproduction” is defined below.</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278"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510"/>
        <w:gridCol w:w="1278"/>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library or archive.</w:t>
            </w:r>
          </w:p>
        </w:tc>
        <w:tc>
          <w:tcPr>
            <w:tcW w:w="127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12(5)(b)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Whose activities do not serve any direct or indirect commercial gain.</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Isolated occurrence, or if repeated only on separate and unrelated occasions.</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authorization of the owner of copyright.</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It is not possible to obtain such a copy under reasonable conditions.</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a copy and if necessary replace a copy.</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872"/>
        </w:trPr>
        <w:tc>
          <w:tcPr>
            <w:tcW w:w="2628" w:type="dxa"/>
            <w:vMerge/>
          </w:tcPr>
          <w:p w:rsidR="00BC0437" w:rsidRPr="00BC0437" w:rsidRDefault="00BC0437" w:rsidP="00BC0437">
            <w:pPr>
              <w:rPr>
                <w:rFonts w:eastAsia="Times New Roman"/>
                <w:szCs w:val="22"/>
                <w:lang w:eastAsia="en-US"/>
              </w:rPr>
            </w:pP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destroyed, or rendered unusable in the permanent collection of another similar library or archives.</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“Reproduction” is defined below.</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278"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23</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Prohibits manufacture or import of devices to circumvent protections on reproduction of works or on incepting broadcasts.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work or sound recording in any material form, including any permanent or temporary storage of a work or sound recording in electronic form.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Use</w:t>
            </w:r>
          </w:p>
        </w:tc>
        <w:tc>
          <w:tcPr>
            <w:tcW w:w="5198"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The fair use of a work, including such use by reproduction in copies or by any other means specified by [Section 9(1) on rights of owners], for purposes such as criticism, comment, news reporting, teaching (including multiple copies for classroom use), scholarship or research, shall not be an infringement of copyright.  The following factors shall be considered in determining whether the use made of a work in any particular case is fair use: the purpose of the use; the nature of the copyrighted work; the amount of the work uses; and the effect of the use on the market for or value of the work.</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11(1) &amp;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Relation of Fair Use to Other Exceptions</w:t>
            </w:r>
          </w:p>
        </w:tc>
        <w:tc>
          <w:tcPr>
            <w:tcW w:w="5198"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“The acts of fair use shall include the circumstances specified in section 12.”  Section 12 is a list of specific exceptions, including the library exceptions.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a lawfully published work used exclusively for personal and private use is permitted.</w:t>
            </w:r>
          </w:p>
        </w:tc>
        <w:tc>
          <w:tcPr>
            <w:tcW w:w="1030" w:type="dxa"/>
            <w:shd w:val="clear" w:color="auto" w:fill="auto"/>
          </w:tcPr>
          <w:p w:rsidR="00BC0437" w:rsidRPr="00BC0437" w:rsidRDefault="00BC0437" w:rsidP="00BC0437">
            <w:pPr>
              <w:rPr>
                <w:rFonts w:eastAsia="Times New Roman"/>
                <w:strike/>
                <w:szCs w:val="22"/>
                <w:lang w:eastAsia="en-US"/>
              </w:rPr>
            </w:pPr>
            <w:r w:rsidRPr="00BC0437">
              <w:rPr>
                <w:rFonts w:eastAsia="Times New Roman"/>
                <w:szCs w:val="22"/>
                <w:lang w:eastAsia="en-US"/>
              </w:rPr>
              <w:t>§ 12(1)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Intellectual Property Act of Sri Lanka, No. 36 (12 November 2003), available at http://www.wipo.int/wipolex/en/text.jsp?file_id=184465.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27 August 2014; rev. 16 May 2015</w:t>
            </w:r>
          </w:p>
        </w:tc>
      </w:tr>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512" w:name="_Toc199663585"/>
      <w:bookmarkStart w:id="1513" w:name="_Toc207648597"/>
      <w:bookmarkStart w:id="1514" w:name="_Toc207649179"/>
      <w:bookmarkStart w:id="1515" w:name="_Toc207649600"/>
      <w:bookmarkStart w:id="1516" w:name="_Toc207649961"/>
      <w:bookmarkStart w:id="1517" w:name="_Toc207650361"/>
      <w:bookmarkStart w:id="1518" w:name="_Toc208638009"/>
      <w:bookmarkStart w:id="1519" w:name="_Toc421800842"/>
      <w:bookmarkEnd w:id="1505"/>
      <w:bookmarkEnd w:id="1506"/>
      <w:bookmarkEnd w:id="1507"/>
      <w:bookmarkEnd w:id="1508"/>
      <w:bookmarkEnd w:id="1509"/>
      <w:bookmarkEnd w:id="1510"/>
      <w:bookmarkEnd w:id="1511"/>
      <w:r w:rsidRPr="00BC0437">
        <w:rPr>
          <w:lang w:eastAsia="en-US"/>
        </w:rPr>
        <w:t>Sudan</w:t>
      </w:r>
      <w:bookmarkEnd w:id="1512"/>
      <w:bookmarkEnd w:id="1513"/>
      <w:bookmarkEnd w:id="1514"/>
      <w:bookmarkEnd w:id="1515"/>
      <w:bookmarkEnd w:id="1516"/>
      <w:bookmarkEnd w:id="1517"/>
      <w:bookmarkEnd w:id="1518"/>
      <w:bookmarkEnd w:id="151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520" w:name="sudan"/>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or Replacement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library or archiving service.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31(2)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Protected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6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of which is in the possession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May make two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in possession might be out of stock or is impossible to obtain at a reasonable price.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9"/>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copy of work that meets the condition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in possession might be lost or damaged or about to be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The statute refers to “copy or photocopy.”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Application of the exception is without prejudice to moral rights.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(Unpublished Works)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library or archiving service.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31(1)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Protected unpublished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6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of which is in the possession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May make two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9"/>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keep the original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The statute refers to “copy or photocopy.”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Application of the exception is without prejudice to moral rights.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Yes.  </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62</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Violation of the copyright law by a person who deceives, revokes, or delays any of the effective technological arrangements (Section 62(1)(f)).</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Violation can be by making, importing, selling, or offering for sale or rental of devices (Section 62(1)(g)).</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  Definition of “effective technological arrangements” that control the extracting or copying not authorized by the rightsholder (Section 62(2)(b)).</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521" w:name="_Toc186015930"/>
            <w:r w:rsidRPr="00BC0437">
              <w:rPr>
                <w:rFonts w:eastAsia="Times New Roman"/>
                <w:b/>
                <w:szCs w:val="22"/>
                <w:lang w:eastAsia="en-US"/>
              </w:rPr>
              <w:t>Miscellaneous</w:t>
            </w:r>
            <w:bookmarkEnd w:id="152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means making one or more duplicate copies of the work, or part of it, by any form or method, including printing, photographing, recording on tapes, disks, compact disk, or computer memory.</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 or copy of short pieces of published works for education.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License for Copying or Translation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Provides for the ability of any person to apply to the government for a compulsory license for copying or translating works in accordance with regulations consistent with the Berne Appendix.</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Neighboring Rights (Protection) Act of Sudan (2013).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27 May 2015</w:t>
            </w:r>
          </w:p>
        </w:tc>
      </w:tr>
      <w:bookmarkEnd w:id="1520"/>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522" w:name="_Toc421800843"/>
      <w:r w:rsidRPr="00BC0437">
        <w:rPr>
          <w:lang w:eastAsia="en-US"/>
        </w:rPr>
        <w:t>Suriname</w:t>
      </w:r>
      <w:bookmarkEnd w:id="152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Suriname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short quotations from newspaper or magazine articles.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15(a)</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or Scientific Purposes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educational or scientific purposes or in the context of a notice of assessment or a polemic or scientific treatise.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Copies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literary, scientific or artistic works for private practice, study, or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17</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Suriname, G.B. 1913 No. 15 (22 March 1913), as amended through S.B. 1981 No. 23 (1981), consolidated 2005, available at http://www.wipo.int/wipolex/en/text.jsp?file_id=209837.</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25 April 2014; rev. 16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523" w:name="_Toc199663586"/>
      <w:bookmarkStart w:id="1524" w:name="_Toc207648598"/>
      <w:bookmarkStart w:id="1525" w:name="_Toc207649180"/>
      <w:bookmarkStart w:id="1526" w:name="_Toc207649601"/>
      <w:bookmarkStart w:id="1527" w:name="_Toc207649962"/>
      <w:bookmarkStart w:id="1528" w:name="_Toc207650362"/>
      <w:bookmarkStart w:id="1529" w:name="_Toc208638010"/>
      <w:bookmarkStart w:id="1530" w:name="_Toc421800844"/>
      <w:r w:rsidRPr="00BC0437">
        <w:rPr>
          <w:lang w:eastAsia="en-US"/>
        </w:rPr>
        <w:t>Swaziland</w:t>
      </w:r>
      <w:bookmarkEnd w:id="1523"/>
      <w:bookmarkEnd w:id="1524"/>
      <w:bookmarkEnd w:id="1525"/>
      <w:bookmarkEnd w:id="1526"/>
      <w:bookmarkEnd w:id="1527"/>
      <w:bookmarkEnd w:id="1528"/>
      <w:bookmarkEnd w:id="1529"/>
      <w:bookmarkEnd w:id="153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531" w:name="_Toc186015931"/>
            <w:bookmarkStart w:id="1532" w:name="swaziland"/>
            <w:r w:rsidRPr="00BC0437">
              <w:rPr>
                <w:rFonts w:eastAsia="Times New Roman"/>
                <w:b/>
                <w:szCs w:val="22"/>
                <w:lang w:eastAsia="en-US"/>
              </w:rPr>
              <w:t>Library Provisions (none)</w:t>
            </w:r>
            <w:bookmarkEnd w:id="153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Swaziland’s Copyright Act does not contain any explicit provisions for libraries.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533" w:name="_Toc186015932"/>
            <w:r w:rsidRPr="00BC0437">
              <w:rPr>
                <w:rFonts w:eastAsia="Times New Roman"/>
                <w:b/>
                <w:szCs w:val="22"/>
                <w:lang w:eastAsia="en-US"/>
              </w:rPr>
              <w:t>Anti-Circumvention of Technological Protection Measures</w:t>
            </w:r>
            <w:bookmarkEnd w:id="153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1534" w:name="_Toc186015933"/>
            <w:r w:rsidRPr="00BC0437">
              <w:rPr>
                <w:rFonts w:eastAsia="Times New Roman"/>
                <w:b/>
                <w:szCs w:val="22"/>
                <w:lang w:eastAsia="en-US"/>
              </w:rPr>
              <w:t>Miscellaneous</w:t>
            </w:r>
            <w:bookmarkEnd w:id="153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Study and Research</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fair dealing with any work for the purposes of private study, research, criticism, review, or newspaper summary is permitted.</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w:t>
            </w:r>
          </w:p>
          <w:p w:rsidR="00BC0437" w:rsidRPr="00BC0437" w:rsidRDefault="00BC0437" w:rsidP="00BC0437">
            <w:pPr>
              <w:rPr>
                <w:rFonts w:eastAsia="Times New Roman"/>
                <w:szCs w:val="22"/>
                <w:lang w:eastAsia="en-US"/>
              </w:rPr>
            </w:pPr>
            <w:r w:rsidRPr="00BC0437">
              <w:rPr>
                <w:rFonts w:eastAsia="Times New Roman"/>
                <w:szCs w:val="22"/>
                <w:lang w:eastAsia="en-US"/>
              </w:rPr>
              <w:t>(1)(a)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Swaziland (1 July 1912), available at http://www.wipo.int/wipolex/en/text.jsp?file_id=139455.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16 May 2015</w:t>
            </w:r>
          </w:p>
        </w:tc>
      </w:tr>
      <w:bookmarkEnd w:id="1532"/>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535" w:name="_Toc421800845"/>
      <w:bookmarkStart w:id="1536" w:name="_Toc199663587"/>
      <w:bookmarkStart w:id="1537" w:name="_Toc207648599"/>
      <w:bookmarkStart w:id="1538" w:name="_Toc207649181"/>
      <w:bookmarkStart w:id="1539" w:name="_Toc207649602"/>
      <w:bookmarkStart w:id="1540" w:name="_Toc207649963"/>
      <w:bookmarkStart w:id="1541" w:name="_Toc207650363"/>
      <w:bookmarkStart w:id="1542" w:name="_Toc208638011"/>
      <w:r w:rsidRPr="00BC0437">
        <w:rPr>
          <w:lang w:eastAsia="en-US"/>
        </w:rPr>
        <w:t>Sweden</w:t>
      </w:r>
      <w:bookmarkEnd w:id="153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When a work is used publicly pursuant to an exception, the source shall be stated to the extent and in the manner required by proper usage.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11(2)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Alteration of the Work</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When a work is used publicly pursuant to an exception, the work may not be altered more than necessary for the use.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69"/>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w:t>
            </w:r>
          </w:p>
        </w:tc>
      </w:tr>
      <w:tr w:rsidR="00BC0437" w:rsidRPr="00BC0437" w:rsidTr="00BC0437">
        <w:trPr>
          <w:trHeight w:val="6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Scientific and research libraries that are operated by public authorities.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Governmental and municipal archival authorities.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National Archive for Recorded Sound and Moving Images.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Certain other archives and libraries designated by the Government.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“copy” is not defined.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Completion</w:t>
            </w:r>
          </w:p>
        </w:tc>
      </w:tr>
      <w:tr w:rsidR="00BC0437" w:rsidRPr="00BC0437" w:rsidTr="00BC0437">
        <w:trPr>
          <w:trHeight w:val="54"/>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 Reg. 1993: 1212,   § 2</w:t>
            </w:r>
          </w:p>
        </w:tc>
      </w:tr>
      <w:tr w:rsidR="00BC0437" w:rsidRPr="00BC0437" w:rsidTr="00BC0437">
        <w:trPr>
          <w:trHeight w:val="5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Scientific and research libraries that are operated by public authorities.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Governmental and municipal archival authorities.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National Archive for Recorded Sound and Moving Images.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Certain other archives and libraries designated by the Government.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where the incomplete work has been published in parts and the missing part cannot be acquired in the market.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completion of incomplete works in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3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1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work may also be copied if the work cannot be acquired on the market and the reproduction takes place at an archive or in a library which is entitled to receive statutory deposit copies of the actual type of productions.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0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exception for completion also applies to protected performances, sound recordings, broadcasts, and databases.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54"/>
        </w:trPr>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w:t>
            </w:r>
          </w:p>
        </w:tc>
      </w:tr>
      <w:tr w:rsidR="00BC0437" w:rsidRPr="00BC0437" w:rsidTr="00BC0437">
        <w:trPr>
          <w:trHeight w:val="99"/>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w:t>
            </w: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Scientific and research libraries that are operated by public authorities.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Governmental and municipal archival authorities.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National Archive for Recorded Sound and Moving Images.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Certain other archives and libraries designated by the Government.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Copying for Users</w:t>
            </w:r>
          </w:p>
        </w:tc>
      </w:tr>
      <w:tr w:rsidR="00BC0437" w:rsidRPr="00BC0437" w:rsidTr="00BC0437">
        <w:trPr>
          <w:trHeight w:val="4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 Art. 42d</w:t>
            </w:r>
          </w:p>
        </w:tc>
      </w:tr>
      <w:tr w:rsidR="00BC0437" w:rsidRPr="00BC0437" w:rsidTr="00BC0437">
        <w:trPr>
          <w:trHeight w:val="4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Scientific and research libraries that are operated by public authorities.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Governmental and municipal archival authorities.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National Archive for Recorded Sound and Moving Images (services of this agency are now the responsibility of The Royal Library of Sweden).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Certain other archives and libraries designated by the Government.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articles or short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Material which for security reasons must not be given away in original form.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satisfy requests from borrowers.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use in reading devices.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“copy” is not defined.  Copies made on paper may be distributed to library borrowers; by implication a library may send a digital copy to another library, which in turn may distribute paper copies to library borrowers.  Copies made for reading devices are not limited to paper media, and by implication may be allowed to be distributed to users in digital formats.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Default="00BC0437" w:rsidP="00BC0437">
      <w:pPr>
        <w:rPr>
          <w:rFonts w:eastAsia="Times New Roman"/>
          <w:szCs w:val="22"/>
          <w:lang w:eastAsia="en-US"/>
        </w:rPr>
      </w:pPr>
    </w:p>
    <w:p w:rsidR="00385450" w:rsidRPr="00BC0437" w:rsidRDefault="00385450"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within Section 16.</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contained in the collection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make the works available to individual users.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Via technical devices on the premises of the institution for individual users.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tabs>
          <w:tab w:val="left" w:pos="780"/>
        </w:tabs>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is prohibited.  However, the prohibition does not apply when someone, who in a lawful way has access to a copy of a work protected by copyright, circumvents a technological measure in order to be able to watch or listen to the work.</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52d</w:t>
            </w: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transferring, distributing by sale or rental, or possessing for commercial purposes a circumvention device is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52e</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available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technological measures that are designed to prevent or restrict the reproduction or the making available to the public of a copyright-protected work without the consent of the author.</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52b</w:t>
            </w:r>
          </w:p>
        </w:tc>
      </w:tr>
      <w:tr w:rsidR="00BC0437" w:rsidRPr="00BC0437" w:rsidTr="00BC0437">
        <w:trPr>
          <w:trHeight w:val="124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Anyone who, pursuant to the library provisions (and other specified provisions), is entitled to exploit a work protected by copyright shall be entitled to make use of a copy of a work that he lawfully has access to, notwithstanding the fact that the copy is protected by a technological measure.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52f</w:t>
            </w:r>
          </w:p>
        </w:tc>
      </w:tr>
      <w:tr w:rsidR="00BC0437" w:rsidRPr="00BC0437" w:rsidTr="00BC0437">
        <w:trPr>
          <w:trHeight w:val="350"/>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exemption does not apply to works that have been made available to the public in accordance with agreed contractual stipulations in a way that makes it possible for members of the public to get access to the work by means of a communication from a place and a time that they themselves have chosen.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24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technological measure prevents a use in the exemption cited above, a Court may, at the request by a user entitled to that use, order, upon penalty of a fine, the author (or his successor in title) to make it possible for the user to exploit the work in the way prescribed in the provision referred to.</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6"/>
        <w:gridCol w:w="5190"/>
        <w:gridCol w:w="1242"/>
      </w:tblGrid>
      <w:tr w:rsidR="00BC0437" w:rsidRPr="00BC0437" w:rsidTr="00BC0437">
        <w:tc>
          <w:tcPr>
            <w:tcW w:w="90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rPr>
          <w:trHeight w:val="278"/>
        </w:trPr>
        <w:tc>
          <w:tcPr>
            <w:tcW w:w="25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Collective License</w:t>
            </w:r>
          </w:p>
        </w:tc>
        <w:tc>
          <w:tcPr>
            <w:tcW w:w="51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collective license applies, and if the author has not made a prohibition against such use, the libraries and archives within Article 16 are entitled to make copies of works that are from their own collections and that already have been made public, and make the copies available to the public.</w:t>
            </w:r>
          </w:p>
        </w:tc>
        <w:tc>
          <w:tcPr>
            <w:tcW w:w="124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42d</w:t>
            </w:r>
          </w:p>
        </w:tc>
      </w:tr>
      <w:tr w:rsidR="00BC0437" w:rsidRPr="00BC0437" w:rsidTr="00BC0437">
        <w:trPr>
          <w:trHeight w:val="278"/>
        </w:trPr>
        <w:tc>
          <w:tcPr>
            <w:tcW w:w="25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1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are specifically authorized to make copies of works under detailed conditions to serve the needs of persons with disabilities.  Libraries making copies under such provision to give to users may be required to pay remuneration to rightsholders.</w:t>
            </w:r>
          </w:p>
        </w:tc>
        <w:tc>
          <w:tcPr>
            <w:tcW w:w="124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w:t>
            </w:r>
          </w:p>
        </w:tc>
      </w:tr>
      <w:tr w:rsidR="00BC0437" w:rsidRPr="00BC0437" w:rsidTr="00BC0437">
        <w:trPr>
          <w:trHeight w:val="278"/>
        </w:trPr>
        <w:tc>
          <w:tcPr>
            <w:tcW w:w="25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1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Anyone (which presumably includes libraries) may make copies of many types of works for private use only.</w:t>
            </w:r>
          </w:p>
        </w:tc>
        <w:tc>
          <w:tcPr>
            <w:tcW w:w="124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w:t>
            </w:r>
          </w:p>
        </w:tc>
      </w:tr>
      <w:tr w:rsidR="00BC0437" w:rsidRPr="00BC0437" w:rsidTr="00BC0437">
        <w:trPr>
          <w:trHeight w:val="278"/>
        </w:trPr>
        <w:tc>
          <w:tcPr>
            <w:tcW w:w="25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1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Implements the European Union directive on orphan works, 2012/28/EC.  </w:t>
            </w:r>
          </w:p>
        </w:tc>
        <w:tc>
          <w:tcPr>
            <w:tcW w:w="124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16a to 16d</w:t>
            </w:r>
          </w:p>
        </w:tc>
      </w:tr>
      <w:tr w:rsidR="00BC0437" w:rsidRPr="00BC0437" w:rsidTr="00BC0437">
        <w:trPr>
          <w:trHeight w:val="277"/>
        </w:trPr>
        <w:tc>
          <w:tcPr>
            <w:tcW w:w="25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43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Act on Copyright in Literary and Artistic Works of Sweden, SFS 1960:729 (30 December 1960), as amended through No. 884 (29 October 2014), available at http://www.government.se/content/1/c6/25/22/04/a0eb1ba8.pdf; </w:t>
            </w: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Copyright Regulation of Sweden, Act 1993:1212 (25 November 1993), as amended through Act 2005:362 (26 May 2005), available at http://www.government.se/content/1/c6/06/27/66/602a03ce.pdf.</w:t>
            </w:r>
          </w:p>
        </w:tc>
      </w:tr>
      <w:tr w:rsidR="00BC0437" w:rsidRPr="00BC0437" w:rsidTr="00BC0437">
        <w:tc>
          <w:tcPr>
            <w:tcW w:w="25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43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21 October 2014; rev. 16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bookmarkEnd w:id="1536"/>
    <w:bookmarkEnd w:id="1537"/>
    <w:bookmarkEnd w:id="1538"/>
    <w:bookmarkEnd w:id="1539"/>
    <w:bookmarkEnd w:id="1540"/>
    <w:bookmarkEnd w:id="1541"/>
    <w:bookmarkEnd w:id="1542"/>
    <w:p w:rsidR="00BC0437" w:rsidRPr="00BC0437" w:rsidRDefault="00BC0437" w:rsidP="003F1670">
      <w:pPr>
        <w:pStyle w:val="Heading2"/>
        <w:rPr>
          <w:lang w:eastAsia="en-US"/>
        </w:rPr>
      </w:pPr>
      <w:r w:rsidRPr="00BC0437">
        <w:rPr>
          <w:lang w:eastAsia="en-US"/>
        </w:rPr>
        <w:br w:type="page"/>
      </w:r>
      <w:bookmarkStart w:id="1543" w:name="_Toc421800846"/>
      <w:r w:rsidRPr="00BC0437">
        <w:rPr>
          <w:lang w:eastAsia="en-US"/>
        </w:rPr>
        <w:t>Switzerland</w:t>
      </w:r>
      <w:bookmarkEnd w:id="154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educational institutions, museums, and archives accessible to the public.</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24(1bis)</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secure and preserve the collections.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Not made for financial or commercial gain.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39</w:t>
            </w:r>
            <w:r w:rsidRPr="00BC0437">
              <w:rPr>
                <w:rFonts w:eastAsia="Times New Roman"/>
                <w:i/>
                <w:szCs w:val="22"/>
                <w:lang w:eastAsia="en-US"/>
              </w:rPr>
              <w:t>a</w:t>
            </w:r>
            <w:r w:rsidRPr="00BC0437">
              <w:rPr>
                <w:rFonts w:eastAsia="Times New Roman"/>
                <w:szCs w:val="22"/>
                <w:lang w:eastAsia="en-US"/>
              </w:rPr>
              <w:t>(1)</w:t>
            </w: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offering, transferring or otherwise distributing, renting, giving for use, and advertising or possessing for commercial purposes circumvention devices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39</w:t>
            </w:r>
            <w:r w:rsidRPr="00BC0437">
              <w:rPr>
                <w:rFonts w:eastAsia="Times New Roman"/>
                <w:i/>
                <w:szCs w:val="22"/>
                <w:lang w:eastAsia="en-US"/>
              </w:rPr>
              <w:t>a</w:t>
            </w:r>
            <w:r w:rsidRPr="00BC0437">
              <w:rPr>
                <w:rFonts w:eastAsia="Times New Roman"/>
                <w:szCs w:val="22"/>
                <w:lang w:eastAsia="en-US"/>
              </w:rPr>
              <w:t>(3)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Trafficking in circumvention services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39</w:t>
            </w:r>
            <w:r w:rsidRPr="00BC0437">
              <w:rPr>
                <w:rFonts w:eastAsia="Times New Roman"/>
                <w:i/>
                <w:szCs w:val="22"/>
                <w:lang w:eastAsia="en-US"/>
              </w:rPr>
              <w:t>a</w:t>
            </w:r>
            <w:r w:rsidRPr="00BC0437">
              <w:rPr>
                <w:rFonts w:eastAsia="Times New Roman"/>
                <w:szCs w:val="22"/>
                <w:lang w:eastAsia="en-US"/>
              </w:rPr>
              <w:t>(3)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or protect a right of the copyright owner.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39</w:t>
            </w:r>
            <w:r w:rsidRPr="00BC0437">
              <w:rPr>
                <w:rFonts w:eastAsia="Times New Roman"/>
                <w:i/>
                <w:szCs w:val="22"/>
                <w:lang w:eastAsia="en-US"/>
              </w:rPr>
              <w:t>a</w:t>
            </w:r>
            <w:r w:rsidRPr="00BC0437">
              <w:rPr>
                <w:rFonts w:eastAsia="Times New Roman"/>
                <w:szCs w:val="22"/>
                <w:lang w:eastAsia="en-US"/>
              </w:rPr>
              <w:t>(2)</w:t>
            </w:r>
          </w:p>
        </w:tc>
      </w:tr>
      <w:tr w:rsidR="00BC0437" w:rsidRPr="00BC0437" w:rsidTr="00BC0437">
        <w:trPr>
          <w:trHeight w:val="353"/>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  The ban on circumvention may not be enforced against those persons who undertake circumvention exclusively for legally permitted uses.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39</w:t>
            </w:r>
            <w:r w:rsidRPr="00BC0437">
              <w:rPr>
                <w:rFonts w:eastAsia="Times New Roman"/>
                <w:i/>
                <w:szCs w:val="22"/>
                <w:lang w:eastAsia="en-US"/>
              </w:rPr>
              <w:t>a</w:t>
            </w:r>
            <w:r w:rsidRPr="00BC0437">
              <w:rPr>
                <w:rFonts w:eastAsia="Times New Roman"/>
                <w:szCs w:val="22"/>
                <w:lang w:eastAsia="en-US"/>
              </w:rPr>
              <w:t>(4)</w:t>
            </w: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Federal Council may establish a monitoring office regarding technological protections and require that the office take measures required by the public interest in the copyright exceptions and limitations.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39</w:t>
            </w:r>
            <w:r w:rsidRPr="00BC0437">
              <w:rPr>
                <w:rFonts w:eastAsia="Times New Roman"/>
                <w:i/>
                <w:szCs w:val="22"/>
                <w:lang w:eastAsia="en-US"/>
              </w:rPr>
              <w:t>b</w:t>
            </w:r>
            <w:r w:rsidRPr="00BC0437">
              <w:rPr>
                <w:rFonts w:eastAsia="Times New Roman"/>
                <w:szCs w:val="22"/>
                <w:lang w:eastAsia="en-US"/>
              </w:rPr>
              <w:t>(2)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Exhaustion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Where the author has transferred the rights to a copy of a work or has consented to such a transfer, these rights may subsequently be further transferred or otherwise distributed.</w:t>
            </w:r>
          </w:p>
        </w:tc>
        <w:tc>
          <w:tcPr>
            <w:tcW w:w="1030" w:type="dxa"/>
          </w:tcPr>
          <w:p w:rsidR="00BC0437" w:rsidRPr="00BC0437" w:rsidRDefault="00BC0437" w:rsidP="00BC0437">
            <w:pPr>
              <w:rPr>
                <w:rFonts w:eastAsia="Times New Roman"/>
                <w:szCs w:val="22"/>
                <w:vertAlign w:val="superscript"/>
                <w:lang w:eastAsia="en-US"/>
              </w:rPr>
            </w:pPr>
            <w:r w:rsidRPr="00BC0437">
              <w:rPr>
                <w:rFonts w:eastAsia="Times New Roman"/>
                <w:szCs w:val="22"/>
                <w:lang w:eastAsia="en-US"/>
              </w:rPr>
              <w:t>Art. 12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Use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published works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19(1)(a)</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Purposes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May make any use of published works by a teacher and his class for educational purposes.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19(1)(b)</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Internal Information or Documentation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internal information or documentation.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19(1)(c)</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Equipment on Premises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Persons who are allowed to make copies for private use (evidently uses in Art. 19) may have them made by third parties.  Libraries, other public institutions, and businesses that make copying apparatuses available to their users are deemed to be third parties.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19(2)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of orphan works, applying only to phonograms or audiovisual fixations.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22</w:t>
            </w:r>
            <w:r w:rsidRPr="00BC0437">
              <w:rPr>
                <w:rFonts w:eastAsia="Times New Roman"/>
                <w:i/>
                <w:szCs w:val="22"/>
                <w:lang w:eastAsia="en-US"/>
              </w:rPr>
              <w:t>b</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Archive Copies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One copy of a work may be made to ensure its preservation.  The original or the copy must be stored in an archive not accessible to the general public and be marked as the archive copy.  </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24(1)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Archive Copies of Computer Programs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Any person entitled to use a computer program may make one backup copy, and this right may not be waived by contract.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24(2)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Use by People with Disabilities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works for use by people with disabilities.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24</w:t>
            </w:r>
            <w:r w:rsidRPr="00BC0437">
              <w:rPr>
                <w:rFonts w:eastAsia="Times New Roman"/>
                <w:i/>
                <w:szCs w:val="22"/>
                <w:lang w:eastAsia="en-US"/>
              </w:rPr>
              <w:t>c</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quote published works if the quotation serves as an explanation, a reference or an illustration.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25</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Museum, Exhibition and Auction Catalogues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works forming part of a collection accessible to the public in a catalogue issued by the administrators of the collection.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Federal Act on Copyright and Related Rights of Switzerland (9 October 1992), as amended through No. 1 (5 October 2007), consolidated 1 January 2011, available at http://www.wipo.int/wipolex/en/text.jsp?file_id=302621.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27 April 2014; rev. 16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544" w:name="_Toc199663589"/>
      <w:bookmarkStart w:id="1545" w:name="_Toc207648601"/>
      <w:bookmarkStart w:id="1546" w:name="_Toc207649183"/>
      <w:bookmarkStart w:id="1547" w:name="_Toc207649604"/>
      <w:bookmarkStart w:id="1548" w:name="_Toc207649965"/>
      <w:bookmarkStart w:id="1549" w:name="_Toc207650365"/>
      <w:bookmarkStart w:id="1550" w:name="_Toc208638013"/>
      <w:bookmarkStart w:id="1551" w:name="_Toc421800847"/>
      <w:r w:rsidRPr="00BC0437">
        <w:rPr>
          <w:lang w:eastAsia="en-US"/>
        </w:rPr>
        <w:t>Syria</w:t>
      </w:r>
      <w:bookmarkEnd w:id="1544"/>
      <w:bookmarkEnd w:id="1545"/>
      <w:bookmarkEnd w:id="1546"/>
      <w:bookmarkEnd w:id="1547"/>
      <w:bookmarkEnd w:id="1548"/>
      <w:bookmarkEnd w:id="1549"/>
      <w:bookmarkEnd w:id="1550"/>
      <w:r w:rsidRPr="00BC0437">
        <w:rPr>
          <w:lang w:eastAsia="en-US"/>
        </w:rPr>
        <w:t>n Arab Republic</w:t>
      </w:r>
      <w:bookmarkEnd w:id="155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37</w:t>
            </w:r>
          </w:p>
        </w:tc>
      </w:tr>
      <w:tr w:rsidR="00BC0437" w:rsidRPr="00BC0437" w:rsidTr="00BC0437">
        <w:trPr>
          <w:trHeight w:val="476"/>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Translation?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The work may be used in it source language or in translation.</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52" w:name="_Toc186015940"/>
            <w:bookmarkStart w:id="1553" w:name="syria"/>
            <w:r w:rsidRPr="00BC0437">
              <w:rPr>
                <w:rFonts w:eastAsia="Times New Roman"/>
                <w:b/>
                <w:szCs w:val="22"/>
                <w:lang w:eastAsia="en-US"/>
              </w:rPr>
              <w:t>Library Use</w:t>
            </w:r>
            <w:bookmarkEnd w:id="1552"/>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Reproduction is permitted without need of the author’s or creator’s approval.</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37(5)</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documentary centers, scientific organizations, or educational institutes.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artistic, or scientific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previously legitimately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must be made in compliance with the activities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Photography or similar means.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exploitation in the source language or its translation.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not adversely affect the financial exploitation of the work or prejudice the legitimate interests of the creator or author.</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554" w:name="_Toc186015941"/>
            <w:r w:rsidRPr="00BC0437">
              <w:rPr>
                <w:rFonts w:eastAsia="Times New Roman"/>
                <w:b/>
                <w:szCs w:val="22"/>
                <w:lang w:eastAsia="en-US"/>
              </w:rPr>
              <w:t>Anti-Circumvention of Technological Protection Measures</w:t>
            </w:r>
            <w:bookmarkEnd w:id="155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555" w:name="_Toc186015942"/>
            <w:r w:rsidRPr="00BC0437">
              <w:rPr>
                <w:rFonts w:eastAsia="Times New Roman"/>
                <w:b/>
                <w:szCs w:val="22"/>
                <w:lang w:eastAsia="en-US"/>
              </w:rPr>
              <w:t>Miscellaneous</w:t>
            </w:r>
            <w:bookmarkEnd w:id="155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Translating, adapting, or reproducing a work in a single copy for personal use.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37(1)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Syria, No. 12/2001 (21 February 2001), available at http://www.wipo.int/wipolex/en/text.jsp?file_id=183256.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17 December 2007; rev. 16 May 2015</w:t>
            </w:r>
          </w:p>
        </w:tc>
      </w:tr>
      <w:bookmarkEnd w:id="1553"/>
    </w:tbl>
    <w:p w:rsidR="00BC0437" w:rsidRPr="00BC0437" w:rsidRDefault="00BC0437" w:rsidP="00BC0437">
      <w:pPr>
        <w:rPr>
          <w:rFonts w:eastAsia="Times New Roman"/>
          <w:szCs w:val="22"/>
          <w:lang w:eastAsia="en-US"/>
        </w:rPr>
      </w:pPr>
    </w:p>
    <w:p w:rsidR="00BC0437" w:rsidRPr="00BC0437" w:rsidRDefault="00BC0437" w:rsidP="003F1670">
      <w:pPr>
        <w:pStyle w:val="Heading2"/>
        <w:rPr>
          <w:lang w:eastAsia="en-US"/>
        </w:rPr>
      </w:pPr>
      <w:r w:rsidRPr="00BC0437">
        <w:rPr>
          <w:lang w:eastAsia="en-US"/>
        </w:rPr>
        <w:br w:type="page"/>
      </w:r>
      <w:bookmarkStart w:id="1556" w:name="_Toc199663590"/>
      <w:bookmarkStart w:id="1557" w:name="_Toc207648602"/>
      <w:bookmarkStart w:id="1558" w:name="_Toc207649184"/>
      <w:bookmarkStart w:id="1559" w:name="_Toc207649605"/>
      <w:bookmarkStart w:id="1560" w:name="_Toc207649966"/>
      <w:bookmarkStart w:id="1561" w:name="_Toc207650366"/>
      <w:bookmarkStart w:id="1562" w:name="_Toc208638014"/>
      <w:bookmarkStart w:id="1563" w:name="_Toc421800848"/>
      <w:r w:rsidRPr="00BC0437">
        <w:rPr>
          <w:lang w:eastAsia="en-US"/>
        </w:rPr>
        <w:t>Tajikistan</w:t>
      </w:r>
      <w:bookmarkEnd w:id="1556"/>
      <w:bookmarkEnd w:id="1557"/>
      <w:bookmarkEnd w:id="1558"/>
      <w:bookmarkEnd w:id="1559"/>
      <w:bookmarkEnd w:id="1560"/>
      <w:bookmarkEnd w:id="1561"/>
      <w:bookmarkEnd w:id="1562"/>
      <w:bookmarkEnd w:id="156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564" w:name="tajik"/>
            <w:r w:rsidRPr="00BC0437">
              <w:rPr>
                <w:rFonts w:eastAsia="Times New Roman"/>
                <w:b/>
                <w:szCs w:val="22"/>
                <w:lang w:eastAsia="en-US"/>
              </w:rPr>
              <w:t>General Provisions (applicable to each provision of Article 20)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author’s consent.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payment of remuneration.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provided that the name of the author is mentioned.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provided that the source of borrowing is mentioned.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65" w:name="_Toc186015944"/>
            <w:r w:rsidRPr="00BC0437">
              <w:rPr>
                <w:rFonts w:eastAsia="Times New Roman"/>
                <w:b/>
                <w:szCs w:val="22"/>
                <w:lang w:eastAsia="en-US"/>
              </w:rPr>
              <w:t>Replacement</w:t>
            </w:r>
            <w:bookmarkEnd w:id="156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 services.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 (7)(a)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providing copies to other libraries, the copying is only permitted if it is impossible to get the copy in another way.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restore or replace lost or damaged copies in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place copies at the disposal of other libraries that, for any reason, have lost works from their own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66" w:name="_Toc186015945"/>
            <w:r w:rsidRPr="00BC0437">
              <w:rPr>
                <w:rFonts w:eastAsia="Times New Roman"/>
                <w:b/>
                <w:szCs w:val="22"/>
                <w:lang w:eastAsia="en-US"/>
              </w:rPr>
              <w:t>Research or Study</w:t>
            </w:r>
            <w:bookmarkEnd w:id="156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 services.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 (7)(b)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Isolated articles or succinct works lawfully published in collections, newspapers, or other periodical publications.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from lawfully published written works, including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or research purposes of natural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567" w:name="_Toc186015946"/>
            <w:r w:rsidRPr="00BC0437">
              <w:rPr>
                <w:rFonts w:eastAsia="Times New Roman"/>
                <w:b/>
                <w:szCs w:val="22"/>
                <w:lang w:eastAsia="en-US"/>
              </w:rPr>
              <w:t>Anti-Circumvention of Technological Protection Measures</w:t>
            </w:r>
            <w:bookmarkEnd w:id="156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5462"/>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568" w:name="_Toc186015947"/>
            <w:r w:rsidRPr="00BC0437">
              <w:rPr>
                <w:rFonts w:eastAsia="Times New Roman"/>
                <w:b/>
                <w:szCs w:val="22"/>
                <w:lang w:eastAsia="en-US"/>
              </w:rPr>
              <w:t>Miscellaneous</w:t>
            </w:r>
            <w:bookmarkEnd w:id="1568"/>
          </w:p>
        </w:tc>
      </w:tr>
      <w:tr w:rsidR="00BC0437" w:rsidRPr="00BC0437" w:rsidTr="00BC0437">
        <w:tc>
          <w:tcPr>
            <w:tcW w:w="23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46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of a lawfully published work for exclusively personal purposes is permitted under specified conditions.  Works of architecture, whole or substantial parts of databases, computer programs, whole books, and musical scores are excluded.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19</w:t>
            </w:r>
          </w:p>
        </w:tc>
      </w:tr>
      <w:tr w:rsidR="00BC0437" w:rsidRPr="00BC0437" w:rsidTr="00BC0437">
        <w:tc>
          <w:tcPr>
            <w:tcW w:w="23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46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means the facsimile reproduction in one or more copies, regardless of the dimensions and form thereof, of originals or copies of written or other graphic works by means of photocopying or with the aid of other technical means different from publishing.  Reprographic reproduction shall not include the storage or reproduction of the said copies in electronic (including digitized) or optical form, or in any other machine-readable form.</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w:t>
            </w:r>
          </w:p>
        </w:tc>
      </w:tr>
      <w:tr w:rsidR="00BC0437" w:rsidRPr="00BC0437" w:rsidTr="00BC0437">
        <w:tc>
          <w:tcPr>
            <w:tcW w:w="23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47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Related Rights of Tajikistan (13 November 1998), as amended through No. 12 (2009), available at http://www.wipo.int/wipolex/en/text.jsp?file_id=237350.</w:t>
            </w:r>
          </w:p>
        </w:tc>
      </w:tr>
      <w:tr w:rsidR="00BC0437" w:rsidRPr="00BC0437" w:rsidTr="00BC0437">
        <w:tc>
          <w:tcPr>
            <w:tcW w:w="23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47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16 May 2015</w:t>
            </w:r>
          </w:p>
        </w:tc>
      </w:tr>
      <w:bookmarkEnd w:id="1564"/>
    </w:tbl>
    <w:p w:rsidR="00BC0437" w:rsidRPr="00BC0437" w:rsidRDefault="00BC0437" w:rsidP="00BC0437">
      <w:pPr>
        <w:keepNext/>
        <w:outlineLvl w:val="1"/>
        <w:rPr>
          <w:rFonts w:eastAsia="Times New Roman"/>
          <w:b/>
          <w:szCs w:val="22"/>
          <w:lang w:eastAsia="en-US"/>
        </w:rPr>
      </w:pPr>
    </w:p>
    <w:p w:rsidR="00BC0437" w:rsidRPr="00BC0437" w:rsidRDefault="00BC0437" w:rsidP="00BC0437">
      <w:pPr>
        <w:keepNext/>
        <w:outlineLvl w:val="1"/>
        <w:rPr>
          <w:rFonts w:eastAsia="Times New Roman"/>
          <w:b/>
          <w:szCs w:val="22"/>
          <w:lang w:eastAsia="en-US"/>
        </w:rPr>
      </w:pPr>
    </w:p>
    <w:p w:rsidR="00BC0437" w:rsidRPr="00BC0437" w:rsidRDefault="00BC0437" w:rsidP="00BC0437">
      <w:pPr>
        <w:keepNext/>
        <w:outlineLvl w:val="1"/>
        <w:rPr>
          <w:rFonts w:eastAsia="Times New Roman"/>
          <w:b/>
          <w:szCs w:val="22"/>
          <w:lang w:eastAsia="en-US"/>
        </w:rPr>
      </w:pPr>
    </w:p>
    <w:p w:rsidR="00BC0437" w:rsidRPr="00BC0437" w:rsidRDefault="00BC0437" w:rsidP="003F1670">
      <w:pPr>
        <w:pStyle w:val="Heading2"/>
        <w:rPr>
          <w:lang w:eastAsia="en-US"/>
        </w:rPr>
      </w:pPr>
      <w:r w:rsidRPr="00BC0437">
        <w:rPr>
          <w:lang w:eastAsia="en-US"/>
        </w:rPr>
        <w:br w:type="page"/>
      </w:r>
      <w:bookmarkStart w:id="1569" w:name="_Toc199663591"/>
      <w:bookmarkStart w:id="1570" w:name="_Toc207648604"/>
      <w:bookmarkStart w:id="1571" w:name="_Toc207649186"/>
      <w:bookmarkStart w:id="1572" w:name="_Toc207649606"/>
      <w:bookmarkStart w:id="1573" w:name="_Toc207649967"/>
      <w:bookmarkStart w:id="1574" w:name="_Toc207650367"/>
      <w:bookmarkStart w:id="1575" w:name="_Toc208638015"/>
      <w:bookmarkStart w:id="1576" w:name="_Toc421800849"/>
      <w:r w:rsidRPr="00BC0437">
        <w:rPr>
          <w:lang w:eastAsia="en-US"/>
        </w:rPr>
        <w:t>Thailand</w:t>
      </w:r>
      <w:bookmarkEnd w:id="1569"/>
      <w:bookmarkEnd w:id="1570"/>
      <w:bookmarkEnd w:id="1571"/>
      <w:bookmarkEnd w:id="1572"/>
      <w:bookmarkEnd w:id="1573"/>
      <w:bookmarkEnd w:id="1574"/>
      <w:bookmarkEnd w:id="1575"/>
      <w:bookmarkEnd w:id="157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577" w:name="thaila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78" w:name="_Toc186015948"/>
            <w:r w:rsidRPr="00BC0437">
              <w:rPr>
                <w:rFonts w:eastAsia="Times New Roman"/>
                <w:b/>
                <w:szCs w:val="22"/>
                <w:lang w:eastAsia="en-US"/>
              </w:rPr>
              <w:t>Research or Study</w:t>
            </w:r>
            <w:bookmarkEnd w:id="157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“Reasonable reproduction” is permitted.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by a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purpose must not be for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must not conflict with a normal exploitation of the copyright work by the owner of copyright or unreasonably prejudice the legitimate right of the owner of copyright.  (Section 32)</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section also applies to performer’s rights </w:t>
            </w:r>
          </w:p>
          <w:p w:rsidR="00BC0437" w:rsidRPr="00BC0437" w:rsidRDefault="00BC0437" w:rsidP="00BC0437">
            <w:pPr>
              <w:rPr>
                <w:rFonts w:eastAsia="Times New Roman"/>
                <w:szCs w:val="22"/>
                <w:lang w:eastAsia="en-US"/>
              </w:rPr>
            </w:pPr>
            <w:r w:rsidRPr="00BC0437">
              <w:rPr>
                <w:rFonts w:eastAsia="Times New Roman"/>
                <w:szCs w:val="22"/>
                <w:lang w:eastAsia="en-US"/>
              </w:rPr>
              <w:t>(Section 53).</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79" w:name="_Toc186015949"/>
            <w:r w:rsidRPr="00BC0437">
              <w:rPr>
                <w:rFonts w:eastAsia="Times New Roman"/>
                <w:b/>
                <w:szCs w:val="22"/>
                <w:lang w:eastAsia="en-US"/>
              </w:rPr>
              <w:t>Library Use</w:t>
            </w:r>
            <w:bookmarkEnd w:id="157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use in the library or another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purpose must not be for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must not conflict with a normal exploitation of the copyright work by the owner of copyright or unreasonably prejudice the legitimate right of the owner of copyright.  (Section 32)</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section also applies to performer’s rights </w:t>
            </w:r>
          </w:p>
          <w:p w:rsidR="00BC0437" w:rsidRPr="00BC0437" w:rsidRDefault="00BC0437" w:rsidP="00BC0437">
            <w:pPr>
              <w:rPr>
                <w:rFonts w:eastAsia="Times New Roman"/>
                <w:szCs w:val="22"/>
                <w:lang w:eastAsia="en-US"/>
              </w:rPr>
            </w:pPr>
            <w:r w:rsidRPr="00BC0437">
              <w:rPr>
                <w:rFonts w:eastAsia="Times New Roman"/>
                <w:szCs w:val="22"/>
                <w:lang w:eastAsia="en-US"/>
              </w:rPr>
              <w:t>(Section 53).</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r w:rsidRPr="00BC0437">
              <w:rPr>
                <w:rFonts w:eastAsia="Times New Roman"/>
                <w:szCs w:val="22"/>
                <w:vertAlign w:val="superscript"/>
                <w:lang w:eastAsia="en-US"/>
              </w:rPr>
              <w:footnoteReference w:id="54"/>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53(4)</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if provided knowing that the use would cause or induce infringement.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Two provisions may apply.  First, an exemption permits libraries, educational institutions, and public broadcasters to access a work for nonprofit purposes.  Second, a general exemption permits access for uses within copyright exceptions.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53(5)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580" w:name="_Toc186015951"/>
            <w:r w:rsidRPr="00BC0437">
              <w:rPr>
                <w:rFonts w:eastAsia="Times New Roman"/>
                <w:b/>
                <w:szCs w:val="22"/>
                <w:lang w:eastAsia="en-US"/>
              </w:rPr>
              <w:t>Miscellaneous</w:t>
            </w:r>
            <w:bookmarkEnd w:id="158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for research, study, or personal benefit is permitted, as long as the use does not conflict with a normal exploitation of the copyright work by the owner of copyright or unreasonably prejudice the legitimate right of the owner of copyright.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includes any method of copying, imitation, duplication, block-making, sound recording, video recording or sound and video recording for the material part from the original,</w:t>
            </w:r>
          </w:p>
          <w:p w:rsidR="00BC0437" w:rsidRPr="00BC0437" w:rsidRDefault="00BC0437" w:rsidP="00BC0437">
            <w:pPr>
              <w:rPr>
                <w:rFonts w:eastAsia="Times New Roman"/>
                <w:szCs w:val="22"/>
                <w:lang w:eastAsia="en-US"/>
              </w:rPr>
            </w:pPr>
            <w:r w:rsidRPr="00BC0437">
              <w:rPr>
                <w:rFonts w:eastAsia="Times New Roman"/>
                <w:szCs w:val="22"/>
                <w:lang w:eastAsia="en-US"/>
              </w:rPr>
              <w:t>Copy, or publication whether of the whole or in part and, as for computer program, means duplication or making copies of the program from any medium for the substantial part with any method without a character of creating a new work whether of the whole or in part.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Thailand, B.E. 2537 (9 December 1994), available at http://www.wipo.int/wipolex/en/text.jsp?file_id=129763,</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as amended by acts published in the </w:t>
            </w:r>
            <w:r w:rsidRPr="00BC0437">
              <w:rPr>
                <w:rFonts w:eastAsia="Times New Roman"/>
                <w:i/>
                <w:szCs w:val="22"/>
                <w:lang w:eastAsia="en-US"/>
              </w:rPr>
              <w:t>Royal Gazette</w:t>
            </w:r>
            <w:r w:rsidRPr="00BC0437">
              <w:rPr>
                <w:rFonts w:eastAsia="Times New Roman"/>
                <w:szCs w:val="22"/>
                <w:lang w:eastAsia="en-US"/>
              </w:rPr>
              <w:t xml:space="preserve"> (5 February 2015).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21 May 2015</w:t>
            </w:r>
          </w:p>
        </w:tc>
      </w:tr>
    </w:tbl>
    <w:p w:rsidR="00BC0437" w:rsidRPr="00BC0437" w:rsidRDefault="00BC0437" w:rsidP="00BC0437">
      <w:pPr>
        <w:rPr>
          <w:rFonts w:eastAsia="Times New Roman"/>
          <w:szCs w:val="22"/>
          <w:lang w:eastAsia="en-US"/>
        </w:rPr>
      </w:pPr>
    </w:p>
    <w:bookmarkEnd w:id="1577"/>
    <w:p w:rsidR="00BC0437" w:rsidRPr="00BC0437" w:rsidRDefault="00BC0437" w:rsidP="00BC0437">
      <w:pPr>
        <w:keepNext/>
        <w:outlineLvl w:val="1"/>
        <w:rPr>
          <w:rFonts w:eastAsia="Times New Roman"/>
          <w:smallCaps/>
          <w:szCs w:val="22"/>
          <w:lang w:eastAsia="en-US"/>
        </w:rPr>
      </w:pPr>
    </w:p>
    <w:p w:rsidR="00BC0437" w:rsidRPr="00BC0437" w:rsidRDefault="00BC0437" w:rsidP="009652BA">
      <w:pPr>
        <w:pStyle w:val="Heading2"/>
        <w:rPr>
          <w:lang w:eastAsia="en-US"/>
        </w:rPr>
      </w:pPr>
      <w:r w:rsidRPr="00BC0437">
        <w:rPr>
          <w:lang w:eastAsia="en-US"/>
        </w:rPr>
        <w:br w:type="page"/>
      </w:r>
      <w:bookmarkStart w:id="1581" w:name="_Toc421800850"/>
      <w:r w:rsidRPr="00BC0437">
        <w:rPr>
          <w:lang w:eastAsia="en-US"/>
        </w:rPr>
        <w:t>the former Yugoslav Republic of Macedonia</w:t>
      </w:r>
      <w:bookmarkEnd w:id="158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Internal Use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educational establishments, museums,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52(1)(2)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Copyrighted works that have been disclosed (Article 51(1)).</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1"/>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 (Article 51(3)).</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purpose of carrying out the activity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Without direct or indirect economic or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Without remuneration to the rightsholder.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Any.  See definition of “reproduction” below.  </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163</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Using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possessing for commercial purposes, distributing, or renting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any device whose sole or main purpose is unauthorized removal or damage of technology that is used as legal protection against unauthorized use.</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the library exception and certain other specified exceptions, the rightsholder who uses technological measures shall be obliged, without delay, and in the shortest period possible, upon request from the entity with a legal access to the copyright work, to enable the entity to have access and use of the work through removal of the technological measures or by providing other appropriate means.  Contractual provisions to the contrary are null and void (Article 164(4)).  This provision does not apply to exceptions to the right of making available (Article 164(3)).</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164(1)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vanish/>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Three-Step Test</w:t>
            </w:r>
          </w:p>
        </w:tc>
        <w:tc>
          <w:tcPr>
            <w:tcW w:w="5220" w:type="dxa"/>
            <w:shd w:val="clear" w:color="auto" w:fill="auto"/>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The statutory exceptions can be carried out only in certain special cases, provided that the use does not conflict with the normal exploitation of the work, and does not unreasonably prejudice the legitimate interests of the author.</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51(2)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 Reproduction shall mean fixation, i.e. recording of the work in a material or other appropriate medium (electronic and other), as well as making one or more copies of a copyright work, in whole or in part, directly or indirectly, temporarily or permanently, by any means and in any form.  (2) The reproduction under paragraph 1 of this Article shall be carried out, in particular, by graphic processes (graphic reproduction), by three-dimensional reproduction, by photocopying and other photographic processes achieving the same effect, by building or performing works of architecture, by sound or visual fixation, by storage of the work in electronic form (electronic fixation), and by transfer of the work from an analogue into a digital system.</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Database Use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of a database or of a copy thereof by the lawful user shall be without remuneration, if it is necessary for access and normal use of its components.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53(2)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Related Rights of Macedonia (23 August 2010), available at http://www.wipo.int/wipolex/en/text.jsp?file_id=263877.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29 August 2014; rev. 14 May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mallCaps/>
          <w:szCs w:val="22"/>
          <w:lang w:eastAsia="en-US"/>
        </w:rPr>
      </w:pPr>
    </w:p>
    <w:p w:rsidR="00BC0437" w:rsidRPr="00BC0437" w:rsidRDefault="00BC0437" w:rsidP="009652BA">
      <w:pPr>
        <w:pStyle w:val="Heading2"/>
        <w:rPr>
          <w:lang w:eastAsia="en-US"/>
        </w:rPr>
      </w:pPr>
      <w:r w:rsidRPr="00BC0437">
        <w:rPr>
          <w:lang w:eastAsia="en-US"/>
        </w:rPr>
        <w:br w:type="page"/>
      </w:r>
      <w:bookmarkStart w:id="1582" w:name="_Toc199663592"/>
      <w:bookmarkStart w:id="1583" w:name="_Toc207648605"/>
      <w:bookmarkStart w:id="1584" w:name="_Toc207649187"/>
      <w:bookmarkStart w:id="1585" w:name="_Toc207649607"/>
      <w:bookmarkStart w:id="1586" w:name="_Toc207649968"/>
      <w:bookmarkStart w:id="1587" w:name="_Toc207650368"/>
      <w:bookmarkStart w:id="1588" w:name="_Toc208638016"/>
      <w:bookmarkStart w:id="1589" w:name="_Toc421800851"/>
      <w:r w:rsidRPr="00BC0437">
        <w:rPr>
          <w:lang w:eastAsia="en-US"/>
        </w:rPr>
        <w:t>Togo</w:t>
      </w:r>
      <w:bookmarkEnd w:id="1582"/>
      <w:bookmarkEnd w:id="1583"/>
      <w:bookmarkEnd w:id="1584"/>
      <w:bookmarkEnd w:id="1585"/>
      <w:bookmarkEnd w:id="1586"/>
      <w:bookmarkEnd w:id="1587"/>
      <w:bookmarkEnd w:id="1588"/>
      <w:bookmarkEnd w:id="158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Togo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590" w:name="togo"/>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591" w:name="_Toc186015953"/>
            <w:r w:rsidRPr="00BC0437">
              <w:rPr>
                <w:rFonts w:eastAsia="Times New Roman"/>
                <w:b/>
                <w:szCs w:val="22"/>
                <w:lang w:eastAsia="en-US"/>
              </w:rPr>
              <w:t>Anti-Circumvention of Technological Protection Measures</w:t>
            </w:r>
            <w:bookmarkEnd w:id="159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1592" w:name="_Toc186015954"/>
            <w:r w:rsidRPr="00BC0437">
              <w:rPr>
                <w:rFonts w:eastAsia="Times New Roman"/>
                <w:b/>
                <w:szCs w:val="22"/>
                <w:lang w:eastAsia="en-US"/>
              </w:rPr>
              <w:t>Miscellaneous</w:t>
            </w:r>
            <w:bookmarkEnd w:id="159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Reproductions, translations, and adaptations of works lawfully made available to the public are permitted for a strictly personal and private use.</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License to Translate and Reproduce Works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translation (and publication of that translation in Togo) of a work in French and in the national languages, under the terms of an authorization granted by the proper authority, are lawful even in the absence of the authorization of the author.  The reproduction of a work (and publication of a given edition of the work in Togo), under the terms of an authorization granted by the proper authority, are lawful even in the absence of the authorization of the author.  </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 &amp; 26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55"/>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Copyright, Folklore, and Related Rights of Togo, No. 91-12 (10 June 1991), available at http://www.wipo.int/wipolex/en/text.jsp?file_id=270260.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21 December 2007; rev. 25 April 2015</w:t>
            </w:r>
          </w:p>
        </w:tc>
      </w:tr>
      <w:bookmarkEnd w:id="1590"/>
    </w:tbl>
    <w:p w:rsidR="00BC0437" w:rsidRPr="00BC0437" w:rsidRDefault="00BC0437" w:rsidP="00BC0437">
      <w:pPr>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593" w:name="_Toc199663593"/>
      <w:bookmarkStart w:id="1594" w:name="_Toc207648606"/>
      <w:bookmarkStart w:id="1595" w:name="_Toc207649188"/>
      <w:bookmarkStart w:id="1596" w:name="_Toc207649608"/>
      <w:bookmarkStart w:id="1597" w:name="_Toc207649969"/>
      <w:bookmarkStart w:id="1598" w:name="_Toc207650369"/>
      <w:bookmarkStart w:id="1599" w:name="_Toc208638017"/>
      <w:bookmarkStart w:id="1600" w:name="_Toc421800852"/>
      <w:r w:rsidRPr="00BC0437">
        <w:rPr>
          <w:lang w:eastAsia="en-US"/>
        </w:rPr>
        <w:t>Tonga</w:t>
      </w:r>
      <w:bookmarkEnd w:id="1593"/>
      <w:bookmarkEnd w:id="1594"/>
      <w:bookmarkEnd w:id="1595"/>
      <w:bookmarkEnd w:id="1596"/>
      <w:bookmarkEnd w:id="1597"/>
      <w:bookmarkEnd w:id="1598"/>
      <w:bookmarkEnd w:id="1599"/>
      <w:bookmarkEnd w:id="160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601" w:name="Tong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02" w:name="_Toc186015956"/>
            <w:r w:rsidRPr="00BC0437">
              <w:rPr>
                <w:rFonts w:eastAsia="Times New Roman"/>
                <w:b/>
                <w:szCs w:val="22"/>
                <w:lang w:eastAsia="en-US"/>
              </w:rPr>
              <w:t>Research or Study</w:t>
            </w:r>
            <w:bookmarkEnd w:id="160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commercial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other short works, or short extract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3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0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may only be made if there is no collective license available under which such copies can be made, offered by a collective administration organization of which the library or archive is or should be aware.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by request of a natural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be satisfied that the copy will be used solely for the allowed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definitions of “reprography” and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03" w:name="_Toc186015957"/>
            <w:r w:rsidRPr="00BC0437">
              <w:rPr>
                <w:rFonts w:eastAsia="Times New Roman"/>
                <w:b/>
                <w:szCs w:val="22"/>
                <w:lang w:eastAsia="en-US"/>
              </w:rPr>
              <w:t>Preservation and Replacement</w:t>
            </w:r>
            <w:bookmarkEnd w:id="1603"/>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§12(b)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commercial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be made only if it is impossible to obtain such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reprographic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a work in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destroyed or rendered unusable in the permanent collection of another similar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definitions of “reprography” and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04" w:name="_Toc186015958"/>
            <w:r w:rsidRPr="00BC0437">
              <w:rPr>
                <w:rFonts w:eastAsia="Times New Roman"/>
                <w:b/>
                <w:szCs w:val="22"/>
                <w:lang w:eastAsia="en-US"/>
              </w:rPr>
              <w:t>Anti-Circumvention of Technological Protection Measures</w:t>
            </w:r>
            <w:bookmarkEnd w:id="160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 (1)(a)</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technological measures used to prevent or restrict reproduction of a work or to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605" w:name="_Toc186015959"/>
            <w:r w:rsidRPr="00BC0437">
              <w:rPr>
                <w:rFonts w:eastAsia="Times New Roman"/>
                <w:b/>
                <w:szCs w:val="22"/>
                <w:lang w:eastAsia="en-US"/>
              </w:rPr>
              <w:t>Miscellaneous</w:t>
            </w:r>
            <w:bookmarkEnd w:id="1605"/>
          </w:p>
        </w:tc>
      </w:tr>
      <w:tr w:rsidR="00BC0437" w:rsidRPr="00BC0437" w:rsidTr="00BC0437">
        <w:trPr>
          <w:trHeight w:val="1322"/>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work or phonogram in any manner or form, including any permanent or temporary storage of the work or phonogram in electronic form.</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rPr>
          <w:trHeight w:val="84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“Reprography” means the making of a facsimile copy of the original or a copy of the work, including photocopying.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9"/>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Tonga, No. 12 (30 July 2002), available at http://www.wipo.int/wipolex/en/text.jsp?file_id=173176.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16 May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606" w:name="_Toc186015960"/>
      <w:bookmarkStart w:id="1607" w:name="_Toc199663594"/>
      <w:bookmarkStart w:id="1608" w:name="_Toc207648608"/>
      <w:bookmarkStart w:id="1609" w:name="_Toc207649190"/>
      <w:bookmarkStart w:id="1610" w:name="_Toc207649609"/>
      <w:bookmarkStart w:id="1611" w:name="_Toc207649970"/>
      <w:bookmarkStart w:id="1612" w:name="_Toc207650370"/>
      <w:bookmarkStart w:id="1613" w:name="_Toc208638018"/>
      <w:bookmarkStart w:id="1614" w:name="_Toc421800853"/>
      <w:r w:rsidRPr="00BC0437">
        <w:rPr>
          <w:lang w:eastAsia="en-US"/>
        </w:rPr>
        <w:t>Trinidad and Tobago</w:t>
      </w:r>
      <w:bookmarkEnd w:id="1606"/>
      <w:bookmarkEnd w:id="1607"/>
      <w:bookmarkEnd w:id="1608"/>
      <w:bookmarkEnd w:id="1609"/>
      <w:bookmarkEnd w:id="1610"/>
      <w:bookmarkEnd w:id="1611"/>
      <w:bookmarkEnd w:id="1612"/>
      <w:bookmarkEnd w:id="1613"/>
      <w:bookmarkEnd w:id="161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615" w:name="trinidad"/>
      <w:bookmarkEnd w:id="16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16" w:name="_Toc186015962"/>
            <w:r w:rsidRPr="00BC0437">
              <w:rPr>
                <w:rFonts w:eastAsia="Times New Roman"/>
                <w:b/>
                <w:szCs w:val="22"/>
                <w:lang w:eastAsia="en-US"/>
              </w:rPr>
              <w:t>Research or Study</w:t>
            </w:r>
            <w:bookmarkEnd w:id="161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commercial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short works, or short excerpts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4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single copy may be reproduced.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0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may only be made if there is no collective license available under which such copies can</w:t>
            </w:r>
          </w:p>
          <w:p w:rsidR="00BC0437" w:rsidRPr="00BC0437" w:rsidRDefault="00BC0437" w:rsidP="00BC0437">
            <w:pPr>
              <w:rPr>
                <w:rFonts w:eastAsia="Times New Roman"/>
                <w:szCs w:val="22"/>
                <w:lang w:eastAsia="en-US"/>
              </w:rPr>
            </w:pPr>
            <w:r w:rsidRPr="00BC0437">
              <w:rPr>
                <w:rFonts w:eastAsia="Times New Roman"/>
                <w:szCs w:val="22"/>
                <w:lang w:eastAsia="en-US"/>
              </w:rPr>
              <w:t>be made (offered by a collective administration organization of which the library or archive is or should be aware).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by request of a natural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the library or archive that the copy is solely for study, scholarship, or private research.</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17" w:name="_Toc186015963"/>
            <w:r w:rsidRPr="00BC0437">
              <w:rPr>
                <w:rFonts w:eastAsia="Times New Roman"/>
                <w:b/>
                <w:szCs w:val="22"/>
                <w:lang w:eastAsia="en-US"/>
              </w:rPr>
              <w:t>Preservation and Replacement</w:t>
            </w:r>
            <w:bookmarkEnd w:id="161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§12(b)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library or archive must not serve direct or indirect commercial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be made only if it is impossible to obtain such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destroyed or rendered unusable in the permanent collection of another similar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18" w:name="_Toc186015964"/>
            <w:r w:rsidRPr="00BC0437">
              <w:rPr>
                <w:rFonts w:eastAsia="Times New Roman"/>
                <w:b/>
                <w:szCs w:val="22"/>
                <w:lang w:eastAsia="en-US"/>
              </w:rPr>
              <w:t>Anti-Circumvention of Technological Protection Measures</w:t>
            </w:r>
            <w:bookmarkEnd w:id="161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34A</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to prevent or restrict reproduction of a work or to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619" w:name="_Toc186015965"/>
            <w:r w:rsidRPr="00BC0437">
              <w:rPr>
                <w:rFonts w:eastAsia="Times New Roman"/>
                <w:b/>
                <w:szCs w:val="22"/>
                <w:lang w:eastAsia="en-US"/>
              </w:rPr>
              <w:t>Miscellaneous</w:t>
            </w:r>
            <w:bookmarkEnd w:id="161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single copies of most published works for personal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Trinidad and Tobago, Cap. 82:80, No. 8 (15 April 1997), as amended through the Copyright Amendment Act, No. 5 (1 May 2008), available at http://www.wipo.int/wipolex/en/text.jsp?file_id=183966.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16 May 2015</w:t>
            </w:r>
          </w:p>
        </w:tc>
      </w:tr>
      <w:bookmarkEnd w:id="1615"/>
    </w:tbl>
    <w:p w:rsidR="00BC0437" w:rsidRPr="00BC0437" w:rsidRDefault="00BC0437" w:rsidP="00BC0437">
      <w:pPr>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620" w:name="_Toc421800854"/>
      <w:bookmarkStart w:id="1621" w:name="_Toc199663595"/>
      <w:bookmarkStart w:id="1622" w:name="_Toc207648610"/>
      <w:bookmarkStart w:id="1623" w:name="_Toc207649192"/>
      <w:bookmarkStart w:id="1624" w:name="_Toc207649610"/>
      <w:bookmarkStart w:id="1625" w:name="_Toc207649971"/>
      <w:bookmarkStart w:id="1626" w:name="_Toc207650371"/>
      <w:bookmarkStart w:id="1627" w:name="_Toc208638019"/>
      <w:r w:rsidRPr="00BC0437">
        <w:rPr>
          <w:lang w:eastAsia="en-US"/>
        </w:rPr>
        <w:t>Tunisia</w:t>
      </w:r>
      <w:bookmarkEnd w:id="162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centers, departments of archives, and libraries of education and training establishments.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authorization from the author or the author’s counterpart.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copy may be in one or two specimens.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the work if it would be destroyed, lost, or made unusable.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For the needs of teaching and without that having a commercial or lucrative goal.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centers, departments of archives, and libraries of education and training establishments.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authorization from the author or the author’s counterpart.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56"/>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article or a short extract of a writing published in a collection of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55"/>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issue of a newspaper or a periodical publication.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May not be a computer program.</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Research and teaching.</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 response to the request of a natural person.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Licenses for Reproduction and Translation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Ministry in charge of culture may issue nonexclusive licenses to make reproductions and translations of works for education and research, subject to detailed provisions, reflecting the Berne Appendix.</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13 &amp; 14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Literary and Artistic Property of Tunisia, No. 94-36 (24 February 1994), amended through No. 2009-33 (23 June 2009), available at http://www.wipo.int/wipolex/en/text.jsp?file_id=181075.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26 August 2014; rev. 16 May 2015</w:t>
            </w:r>
          </w:p>
        </w:tc>
      </w:tr>
    </w:tbl>
    <w:p w:rsidR="00BC0437" w:rsidRPr="00BC0437" w:rsidRDefault="00BC0437" w:rsidP="00BC0437">
      <w:pPr>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628" w:name="_Toc421800855"/>
      <w:bookmarkEnd w:id="1621"/>
      <w:bookmarkEnd w:id="1622"/>
      <w:bookmarkEnd w:id="1623"/>
      <w:bookmarkEnd w:id="1624"/>
      <w:bookmarkEnd w:id="1625"/>
      <w:bookmarkEnd w:id="1626"/>
      <w:bookmarkEnd w:id="1627"/>
      <w:r w:rsidRPr="00BC0437">
        <w:rPr>
          <w:lang w:eastAsia="en-US"/>
        </w:rPr>
        <w:t>Turkey</w:t>
      </w:r>
      <w:bookmarkEnd w:id="162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Exception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museums, and similar institutions.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46</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authority to allow persons to benefit from the works shall be determined by regulation.  Libraries and the other public institutions listed in the statute can by regulation have authority to make copies and other uses of the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 that have not yet been published or made public and whose term of economic rights has expired.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Whose author has not expressly prohibited reproduction and publication.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Which are preserved in public libraries, museums, or similar institutions.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scientific and other reasons.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602"/>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Such works shall belong to the public institution or organization in which they are kept.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authority which shall give permission to persons who would like to benefit from such works for scientific and other reasons and to public institutions and organizations, the fees to be charged, and the cultural purposes for which such fees shall be spent, and other matters, shall be determined by a regulation to be issued by the Ministry of Culture and Tourism.</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72</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Producing, putting up for sale, or possessing for non-private use circumvention devices with regards to computer programs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 relates to technical measures intended to prevent illegal reproduction of computer programs.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72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Performances of Works for Education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perform published works in educational institutions for the purpose of face-to-face education and without directly or indirectly aiming for profit.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and Instructional Purposes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create selected or collected works, which are dedicated to educational purposes, by making quotations from published musical, literary, and scientific works and works of fine arts that are made public.</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34</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quote public or published works.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35</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Use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38</w:t>
            </w: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A work disclosed to the public with the consent of the rightsholder shall be deemed to have been made “public.”</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7</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A work shall be deemed to have been “published,” if copies obtained by reproduction of the original are supplied to the public by way of selling, distributing or otherwise putting into commercial circulation with the consent of the rightsholder.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7</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The making of a second copy of the original of the work or the recording of the work on all types of devices now known or to be developed in the future enabling the transmission or repetition of signs, sounds and images, all kinds of sound and music recordings as well as the application of plans, projects and sketches of architectural works are deemed “reproduction.”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of Intellectual and Artistic Works of Turkey, No. 5846 (5 December 1951), as amended through Law No. 5728 (23 January 2008), available at http://www.wipo.int/wipolex/en/text.jsp?file_id=246493.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25 April 2014; rev. 16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629" w:name="_Toc421800856"/>
      <w:bookmarkStart w:id="1630" w:name="_Toc199663596"/>
      <w:bookmarkStart w:id="1631" w:name="_Toc207648611"/>
      <w:bookmarkStart w:id="1632" w:name="_Toc207649193"/>
      <w:bookmarkStart w:id="1633" w:name="_Toc207649611"/>
      <w:bookmarkStart w:id="1634" w:name="_Toc207649972"/>
      <w:bookmarkStart w:id="1635" w:name="_Toc207650372"/>
      <w:bookmarkStart w:id="1636" w:name="_Toc208638020"/>
      <w:r w:rsidRPr="00BC0437">
        <w:rPr>
          <w:lang w:eastAsia="en-US"/>
        </w:rPr>
        <w:t>Turkmenistan</w:t>
      </w:r>
      <w:bookmarkEnd w:id="162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each provision of Article 20)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Must specify the name of the author whose work is used.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Must provide the source.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20(1)(1)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occur in individual cases.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Impossible to obtain such works by other means under normal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copies that are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provide copies to other libraries that no longer have such works in their collections because they are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4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20(1)(2) &amp; 20(2)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6"/>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Isolated articles or succinct works lawfully published in collections, newspapers, and other periodicals.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Excerpts from lawfully published written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2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 and research.</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At the request of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allowed only in if a collective license society has not offered a license for reprographic reproduction, and the library or archives knew or should have been aware of the license.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45</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Prohibits manufacture, distribution, leasing, etc. of devices.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Refers to controlling access and preventing actions that are not authorized by the rightsholder.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There are no exemptions in the statute.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Reprographic reproduction: </w:t>
            </w:r>
            <w:r w:rsidRPr="00BC0437">
              <w:rPr>
                <w:rFonts w:eastAsia="Times New Roman"/>
                <w:szCs w:val="22"/>
                <w:lang w:val="en" w:eastAsia="en-US"/>
              </w:rPr>
              <w:t>Facsimile reproduction in any size (increase or decrease) of the original or copy of the work (written and other graphic work) by photocopying or by other technical means other than by publication; reprographic reproduction does not include copying in electronic (including digital), optical or other machine-readable form.</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p w:rsidR="00BC0437" w:rsidRPr="00BC0437" w:rsidRDefault="00BC0437" w:rsidP="00BC0437">
            <w:pPr>
              <w:rPr>
                <w:rFonts w:eastAsia="Times New Roman"/>
                <w:szCs w:val="22"/>
                <w:lang w:eastAsia="en-US"/>
              </w:rPr>
            </w:pPr>
          </w:p>
        </w:tc>
        <w:tc>
          <w:tcPr>
            <w:tcW w:w="6228"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Law of Copyright and Related Rights of Turkmenistan, No. 257-IV (10 January 2012), available at http://www.wipo.int/wipolex/en/text.jsp?file_id=252913.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26 August 2014; rev. 16 May 2015</w:t>
            </w:r>
          </w:p>
        </w:tc>
      </w:tr>
    </w:tbl>
    <w:p w:rsidR="00BC0437" w:rsidRPr="00BC0437" w:rsidRDefault="00BC0437" w:rsidP="00BC0437">
      <w:pPr>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637" w:name="_Toc421800857"/>
      <w:bookmarkEnd w:id="1630"/>
      <w:bookmarkEnd w:id="1631"/>
      <w:bookmarkEnd w:id="1632"/>
      <w:bookmarkEnd w:id="1633"/>
      <w:bookmarkEnd w:id="1634"/>
      <w:bookmarkEnd w:id="1635"/>
      <w:bookmarkEnd w:id="1636"/>
      <w:r w:rsidRPr="00BC0437">
        <w:rPr>
          <w:lang w:eastAsia="en-US"/>
        </w:rPr>
        <w:t>Tuvalu</w:t>
      </w:r>
      <w:bookmarkEnd w:id="163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statutes of Tuvalu include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6720"/>
      </w:tblGrid>
      <w:tr w:rsidR="00BC0437" w:rsidRPr="00BC0437" w:rsidTr="00BC0437">
        <w:tc>
          <w:tcPr>
            <w:tcW w:w="8916" w:type="dxa"/>
            <w:gridSpan w:val="2"/>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720" w:type="dxa"/>
          </w:tcPr>
          <w:p w:rsidR="00BC0437" w:rsidRPr="00BC0437" w:rsidRDefault="00BC0437" w:rsidP="00BC0437">
            <w:pPr>
              <w:rPr>
                <w:rFonts w:eastAsia="Times New Roman"/>
                <w:szCs w:val="22"/>
                <w:lang w:eastAsia="en-US"/>
              </w:rPr>
            </w:pPr>
            <w:r w:rsidRPr="00BC0437">
              <w:rPr>
                <w:rFonts w:eastAsia="Times New Roman"/>
                <w:szCs w:val="22"/>
                <w:lang w:eastAsia="en-US"/>
              </w:rPr>
              <w:t>Copyright Ordinance of Tuvalu, Cap 40.24 (13 June 1917), edition of 1978, available at http://www.wipo.int/wipolex/en/text.jsp?file_id=196668.</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720" w:type="dxa"/>
          </w:tcPr>
          <w:p w:rsidR="00BC0437" w:rsidRPr="00BC0437" w:rsidRDefault="00BC0437" w:rsidP="00BC0437">
            <w:pPr>
              <w:rPr>
                <w:rFonts w:eastAsia="Times New Roman"/>
                <w:szCs w:val="22"/>
                <w:lang w:eastAsia="en-US"/>
              </w:rPr>
            </w:pPr>
            <w:r w:rsidRPr="00BC0437">
              <w:rPr>
                <w:rFonts w:eastAsia="Times New Roman"/>
                <w:szCs w:val="22"/>
                <w:lang w:eastAsia="en-US"/>
              </w:rPr>
              <w:t>24 April 2014; rev. 16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638" w:name="_Toc421800858"/>
      <w:r w:rsidRPr="00BC0437">
        <w:rPr>
          <w:lang w:eastAsia="en-US"/>
        </w:rPr>
        <w:t>Uganda</w:t>
      </w:r>
      <w:bookmarkEnd w:id="163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Exception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library, non-commercial documentation center, scientific institution, or educational institute.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15(1)(j)</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Literary, artistic, or scientific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 its original language or in a translation.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4"/>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Subject to conditions prescribed by the Minister.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and the copies made do not conflict with the normal exploitation of the work reproduced.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and the copies made do not unreasonably affect the right of the author in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Section 15(1) opens by referring to the listed uses as “fair use” of a protected work.  Section 15(2) specifies the four factors as indicated below.  The statute is unclear about whether fair use is a separate exception or is a four-factor analysis applicable to the uses in Section 15(1).</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1"/>
        <w:gridCol w:w="4977"/>
        <w:gridCol w:w="1278"/>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01"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Use</w:t>
            </w:r>
          </w:p>
        </w:tc>
        <w:tc>
          <w:tcPr>
            <w:tcW w:w="4977"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produce, translate, adapt, arrange, or otherwise transform a work for private personal use.</w:t>
            </w:r>
          </w:p>
        </w:tc>
        <w:tc>
          <w:tcPr>
            <w:tcW w:w="1278" w:type="dxa"/>
          </w:tcPr>
          <w:p w:rsidR="00BC0437" w:rsidRPr="00BC0437" w:rsidRDefault="00BC0437" w:rsidP="00BC0437">
            <w:pPr>
              <w:rPr>
                <w:rFonts w:eastAsia="Times New Roman"/>
                <w:szCs w:val="22"/>
                <w:lang w:eastAsia="en-US"/>
              </w:rPr>
            </w:pPr>
            <w:r w:rsidRPr="00BC0437">
              <w:rPr>
                <w:rFonts w:eastAsia="Times New Roman"/>
                <w:szCs w:val="22"/>
                <w:lang w:eastAsia="en-US"/>
              </w:rPr>
              <w:t>§ 15(1)(a)</w:t>
            </w:r>
          </w:p>
        </w:tc>
      </w:tr>
      <w:tr w:rsidR="00BC0437" w:rsidRPr="00BC0437" w:rsidTr="00BC0437">
        <w:tc>
          <w:tcPr>
            <w:tcW w:w="2601"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w:t>
            </w:r>
          </w:p>
        </w:tc>
        <w:tc>
          <w:tcPr>
            <w:tcW w:w="4977"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quote from a published work, where the quotation is compatible with fair practice, the extent of the quotation does not exceed what is justified for the purpose of the use, and acknowledgement is given to the original work.</w:t>
            </w:r>
          </w:p>
        </w:tc>
        <w:tc>
          <w:tcPr>
            <w:tcW w:w="1278" w:type="dxa"/>
          </w:tcPr>
          <w:p w:rsidR="00BC0437" w:rsidRPr="00BC0437" w:rsidRDefault="00BC0437" w:rsidP="00BC0437">
            <w:pPr>
              <w:rPr>
                <w:rFonts w:eastAsia="Times New Roman"/>
                <w:szCs w:val="22"/>
                <w:lang w:eastAsia="en-US"/>
              </w:rPr>
            </w:pPr>
            <w:r w:rsidRPr="00BC0437">
              <w:rPr>
                <w:rFonts w:eastAsia="Times New Roman"/>
                <w:szCs w:val="22"/>
                <w:lang w:eastAsia="en-US"/>
              </w:rPr>
              <w:t>§ 15(1)(b)</w:t>
            </w:r>
          </w:p>
        </w:tc>
      </w:tr>
      <w:tr w:rsidR="00BC0437" w:rsidRPr="00BC0437" w:rsidTr="00BC0437">
        <w:tc>
          <w:tcPr>
            <w:tcW w:w="2601" w:type="dxa"/>
          </w:tcPr>
          <w:p w:rsidR="00BC0437" w:rsidRPr="00BC0437" w:rsidRDefault="00BC0437" w:rsidP="00BC0437">
            <w:pPr>
              <w:rPr>
                <w:rFonts w:eastAsia="Times New Roman"/>
                <w:szCs w:val="22"/>
                <w:lang w:eastAsia="en-US"/>
              </w:rPr>
            </w:pPr>
            <w:r w:rsidRPr="00BC0437">
              <w:rPr>
                <w:rFonts w:eastAsia="Times New Roman"/>
                <w:szCs w:val="22"/>
                <w:lang w:eastAsia="en-US"/>
              </w:rPr>
              <w:t>Teaching Purposes</w:t>
            </w:r>
          </w:p>
        </w:tc>
        <w:tc>
          <w:tcPr>
            <w:tcW w:w="4977"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use a published work for teaching purposes in so far as the use is compatible with fair practice and acknowledgement is given to the work and the author.</w:t>
            </w:r>
          </w:p>
        </w:tc>
        <w:tc>
          <w:tcPr>
            <w:tcW w:w="1278" w:type="dxa"/>
          </w:tcPr>
          <w:p w:rsidR="00BC0437" w:rsidRPr="00BC0437" w:rsidRDefault="00BC0437" w:rsidP="00BC0437">
            <w:pPr>
              <w:rPr>
                <w:rFonts w:eastAsia="Times New Roman"/>
                <w:szCs w:val="22"/>
                <w:lang w:eastAsia="en-US"/>
              </w:rPr>
            </w:pPr>
            <w:r w:rsidRPr="00BC0437">
              <w:rPr>
                <w:rFonts w:eastAsia="Times New Roman"/>
                <w:szCs w:val="22"/>
                <w:lang w:eastAsia="en-US"/>
              </w:rPr>
              <w:t>§ 15(1)(c); § 15(1)(d)</w:t>
            </w:r>
          </w:p>
        </w:tc>
      </w:tr>
      <w:tr w:rsidR="00BC0437" w:rsidRPr="00BC0437" w:rsidTr="00BC0437">
        <w:tc>
          <w:tcPr>
            <w:tcW w:w="2601" w:type="dxa"/>
          </w:tcPr>
          <w:p w:rsidR="00BC0437" w:rsidRPr="00BC0437" w:rsidRDefault="00BC0437" w:rsidP="00BC0437">
            <w:pPr>
              <w:rPr>
                <w:rFonts w:eastAsia="Times New Roman"/>
                <w:szCs w:val="22"/>
                <w:lang w:eastAsia="en-US"/>
              </w:rPr>
            </w:pPr>
            <w:r w:rsidRPr="00BC0437">
              <w:rPr>
                <w:rFonts w:eastAsia="Times New Roman"/>
                <w:szCs w:val="22"/>
                <w:lang w:eastAsia="en-US"/>
              </w:rPr>
              <w:t>Persons with Disabilities</w:t>
            </w:r>
          </w:p>
        </w:tc>
        <w:tc>
          <w:tcPr>
            <w:tcW w:w="4977" w:type="dxa"/>
          </w:tcPr>
          <w:p w:rsidR="00BC0437" w:rsidRPr="00BC0437" w:rsidRDefault="00BC0437" w:rsidP="00BC0437">
            <w:pPr>
              <w:rPr>
                <w:rFonts w:eastAsia="Times New Roman"/>
                <w:szCs w:val="22"/>
                <w:lang w:eastAsia="en-US"/>
              </w:rPr>
            </w:pPr>
            <w:r w:rsidRPr="00BC0437">
              <w:rPr>
                <w:rFonts w:eastAsia="Times New Roman"/>
                <w:szCs w:val="22"/>
                <w:lang w:eastAsia="en-US"/>
              </w:rPr>
              <w:t>It is permitted to transcribe any work into braille or sign language for the educational purpose of persons with disabilities.</w:t>
            </w:r>
          </w:p>
        </w:tc>
        <w:tc>
          <w:tcPr>
            <w:tcW w:w="1278" w:type="dxa"/>
          </w:tcPr>
          <w:p w:rsidR="00BC0437" w:rsidRPr="00BC0437" w:rsidRDefault="00BC0437" w:rsidP="00BC0437">
            <w:pPr>
              <w:rPr>
                <w:rFonts w:eastAsia="Times New Roman"/>
                <w:szCs w:val="22"/>
                <w:lang w:eastAsia="en-US"/>
              </w:rPr>
            </w:pPr>
            <w:r w:rsidRPr="00BC0437">
              <w:rPr>
                <w:rFonts w:eastAsia="Times New Roman"/>
                <w:szCs w:val="22"/>
                <w:lang w:eastAsia="en-US"/>
              </w:rPr>
              <w:t>§ 15(1)(k)</w:t>
            </w:r>
          </w:p>
        </w:tc>
      </w:tr>
      <w:tr w:rsidR="00BC0437" w:rsidRPr="00BC0437" w:rsidTr="00BC0437">
        <w:trPr>
          <w:trHeight w:val="1913"/>
        </w:trPr>
        <w:tc>
          <w:tcPr>
            <w:tcW w:w="2601" w:type="dxa"/>
          </w:tcPr>
          <w:p w:rsidR="00BC0437" w:rsidRPr="00BC0437" w:rsidRDefault="00BC0437" w:rsidP="00BC0437">
            <w:pPr>
              <w:rPr>
                <w:rFonts w:eastAsia="Times New Roman"/>
                <w:szCs w:val="22"/>
                <w:lang w:eastAsia="en-US"/>
              </w:rPr>
            </w:pPr>
            <w:r w:rsidRPr="00BC0437">
              <w:rPr>
                <w:rFonts w:eastAsia="Times New Roman"/>
                <w:szCs w:val="22"/>
                <w:lang w:eastAsia="en-US"/>
              </w:rPr>
              <w:t>Fair Use</w:t>
            </w:r>
          </w:p>
        </w:tc>
        <w:tc>
          <w:tcPr>
            <w:tcW w:w="4977" w:type="dxa"/>
          </w:tcPr>
          <w:p w:rsidR="00BC0437" w:rsidRPr="00BC0437" w:rsidRDefault="00BC0437" w:rsidP="00BC0437">
            <w:pPr>
              <w:rPr>
                <w:rFonts w:eastAsia="Times New Roman"/>
                <w:szCs w:val="22"/>
                <w:lang w:eastAsia="en-US"/>
              </w:rPr>
            </w:pPr>
            <w:r w:rsidRPr="00BC0437">
              <w:rPr>
                <w:rFonts w:eastAsia="Times New Roman"/>
                <w:szCs w:val="22"/>
                <w:lang w:eastAsia="en-US"/>
              </w:rPr>
              <w:t>In determining whether a use is fair use, the following factors shall be considered:</w:t>
            </w:r>
          </w:p>
          <w:p w:rsidR="00BC0437" w:rsidRPr="00BC0437" w:rsidRDefault="00BC0437" w:rsidP="00BC0437">
            <w:pPr>
              <w:numPr>
                <w:ilvl w:val="0"/>
                <w:numId w:val="7"/>
              </w:numPr>
              <w:contextualSpacing/>
              <w:rPr>
                <w:rFonts w:eastAsia="Times New Roman"/>
                <w:szCs w:val="22"/>
                <w:lang w:eastAsia="en-US"/>
              </w:rPr>
            </w:pPr>
            <w:r w:rsidRPr="00BC0437">
              <w:rPr>
                <w:rFonts w:eastAsia="Times New Roman"/>
                <w:szCs w:val="22"/>
                <w:lang w:eastAsia="en-US"/>
              </w:rPr>
              <w:t>the purpose and character of the use;</w:t>
            </w:r>
          </w:p>
          <w:p w:rsidR="00BC0437" w:rsidRPr="00BC0437" w:rsidRDefault="00BC0437" w:rsidP="00BC0437">
            <w:pPr>
              <w:numPr>
                <w:ilvl w:val="0"/>
                <w:numId w:val="7"/>
              </w:numPr>
              <w:contextualSpacing/>
              <w:rPr>
                <w:rFonts w:eastAsia="Times New Roman"/>
                <w:szCs w:val="22"/>
                <w:lang w:eastAsia="en-US"/>
              </w:rPr>
            </w:pPr>
            <w:r w:rsidRPr="00BC0437">
              <w:rPr>
                <w:rFonts w:eastAsia="Times New Roman"/>
                <w:szCs w:val="22"/>
                <w:lang w:eastAsia="en-US"/>
              </w:rPr>
              <w:t>the nature of the protected work (though the fact that a work is not published shall not of itself prejudice the requirement of fair use.);</w:t>
            </w:r>
          </w:p>
          <w:p w:rsidR="00BC0437" w:rsidRPr="00BC0437" w:rsidRDefault="00BC0437" w:rsidP="00BC0437">
            <w:pPr>
              <w:numPr>
                <w:ilvl w:val="0"/>
                <w:numId w:val="7"/>
              </w:numPr>
              <w:contextualSpacing/>
              <w:rPr>
                <w:rFonts w:eastAsia="Times New Roman"/>
                <w:szCs w:val="22"/>
                <w:lang w:eastAsia="en-US"/>
              </w:rPr>
            </w:pPr>
            <w:r w:rsidRPr="00BC0437">
              <w:rPr>
                <w:rFonts w:eastAsia="Times New Roman"/>
                <w:szCs w:val="22"/>
                <w:lang w:eastAsia="en-US"/>
              </w:rPr>
              <w:t>the amount and substantiality of the portion used in relation to the protected work as a whole; and</w:t>
            </w:r>
          </w:p>
          <w:p w:rsidR="00BC0437" w:rsidRPr="00BC0437" w:rsidRDefault="00BC0437" w:rsidP="00BC0437">
            <w:pPr>
              <w:numPr>
                <w:ilvl w:val="0"/>
                <w:numId w:val="7"/>
              </w:numPr>
              <w:contextualSpacing/>
              <w:rPr>
                <w:rFonts w:eastAsia="Times New Roman"/>
                <w:szCs w:val="22"/>
                <w:lang w:eastAsia="en-US"/>
              </w:rPr>
            </w:pPr>
            <w:r w:rsidRPr="00BC0437">
              <w:rPr>
                <w:rFonts w:eastAsia="Times New Roman"/>
                <w:szCs w:val="22"/>
                <w:lang w:eastAsia="en-US"/>
              </w:rPr>
              <w:t>the effect of the use upon the potential market for value of the protected work.</w:t>
            </w:r>
          </w:p>
          <w:p w:rsidR="00BC0437" w:rsidRPr="00BC0437" w:rsidRDefault="00BC0437" w:rsidP="00BC0437">
            <w:pPr>
              <w:rPr>
                <w:rFonts w:eastAsia="Times New Roman"/>
                <w:szCs w:val="22"/>
                <w:lang w:eastAsia="en-US"/>
              </w:rPr>
            </w:pPr>
            <w:r w:rsidRPr="00BC0437">
              <w:rPr>
                <w:rFonts w:eastAsia="Times New Roman"/>
                <w:color w:val="000000"/>
                <w:szCs w:val="22"/>
                <w:lang w:eastAsia="en-US"/>
              </w:rPr>
              <w:t>The fact that a piece of work is not published shall not of itself prejudice the requirement of fair use in accordance with the four factors.</w:t>
            </w:r>
          </w:p>
        </w:tc>
        <w:tc>
          <w:tcPr>
            <w:tcW w:w="1278" w:type="dxa"/>
          </w:tcPr>
          <w:p w:rsidR="00BC0437" w:rsidRPr="00BC0437" w:rsidRDefault="00BC0437" w:rsidP="00BC0437">
            <w:pPr>
              <w:rPr>
                <w:rFonts w:eastAsia="Times New Roman"/>
                <w:szCs w:val="22"/>
                <w:lang w:eastAsia="en-US"/>
              </w:rPr>
            </w:pPr>
            <w:r w:rsidRPr="00BC0437">
              <w:rPr>
                <w:rFonts w:eastAsia="Times New Roman"/>
                <w:szCs w:val="22"/>
                <w:lang w:eastAsia="en-US"/>
              </w:rPr>
              <w:t>§ 15(2); § 15(3)</w:t>
            </w:r>
          </w:p>
        </w:tc>
      </w:tr>
      <w:tr w:rsidR="00BC0437" w:rsidRPr="00BC0437" w:rsidTr="00BC0437">
        <w:trPr>
          <w:trHeight w:val="1232"/>
        </w:trPr>
        <w:tc>
          <w:tcPr>
            <w:tcW w:w="2601" w:type="dxa"/>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4977"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includes provisions implementing the Appendix to the Berne Convention, allowing reproductions, translations, and broadcasts of certain works under specified conditions for teaching, scholarship, or research.</w:t>
            </w:r>
          </w:p>
        </w:tc>
        <w:tc>
          <w:tcPr>
            <w:tcW w:w="1278" w:type="dxa"/>
          </w:tcPr>
          <w:p w:rsidR="00BC0437" w:rsidRPr="00BC0437" w:rsidRDefault="00BC0437" w:rsidP="00BC0437">
            <w:pPr>
              <w:rPr>
                <w:rFonts w:eastAsia="Times New Roman"/>
                <w:szCs w:val="22"/>
                <w:lang w:eastAsia="en-US"/>
              </w:rPr>
            </w:pPr>
            <w:r w:rsidRPr="00BC0437">
              <w:rPr>
                <w:rFonts w:eastAsia="Times New Roman"/>
                <w:szCs w:val="22"/>
                <w:lang w:eastAsia="en-US"/>
              </w:rPr>
              <w:t>§ 17; § 18; § 19</w:t>
            </w:r>
          </w:p>
        </w:tc>
      </w:tr>
      <w:tr w:rsidR="00BC0437" w:rsidRPr="00BC0437" w:rsidTr="00BC0437">
        <w:tc>
          <w:tcPr>
            <w:tcW w:w="2601"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4977" w:type="dxa"/>
          </w:tcPr>
          <w:p w:rsidR="00BC0437" w:rsidRPr="00BC0437" w:rsidRDefault="00BC0437" w:rsidP="00BC0437">
            <w:pPr>
              <w:rPr>
                <w:rFonts w:eastAsia="Times New Roman"/>
                <w:szCs w:val="22"/>
                <w:lang w:eastAsia="en-US"/>
              </w:rPr>
            </w:pPr>
            <w:r w:rsidRPr="00BC0437">
              <w:rPr>
                <w:rFonts w:eastAsia="Times New Roman"/>
                <w:szCs w:val="22"/>
                <w:lang w:eastAsia="en-US"/>
              </w:rPr>
              <w:t>“Copy” means a production of a work in a written, recorded, or fixation form or in any other material form, but an object shall not be taken to be a copy of an architectural work unless the object is a building or a model.</w:t>
            </w:r>
          </w:p>
        </w:tc>
        <w:tc>
          <w:tcPr>
            <w:tcW w:w="1278" w:type="dxa"/>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01" w:type="dxa"/>
            <w:vMerge/>
          </w:tcPr>
          <w:p w:rsidR="00BC0437" w:rsidRPr="00BC0437" w:rsidRDefault="00BC0437" w:rsidP="00BC0437">
            <w:pPr>
              <w:rPr>
                <w:rFonts w:eastAsia="Times New Roman"/>
                <w:szCs w:val="22"/>
                <w:lang w:eastAsia="en-US"/>
              </w:rPr>
            </w:pPr>
          </w:p>
        </w:tc>
        <w:tc>
          <w:tcPr>
            <w:tcW w:w="4977" w:type="dxa"/>
          </w:tcPr>
          <w:p w:rsidR="00BC0437" w:rsidRPr="00BC0437" w:rsidRDefault="00BC0437" w:rsidP="00BC0437">
            <w:pPr>
              <w:rPr>
                <w:rFonts w:eastAsia="Times New Roman"/>
                <w:szCs w:val="22"/>
                <w:lang w:eastAsia="en-US"/>
              </w:rPr>
            </w:pPr>
            <w:r w:rsidRPr="00BC0437">
              <w:rPr>
                <w:rFonts w:eastAsia="Times New Roman"/>
                <w:szCs w:val="22"/>
                <w:lang w:eastAsia="en-US"/>
              </w:rPr>
              <w:t>“Minister” means the Minister responsible for justice.</w:t>
            </w:r>
          </w:p>
        </w:tc>
        <w:tc>
          <w:tcPr>
            <w:tcW w:w="1278" w:type="dxa"/>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01" w:type="dxa"/>
            <w:vMerge/>
          </w:tcPr>
          <w:p w:rsidR="00BC0437" w:rsidRPr="00BC0437" w:rsidRDefault="00BC0437" w:rsidP="00BC0437">
            <w:pPr>
              <w:rPr>
                <w:rFonts w:eastAsia="Times New Roman"/>
                <w:szCs w:val="22"/>
                <w:lang w:eastAsia="en-US"/>
              </w:rPr>
            </w:pPr>
          </w:p>
        </w:tc>
        <w:tc>
          <w:tcPr>
            <w:tcW w:w="4977"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work or sound recording in any manner or form including any permanent or temporary storage of the work or sound recording in electronic form.</w:t>
            </w:r>
          </w:p>
        </w:tc>
        <w:tc>
          <w:tcPr>
            <w:tcW w:w="1278" w:type="dxa"/>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01"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55"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and Neighboring Rights Act of Uganda (31 May 2006), available at http://www.wipo.int/wipolex/en/text.jsp?file_id=141975.</w:t>
            </w:r>
          </w:p>
        </w:tc>
      </w:tr>
      <w:tr w:rsidR="00BC0437" w:rsidRPr="00BC0437" w:rsidTr="00BC0437">
        <w:tc>
          <w:tcPr>
            <w:tcW w:w="2601"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55"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27 April 2014; rev. 16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639" w:name="_Toc199663597"/>
      <w:bookmarkStart w:id="1640" w:name="_Toc207648613"/>
      <w:bookmarkStart w:id="1641" w:name="_Toc207649195"/>
      <w:bookmarkStart w:id="1642" w:name="_Toc207649612"/>
      <w:bookmarkStart w:id="1643" w:name="_Toc207649973"/>
      <w:bookmarkStart w:id="1644" w:name="_Toc207650373"/>
      <w:bookmarkStart w:id="1645" w:name="_Toc208638021"/>
      <w:bookmarkStart w:id="1646" w:name="_Toc421800859"/>
      <w:r w:rsidRPr="00BC0437">
        <w:rPr>
          <w:lang w:eastAsia="en-US"/>
        </w:rPr>
        <w:t>Ukraine</w:t>
      </w:r>
      <w:bookmarkEnd w:id="1639"/>
      <w:bookmarkEnd w:id="1640"/>
      <w:bookmarkEnd w:id="1641"/>
      <w:bookmarkEnd w:id="1642"/>
      <w:bookmarkEnd w:id="1643"/>
      <w:bookmarkEnd w:id="1644"/>
      <w:bookmarkEnd w:id="1645"/>
      <w:bookmarkEnd w:id="164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647" w:name="ukraine"/>
            <w:r w:rsidRPr="00BC0437">
              <w:rPr>
                <w:rFonts w:eastAsia="Times New Roman"/>
                <w:b/>
                <w:szCs w:val="22"/>
                <w:lang w:eastAsia="en-US"/>
              </w:rPr>
              <w:t>General Provisions (applicable to various statutory exceptions)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consent of the author or other copyright holder.</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 (10)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with a mandatory indication of the author’s name.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with a mandatory indication of the source of borrowing.</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48" w:name="_Toc186015975"/>
            <w:r w:rsidRPr="00BC0437">
              <w:rPr>
                <w:rFonts w:eastAsia="Times New Roman"/>
                <w:b/>
                <w:szCs w:val="22"/>
                <w:lang w:eastAsia="en-US"/>
              </w:rPr>
              <w:t>Research or Study</w:t>
            </w:r>
            <w:bookmarkEnd w:id="164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institutions may not be aimed directly or indirectly at generating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Separately published articles or other small works, including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Excerpt from written works, including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one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software and databases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the work must be a “one-off, not a regular, event.”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can only occur if there are no restrictions on the part of collective management organizations concerning the terms and conditions for producing such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education, training, or private research, upon request of an individual.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have sufficient reason to believe that such a copy will be used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656"/>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 is permissible to reproduce performances, phonograms, videograms, or broadcast programs for training or scientific research purposes or for personal purposes according to the conditions set forth in Art. 21 and 22.  The rightsholders retain the right to receive remuneration.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49" w:name="_Toc186015976"/>
            <w:r w:rsidRPr="00BC0437">
              <w:rPr>
                <w:rFonts w:eastAsia="Times New Roman"/>
                <w:b/>
                <w:szCs w:val="22"/>
                <w:lang w:eastAsia="en-US"/>
              </w:rPr>
              <w:t>Preservation and Replacement</w:t>
            </w:r>
            <w:bookmarkEnd w:id="164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institutions may not be aimed directly or indirectly at generating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one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when it is impossible to obtain a copy of the work by other means.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the work must be a “one-off, not a regular, event.”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a lost, damaged or unusable copy in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renew a lost, damaged, or unusable copy from the collection of a similar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50" w:name="_Toc186015977"/>
            <w:r w:rsidRPr="00BC0437">
              <w:rPr>
                <w:rFonts w:eastAsia="Times New Roman"/>
                <w:b/>
                <w:szCs w:val="22"/>
                <w:lang w:eastAsia="en-US"/>
              </w:rPr>
              <w:t>Anti-Circumvention of Technological Protection Measures</w:t>
            </w:r>
            <w:bookmarkEnd w:id="165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50(f)</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Producing, distributing, and importing for distribution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designed to create an obstacle to the infringement of copyright during reception and/or duplication of protected (encoded) recordings in phonograms</w:t>
            </w:r>
          </w:p>
          <w:p w:rsidR="00BC0437" w:rsidRPr="00BC0437" w:rsidRDefault="00BC0437" w:rsidP="00BC0437">
            <w:pPr>
              <w:rPr>
                <w:rFonts w:eastAsia="Times New Roman"/>
                <w:szCs w:val="22"/>
                <w:lang w:eastAsia="en-US"/>
              </w:rPr>
            </w:pPr>
            <w:r w:rsidRPr="00BC0437">
              <w:rPr>
                <w:rFonts w:eastAsia="Times New Roman"/>
                <w:szCs w:val="22"/>
                <w:lang w:eastAsia="en-US"/>
              </w:rPr>
              <w:t>(videograms) and broadcasting organization transmissions, or to control access to the use of objects of copyright.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1651" w:name="_Toc186015978"/>
            <w:r w:rsidRPr="00BC0437">
              <w:rPr>
                <w:rFonts w:eastAsia="Times New Roman"/>
                <w:b/>
                <w:szCs w:val="22"/>
                <w:lang w:eastAsia="en-US"/>
              </w:rPr>
              <w:t>Miscellaneous</w:t>
            </w:r>
            <w:bookmarkEnd w:id="165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 is permissible to reproduce exclusively for personal purposes certain previously lawfully disclosed works.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means facsimile reproduction in any size (including enlarged or reduced) of original written or other graphic work or its copy by photocopying or other similar methods, in addition to recording in electronic (including digital), optical, or other readable form by computer</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statutory exceptions, including the library exceptions, shall be effected, provided that they do not prejudice the use of a work or unjustifiably limit the author’s legitimate interests.  </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Exhaustive List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list of exceptions set forth in the copyright act is exhaustive.</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21(10)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Law of Copyright and Related Rights of Ukraine, No. 3793-XII (23 December 1993), as amended through No. 1294-IV (20 November 2003), available at http://www.wipo.int/wipolex/en/text.jsp?file_id=142655, </w:t>
            </w:r>
          </w:p>
          <w:p w:rsidR="00BC0437" w:rsidRPr="00BC0437" w:rsidRDefault="00BC0437" w:rsidP="00BC0437">
            <w:pPr>
              <w:rPr>
                <w:rFonts w:eastAsia="Times New Roman"/>
                <w:szCs w:val="22"/>
                <w:lang w:eastAsia="en-US"/>
              </w:rPr>
            </w:pPr>
            <w:r w:rsidRPr="00BC0437">
              <w:rPr>
                <w:rFonts w:eastAsia="Times New Roman"/>
                <w:szCs w:val="22"/>
                <w:lang w:eastAsia="en-US"/>
              </w:rPr>
              <w:t>and as further amended by No. 5460-VI (16 October 2012), available at http://www.wipo.int/wipolex/en/text.jsp?file_id=336562.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16 May 2015</w:t>
            </w:r>
          </w:p>
        </w:tc>
      </w:tr>
    </w:tbl>
    <w:p w:rsidR="00BC0437" w:rsidRPr="00BC0437" w:rsidRDefault="00BC0437" w:rsidP="00BC0437">
      <w:pPr>
        <w:rPr>
          <w:rFonts w:eastAsia="Times New Roman"/>
          <w:szCs w:val="22"/>
          <w:lang w:eastAsia="en-US"/>
        </w:rPr>
      </w:pPr>
    </w:p>
    <w:bookmarkEnd w:id="1647"/>
    <w:p w:rsidR="00BC0437" w:rsidRPr="00BC0437" w:rsidRDefault="00BC0437" w:rsidP="00BC0437">
      <w:pPr>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652" w:name="_Toc199663598"/>
      <w:bookmarkStart w:id="1653" w:name="_Toc207648615"/>
      <w:bookmarkStart w:id="1654" w:name="_Toc207649197"/>
      <w:bookmarkStart w:id="1655" w:name="_Toc207649613"/>
      <w:bookmarkStart w:id="1656" w:name="_Toc207649974"/>
      <w:bookmarkStart w:id="1657" w:name="_Toc207650374"/>
      <w:bookmarkStart w:id="1658" w:name="_Toc208638022"/>
      <w:bookmarkStart w:id="1659" w:name="_Toc421800860"/>
      <w:r w:rsidRPr="00BC0437">
        <w:rPr>
          <w:lang w:eastAsia="en-US"/>
        </w:rPr>
        <w:t>United Arab Emirates</w:t>
      </w:r>
      <w:bookmarkEnd w:id="1652"/>
      <w:bookmarkEnd w:id="1653"/>
      <w:bookmarkEnd w:id="1654"/>
      <w:bookmarkEnd w:id="1655"/>
      <w:bookmarkEnd w:id="1656"/>
      <w:bookmarkEnd w:id="1657"/>
      <w:bookmarkEnd w:id="1658"/>
      <w:bookmarkEnd w:id="165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660" w:name="emirate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61" w:name="_Toc186015980"/>
            <w:r w:rsidRPr="00BC0437">
              <w:rPr>
                <w:rFonts w:eastAsia="Times New Roman"/>
                <w:b/>
                <w:szCs w:val="22"/>
                <w:lang w:eastAsia="en-US"/>
              </w:rPr>
              <w:t>Preservation and Replacement</w:t>
            </w:r>
            <w:bookmarkEnd w:id="166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Records houses, archives, libraries, or documentation centers.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 (4)(a)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seek direct or indirect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5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where a substitute copy cannot be obtained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5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acknowledgement of the original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of the original work or to exchange it for a lost or destroyed copy, or a copy that is not suitable for use.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62" w:name="_Toc186015981"/>
            <w:r w:rsidRPr="00BC0437">
              <w:rPr>
                <w:rFonts w:eastAsia="Times New Roman"/>
                <w:b/>
                <w:szCs w:val="22"/>
                <w:lang w:eastAsia="en-US"/>
              </w:rPr>
              <w:t>Research or Study</w:t>
            </w:r>
            <w:bookmarkEnd w:id="166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Records houses, archives, libraries, or documentation centers.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 (4)(b)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seek direct or indirect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may only be granted for one time or for interrupted periods of time.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can only be made provided that obtaining a license became impossible in accordance with the provisions of the law.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acknowledgement of the original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by request of a natural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385450" w:rsidRPr="00BC0437" w:rsidTr="00BC0437">
        <w:tc>
          <w:tcPr>
            <w:tcW w:w="8856" w:type="dxa"/>
            <w:gridSpan w:val="4"/>
            <w:shd w:val="clear" w:color="auto" w:fill="auto"/>
          </w:tcPr>
          <w:p w:rsidR="00385450" w:rsidRPr="00BC0437" w:rsidRDefault="00385450" w:rsidP="00BC0437">
            <w:pPr>
              <w:rPr>
                <w:rFonts w:eastAsia="Times New Roman"/>
                <w:b/>
                <w:szCs w:val="22"/>
                <w:lang w:eastAsia="en-US"/>
              </w:rPr>
            </w:pPr>
            <w:bookmarkStart w:id="1663" w:name="_Toc186015982"/>
            <w:r w:rsidRPr="00BC0437">
              <w:rPr>
                <w:rFonts w:eastAsia="Times New Roman"/>
                <w:b/>
                <w:szCs w:val="22"/>
                <w:lang w:eastAsia="en-US"/>
              </w:rPr>
              <w:t>Anti-Circumvention of Technological Protection Measures</w:t>
            </w:r>
            <w:bookmarkEnd w:id="1663"/>
          </w:p>
        </w:tc>
      </w:tr>
      <w:tr w:rsidR="00385450" w:rsidRPr="00BC0437" w:rsidTr="00BC0437">
        <w:tc>
          <w:tcPr>
            <w:tcW w:w="2628" w:type="dxa"/>
            <w:shd w:val="clear" w:color="auto" w:fill="auto"/>
          </w:tcPr>
          <w:p w:rsidR="00385450" w:rsidRPr="00BC0437" w:rsidRDefault="00385450"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385450" w:rsidRPr="00BC0437" w:rsidRDefault="00385450"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385450" w:rsidRPr="00BC0437" w:rsidRDefault="00385450" w:rsidP="00BC0437">
            <w:pPr>
              <w:rPr>
                <w:rFonts w:eastAsia="Times New Roman"/>
                <w:szCs w:val="22"/>
                <w:lang w:eastAsia="en-US"/>
              </w:rPr>
            </w:pPr>
            <w:r w:rsidRPr="00BC0437">
              <w:rPr>
                <w:rFonts w:eastAsia="Times New Roman"/>
                <w:szCs w:val="22"/>
                <w:lang w:eastAsia="en-US"/>
              </w:rPr>
              <w:t>Art. 38</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Delaying or disgracing technological protection is prohibited.</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equipment, instruments, or apparatus designed for the purpose of fraud against any technology used by the author or the holder of the neighboring right to arrange or administer such rights or for preservation of specific standard of quality of the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160"/>
        <w:gridCol w:w="106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664" w:name="_Toc186015983"/>
            <w:r w:rsidRPr="00BC0437">
              <w:rPr>
                <w:rFonts w:eastAsia="Times New Roman"/>
                <w:b/>
                <w:szCs w:val="22"/>
                <w:lang w:eastAsia="en-US"/>
              </w:rPr>
              <w:t>Miscellaneous</w:t>
            </w:r>
            <w:bookmarkEnd w:id="166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Application to Neighboring Rights</w:t>
            </w:r>
          </w:p>
        </w:tc>
        <w:tc>
          <w:tcPr>
            <w:tcW w:w="51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restrictions on the economic rights of authors shall apply to the holders of neighboring rights.</w:t>
            </w:r>
          </w:p>
        </w:tc>
        <w:tc>
          <w:tcPr>
            <w:tcW w:w="10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License for Reproduction or Translation</w:t>
            </w:r>
          </w:p>
        </w:tc>
        <w:tc>
          <w:tcPr>
            <w:tcW w:w="51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person may ask the ministry to grant a compulsory license for either copying or translation or for both of any work on terms that reflect the Berne Appendix.</w:t>
            </w:r>
          </w:p>
        </w:tc>
        <w:tc>
          <w:tcPr>
            <w:tcW w:w="10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to make a copy or more of a work, phonogram, broadcasting program or any performance in any shape including permanent or temporary electronic storing.</w:t>
            </w:r>
          </w:p>
        </w:tc>
        <w:tc>
          <w:tcPr>
            <w:tcW w:w="10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Federal Law Concerning Copyrights and Neighboring Rights of the United Arab Emirates, No. 7 (1 July 2002), available at http://www.wipo.int/wipolex/en/text.jsp?file_id=124612.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17 December 2007; rev. 16 May 2015</w:t>
            </w:r>
          </w:p>
        </w:tc>
      </w:tr>
    </w:tbl>
    <w:p w:rsidR="00BC0437" w:rsidRPr="00BC0437" w:rsidRDefault="00BC0437" w:rsidP="00BC0437">
      <w:pPr>
        <w:rPr>
          <w:rFonts w:eastAsia="Times New Roman"/>
          <w:szCs w:val="22"/>
          <w:lang w:eastAsia="en-US"/>
        </w:rPr>
      </w:pPr>
    </w:p>
    <w:bookmarkEnd w:id="1660"/>
    <w:p w:rsidR="00BC0437" w:rsidRPr="00BC0437" w:rsidRDefault="00BC0437" w:rsidP="00BC0437">
      <w:pPr>
        <w:keepNext/>
        <w:outlineLvl w:val="1"/>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665" w:name="_Toc421800861"/>
      <w:bookmarkStart w:id="1666" w:name="_Toc199663599"/>
      <w:bookmarkStart w:id="1667" w:name="_Toc207648617"/>
      <w:bookmarkStart w:id="1668" w:name="_Toc207649199"/>
      <w:bookmarkStart w:id="1669" w:name="_Toc207649614"/>
      <w:bookmarkStart w:id="1670" w:name="_Toc207649975"/>
      <w:bookmarkStart w:id="1671" w:name="_Toc207650375"/>
      <w:bookmarkStart w:id="1672" w:name="_Toc208638023"/>
      <w:r w:rsidRPr="00BC0437">
        <w:rPr>
          <w:lang w:eastAsia="en-US"/>
        </w:rPr>
        <w:t>United Kingdom</w:t>
      </w:r>
      <w:bookmarkEnd w:id="1665"/>
    </w:p>
    <w:p w:rsidR="00BC0437" w:rsidRPr="00BC0437" w:rsidRDefault="00BC0437" w:rsidP="00BC0437">
      <w:pPr>
        <w:keepNext/>
        <w:outlineLvl w:val="1"/>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archive, museum, or educational establishment.</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40B</w:t>
            </w:r>
          </w:p>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work or a copy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Must be lawfully acquired by the institution.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Use complies with any purchase or license terms.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communicate the work or make it available to individual members of the public for research or private study.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Via dedicated terminals on the premises of the institution.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719"/>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parallel provision applies similar terms to the use of recordings of performances.  See Schedule 2, new Paragraph 6C.</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Supply of Copies to Other Libraries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librarian.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41</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Whole or part of a published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6"/>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At the time of making the copy, the librarian does not know, or could not reasonably find out, the name and address of a person entitled to authorize the making of a copy of the work.  This condition does not apply to making a copy of an article in a periodical.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supply it in response to a request from a library.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requesting library is not conducted for profit.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Where a library makes a charge for supplying a copy, the amount charged must be calculated by reference to the costs attributable to the production of the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the extent that a term in a contract purports to prevent or restrict the doing of any act which, by virtue of this section, would not infringe copyright, that term is unenforceable.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parallel provision applies similar terms to the use of published recordings of performances.  See Schedule 2, new Paragraph 6D.</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librarian, archivist, or curator of a library, archive, or museum.</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42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item in that institution’s permanent collections.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3"/>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It is not reasonably practicable to purchase a copy of the item to achieve the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item is included in the part of the collection kept wholly or mainly for the purposes of reference on the institution’s premises; or is included in a part of the collection not accessible to the public; or is available on loan only to other libraries, archives, or museums.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96"/>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in the collection.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8"/>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this section, “item” means a work or a copy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7"/>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the extent that a term in a contract purports to prevent or restrict the doing of any act which, by virtue of this section, would not infringe copyright, that term is unenforceable.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7"/>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parallel provision applies similar terms to the use of recordings of performances (Schedule 2, new Paragraph 6E).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83"/>
      </w:tblGrid>
      <w:tr w:rsidR="00BC0437" w:rsidRPr="00BC0437" w:rsidTr="00BC0437">
        <w:tc>
          <w:tcPr>
            <w:tcW w:w="8909"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 of Works in Another Collection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librarian, archivist, or curator of a library, archive, or museum.</w:t>
            </w:r>
          </w:p>
        </w:tc>
        <w:tc>
          <w:tcPr>
            <w:tcW w:w="1083"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42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library, archive, or museum may not be conducted for profit.</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item in the permanent collections of another library, archive, or museum.</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item has been lost, destroyed, or damaged.</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26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It is not reasonably practicable to purchase a copy of the item to achieve the purpose.</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26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item is included in the part of the collection kept wholly or mainly for the purposes of reference on the institution’s premises; or included in a part of the collection not accessible to the public; or available on loan only to other libraries, archives or museums.</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25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an item in the permanent collection of that library, archive, or museum.</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86"/>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86"/>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Where an institution makes a charge for supplying a copy to another institution, the amount charged must be calculated by reference to the costs attributable to the production of the copy.</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86"/>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this section, “item” means a work or a copy of a work.</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36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the extent that a term in a contract purports to prevent or restrict the doing of any act which, by virtue of this section, would not infringe copyright, that term is unenforceable.</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362"/>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parallel provision applies similar terms to the use of recordings of performances.  See Schedule 2, new Paragraph 6E.</w:t>
            </w:r>
          </w:p>
        </w:tc>
        <w:tc>
          <w:tcPr>
            <w:tcW w:w="1083"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Copies for Research or Study (Published Works)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Librarian.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42A</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Of a library that is not conducted for profit.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article in any one issue of a periodical, or a reasonable proportion of any other published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supply a copy for the purpose of research for a non-commercial purpose or private study.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copy is supplied in response to a request from a person who has provided the librarian with a declaration in writing (including electronic format) containing the information specified in the statute, and the librarian is not aware that the declaration is false in any material particular.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78"/>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declaration must state: (a) the name of the person who requires the copy and the material required; (b) that the person has not previously been supplied with a copy of that material by any library; (c) that the person requires the copy for the purpose of research for a non-commercial purpose or private study and will use it only for those purposes, and will not supply the copy to any other person; and (d) that to the best of that person’s knowledge no other person with whom the person works or studies has made or intends to make at or about the same time as the person’s request, a request for substantially the same material for substantially the same purpose.  </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18"/>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If the person makes a declaration that is false in any material particular and is supplied with a copy that would have been an infringing copy if made by the person, the person is liable for infringement as if he had made it himself and the copy is treated as an infringing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Where a library makes a charge for supplying a copy, the amount charged must be calculated by reference to the costs attributable to the production of the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the extent that a term in a contract purports to prevent or restrict the doing of any act which, by virtue of this section, would not infringe copyright, that term is unenforceable.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parallel provision applies similar terms to the use of published recordings of performances.  See Schedule 2, Paragraph 6F.</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Copies for Research or Study (Unpublished Works)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Librarian or archivist.</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43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whole or part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8"/>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18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contextualSpacing/>
              <w:rPr>
                <w:rFonts w:eastAsia="Times New Roman"/>
                <w:szCs w:val="22"/>
                <w:lang w:eastAsia="en-US"/>
              </w:rPr>
            </w:pPr>
            <w:r w:rsidRPr="00BC0437">
              <w:rPr>
                <w:rFonts w:eastAsia="Times New Roman"/>
                <w:szCs w:val="22"/>
                <w:lang w:eastAsia="en-US"/>
              </w:rPr>
              <w:t>(a) The work had not been published or communicated to the public before the date that it was deposited in the library or archive; or (b) the copyright owner has not prohibited the copying of the work and at the time of making the copy the librarian or archivist is, or ought to be, aware of that fact.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supply a copy for the purpose of research for a non-commercial purpose or private study.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copy is supplied in response to a request from a person who has provided the librarian or archivist with a declaration in writing (including electronic format) containing the information specified in the statute, and the librarian or archivist is not aware that the declaration is false in any material particular.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78"/>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declaration must state: (a) the name of the person who requires the copy and the material required; (b) that the person has not previously been supplied with that material by any library or archive; and (c) that the person requires the copy for the purpose of research for a non-commercial purpose or private study, will use it only for those purposes and will not supply the copy to any other person.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If the person makes a declaration that is false in any material particular and is supplied a copy that would have been an infringement if made by the person, the person is liable for infringement as if he had made the copy himself and the copy is treated as an infringing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6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Where a library makes a charge for supplying a copy, the amount charged must be calculated by reference to the costs attributable to the production of the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62"/>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parallel provision applies similar terms to the use of unpublished recordings of performances.  See Schedule 2, Paragraph 6G.</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150"/>
        <w:gridCol w:w="127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495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27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296ZA-296ZF</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15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Prohibits circumvention when the person knows he is pursuing that objective.</w:t>
            </w:r>
          </w:p>
        </w:tc>
        <w:tc>
          <w:tcPr>
            <w:tcW w:w="127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15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selling circumvention devices is prohibited.</w:t>
            </w:r>
          </w:p>
        </w:tc>
        <w:tc>
          <w:tcPr>
            <w:tcW w:w="127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15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prohibiting, advertising services is prohibited.</w:t>
            </w:r>
          </w:p>
        </w:tc>
        <w:tc>
          <w:tcPr>
            <w:tcW w:w="127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495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w:t>
            </w:r>
          </w:p>
        </w:tc>
        <w:tc>
          <w:tcPr>
            <w:tcW w:w="127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495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the TPM prevents the exercise of acts permitted by the copyright exceptions, the user may seek an order from the government allowing circumvention for the purposes of carrying out acts permitted by the exceptions.  The relevant exceptions include the following library and archive exceptions: Sections 41, 42, 42A, and 43 as well as other provisions of possible relevance to libraries.  See Schedule 5A of the Copyright, Designs, and Patent Act of 1988.</w:t>
            </w:r>
          </w:p>
        </w:tc>
        <w:tc>
          <w:tcPr>
            <w:tcW w:w="12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296ZE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425"/>
        <w:gridCol w:w="1302"/>
      </w:tblGrid>
      <w:tr w:rsidR="00BC0437" w:rsidRPr="00BC0437" w:rsidTr="00BC0437">
        <w:tc>
          <w:tcPr>
            <w:tcW w:w="8923"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For Sections 40A to 43, the following definitions apply:</w:t>
            </w:r>
          </w:p>
          <w:p w:rsidR="00BC0437" w:rsidRPr="00BC0437" w:rsidRDefault="00BC0437" w:rsidP="00BC0437">
            <w:pPr>
              <w:rPr>
                <w:rFonts w:eastAsia="Times New Roman"/>
                <w:szCs w:val="22"/>
                <w:lang w:eastAsia="en-US"/>
              </w:rPr>
            </w:pPr>
            <w:r w:rsidRPr="00BC0437">
              <w:rPr>
                <w:rFonts w:eastAsia="Times New Roman"/>
                <w:szCs w:val="22"/>
                <w:lang w:eastAsia="en-US"/>
              </w:rPr>
              <w:t>“Library” means a library that is publicly accessible or a library of an educational establishment.</w:t>
            </w:r>
          </w:p>
          <w:p w:rsidR="00BC0437" w:rsidRPr="00BC0437" w:rsidRDefault="00BC0437" w:rsidP="00BC0437">
            <w:pPr>
              <w:rPr>
                <w:rFonts w:eastAsia="Times New Roman"/>
                <w:szCs w:val="22"/>
                <w:lang w:eastAsia="en-US"/>
              </w:rPr>
            </w:pPr>
            <w:r w:rsidRPr="00BC0437">
              <w:rPr>
                <w:rFonts w:eastAsia="Times New Roman"/>
                <w:szCs w:val="22"/>
                <w:lang w:eastAsia="en-US"/>
              </w:rPr>
              <w:t>“Museum” includes a gallery.</w:t>
            </w:r>
          </w:p>
          <w:p w:rsidR="00BC0437" w:rsidRPr="00BC0437" w:rsidRDefault="00BC0437" w:rsidP="00BC0437">
            <w:pPr>
              <w:rPr>
                <w:rFonts w:eastAsia="Times New Roman"/>
                <w:szCs w:val="22"/>
                <w:lang w:eastAsia="en-US"/>
              </w:rPr>
            </w:pPr>
            <w:r w:rsidRPr="00BC0437">
              <w:rPr>
                <w:rFonts w:eastAsia="Times New Roman"/>
                <w:szCs w:val="22"/>
                <w:lang w:eastAsia="en-US"/>
              </w:rPr>
              <w:t>“Conducted for profit” in relation to a library, archive, or museum means a body of the kind which is established or conducted for profit or which forms part of, or is administered by, a body established or conducted for profit.</w:t>
            </w:r>
          </w:p>
          <w:p w:rsidR="00BC0437" w:rsidRPr="00BC0437" w:rsidRDefault="00BC0437" w:rsidP="00BC0437">
            <w:pPr>
              <w:rPr>
                <w:rFonts w:eastAsia="Times New Roman"/>
                <w:szCs w:val="22"/>
                <w:lang w:eastAsia="en-US"/>
              </w:rPr>
            </w:pPr>
            <w:r w:rsidRPr="00BC0437">
              <w:rPr>
                <w:rFonts w:eastAsia="Times New Roman"/>
                <w:szCs w:val="22"/>
                <w:lang w:eastAsia="en-US"/>
              </w:rPr>
              <w:t>References to a librarian, archivist, or curator include a person acting on behalf of a librarian, archivist, or curator.</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43A</w:t>
            </w:r>
          </w:p>
        </w:tc>
      </w:tr>
      <w:tr w:rsidR="00BC0437" w:rsidRPr="00BC0437" w:rsidTr="00BC0437">
        <w:tc>
          <w:tcPr>
            <w:tcW w:w="2196"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Copying in relation to a literary, dramatic, musical or artistic work means reproducing the work in any material form.  This includes storing the work in any medium by electronic means.</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17(2)</w:t>
            </w:r>
          </w:p>
        </w:tc>
      </w:tr>
      <w:tr w:rsidR="00BC0437" w:rsidRPr="00BC0437" w:rsidTr="00BC0437">
        <w:tc>
          <w:tcPr>
            <w:tcW w:w="2196" w:type="dxa"/>
            <w:vMerge/>
          </w:tcPr>
          <w:p w:rsidR="00BC0437" w:rsidRPr="00BC0437" w:rsidRDefault="00BC0437" w:rsidP="00BC0437">
            <w:pPr>
              <w:rPr>
                <w:rFonts w:eastAsia="Times New Roman"/>
                <w:szCs w:val="22"/>
                <w:lang w:eastAsia="en-US"/>
              </w:rPr>
            </w:pP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study” is defined to exclude any study which is directly or indirectly for a commercial purpose.</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178</w:t>
            </w:r>
          </w:p>
        </w:tc>
      </w:tr>
      <w:tr w:rsidR="00BC0437" w:rsidRPr="00BC0437" w:rsidTr="00BC0437">
        <w:tc>
          <w:tcPr>
            <w:tcW w:w="2196" w:type="dxa"/>
            <w:vMerge/>
          </w:tcPr>
          <w:p w:rsidR="00BC0437" w:rsidRPr="00BC0437" w:rsidRDefault="00BC0437" w:rsidP="00BC0437">
            <w:pPr>
              <w:rPr>
                <w:rFonts w:eastAsia="Times New Roman"/>
                <w:szCs w:val="22"/>
                <w:lang w:eastAsia="en-US"/>
              </w:rPr>
            </w:pP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“Public library” </w:t>
            </w:r>
            <w:r w:rsidRPr="00BC0437">
              <w:rPr>
                <w:rFonts w:eastAsia="Calibri"/>
                <w:szCs w:val="22"/>
                <w:lang w:eastAsia="en-US"/>
              </w:rPr>
              <w:t>means a library administered by or on behalf of a local government library authority as defined by the Public Libraries and Museums Act 1964, the Public Libraries (Scotland) Act 1955 and the Education and Libraries (Northern Ireland) Order 1986.</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178</w:t>
            </w:r>
          </w:p>
        </w:tc>
      </w:tr>
      <w:tr w:rsidR="00BC0437" w:rsidRPr="00BC0437" w:rsidTr="00BC0437">
        <w:tc>
          <w:tcPr>
            <w:tcW w:w="2196" w:type="dxa"/>
            <w:vMerge/>
          </w:tcPr>
          <w:p w:rsidR="00BC0437" w:rsidRPr="00BC0437" w:rsidRDefault="00BC0437" w:rsidP="00BC0437">
            <w:pPr>
              <w:rPr>
                <w:rFonts w:eastAsia="Times New Roman"/>
                <w:szCs w:val="22"/>
                <w:lang w:eastAsia="en-US"/>
              </w:rPr>
            </w:pP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“Writing” includes any form of notation or code, whether by hand or otherwise and regardless of the method by which, or medium in or on which, it is recorded</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178</w:t>
            </w:r>
          </w:p>
        </w:tc>
      </w:tr>
      <w:tr w:rsidR="00BC0437" w:rsidRPr="00BC0437" w:rsidTr="00BC0437">
        <w:trPr>
          <w:trHeight w:val="260"/>
        </w:trPr>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425" w:type="dxa"/>
          </w:tcPr>
          <w:p w:rsidR="00BC0437" w:rsidRPr="00BC0437" w:rsidRDefault="00BC0437" w:rsidP="00BC0437">
            <w:pPr>
              <w:shd w:val="clear" w:color="auto" w:fill="FFFFFF"/>
              <w:spacing w:after="120" w:line="270" w:lineRule="atLeast"/>
              <w:rPr>
                <w:rFonts w:eastAsia="Times New Roman"/>
                <w:color w:val="000000"/>
                <w:szCs w:val="22"/>
                <w:lang w:eastAsia="en-US"/>
              </w:rPr>
            </w:pPr>
            <w:r w:rsidRPr="00BC0437">
              <w:rPr>
                <w:rFonts w:eastAsia="Times New Roman"/>
                <w:szCs w:val="22"/>
                <w:lang w:eastAsia="en-US"/>
              </w:rPr>
              <w:t>Lending of a book by a public library within the public lending right is not an infringement.  Such a library may also make a copy and lend a copy of an audio-book or e-book, where the copy is incidental to the lending.</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40A(1)</w:t>
            </w:r>
          </w:p>
        </w:tc>
      </w:tr>
      <w:tr w:rsidR="00BC0437" w:rsidRPr="00BC0437" w:rsidTr="00BC0437">
        <w:trPr>
          <w:trHeight w:val="692"/>
        </w:trPr>
        <w:tc>
          <w:tcPr>
            <w:tcW w:w="2196" w:type="dxa"/>
          </w:tcPr>
          <w:p w:rsidR="00BC0437" w:rsidRPr="00BC0437" w:rsidRDefault="00BC0437" w:rsidP="00BC0437">
            <w:pPr>
              <w:rPr>
                <w:rFonts w:eastAsia="Times New Roman"/>
                <w:szCs w:val="22"/>
                <w:vertAlign w:val="superscript"/>
                <w:lang w:eastAsia="en-US"/>
              </w:rPr>
            </w:pPr>
            <w:r w:rsidRPr="00BC0437">
              <w:rPr>
                <w:rFonts w:eastAsia="Times New Roman"/>
                <w:szCs w:val="22"/>
                <w:lang w:eastAsia="en-US"/>
              </w:rPr>
              <w:t>Lending</w:t>
            </w:r>
          </w:p>
        </w:tc>
        <w:tc>
          <w:tcPr>
            <w:tcW w:w="5425" w:type="dxa"/>
          </w:tcPr>
          <w:p w:rsidR="00BC0437" w:rsidRPr="00BC0437" w:rsidRDefault="00BC0437" w:rsidP="00BC0437">
            <w:pPr>
              <w:shd w:val="clear" w:color="auto" w:fill="FFFFFF"/>
              <w:spacing w:after="120" w:line="270" w:lineRule="atLeast"/>
              <w:rPr>
                <w:rFonts w:eastAsia="Times New Roman"/>
                <w:szCs w:val="22"/>
                <w:lang w:eastAsia="en-US"/>
              </w:rPr>
            </w:pPr>
            <w:r w:rsidRPr="00BC0437">
              <w:rPr>
                <w:rFonts w:eastAsia="Times New Roman"/>
                <w:szCs w:val="22"/>
                <w:lang w:eastAsia="en-US"/>
              </w:rPr>
              <w:t>A library, other than a public library, which is not conducted for profit, or an educational establishment, may lend a work without infringing copyright.</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36A &amp; 40A(2)</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Recordings of Folksongs</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Detailed provisions allow nonprofit archives to make copies of recordings of folksongs.</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61</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Recordings of Broadcasts</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Recordings of broadcasts allowed for deposit with nonprofit archives.  See also Schedule 2, Paragraph 21(b).</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75</w:t>
            </w:r>
          </w:p>
        </w:tc>
      </w:tr>
      <w:tr w:rsidR="00BC0437" w:rsidRPr="00BC0437" w:rsidTr="00BC0437">
        <w:trPr>
          <w:trHeight w:val="396"/>
        </w:trPr>
        <w:tc>
          <w:tcPr>
            <w:tcW w:w="2196"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Set of provisions for implementation of the European Union Directive 2012/28/EU on orphan works.  The statute references Schedule ZA1, which sets forth most of the details of the conditions for use of orphan works.</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44B &amp; 76A</w:t>
            </w:r>
          </w:p>
        </w:tc>
      </w:tr>
      <w:tr w:rsidR="00BC0437" w:rsidRPr="00BC0437" w:rsidTr="00BC0437">
        <w:trPr>
          <w:trHeight w:val="395"/>
        </w:trPr>
        <w:tc>
          <w:tcPr>
            <w:tcW w:w="2196" w:type="dxa"/>
            <w:vMerge/>
          </w:tcPr>
          <w:p w:rsidR="00BC0437" w:rsidRPr="00BC0437" w:rsidRDefault="00BC0437" w:rsidP="00BC0437">
            <w:pPr>
              <w:rPr>
                <w:rFonts w:eastAsia="Times New Roman"/>
                <w:szCs w:val="22"/>
                <w:lang w:eastAsia="en-US"/>
              </w:rPr>
            </w:pP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The statutes also include a governmental licensing scheme for orphan works and for orphaned recordings of performances, beyond requirements of the E.U. directive.  The statutes also provide for extended collective licensing that can support mass digitization of copyrighted works and recordings of performances, including orphan works.  (See also Schedule 2A.)</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116A to 116D</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Permits copies of most works for personal use.  Contracts that purport to prevent or restrict such uses are not enforceable.</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28B</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Study or Research</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 of works for noncommercial research or private study is permitted.  Libraries or archives may make copies on behalf of individuals, but only within the parameters of Section 42A.  Contracts that purport to prevent or restrict such uses are not enforceable.</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29</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Text and Data Analysis</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Permits copying of works for purposes of computational analysis of the content for noncommercial research.  Contracts that purport to prevent or restrict such uses are not enforceable.</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29A</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Multiple provisions allowing copies and uses of diverse works to meet the needs of persons with disabilities.</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31A to 31F</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Multiple provisions allowing diverse uses of works in connection with education.  Contracts that purport to prevent or restrict some uses are not enforceable.</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32 to 36A</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 Right</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Right to make a quotation from a work that has been made available to the public, within fair dealing, subject to conditions in the statute.  A parallel provision applies similar terms to performances and recordings (see Schedule 2, Paragraph 2(1)).  Contracts that purport to prevent or restrict such uses are not enforceable (Section 30(4)).</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30(1ZA)</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Export Copies</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If a work of cultural or historical importance may not be exported unless a copy is made and deposited in a library or archives, that copy is not an infringement.</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44</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Legal Deposit</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Permits copying of works from the internet by deposit libraries for fulfillment of the legal deposit requirement.</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44A</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727"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Designs, and Patents Act of the United Kingdom, Chapter 48 (15 November 1988), as amended through Copyright and Rights in Performances (Research, Education, Libraries and Archives) Regulations 2014, Statutory Instrument 2014 No. 1372 (19 May 2014), available at http://bit.ly/1z9tb38;</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Copyright and Rights in Performances (Certain Permitted Uses of Orphan Works) Regulations 2014, Statutory Instrument 2014 No. 2861 (27 October 2014), available at http://www.wipo.int/wipolex/en/text.jsp?file_id=353635;</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Copyright and Rights in Performances (Licensing of Orphan Works) Regulations 2014, Statutory Instrument 2014 No. 2863 (27 October 2014), available at http://www.wipo.int/wipolex/en/text.jsp?file_id=353615;</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and Rights in Performances (Extended Collective Licensing) Regulations 2014, Statutory Instrument 2014 No. 2588 (11 September 2014), available at </w:t>
            </w:r>
          </w:p>
          <w:p w:rsidR="00BC0437" w:rsidRPr="00BC0437" w:rsidRDefault="00BC0437" w:rsidP="00BC0437">
            <w:pPr>
              <w:rPr>
                <w:rFonts w:eastAsia="Times New Roman"/>
                <w:szCs w:val="22"/>
                <w:lang w:eastAsia="en-US"/>
              </w:rPr>
            </w:pPr>
            <w:r w:rsidRPr="00BC0437">
              <w:rPr>
                <w:rFonts w:eastAsia="Calibri" w:cs="Times New Roman"/>
                <w:szCs w:val="28"/>
                <w:lang w:val="en-GB" w:eastAsia="en-US"/>
              </w:rPr>
              <w:t>http://www.legislation.gov.uk/uksi/2014/2588/contents/made.</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727"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26 May 2008; rev. 30 August 2014; rev. 19 May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b/>
          <w:smallCaps/>
          <w:szCs w:val="22"/>
          <w:lang w:eastAsia="en-US"/>
        </w:rPr>
      </w:pPr>
    </w:p>
    <w:p w:rsidR="00BC0437" w:rsidRPr="00BC0437" w:rsidRDefault="00BC0437" w:rsidP="009652BA">
      <w:pPr>
        <w:pStyle w:val="Heading2"/>
        <w:rPr>
          <w:lang w:eastAsia="en-US"/>
        </w:rPr>
      </w:pPr>
      <w:r w:rsidRPr="00BC0437">
        <w:rPr>
          <w:lang w:eastAsia="en-US"/>
        </w:rPr>
        <w:br w:type="page"/>
      </w:r>
      <w:bookmarkStart w:id="1673" w:name="_Toc199663600"/>
      <w:bookmarkStart w:id="1674" w:name="_Toc207648618"/>
      <w:bookmarkStart w:id="1675" w:name="_Toc207649200"/>
      <w:bookmarkStart w:id="1676" w:name="_Toc207649615"/>
      <w:bookmarkStart w:id="1677" w:name="_Toc207649976"/>
      <w:bookmarkStart w:id="1678" w:name="_Toc207650376"/>
      <w:bookmarkStart w:id="1679" w:name="_Toc208638024"/>
      <w:bookmarkStart w:id="1680" w:name="_Toc421800862"/>
      <w:r w:rsidRPr="00BC0437">
        <w:rPr>
          <w:lang w:eastAsia="en-US"/>
        </w:rPr>
        <w:t>United Republic of</w:t>
      </w:r>
      <w:bookmarkEnd w:id="1673"/>
      <w:bookmarkEnd w:id="1674"/>
      <w:bookmarkEnd w:id="1675"/>
      <w:bookmarkEnd w:id="1676"/>
      <w:bookmarkEnd w:id="1677"/>
      <w:bookmarkEnd w:id="1678"/>
      <w:bookmarkEnd w:id="1679"/>
      <w:r w:rsidRPr="00BC0437">
        <w:rPr>
          <w:lang w:eastAsia="en-US"/>
        </w:rPr>
        <w:t xml:space="preserve"> Tanzania</w:t>
      </w:r>
      <w:bookmarkEnd w:id="168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81" w:name="_Toc186015990"/>
            <w:r w:rsidRPr="00BC0437">
              <w:rPr>
                <w:rFonts w:eastAsia="Times New Roman"/>
                <w:b/>
                <w:szCs w:val="22"/>
                <w:lang w:eastAsia="en-US"/>
              </w:rPr>
              <w:t>Library Use</w:t>
            </w:r>
            <w:bookmarkEnd w:id="1681"/>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author’s consent.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12(1) </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obligation to pay remuneration.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documentation centers, scientific institutions, and educational establishments.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12(7)</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and artistic works that have been lawfully made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number of copies made, and use thereof must be limited to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needs of the regular activities of the entity reproducing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by photography of sound or video recording, or electronic storage.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neither conflict with the normal exploitation of the work nor unreasonably prejudice the legitimate interests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is permitted in the original or in a translation.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12(1) </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82" w:name="_Toc186015991"/>
            <w:r w:rsidRPr="00BC0437">
              <w:rPr>
                <w:rFonts w:eastAsia="Times New Roman"/>
                <w:b/>
                <w:szCs w:val="22"/>
                <w:lang w:eastAsia="en-US"/>
              </w:rPr>
              <w:t>Anti-Circumvention of Technological Protection Measures</w:t>
            </w:r>
            <w:bookmarkEnd w:id="168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44(1) (i)</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a circumvention device or importing it for sale or rental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means that prevent or restrict reproduction of a work or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683" w:name="_Toc186015992"/>
            <w:r w:rsidRPr="00BC0437">
              <w:rPr>
                <w:rFonts w:eastAsia="Times New Roman"/>
                <w:b/>
                <w:szCs w:val="22"/>
                <w:lang w:eastAsia="en-US"/>
              </w:rPr>
              <w:t>Miscellaneous</w:t>
            </w:r>
            <w:bookmarkEnd w:id="168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Official Archives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recording by a broadcasting organization has an exceptional documentary character, a copy of it may be preserved in official archives.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 (10)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56"/>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Neighboring Rights Act of Tanzania, No. 7 (14 April 1999), available at http://www.wipo.int/wipolex/en/text.jsp?file_id=179714.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10 December 2007; rev. 16 May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b/>
          <w:smallCaps/>
          <w:szCs w:val="22"/>
          <w:lang w:eastAsia="en-US"/>
        </w:rPr>
      </w:pPr>
    </w:p>
    <w:p w:rsidR="00BC0437" w:rsidRPr="00BC0437" w:rsidRDefault="00BC0437" w:rsidP="009652BA">
      <w:pPr>
        <w:pStyle w:val="Heading2"/>
        <w:rPr>
          <w:lang w:eastAsia="en-US"/>
        </w:rPr>
      </w:pPr>
      <w:r w:rsidRPr="00BC0437">
        <w:rPr>
          <w:lang w:eastAsia="en-US"/>
        </w:rPr>
        <w:br w:type="page"/>
      </w:r>
      <w:bookmarkStart w:id="1684" w:name="_Toc421800863"/>
      <w:bookmarkStart w:id="1685" w:name="States"/>
      <w:bookmarkEnd w:id="1666"/>
      <w:bookmarkEnd w:id="1667"/>
      <w:bookmarkEnd w:id="1668"/>
      <w:bookmarkEnd w:id="1669"/>
      <w:bookmarkEnd w:id="1670"/>
      <w:bookmarkEnd w:id="1671"/>
      <w:bookmarkEnd w:id="1672"/>
      <w:r w:rsidRPr="00BC0437">
        <w:rPr>
          <w:lang w:eastAsia="en-US"/>
        </w:rPr>
        <w:t>United States of America</w:t>
      </w:r>
      <w:bookmarkEnd w:id="168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36"/>
        <w:gridCol w:w="3674"/>
        <w:gridCol w:w="11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Security, or Deposit in Another Library</w:t>
            </w: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108(a);</w:t>
            </w:r>
          </w:p>
          <w:p w:rsidR="00BC0437" w:rsidRPr="00BC0437" w:rsidRDefault="00BC0437" w:rsidP="00BC0437">
            <w:pPr>
              <w:rPr>
                <w:rFonts w:eastAsia="Times New Roman"/>
                <w:szCs w:val="22"/>
                <w:lang w:eastAsia="en-US"/>
              </w:rPr>
            </w:pPr>
            <w:r w:rsidRPr="00BC0437">
              <w:rPr>
                <w:rFonts w:eastAsia="Times New Roman"/>
                <w:szCs w:val="22"/>
                <w:lang w:eastAsia="en-US"/>
              </w:rPr>
              <w:t>§ 108(b)</w:t>
            </w:r>
          </w:p>
          <w:p w:rsidR="00BC0437" w:rsidRPr="00BC0437" w:rsidRDefault="00BC0437" w:rsidP="00BC0437">
            <w:pPr>
              <w:rPr>
                <w:rFonts w:eastAsia="Times New Roman"/>
                <w:szCs w:val="22"/>
                <w:lang w:eastAsia="en-US"/>
              </w:rPr>
            </w:pPr>
          </w:p>
        </w:tc>
      </w:tr>
      <w:tr w:rsidR="00BC0437" w:rsidRPr="00BC0437" w:rsidTr="00BC0437">
        <w:trPr>
          <w:trHeight w:val="70"/>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works, currently in the collection of the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copies can be made.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and security.</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deposit for research in another qualifying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purpose of direct or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and phonorecords.  See definitions below.</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made in digital format may not be made available to the public in that format outside the premises of the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reproduction and distribution.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include the notice of copyright from the work or, if no such notice can be found on the work, a legend stating that the work may be protected by copyright.</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36"/>
        <w:gridCol w:w="3674"/>
        <w:gridCol w:w="1156"/>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467"/>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108(a);</w:t>
            </w:r>
          </w:p>
          <w:p w:rsidR="00BC0437" w:rsidRPr="00BC0437" w:rsidRDefault="00BC0437" w:rsidP="00BC0437">
            <w:pPr>
              <w:rPr>
                <w:rFonts w:eastAsia="Times New Roman"/>
                <w:szCs w:val="22"/>
                <w:lang w:eastAsia="en-US"/>
              </w:rPr>
            </w:pPr>
            <w:r w:rsidRPr="00BC0437">
              <w:rPr>
                <w:rFonts w:eastAsia="Times New Roman"/>
                <w:szCs w:val="22"/>
                <w:lang w:eastAsia="en-US"/>
              </w:rPr>
              <w:t>§ 108(c)</w:t>
            </w:r>
          </w:p>
        </w:tc>
      </w:tr>
      <w:tr w:rsidR="00BC0437" w:rsidRPr="00BC0437" w:rsidTr="00BC0437">
        <w:trPr>
          <w:trHeight w:val="557"/>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copies can be made.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9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where the institution has determined, after a reasonable effort, that an unused replacement cannot be obtained at a fair price.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replacement of a copy that is damaged, deteriorating, lost, or stolen, or if the existing format in which the work is stored has become obsolete.  (A format is “obsolete” if the necessary machine or device is no longer manufactured or is no longer reasonably available in the commercial marketplace.)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03"/>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purpose of direct or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and phonorecords.  See definitions below.</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made in digital format may not be otherwise distributed in that format or made available to the public in that format outside the premises of the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include the notice of copyright from the work, or if no such notice can be found on the work, a legend stating that the work may be protected by copyright.</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36"/>
        <w:gridCol w:w="3674"/>
        <w:gridCol w:w="11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(Articles and Short Works)</w:t>
            </w: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108(a); § 108(d)</w:t>
            </w:r>
          </w:p>
        </w:tc>
      </w:tr>
      <w:tr w:rsidR="00BC0437" w:rsidRPr="00BC0437" w:rsidTr="00BC0437">
        <w:trPr>
          <w:trHeight w:val="13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articles or other contributions to a copyrighted collection or periodical issue, including illustrations, diagrams, or similar adjuncts to works, from the collection of the institution or another qualifying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One small part of other works, from the collection of the institution or another qualifying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90" w:type="dxa"/>
            <w:vMerge w:val="restart"/>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18"/>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not be a musical work, a pictorial, graphic or sculptural work, or a motion picture or other audiovisual work other than an audiovisual work dealing with the news, but the copy may include pictorial or graphic works included as illustrations or other adjuncts to works otherwise allowed (Section 108(i)).</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For private study, scholarship, or research, by request of a user. </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archives must not have notice that the copy is for any purpose other than the permitted purposes.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become the property of the user.</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purpose of direct or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and phonorecords.  See definitions below.</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reproduction and distribution.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display prominently, at the place where orders are accepted, and include on its order form, a warning of copyright in accordance with regulations from the U.S. Copyright Office.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include the notice of copyright from the work, or if no such notice can be found on the work, a legend stating that the work may be protected by copyright.</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36"/>
        <w:gridCol w:w="3674"/>
        <w:gridCol w:w="11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(Entire Works)</w:t>
            </w:r>
          </w:p>
        </w:tc>
      </w:tr>
      <w:tr w:rsidR="00BC0437" w:rsidRPr="00BC0437" w:rsidTr="00BC0437">
        <w:trPr>
          <w:trHeight w:val="70"/>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108(a);</w:t>
            </w:r>
          </w:p>
          <w:p w:rsidR="00BC0437" w:rsidRPr="00BC0437" w:rsidRDefault="00BC0437" w:rsidP="00BC0437">
            <w:pPr>
              <w:rPr>
                <w:rFonts w:eastAsia="Times New Roman"/>
                <w:szCs w:val="22"/>
                <w:lang w:eastAsia="en-US"/>
              </w:rPr>
            </w:pPr>
            <w:r w:rsidRPr="00BC0437">
              <w:rPr>
                <w:rFonts w:eastAsia="Times New Roman"/>
                <w:szCs w:val="22"/>
                <w:lang w:eastAsia="en-US"/>
              </w:rPr>
              <w:t>§ 108(e)</w:t>
            </w:r>
          </w:p>
        </w:tc>
      </w:tr>
      <w:tr w:rsidR="00BC0437" w:rsidRPr="00BC0437" w:rsidTr="00BC0437">
        <w:trPr>
          <w:trHeight w:val="2231"/>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Entire works or substantial parts of works, including illustrations, diagrams, or similar adjuncts to works, from the collection of the institution or another qualifying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must first determine, on the basis of a reasonable investigation, that a copy of the work cannot be obtained at a fair price.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not be a musical work, a pictorial, graphic or sculptural work, or a motion picture or other audiovisual work other than an audiovisual work dealing with the news, but the copy may include pictorial or graphic works included as illustrations or other adjuncts to works otherwise allowed (Section 108(i)).</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private study, scholarship, or research.</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not have notice that the copy is for any purpose other than the permitted purposes.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become the property of the user.</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purpose of direct or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and phonorecords.  See definitions below.</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reproduction and distribution.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display prominently, at the place where orders are accepted, and include on its order form, a warning of copyright in accordance with regulations from the U.S. Copyright Office.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include the notice of copyright from the work, or if no such notice can be found on the work, a legend stating that the work may be protected by copyright.</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18"/>
        <w:gridCol w:w="3674"/>
        <w:gridCol w:w="11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Supplying Copies to Other Libraries (Interlibrary Loan)</w:t>
            </w: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 (g)(2)</w:t>
            </w:r>
          </w:p>
        </w:tc>
      </w:tr>
      <w:tr w:rsidR="00BC0437" w:rsidRPr="00BC0437" w:rsidTr="00BC0437">
        <w:trPr>
          <w:trHeight w:val="530"/>
        </w:trPr>
        <w:tc>
          <w:tcPr>
            <w:tcW w:w="2508" w:type="dxa"/>
            <w:vMerge/>
            <w:shd w:val="clear" w:color="auto" w:fill="auto"/>
          </w:tcPr>
          <w:p w:rsidR="00BC0437" w:rsidRPr="00BC0437" w:rsidRDefault="00BC0437" w:rsidP="00BC0437">
            <w:pPr>
              <w:rPr>
                <w:rFonts w:eastAsia="Times New Roman"/>
                <w:szCs w:val="22"/>
                <w:lang w:eastAsia="en-US"/>
              </w:rPr>
            </w:pPr>
          </w:p>
        </w:tc>
        <w:tc>
          <w:tcPr>
            <w:tcW w:w="15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Implicitly, works that may be copied consistent with Section 108 or other provisions of the Copyright Act.  This code section is explicitly about the ability of a library to receive copies; presumably the copies are lawfully made.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45"/>
        </w:trPr>
        <w:tc>
          <w:tcPr>
            <w:tcW w:w="2508" w:type="dxa"/>
            <w:vMerge/>
            <w:shd w:val="clear" w:color="auto" w:fill="auto"/>
          </w:tcPr>
          <w:p w:rsidR="00BC0437" w:rsidRPr="00BC0437" w:rsidRDefault="00BC0437" w:rsidP="00BC0437">
            <w:pPr>
              <w:rPr>
                <w:rFonts w:eastAsia="Times New Roman"/>
                <w:szCs w:val="22"/>
                <w:lang w:eastAsia="en-US"/>
              </w:rPr>
            </w:pPr>
          </w:p>
        </w:tc>
        <w:tc>
          <w:tcPr>
            <w:tcW w:w="151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Section 108 generally bars systematic reproduction or distribution of copies, but that restriction does not prevent a library or archive from participating in interlibrary arrangements.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45"/>
        </w:trPr>
        <w:tc>
          <w:tcPr>
            <w:tcW w:w="2508" w:type="dxa"/>
            <w:vMerge/>
            <w:shd w:val="clear" w:color="auto" w:fill="auto"/>
          </w:tcPr>
          <w:p w:rsidR="00BC0437" w:rsidRPr="00BC0437" w:rsidRDefault="00BC0437" w:rsidP="00BC0437">
            <w:pPr>
              <w:rPr>
                <w:rFonts w:eastAsia="Times New Roman"/>
                <w:szCs w:val="22"/>
                <w:lang w:eastAsia="en-US"/>
              </w:rPr>
            </w:pPr>
          </w:p>
        </w:tc>
        <w:tc>
          <w:tcPr>
            <w:tcW w:w="1518"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archives may participate in interlibrary arrangements that do not have, as their purpose or effect, that the library or archives receives such copies for distribution in such aggregate quantities as to substitute for a subscription to or purchase of such work.</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45"/>
        </w:trPr>
        <w:tc>
          <w:tcPr>
            <w:tcW w:w="2508" w:type="dxa"/>
            <w:vMerge/>
            <w:shd w:val="clear" w:color="auto" w:fill="auto"/>
          </w:tcPr>
          <w:p w:rsidR="00BC0437" w:rsidRPr="00BC0437" w:rsidRDefault="00BC0437" w:rsidP="00BC0437">
            <w:pPr>
              <w:rPr>
                <w:rFonts w:eastAsia="Times New Roman"/>
                <w:szCs w:val="22"/>
                <w:lang w:eastAsia="en-US"/>
              </w:rPr>
            </w:pPr>
          </w:p>
        </w:tc>
        <w:tc>
          <w:tcPr>
            <w:tcW w:w="1518"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quantity restriction was interpreted by the CONTU Commission to mean in most cases not more than five copies of articles from a single journal during one year.</w:t>
            </w:r>
            <w:r w:rsidRPr="00BC0437">
              <w:rPr>
                <w:rFonts w:eastAsia="Times New Roman"/>
                <w:szCs w:val="22"/>
                <w:vertAlign w:val="superscript"/>
                <w:lang w:eastAsia="en-US"/>
              </w:rPr>
              <w:footnoteReference w:id="57"/>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receipt of materials through interlibrary arrangements.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42"/>
        </w:trPr>
        <w:tc>
          <w:tcPr>
            <w:tcW w:w="2508" w:type="dxa"/>
            <w:vMerge/>
            <w:shd w:val="clear" w:color="auto" w:fill="auto"/>
          </w:tcPr>
          <w:p w:rsidR="00BC0437" w:rsidRPr="00BC0437" w:rsidRDefault="00BC0437" w:rsidP="00BC0437">
            <w:pPr>
              <w:rPr>
                <w:rFonts w:eastAsia="Times New Roman"/>
                <w:szCs w:val="22"/>
                <w:lang w:eastAsia="en-US"/>
              </w:rPr>
            </w:pPr>
          </w:p>
        </w:tc>
        <w:tc>
          <w:tcPr>
            <w:tcW w:w="15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purpose of direct or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and phonorecords.  See definitions below.</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include the notice of copyright from the work, or if no such notice can be found on the work, a legend stating that the work may be protected by copyright.</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337"/>
        <w:gridCol w:w="103"/>
        <w:gridCol w:w="78"/>
        <w:gridCol w:w="3642"/>
        <w:gridCol w:w="1188"/>
      </w:tblGrid>
      <w:tr w:rsidR="00BC0437" w:rsidRPr="00BC0437" w:rsidTr="00BC0437">
        <w:tc>
          <w:tcPr>
            <w:tcW w:w="8856" w:type="dxa"/>
            <w:gridSpan w:val="6"/>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Copying During Final 20 Years of Protection</w:t>
            </w:r>
          </w:p>
        </w:tc>
      </w:tr>
      <w:tr w:rsidR="00BC0437" w:rsidRPr="00BC0437" w:rsidTr="00BC0437">
        <w:trPr>
          <w:trHeight w:val="143"/>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60"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 including employees acting within the scope of employment.</w:t>
            </w:r>
          </w:p>
        </w:tc>
        <w:tc>
          <w:tcPr>
            <w:tcW w:w="11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108(a); § 108(h)</w:t>
            </w:r>
          </w:p>
        </w:tc>
      </w:tr>
      <w:tr w:rsidR="00BC0437" w:rsidRPr="00BC0437" w:rsidTr="00BC0437">
        <w:trPr>
          <w:trHeight w:val="278"/>
        </w:trPr>
        <w:tc>
          <w:tcPr>
            <w:tcW w:w="2508" w:type="dxa"/>
            <w:vMerge/>
            <w:shd w:val="clear" w:color="auto" w:fill="auto"/>
          </w:tcPr>
          <w:p w:rsidR="00BC0437" w:rsidRPr="00BC0437" w:rsidRDefault="00BC0437" w:rsidP="00BC0437">
            <w:pPr>
              <w:rPr>
                <w:rFonts w:eastAsia="Times New Roman"/>
                <w:szCs w:val="22"/>
                <w:lang w:eastAsia="en-US"/>
              </w:rPr>
            </w:pPr>
          </w:p>
        </w:tc>
        <w:tc>
          <w:tcPr>
            <w:tcW w:w="5160"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Nonprofit educational institutions that function as a library or archives.</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2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60"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published works, during the last 20 years of any term of copyright.</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7"/>
        </w:trPr>
        <w:tc>
          <w:tcPr>
            <w:tcW w:w="2508" w:type="dxa"/>
            <w:vMerge/>
            <w:shd w:val="clear" w:color="auto" w:fill="auto"/>
          </w:tcPr>
          <w:p w:rsidR="00BC0437" w:rsidRPr="00BC0437" w:rsidRDefault="00BC0437" w:rsidP="00BC0437">
            <w:pPr>
              <w:rPr>
                <w:rFonts w:eastAsia="Times New Roman"/>
                <w:szCs w:val="22"/>
                <w:lang w:eastAsia="en-US"/>
              </w:rPr>
            </w:pPr>
          </w:p>
        </w:tc>
        <w:tc>
          <w:tcPr>
            <w:tcW w:w="1337"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23"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0"/>
        </w:trPr>
        <w:tc>
          <w:tcPr>
            <w:tcW w:w="2508" w:type="dxa"/>
            <w:vMerge/>
            <w:shd w:val="clear" w:color="auto" w:fill="auto"/>
          </w:tcPr>
          <w:p w:rsidR="00BC0437" w:rsidRPr="00BC0437" w:rsidRDefault="00BC0437" w:rsidP="00BC0437">
            <w:pPr>
              <w:rPr>
                <w:rFonts w:eastAsia="Times New Roman"/>
                <w:szCs w:val="22"/>
                <w:lang w:eastAsia="en-US"/>
              </w:rPr>
            </w:pPr>
          </w:p>
        </w:tc>
        <w:tc>
          <w:tcPr>
            <w:tcW w:w="1337" w:type="dxa"/>
            <w:vMerge/>
            <w:shd w:val="clear" w:color="auto" w:fill="auto"/>
          </w:tcPr>
          <w:p w:rsidR="00BC0437" w:rsidRPr="00BC0437" w:rsidRDefault="00BC0437" w:rsidP="00BC0437">
            <w:pPr>
              <w:rPr>
                <w:rFonts w:eastAsia="Times New Roman"/>
                <w:szCs w:val="22"/>
                <w:lang w:eastAsia="en-US"/>
              </w:rPr>
            </w:pPr>
          </w:p>
        </w:tc>
        <w:tc>
          <w:tcPr>
            <w:tcW w:w="3823"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Based on reasonable investigation, the library has determined that each of the following conditions apply:</w:t>
            </w:r>
          </w:p>
          <w:p w:rsidR="00BC0437" w:rsidRPr="00BC0437" w:rsidRDefault="00BC0437" w:rsidP="00BC0437">
            <w:pPr>
              <w:rPr>
                <w:rFonts w:eastAsia="Times New Roman"/>
                <w:szCs w:val="22"/>
                <w:lang w:eastAsia="en-US"/>
              </w:rPr>
            </w:pPr>
            <w:r w:rsidRPr="00BC0437">
              <w:rPr>
                <w:rFonts w:eastAsia="Times New Roman"/>
                <w:szCs w:val="22"/>
                <w:lang w:eastAsia="en-US"/>
              </w:rPr>
              <w:t>(a) the work is not subject to normal commercial exploitation;</w:t>
            </w:r>
          </w:p>
          <w:p w:rsidR="00BC0437" w:rsidRPr="00BC0437" w:rsidRDefault="00BC0437" w:rsidP="00BC0437">
            <w:pPr>
              <w:rPr>
                <w:rFonts w:eastAsia="Times New Roman"/>
                <w:szCs w:val="22"/>
                <w:lang w:eastAsia="en-US"/>
              </w:rPr>
            </w:pPr>
            <w:r w:rsidRPr="00BC0437">
              <w:rPr>
                <w:rFonts w:eastAsia="Times New Roman"/>
                <w:szCs w:val="22"/>
                <w:lang w:eastAsia="en-US"/>
              </w:rPr>
              <w:t>(b) a copy cannot be obtained at a reasonable price;  and</w:t>
            </w:r>
          </w:p>
          <w:p w:rsidR="00BC0437" w:rsidRPr="00BC0437" w:rsidRDefault="00BC0437" w:rsidP="00BC0437">
            <w:pPr>
              <w:rPr>
                <w:rFonts w:eastAsia="Times New Roman"/>
                <w:szCs w:val="22"/>
                <w:lang w:eastAsia="en-US"/>
              </w:rPr>
            </w:pPr>
            <w:r w:rsidRPr="00BC0437">
              <w:rPr>
                <w:rFonts w:eastAsia="Times New Roman"/>
                <w:szCs w:val="22"/>
                <w:lang w:eastAsia="en-US"/>
              </w:rPr>
              <w:t>(c) the copyright owner has not provided notice pursuant to regulations that either of the conditions set forth in (a) and (b) apply.</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60"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scholarship, or research.</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58"/>
        </w:trPr>
        <w:tc>
          <w:tcPr>
            <w:tcW w:w="2508" w:type="dxa"/>
            <w:vMerge/>
            <w:shd w:val="clear" w:color="auto" w:fill="auto"/>
          </w:tcPr>
          <w:p w:rsidR="00BC0437" w:rsidRPr="00BC0437" w:rsidRDefault="00BC0437" w:rsidP="00BC0437">
            <w:pPr>
              <w:rPr>
                <w:rFonts w:eastAsia="Times New Roman"/>
                <w:szCs w:val="22"/>
                <w:lang w:eastAsia="en-US"/>
              </w:rPr>
            </w:pPr>
          </w:p>
        </w:tc>
        <w:tc>
          <w:tcPr>
            <w:tcW w:w="1518" w:type="dxa"/>
            <w:gridSpan w:val="3"/>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4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be reproduced, distributed, displayed, or performed for the allowed purposes.</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57"/>
        </w:trPr>
        <w:tc>
          <w:tcPr>
            <w:tcW w:w="2508" w:type="dxa"/>
            <w:vMerge/>
            <w:shd w:val="clear" w:color="auto" w:fill="auto"/>
          </w:tcPr>
          <w:p w:rsidR="00BC0437" w:rsidRPr="00BC0437" w:rsidRDefault="00BC0437" w:rsidP="00BC0437">
            <w:pPr>
              <w:rPr>
                <w:rFonts w:eastAsia="Times New Roman"/>
                <w:szCs w:val="22"/>
                <w:lang w:eastAsia="en-US"/>
              </w:rPr>
            </w:pPr>
          </w:p>
        </w:tc>
        <w:tc>
          <w:tcPr>
            <w:tcW w:w="1518" w:type="dxa"/>
            <w:gridSpan w:val="3"/>
            <w:vMerge/>
            <w:shd w:val="clear" w:color="auto" w:fill="auto"/>
          </w:tcPr>
          <w:p w:rsidR="00BC0437" w:rsidRPr="00BC0437" w:rsidRDefault="00BC0437" w:rsidP="00BC0437">
            <w:pPr>
              <w:rPr>
                <w:rFonts w:eastAsia="Times New Roman"/>
                <w:szCs w:val="22"/>
                <w:lang w:eastAsia="en-US"/>
              </w:rPr>
            </w:pPr>
          </w:p>
        </w:tc>
        <w:tc>
          <w:tcPr>
            <w:tcW w:w="364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purpose of direct or indirect commercial advantage.</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60"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facsimile or digital form.</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60"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reproduction, distribution, display, or performance.</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vMerge/>
            <w:shd w:val="clear" w:color="auto" w:fill="auto"/>
          </w:tcPr>
          <w:p w:rsidR="00BC0437" w:rsidRPr="00BC0437" w:rsidRDefault="00BC0437" w:rsidP="00BC0437">
            <w:pPr>
              <w:rPr>
                <w:rFonts w:eastAsia="Times New Roman"/>
                <w:szCs w:val="22"/>
                <w:lang w:eastAsia="en-US"/>
              </w:rPr>
            </w:pPr>
          </w:p>
        </w:tc>
        <w:tc>
          <w:tcPr>
            <w:tcW w:w="5160"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does not apply to any subsequent uses by users other than the library or archives.</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vMerge/>
            <w:shd w:val="clear" w:color="auto" w:fill="auto"/>
          </w:tcPr>
          <w:p w:rsidR="00BC0437" w:rsidRPr="00BC0437" w:rsidRDefault="00BC0437" w:rsidP="00BC0437">
            <w:pPr>
              <w:rPr>
                <w:rFonts w:eastAsia="Times New Roman"/>
                <w:szCs w:val="22"/>
                <w:lang w:eastAsia="en-US"/>
              </w:rPr>
            </w:pPr>
          </w:p>
        </w:tc>
        <w:tc>
          <w:tcPr>
            <w:tcW w:w="5160"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must include the notice of copyright from the work, or if no such notice can be found on the work, a legend stating that the work may be protected by copyright.</w:t>
            </w:r>
          </w:p>
        </w:tc>
        <w:tc>
          <w:tcPr>
            <w:tcW w:w="1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 (a)(3)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1799"/>
        <w:gridCol w:w="3357"/>
        <w:gridCol w:w="109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0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56"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96"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04"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7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5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9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1201 (a)(1)(A)</w:t>
            </w:r>
          </w:p>
        </w:tc>
      </w:tr>
      <w:tr w:rsidR="00BC0437" w:rsidRPr="00BC0437" w:rsidTr="00BC0437">
        <w:trPr>
          <w:trHeight w:val="111"/>
        </w:trPr>
        <w:tc>
          <w:tcPr>
            <w:tcW w:w="2604" w:type="dxa"/>
            <w:vMerge/>
            <w:shd w:val="clear" w:color="auto" w:fill="auto"/>
          </w:tcPr>
          <w:p w:rsidR="00BC0437" w:rsidRPr="00BC0437" w:rsidRDefault="00BC0437" w:rsidP="00BC0437">
            <w:pPr>
              <w:rPr>
                <w:rFonts w:eastAsia="Times New Roman"/>
                <w:szCs w:val="22"/>
                <w:lang w:eastAsia="en-US"/>
              </w:rPr>
            </w:pPr>
          </w:p>
        </w:tc>
        <w:tc>
          <w:tcPr>
            <w:tcW w:w="17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5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offering to the public, providing, or trafficking in circumvention devices is prohibited.</w:t>
            </w:r>
          </w:p>
        </w:tc>
        <w:tc>
          <w:tcPr>
            <w:tcW w:w="109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1201 (a)(2);</w:t>
            </w:r>
          </w:p>
          <w:p w:rsidR="00BC0437" w:rsidRPr="00BC0437" w:rsidRDefault="00BC0437" w:rsidP="00BC0437">
            <w:pPr>
              <w:rPr>
                <w:rFonts w:eastAsia="Times New Roman"/>
                <w:szCs w:val="22"/>
                <w:lang w:eastAsia="en-US"/>
              </w:rPr>
            </w:pPr>
            <w:r w:rsidRPr="00BC0437">
              <w:rPr>
                <w:rFonts w:eastAsia="Times New Roman"/>
                <w:szCs w:val="22"/>
                <w:lang w:eastAsia="en-US"/>
              </w:rPr>
              <w:t>§ 1201</w:t>
            </w:r>
          </w:p>
          <w:p w:rsidR="00BC0437" w:rsidRPr="00BC0437" w:rsidRDefault="00BC0437" w:rsidP="00BC0437">
            <w:pPr>
              <w:rPr>
                <w:rFonts w:eastAsia="Times New Roman"/>
                <w:szCs w:val="22"/>
                <w:lang w:eastAsia="en-US"/>
              </w:rPr>
            </w:pPr>
            <w:r w:rsidRPr="00BC0437">
              <w:rPr>
                <w:rFonts w:eastAsia="Times New Roman"/>
                <w:szCs w:val="22"/>
                <w:lang w:eastAsia="en-US"/>
              </w:rPr>
              <w:t>(b)</w:t>
            </w:r>
          </w:p>
        </w:tc>
      </w:tr>
      <w:tr w:rsidR="00BC0437" w:rsidRPr="00BC0437" w:rsidTr="00BC0437">
        <w:trPr>
          <w:trHeight w:val="135"/>
        </w:trPr>
        <w:tc>
          <w:tcPr>
            <w:tcW w:w="2604" w:type="dxa"/>
            <w:vMerge/>
            <w:shd w:val="clear" w:color="auto" w:fill="auto"/>
          </w:tcPr>
          <w:p w:rsidR="00BC0437" w:rsidRPr="00BC0437" w:rsidRDefault="00BC0437" w:rsidP="00BC0437">
            <w:pPr>
              <w:rPr>
                <w:rFonts w:eastAsia="Times New Roman"/>
                <w:szCs w:val="22"/>
                <w:lang w:eastAsia="en-US"/>
              </w:rPr>
            </w:pPr>
          </w:p>
        </w:tc>
        <w:tc>
          <w:tcPr>
            <w:tcW w:w="17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5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Trafficking in circumvention services is prohibited.</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0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56"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or protect a right of the copyright owner.</w:t>
            </w:r>
          </w:p>
        </w:tc>
        <w:tc>
          <w:tcPr>
            <w:tcW w:w="109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1201 (a)(2);</w:t>
            </w:r>
          </w:p>
          <w:p w:rsidR="00BC0437" w:rsidRPr="00BC0437" w:rsidRDefault="00BC0437" w:rsidP="00BC0437">
            <w:pPr>
              <w:rPr>
                <w:rFonts w:eastAsia="Times New Roman"/>
                <w:szCs w:val="22"/>
                <w:lang w:eastAsia="en-US"/>
              </w:rPr>
            </w:pPr>
            <w:r w:rsidRPr="00BC0437">
              <w:rPr>
                <w:rFonts w:eastAsia="Times New Roman"/>
                <w:szCs w:val="22"/>
                <w:lang w:eastAsia="en-US"/>
              </w:rPr>
              <w:t>§ 1201 (b)</w:t>
            </w:r>
          </w:p>
        </w:tc>
      </w:tr>
      <w:tr w:rsidR="00BC0437" w:rsidRPr="00BC0437" w:rsidTr="00BC0437">
        <w:trPr>
          <w:trHeight w:val="825"/>
        </w:trPr>
        <w:tc>
          <w:tcPr>
            <w:tcW w:w="2604"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56"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Nonprofit libraries, archives, or educational institutions may gain access to a commercially exploited copyrighted work solely in order to make a good faith determination of whether to acquire a copy of that work for the sole purpose of engaging in conduct permitted by the copyright act.</w:t>
            </w:r>
          </w:p>
        </w:tc>
        <w:tc>
          <w:tcPr>
            <w:tcW w:w="109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1291 (d)</w:t>
            </w:r>
          </w:p>
        </w:tc>
      </w:tr>
      <w:tr w:rsidR="00BC0437" w:rsidRPr="00BC0437" w:rsidTr="00BC0437">
        <w:trPr>
          <w:trHeight w:val="413"/>
        </w:trPr>
        <w:tc>
          <w:tcPr>
            <w:tcW w:w="2604" w:type="dxa"/>
            <w:vMerge/>
            <w:shd w:val="clear" w:color="auto" w:fill="auto"/>
          </w:tcPr>
          <w:p w:rsidR="00BC0437" w:rsidRPr="00BC0437" w:rsidRDefault="00BC0437" w:rsidP="00BC0437">
            <w:pPr>
              <w:rPr>
                <w:rFonts w:eastAsia="Times New Roman"/>
                <w:szCs w:val="22"/>
                <w:lang w:eastAsia="en-US"/>
              </w:rPr>
            </w:pPr>
          </w:p>
        </w:tc>
        <w:tc>
          <w:tcPr>
            <w:tcW w:w="1799"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5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may not be retained longer than necessary to make such a good faith determination.</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04" w:type="dxa"/>
            <w:vMerge/>
            <w:shd w:val="clear" w:color="auto" w:fill="auto"/>
          </w:tcPr>
          <w:p w:rsidR="00BC0437" w:rsidRPr="00BC0437" w:rsidRDefault="00BC0437" w:rsidP="00BC0437">
            <w:pPr>
              <w:rPr>
                <w:rFonts w:eastAsia="Times New Roman"/>
                <w:szCs w:val="22"/>
                <w:lang w:eastAsia="en-US"/>
              </w:rPr>
            </w:pPr>
          </w:p>
        </w:tc>
        <w:tc>
          <w:tcPr>
            <w:tcW w:w="1799" w:type="dxa"/>
            <w:vMerge/>
            <w:shd w:val="clear" w:color="auto" w:fill="auto"/>
          </w:tcPr>
          <w:p w:rsidR="00BC0437" w:rsidRPr="00BC0437" w:rsidRDefault="00BC0437" w:rsidP="00BC0437">
            <w:pPr>
              <w:rPr>
                <w:rFonts w:eastAsia="Times New Roman"/>
                <w:szCs w:val="22"/>
                <w:lang w:eastAsia="en-US"/>
              </w:rPr>
            </w:pPr>
          </w:p>
        </w:tc>
        <w:tc>
          <w:tcPr>
            <w:tcW w:w="335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may not be used for any other purpose.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04" w:type="dxa"/>
            <w:vMerge/>
            <w:shd w:val="clear" w:color="auto" w:fill="auto"/>
          </w:tcPr>
          <w:p w:rsidR="00BC0437" w:rsidRPr="00BC0437" w:rsidRDefault="00BC0437" w:rsidP="00BC0437">
            <w:pPr>
              <w:rPr>
                <w:rFonts w:eastAsia="Times New Roman"/>
                <w:szCs w:val="22"/>
                <w:lang w:eastAsia="en-US"/>
              </w:rPr>
            </w:pPr>
          </w:p>
        </w:tc>
        <w:tc>
          <w:tcPr>
            <w:tcW w:w="1799" w:type="dxa"/>
            <w:vMerge/>
            <w:shd w:val="clear" w:color="auto" w:fill="auto"/>
          </w:tcPr>
          <w:p w:rsidR="00BC0437" w:rsidRPr="00BC0437" w:rsidRDefault="00BC0437" w:rsidP="00BC0437">
            <w:pPr>
              <w:rPr>
                <w:rFonts w:eastAsia="Times New Roman"/>
                <w:szCs w:val="22"/>
                <w:lang w:eastAsia="en-US"/>
              </w:rPr>
            </w:pPr>
          </w:p>
        </w:tc>
        <w:tc>
          <w:tcPr>
            <w:tcW w:w="335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exemption is only available where a copy of the work is not reasonably available in another form.</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04" w:type="dxa"/>
            <w:vMerge/>
            <w:shd w:val="clear" w:color="auto" w:fill="auto"/>
          </w:tcPr>
          <w:p w:rsidR="00BC0437" w:rsidRPr="00BC0437" w:rsidRDefault="00BC0437" w:rsidP="00BC0437">
            <w:pPr>
              <w:rPr>
                <w:rFonts w:eastAsia="Times New Roman"/>
                <w:szCs w:val="22"/>
                <w:lang w:eastAsia="en-US"/>
              </w:rPr>
            </w:pPr>
          </w:p>
        </w:tc>
        <w:tc>
          <w:tcPr>
            <w:tcW w:w="1799" w:type="dxa"/>
            <w:vMerge/>
            <w:shd w:val="clear" w:color="auto" w:fill="auto"/>
          </w:tcPr>
          <w:p w:rsidR="00BC0437" w:rsidRPr="00BC0437" w:rsidRDefault="00BC0437" w:rsidP="00BC0437">
            <w:pPr>
              <w:rPr>
                <w:rFonts w:eastAsia="Times New Roman"/>
                <w:szCs w:val="22"/>
                <w:lang w:eastAsia="en-US"/>
              </w:rPr>
            </w:pPr>
          </w:p>
        </w:tc>
        <w:tc>
          <w:tcPr>
            <w:tcW w:w="335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exemption does not permit an institution to manufacture, import, offer to the public, provide or traffic in technological measures.</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04" w:type="dxa"/>
            <w:vMerge/>
            <w:shd w:val="clear" w:color="auto" w:fill="auto"/>
          </w:tcPr>
          <w:p w:rsidR="00BC0437" w:rsidRPr="00BC0437" w:rsidRDefault="00BC0437" w:rsidP="00BC0437">
            <w:pPr>
              <w:rPr>
                <w:rFonts w:eastAsia="Times New Roman"/>
                <w:szCs w:val="22"/>
                <w:lang w:eastAsia="en-US"/>
              </w:rPr>
            </w:pPr>
          </w:p>
        </w:tc>
        <w:tc>
          <w:tcPr>
            <w:tcW w:w="1799" w:type="dxa"/>
            <w:vMerge/>
            <w:shd w:val="clear" w:color="auto" w:fill="auto"/>
          </w:tcPr>
          <w:p w:rsidR="00BC0437" w:rsidRPr="00BC0437" w:rsidRDefault="00BC0437" w:rsidP="00BC0437">
            <w:pPr>
              <w:rPr>
                <w:rFonts w:eastAsia="Times New Roman"/>
                <w:szCs w:val="22"/>
                <w:lang w:eastAsia="en-US"/>
              </w:rPr>
            </w:pPr>
          </w:p>
        </w:tc>
        <w:tc>
          <w:tcPr>
            <w:tcW w:w="335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09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4900"/>
        <w:gridCol w:w="136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5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Unsupervised Machines</w:t>
            </w:r>
          </w:p>
        </w:tc>
        <w:tc>
          <w:tcPr>
            <w:tcW w:w="49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archives is not liable for infringements committed from the unsupervised use of reproducing equipment on the premises, provided that the equipment displays a notice that the making of a copy may be subject to copyright law.</w:t>
            </w:r>
          </w:p>
        </w:tc>
        <w:tc>
          <w:tcPr>
            <w:tcW w:w="13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108(f)(1)</w:t>
            </w:r>
          </w:p>
          <w:p w:rsidR="00BC0437" w:rsidRPr="00BC0437" w:rsidRDefault="00BC0437" w:rsidP="00BC0437">
            <w:pPr>
              <w:rPr>
                <w:rFonts w:eastAsia="Times New Roman"/>
                <w:szCs w:val="22"/>
                <w:lang w:eastAsia="en-US"/>
              </w:rPr>
            </w:pPr>
          </w:p>
        </w:tc>
      </w:tr>
      <w:tr w:rsidR="00BC0437" w:rsidRPr="00BC0437" w:rsidTr="00BC0437">
        <w:tc>
          <w:tcPr>
            <w:tcW w:w="25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Limitation on Remedies</w:t>
            </w:r>
          </w:p>
        </w:tc>
        <w:tc>
          <w:tcPr>
            <w:tcW w:w="49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Statutory damages shall be remitted against a library or archive, or an employee or agent, who infringes a work by reproducing it in copies, if the infringer believed and had reasonable grounds for believing that the use was within fair use.</w:t>
            </w:r>
          </w:p>
        </w:tc>
        <w:tc>
          <w:tcPr>
            <w:tcW w:w="13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504(c)(2)</w:t>
            </w:r>
          </w:p>
        </w:tc>
      </w:tr>
      <w:tr w:rsidR="00BC0437" w:rsidRPr="00BC0437" w:rsidTr="00BC0437">
        <w:trPr>
          <w:trHeight w:val="285"/>
        </w:trPr>
        <w:tc>
          <w:tcPr>
            <w:tcW w:w="25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Relationship to Fair Use</w:t>
            </w:r>
          </w:p>
        </w:tc>
        <w:tc>
          <w:tcPr>
            <w:tcW w:w="49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Nothing in Section 108 of the Copyright Act affects the right of fair use under Section 107.</w:t>
            </w:r>
          </w:p>
        </w:tc>
        <w:tc>
          <w:tcPr>
            <w:tcW w:w="136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108(f)(4);</w:t>
            </w:r>
          </w:p>
          <w:p w:rsidR="00BC0437" w:rsidRPr="00BC0437" w:rsidRDefault="00BC0437" w:rsidP="00BC0437">
            <w:pPr>
              <w:rPr>
                <w:rFonts w:eastAsia="Times New Roman"/>
                <w:szCs w:val="22"/>
                <w:lang w:eastAsia="en-US"/>
              </w:rPr>
            </w:pPr>
            <w:r w:rsidRPr="00BC0437">
              <w:rPr>
                <w:rFonts w:eastAsia="Times New Roman"/>
                <w:szCs w:val="22"/>
                <w:lang w:eastAsia="en-US"/>
              </w:rPr>
              <w:t>§ 108 (f)(2)</w:t>
            </w:r>
          </w:p>
          <w:p w:rsidR="00BC0437" w:rsidRPr="00BC0437" w:rsidRDefault="00BC0437" w:rsidP="00BC0437">
            <w:pPr>
              <w:rPr>
                <w:rFonts w:eastAsia="Times New Roman"/>
                <w:szCs w:val="22"/>
                <w:lang w:eastAsia="en-US"/>
              </w:rPr>
            </w:pPr>
          </w:p>
        </w:tc>
      </w:tr>
      <w:tr w:rsidR="00BC0437" w:rsidRPr="00BC0437" w:rsidTr="00BC0437">
        <w:trPr>
          <w:trHeight w:val="285"/>
        </w:trPr>
        <w:tc>
          <w:tcPr>
            <w:tcW w:w="2588" w:type="dxa"/>
            <w:vMerge/>
            <w:shd w:val="clear" w:color="auto" w:fill="auto"/>
          </w:tcPr>
          <w:p w:rsidR="00BC0437" w:rsidRPr="00BC0437" w:rsidRDefault="00BC0437" w:rsidP="00BC0437">
            <w:pPr>
              <w:rPr>
                <w:rFonts w:eastAsia="Times New Roman"/>
                <w:szCs w:val="22"/>
                <w:lang w:eastAsia="en-US"/>
              </w:rPr>
            </w:pPr>
          </w:p>
        </w:tc>
        <w:tc>
          <w:tcPr>
            <w:tcW w:w="49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Nothing in Section 108 excuses the user of a copy received from the library or archives, or made on equipment at the library or archives, from liability for infringement if the user’s actions or uses of the copy exceed fair use.</w:t>
            </w:r>
          </w:p>
        </w:tc>
        <w:tc>
          <w:tcPr>
            <w:tcW w:w="136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Relationship to Contracts</w:t>
            </w:r>
          </w:p>
        </w:tc>
        <w:tc>
          <w:tcPr>
            <w:tcW w:w="49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Nothing in Section 108 affects any contractual obligations assumed by the library or archives when it acquired a work for its collections.</w:t>
            </w:r>
          </w:p>
        </w:tc>
        <w:tc>
          <w:tcPr>
            <w:tcW w:w="13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108(f)(4)</w:t>
            </w:r>
          </w:p>
        </w:tc>
      </w:tr>
      <w:tr w:rsidR="00BC0437" w:rsidRPr="00BC0437" w:rsidTr="00BC0437">
        <w:tc>
          <w:tcPr>
            <w:tcW w:w="25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Audiovisual News</w:t>
            </w:r>
          </w:p>
        </w:tc>
        <w:tc>
          <w:tcPr>
            <w:tcW w:w="49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Nothing in Section 108 limits a library’s or an archives’ ability to reproduce and distribute by lending a limited number of copies and excerpts of an audiovisual news program, subject to Section 108(a), subsections (1), (2), and (3).</w:t>
            </w:r>
          </w:p>
        </w:tc>
        <w:tc>
          <w:tcPr>
            <w:tcW w:w="13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108(f)(3)</w:t>
            </w:r>
          </w:p>
        </w:tc>
      </w:tr>
      <w:tr w:rsidR="0025164C" w:rsidRPr="00BC0437" w:rsidTr="00BC0437">
        <w:tc>
          <w:tcPr>
            <w:tcW w:w="2588" w:type="dxa"/>
            <w:shd w:val="clear" w:color="auto" w:fill="auto"/>
          </w:tcPr>
          <w:p w:rsidR="0025164C" w:rsidRPr="00BC0437" w:rsidRDefault="0025164C" w:rsidP="00BC0437">
            <w:pPr>
              <w:rPr>
                <w:rFonts w:eastAsia="Times New Roman"/>
                <w:szCs w:val="22"/>
                <w:lang w:eastAsia="en-US"/>
              </w:rPr>
            </w:pPr>
            <w:r>
              <w:rPr>
                <w:rFonts w:eastAsia="Times New Roman"/>
                <w:szCs w:val="22"/>
                <w:lang w:eastAsia="en-US"/>
              </w:rPr>
              <w:t>Fair Use</w:t>
            </w:r>
          </w:p>
        </w:tc>
        <w:tc>
          <w:tcPr>
            <w:tcW w:w="4900" w:type="dxa"/>
            <w:shd w:val="clear" w:color="auto" w:fill="auto"/>
          </w:tcPr>
          <w:p w:rsidR="0025164C" w:rsidRPr="00BC0437" w:rsidRDefault="0025164C" w:rsidP="00BC0437">
            <w:pPr>
              <w:rPr>
                <w:rFonts w:eastAsia="Times New Roman"/>
                <w:szCs w:val="22"/>
                <w:lang w:eastAsia="en-US"/>
              </w:rPr>
            </w:pPr>
            <w:r>
              <w:rPr>
                <w:rFonts w:eastAsia="Times New Roman"/>
                <w:szCs w:val="22"/>
                <w:lang w:eastAsia="en-US"/>
              </w:rPr>
              <w:t>The fair use of a work, based on an application of four factors in the statute, is not an infringement of copyright.</w:t>
            </w:r>
          </w:p>
        </w:tc>
        <w:tc>
          <w:tcPr>
            <w:tcW w:w="1368" w:type="dxa"/>
            <w:shd w:val="clear" w:color="auto" w:fill="auto"/>
          </w:tcPr>
          <w:p w:rsidR="0025164C" w:rsidRPr="00BC0437" w:rsidRDefault="0025164C" w:rsidP="00BC0437">
            <w:pPr>
              <w:rPr>
                <w:rFonts w:eastAsia="Times New Roman"/>
                <w:szCs w:val="22"/>
                <w:lang w:eastAsia="en-US"/>
              </w:rPr>
            </w:pPr>
            <w:r w:rsidRPr="00BC0437">
              <w:rPr>
                <w:rFonts w:eastAsia="Times New Roman"/>
                <w:szCs w:val="22"/>
                <w:lang w:eastAsia="en-US"/>
              </w:rPr>
              <w:t>§ 10</w:t>
            </w:r>
            <w:r>
              <w:rPr>
                <w:rFonts w:eastAsia="Times New Roman"/>
                <w:szCs w:val="22"/>
                <w:lang w:eastAsia="en-US"/>
              </w:rPr>
              <w:t>7</w:t>
            </w:r>
          </w:p>
        </w:tc>
      </w:tr>
      <w:tr w:rsidR="00BC0437" w:rsidRPr="00BC0437" w:rsidTr="00BC0437">
        <w:tc>
          <w:tcPr>
            <w:tcW w:w="25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49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are material objects, other than phonorecords, in which a work is fixed by any method now known or later developed, and from which the work can be perceived, reproduced, or otherwise communicated, either directly or with the aid of a machine or device. The term “copies” includes the material object, other than a phonorecord, in which the work is first fixed.</w:t>
            </w:r>
          </w:p>
        </w:tc>
        <w:tc>
          <w:tcPr>
            <w:tcW w:w="136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101</w:t>
            </w:r>
          </w:p>
        </w:tc>
      </w:tr>
      <w:tr w:rsidR="00BC0437" w:rsidRPr="00BC0437" w:rsidTr="00BC0437">
        <w:tc>
          <w:tcPr>
            <w:tcW w:w="2588" w:type="dxa"/>
            <w:vMerge/>
            <w:shd w:val="clear" w:color="auto" w:fill="auto"/>
          </w:tcPr>
          <w:p w:rsidR="00BC0437" w:rsidRPr="00BC0437" w:rsidRDefault="00BC0437" w:rsidP="00BC0437">
            <w:pPr>
              <w:rPr>
                <w:rFonts w:eastAsia="Times New Roman"/>
                <w:szCs w:val="22"/>
                <w:lang w:eastAsia="en-US"/>
              </w:rPr>
            </w:pPr>
          </w:p>
        </w:tc>
        <w:tc>
          <w:tcPr>
            <w:tcW w:w="49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“Phonorecords” are material objects in which sounds, other than those accompanying a motion picture or other audiovisual work, are fixed by any method now known or later developed, and from which the sounds can be perceived, reproduced, or otherwise communicated, either directly or with the aid of a machine or device. The term “phonorecords” includes the material object in which the sounds are first fixed.</w:t>
            </w:r>
          </w:p>
        </w:tc>
        <w:tc>
          <w:tcPr>
            <w:tcW w:w="136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6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the United States, Public Law No. 94</w:t>
            </w:r>
            <w:r w:rsidRPr="00BC0437">
              <w:rPr>
                <w:rFonts w:eastAsia="Times New Roman"/>
                <w:szCs w:val="22"/>
                <w:lang w:eastAsia="en-US"/>
              </w:rPr>
              <w:noBreakHyphen/>
              <w:t>553 (19 October 1976), as amended through Public Law No. 111</w:t>
            </w:r>
            <w:r w:rsidRPr="00BC0437">
              <w:rPr>
                <w:rFonts w:eastAsia="Times New Roman"/>
                <w:szCs w:val="22"/>
                <w:lang w:eastAsia="en-US"/>
              </w:rPr>
              <w:noBreakHyphen/>
              <w:t>295 (9 December 2010), available at http://www.wipo.int/wipolex/en/text.jsp?file_id=338108;</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Code of Federal Regulations of the United States, Title 37, compiled as of 3 January 2013, available at http://www.wipo.int/wipolex/en/text.jsp?file_id=303118.</w:t>
            </w:r>
          </w:p>
        </w:tc>
      </w:tr>
      <w:tr w:rsidR="00BC0437" w:rsidRPr="00BC0437" w:rsidTr="00BC0437">
        <w:tc>
          <w:tcPr>
            <w:tcW w:w="25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6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17 December 2007; rev. 16 May 2015</w:t>
            </w:r>
          </w:p>
        </w:tc>
      </w:tr>
    </w:tbl>
    <w:p w:rsidR="00BC0437" w:rsidRPr="00BC0437" w:rsidRDefault="00BC0437" w:rsidP="00BC0437">
      <w:pPr>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686" w:name="_Toc421800864"/>
      <w:r w:rsidRPr="00BC0437">
        <w:rPr>
          <w:lang w:eastAsia="en-US"/>
        </w:rPr>
        <w:t>Uruguay</w:t>
      </w:r>
      <w:bookmarkEnd w:id="168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statutes of Uruguay include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46(B)</w:t>
            </w: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selling, leasing or providing circumvention devices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46(B)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Trafficking in circumvention services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46(B)</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taken by the copyright owner to protect the copyright to his works.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46(B)</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3"/>
        <w:gridCol w:w="5545"/>
        <w:gridCol w:w="1008"/>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303" w:type="dxa"/>
          </w:tcPr>
          <w:p w:rsidR="00BC0437" w:rsidRPr="00BC0437" w:rsidRDefault="00BC0437" w:rsidP="00BC0437">
            <w:pPr>
              <w:rPr>
                <w:rFonts w:eastAsia="Times New Roman"/>
                <w:szCs w:val="22"/>
                <w:lang w:eastAsia="en-US"/>
              </w:rPr>
            </w:pPr>
            <w:r w:rsidRPr="00BC0437">
              <w:rPr>
                <w:rFonts w:eastAsia="Times New Roman"/>
                <w:szCs w:val="22"/>
                <w:lang w:eastAsia="en-US"/>
              </w:rPr>
              <w:t>News Exception</w:t>
            </w:r>
          </w:p>
        </w:tc>
        <w:tc>
          <w:tcPr>
            <w:tcW w:w="5545"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news reports.</w:t>
            </w:r>
          </w:p>
        </w:tc>
        <w:tc>
          <w:tcPr>
            <w:tcW w:w="1008" w:type="dxa"/>
          </w:tcPr>
          <w:p w:rsidR="00BC0437" w:rsidRPr="00BC0437" w:rsidRDefault="00BC0437" w:rsidP="00BC0437">
            <w:pPr>
              <w:rPr>
                <w:rFonts w:eastAsia="Times New Roman"/>
                <w:szCs w:val="22"/>
                <w:lang w:eastAsia="en-US"/>
              </w:rPr>
            </w:pPr>
            <w:r w:rsidRPr="00BC0437">
              <w:rPr>
                <w:rFonts w:eastAsia="Times New Roman"/>
                <w:szCs w:val="22"/>
                <w:lang w:eastAsia="en-US"/>
              </w:rPr>
              <w:t>Art. 45</w:t>
            </w:r>
          </w:p>
        </w:tc>
      </w:tr>
      <w:tr w:rsidR="00BC0437" w:rsidRPr="00BC0437" w:rsidTr="00BC0437">
        <w:tc>
          <w:tcPr>
            <w:tcW w:w="2303" w:type="dxa"/>
          </w:tcPr>
          <w:p w:rsidR="00BC0437" w:rsidRPr="00BC0437" w:rsidRDefault="00BC0437" w:rsidP="00BC0437">
            <w:pPr>
              <w:rPr>
                <w:rFonts w:eastAsia="Times New Roman"/>
                <w:szCs w:val="22"/>
                <w:lang w:eastAsia="en-US"/>
              </w:rPr>
            </w:pPr>
            <w:r w:rsidRPr="00BC0437">
              <w:rPr>
                <w:rFonts w:eastAsia="Times New Roman"/>
                <w:szCs w:val="22"/>
                <w:lang w:eastAsia="en-US"/>
              </w:rPr>
              <w:t>Commentary, Criticism or Controversy</w:t>
            </w:r>
          </w:p>
        </w:tc>
        <w:tc>
          <w:tcPr>
            <w:tcW w:w="5545" w:type="dxa"/>
          </w:tcPr>
          <w:p w:rsidR="00BC0437" w:rsidRPr="00BC0437" w:rsidRDefault="00BC0437" w:rsidP="00BC0437">
            <w:pPr>
              <w:rPr>
                <w:rFonts w:eastAsia="Times New Roman"/>
                <w:szCs w:val="22"/>
                <w:lang w:eastAsia="en-US"/>
              </w:rPr>
            </w:pPr>
            <w:r w:rsidRPr="00BC0437">
              <w:rPr>
                <w:rFonts w:eastAsia="Times New Roman"/>
                <w:szCs w:val="22"/>
                <w:lang w:eastAsia="en-US"/>
              </w:rPr>
              <w:t>Can make copies for purposes of commentary, criticism, or controversy.</w:t>
            </w:r>
          </w:p>
        </w:tc>
        <w:tc>
          <w:tcPr>
            <w:tcW w:w="1008" w:type="dxa"/>
          </w:tcPr>
          <w:p w:rsidR="00BC0437" w:rsidRPr="00BC0437" w:rsidRDefault="00BC0437" w:rsidP="00BC0437">
            <w:pPr>
              <w:rPr>
                <w:rFonts w:eastAsia="Times New Roman"/>
                <w:szCs w:val="22"/>
                <w:lang w:eastAsia="en-US"/>
              </w:rPr>
            </w:pPr>
            <w:r w:rsidRPr="00BC0437">
              <w:rPr>
                <w:rFonts w:eastAsia="Times New Roman"/>
                <w:szCs w:val="22"/>
                <w:lang w:eastAsia="en-US"/>
              </w:rPr>
              <w:t>Art. 45</w:t>
            </w:r>
          </w:p>
        </w:tc>
      </w:tr>
      <w:tr w:rsidR="00BC0437" w:rsidRPr="00BC0437" w:rsidTr="00BC0437">
        <w:tc>
          <w:tcPr>
            <w:tcW w:w="2303"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553"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of Uruguay, No. 9.739 (17 December 1937), as amended through Law No. 18.046 (24 October 2006), available at http://www.wipo.int/wipolex/en/text.jsp?file_id=196343.</w:t>
            </w:r>
          </w:p>
        </w:tc>
      </w:tr>
      <w:tr w:rsidR="00BC0437" w:rsidRPr="00BC0437" w:rsidTr="00BC0437">
        <w:tc>
          <w:tcPr>
            <w:tcW w:w="2303"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553"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27 April 2014; rev. 17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687" w:name="_Toc199663602"/>
      <w:bookmarkStart w:id="1688" w:name="_Toc207648620"/>
      <w:bookmarkStart w:id="1689" w:name="_Toc207649202"/>
      <w:bookmarkStart w:id="1690" w:name="_Toc207649617"/>
      <w:bookmarkStart w:id="1691" w:name="_Toc207649978"/>
      <w:bookmarkStart w:id="1692" w:name="_Toc207650378"/>
      <w:bookmarkStart w:id="1693" w:name="_Toc208638026"/>
      <w:bookmarkStart w:id="1694" w:name="_Toc421800865"/>
      <w:bookmarkEnd w:id="1685"/>
      <w:r w:rsidRPr="00BC0437">
        <w:rPr>
          <w:lang w:eastAsia="en-US"/>
        </w:rPr>
        <w:t>Uzbekistan</w:t>
      </w:r>
      <w:bookmarkEnd w:id="1687"/>
      <w:bookmarkEnd w:id="1688"/>
      <w:bookmarkEnd w:id="1689"/>
      <w:bookmarkEnd w:id="1690"/>
      <w:bookmarkEnd w:id="1691"/>
      <w:bookmarkEnd w:id="1692"/>
      <w:bookmarkEnd w:id="1693"/>
      <w:bookmarkEnd w:id="1694"/>
    </w:p>
    <w:p w:rsidR="00BC0437" w:rsidRPr="00BC0437" w:rsidRDefault="00BC0437" w:rsidP="00BC0437">
      <w:pPr>
        <w:rPr>
          <w:rFonts w:eastAsia="Times New Roman"/>
          <w:szCs w:val="22"/>
          <w:lang w:eastAsia="en-US"/>
        </w:rPr>
      </w:pPr>
      <w:bookmarkStart w:id="1695" w:name="uzbek"/>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96" w:name="_Toc186016002"/>
            <w:r w:rsidRPr="00BC0437">
              <w:rPr>
                <w:rFonts w:eastAsia="Times New Roman"/>
                <w:b/>
                <w:szCs w:val="22"/>
                <w:lang w:eastAsia="en-US"/>
              </w:rPr>
              <w:t>Replacement</w:t>
            </w:r>
            <w:bookmarkEnd w:id="169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reference the name of the author and the source of the work used.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restoration or replacement of lost or damaged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providing copies to other libraries and archives that have lost the work from their collection for some reason.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purposes cannot be for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97" w:name="_Toc186016003"/>
            <w:r w:rsidRPr="00BC0437">
              <w:rPr>
                <w:rFonts w:eastAsia="Times New Roman"/>
                <w:b/>
                <w:szCs w:val="22"/>
                <w:lang w:eastAsia="en-US"/>
              </w:rPr>
              <w:t>Research or Study</w:t>
            </w:r>
            <w:bookmarkEnd w:id="169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Individual articles and small-size works that are published in collections, newspapers, and other periodical editions, including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excerpts from published written works, including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reference the name of the author and the source of the work used.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education and research, by the request of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purposes cannot be for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26(7)</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that have been entered into public circulation.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Including works provided by mutual shared use of library resources.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include the author’s name and the source of borrowing.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may not harm the normal use of the work or restrain the legitimate interests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provide temporary use of copies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 copies on the premises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may not permit users to make copies of the works in digital form.</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98" w:name="_Toc186016004"/>
            <w:r w:rsidRPr="00BC0437">
              <w:rPr>
                <w:rFonts w:eastAsia="Times New Roman"/>
                <w:b/>
                <w:szCs w:val="22"/>
                <w:lang w:eastAsia="en-US"/>
              </w:rPr>
              <w:t>Anti-Circumvention of Technological Protection Measures</w:t>
            </w:r>
            <w:bookmarkEnd w:id="169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63</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Producing, distributing, lending, giving for temporary use, importing, or advertising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used for protection from infringement; it includes access control and protection processes.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699" w:name="_Toc186016005"/>
            <w:r w:rsidRPr="00BC0437">
              <w:rPr>
                <w:rFonts w:eastAsia="Times New Roman"/>
                <w:b/>
                <w:szCs w:val="22"/>
                <w:lang w:eastAsia="en-US"/>
              </w:rPr>
              <w:t>Miscellaneous</w:t>
            </w:r>
            <w:bookmarkEnd w:id="169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includes facsimile reproduction in any size and in any form of one or more copies of originals of written and other works, or copies by the photocopying or with the help of other devices.  Reprographic reproduction does not include the storage or reproduction of copies in digital form, except for the case of creation of temporary copies, as a means for reprographic reproduction by use of the device.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exceptions are applied only when they do not make any unjustified harm to the normal use of the work and do not infringe in an unreasonable manner the legal interests of the author.</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Exhaustive List</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Limitations on the rights of owners are allowed only in the cases stated in the statutory exceptions.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Art.24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published works is permitted for personal purposes without the right owner’s consent and without paying remuneration; certain types of works are excluded.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Related Rights of Uzbekistan, No. 42 (20 July 2006), available at http://www.wipo.int/wipolex/en/text.jsp?file_id=222470.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20 December 2007; rev. 17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bookmarkEnd w:id="1695"/>
    <w:p w:rsidR="00BC0437" w:rsidRPr="00BC0437" w:rsidRDefault="00BC0437" w:rsidP="009652BA">
      <w:pPr>
        <w:pStyle w:val="Heading2"/>
        <w:rPr>
          <w:lang w:eastAsia="en-US"/>
        </w:rPr>
      </w:pPr>
      <w:r w:rsidRPr="00BC0437">
        <w:rPr>
          <w:lang w:eastAsia="en-US"/>
        </w:rPr>
        <w:br w:type="page"/>
      </w:r>
      <w:bookmarkStart w:id="1700" w:name="_Toc421800866"/>
      <w:bookmarkStart w:id="1701" w:name="_Toc199663603"/>
      <w:bookmarkStart w:id="1702" w:name="_Toc207648622"/>
      <w:bookmarkStart w:id="1703" w:name="_Toc207649204"/>
      <w:bookmarkStart w:id="1704" w:name="_Toc207649619"/>
      <w:bookmarkStart w:id="1705" w:name="_Toc207649980"/>
      <w:bookmarkStart w:id="1706" w:name="_Toc207650379"/>
      <w:bookmarkStart w:id="1707" w:name="_Toc208638027"/>
      <w:r w:rsidRPr="00BC0437">
        <w:rPr>
          <w:lang w:eastAsia="en-US"/>
        </w:rPr>
        <w:t>Vanuatu</w:t>
      </w:r>
      <w:bookmarkEnd w:id="170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240"/>
        <w:gridCol w:w="1530"/>
      </w:tblGrid>
      <w:tr w:rsidR="00BC0437" w:rsidRPr="00BC0437" w:rsidTr="00BC0437">
        <w:tc>
          <w:tcPr>
            <w:tcW w:w="8838"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468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that does not operate for commercial gain.</w:t>
            </w:r>
          </w:p>
        </w:tc>
        <w:tc>
          <w:tcPr>
            <w:tcW w:w="15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14(1); </w:t>
            </w:r>
          </w:p>
          <w:p w:rsidR="00BC0437" w:rsidRPr="00BC0437" w:rsidRDefault="00BC0437" w:rsidP="00BC0437">
            <w:pPr>
              <w:rPr>
                <w:rFonts w:eastAsia="Times New Roman"/>
                <w:szCs w:val="22"/>
                <w:lang w:eastAsia="en-US"/>
              </w:rPr>
            </w:pPr>
            <w:r w:rsidRPr="00BC0437">
              <w:rPr>
                <w:rFonts w:eastAsia="Times New Roman"/>
                <w:szCs w:val="22"/>
                <w:lang w:eastAsia="en-US"/>
              </w:rPr>
              <w:t>§ 14(3)(a)(i);</w:t>
            </w:r>
          </w:p>
          <w:p w:rsidR="00BC0437" w:rsidRPr="00BC0437" w:rsidRDefault="00BC0437" w:rsidP="00BC0437">
            <w:pPr>
              <w:rPr>
                <w:rFonts w:eastAsia="Times New Roman"/>
                <w:szCs w:val="22"/>
                <w:lang w:eastAsia="en-US"/>
              </w:rPr>
            </w:pPr>
            <w:r w:rsidRPr="00BC0437">
              <w:rPr>
                <w:rFonts w:eastAsia="Times New Roman"/>
                <w:szCs w:val="22"/>
                <w:lang w:eastAsia="en-US"/>
              </w:rPr>
              <w:t>§ 14(3)(b)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24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5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468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work.</w:t>
            </w:r>
          </w:p>
        </w:tc>
        <w:tc>
          <w:tcPr>
            <w:tcW w:w="15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240" w:type="dxa"/>
          </w:tcPr>
          <w:p w:rsidR="00BC0437" w:rsidRPr="00BC0437" w:rsidRDefault="00BC0437" w:rsidP="00BC0437">
            <w:pPr>
              <w:rPr>
                <w:rFonts w:eastAsia="Times New Roman"/>
                <w:szCs w:val="22"/>
                <w:lang w:eastAsia="en-US"/>
              </w:rPr>
            </w:pPr>
            <w:r w:rsidRPr="00BC0437">
              <w:rPr>
                <w:rFonts w:eastAsia="Times New Roman"/>
                <w:szCs w:val="22"/>
                <w:lang w:eastAsia="en-US"/>
              </w:rPr>
              <w:t>In a single copy.</w:t>
            </w:r>
          </w:p>
        </w:tc>
        <w:tc>
          <w:tcPr>
            <w:tcW w:w="15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468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a copy of the work.</w:t>
            </w:r>
          </w:p>
        </w:tc>
        <w:tc>
          <w:tcPr>
            <w:tcW w:w="15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24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5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468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5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468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 is impossible to obtain such a copy under reasonable conditions.</w:t>
            </w:r>
          </w:p>
        </w:tc>
        <w:tc>
          <w:tcPr>
            <w:tcW w:w="15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240"/>
        <w:gridCol w:w="1549"/>
      </w:tblGrid>
      <w:tr w:rsidR="00BC0437" w:rsidRPr="00BC0437" w:rsidTr="00BC0437">
        <w:tc>
          <w:tcPr>
            <w:tcW w:w="8857"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468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that does not operate for commercial gain.</w:t>
            </w:r>
          </w:p>
        </w:tc>
        <w:tc>
          <w:tcPr>
            <w:tcW w:w="1549"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14(1); </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 14(3)(a)(ii); </w:t>
            </w:r>
          </w:p>
          <w:p w:rsidR="00BC0437" w:rsidRPr="00BC0437" w:rsidRDefault="00BC0437" w:rsidP="00BC0437">
            <w:pPr>
              <w:rPr>
                <w:rFonts w:eastAsia="Times New Roman"/>
                <w:szCs w:val="22"/>
                <w:lang w:eastAsia="en-US"/>
              </w:rPr>
            </w:pPr>
            <w:r w:rsidRPr="00BC0437">
              <w:rPr>
                <w:rFonts w:eastAsia="Times New Roman"/>
                <w:szCs w:val="22"/>
                <w:lang w:eastAsia="en-US"/>
              </w:rPr>
              <w:t>§ 14(3)(b)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24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549"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468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copy of the work which has been lost, destroyed, or rendered unusable in the permanent collection of another similar library or archive.</w:t>
            </w:r>
          </w:p>
        </w:tc>
        <w:tc>
          <w:tcPr>
            <w:tcW w:w="1549"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240" w:type="dxa"/>
          </w:tcPr>
          <w:p w:rsidR="00BC0437" w:rsidRPr="00BC0437" w:rsidRDefault="00BC0437" w:rsidP="00BC0437">
            <w:pPr>
              <w:rPr>
                <w:rFonts w:eastAsia="Times New Roman"/>
                <w:szCs w:val="22"/>
                <w:lang w:eastAsia="en-US"/>
              </w:rPr>
            </w:pPr>
            <w:r w:rsidRPr="00BC0437">
              <w:rPr>
                <w:rFonts w:eastAsia="Times New Roman"/>
                <w:szCs w:val="22"/>
                <w:lang w:eastAsia="en-US"/>
              </w:rPr>
              <w:t>In a single copy.</w:t>
            </w:r>
          </w:p>
        </w:tc>
        <w:tc>
          <w:tcPr>
            <w:tcW w:w="1549"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468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of the work.</w:t>
            </w:r>
          </w:p>
        </w:tc>
        <w:tc>
          <w:tcPr>
            <w:tcW w:w="1549"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24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549"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4680" w:type="dxa"/>
            <w:gridSpan w:val="2"/>
          </w:tcPr>
          <w:p w:rsidR="00BC0437" w:rsidRPr="00BC0437" w:rsidRDefault="00BC0437" w:rsidP="00BC0437">
            <w:pPr>
              <w:rPr>
                <w:rFonts w:eastAsia="Times New Roman"/>
                <w:b/>
                <w:szCs w:val="22"/>
                <w:lang w:eastAsia="en-US"/>
              </w:rPr>
            </w:pPr>
            <w:r w:rsidRPr="00BC0437">
              <w:rPr>
                <w:rFonts w:eastAsia="Times New Roman"/>
                <w:szCs w:val="22"/>
                <w:lang w:eastAsia="en-US"/>
              </w:rPr>
              <w:t>Any.  See definition of “reproduction.”</w:t>
            </w:r>
          </w:p>
        </w:tc>
        <w:tc>
          <w:tcPr>
            <w:tcW w:w="1549"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468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 is impossible to obtain such a copy under reasonable conditions.</w:t>
            </w:r>
          </w:p>
        </w:tc>
        <w:tc>
          <w:tcPr>
            <w:tcW w:w="1549"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that does not operate for commercial gain.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14(1); § 14(2)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 or short extract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 a 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satisfy the request of an individual.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library is satisfied the copy will be used solely for the purposes of study, scholarship, or private research.</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collective license to reproduce the work is not available to the library or archive.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not explicitly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36</w:t>
            </w: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circumvention devices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36</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reproduction of enable decryption of broadcasts.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36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30"/>
        <w:gridCol w:w="1098"/>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30"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personal use.</w:t>
            </w:r>
          </w:p>
        </w:tc>
        <w:tc>
          <w:tcPr>
            <w:tcW w:w="1098" w:type="dxa"/>
          </w:tcPr>
          <w:p w:rsidR="00BC0437" w:rsidRPr="00BC0437" w:rsidRDefault="00BC0437" w:rsidP="00BC0437">
            <w:pPr>
              <w:rPr>
                <w:rFonts w:eastAsia="Times New Roman"/>
                <w:szCs w:val="22"/>
                <w:lang w:eastAsia="en-US"/>
              </w:rPr>
            </w:pPr>
            <w:r w:rsidRPr="00BC0437">
              <w:rPr>
                <w:rFonts w:eastAsia="Times New Roman"/>
                <w:szCs w:val="22"/>
                <w:lang w:eastAsia="en-US"/>
              </w:rPr>
              <w:t>§ 10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Temporary Reproduction</w:t>
            </w:r>
          </w:p>
        </w:tc>
        <w:tc>
          <w:tcPr>
            <w:tcW w:w="5130"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temporary copies.</w:t>
            </w:r>
          </w:p>
        </w:tc>
        <w:tc>
          <w:tcPr>
            <w:tcW w:w="1098" w:type="dxa"/>
          </w:tcPr>
          <w:p w:rsidR="00BC0437" w:rsidRPr="00BC0437" w:rsidRDefault="00BC0437" w:rsidP="00BC0437">
            <w:pPr>
              <w:rPr>
                <w:rFonts w:eastAsia="Times New Roman"/>
                <w:szCs w:val="22"/>
                <w:lang w:eastAsia="en-US"/>
              </w:rPr>
            </w:pPr>
            <w:r w:rsidRPr="00BC0437">
              <w:rPr>
                <w:rFonts w:eastAsia="Times New Roman"/>
                <w:szCs w:val="22"/>
                <w:lang w:eastAsia="en-US"/>
              </w:rPr>
              <w:t>§ 11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w:t>
            </w:r>
          </w:p>
        </w:tc>
        <w:tc>
          <w:tcPr>
            <w:tcW w:w="5130"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short parts of a published works in the form of a quotation if compatible with fair practice among other requirements.</w:t>
            </w:r>
          </w:p>
        </w:tc>
        <w:tc>
          <w:tcPr>
            <w:tcW w:w="1098" w:type="dxa"/>
          </w:tcPr>
          <w:p w:rsidR="00BC0437" w:rsidRPr="00BC0437" w:rsidRDefault="00BC0437" w:rsidP="00BC0437">
            <w:pPr>
              <w:rPr>
                <w:rFonts w:eastAsia="Times New Roman"/>
                <w:szCs w:val="22"/>
                <w:lang w:eastAsia="en-US"/>
              </w:rPr>
            </w:pPr>
            <w:r w:rsidRPr="00BC0437">
              <w:rPr>
                <w:rFonts w:eastAsia="Times New Roman"/>
                <w:szCs w:val="22"/>
                <w:lang w:eastAsia="en-US"/>
              </w:rPr>
              <w:t>§ 12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5130"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a short part of a published work for teaching purposes if compatible with fair practice among other requirements.</w:t>
            </w:r>
          </w:p>
        </w:tc>
        <w:tc>
          <w:tcPr>
            <w:tcW w:w="1098" w:type="dxa"/>
          </w:tcPr>
          <w:p w:rsidR="00BC0437" w:rsidRPr="00BC0437" w:rsidRDefault="00BC0437" w:rsidP="00BC0437">
            <w:pPr>
              <w:rPr>
                <w:rFonts w:eastAsia="Times New Roman"/>
                <w:szCs w:val="22"/>
                <w:lang w:eastAsia="en-US"/>
              </w:rPr>
            </w:pPr>
            <w:r w:rsidRPr="00BC0437">
              <w:rPr>
                <w:rFonts w:eastAsia="Times New Roman"/>
                <w:szCs w:val="22"/>
                <w:lang w:eastAsia="en-US"/>
              </w:rPr>
              <w:t>§ 13(1); § 13(2)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Research and Study</w:t>
            </w:r>
          </w:p>
        </w:tc>
        <w:tc>
          <w:tcPr>
            <w:tcW w:w="5130"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 of a work for research or study is not an infringement.</w:t>
            </w:r>
          </w:p>
        </w:tc>
        <w:tc>
          <w:tcPr>
            <w:tcW w:w="1098" w:type="dxa"/>
          </w:tcPr>
          <w:p w:rsidR="00BC0437" w:rsidRPr="00BC0437" w:rsidRDefault="00BC0437" w:rsidP="00BC0437">
            <w:pPr>
              <w:rPr>
                <w:rFonts w:eastAsia="Times New Roman"/>
                <w:szCs w:val="22"/>
                <w:lang w:eastAsia="en-US"/>
              </w:rPr>
            </w:pPr>
            <w:r w:rsidRPr="00BC0437">
              <w:rPr>
                <w:rFonts w:eastAsia="Times New Roman"/>
                <w:szCs w:val="22"/>
                <w:lang w:eastAsia="en-US"/>
              </w:rPr>
              <w:t>§ 13(3)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130" w:type="dxa"/>
          </w:tcPr>
          <w:p w:rsidR="00BC0437" w:rsidRPr="00BC0437" w:rsidRDefault="00BC0437" w:rsidP="00BC0437">
            <w:pPr>
              <w:rPr>
                <w:rFonts w:eastAsia="Times New Roman"/>
                <w:szCs w:val="22"/>
                <w:lang w:eastAsia="en-US"/>
              </w:rPr>
            </w:pPr>
            <w:r w:rsidRPr="00BC0437">
              <w:rPr>
                <w:rFonts w:eastAsia="Times New Roman"/>
                <w:szCs w:val="22"/>
                <w:lang w:eastAsia="en-US"/>
              </w:rPr>
              <w:t>One of the rights of a copyright owner is the right of public lending.</w:t>
            </w:r>
          </w:p>
        </w:tc>
        <w:tc>
          <w:tcPr>
            <w:tcW w:w="1098" w:type="dxa"/>
          </w:tcPr>
          <w:p w:rsidR="00BC0437" w:rsidRPr="00BC0437" w:rsidRDefault="00BC0437" w:rsidP="00BC0437">
            <w:pPr>
              <w:rPr>
                <w:rFonts w:eastAsia="Times New Roman"/>
                <w:szCs w:val="22"/>
                <w:lang w:eastAsia="en-US"/>
              </w:rPr>
            </w:pPr>
            <w:r w:rsidRPr="00BC0437">
              <w:rPr>
                <w:rFonts w:eastAsia="Times New Roman"/>
                <w:szCs w:val="22"/>
                <w:lang w:eastAsia="en-US"/>
              </w:rPr>
              <w:t>§ 8(1)(h)</w:t>
            </w:r>
          </w:p>
        </w:tc>
      </w:tr>
      <w:tr w:rsidR="00BC0437" w:rsidRPr="00BC0437" w:rsidTr="00BC0437">
        <w:trPr>
          <w:trHeight w:val="69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30"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making of one or more copies of a work or sound recording in any manner or form, including any permanent or temporary storage of the work or sound recording in electronic form.</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w:t>
            </w:r>
          </w:p>
        </w:tc>
      </w:tr>
      <w:tr w:rsidR="00BC0437" w:rsidRPr="00BC0437" w:rsidTr="00BC0437">
        <w:trPr>
          <w:trHeight w:val="690"/>
        </w:trPr>
        <w:tc>
          <w:tcPr>
            <w:tcW w:w="2628" w:type="dxa"/>
            <w:vMerge/>
          </w:tcPr>
          <w:p w:rsidR="00BC0437" w:rsidRPr="00BC0437" w:rsidRDefault="00BC0437" w:rsidP="00BC0437">
            <w:pPr>
              <w:rPr>
                <w:rFonts w:eastAsia="Times New Roman"/>
                <w:szCs w:val="22"/>
                <w:lang w:eastAsia="en-US"/>
              </w:rPr>
            </w:pPr>
          </w:p>
        </w:tc>
        <w:tc>
          <w:tcPr>
            <w:tcW w:w="5130" w:type="dxa"/>
          </w:tcPr>
          <w:p w:rsidR="00BC0437" w:rsidRPr="00BC0437" w:rsidRDefault="00BC0437" w:rsidP="00BC0437">
            <w:pPr>
              <w:rPr>
                <w:rFonts w:eastAsia="Times New Roman"/>
                <w:szCs w:val="22"/>
                <w:lang w:eastAsia="en-US"/>
              </w:rPr>
            </w:pPr>
            <w:r w:rsidRPr="00BC0437">
              <w:rPr>
                <w:rFonts w:eastAsia="Times New Roman"/>
                <w:szCs w:val="22"/>
                <w:lang w:eastAsia="en-US"/>
              </w:rPr>
              <w:t>“Public Lending” means the lending by a public institution, such as a public library or archive, of the original or a copy of a work or a sound recording for a limited period of time for nonprofit making purposes.</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and Related Rights Act of Vanuatu, No. 42 (29 December 2000), available at http://www.wipo.int/wipolex/en/text.jsp?file_id=241761.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27 April 2014; rev. 17 May 2015</w:t>
            </w:r>
          </w:p>
        </w:tc>
      </w:tr>
    </w:tbl>
    <w:p w:rsidR="00BC0437" w:rsidRPr="00BC0437" w:rsidRDefault="00BC0437" w:rsidP="00BC0437">
      <w:pPr>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708" w:name="_Toc421800867"/>
      <w:r w:rsidRPr="00BC0437">
        <w:rPr>
          <w:lang w:eastAsia="en-US"/>
        </w:rPr>
        <w:t>Venezuela</w:t>
      </w:r>
      <w:bookmarkEnd w:id="1701"/>
      <w:bookmarkEnd w:id="1702"/>
      <w:bookmarkEnd w:id="1703"/>
      <w:bookmarkEnd w:id="1704"/>
      <w:bookmarkEnd w:id="1705"/>
      <w:bookmarkEnd w:id="1706"/>
      <w:bookmarkEnd w:id="1707"/>
      <w:r w:rsidRPr="00BC0437">
        <w:rPr>
          <w:lang w:eastAsia="en-US"/>
        </w:rPr>
        <w:t xml:space="preserve"> (Bolivarian Republic of)</w:t>
      </w:r>
      <w:bookmarkEnd w:id="170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709" w:name="_Toc186016006"/>
            <w:bookmarkStart w:id="1710" w:name="venezuela"/>
            <w:r w:rsidRPr="00BC0437">
              <w:rPr>
                <w:rFonts w:eastAsia="Times New Roman"/>
                <w:b/>
                <w:szCs w:val="22"/>
                <w:lang w:eastAsia="en-US"/>
              </w:rPr>
              <w:t>Preservation and Replacement</w:t>
            </w:r>
            <w:bookmarkEnd w:id="170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Noncommercial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44(4)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where the original is in the permanent stock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for other libraries is only permitted insofar as it is not possible to acquire such a copy in due time and on reasonable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the originals and replace them in case of need.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stocks of other libraries or archives copies that have been mislaid,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711" w:name="_Toc186016007"/>
            <w:r w:rsidRPr="00BC0437">
              <w:rPr>
                <w:rFonts w:eastAsia="Times New Roman"/>
                <w:b/>
                <w:szCs w:val="22"/>
                <w:lang w:eastAsia="en-US"/>
              </w:rPr>
              <w:t>Anti-Circumvention of Technological Protection Measures</w:t>
            </w:r>
            <w:bookmarkEnd w:id="171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712" w:name="_Toc186016008"/>
            <w:r w:rsidRPr="00BC0437">
              <w:rPr>
                <w:rFonts w:eastAsia="Times New Roman"/>
                <w:b/>
                <w:szCs w:val="22"/>
                <w:lang w:eastAsia="en-US"/>
              </w:rPr>
              <w:t>Miscellaneous</w:t>
            </w:r>
            <w:bookmarkEnd w:id="171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Photomechanical reproduction for exclusive personal use is permitted for small parts of protected works or works out of print, subject to remuneration.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44(2)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Venezuela, No. 4.638 (14 August 1993), available at http://www.wipo.int/wipolex/en/text.jsp?file_id=130135.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17 May 2015</w:t>
            </w:r>
          </w:p>
        </w:tc>
      </w:tr>
      <w:bookmarkEnd w:id="1710"/>
    </w:tbl>
    <w:p w:rsidR="00BC0437" w:rsidRPr="00BC0437" w:rsidRDefault="00BC0437" w:rsidP="00BC0437">
      <w:pPr>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713" w:name="_Toc421800868"/>
      <w:bookmarkStart w:id="1714" w:name="_Toc199663604"/>
      <w:bookmarkStart w:id="1715" w:name="_Toc207648623"/>
      <w:bookmarkStart w:id="1716" w:name="_Toc207649205"/>
      <w:bookmarkStart w:id="1717" w:name="_Toc207649620"/>
      <w:bookmarkStart w:id="1718" w:name="_Toc207649981"/>
      <w:bookmarkStart w:id="1719" w:name="_Toc207650380"/>
      <w:bookmarkStart w:id="1720" w:name="_Toc208638028"/>
      <w:r w:rsidRPr="00BC0437">
        <w:rPr>
          <w:lang w:eastAsia="en-US"/>
        </w:rPr>
        <w:t>Viet Nam</w:t>
      </w:r>
      <w:bookmarkEnd w:id="171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w:t>
            </w:r>
          </w:p>
        </w:tc>
      </w:tr>
      <w:tr w:rsidR="00BC0437" w:rsidRPr="00BC0437" w:rsidTr="00BC0437">
        <w:trPr>
          <w:trHeight w:val="224"/>
        </w:trPr>
        <w:tc>
          <w:tcPr>
            <w:tcW w:w="2628" w:type="dxa"/>
            <w:vMerge w:val="restart"/>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w:t>
            </w:r>
          </w:p>
        </w:tc>
        <w:tc>
          <w:tcPr>
            <w:tcW w:w="1030" w:type="dxa"/>
            <w:vMerge w:val="restart"/>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 (1)(e)</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Architectural works, sculptural works, and computer programs are excluded (Article 25(3)).</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8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indicate the name of the author and the source of the work used (Article 25(2)).</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archival and research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9"/>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“reproduce”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28 (14)</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Producing, assembling, altering, distributing, importing, exporting, selling or leasing a circumvention device.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taken by the copyright owner to protect the copyright to his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“Reproduce” is defined as the making of one or more copies of a work or a phonogram in whatever mode or form, including permanent or provisional backup of the work in electronic form.</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 (10)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Step Test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Use of works under various statutory exceptions, including the library exception, shall not affect the normal exploitation of the works nor prejudice the rights of the authors or copyright owners.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Law of Intellectual Property of Viet Nam, Law No. 50/2005/QH11 (29 November 2005), available at http://www.wipo.int/wipolex/en/text.jsp?file_id=274445, </w:t>
            </w:r>
          </w:p>
          <w:p w:rsidR="00BC0437" w:rsidRPr="00BC0437" w:rsidRDefault="00BC0437" w:rsidP="00BC0437">
            <w:pPr>
              <w:rPr>
                <w:rFonts w:eastAsia="Times New Roman"/>
                <w:szCs w:val="22"/>
                <w:lang w:eastAsia="en-US"/>
              </w:rPr>
            </w:pPr>
            <w:r w:rsidRPr="00BC0437">
              <w:rPr>
                <w:rFonts w:eastAsia="Times New Roman"/>
                <w:szCs w:val="22"/>
                <w:lang w:eastAsia="en-US"/>
              </w:rPr>
              <w:t>as amended by Law No. 36/2009/QH12 (19 June 2009), available at http://www.wipo.int/wipolex/en/text.jsp?file_id=182541.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28 August 2014; rev. 17 May 2015</w:t>
            </w:r>
          </w:p>
        </w:tc>
      </w:tr>
    </w:tbl>
    <w:p w:rsidR="00BC0437" w:rsidRPr="00BC0437" w:rsidRDefault="00BC0437" w:rsidP="00BC0437">
      <w:pPr>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721" w:name="_Toc199663605"/>
      <w:bookmarkStart w:id="1722" w:name="_Toc207648624"/>
      <w:bookmarkStart w:id="1723" w:name="_Toc207649206"/>
      <w:bookmarkStart w:id="1724" w:name="_Toc207649621"/>
      <w:bookmarkStart w:id="1725" w:name="_Toc207649982"/>
      <w:bookmarkStart w:id="1726" w:name="_Toc207650381"/>
      <w:bookmarkStart w:id="1727" w:name="_Toc208638029"/>
      <w:bookmarkStart w:id="1728" w:name="_Toc421800869"/>
      <w:bookmarkEnd w:id="1714"/>
      <w:bookmarkEnd w:id="1715"/>
      <w:bookmarkEnd w:id="1716"/>
      <w:bookmarkEnd w:id="1717"/>
      <w:bookmarkEnd w:id="1718"/>
      <w:bookmarkEnd w:id="1719"/>
      <w:bookmarkEnd w:id="1720"/>
      <w:r w:rsidRPr="00BC0437">
        <w:rPr>
          <w:lang w:eastAsia="en-US"/>
        </w:rPr>
        <w:t>Yemen</w:t>
      </w:r>
      <w:bookmarkEnd w:id="1721"/>
      <w:bookmarkEnd w:id="1722"/>
      <w:bookmarkEnd w:id="1723"/>
      <w:bookmarkEnd w:id="1724"/>
      <w:bookmarkEnd w:id="1725"/>
      <w:bookmarkEnd w:id="1726"/>
      <w:bookmarkEnd w:id="1727"/>
      <w:bookmarkEnd w:id="172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729" w:name="_Toc186016012"/>
            <w:bookmarkStart w:id="1730" w:name="yemen"/>
            <w:r w:rsidRPr="00BC0437">
              <w:rPr>
                <w:rFonts w:eastAsia="Times New Roman"/>
                <w:b/>
                <w:szCs w:val="22"/>
                <w:lang w:eastAsia="en-US"/>
              </w:rPr>
              <w:t>Library Provisions (none)</w:t>
            </w:r>
            <w:bookmarkEnd w:id="172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Yemen includes no explicit library provisions.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731" w:name="_Toc186016013"/>
            <w:r w:rsidRPr="00BC0437">
              <w:rPr>
                <w:rFonts w:eastAsia="Times New Roman"/>
                <w:b/>
                <w:szCs w:val="22"/>
                <w:lang w:eastAsia="en-US"/>
              </w:rPr>
              <w:t>Anti-Circumvention of Technological Protection Measures</w:t>
            </w:r>
            <w:bookmarkEnd w:id="173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1732" w:name="_Toc186016014"/>
            <w:r w:rsidRPr="00BC0437">
              <w:rPr>
                <w:rFonts w:eastAsia="Times New Roman"/>
                <w:b/>
                <w:szCs w:val="22"/>
                <w:lang w:eastAsia="en-US"/>
              </w:rPr>
              <w:t>Miscellaneous</w:t>
            </w:r>
            <w:bookmarkEnd w:id="173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of a published work by reading it, quoting paragraphs or chapters from it, summarizing them for personal knowledge, or using them in studies or research.  Reference must be made to the work title, author’s name, place and date of issue, and chapter, paragraph, or page number.</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Intellectual Property Law of Yemen, No. 19 (29 October 1994), available at http://www.wipo.int/wipolex/en/text.jsp?file_id=224171.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17 May 2015</w:t>
            </w:r>
          </w:p>
        </w:tc>
      </w:tr>
      <w:bookmarkEnd w:id="1730"/>
    </w:tbl>
    <w:p w:rsidR="00BC0437" w:rsidRPr="00BC0437" w:rsidRDefault="00BC0437" w:rsidP="00BC0437">
      <w:pPr>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733" w:name="_Toc199663606"/>
      <w:bookmarkStart w:id="1734" w:name="_Toc207648625"/>
      <w:bookmarkStart w:id="1735" w:name="_Toc207649207"/>
      <w:bookmarkStart w:id="1736" w:name="_Toc207649622"/>
      <w:bookmarkStart w:id="1737" w:name="_Toc207649983"/>
      <w:bookmarkStart w:id="1738" w:name="_Toc207650382"/>
      <w:bookmarkStart w:id="1739" w:name="_Toc208638030"/>
      <w:bookmarkStart w:id="1740" w:name="_Toc421800870"/>
      <w:r w:rsidRPr="00BC0437">
        <w:rPr>
          <w:lang w:eastAsia="en-US"/>
        </w:rPr>
        <w:t>Zambia</w:t>
      </w:r>
      <w:bookmarkEnd w:id="1733"/>
      <w:bookmarkEnd w:id="1734"/>
      <w:bookmarkEnd w:id="1735"/>
      <w:bookmarkEnd w:id="1736"/>
      <w:bookmarkEnd w:id="1737"/>
      <w:bookmarkEnd w:id="1738"/>
      <w:bookmarkEnd w:id="1739"/>
      <w:bookmarkEnd w:id="174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741" w:name="_Toc186016015"/>
            <w:bookmarkStart w:id="1742" w:name="zambia"/>
            <w:r w:rsidRPr="00BC0437">
              <w:rPr>
                <w:rFonts w:eastAsia="Times New Roman"/>
                <w:b/>
                <w:szCs w:val="22"/>
                <w:lang w:eastAsia="en-US"/>
              </w:rPr>
              <w:t>Preservation and Replacement</w:t>
            </w:r>
            <w:bookmarkEnd w:id="174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designated by the Minister.</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 (1)(j)</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Items in the collections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by placing the copy in the permanent collection in addition to or in place of the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designated library or archive an item which has been lost, 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replacing an item in another library, it must not be reasonably practicable to purchase a copy of the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743" w:name="_Toc186016016"/>
            <w:r w:rsidRPr="00BC0437">
              <w:rPr>
                <w:rFonts w:eastAsia="Times New Roman"/>
                <w:b/>
                <w:szCs w:val="22"/>
                <w:lang w:eastAsia="en-US"/>
              </w:rPr>
              <w:t>Anti-Circumvention of Technological Protection Measures</w:t>
            </w:r>
            <w:bookmarkEnd w:id="174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28(2)</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or importing for sale or hire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prevent or control the reproduction of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744" w:name="_Toc186016017"/>
            <w:r w:rsidRPr="00BC0437">
              <w:rPr>
                <w:rFonts w:eastAsia="Times New Roman"/>
                <w:b/>
                <w:szCs w:val="22"/>
                <w:lang w:eastAsia="en-US"/>
              </w:rPr>
              <w:t>Miscellaneous</w:t>
            </w:r>
            <w:bookmarkEnd w:id="1744"/>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 with a work for private study or research for non-profit purposes is permitted.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 (1)(a)</w:t>
            </w: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 with a performance or recording for private study or research for non-profit purposes is permitted.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 (1)(a)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Some of the exceptions in Section 21, but not the library exception, are expressed as “fair dealing,” and Article 21 employs language of the three-step test: An act is not treated as fair dealing if it conflicts with the normal exploitation of the work, or it unreasonably prejudices the legitimate commercial interests of the copyright owner.  Similar language appears at Section 50(2).</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a literary, musical, or artistic work is not infringed by acts done at a time when the work is of unknown authorship, and it is reasonable to assume that the copyright has expired or that the author died 50 years or more before the beginning of the calendar year in which the act is done or arrangements are made.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means a reproduction of a work or of an adaptation of a work, whatever the medium in which the reproduction is made or stored.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and Performance Rights Act of Zambia, No. 44 (31 December 1994), available at http://www.wipo.int/wipolex/en/text.jsp?file_id=176492, </w:t>
            </w:r>
          </w:p>
          <w:p w:rsidR="00BC0437" w:rsidRPr="00BC0437" w:rsidRDefault="00BC0437" w:rsidP="00BC0437">
            <w:pPr>
              <w:rPr>
                <w:rFonts w:eastAsia="Times New Roman"/>
                <w:szCs w:val="22"/>
                <w:lang w:eastAsia="en-US"/>
              </w:rPr>
            </w:pPr>
            <w:r w:rsidRPr="00BC0437">
              <w:rPr>
                <w:rFonts w:eastAsia="Times New Roman"/>
                <w:szCs w:val="22"/>
                <w:lang w:eastAsia="en-US"/>
              </w:rPr>
              <w:t>as amended by Copyright and Performance Rights (Amendment) Act, No. 25 (14 August 2010), available at http://www.wipo.int/wipolex/en/text.jsp?file_id=215911.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17 May 2015</w:t>
            </w:r>
          </w:p>
        </w:tc>
      </w:tr>
      <w:bookmarkEnd w:id="1742"/>
    </w:tbl>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9652BA">
      <w:pPr>
        <w:pStyle w:val="Heading2"/>
        <w:rPr>
          <w:lang w:eastAsia="en-US"/>
        </w:rPr>
      </w:pPr>
      <w:r w:rsidRPr="00BC0437">
        <w:rPr>
          <w:lang w:eastAsia="en-US"/>
        </w:rPr>
        <w:br w:type="page"/>
      </w:r>
      <w:bookmarkStart w:id="1745" w:name="_Toc199663607"/>
      <w:bookmarkStart w:id="1746" w:name="_Toc207648626"/>
      <w:bookmarkStart w:id="1747" w:name="_Toc207649208"/>
      <w:bookmarkStart w:id="1748" w:name="_Toc207649623"/>
      <w:bookmarkStart w:id="1749" w:name="_Toc207649984"/>
      <w:bookmarkStart w:id="1750" w:name="_Toc207650383"/>
      <w:bookmarkStart w:id="1751" w:name="_Toc208638031"/>
      <w:bookmarkStart w:id="1752" w:name="_Toc421800871"/>
      <w:r w:rsidRPr="00BC0437">
        <w:rPr>
          <w:lang w:eastAsia="en-US"/>
        </w:rPr>
        <w:t>Zimbabwe</w:t>
      </w:r>
      <w:bookmarkEnd w:id="1745"/>
      <w:bookmarkEnd w:id="1746"/>
      <w:bookmarkEnd w:id="1747"/>
      <w:bookmarkEnd w:id="1748"/>
      <w:bookmarkEnd w:id="1749"/>
      <w:bookmarkEnd w:id="1750"/>
      <w:bookmarkEnd w:id="1751"/>
      <w:bookmarkEnd w:id="1752"/>
    </w:p>
    <w:p w:rsidR="00BC0437" w:rsidRPr="00BC0437" w:rsidRDefault="00BC0437" w:rsidP="00BC0437">
      <w:pPr>
        <w:rPr>
          <w:rFonts w:eastAsia="Times New Roman"/>
          <w:szCs w:val="22"/>
          <w:lang w:eastAsia="en-US"/>
        </w:rPr>
      </w:pPr>
      <w:bookmarkStart w:id="1753" w:name="zimbabwe"/>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1440"/>
        <w:gridCol w:w="3784"/>
        <w:gridCol w:w="1188"/>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1754" w:name="_Toc186016019"/>
            <w:r w:rsidRPr="00BC0437">
              <w:rPr>
                <w:rFonts w:eastAsia="Times New Roman"/>
                <w:b/>
                <w:szCs w:val="22"/>
                <w:lang w:eastAsia="en-US"/>
              </w:rPr>
              <w:t>Preservation and Replacement</w:t>
            </w:r>
            <w:bookmarkEnd w:id="1754"/>
          </w:p>
        </w:tc>
      </w:tr>
      <w:tr w:rsidR="00BC0437" w:rsidRPr="00BC0437" w:rsidTr="00BC0437">
        <w:trPr>
          <w:trHeight w:val="135"/>
        </w:trPr>
        <w:tc>
          <w:tcPr>
            <w:tcW w:w="2444"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224"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and archivists.</w:t>
            </w:r>
          </w:p>
        </w:tc>
        <w:tc>
          <w:tcPr>
            <w:tcW w:w="11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26(1)</w:t>
            </w:r>
          </w:p>
        </w:tc>
      </w:tr>
      <w:tr w:rsidR="00BC0437" w:rsidRPr="00BC0437" w:rsidTr="00BC0437">
        <w:trPr>
          <w:trHeight w:val="135"/>
        </w:trPr>
        <w:tc>
          <w:tcPr>
            <w:tcW w:w="2444"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8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444"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224"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permanent collections of the institutions.</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444"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8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is not permitted where it is reasonably practicable to purchase a copy of the work rather than reproducing it.</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444"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8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may prescribe other circumstances in which copying is not permitted.</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444"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224"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work by placing the copy in the permanent collection in addition to or in place of it.</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444" w:type="dxa"/>
            <w:vMerge/>
            <w:shd w:val="clear" w:color="auto" w:fill="auto"/>
          </w:tcPr>
          <w:p w:rsidR="00BC0437" w:rsidRPr="00BC0437" w:rsidRDefault="00BC0437" w:rsidP="00BC0437">
            <w:pPr>
              <w:rPr>
                <w:rFonts w:eastAsia="Times New Roman"/>
                <w:szCs w:val="22"/>
                <w:lang w:eastAsia="en-US"/>
              </w:rPr>
            </w:pPr>
          </w:p>
        </w:tc>
        <w:tc>
          <w:tcPr>
            <w:tcW w:w="5224"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library or archive an item which has been lost, destroyed, or damaged.</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444"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8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44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224" w:type="dxa"/>
            <w:gridSpan w:val="2"/>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See definition of “copy” below.</w:t>
            </w:r>
          </w:p>
        </w:tc>
        <w:tc>
          <w:tcPr>
            <w:tcW w:w="118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1440"/>
        <w:gridCol w:w="3784"/>
        <w:gridCol w:w="118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755" w:name="_Toc186016020"/>
            <w:r w:rsidRPr="00BC0437">
              <w:rPr>
                <w:rFonts w:eastAsia="Times New Roman"/>
                <w:b/>
                <w:szCs w:val="22"/>
                <w:lang w:eastAsia="en-US"/>
              </w:rPr>
              <w:t>Research or Study (Unpublished Works)</w:t>
            </w:r>
            <w:bookmarkEnd w:id="1755"/>
          </w:p>
        </w:tc>
      </w:tr>
      <w:tr w:rsidR="00BC0437" w:rsidRPr="00BC0437" w:rsidTr="00BC0437">
        <w:trPr>
          <w:trHeight w:val="135"/>
        </w:trPr>
        <w:tc>
          <w:tcPr>
            <w:tcW w:w="2444"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224"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and archivists.</w:t>
            </w:r>
          </w:p>
        </w:tc>
        <w:tc>
          <w:tcPr>
            <w:tcW w:w="11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26(2)</w:t>
            </w:r>
          </w:p>
        </w:tc>
      </w:tr>
      <w:tr w:rsidR="00BC0437" w:rsidRPr="00BC0437" w:rsidTr="00BC0437">
        <w:trPr>
          <w:trHeight w:val="135"/>
        </w:trPr>
        <w:tc>
          <w:tcPr>
            <w:tcW w:w="2444"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8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444"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224"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works in the permanent collections of the institutions.</w:t>
            </w:r>
          </w:p>
        </w:tc>
        <w:tc>
          <w:tcPr>
            <w:tcW w:w="1188"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444"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8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supplied with more than one copy of the work.</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444"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8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permitted where the owner of the copyright has not expressly prohibited copy of the work.</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444"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224"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by request of a person.</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444"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8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the librarian or archivist that he requires the work for the permitted purposes and will not use it for any other purpose.</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44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224"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“copy” below.</w:t>
            </w:r>
          </w:p>
        </w:tc>
        <w:tc>
          <w:tcPr>
            <w:tcW w:w="118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756" w:name="_Toc186016021"/>
            <w:r w:rsidRPr="00BC0437">
              <w:rPr>
                <w:rFonts w:eastAsia="Times New Roman"/>
                <w:b/>
                <w:szCs w:val="22"/>
                <w:lang w:eastAsia="en-US"/>
              </w:rPr>
              <w:t>Anti-Circumvention of Technological Protection Measures</w:t>
            </w:r>
            <w:bookmarkEnd w:id="175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129</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Making, importing, exporting, selling, letting for hire, offering or exposing for sale or hire, or possessing a circumvention device is prohibited.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Publishing information to enable persons to circumvent technological measures is also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prevent or restrict the making of unauthorized copies of a work or that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5224"/>
        <w:gridCol w:w="1188"/>
      </w:tblGrid>
      <w:tr w:rsidR="00BC0437" w:rsidRPr="00BC0437" w:rsidTr="00BC0437">
        <w:trPr>
          <w:trHeight w:val="277"/>
        </w:trPr>
        <w:tc>
          <w:tcPr>
            <w:tcW w:w="8856" w:type="dxa"/>
            <w:gridSpan w:val="3"/>
            <w:shd w:val="clear" w:color="auto" w:fill="auto"/>
          </w:tcPr>
          <w:p w:rsidR="00BC0437" w:rsidRPr="00BC0437" w:rsidRDefault="00BC0437" w:rsidP="00BC0437">
            <w:pPr>
              <w:rPr>
                <w:rFonts w:eastAsia="Times New Roman"/>
                <w:b/>
                <w:szCs w:val="22"/>
                <w:lang w:eastAsia="en-US"/>
              </w:rPr>
            </w:pPr>
            <w:bookmarkStart w:id="1757" w:name="_Toc186016022"/>
            <w:r w:rsidRPr="00BC0437">
              <w:rPr>
                <w:rFonts w:eastAsia="Times New Roman"/>
                <w:b/>
                <w:szCs w:val="22"/>
                <w:lang w:eastAsia="en-US"/>
              </w:rPr>
              <w:t>Miscellaneous</w:t>
            </w:r>
            <w:bookmarkEnd w:id="1757"/>
          </w:p>
        </w:tc>
      </w:tr>
      <w:tr w:rsidR="00BC0437" w:rsidRPr="00BC0437" w:rsidTr="00BC0437">
        <w:trPr>
          <w:trHeight w:val="277"/>
        </w:trPr>
        <w:tc>
          <w:tcPr>
            <w:tcW w:w="244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Copying</w:t>
            </w:r>
          </w:p>
        </w:tc>
        <w:tc>
          <w:tcPr>
            <w:tcW w:w="522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fair dealing of works for the purpose of research or private study by the person using it.</w:t>
            </w:r>
          </w:p>
        </w:tc>
        <w:tc>
          <w:tcPr>
            <w:tcW w:w="1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24</w:t>
            </w:r>
          </w:p>
        </w:tc>
      </w:tr>
      <w:tr w:rsidR="00BC0437" w:rsidRPr="00BC0437" w:rsidTr="00BC0437">
        <w:trPr>
          <w:trHeight w:val="277"/>
        </w:trPr>
        <w:tc>
          <w:tcPr>
            <w:tcW w:w="244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22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is not infringed by the doing of anything at a time when, or pursuant to arrangements made at a time when, it is not possible by reasonable inquiry to ascertain the identity of the author and it is reasonable to assume that the copyright has expired or that the author died 50 years or more before the beginning of the calendar year in which the act is done or arrangements are made.</w:t>
            </w:r>
          </w:p>
        </w:tc>
        <w:tc>
          <w:tcPr>
            <w:tcW w:w="1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27</w:t>
            </w:r>
          </w:p>
        </w:tc>
      </w:tr>
      <w:tr w:rsidR="00BC0437" w:rsidRPr="00BC0437" w:rsidTr="00BC0437">
        <w:trPr>
          <w:trHeight w:val="277"/>
        </w:trPr>
        <w:tc>
          <w:tcPr>
            <w:tcW w:w="244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Prescribed Dealings</w:t>
            </w:r>
          </w:p>
        </w:tc>
        <w:tc>
          <w:tcPr>
            <w:tcW w:w="522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also permitted as prescribed by regulation.  The regulations must not permit reproduction that is in conflict with a normal exploitation of the work or that unreasonably prejudices the legitimate interests of the copyright owner.</w:t>
            </w:r>
          </w:p>
        </w:tc>
        <w:tc>
          <w:tcPr>
            <w:tcW w:w="1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44</w:t>
            </w:r>
          </w:p>
        </w:tc>
      </w:tr>
      <w:tr w:rsidR="00BC0437" w:rsidRPr="00BC0437" w:rsidTr="00BC0437">
        <w:trPr>
          <w:trHeight w:val="277"/>
        </w:trPr>
        <w:tc>
          <w:tcPr>
            <w:tcW w:w="244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Levies</w:t>
            </w:r>
          </w:p>
        </w:tc>
        <w:tc>
          <w:tcPr>
            <w:tcW w:w="522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may establish levies on the use of an apparatus or process for reprographic copying by education institutions and libraries which reproduce or are likely to reproduce works.</w:t>
            </w:r>
          </w:p>
        </w:tc>
        <w:tc>
          <w:tcPr>
            <w:tcW w:w="1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135</w:t>
            </w:r>
          </w:p>
        </w:tc>
      </w:tr>
      <w:tr w:rsidR="00BC0437" w:rsidRPr="00BC0437" w:rsidTr="00BC0437">
        <w:trPr>
          <w:trHeight w:val="277"/>
        </w:trPr>
        <w:tc>
          <w:tcPr>
            <w:tcW w:w="244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Compulsory Licenses</w:t>
            </w:r>
          </w:p>
        </w:tc>
        <w:tc>
          <w:tcPr>
            <w:tcW w:w="522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of Justice, Legal and Parliamentary Affairs can provide for the issue of compulsory licenses permitted reproduction, publication, performance, or circulation by educational institutions of any work or for the translation of any work for the purpose of teaching, scholarship, or research or for use in a broadcast for any such purpose.  Detailed conditions apply, reflecting the Berne Appendix.</w:t>
            </w:r>
          </w:p>
        </w:tc>
        <w:tc>
          <w:tcPr>
            <w:tcW w:w="1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135 (2)(b);</w:t>
            </w:r>
          </w:p>
          <w:p w:rsidR="00BC0437" w:rsidRPr="00BC0437" w:rsidRDefault="00BC0437" w:rsidP="00BC0437">
            <w:pPr>
              <w:rPr>
                <w:rFonts w:eastAsia="Times New Roman"/>
                <w:szCs w:val="22"/>
                <w:lang w:eastAsia="en-US"/>
              </w:rPr>
            </w:pPr>
            <w:r w:rsidRPr="00BC0437">
              <w:rPr>
                <w:rFonts w:eastAsia="Times New Roman"/>
                <w:szCs w:val="22"/>
                <w:lang w:eastAsia="en-US"/>
              </w:rPr>
              <w:t>§ 135(4) &amp; (5)</w:t>
            </w:r>
          </w:p>
        </w:tc>
      </w:tr>
      <w:tr w:rsidR="00BC0437" w:rsidRPr="00BC0437" w:rsidTr="00BC0437">
        <w:trPr>
          <w:trHeight w:val="277"/>
        </w:trPr>
        <w:tc>
          <w:tcPr>
            <w:tcW w:w="2444"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“Reproduce” means to make a copy of a work in any manner or form, and includes storing the work permanently or temporarily in electronic form.</w:t>
            </w:r>
          </w:p>
        </w:tc>
        <w:tc>
          <w:tcPr>
            <w:tcW w:w="11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rPr>
          <w:trHeight w:val="277"/>
        </w:trPr>
        <w:tc>
          <w:tcPr>
            <w:tcW w:w="2444" w:type="dxa"/>
            <w:vMerge/>
            <w:shd w:val="clear" w:color="auto" w:fill="auto"/>
          </w:tcPr>
          <w:p w:rsidR="00BC0437" w:rsidRPr="00BC0437" w:rsidRDefault="00BC0437" w:rsidP="00BC0437">
            <w:pPr>
              <w:rPr>
                <w:rFonts w:eastAsia="Times New Roman"/>
                <w:szCs w:val="22"/>
                <w:lang w:eastAsia="en-US"/>
              </w:rPr>
            </w:pPr>
          </w:p>
        </w:tc>
        <w:tc>
          <w:tcPr>
            <w:tcW w:w="522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in relation to—</w:t>
            </w:r>
          </w:p>
          <w:p w:rsidR="00BC0437" w:rsidRPr="00BC0437" w:rsidRDefault="00BC0437" w:rsidP="00BC0437">
            <w:pPr>
              <w:rPr>
                <w:rFonts w:eastAsia="Times New Roman"/>
                <w:szCs w:val="22"/>
                <w:lang w:eastAsia="en-US"/>
              </w:rPr>
            </w:pPr>
            <w:r w:rsidRPr="00BC0437">
              <w:rPr>
                <w:rFonts w:eastAsia="Times New Roman"/>
                <w:szCs w:val="22"/>
                <w:lang w:eastAsia="en-US"/>
              </w:rPr>
              <w:t>(a) a literary or musical work, includes a copy in the form of a record or an audio-visual work;</w:t>
            </w:r>
          </w:p>
          <w:p w:rsidR="00BC0437" w:rsidRPr="00BC0437" w:rsidRDefault="00BC0437" w:rsidP="00BC0437">
            <w:pPr>
              <w:rPr>
                <w:rFonts w:eastAsia="Times New Roman"/>
                <w:szCs w:val="22"/>
                <w:lang w:eastAsia="en-US"/>
              </w:rPr>
            </w:pPr>
            <w:r w:rsidRPr="00BC0437">
              <w:rPr>
                <w:rFonts w:eastAsia="Times New Roman"/>
                <w:szCs w:val="22"/>
                <w:lang w:eastAsia="en-US"/>
              </w:rPr>
              <w:t>(b) an artistic work, includes a version produced by converting the work into a three-dimensional form or, if it is already in three dimensions, by converting it into a two-dimensional form;</w:t>
            </w:r>
          </w:p>
          <w:p w:rsidR="00BC0437" w:rsidRPr="00BC0437" w:rsidRDefault="00BC0437" w:rsidP="00BC0437">
            <w:pPr>
              <w:rPr>
                <w:rFonts w:eastAsia="Times New Roman"/>
                <w:szCs w:val="22"/>
                <w:lang w:eastAsia="en-US"/>
              </w:rPr>
            </w:pPr>
            <w:r w:rsidRPr="00BC0437">
              <w:rPr>
                <w:rFonts w:eastAsia="Times New Roman"/>
                <w:szCs w:val="22"/>
                <w:lang w:eastAsia="en-US"/>
              </w:rPr>
              <w:t>(c) an audio-visual work or a broadcast, includes a still photograph made from the audio-visual work or broadcast;</w:t>
            </w:r>
          </w:p>
          <w:p w:rsidR="00BC0437" w:rsidRPr="00BC0437" w:rsidRDefault="00BC0437" w:rsidP="00BC0437">
            <w:pPr>
              <w:rPr>
                <w:rFonts w:eastAsia="Times New Roman"/>
                <w:szCs w:val="22"/>
                <w:lang w:eastAsia="en-US"/>
              </w:rPr>
            </w:pPr>
            <w:r w:rsidRPr="00BC0437">
              <w:rPr>
                <w:rFonts w:eastAsia="Times New Roman"/>
                <w:szCs w:val="22"/>
                <w:lang w:eastAsia="en-US"/>
              </w:rPr>
              <w:t>(d) an architectural work, does not include anything that is not a building or a model of or for a building;</w:t>
            </w:r>
          </w:p>
          <w:p w:rsidR="00BC0437" w:rsidRPr="00BC0437" w:rsidRDefault="00BC0437" w:rsidP="00BC0437">
            <w:pPr>
              <w:rPr>
                <w:rFonts w:eastAsia="Times New Roman"/>
                <w:szCs w:val="22"/>
                <w:lang w:eastAsia="en-US"/>
              </w:rPr>
            </w:pPr>
            <w:r w:rsidRPr="00BC0437">
              <w:rPr>
                <w:rFonts w:eastAsia="Times New Roman"/>
                <w:szCs w:val="22"/>
                <w:lang w:eastAsia="en-US"/>
              </w:rPr>
              <w:t>(e) any work, includes a copy held in electronic form  and a copy made from a copy of the work.</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44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41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Neighboring Rights Act of Zimbabwe, Chapter 26:05, Act 11/2000 (2000), as amended through Act 32/2004 (10 September 2004), available at http://www.wip</w:t>
            </w:r>
            <w:bookmarkStart w:id="1758" w:name="_GoBack"/>
            <w:bookmarkEnd w:id="1758"/>
            <w:r w:rsidRPr="00BC0437">
              <w:rPr>
                <w:rFonts w:eastAsia="Times New Roman"/>
                <w:szCs w:val="22"/>
                <w:lang w:eastAsia="en-US"/>
              </w:rPr>
              <w:t>o.int/wipolex/en/text.jsp?file_id=214696.</w:t>
            </w:r>
          </w:p>
        </w:tc>
      </w:tr>
      <w:tr w:rsidR="00BC0437" w:rsidRPr="00BC0437" w:rsidTr="00BC0437">
        <w:trPr>
          <w:trHeight w:val="277"/>
        </w:trPr>
        <w:tc>
          <w:tcPr>
            <w:tcW w:w="244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41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17 May 2015</w:t>
            </w:r>
          </w:p>
        </w:tc>
      </w:tr>
      <w:bookmarkEnd w:id="1753"/>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E92AE7">
      <w:pPr>
        <w:tabs>
          <w:tab w:val="left" w:pos="567"/>
          <w:tab w:val="left" w:pos="8931"/>
        </w:tabs>
        <w:ind w:left="4320"/>
        <w:jc w:val="center"/>
        <w:rPr>
          <w:rFonts w:eastAsia="Times New Roman"/>
          <w:szCs w:val="22"/>
          <w:lang w:eastAsia="en-US"/>
        </w:rPr>
      </w:pPr>
      <w:r w:rsidRPr="00BC0437">
        <w:rPr>
          <w:rFonts w:eastAsia="Times New Roman"/>
          <w:szCs w:val="22"/>
          <w:lang w:eastAsia="en-US"/>
        </w:rPr>
        <w:t>[End of document]</w:t>
      </w:r>
    </w:p>
    <w:sectPr w:rsidR="00BC0437" w:rsidRPr="00BC0437" w:rsidSect="00BC0437">
      <w:headerReference w:type="default" r:id="rId11"/>
      <w:endnotePr>
        <w:numFmt w:val="decimal"/>
      </w:endnotePr>
      <w:pgSz w:w="11907" w:h="16840" w:code="9"/>
      <w:pgMar w:top="1170"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C47" w:rsidRDefault="00476C47">
      <w:r>
        <w:separator/>
      </w:r>
    </w:p>
  </w:endnote>
  <w:endnote w:type="continuationSeparator" w:id="0">
    <w:p w:rsidR="00476C47" w:rsidRDefault="00476C47" w:rsidP="003B38C1">
      <w:r>
        <w:separator/>
      </w:r>
    </w:p>
    <w:p w:rsidR="00476C47" w:rsidRPr="003B38C1" w:rsidRDefault="00476C47" w:rsidP="003B38C1">
      <w:pPr>
        <w:spacing w:after="60"/>
        <w:rPr>
          <w:sz w:val="17"/>
        </w:rPr>
      </w:pPr>
      <w:r>
        <w:rPr>
          <w:sz w:val="17"/>
        </w:rPr>
        <w:t>[Endnote continued from previous page]</w:t>
      </w:r>
    </w:p>
  </w:endnote>
  <w:endnote w:type="continuationNotice" w:id="1">
    <w:p w:rsidR="00476C47" w:rsidRPr="003B38C1" w:rsidRDefault="00476C4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C47" w:rsidRDefault="00476C47">
      <w:r>
        <w:separator/>
      </w:r>
    </w:p>
  </w:footnote>
  <w:footnote w:type="continuationSeparator" w:id="0">
    <w:p w:rsidR="00476C47" w:rsidRDefault="00476C47" w:rsidP="008B60B2">
      <w:r>
        <w:separator/>
      </w:r>
    </w:p>
    <w:p w:rsidR="00476C47" w:rsidRPr="00ED77FB" w:rsidRDefault="00476C47" w:rsidP="008B60B2">
      <w:pPr>
        <w:spacing w:after="60"/>
        <w:rPr>
          <w:sz w:val="17"/>
          <w:szCs w:val="17"/>
        </w:rPr>
      </w:pPr>
      <w:r w:rsidRPr="00ED77FB">
        <w:rPr>
          <w:sz w:val="17"/>
          <w:szCs w:val="17"/>
        </w:rPr>
        <w:t>[Footnote continued from previous page]</w:t>
      </w:r>
    </w:p>
  </w:footnote>
  <w:footnote w:type="continuationNotice" w:id="1">
    <w:p w:rsidR="00476C47" w:rsidRPr="00ED77FB" w:rsidRDefault="00476C47" w:rsidP="008B60B2">
      <w:pPr>
        <w:spacing w:before="60"/>
        <w:jc w:val="right"/>
        <w:rPr>
          <w:sz w:val="17"/>
          <w:szCs w:val="17"/>
        </w:rPr>
      </w:pPr>
      <w:r w:rsidRPr="00ED77FB">
        <w:rPr>
          <w:sz w:val="17"/>
          <w:szCs w:val="17"/>
        </w:rPr>
        <w:t>[Footnote continued on next page]</w:t>
      </w:r>
    </w:p>
  </w:footnote>
  <w:footnote w:id="2">
    <w:p w:rsidR="004D09CD" w:rsidRDefault="004D09CD" w:rsidP="00BC0437">
      <w:pPr>
        <w:pStyle w:val="FootnoteText"/>
      </w:pPr>
      <w:r>
        <w:rPr>
          <w:rStyle w:val="FootnoteReference"/>
        </w:rPr>
        <w:footnoteRef/>
      </w:r>
      <w:r>
        <w:t xml:space="preserve"> The concepts of library, archives, and library exception are defined below.</w:t>
      </w:r>
    </w:p>
  </w:footnote>
  <w:footnote w:id="3">
    <w:p w:rsidR="004D09CD" w:rsidRDefault="004D09CD" w:rsidP="00BC0437">
      <w:pPr>
        <w:pStyle w:val="FootnoteText"/>
      </w:pPr>
      <w:r>
        <w:rPr>
          <w:rStyle w:val="FootnoteReference"/>
        </w:rPr>
        <w:footnoteRef/>
      </w:r>
      <w:r>
        <w:t xml:space="preserve"> Kenneth D. Crews, </w:t>
      </w:r>
      <w:r w:rsidRPr="00DC3DDE">
        <w:rPr>
          <w:i/>
        </w:rPr>
        <w:t>Study on Copyright Limitations and Exceptions for Libraries and Archives</w:t>
      </w:r>
      <w:r>
        <w:t xml:space="preserve">, World Intellectual Property Organization, Standing Committee on Copyright and Related Rights, Seventeenth Session (Geneva, Switzerland: 2008), available at </w:t>
      </w:r>
      <w:r w:rsidRPr="00D13943">
        <w:t>http://www.wipo.int/meetings/en/doc_details.jsp?doc_id=109192</w:t>
      </w:r>
      <w:r>
        <w:t>.  The 2008 study includes a lengthy (approximately 55 pages) introduction that surveys and analyzes the various statutes that were included in that report.  Although current research would change many details, the general principles and findings set forth in the introduction are relevant today and will be of great interest to researchers and officials needing to explore the issues more fully.</w:t>
      </w:r>
    </w:p>
  </w:footnote>
  <w:footnote w:id="4">
    <w:p w:rsidR="004D09CD" w:rsidRDefault="004D09CD" w:rsidP="00BC0437">
      <w:pPr>
        <w:pStyle w:val="FootnoteText"/>
      </w:pPr>
      <w:r>
        <w:rPr>
          <w:rStyle w:val="FootnoteReference"/>
        </w:rPr>
        <w:footnoteRef/>
      </w:r>
      <w:r>
        <w:t xml:space="preserve"> Kenneth D. Crews, </w:t>
      </w:r>
      <w:r w:rsidRPr="00DC3DDE">
        <w:rPr>
          <w:i/>
        </w:rPr>
        <w:t>Study on Copyright Limitations and Exceptions for Libraries and Archives</w:t>
      </w:r>
      <w:r>
        <w:t>, World Intellectual Property Organization, Standing Committee on Copyright and Related Rights, Twenty</w:t>
      </w:r>
      <w:r>
        <w:noBreakHyphen/>
        <w:t xml:space="preserve">Ninth Session (Geneva, Switzerland: 2014), available at </w:t>
      </w:r>
      <w:r w:rsidRPr="00D13943">
        <w:t>http://www.wipo.int/meetings/en/doc_details.jsp?doc_id=290457</w:t>
      </w:r>
      <w:r>
        <w:t>.</w:t>
      </w:r>
    </w:p>
  </w:footnote>
  <w:footnote w:id="5">
    <w:p w:rsidR="004D09CD" w:rsidRDefault="004D09CD" w:rsidP="00BC0437">
      <w:pPr>
        <w:pStyle w:val="FootnoteText"/>
      </w:pPr>
      <w:r>
        <w:rPr>
          <w:rStyle w:val="FootnoteReference"/>
        </w:rPr>
        <w:footnoteRef/>
      </w:r>
      <w:r>
        <w:t xml:space="preserve"> Directive 2001/29/EC of the European Parliament and of the Council of 22 May 2001 on the Harmonization of Certain Aspects of Copyright and Related Rights in the Information Society, 2001 O.J. (L 167), pp. 10-19.</w:t>
      </w:r>
    </w:p>
  </w:footnote>
  <w:footnote w:id="6">
    <w:p w:rsidR="004D09CD" w:rsidRPr="000C6225" w:rsidRDefault="004D09CD" w:rsidP="00BC0437">
      <w:pPr>
        <w:pStyle w:val="FootnoteText"/>
      </w:pPr>
      <w:r>
        <w:rPr>
          <w:rStyle w:val="FootnoteReference"/>
        </w:rPr>
        <w:footnoteRef/>
      </w:r>
      <w:r>
        <w:t xml:space="preserve"> </w:t>
      </w:r>
      <w:r w:rsidRPr="000C6225">
        <w:t>Many of the recent changes in European countries have</w:t>
      </w:r>
      <w:r>
        <w:t xml:space="preserve"> resulted from i</w:t>
      </w:r>
      <w:r w:rsidRPr="000C6225">
        <w:t>mplementation of the E.U. orphan wor</w:t>
      </w:r>
      <w:r>
        <w:t xml:space="preserve">ks directive.  </w:t>
      </w:r>
      <w:r w:rsidRPr="000C6225">
        <w:t>Directive 2012/28/EU of the European Parliament and the</w:t>
      </w:r>
      <w:r>
        <w:t xml:space="preserve"> Council of 25 October 2012 on Certain Permitted Uses of Orphan W</w:t>
      </w:r>
      <w:r w:rsidRPr="000C6225">
        <w:t>orks</w:t>
      </w:r>
      <w:r>
        <w:t>, 2012 O.J. (L 299), pp. 5-12.</w:t>
      </w:r>
    </w:p>
  </w:footnote>
  <w:footnote w:id="7">
    <w:p w:rsidR="004D09CD" w:rsidRDefault="004D09CD" w:rsidP="00BC0437">
      <w:pPr>
        <w:pStyle w:val="FootnoteText"/>
      </w:pPr>
      <w:r>
        <w:rPr>
          <w:rStyle w:val="FootnoteReference"/>
        </w:rPr>
        <w:footnoteRef/>
      </w:r>
      <w:r>
        <w:t xml:space="preserve"> This report uses the term “exemption” in the context of the anti-circumvention legislation, largely in recognition of that the anti-circumvention law is fundamentally different from the traditional parameters of copyright.  Many countries offer “exemptions” from the prohibition against circumvention of technological protection measures.  The term “exemption” also helps clarify that the concept of “no library exception” is referring to exceptions to the economic and other rights that are at the traditional core of copyright law.</w:t>
      </w:r>
    </w:p>
  </w:footnote>
  <w:footnote w:id="8">
    <w:p w:rsidR="004D09CD" w:rsidRDefault="004D09CD" w:rsidP="00BC0437">
      <w:pPr>
        <w:pStyle w:val="FootnoteText"/>
      </w:pPr>
      <w:r>
        <w:rPr>
          <w:rStyle w:val="FootnoteReference"/>
        </w:rPr>
        <w:footnoteRef/>
      </w:r>
      <w:r>
        <w:t xml:space="preserve"> </w:t>
      </w:r>
      <w:r w:rsidRPr="00FB0D64">
        <w:rPr>
          <w:szCs w:val="22"/>
        </w:rPr>
        <w:t>Th</w:t>
      </w:r>
      <w:r>
        <w:rPr>
          <w:szCs w:val="22"/>
        </w:rPr>
        <w:t>is report centers on the copyright statutes (and in a few instances, regulations adopted pursuant to statutory authority) of each country.  Hence, th</w:t>
      </w:r>
      <w:r w:rsidRPr="00FB0D64">
        <w:rPr>
          <w:szCs w:val="22"/>
        </w:rPr>
        <w:t xml:space="preserve">e standard for having “no exception” is whether the copyright legislation, as enacted by the appropriate lawmaking body in each country, includes a copyright exception explicitly applicable to libraries.  </w:t>
      </w:r>
      <w:r>
        <w:rPr>
          <w:szCs w:val="22"/>
        </w:rPr>
        <w:t xml:space="preserve">On the other hand, some </w:t>
      </w:r>
      <w:r w:rsidRPr="00FB0D64">
        <w:rPr>
          <w:szCs w:val="22"/>
        </w:rPr>
        <w:t>countrie</w:t>
      </w:r>
      <w:r>
        <w:rPr>
          <w:szCs w:val="22"/>
        </w:rPr>
        <w:t xml:space="preserve">s have no statutory exception, but they are members of </w:t>
      </w:r>
      <w:r w:rsidRPr="00FB0D64">
        <w:rPr>
          <w:szCs w:val="22"/>
        </w:rPr>
        <w:t xml:space="preserve">multinational instruments </w:t>
      </w:r>
      <w:r>
        <w:rPr>
          <w:szCs w:val="22"/>
        </w:rPr>
        <w:t xml:space="preserve">that </w:t>
      </w:r>
      <w:r w:rsidRPr="00FB0D64">
        <w:rPr>
          <w:szCs w:val="22"/>
        </w:rPr>
        <w:t xml:space="preserve">include copyright exceptions for libraries.  </w:t>
      </w:r>
      <w:r>
        <w:rPr>
          <w:szCs w:val="22"/>
        </w:rPr>
        <w:t>The Cartagena Agreement and the Bangui Agreement are examples, and they are cited with each appropriate country.  In order to treat all countries consistently throughout this study, a country is treated as having no library exception if it does not have such a provision in its own domestic law.</w:t>
      </w:r>
    </w:p>
  </w:footnote>
  <w:footnote w:id="9">
    <w:p w:rsidR="004D09CD" w:rsidRDefault="004D09CD" w:rsidP="00BC0437">
      <w:pPr>
        <w:pStyle w:val="FootnoteText"/>
      </w:pPr>
      <w:r>
        <w:rPr>
          <w:rStyle w:val="FootnoteReference"/>
        </w:rPr>
        <w:footnoteRef/>
      </w:r>
      <w:r>
        <w:t xml:space="preserve"> Under Section 203F, it is an offense to make a false or misleading declaration for the purposes of this section.  Section 203A, 203D, 203E, and 203G create offenses relating to the keeping of declarations made for the purposes of Section 51A.</w:t>
      </w:r>
    </w:p>
  </w:footnote>
  <w:footnote w:id="10">
    <w:p w:rsidR="004D09CD" w:rsidRDefault="004D09CD" w:rsidP="00BC0437">
      <w:pPr>
        <w:pStyle w:val="FootnoteText"/>
      </w:pPr>
      <w:r>
        <w:rPr>
          <w:rStyle w:val="FootnoteReference"/>
        </w:rPr>
        <w:footnoteRef/>
      </w:r>
      <w:r>
        <w:t xml:space="preserve"> Under Section 203F, it is an offense to make a false or misleading declaration for the purposes of this section.  Section 203A, 203D, 203E, and 203G create offenses relating to the keeping of declarations made for the purposes of Section 49.</w:t>
      </w:r>
    </w:p>
  </w:footnote>
  <w:footnote w:id="11">
    <w:p w:rsidR="004D09CD" w:rsidRDefault="004D09CD" w:rsidP="00BC0437">
      <w:pPr>
        <w:pStyle w:val="FootnoteText"/>
      </w:pPr>
      <w:r>
        <w:rPr>
          <w:rStyle w:val="FootnoteReference"/>
        </w:rPr>
        <w:footnoteRef/>
      </w:r>
      <w:r>
        <w:t xml:space="preserve"> Under Section 203F, it is an offense to make a false or misleading declaration for the purposes of this section.  Section 203A, 203D, 203E, and 203G create offenses relating to the keeping of declarations made for the purposes of Section 50.</w:t>
      </w:r>
    </w:p>
  </w:footnote>
  <w:footnote w:id="12">
    <w:p w:rsidR="004D09CD" w:rsidRDefault="004D09CD" w:rsidP="00BC0437">
      <w:pPr>
        <w:pStyle w:val="FootnoteText"/>
      </w:pPr>
      <w:r>
        <w:rPr>
          <w:rStyle w:val="FootnoteReference"/>
        </w:rPr>
        <w:footnoteRef/>
      </w:r>
      <w:r>
        <w:t xml:space="preserve"> The provisions relevant to Parliament are applicable only to specific libraries servicing governmental constituents.  Because such provisions are outside the general scope of this study, the details are not summarized here.</w:t>
      </w:r>
    </w:p>
  </w:footnote>
  <w:footnote w:id="13">
    <w:p w:rsidR="004D09CD" w:rsidRDefault="004D09CD" w:rsidP="00BC0437">
      <w:pPr>
        <w:widowControl w:val="0"/>
        <w:autoSpaceDE w:val="0"/>
        <w:autoSpaceDN w:val="0"/>
        <w:adjustRightInd w:val="0"/>
      </w:pPr>
      <w:r>
        <w:rPr>
          <w:rStyle w:val="FootnoteReference"/>
        </w:rPr>
        <w:footnoteRef/>
      </w:r>
      <w:r>
        <w:t xml:space="preserve"> Benin </w:t>
      </w:r>
      <w:r w:rsidRPr="00B02202">
        <w:t>is a member of</w:t>
      </w:r>
      <w:r>
        <w:t xml:space="preserve"> the Bangui Agreement, which includes copyright exceptions applicable to libraries and archives.  </w:t>
      </w:r>
      <w:r w:rsidRPr="00824A93">
        <w:rPr>
          <w:i/>
        </w:rPr>
        <w:t>See</w:t>
      </w:r>
      <w:r>
        <w:t xml:space="preserve"> Bangui Agreement on the Creation of an African Intellectual Property Organization (revised 24 February 1999), </w:t>
      </w:r>
      <w:r w:rsidRPr="00D9056E">
        <w:t xml:space="preserve">available at </w:t>
      </w:r>
      <w:r w:rsidRPr="00824A93">
        <w:t>http://www.wipo.int/wipolex/en/other_treaties/text.jsp?file_id=181151</w:t>
      </w:r>
      <w:r>
        <w:t>.</w:t>
      </w:r>
    </w:p>
    <w:p w:rsidR="004D09CD" w:rsidRPr="00FD0C39" w:rsidRDefault="004D09CD" w:rsidP="00BC0437">
      <w:pPr>
        <w:widowControl w:val="0"/>
        <w:autoSpaceDE w:val="0"/>
        <w:autoSpaceDN w:val="0"/>
        <w:adjustRightInd w:val="0"/>
        <w:rPr>
          <w:rFonts w:eastAsia="Calibri" w:cs="Calibri"/>
          <w:szCs w:val="32"/>
        </w:rPr>
      </w:pPr>
      <w:r w:rsidRPr="00FD0C39">
        <w:rPr>
          <w:rFonts w:eastAsia="Calibri" w:cs="Calibri"/>
          <w:szCs w:val="32"/>
        </w:rPr>
        <w:t>The Agreem</w:t>
      </w:r>
      <w:r>
        <w:rPr>
          <w:rFonts w:eastAsia="Calibri" w:cs="Calibri"/>
          <w:szCs w:val="32"/>
        </w:rPr>
        <w:t>ent (at Annex VII, Article 14) includes these provisions</w:t>
      </w:r>
      <w:r w:rsidRPr="00FD0C39">
        <w:rPr>
          <w:rFonts w:eastAsia="Calibri" w:cs="Calibri"/>
          <w:szCs w:val="32"/>
        </w:rPr>
        <w:t>:</w:t>
      </w:r>
    </w:p>
    <w:p w:rsidR="004D09CD" w:rsidRPr="00FD0C39" w:rsidRDefault="004D09CD" w:rsidP="00BC0437">
      <w:pPr>
        <w:widowControl w:val="0"/>
        <w:autoSpaceDE w:val="0"/>
        <w:autoSpaceDN w:val="0"/>
        <w:adjustRightInd w:val="0"/>
        <w:rPr>
          <w:rFonts w:eastAsia="Calibri" w:cs="Calibri"/>
          <w:szCs w:val="32"/>
        </w:rPr>
      </w:pPr>
    </w:p>
    <w:p w:rsidR="004D09CD" w:rsidRPr="00763393" w:rsidRDefault="004D09CD" w:rsidP="00BC0437">
      <w:pPr>
        <w:widowControl w:val="0"/>
        <w:autoSpaceDE w:val="0"/>
        <w:autoSpaceDN w:val="0"/>
        <w:adjustRightInd w:val="0"/>
        <w:ind w:left="720"/>
      </w:pPr>
      <w:r w:rsidRPr="00763393">
        <w:t>Notwithstanding the provisions of Article 9, a library or archive service whose activities</w:t>
      </w:r>
      <w:r>
        <w:t xml:space="preserve"> </w:t>
      </w:r>
      <w:r w:rsidRPr="00763393">
        <w:t>are not directly or indirectly profit-making may, without the</w:t>
      </w:r>
      <w:r>
        <w:t xml:space="preserve"> consent of the author or other </w:t>
      </w:r>
      <w:r w:rsidRPr="00763393">
        <w:t>holder of copyright, make individual copies of a work by means of reprographic reproduction,</w:t>
      </w:r>
    </w:p>
    <w:p w:rsidR="004D09CD" w:rsidRDefault="004D09CD" w:rsidP="00BC0437">
      <w:pPr>
        <w:widowControl w:val="0"/>
        <w:autoSpaceDE w:val="0"/>
        <w:autoSpaceDN w:val="0"/>
        <w:adjustRightInd w:val="0"/>
        <w:ind w:left="1134"/>
      </w:pPr>
    </w:p>
    <w:p w:rsidR="004D09CD" w:rsidRPr="00763393" w:rsidRDefault="004D09CD" w:rsidP="00BC0437">
      <w:pPr>
        <w:widowControl w:val="0"/>
        <w:autoSpaceDE w:val="0"/>
        <w:autoSpaceDN w:val="0"/>
        <w:adjustRightInd w:val="0"/>
        <w:ind w:left="1134"/>
      </w:pPr>
      <w:r w:rsidRPr="00763393">
        <w:t>(i) where the work reproduced is an article or a short extract from a written work, other</w:t>
      </w:r>
      <w:r>
        <w:t xml:space="preserve"> </w:t>
      </w:r>
      <w:r w:rsidRPr="00763393">
        <w:t>than a computer program, with or without illustration, published in a col</w:t>
      </w:r>
      <w:r>
        <w:t xml:space="preserve">lection of works or in </w:t>
      </w:r>
      <w:r w:rsidRPr="00763393">
        <w:t>an issue of a newspaper or periodical, and where the purpose</w:t>
      </w:r>
      <w:r>
        <w:t xml:space="preserve"> of reproduction is to meet the </w:t>
      </w:r>
      <w:r w:rsidRPr="00763393">
        <w:t>request of a natural person;</w:t>
      </w:r>
    </w:p>
    <w:p w:rsidR="004D09CD" w:rsidRDefault="004D09CD" w:rsidP="00BC0437">
      <w:pPr>
        <w:widowControl w:val="0"/>
        <w:autoSpaceDE w:val="0"/>
        <w:autoSpaceDN w:val="0"/>
        <w:adjustRightInd w:val="0"/>
        <w:ind w:left="1134"/>
      </w:pPr>
      <w:r w:rsidRPr="00763393">
        <w:t>(ii) where the making of such copy is for the purpose of preserving and, if necessary, in</w:t>
      </w:r>
      <w:r>
        <w:t xml:space="preserve"> </w:t>
      </w:r>
      <w:r w:rsidRPr="00763393">
        <w:t>the event of it having been lost, destroyed or made unusable, r</w:t>
      </w:r>
      <w:r>
        <w:t xml:space="preserve">eplacing it or, for replacing a </w:t>
      </w:r>
      <w:r w:rsidRPr="00763393">
        <w:t xml:space="preserve">copy that has been lost, destroyed or rendered unusable in the </w:t>
      </w:r>
      <w:r>
        <w:t xml:space="preserve">permanent collection of another </w:t>
      </w:r>
      <w:r w:rsidRPr="00763393">
        <w:t>library or other archive service.</w:t>
      </w:r>
    </w:p>
    <w:p w:rsidR="004D09CD" w:rsidRPr="00E910C3" w:rsidRDefault="004D09CD" w:rsidP="00BC0437">
      <w:pPr>
        <w:widowControl w:val="0"/>
        <w:autoSpaceDE w:val="0"/>
        <w:autoSpaceDN w:val="0"/>
        <w:adjustRightInd w:val="0"/>
        <w:rPr>
          <w:szCs w:val="22"/>
        </w:rPr>
      </w:pPr>
    </w:p>
    <w:p w:rsidR="004D09CD" w:rsidRPr="00E910C3" w:rsidRDefault="004D09CD" w:rsidP="00BC0437">
      <w:pPr>
        <w:widowControl w:val="0"/>
        <w:autoSpaceDE w:val="0"/>
        <w:autoSpaceDN w:val="0"/>
        <w:adjustRightInd w:val="0"/>
        <w:rPr>
          <w:szCs w:val="22"/>
        </w:rPr>
      </w:pPr>
      <w:r w:rsidRPr="00E910C3">
        <w:rPr>
          <w:szCs w:val="22"/>
        </w:rPr>
        <w:t>The Bangui Agreement (at Annex VII, Article 65) also addresses anti-circumvention by prohibiting the making or importing for sale or rental of devices that render inoperative a facility for protection against copying.  The act of circumvention itself is not explicitly prohibited.  The article does not include any exemptions for libraries or any other parties.</w:t>
      </w:r>
      <w:r>
        <w:rPr>
          <w:szCs w:val="22"/>
        </w:rPr>
        <w:t xml:space="preserve">  </w:t>
      </w:r>
      <w:r w:rsidRPr="00E910C3">
        <w:rPr>
          <w:szCs w:val="22"/>
        </w:rPr>
        <w:t>The Bangui Agreement has the force of national law in each Member State of the African Intellectual Property Organization (OAPI).  A</w:t>
      </w:r>
      <w:r w:rsidRPr="00E910C3">
        <w:rPr>
          <w:rFonts w:eastAsia="Calibri" w:cs="Calibri"/>
          <w:szCs w:val="22"/>
        </w:rPr>
        <w:t>rticle 3(1) stipulates that “[r]ights relating to the fields of intellectual property, as provided for in the Annexes to this Agreement, shall be independent national rights subject to the legislation of each of the member States in which they have effect.”  See the relevant explanation in the introduction to this study for a note on including international instruments among each country’s tables</w:t>
      </w:r>
      <w:r>
        <w:rPr>
          <w:rFonts w:eastAsia="Calibri" w:cs="Calibri"/>
          <w:szCs w:val="32"/>
        </w:rPr>
        <w:t>.</w:t>
      </w:r>
    </w:p>
  </w:footnote>
  <w:footnote w:id="14">
    <w:p w:rsidR="004D09CD" w:rsidRDefault="004D09CD" w:rsidP="00BC0437">
      <w:pPr>
        <w:rPr>
          <w:szCs w:val="22"/>
        </w:rPr>
      </w:pPr>
      <w:r w:rsidRPr="00130166">
        <w:rPr>
          <w:rStyle w:val="FootnoteReference"/>
          <w:szCs w:val="22"/>
        </w:rPr>
        <w:footnoteRef/>
      </w:r>
      <w:r w:rsidRPr="00130166">
        <w:rPr>
          <w:szCs w:val="22"/>
        </w:rPr>
        <w:t xml:space="preserve"> Bolivia, Colombia, Ecuador, and Peru are members of the Andean Community and signatories to the Cartagena Agreement of 1969.  Decision 351 of the Commission of the Andean Community includes copyright exceptions applicable in the member countries, including the following</w:t>
      </w:r>
      <w:r>
        <w:rPr>
          <w:szCs w:val="22"/>
        </w:rPr>
        <w:t xml:space="preserve"> articles</w:t>
      </w:r>
      <w:r w:rsidRPr="00130166">
        <w:rPr>
          <w:szCs w:val="22"/>
        </w:rPr>
        <w:t>:</w:t>
      </w:r>
    </w:p>
    <w:p w:rsidR="004D09CD" w:rsidRDefault="004D09CD" w:rsidP="00BC0437">
      <w:pPr>
        <w:rPr>
          <w:szCs w:val="22"/>
        </w:rPr>
      </w:pPr>
    </w:p>
    <w:p w:rsidR="004D09CD" w:rsidRPr="00130166" w:rsidRDefault="004D09CD" w:rsidP="00BC0437">
      <w:pPr>
        <w:ind w:left="720"/>
        <w:rPr>
          <w:szCs w:val="22"/>
        </w:rPr>
      </w:pPr>
      <w:r w:rsidRPr="00130166">
        <w:rPr>
          <w:szCs w:val="22"/>
        </w:rPr>
        <w:t>21.  The limitations and exceptions to which copyright is made subject by the domestic legislation of the Member Countries shall be confined to those cases that do not adversely affect the normal exploitation of the works or unjustifiably prejudice the legitimate interests of the owner or owners of the rights.</w:t>
      </w:r>
    </w:p>
    <w:p w:rsidR="004D09CD" w:rsidRPr="00130166" w:rsidRDefault="004D09CD" w:rsidP="00BC0437">
      <w:pPr>
        <w:autoSpaceDE w:val="0"/>
        <w:autoSpaceDN w:val="0"/>
        <w:adjustRightInd w:val="0"/>
        <w:ind w:left="720"/>
        <w:rPr>
          <w:szCs w:val="22"/>
        </w:rPr>
      </w:pPr>
    </w:p>
    <w:p w:rsidR="004D09CD" w:rsidRDefault="004D09CD" w:rsidP="00BC0437">
      <w:pPr>
        <w:autoSpaceDE w:val="0"/>
        <w:autoSpaceDN w:val="0"/>
        <w:adjustRightInd w:val="0"/>
        <w:ind w:left="720"/>
        <w:rPr>
          <w:szCs w:val="22"/>
        </w:rPr>
      </w:pPr>
      <w:r w:rsidRPr="00130166">
        <w:rPr>
          <w:szCs w:val="22"/>
        </w:rPr>
        <w:t>22.  Without prejudice to the provisions of Chapter V and those of the foregoing Article, it shall be lawful, without the authorization of the author and without payment of any rem</w:t>
      </w:r>
      <w:r>
        <w:rPr>
          <w:szCs w:val="22"/>
        </w:rPr>
        <w:t>uneration, to do the following:</w:t>
      </w:r>
    </w:p>
    <w:p w:rsidR="004D09CD" w:rsidRPr="00130166" w:rsidRDefault="004D09CD" w:rsidP="00BC0437">
      <w:pPr>
        <w:autoSpaceDE w:val="0"/>
        <w:autoSpaceDN w:val="0"/>
        <w:adjustRightInd w:val="0"/>
        <w:ind w:left="1170"/>
        <w:rPr>
          <w:szCs w:val="22"/>
        </w:rPr>
      </w:pPr>
      <w:r>
        <w:rPr>
          <w:szCs w:val="22"/>
        </w:rPr>
        <w:t>…</w:t>
      </w:r>
    </w:p>
    <w:p w:rsidR="004D09CD" w:rsidRDefault="004D09CD" w:rsidP="00BC0437">
      <w:pPr>
        <w:autoSpaceDE w:val="0"/>
        <w:autoSpaceDN w:val="0"/>
        <w:adjustRightInd w:val="0"/>
        <w:ind w:left="1170"/>
        <w:rPr>
          <w:szCs w:val="22"/>
        </w:rPr>
      </w:pPr>
      <w:r w:rsidRPr="00130166">
        <w:rPr>
          <w:iCs/>
          <w:szCs w:val="22"/>
        </w:rPr>
        <w:t xml:space="preserve">(c) </w:t>
      </w:r>
      <w:r w:rsidRPr="00130166">
        <w:rPr>
          <w:szCs w:val="22"/>
        </w:rPr>
        <w:t>reproduce a work in single copies on behalf of a library or for archives whose activities are not conducted for any direct or indirect profit-making purposes, provided that the original forms part of the permanent stocks of the said library or archives and the reproduction is m</w:t>
      </w:r>
      <w:r>
        <w:rPr>
          <w:szCs w:val="22"/>
        </w:rPr>
        <w:t>ade for the following purposes:</w:t>
      </w:r>
    </w:p>
    <w:p w:rsidR="004D09CD" w:rsidRDefault="004D09CD" w:rsidP="00BC0437">
      <w:pPr>
        <w:autoSpaceDE w:val="0"/>
        <w:autoSpaceDN w:val="0"/>
        <w:adjustRightInd w:val="0"/>
        <w:ind w:left="1170"/>
        <w:rPr>
          <w:szCs w:val="22"/>
        </w:rPr>
      </w:pPr>
    </w:p>
    <w:p w:rsidR="004D09CD" w:rsidRDefault="004D09CD" w:rsidP="00BC0437">
      <w:pPr>
        <w:autoSpaceDE w:val="0"/>
        <w:autoSpaceDN w:val="0"/>
        <w:adjustRightInd w:val="0"/>
        <w:ind w:left="1440"/>
        <w:rPr>
          <w:szCs w:val="22"/>
        </w:rPr>
      </w:pPr>
      <w:r>
        <w:rPr>
          <w:szCs w:val="22"/>
        </w:rPr>
        <w:t xml:space="preserve">(i) </w:t>
      </w:r>
      <w:r w:rsidRPr="00130166">
        <w:rPr>
          <w:szCs w:val="22"/>
        </w:rPr>
        <w:t>to preserve the original and replace it in the event of loss, des</w:t>
      </w:r>
      <w:r>
        <w:rPr>
          <w:szCs w:val="22"/>
        </w:rPr>
        <w:t>truction or irreparable damage;</w:t>
      </w:r>
    </w:p>
    <w:p w:rsidR="004D09CD" w:rsidRPr="00130166" w:rsidRDefault="004D09CD" w:rsidP="00BC0437">
      <w:pPr>
        <w:autoSpaceDE w:val="0"/>
        <w:autoSpaceDN w:val="0"/>
        <w:adjustRightInd w:val="0"/>
        <w:ind w:left="1440"/>
        <w:rPr>
          <w:szCs w:val="22"/>
        </w:rPr>
      </w:pPr>
      <w:r>
        <w:rPr>
          <w:szCs w:val="22"/>
        </w:rPr>
        <w:t xml:space="preserve">(ii) </w:t>
      </w:r>
      <w:r w:rsidRPr="00130166">
        <w:rPr>
          <w:szCs w:val="22"/>
        </w:rPr>
        <w:t>to replace, in the permanent stocks of another library or archives, of an original that has been lost, destroyed or irreparably damaged….</w:t>
      </w:r>
    </w:p>
    <w:p w:rsidR="004D09CD" w:rsidRPr="00130166" w:rsidRDefault="004D09CD" w:rsidP="00BC0437">
      <w:pPr>
        <w:autoSpaceDE w:val="0"/>
        <w:autoSpaceDN w:val="0"/>
        <w:adjustRightInd w:val="0"/>
        <w:rPr>
          <w:szCs w:val="22"/>
        </w:rPr>
      </w:pPr>
    </w:p>
    <w:p w:rsidR="004D09CD" w:rsidRPr="00130166" w:rsidRDefault="004D09CD" w:rsidP="00BC0437">
      <w:pPr>
        <w:autoSpaceDE w:val="0"/>
        <w:autoSpaceDN w:val="0"/>
        <w:adjustRightInd w:val="0"/>
        <w:rPr>
          <w:szCs w:val="22"/>
        </w:rPr>
      </w:pPr>
      <w:r w:rsidRPr="00130166">
        <w:rPr>
          <w:i/>
          <w:szCs w:val="22"/>
        </w:rPr>
        <w:t>See</w:t>
      </w:r>
      <w:r w:rsidRPr="00130166">
        <w:rPr>
          <w:szCs w:val="22"/>
        </w:rPr>
        <w:t xml:space="preserve"> </w:t>
      </w:r>
      <w:r>
        <w:rPr>
          <w:szCs w:val="22"/>
        </w:rPr>
        <w:t xml:space="preserve">Andean Community, </w:t>
      </w:r>
      <w:r w:rsidRPr="00130166">
        <w:rPr>
          <w:szCs w:val="22"/>
        </w:rPr>
        <w:t>Common Provisions on Copyright and Neighboring Rights</w:t>
      </w:r>
      <w:r>
        <w:rPr>
          <w:szCs w:val="22"/>
        </w:rPr>
        <w:t xml:space="preserve">, Decision 351, </w:t>
      </w:r>
      <w:r w:rsidRPr="00D01BB4">
        <w:rPr>
          <w:i/>
          <w:szCs w:val="22"/>
        </w:rPr>
        <w:t>Official Gazette of the Andean Community</w:t>
      </w:r>
      <w:r>
        <w:rPr>
          <w:szCs w:val="22"/>
        </w:rPr>
        <w:t>, No. 145 (21 December 1993)</w:t>
      </w:r>
      <w:r w:rsidRPr="00130166">
        <w:rPr>
          <w:szCs w:val="22"/>
        </w:rPr>
        <w:t xml:space="preserve">, </w:t>
      </w:r>
      <w:r>
        <w:rPr>
          <w:szCs w:val="22"/>
        </w:rPr>
        <w:t xml:space="preserve">text </w:t>
      </w:r>
      <w:r w:rsidRPr="00130166">
        <w:rPr>
          <w:szCs w:val="22"/>
        </w:rPr>
        <w:t xml:space="preserve">available at </w:t>
      </w:r>
      <w:r w:rsidRPr="00A82FB3">
        <w:rPr>
          <w:szCs w:val="22"/>
        </w:rPr>
        <w:t>http://www.wipo.int/wipolex/en/text.jsp?file_id=223493</w:t>
      </w:r>
      <w:r w:rsidRPr="00130166">
        <w:rPr>
          <w:szCs w:val="22"/>
        </w:rPr>
        <w:t>.</w:t>
      </w:r>
    </w:p>
    <w:p w:rsidR="004D09CD" w:rsidRPr="00130166" w:rsidRDefault="004D09CD" w:rsidP="00BC0437">
      <w:pPr>
        <w:pStyle w:val="FootnoteText"/>
        <w:rPr>
          <w:szCs w:val="22"/>
        </w:rPr>
      </w:pPr>
    </w:p>
  </w:footnote>
  <w:footnote w:id="15">
    <w:p w:rsidR="004D09CD" w:rsidRDefault="004D09CD" w:rsidP="00BC0437">
      <w:pPr>
        <w:pStyle w:val="FootnoteText"/>
      </w:pPr>
      <w:r>
        <w:rPr>
          <w:rStyle w:val="FootnoteReference"/>
        </w:rPr>
        <w:footnoteRef/>
      </w:r>
      <w:r>
        <w:t xml:space="preserve"> Burkina Faso </w:t>
      </w:r>
      <w:r w:rsidRPr="00B02202">
        <w:t>is a member of</w:t>
      </w:r>
      <w:r>
        <w:t xml:space="preserve"> the Bangui Agreement, which includes copyright exceptions applicable to libraries and archives and provisions on anti-circumvention.  The charts of Benin’s law in this report include a footnote with detailed information.</w:t>
      </w:r>
    </w:p>
  </w:footnote>
  <w:footnote w:id="16">
    <w:p w:rsidR="004D09CD" w:rsidRDefault="004D09CD" w:rsidP="00BC0437">
      <w:pPr>
        <w:pStyle w:val="FootnoteText"/>
      </w:pPr>
      <w:r>
        <w:rPr>
          <w:rStyle w:val="FootnoteReference"/>
        </w:rPr>
        <w:footnoteRef/>
      </w:r>
      <w:r>
        <w:t xml:space="preserve"> Cameroon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17">
    <w:p w:rsidR="004D09CD" w:rsidRDefault="004D09CD" w:rsidP="00BC0437">
      <w:pPr>
        <w:pStyle w:val="FootnoteText"/>
      </w:pPr>
      <w:r>
        <w:rPr>
          <w:rStyle w:val="FootnoteReference"/>
        </w:rPr>
        <w:footnoteRef/>
      </w:r>
      <w:r>
        <w:t xml:space="preserve"> Section 30.2(5.02) was added in 2012, allowing libraries and other institutions to provide digital copies of certain works to persons requesting the copies through another library.  The particular provision alone does not include all details set forth here.  Instead, the section establishes a few conditions, but references Section 30.2(5), which in turn references Section 30.2(1) and (2).  Those provisions, especially Section 30.2(2), include most of the substantive elements that are important here.</w:t>
      </w:r>
    </w:p>
  </w:footnote>
  <w:footnote w:id="18">
    <w:p w:rsidR="004D09CD" w:rsidRDefault="004D09CD" w:rsidP="00BC0437">
      <w:pPr>
        <w:pStyle w:val="FootnoteText"/>
      </w:pPr>
      <w:r>
        <w:rPr>
          <w:rStyle w:val="FootnoteReference"/>
        </w:rPr>
        <w:footnoteRef/>
      </w:r>
      <w:r>
        <w:t xml:space="preserve"> The Central African Republic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19">
    <w:p w:rsidR="004D09CD" w:rsidRDefault="004D09CD" w:rsidP="00BC0437">
      <w:pPr>
        <w:pStyle w:val="FootnoteText"/>
      </w:pPr>
      <w:r>
        <w:rPr>
          <w:rStyle w:val="FootnoteReference"/>
        </w:rPr>
        <w:footnoteRef/>
      </w:r>
      <w:r>
        <w:t xml:space="preserve"> Chad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20">
    <w:p w:rsidR="004D09CD" w:rsidRDefault="004D09CD" w:rsidP="00BC0437">
      <w:pPr>
        <w:pStyle w:val="FootnoteText"/>
      </w:pPr>
      <w:r>
        <w:rPr>
          <w:rStyle w:val="FootnoteReference"/>
        </w:rPr>
        <w:footnoteRef/>
      </w:r>
      <w:r>
        <w:t xml:space="preserve"> The citations are to the Copyright Act unless otherwise indicated.</w:t>
      </w:r>
    </w:p>
  </w:footnote>
  <w:footnote w:id="21">
    <w:p w:rsidR="004D09CD" w:rsidRDefault="004D09CD" w:rsidP="00BC0437">
      <w:pPr>
        <w:pStyle w:val="FootnoteText"/>
      </w:pPr>
      <w:r>
        <w:rPr>
          <w:rStyle w:val="FootnoteReference"/>
        </w:rPr>
        <w:footnoteRef/>
      </w:r>
      <w:r>
        <w:t xml:space="preserve"> Bolivia, Colombia, Ecuador, and Peru are members of the Andean Community and signatories to the Cartagena Agreement of 1969.  Decision 351 of the Commission of the Andean Community includes copyright exceptions applicable in the member countries, including provisions for libraries and archives.  See details in the footnote accompanying the Bolivia charts in this report.</w:t>
      </w:r>
    </w:p>
  </w:footnote>
  <w:footnote w:id="22">
    <w:p w:rsidR="004D09CD" w:rsidRDefault="004D09CD" w:rsidP="00BC0437">
      <w:pPr>
        <w:pStyle w:val="FootnoteText"/>
      </w:pPr>
      <w:r>
        <w:rPr>
          <w:rStyle w:val="FootnoteReference"/>
        </w:rPr>
        <w:footnoteRef/>
      </w:r>
      <w:r>
        <w:t xml:space="preserve"> Comoros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23">
    <w:p w:rsidR="004D09CD" w:rsidRDefault="004D09CD" w:rsidP="00BC0437">
      <w:pPr>
        <w:pStyle w:val="FootnoteText"/>
      </w:pPr>
      <w:r>
        <w:rPr>
          <w:rStyle w:val="FootnoteReference"/>
        </w:rPr>
        <w:footnoteRef/>
      </w:r>
      <w:r>
        <w:t xml:space="preserve"> Congo is </w:t>
      </w:r>
      <w:r w:rsidRPr="00883319">
        <w:rPr>
          <w:szCs w:val="22"/>
        </w:rPr>
        <w:t xml:space="preserve">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24">
    <w:p w:rsidR="004D09CD" w:rsidRDefault="004D09CD" w:rsidP="00BC0437">
      <w:pPr>
        <w:pStyle w:val="FootnoteText"/>
      </w:pPr>
      <w:r>
        <w:rPr>
          <w:rStyle w:val="FootnoteReference"/>
        </w:rPr>
        <w:footnoteRef/>
      </w:r>
      <w:r>
        <w:t xml:space="preserve"> Côte d’Ivoire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25">
    <w:p w:rsidR="004D09CD" w:rsidRDefault="004D09CD" w:rsidP="00BC0437">
      <w:pPr>
        <w:pStyle w:val="FootnoteText"/>
      </w:pPr>
      <w:r>
        <w:rPr>
          <w:rStyle w:val="FootnoteReference"/>
        </w:rPr>
        <w:footnoteRef/>
      </w:r>
      <w:r>
        <w:t xml:space="preserve"> The copyright statutes have been amended since 1993, but research indicates that the more recent changes do not affect the library exception statutes that are the focus of this study.  This summary of anti-circumvention statutes benefited from this source: </w:t>
      </w:r>
      <w:r w:rsidRPr="005F167C">
        <w:t xml:space="preserve">Guido Westkamp, </w:t>
      </w:r>
      <w:r w:rsidRPr="002F3B3F">
        <w:rPr>
          <w:i/>
        </w:rPr>
        <w:t>The Implementation of Directive 2001/29/EC in the Member States</w:t>
      </w:r>
      <w:r w:rsidRPr="005F167C">
        <w:t xml:space="preserve"> (2007), available at http://ec.europa.eu/internal_market/copyright/docs/studies/infosoc-study-annex_en.pdf</w:t>
      </w:r>
    </w:p>
  </w:footnote>
  <w:footnote w:id="26">
    <w:p w:rsidR="004D09CD" w:rsidRDefault="004D09CD" w:rsidP="00BC0437">
      <w:pPr>
        <w:pStyle w:val="FootnoteText"/>
      </w:pPr>
      <w:r>
        <w:rPr>
          <w:rStyle w:val="FootnoteReference"/>
        </w:rPr>
        <w:footnoteRef/>
      </w:r>
      <w:r>
        <w:t xml:space="preserve"> Article 32(2) is one brief provision that encompasses the purposes of preserving, displaying, reading, or lending.  For purpose of this study, the preservation purpose is separated from the others.</w:t>
      </w:r>
    </w:p>
  </w:footnote>
  <w:footnote w:id="27">
    <w:p w:rsidR="004D09CD" w:rsidRDefault="004D09CD" w:rsidP="00BC0437">
      <w:pPr>
        <w:pStyle w:val="FootnoteText"/>
      </w:pPr>
      <w:r>
        <w:rPr>
          <w:rStyle w:val="FootnoteReference"/>
        </w:rPr>
        <w:footnoteRef/>
      </w:r>
      <w:r>
        <w:t xml:space="preserve"> Bolivia, Colombia, Ecuador, and Peru are members of the Andean Community and signatories to the Cartagena Agreement of 1969.  Decision 351 of the Commission of the Andean Community includes copyright exceptions applicable in the member countries, including provisions for libraries and archives.  See details in the footnote accompanying the Bolivia charts in this report.</w:t>
      </w:r>
    </w:p>
  </w:footnote>
  <w:footnote w:id="28">
    <w:p w:rsidR="004D09CD" w:rsidRPr="00760BD5" w:rsidRDefault="004D09CD" w:rsidP="00BC0437">
      <w:pPr>
        <w:widowControl w:val="0"/>
        <w:autoSpaceDE w:val="0"/>
        <w:autoSpaceDN w:val="0"/>
        <w:adjustRightInd w:val="0"/>
      </w:pPr>
      <w:r w:rsidRPr="00B02202">
        <w:rPr>
          <w:rStyle w:val="FootnoteReference"/>
        </w:rPr>
        <w:footnoteRef/>
      </w:r>
      <w:r w:rsidRPr="00B02202">
        <w:t xml:space="preserve"> </w:t>
      </w:r>
      <w:r>
        <w:t>Equatorial Guinea</w:t>
      </w:r>
      <w:r w:rsidRPr="00B02202">
        <w:t xml:space="preserve">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29">
    <w:p w:rsidR="004D09CD" w:rsidRDefault="004D09CD" w:rsidP="00BC0437">
      <w:pPr>
        <w:pStyle w:val="FootnoteText"/>
      </w:pPr>
      <w:r>
        <w:rPr>
          <w:rStyle w:val="FootnoteReference"/>
        </w:rPr>
        <w:footnoteRef/>
      </w:r>
      <w:r>
        <w:t xml:space="preserve"> It seems that there may be considerable overlap of Section 51(1) and Section 51(2).  Section 51(1)(c) appears to apply to a wide range of works and does not limit quantity.  Section 51(2) apparently allows copies of entire books if the additional conditions of Section 51(3) are fulfilled.  However, some books permitted under Section 51(2) might also be copied under Section 51(1)(c) without meeting the added conditions.</w:t>
      </w:r>
    </w:p>
  </w:footnote>
  <w:footnote w:id="30">
    <w:p w:rsidR="004D09CD" w:rsidRPr="00760BD5" w:rsidRDefault="004D09CD" w:rsidP="00BC0437">
      <w:pPr>
        <w:widowControl w:val="0"/>
        <w:autoSpaceDE w:val="0"/>
        <w:autoSpaceDN w:val="0"/>
        <w:adjustRightInd w:val="0"/>
      </w:pPr>
      <w:r w:rsidRPr="00B02202">
        <w:rPr>
          <w:rStyle w:val="FootnoteReference"/>
        </w:rPr>
        <w:footnoteRef/>
      </w:r>
      <w:r w:rsidRPr="00B02202">
        <w:t xml:space="preserve"> </w:t>
      </w:r>
      <w:r>
        <w:t>Gabon</w:t>
      </w:r>
      <w:r w:rsidRPr="00B02202">
        <w:t xml:space="preserve">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31">
    <w:p w:rsidR="004D09CD" w:rsidRDefault="004D09CD" w:rsidP="00BC0437">
      <w:pPr>
        <w:pStyle w:val="FootnoteText"/>
      </w:pPr>
      <w:r>
        <w:rPr>
          <w:rStyle w:val="FootnoteReference"/>
        </w:rPr>
        <w:footnoteRef/>
      </w:r>
      <w:r>
        <w:t xml:space="preserve"> This provision and similar provisions in the statutes of European countries are based on implementation of a European Union directive.  </w:t>
      </w:r>
      <w:r w:rsidRPr="008D76B0">
        <w:rPr>
          <w:i/>
        </w:rPr>
        <w:t>See</w:t>
      </w:r>
      <w:r>
        <w:t xml:space="preserve"> Directive 2001/29/EC of the European Parliament and of the Council of 22 May 2001 on the Harmonization of Certain Aspects of Copyright and Related Rights in the Information Society, 2001 O.J. (L 167), pp. 10-19.  A decision from the European Court of Justice, originating from Germany and interpreting Article 5(3)(n) of the directive, held that the library’s right of use is conditioned on whether the library actually has a license for the use of the work, and not whether a license is merely available.  </w:t>
      </w:r>
      <w:r w:rsidRPr="00680E10">
        <w:rPr>
          <w:i/>
        </w:rPr>
        <w:t xml:space="preserve">See </w:t>
      </w:r>
      <w:r w:rsidRPr="00680E10">
        <w:t>C</w:t>
      </w:r>
      <w:r>
        <w:t>ase C</w:t>
      </w:r>
      <w:r>
        <w:noBreakHyphen/>
        <w:t xml:space="preserve">117/13, </w:t>
      </w:r>
      <w:r w:rsidRPr="00680E10">
        <w:rPr>
          <w:i/>
        </w:rPr>
        <w:t>Technische Universität Darmstadt v. Eugen Ulmer KG</w:t>
      </w:r>
      <w:r w:rsidRPr="00680E10">
        <w:t xml:space="preserve">, </w:t>
      </w:r>
      <w:r>
        <w:t>2014 EUR-Lex 62013CC0117 (European Court of Justice, 11 Sept. 2014).</w:t>
      </w:r>
    </w:p>
  </w:footnote>
  <w:footnote w:id="32">
    <w:p w:rsidR="004D09CD" w:rsidRPr="00015E99" w:rsidRDefault="004D09CD" w:rsidP="00BC0437">
      <w:pPr>
        <w:pStyle w:val="FootnoteText"/>
      </w:pPr>
      <w:r>
        <w:rPr>
          <w:rStyle w:val="FootnoteReference"/>
        </w:rPr>
        <w:footnoteRef/>
      </w:r>
      <w:r>
        <w:t xml:space="preserve"> The </w:t>
      </w:r>
      <w:r w:rsidRPr="00680E10">
        <w:rPr>
          <w:i/>
        </w:rPr>
        <w:t>Technische Universität Darmstadt</w:t>
      </w:r>
      <w:r>
        <w:t xml:space="preserve"> decision also held that a library is not required under the directive to block the ability of users to make digital or analog copies of the works, and that users will have to determine if their copies are permissible under other provisions of the copyright law.</w:t>
      </w:r>
    </w:p>
  </w:footnote>
  <w:footnote w:id="33">
    <w:p w:rsidR="004D09CD" w:rsidRDefault="004D09CD" w:rsidP="00BC0437">
      <w:pPr>
        <w:pStyle w:val="FootnoteText"/>
      </w:pPr>
      <w:r>
        <w:rPr>
          <w:rStyle w:val="FootnoteReference"/>
        </w:rPr>
        <w:footnoteRef/>
      </w:r>
      <w:r>
        <w:t xml:space="preserve"> This study benefited from an English translation of the statute available from the German government at </w:t>
      </w:r>
      <w:r w:rsidRPr="000E5B7D">
        <w:t>http://www.gesetze-im-internet.de/englisch_urhg/</w:t>
      </w:r>
      <w:r>
        <w:t>.</w:t>
      </w:r>
    </w:p>
  </w:footnote>
  <w:footnote w:id="34">
    <w:p w:rsidR="004D09CD" w:rsidRDefault="004D09CD" w:rsidP="00BC0437">
      <w:pPr>
        <w:pStyle w:val="FootnoteText"/>
      </w:pPr>
      <w:r>
        <w:rPr>
          <w:rStyle w:val="FootnoteReference"/>
        </w:rPr>
        <w:footnoteRef/>
      </w:r>
      <w:r>
        <w:t xml:space="preserve"> Guinea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35">
    <w:p w:rsidR="004D09CD" w:rsidRDefault="004D09CD" w:rsidP="00BC0437">
      <w:pPr>
        <w:pStyle w:val="FootnoteText"/>
      </w:pPr>
      <w:r>
        <w:rPr>
          <w:rStyle w:val="FootnoteReference"/>
        </w:rPr>
        <w:footnoteRef/>
      </w:r>
      <w:r>
        <w:t xml:space="preserve"> Guinea-Bissau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36">
    <w:p w:rsidR="004D09CD" w:rsidRPr="00AC67F7" w:rsidRDefault="004D09CD" w:rsidP="00BC0437">
      <w:pPr>
        <w:pStyle w:val="FootnoteText"/>
      </w:pPr>
      <w:r w:rsidRPr="0092440F">
        <w:rPr>
          <w:rStyle w:val="FootnoteReference"/>
        </w:rPr>
        <w:footnoteRef/>
      </w:r>
      <w:r w:rsidRPr="0092440F">
        <w:t xml:space="preserve"> </w:t>
      </w:r>
      <w:r>
        <w:t xml:space="preserve">The provisions of </w:t>
      </w:r>
      <w:r w:rsidRPr="00AC67F7">
        <w:t xml:space="preserve">Copyright Act 1956 </w:t>
      </w:r>
      <w:r>
        <w:t xml:space="preserve">of the United Kingdom </w:t>
      </w:r>
      <w:r w:rsidRPr="00AC67F7">
        <w:t>were extended to Guyana by § 1 of the Copyright (British Guiana) Order 1966</w:t>
      </w:r>
      <w:r>
        <w:t>, with some amendments</w:t>
      </w:r>
      <w:r w:rsidRPr="00AC67F7">
        <w:t>.</w:t>
      </w:r>
      <w:r>
        <w:t xml:space="preserve">  The following news report from 2012 confirms that the 1956 statutes were adopted in 1966 as the copyright law of Guyana, and that the statutes had not been amended in the intervening years.  Abiola Innis, “Commentary: The Guyana government and the protection of copyright laws,” </w:t>
      </w:r>
      <w:r w:rsidRPr="00C8157D">
        <w:rPr>
          <w:i/>
        </w:rPr>
        <w:t>Caribbean News Now!</w:t>
      </w:r>
      <w:r>
        <w:t xml:space="preserve">, 9 October 2012, available at </w:t>
      </w:r>
      <w:r w:rsidRPr="002B4637">
        <w:t>http://www.caribbeannewsnow.com/topstory-Commentary%3A-The-Guyana-government-and-the-protection-of-copyright-laws-12938.html</w:t>
      </w:r>
      <w:r>
        <w:t>.</w:t>
      </w:r>
    </w:p>
  </w:footnote>
  <w:footnote w:id="37">
    <w:p w:rsidR="004D09CD" w:rsidRPr="00C57D6C" w:rsidRDefault="004D09CD" w:rsidP="00BC0437">
      <w:pPr>
        <w:pStyle w:val="FootnoteText"/>
        <w:rPr>
          <w:sz w:val="20"/>
        </w:rPr>
      </w:pPr>
      <w:r w:rsidRPr="00C57D6C">
        <w:rPr>
          <w:rStyle w:val="FootnoteReference"/>
          <w:sz w:val="20"/>
        </w:rPr>
        <w:footnoteRef/>
      </w:r>
      <w:r w:rsidRPr="00C57D6C">
        <w:rPr>
          <w:sz w:val="20"/>
        </w:rPr>
        <w:t xml:space="preserve"> A version of the Copyright Act in the Icelandic language</w:t>
      </w:r>
      <w:r>
        <w:rPr>
          <w:sz w:val="20"/>
        </w:rPr>
        <w:t xml:space="preserve"> </w:t>
      </w:r>
      <w:r w:rsidRPr="00C57D6C">
        <w:rPr>
          <w:sz w:val="20"/>
        </w:rPr>
        <w:t>is available at http://www.wipo.int/wipolex/en/text.jsp?file_id=332155</w:t>
      </w:r>
      <w:r>
        <w:rPr>
          <w:sz w:val="20"/>
        </w:rPr>
        <w:t>.  Although that version may be current to 2011, the provisions central to this study do not appear to be affected.</w:t>
      </w:r>
    </w:p>
  </w:footnote>
  <w:footnote w:id="38">
    <w:p w:rsidR="004D09CD" w:rsidRDefault="004D09CD" w:rsidP="00BC0437">
      <w:pPr>
        <w:pStyle w:val="FootnoteText"/>
      </w:pPr>
      <w:r>
        <w:rPr>
          <w:rStyle w:val="FootnoteReference"/>
        </w:rPr>
        <w:footnoteRef/>
      </w:r>
      <w:r>
        <w:t xml:space="preserve"> This provision is summarized here because it includes a reference to § 52(1)(p), which addresses library copying.  This provision, however, is apparently relevant only to the copying permitted under § 52(1)(p) that is made “with a view to publication.”</w:t>
      </w:r>
    </w:p>
  </w:footnote>
  <w:footnote w:id="39">
    <w:p w:rsidR="004D09CD" w:rsidRPr="0009239F" w:rsidRDefault="004D09CD" w:rsidP="00BC0437">
      <w:pPr>
        <w:pStyle w:val="FootnoteText"/>
      </w:pPr>
      <w:r>
        <w:rPr>
          <w:rStyle w:val="FootnoteReference"/>
        </w:rPr>
        <w:footnoteRef/>
      </w:r>
      <w:r>
        <w:t xml:space="preserve"> </w:t>
      </w:r>
      <w:r w:rsidRPr="0009239F">
        <w:t>The website of the Kiribati Ministry of Commerce, Industry and Cooperatives confirms that this is the only copyright legislation applicable in the country.  “</w:t>
      </w:r>
      <w:r w:rsidRPr="0009239F">
        <w:rPr>
          <w:color w:val="333333"/>
          <w:shd w:val="clear" w:color="auto" w:fill="FFFFFF"/>
        </w:rPr>
        <w:t>Copyright Ordinance 1917 has little relevance but it is the only law in Kiribati which recognises copyright in this jurisdiction.”</w:t>
      </w:r>
      <w:r w:rsidRPr="0009239F">
        <w:t xml:space="preserve">  See: http://www.mcic.gov.ki/?page_id=166.</w:t>
      </w:r>
    </w:p>
    <w:p w:rsidR="004D09CD" w:rsidRDefault="004D09CD" w:rsidP="00BC0437">
      <w:pPr>
        <w:pStyle w:val="FootnoteText"/>
      </w:pPr>
    </w:p>
  </w:footnote>
  <w:footnote w:id="40">
    <w:p w:rsidR="004D09CD" w:rsidRPr="00D94CD4" w:rsidRDefault="004D09CD" w:rsidP="00BC0437">
      <w:pPr>
        <w:rPr>
          <w:szCs w:val="22"/>
        </w:rPr>
      </w:pPr>
      <w:r w:rsidRPr="00D94CD4">
        <w:rPr>
          <w:rStyle w:val="FootnoteReference"/>
          <w:szCs w:val="22"/>
        </w:rPr>
        <w:footnoteRef/>
      </w:r>
      <w:r w:rsidRPr="00D94CD4">
        <w:rPr>
          <w:szCs w:val="22"/>
        </w:rPr>
        <w:t xml:space="preserve"> This study </w:t>
      </w:r>
      <w:r>
        <w:rPr>
          <w:szCs w:val="22"/>
        </w:rPr>
        <w:t>benefited</w:t>
      </w:r>
      <w:r w:rsidRPr="00D94CD4">
        <w:rPr>
          <w:szCs w:val="22"/>
        </w:rPr>
        <w:t xml:space="preserve"> from an English-language translation of the Copyright Act, updated as of 6 December 2007, available at http://www.wipo.int/wipolex/en/text.jsp?file_id=196720.</w:t>
      </w:r>
    </w:p>
  </w:footnote>
  <w:footnote w:id="41">
    <w:p w:rsidR="004D09CD" w:rsidRDefault="004D09CD" w:rsidP="00BC0437">
      <w:pPr>
        <w:pStyle w:val="FootnoteText"/>
      </w:pPr>
      <w:r>
        <w:rPr>
          <w:rStyle w:val="FootnoteReference"/>
        </w:rPr>
        <w:footnoteRef/>
      </w:r>
      <w:r>
        <w:t xml:space="preserve"> The language of the Copyright Law of Liberia is often nearly identical to the United States Copyright Act as enacted at that time.  However, this provision in U.S. law excludes “musical work, a pictorial, graphic or sculptural work, or a motion picture or other audiovisual work </w:t>
      </w:r>
      <w:r w:rsidRPr="001E6F18">
        <w:rPr>
          <w:u w:val="single"/>
        </w:rPr>
        <w:t xml:space="preserve">other than an audiovisual work </w:t>
      </w:r>
      <w:r>
        <w:t>dealing with news. . . .”  U.S. Copyright Act, 17 U.S.C. § 108(i).  The absence of these underlined words in the Liberian statute may be merely a transcription error.</w:t>
      </w:r>
    </w:p>
  </w:footnote>
  <w:footnote w:id="42">
    <w:p w:rsidR="004D09CD" w:rsidRDefault="004D09CD" w:rsidP="00BC0437">
      <w:pPr>
        <w:pStyle w:val="FootnoteText"/>
      </w:pPr>
      <w:r>
        <w:rPr>
          <w:rStyle w:val="FootnoteReference"/>
        </w:rPr>
        <w:footnoteRef/>
      </w:r>
      <w:r>
        <w:t xml:space="preserve"> Research indicates that the copyright statutes were amended in 1984, but a reliable copy of a more recent statute was not available for this study.</w:t>
      </w:r>
    </w:p>
  </w:footnote>
  <w:footnote w:id="43">
    <w:p w:rsidR="004D09CD" w:rsidRDefault="004D09CD" w:rsidP="00BC0437">
      <w:pPr>
        <w:pStyle w:val="FootnoteText"/>
      </w:pPr>
      <w:r>
        <w:rPr>
          <w:rStyle w:val="FootnoteReference"/>
        </w:rPr>
        <w:footnoteRef/>
      </w:r>
      <w:r>
        <w:t xml:space="preserve"> Mali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44">
    <w:p w:rsidR="004D09CD" w:rsidRPr="00760BD5" w:rsidRDefault="004D09CD" w:rsidP="00BC0437">
      <w:pPr>
        <w:widowControl w:val="0"/>
        <w:autoSpaceDE w:val="0"/>
        <w:autoSpaceDN w:val="0"/>
        <w:adjustRightInd w:val="0"/>
      </w:pPr>
      <w:r w:rsidRPr="00B02202">
        <w:rPr>
          <w:rStyle w:val="FootnoteReference"/>
        </w:rPr>
        <w:footnoteRef/>
      </w:r>
      <w:r w:rsidRPr="00B02202">
        <w:t xml:space="preserve"> </w:t>
      </w:r>
      <w:r w:rsidRPr="00813A2C">
        <w:t>Research indicates that Mauritania applies the French copyright law of 1957 and has not updated the applicable version as France revised the law; accordingly Mauritania applies a version without the library exceptions.  Mauritania is a member of the Bangui Agreement, which includes copyright exceptions applicable to libraries and archives and provisions on anti-circumvention.  See the charts of Benin’s law in this report for a footnote with detailed information.</w:t>
      </w:r>
    </w:p>
  </w:footnote>
  <w:footnote w:id="45">
    <w:p w:rsidR="004D09CD" w:rsidRDefault="004D09CD" w:rsidP="00BC0437">
      <w:pPr>
        <w:pStyle w:val="FootnoteText"/>
      </w:pPr>
      <w:r>
        <w:rPr>
          <w:rStyle w:val="FootnoteReference"/>
        </w:rPr>
        <w:footnoteRef/>
      </w:r>
      <w:r>
        <w:t xml:space="preserve"> This study benefited from an English-language version of the Copyright Law, current through 29 April 2013, available from the government of Mexico at </w:t>
      </w:r>
      <w:r w:rsidRPr="00C85DB7">
        <w:t>http://www.indautor.gob.mx/ingles/documentos_normas/ley_f_derecho_autor_ingles.pdf</w:t>
      </w:r>
      <w:r>
        <w:t>.</w:t>
      </w:r>
    </w:p>
  </w:footnote>
  <w:footnote w:id="46">
    <w:p w:rsidR="004D09CD" w:rsidRDefault="004D09CD" w:rsidP="00BC0437">
      <w:pPr>
        <w:pStyle w:val="FootnoteText"/>
      </w:pPr>
      <w:r>
        <w:rPr>
          <w:rStyle w:val="FootnoteReference"/>
        </w:rPr>
        <w:footnoteRef/>
      </w:r>
      <w:r>
        <w:t xml:space="preserve"> The citations refer to the Copyright Act unless otherwise specified.</w:t>
      </w:r>
    </w:p>
  </w:footnote>
  <w:footnote w:id="47">
    <w:p w:rsidR="004D09CD" w:rsidRDefault="004D09CD" w:rsidP="00BC0437">
      <w:pPr>
        <w:pStyle w:val="FootnoteText"/>
      </w:pPr>
      <w:r>
        <w:rPr>
          <w:rStyle w:val="FootnoteReference"/>
        </w:rPr>
        <w:footnoteRef/>
      </w:r>
      <w:r>
        <w:t xml:space="preserve"> Currently before the European Court of Justice is the question of whether lending of e-books by public libraries in the Netherlands is permitted consistent with the European Union Directive on Rental Right and Lending Right, 2006/115/EC, when the books are accessed by users from a library server and only single user copies are available at any time.</w:t>
      </w:r>
    </w:p>
  </w:footnote>
  <w:footnote w:id="48">
    <w:p w:rsidR="004D09CD" w:rsidRPr="002E437D" w:rsidRDefault="004D09CD" w:rsidP="00BC0437">
      <w:pPr>
        <w:pStyle w:val="FootnoteText"/>
        <w:rPr>
          <w:szCs w:val="22"/>
        </w:rPr>
      </w:pPr>
      <w:r>
        <w:rPr>
          <w:rStyle w:val="FootnoteReference"/>
        </w:rPr>
        <w:footnoteRef/>
      </w:r>
      <w:r>
        <w:t xml:space="preserve"> This </w:t>
      </w:r>
      <w:r>
        <w:rPr>
          <w:szCs w:val="22"/>
        </w:rPr>
        <w:t>study</w:t>
      </w:r>
      <w:r w:rsidRPr="00DF160C">
        <w:rPr>
          <w:szCs w:val="22"/>
        </w:rPr>
        <w:t xml:space="preserve"> </w:t>
      </w:r>
      <w:r>
        <w:rPr>
          <w:szCs w:val="22"/>
        </w:rPr>
        <w:t>benefited</w:t>
      </w:r>
      <w:r w:rsidRPr="00DF160C">
        <w:rPr>
          <w:szCs w:val="22"/>
        </w:rPr>
        <w:t xml:space="preserve"> from the following unofficial </w:t>
      </w:r>
      <w:r>
        <w:rPr>
          <w:szCs w:val="22"/>
        </w:rPr>
        <w:t xml:space="preserve">English </w:t>
      </w:r>
      <w:r w:rsidRPr="00DF160C">
        <w:rPr>
          <w:szCs w:val="22"/>
        </w:rPr>
        <w:t>translation of the Copyright Act, as</w:t>
      </w:r>
      <w:r>
        <w:rPr>
          <w:szCs w:val="22"/>
        </w:rPr>
        <w:t xml:space="preserve"> it was</w:t>
      </w:r>
      <w:r w:rsidRPr="00DF160C">
        <w:rPr>
          <w:szCs w:val="22"/>
        </w:rPr>
        <w:t xml:space="preserve"> in force and effect as of 1 January 2012:  Mireille van Eechoud, “Copyright Act – </w:t>
      </w:r>
      <w:r w:rsidRPr="00DF160C">
        <w:rPr>
          <w:i/>
          <w:szCs w:val="22"/>
        </w:rPr>
        <w:t>Auteurswet</w:t>
      </w:r>
      <w:r w:rsidRPr="00DF160C">
        <w:rPr>
          <w:szCs w:val="22"/>
        </w:rPr>
        <w:t>: Unofficial Translation,”</w:t>
      </w:r>
      <w:r>
        <w:rPr>
          <w:szCs w:val="22"/>
        </w:rPr>
        <w:t xml:space="preserve"> in</w:t>
      </w:r>
      <w:r w:rsidRPr="00DF160C">
        <w:rPr>
          <w:szCs w:val="22"/>
        </w:rPr>
        <w:t xml:space="preserve"> </w:t>
      </w:r>
      <w:r w:rsidRPr="002E437D">
        <w:rPr>
          <w:i/>
          <w:iCs/>
          <w:szCs w:val="22"/>
        </w:rPr>
        <w:t>A Century of Dutch Copyright Law</w:t>
      </w:r>
      <w:r>
        <w:rPr>
          <w:i/>
          <w:iCs/>
          <w:szCs w:val="22"/>
        </w:rPr>
        <w:t>: Auteurswet 1912-2012</w:t>
      </w:r>
      <w:r>
        <w:rPr>
          <w:szCs w:val="22"/>
        </w:rPr>
        <w:t>, eds. Bernt Hugenholtz, Antoon</w:t>
      </w:r>
      <w:r w:rsidRPr="00DF160C">
        <w:rPr>
          <w:szCs w:val="22"/>
        </w:rPr>
        <w:t xml:space="preserve"> Quaedvlieg &amp; </w:t>
      </w:r>
      <w:r>
        <w:rPr>
          <w:szCs w:val="22"/>
        </w:rPr>
        <w:t>Dirk</w:t>
      </w:r>
      <w:r w:rsidRPr="00DF160C">
        <w:rPr>
          <w:szCs w:val="22"/>
        </w:rPr>
        <w:t xml:space="preserve"> Visser</w:t>
      </w:r>
      <w:r>
        <w:rPr>
          <w:szCs w:val="22"/>
        </w:rPr>
        <w:t xml:space="preserve"> (Amsterdam: deLex, </w:t>
      </w:r>
      <w:r w:rsidRPr="002E437D">
        <w:rPr>
          <w:szCs w:val="22"/>
        </w:rPr>
        <w:t>2012</w:t>
      </w:r>
      <w:r>
        <w:rPr>
          <w:szCs w:val="22"/>
        </w:rPr>
        <w:t>), pp. 505-546</w:t>
      </w:r>
      <w:r w:rsidRPr="002E437D">
        <w:rPr>
          <w:szCs w:val="22"/>
        </w:rPr>
        <w:t>.</w:t>
      </w:r>
      <w:r>
        <w:rPr>
          <w:szCs w:val="22"/>
        </w:rPr>
        <w:t xml:space="preserve">  </w:t>
      </w:r>
      <w:r w:rsidRPr="002E437D">
        <w:rPr>
          <w:szCs w:val="22"/>
        </w:rPr>
        <w:t xml:space="preserve">This study </w:t>
      </w:r>
      <w:r>
        <w:rPr>
          <w:szCs w:val="22"/>
        </w:rPr>
        <w:t xml:space="preserve">further benefited from an English translation </w:t>
      </w:r>
      <w:r w:rsidRPr="002E437D">
        <w:rPr>
          <w:szCs w:val="22"/>
        </w:rPr>
        <w:t>of the Related Rights Act, current to 200</w:t>
      </w:r>
      <w:r>
        <w:rPr>
          <w:szCs w:val="22"/>
        </w:rPr>
        <w:t>6</w:t>
      </w:r>
      <w:r w:rsidRPr="002E437D">
        <w:rPr>
          <w:szCs w:val="22"/>
        </w:rPr>
        <w:t>, available at http://www.rijksoverheid.nl/documenten-en-publicaties/besluiten/2006/06/22/related-rights-act.html</w:t>
      </w:r>
      <w:r>
        <w:rPr>
          <w:szCs w:val="22"/>
        </w:rPr>
        <w:t>.</w:t>
      </w:r>
    </w:p>
  </w:footnote>
  <w:footnote w:id="49">
    <w:p w:rsidR="004D09CD" w:rsidRDefault="004D09CD" w:rsidP="00BC0437">
      <w:pPr>
        <w:pStyle w:val="FootnoteText"/>
      </w:pPr>
      <w:r>
        <w:rPr>
          <w:rStyle w:val="FootnoteReference"/>
        </w:rPr>
        <w:footnoteRef/>
      </w:r>
      <w:r>
        <w:t xml:space="preserve"> Niger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50">
    <w:p w:rsidR="004D09CD" w:rsidRDefault="004D09CD" w:rsidP="00BC0437">
      <w:pPr>
        <w:pStyle w:val="FootnoteText"/>
      </w:pPr>
      <w:r>
        <w:rPr>
          <w:rStyle w:val="FootnoteReference"/>
        </w:rPr>
        <w:footnoteRef/>
      </w:r>
      <w:r>
        <w:t xml:space="preserve"> Bolivia, Colombia, Ecuador, and Peru are members of the Andean Community and signatories to the Cartagena Agreement of 1969.  Decision 351 of the Commission of the Andean Community includes copyright exceptions applicable in the member countries, including provisions for libraries and archives.  See details in the footnote accompanying the Bolivia charts in this report.</w:t>
      </w:r>
    </w:p>
  </w:footnote>
  <w:footnote w:id="51">
    <w:p w:rsidR="004D09CD" w:rsidRDefault="004D09CD" w:rsidP="00BC0437">
      <w:pPr>
        <w:pStyle w:val="FootnoteText"/>
      </w:pPr>
      <w:r>
        <w:rPr>
          <w:rStyle w:val="FootnoteReference"/>
        </w:rPr>
        <w:footnoteRef/>
      </w:r>
      <w:r>
        <w:t xml:space="preserve"> This study benefited from a 2011 version of the Copyright Act available in English at </w:t>
      </w:r>
      <w:r w:rsidRPr="00AC2AE8">
        <w:t>http://www.wipo.int/wipolex/en/details.jsp?id=12873</w:t>
      </w:r>
      <w:r>
        <w:t>.</w:t>
      </w:r>
    </w:p>
  </w:footnote>
  <w:footnote w:id="52">
    <w:p w:rsidR="004D09CD" w:rsidRDefault="004D09CD" w:rsidP="00BC0437">
      <w:pPr>
        <w:pStyle w:val="FootnoteText"/>
      </w:pPr>
      <w:r>
        <w:rPr>
          <w:rStyle w:val="FootnoteReference"/>
        </w:rPr>
        <w:footnoteRef/>
      </w:r>
      <w:r>
        <w:t xml:space="preserve"> </w:t>
      </w:r>
      <w:r w:rsidRPr="006A2E26">
        <w:t xml:space="preserve">Senegal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53">
    <w:p w:rsidR="004D09CD" w:rsidRDefault="004D09CD" w:rsidP="00BC0437">
      <w:pPr>
        <w:pStyle w:val="FootnoteText"/>
      </w:pPr>
      <w:r>
        <w:rPr>
          <w:rStyle w:val="FootnoteReference"/>
        </w:rPr>
        <w:footnoteRef/>
      </w:r>
      <w:r>
        <w:t xml:space="preserve"> This Section 86 is from the Electronic Communications and Transactions Act of South Africa.</w:t>
      </w:r>
    </w:p>
  </w:footnote>
  <w:footnote w:id="54">
    <w:p w:rsidR="004D09CD" w:rsidRDefault="004D09CD" w:rsidP="00BC0437">
      <w:pPr>
        <w:pStyle w:val="FootnoteText"/>
      </w:pPr>
      <w:r>
        <w:rPr>
          <w:rStyle w:val="FootnoteReference"/>
        </w:rPr>
        <w:footnoteRef/>
      </w:r>
      <w:r>
        <w:t xml:space="preserve"> The new amendment is summarized in </w:t>
      </w:r>
      <w:r w:rsidRPr="00E57B1C">
        <w:rPr>
          <w:i/>
        </w:rPr>
        <w:t>Inform</w:t>
      </w:r>
      <w:r>
        <w:rPr>
          <w:i/>
        </w:rPr>
        <w:t>ed Counsel</w:t>
      </w:r>
      <w:r>
        <w:t>, a newsletter of the law firm Tilleke &amp; Gibbons, vol. 6, February 2015 (see www.tilleke.com).</w:t>
      </w:r>
    </w:p>
  </w:footnote>
  <w:footnote w:id="55">
    <w:p w:rsidR="004D09CD" w:rsidRDefault="004D09CD" w:rsidP="00BC0437">
      <w:pPr>
        <w:pStyle w:val="FootnoteText"/>
      </w:pPr>
      <w:r>
        <w:rPr>
          <w:rStyle w:val="FootnoteReference"/>
        </w:rPr>
        <w:footnoteRef/>
      </w:r>
      <w:r>
        <w:t xml:space="preserve"> Togo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56">
    <w:p w:rsidR="004D09CD" w:rsidRPr="00B92A85" w:rsidRDefault="004D09CD" w:rsidP="00BC0437">
      <w:pPr>
        <w:pStyle w:val="FootnoteText"/>
        <w:rPr>
          <w:szCs w:val="22"/>
        </w:rPr>
      </w:pPr>
      <w:r w:rsidRPr="00B92A85">
        <w:rPr>
          <w:rStyle w:val="FootnoteReference"/>
          <w:szCs w:val="22"/>
        </w:rPr>
        <w:footnoteRef/>
      </w:r>
      <w:r w:rsidRPr="00B92A85">
        <w:rPr>
          <w:szCs w:val="22"/>
        </w:rPr>
        <w:t xml:space="preserve"> The 2014 study of library exceptions includes tables analyzing the copyright law of Zanzibar, a semi-a</w:t>
      </w:r>
      <w:r>
        <w:rPr>
          <w:szCs w:val="22"/>
        </w:rPr>
        <w:t>utonomous region of Tanzania.  Because t</w:t>
      </w:r>
      <w:r w:rsidRPr="00B92A85">
        <w:rPr>
          <w:szCs w:val="22"/>
        </w:rPr>
        <w:t>he current study is limited to countries that are members of WIPO, Zanzibar is not included here.  For the 2014 study, see:  http://www.wipo.int/meetings/en/doc_details.jsp?doc_id=290457.</w:t>
      </w:r>
    </w:p>
  </w:footnote>
  <w:footnote w:id="57">
    <w:p w:rsidR="004D09CD" w:rsidRPr="00493EFB" w:rsidRDefault="004D09CD" w:rsidP="00BC0437">
      <w:pPr>
        <w:pStyle w:val="FootnoteText"/>
      </w:pPr>
      <w:r>
        <w:rPr>
          <w:rStyle w:val="FootnoteReference"/>
        </w:rPr>
        <w:footnoteRef/>
      </w:r>
      <w:r>
        <w:t xml:space="preserve"> The CONTU (National Commission on New Technological Uses of Copyrighted Works) Commission report, and the guidelines it offered for copying of articles, can be found at: </w:t>
      </w:r>
      <w:r w:rsidRPr="009325FE">
        <w:t>http://digital-law-online.info/CONTU/contu1.html</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9CD" w:rsidRDefault="004D09CD" w:rsidP="00477D6B">
    <w:pPr>
      <w:jc w:val="right"/>
    </w:pPr>
    <w:bookmarkStart w:id="1759" w:name="Code2"/>
    <w:bookmarkEnd w:id="1759"/>
    <w:r>
      <w:t>SCCR/30/3</w:t>
    </w:r>
  </w:p>
  <w:p w:rsidR="004D09CD" w:rsidRDefault="004D09CD" w:rsidP="00477D6B">
    <w:pPr>
      <w:jc w:val="right"/>
    </w:pPr>
    <w:r>
      <w:t xml:space="preserve">page </w:t>
    </w:r>
    <w:r>
      <w:fldChar w:fldCharType="begin"/>
    </w:r>
    <w:r>
      <w:instrText xml:space="preserve"> PAGE  \* MERGEFORMAT </w:instrText>
    </w:r>
    <w:r>
      <w:fldChar w:fldCharType="separate"/>
    </w:r>
    <w:r w:rsidR="00E92AE7">
      <w:rPr>
        <w:noProof/>
      </w:rPr>
      <w:t>453</w:t>
    </w:r>
    <w:r>
      <w:fldChar w:fldCharType="end"/>
    </w:r>
  </w:p>
  <w:p w:rsidR="004D09CD" w:rsidRDefault="004D09CD"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637B93"/>
    <w:multiLevelType w:val="hybridMultilevel"/>
    <w:tmpl w:val="18886A7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FA43D8D"/>
    <w:multiLevelType w:val="hybridMultilevel"/>
    <w:tmpl w:val="B8204BCA"/>
    <w:lvl w:ilvl="0" w:tplc="4B28B7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DA03AFD"/>
    <w:multiLevelType w:val="hybridMultilevel"/>
    <w:tmpl w:val="56E033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AF69A5"/>
    <w:multiLevelType w:val="hybridMultilevel"/>
    <w:tmpl w:val="1C2284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8"/>
  </w:num>
  <w:num w:numId="5">
    <w:abstractNumId w:val="2"/>
  </w:num>
  <w:num w:numId="6">
    <w:abstractNumId w:val="6"/>
  </w:num>
  <w:num w:numId="7">
    <w:abstractNumId w:val="3"/>
  </w:num>
  <w:num w:numId="8">
    <w:abstractNumId w:val="9"/>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F1E"/>
    <w:rsid w:val="00043CAA"/>
    <w:rsid w:val="00075432"/>
    <w:rsid w:val="000968ED"/>
    <w:rsid w:val="000F5E56"/>
    <w:rsid w:val="001362EE"/>
    <w:rsid w:val="001832A6"/>
    <w:rsid w:val="001D0DFD"/>
    <w:rsid w:val="00217E89"/>
    <w:rsid w:val="00244F1E"/>
    <w:rsid w:val="0025164C"/>
    <w:rsid w:val="002634C4"/>
    <w:rsid w:val="00273BA9"/>
    <w:rsid w:val="002928D3"/>
    <w:rsid w:val="002F1FE6"/>
    <w:rsid w:val="002F4E68"/>
    <w:rsid w:val="00312F7F"/>
    <w:rsid w:val="003154C7"/>
    <w:rsid w:val="00361450"/>
    <w:rsid w:val="003673CF"/>
    <w:rsid w:val="003845C1"/>
    <w:rsid w:val="00385450"/>
    <w:rsid w:val="003A6F89"/>
    <w:rsid w:val="003B38C1"/>
    <w:rsid w:val="003F1670"/>
    <w:rsid w:val="00423E3E"/>
    <w:rsid w:val="00427AF4"/>
    <w:rsid w:val="004647DA"/>
    <w:rsid w:val="00474062"/>
    <w:rsid w:val="00476C47"/>
    <w:rsid w:val="00477D6B"/>
    <w:rsid w:val="004D09CD"/>
    <w:rsid w:val="005019FF"/>
    <w:rsid w:val="00516A58"/>
    <w:rsid w:val="00522AA2"/>
    <w:rsid w:val="00524D7C"/>
    <w:rsid w:val="0053057A"/>
    <w:rsid w:val="00560A29"/>
    <w:rsid w:val="005C6649"/>
    <w:rsid w:val="00605827"/>
    <w:rsid w:val="00646050"/>
    <w:rsid w:val="006713CA"/>
    <w:rsid w:val="00676C5C"/>
    <w:rsid w:val="006B0484"/>
    <w:rsid w:val="007D1613"/>
    <w:rsid w:val="008829E8"/>
    <w:rsid w:val="008B2CC1"/>
    <w:rsid w:val="008B60B2"/>
    <w:rsid w:val="008E3DB2"/>
    <w:rsid w:val="0090731E"/>
    <w:rsid w:val="00916EE2"/>
    <w:rsid w:val="009178F2"/>
    <w:rsid w:val="009652BA"/>
    <w:rsid w:val="00966A22"/>
    <w:rsid w:val="0096722F"/>
    <w:rsid w:val="00980843"/>
    <w:rsid w:val="009C7A5F"/>
    <w:rsid w:val="009E2791"/>
    <w:rsid w:val="009E3F6F"/>
    <w:rsid w:val="009E62A2"/>
    <w:rsid w:val="009F499F"/>
    <w:rsid w:val="00A42DAF"/>
    <w:rsid w:val="00A45BD8"/>
    <w:rsid w:val="00A869B7"/>
    <w:rsid w:val="00AC205C"/>
    <w:rsid w:val="00AF0A6B"/>
    <w:rsid w:val="00B05A69"/>
    <w:rsid w:val="00B06CDA"/>
    <w:rsid w:val="00B9734B"/>
    <w:rsid w:val="00BC0437"/>
    <w:rsid w:val="00C11BFE"/>
    <w:rsid w:val="00C53D3D"/>
    <w:rsid w:val="00D45252"/>
    <w:rsid w:val="00D71B4D"/>
    <w:rsid w:val="00D80961"/>
    <w:rsid w:val="00D93D55"/>
    <w:rsid w:val="00E335FE"/>
    <w:rsid w:val="00E60F5A"/>
    <w:rsid w:val="00E92AE7"/>
    <w:rsid w:val="00EC4E49"/>
    <w:rsid w:val="00ED77FB"/>
    <w:rsid w:val="00EE45FA"/>
    <w:rsid w:val="00F66152"/>
    <w:rsid w:val="00FE3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244F1E"/>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244F1E"/>
    <w:pPr>
      <w:outlineLvl w:val="5"/>
    </w:pPr>
    <w:rPr>
      <w:rFonts w:ascii="Times New Roman" w:eastAsia="Times New Roman" w:hAnsi="Times New Roman" w:cs="Times New Roman"/>
      <w:sz w:val="24"/>
      <w:lang w:eastAsia="en-US"/>
    </w:rPr>
  </w:style>
  <w:style w:type="paragraph" w:styleId="Heading9">
    <w:name w:val="heading 9"/>
    <w:basedOn w:val="Normal"/>
    <w:next w:val="Normal"/>
    <w:link w:val="Heading9Char"/>
    <w:qFormat/>
    <w:rsid w:val="00244F1E"/>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paragraph" w:styleId="BalloonText">
    <w:name w:val="Balloon Text"/>
    <w:basedOn w:val="Normal"/>
    <w:link w:val="BalloonTextChar"/>
    <w:rsid w:val="00244F1E"/>
    <w:rPr>
      <w:rFonts w:ascii="Tahoma" w:hAnsi="Tahoma" w:cs="Tahoma"/>
      <w:sz w:val="16"/>
      <w:szCs w:val="16"/>
    </w:rPr>
  </w:style>
  <w:style w:type="character" w:customStyle="1" w:styleId="BalloonTextChar">
    <w:name w:val="Balloon Text Char"/>
    <w:basedOn w:val="DefaultParagraphFont"/>
    <w:link w:val="BalloonText"/>
    <w:rsid w:val="00244F1E"/>
    <w:rPr>
      <w:rFonts w:ascii="Tahoma" w:eastAsia="SimSun" w:hAnsi="Tahoma" w:cs="Tahoma"/>
      <w:sz w:val="16"/>
      <w:szCs w:val="16"/>
      <w:lang w:eastAsia="zh-CN"/>
    </w:rPr>
  </w:style>
  <w:style w:type="character" w:customStyle="1" w:styleId="Heading5Char">
    <w:name w:val="Heading 5 Char"/>
    <w:basedOn w:val="DefaultParagraphFont"/>
    <w:link w:val="Heading5"/>
    <w:rsid w:val="00244F1E"/>
    <w:rPr>
      <w:sz w:val="24"/>
    </w:rPr>
  </w:style>
  <w:style w:type="character" w:customStyle="1" w:styleId="Heading6Char">
    <w:name w:val="Heading 6 Char"/>
    <w:basedOn w:val="DefaultParagraphFont"/>
    <w:link w:val="Heading6"/>
    <w:rsid w:val="00244F1E"/>
    <w:rPr>
      <w:sz w:val="24"/>
    </w:rPr>
  </w:style>
  <w:style w:type="character" w:customStyle="1" w:styleId="Heading9Char">
    <w:name w:val="Heading 9 Char"/>
    <w:basedOn w:val="DefaultParagraphFont"/>
    <w:link w:val="Heading9"/>
    <w:rsid w:val="00244F1E"/>
    <w:rPr>
      <w:rFonts w:ascii="Arial" w:hAnsi="Arial"/>
      <w:i/>
      <w:sz w:val="22"/>
    </w:rPr>
  </w:style>
  <w:style w:type="paragraph" w:styleId="BodyTextIndent">
    <w:name w:val="Body Text Indent"/>
    <w:basedOn w:val="Normal"/>
    <w:link w:val="BodyTextIndentChar"/>
    <w:rsid w:val="00244F1E"/>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244F1E"/>
    <w:rPr>
      <w:sz w:val="24"/>
    </w:rPr>
  </w:style>
  <w:style w:type="paragraph" w:styleId="Closing">
    <w:name w:val="Closing"/>
    <w:basedOn w:val="Normal"/>
    <w:link w:val="ClosingChar"/>
    <w:rsid w:val="00244F1E"/>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244F1E"/>
    <w:rPr>
      <w:sz w:val="24"/>
    </w:rPr>
  </w:style>
  <w:style w:type="paragraph" w:customStyle="1" w:styleId="Committee">
    <w:name w:val="Committee"/>
    <w:basedOn w:val="Normal"/>
    <w:rsid w:val="00244F1E"/>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244F1E"/>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244F1E"/>
  </w:style>
  <w:style w:type="paragraph" w:customStyle="1" w:styleId="Endofdocument">
    <w:name w:val="End of document"/>
    <w:basedOn w:val="Normal"/>
    <w:rsid w:val="00244F1E"/>
    <w:pPr>
      <w:ind w:left="4536"/>
      <w:jc w:val="center"/>
    </w:pPr>
    <w:rPr>
      <w:rFonts w:ascii="Times New Roman" w:eastAsia="Times New Roman" w:hAnsi="Times New Roman" w:cs="Times New Roman"/>
      <w:sz w:val="24"/>
      <w:lang w:eastAsia="en-US"/>
    </w:rPr>
  </w:style>
  <w:style w:type="character" w:styleId="FootnoteReference">
    <w:name w:val="footnote reference"/>
    <w:rsid w:val="00244F1E"/>
    <w:rPr>
      <w:vertAlign w:val="superscript"/>
    </w:rPr>
  </w:style>
  <w:style w:type="paragraph" w:styleId="MacroText">
    <w:name w:val="macro"/>
    <w:link w:val="MacroTextChar"/>
    <w:rsid w:val="00244F1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244F1E"/>
    <w:rPr>
      <w:rFonts w:ascii="Courier New" w:hAnsi="Courier New"/>
      <w:sz w:val="16"/>
    </w:rPr>
  </w:style>
  <w:style w:type="paragraph" w:customStyle="1" w:styleId="Organizer">
    <w:name w:val="Organizer"/>
    <w:basedOn w:val="Normal"/>
    <w:rsid w:val="00244F1E"/>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244F1E"/>
    <w:pPr>
      <w:spacing w:before="600" w:after="600"/>
      <w:jc w:val="center"/>
    </w:pPr>
    <w:rPr>
      <w:rFonts w:ascii="Times New Roman" w:eastAsia="Times New Roman" w:hAnsi="Times New Roman" w:cs="Times New Roman"/>
      <w:i/>
      <w:sz w:val="24"/>
      <w:lang w:eastAsia="en-US"/>
    </w:rPr>
  </w:style>
  <w:style w:type="paragraph" w:customStyle="1" w:styleId="Session">
    <w:name w:val="Session"/>
    <w:basedOn w:val="Normal"/>
    <w:rsid w:val="00244F1E"/>
    <w:pPr>
      <w:spacing w:before="60"/>
      <w:jc w:val="center"/>
    </w:pPr>
    <w:rPr>
      <w:rFonts w:eastAsia="Times New Roman" w:cs="Times New Roman"/>
      <w:b/>
      <w:sz w:val="30"/>
      <w:lang w:eastAsia="en-US"/>
    </w:rPr>
  </w:style>
  <w:style w:type="paragraph" w:styleId="Title">
    <w:name w:val="Title"/>
    <w:basedOn w:val="Normal"/>
    <w:link w:val="TitleChar"/>
    <w:qFormat/>
    <w:rsid w:val="00244F1E"/>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244F1E"/>
    <w:rPr>
      <w:rFonts w:ascii="Arial" w:hAnsi="Arial"/>
      <w:b/>
      <w:caps/>
      <w:kern w:val="28"/>
      <w:sz w:val="30"/>
    </w:rPr>
  </w:style>
  <w:style w:type="paragraph" w:customStyle="1" w:styleId="TitleofDoc">
    <w:name w:val="Title of Doc"/>
    <w:basedOn w:val="Normal"/>
    <w:rsid w:val="00244F1E"/>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uiPriority w:val="39"/>
    <w:rsid w:val="00244F1E"/>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rsid w:val="00244F1E"/>
    <w:rPr>
      <w:vertAlign w:val="superscript"/>
    </w:rPr>
  </w:style>
  <w:style w:type="character" w:styleId="Hyperlink">
    <w:name w:val="Hyperlink"/>
    <w:uiPriority w:val="99"/>
    <w:rsid w:val="00244F1E"/>
    <w:rPr>
      <w:color w:val="0000FF"/>
      <w:u w:val="single"/>
    </w:rPr>
  </w:style>
  <w:style w:type="character" w:customStyle="1" w:styleId="h1">
    <w:name w:val="h1"/>
    <w:basedOn w:val="DefaultParagraphFont"/>
    <w:rsid w:val="00244F1E"/>
  </w:style>
  <w:style w:type="character" w:customStyle="1" w:styleId="moz-txt-citetags">
    <w:name w:val="moz-txt-citetags"/>
    <w:basedOn w:val="DefaultParagraphFont"/>
    <w:rsid w:val="00244F1E"/>
  </w:style>
  <w:style w:type="table" w:styleId="TableGrid">
    <w:name w:val="Table Grid"/>
    <w:basedOn w:val="TableNormal"/>
    <w:rsid w:val="00244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244F1E"/>
  </w:style>
  <w:style w:type="paragraph" w:styleId="TOC1">
    <w:name w:val="toc 1"/>
    <w:basedOn w:val="Normal"/>
    <w:next w:val="Normal"/>
    <w:autoRedefine/>
    <w:uiPriority w:val="39"/>
    <w:rsid w:val="00C53D3D"/>
    <w:pPr>
      <w:spacing w:before="120" w:after="120"/>
    </w:pPr>
    <w:rPr>
      <w:rFonts w:eastAsia="Times New Roman" w:cs="Times New Roman"/>
      <w:caps/>
      <w:szCs w:val="24"/>
      <w:lang w:eastAsia="en-US"/>
    </w:rPr>
  </w:style>
  <w:style w:type="paragraph" w:styleId="TOC2">
    <w:name w:val="toc 2"/>
    <w:basedOn w:val="Normal"/>
    <w:next w:val="Normal"/>
    <w:autoRedefine/>
    <w:uiPriority w:val="39"/>
    <w:rsid w:val="00C53D3D"/>
    <w:pPr>
      <w:ind w:left="238"/>
    </w:pPr>
    <w:rPr>
      <w:rFonts w:eastAsia="Times New Roman" w:cs="Times New Roman"/>
      <w:smallCaps/>
      <w:szCs w:val="24"/>
      <w:lang w:eastAsia="en-US"/>
    </w:rPr>
  </w:style>
  <w:style w:type="character" w:customStyle="1" w:styleId="Heading2Char">
    <w:name w:val="Heading 2 Char"/>
    <w:link w:val="Heading2"/>
    <w:rsid w:val="00244F1E"/>
    <w:rPr>
      <w:rFonts w:ascii="Arial" w:eastAsia="SimSun" w:hAnsi="Arial" w:cs="Arial"/>
      <w:bCs/>
      <w:iCs/>
      <w:caps/>
      <w:sz w:val="22"/>
      <w:szCs w:val="28"/>
      <w:lang w:eastAsia="zh-CN"/>
    </w:rPr>
  </w:style>
  <w:style w:type="paragraph" w:styleId="NormalWeb">
    <w:name w:val="Normal (Web)"/>
    <w:basedOn w:val="Normal"/>
    <w:rsid w:val="00244F1E"/>
    <w:rPr>
      <w:rFonts w:ascii="Times New Roman" w:eastAsia="Times New Roman" w:hAnsi="Times New Roman" w:cs="Times New Roman"/>
      <w:sz w:val="24"/>
      <w:szCs w:val="24"/>
      <w:lang w:eastAsia="en-US"/>
    </w:rPr>
  </w:style>
  <w:style w:type="character" w:customStyle="1" w:styleId="text-all">
    <w:name w:val="text-all"/>
    <w:basedOn w:val="DefaultParagraphFont"/>
    <w:rsid w:val="00244F1E"/>
  </w:style>
  <w:style w:type="paragraph" w:styleId="TOC3">
    <w:name w:val="toc 3"/>
    <w:basedOn w:val="Normal"/>
    <w:next w:val="Normal"/>
    <w:autoRedefine/>
    <w:uiPriority w:val="39"/>
    <w:rsid w:val="00244F1E"/>
    <w:pPr>
      <w:ind w:left="480"/>
    </w:pPr>
    <w:rPr>
      <w:rFonts w:ascii="Times New Roman" w:eastAsia="Times New Roman" w:hAnsi="Times New Roman" w:cs="Times New Roman"/>
      <w:sz w:val="24"/>
      <w:szCs w:val="24"/>
      <w:lang w:eastAsia="en-US"/>
    </w:rPr>
  </w:style>
  <w:style w:type="paragraph" w:styleId="TOC4">
    <w:name w:val="toc 4"/>
    <w:basedOn w:val="Normal"/>
    <w:next w:val="Normal"/>
    <w:autoRedefine/>
    <w:uiPriority w:val="39"/>
    <w:rsid w:val="00244F1E"/>
    <w:pPr>
      <w:ind w:left="720"/>
    </w:pPr>
    <w:rPr>
      <w:rFonts w:ascii="Times New Roman" w:eastAsia="Times New Roman" w:hAnsi="Times New Roman" w:cs="Times New Roman"/>
      <w:sz w:val="24"/>
      <w:szCs w:val="24"/>
      <w:lang w:eastAsia="en-US"/>
    </w:rPr>
  </w:style>
  <w:style w:type="paragraph" w:styleId="TOC5">
    <w:name w:val="toc 5"/>
    <w:basedOn w:val="Normal"/>
    <w:next w:val="Normal"/>
    <w:autoRedefine/>
    <w:uiPriority w:val="39"/>
    <w:rsid w:val="00244F1E"/>
    <w:pPr>
      <w:ind w:left="960"/>
    </w:pPr>
    <w:rPr>
      <w:rFonts w:ascii="Times New Roman" w:eastAsia="Times New Roman" w:hAnsi="Times New Roman" w:cs="Times New Roman"/>
      <w:sz w:val="24"/>
      <w:szCs w:val="24"/>
      <w:lang w:eastAsia="en-US"/>
    </w:rPr>
  </w:style>
  <w:style w:type="paragraph" w:styleId="TOC6">
    <w:name w:val="toc 6"/>
    <w:basedOn w:val="Normal"/>
    <w:next w:val="Normal"/>
    <w:autoRedefine/>
    <w:uiPriority w:val="39"/>
    <w:rsid w:val="00244F1E"/>
    <w:pPr>
      <w:ind w:left="1200"/>
    </w:pPr>
    <w:rPr>
      <w:rFonts w:ascii="Times New Roman" w:eastAsia="Times New Roman" w:hAnsi="Times New Roman" w:cs="Times New Roman"/>
      <w:sz w:val="24"/>
      <w:szCs w:val="24"/>
      <w:lang w:eastAsia="en-US"/>
    </w:rPr>
  </w:style>
  <w:style w:type="paragraph" w:styleId="TOC7">
    <w:name w:val="toc 7"/>
    <w:basedOn w:val="Normal"/>
    <w:next w:val="Normal"/>
    <w:autoRedefine/>
    <w:uiPriority w:val="39"/>
    <w:rsid w:val="00244F1E"/>
    <w:pPr>
      <w:ind w:left="1440"/>
    </w:pPr>
    <w:rPr>
      <w:rFonts w:ascii="Times New Roman" w:eastAsia="Times New Roman" w:hAnsi="Times New Roman" w:cs="Times New Roman"/>
      <w:sz w:val="24"/>
      <w:szCs w:val="24"/>
      <w:lang w:eastAsia="en-US"/>
    </w:rPr>
  </w:style>
  <w:style w:type="paragraph" w:styleId="TOC8">
    <w:name w:val="toc 8"/>
    <w:basedOn w:val="Normal"/>
    <w:next w:val="Normal"/>
    <w:autoRedefine/>
    <w:uiPriority w:val="39"/>
    <w:rsid w:val="00244F1E"/>
    <w:pPr>
      <w:ind w:left="1680"/>
    </w:pPr>
    <w:rPr>
      <w:rFonts w:ascii="Times New Roman" w:eastAsia="Times New Roman" w:hAnsi="Times New Roman" w:cs="Times New Roman"/>
      <w:sz w:val="24"/>
      <w:szCs w:val="24"/>
      <w:lang w:eastAsia="en-US"/>
    </w:rPr>
  </w:style>
  <w:style w:type="character" w:customStyle="1" w:styleId="documentbody">
    <w:name w:val="documentbody"/>
    <w:basedOn w:val="DefaultParagraphFont"/>
    <w:rsid w:val="00244F1E"/>
  </w:style>
  <w:style w:type="character" w:customStyle="1" w:styleId="searchterm">
    <w:name w:val="searchterm"/>
    <w:basedOn w:val="DefaultParagraphFont"/>
    <w:rsid w:val="00244F1E"/>
  </w:style>
  <w:style w:type="paragraph" w:customStyle="1" w:styleId="Heading2special">
    <w:name w:val="Heading 2 special"/>
    <w:basedOn w:val="TOC1"/>
    <w:rsid w:val="00244F1E"/>
    <w:pPr>
      <w:tabs>
        <w:tab w:val="right" w:leader="dot" w:pos="9061"/>
      </w:tabs>
    </w:pPr>
    <w:rPr>
      <w:noProof/>
    </w:rPr>
  </w:style>
  <w:style w:type="character" w:customStyle="1" w:styleId="FootnoteTextChar">
    <w:name w:val="Footnote Text Char"/>
    <w:link w:val="FootnoteText"/>
    <w:rsid w:val="00244F1E"/>
    <w:rPr>
      <w:rFonts w:ascii="Arial" w:eastAsia="SimSun" w:hAnsi="Arial" w:cs="Arial"/>
      <w:sz w:val="18"/>
      <w:lang w:eastAsia="zh-CN"/>
    </w:rPr>
  </w:style>
  <w:style w:type="paragraph" w:customStyle="1" w:styleId="Default">
    <w:name w:val="Default"/>
    <w:rsid w:val="00244F1E"/>
    <w:pPr>
      <w:autoSpaceDE w:val="0"/>
      <w:autoSpaceDN w:val="0"/>
      <w:adjustRightInd w:val="0"/>
    </w:pPr>
    <w:rPr>
      <w:rFonts w:ascii="Times-New-Roman" w:hAnsi="Times-New-Roman" w:cs="Times-New-Roman"/>
      <w:color w:val="000000"/>
      <w:sz w:val="24"/>
      <w:szCs w:val="24"/>
    </w:rPr>
  </w:style>
  <w:style w:type="paragraph" w:styleId="ListParagraph">
    <w:name w:val="List Paragraph"/>
    <w:basedOn w:val="Normal"/>
    <w:uiPriority w:val="34"/>
    <w:qFormat/>
    <w:rsid w:val="00244F1E"/>
    <w:pPr>
      <w:ind w:left="720"/>
      <w:contextualSpacing/>
    </w:pPr>
    <w:rPr>
      <w:rFonts w:ascii="Times New Roman" w:eastAsia="Times New Roman" w:hAnsi="Times New Roman" w:cs="Times New Roman"/>
      <w:sz w:val="24"/>
      <w:szCs w:val="24"/>
      <w:lang w:eastAsia="en-US"/>
    </w:rPr>
  </w:style>
  <w:style w:type="paragraph" w:customStyle="1" w:styleId="legclearfix">
    <w:name w:val="legclearfix"/>
    <w:basedOn w:val="Normal"/>
    <w:rsid w:val="00244F1E"/>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FooterChar">
    <w:name w:val="Footer Char"/>
    <w:link w:val="Footer"/>
    <w:uiPriority w:val="99"/>
    <w:rsid w:val="00244F1E"/>
    <w:rPr>
      <w:rFonts w:ascii="Arial" w:eastAsia="SimSun" w:hAnsi="Arial" w:cs="Arial"/>
      <w:sz w:val="22"/>
      <w:lang w:eastAsia="zh-CN"/>
    </w:rPr>
  </w:style>
  <w:style w:type="character" w:styleId="FollowedHyperlink">
    <w:name w:val="FollowedHyperlink"/>
    <w:rsid w:val="00244F1E"/>
    <w:rPr>
      <w:color w:val="800080"/>
      <w:u w:val="single"/>
    </w:rPr>
  </w:style>
  <w:style w:type="character" w:customStyle="1" w:styleId="apple-converted-space">
    <w:name w:val="apple-converted-space"/>
    <w:rsid w:val="00244F1E"/>
  </w:style>
  <w:style w:type="character" w:customStyle="1" w:styleId="hps">
    <w:name w:val="hps"/>
    <w:rsid w:val="00244F1E"/>
  </w:style>
  <w:style w:type="character" w:customStyle="1" w:styleId="HeaderChar">
    <w:name w:val="Header Char"/>
    <w:link w:val="Header"/>
    <w:uiPriority w:val="99"/>
    <w:rsid w:val="00244F1E"/>
    <w:rPr>
      <w:rFonts w:ascii="Arial" w:eastAsia="SimSun" w:hAnsi="Arial" w:cs="Arial"/>
      <w:sz w:val="22"/>
      <w:lang w:eastAsia="zh-CN"/>
    </w:rPr>
  </w:style>
  <w:style w:type="character" w:customStyle="1" w:styleId="Heading1Char">
    <w:name w:val="Heading 1 Char"/>
    <w:link w:val="Heading1"/>
    <w:rsid w:val="00244F1E"/>
    <w:rPr>
      <w:rFonts w:ascii="Arial" w:eastAsia="SimSun" w:hAnsi="Arial" w:cs="Arial"/>
      <w:b/>
      <w:bCs/>
      <w:caps/>
      <w:kern w:val="32"/>
      <w:sz w:val="22"/>
      <w:szCs w:val="32"/>
      <w:lang w:eastAsia="zh-CN"/>
    </w:rPr>
  </w:style>
  <w:style w:type="numbering" w:customStyle="1" w:styleId="NoList1">
    <w:name w:val="No List1"/>
    <w:next w:val="NoList"/>
    <w:semiHidden/>
    <w:rsid w:val="00BC04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244F1E"/>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244F1E"/>
    <w:pPr>
      <w:outlineLvl w:val="5"/>
    </w:pPr>
    <w:rPr>
      <w:rFonts w:ascii="Times New Roman" w:eastAsia="Times New Roman" w:hAnsi="Times New Roman" w:cs="Times New Roman"/>
      <w:sz w:val="24"/>
      <w:lang w:eastAsia="en-US"/>
    </w:rPr>
  </w:style>
  <w:style w:type="paragraph" w:styleId="Heading9">
    <w:name w:val="heading 9"/>
    <w:basedOn w:val="Normal"/>
    <w:next w:val="Normal"/>
    <w:link w:val="Heading9Char"/>
    <w:qFormat/>
    <w:rsid w:val="00244F1E"/>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paragraph" w:styleId="BalloonText">
    <w:name w:val="Balloon Text"/>
    <w:basedOn w:val="Normal"/>
    <w:link w:val="BalloonTextChar"/>
    <w:rsid w:val="00244F1E"/>
    <w:rPr>
      <w:rFonts w:ascii="Tahoma" w:hAnsi="Tahoma" w:cs="Tahoma"/>
      <w:sz w:val="16"/>
      <w:szCs w:val="16"/>
    </w:rPr>
  </w:style>
  <w:style w:type="character" w:customStyle="1" w:styleId="BalloonTextChar">
    <w:name w:val="Balloon Text Char"/>
    <w:basedOn w:val="DefaultParagraphFont"/>
    <w:link w:val="BalloonText"/>
    <w:rsid w:val="00244F1E"/>
    <w:rPr>
      <w:rFonts w:ascii="Tahoma" w:eastAsia="SimSun" w:hAnsi="Tahoma" w:cs="Tahoma"/>
      <w:sz w:val="16"/>
      <w:szCs w:val="16"/>
      <w:lang w:eastAsia="zh-CN"/>
    </w:rPr>
  </w:style>
  <w:style w:type="character" w:customStyle="1" w:styleId="Heading5Char">
    <w:name w:val="Heading 5 Char"/>
    <w:basedOn w:val="DefaultParagraphFont"/>
    <w:link w:val="Heading5"/>
    <w:rsid w:val="00244F1E"/>
    <w:rPr>
      <w:sz w:val="24"/>
    </w:rPr>
  </w:style>
  <w:style w:type="character" w:customStyle="1" w:styleId="Heading6Char">
    <w:name w:val="Heading 6 Char"/>
    <w:basedOn w:val="DefaultParagraphFont"/>
    <w:link w:val="Heading6"/>
    <w:rsid w:val="00244F1E"/>
    <w:rPr>
      <w:sz w:val="24"/>
    </w:rPr>
  </w:style>
  <w:style w:type="character" w:customStyle="1" w:styleId="Heading9Char">
    <w:name w:val="Heading 9 Char"/>
    <w:basedOn w:val="DefaultParagraphFont"/>
    <w:link w:val="Heading9"/>
    <w:rsid w:val="00244F1E"/>
    <w:rPr>
      <w:rFonts w:ascii="Arial" w:hAnsi="Arial"/>
      <w:i/>
      <w:sz w:val="22"/>
    </w:rPr>
  </w:style>
  <w:style w:type="paragraph" w:styleId="BodyTextIndent">
    <w:name w:val="Body Text Indent"/>
    <w:basedOn w:val="Normal"/>
    <w:link w:val="BodyTextIndentChar"/>
    <w:rsid w:val="00244F1E"/>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244F1E"/>
    <w:rPr>
      <w:sz w:val="24"/>
    </w:rPr>
  </w:style>
  <w:style w:type="paragraph" w:styleId="Closing">
    <w:name w:val="Closing"/>
    <w:basedOn w:val="Normal"/>
    <w:link w:val="ClosingChar"/>
    <w:rsid w:val="00244F1E"/>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244F1E"/>
    <w:rPr>
      <w:sz w:val="24"/>
    </w:rPr>
  </w:style>
  <w:style w:type="paragraph" w:customStyle="1" w:styleId="Committee">
    <w:name w:val="Committee"/>
    <w:basedOn w:val="Normal"/>
    <w:rsid w:val="00244F1E"/>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244F1E"/>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244F1E"/>
  </w:style>
  <w:style w:type="paragraph" w:customStyle="1" w:styleId="Endofdocument">
    <w:name w:val="End of document"/>
    <w:basedOn w:val="Normal"/>
    <w:rsid w:val="00244F1E"/>
    <w:pPr>
      <w:ind w:left="4536"/>
      <w:jc w:val="center"/>
    </w:pPr>
    <w:rPr>
      <w:rFonts w:ascii="Times New Roman" w:eastAsia="Times New Roman" w:hAnsi="Times New Roman" w:cs="Times New Roman"/>
      <w:sz w:val="24"/>
      <w:lang w:eastAsia="en-US"/>
    </w:rPr>
  </w:style>
  <w:style w:type="character" w:styleId="FootnoteReference">
    <w:name w:val="footnote reference"/>
    <w:rsid w:val="00244F1E"/>
    <w:rPr>
      <w:vertAlign w:val="superscript"/>
    </w:rPr>
  </w:style>
  <w:style w:type="paragraph" w:styleId="MacroText">
    <w:name w:val="macro"/>
    <w:link w:val="MacroTextChar"/>
    <w:rsid w:val="00244F1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244F1E"/>
    <w:rPr>
      <w:rFonts w:ascii="Courier New" w:hAnsi="Courier New"/>
      <w:sz w:val="16"/>
    </w:rPr>
  </w:style>
  <w:style w:type="paragraph" w:customStyle="1" w:styleId="Organizer">
    <w:name w:val="Organizer"/>
    <w:basedOn w:val="Normal"/>
    <w:rsid w:val="00244F1E"/>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244F1E"/>
    <w:pPr>
      <w:spacing w:before="600" w:after="600"/>
      <w:jc w:val="center"/>
    </w:pPr>
    <w:rPr>
      <w:rFonts w:ascii="Times New Roman" w:eastAsia="Times New Roman" w:hAnsi="Times New Roman" w:cs="Times New Roman"/>
      <w:i/>
      <w:sz w:val="24"/>
      <w:lang w:eastAsia="en-US"/>
    </w:rPr>
  </w:style>
  <w:style w:type="paragraph" w:customStyle="1" w:styleId="Session">
    <w:name w:val="Session"/>
    <w:basedOn w:val="Normal"/>
    <w:rsid w:val="00244F1E"/>
    <w:pPr>
      <w:spacing w:before="60"/>
      <w:jc w:val="center"/>
    </w:pPr>
    <w:rPr>
      <w:rFonts w:eastAsia="Times New Roman" w:cs="Times New Roman"/>
      <w:b/>
      <w:sz w:val="30"/>
      <w:lang w:eastAsia="en-US"/>
    </w:rPr>
  </w:style>
  <w:style w:type="paragraph" w:styleId="Title">
    <w:name w:val="Title"/>
    <w:basedOn w:val="Normal"/>
    <w:link w:val="TitleChar"/>
    <w:qFormat/>
    <w:rsid w:val="00244F1E"/>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244F1E"/>
    <w:rPr>
      <w:rFonts w:ascii="Arial" w:hAnsi="Arial"/>
      <w:b/>
      <w:caps/>
      <w:kern w:val="28"/>
      <w:sz w:val="30"/>
    </w:rPr>
  </w:style>
  <w:style w:type="paragraph" w:customStyle="1" w:styleId="TitleofDoc">
    <w:name w:val="Title of Doc"/>
    <w:basedOn w:val="Normal"/>
    <w:rsid w:val="00244F1E"/>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uiPriority w:val="39"/>
    <w:rsid w:val="00244F1E"/>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rsid w:val="00244F1E"/>
    <w:rPr>
      <w:vertAlign w:val="superscript"/>
    </w:rPr>
  </w:style>
  <w:style w:type="character" w:styleId="Hyperlink">
    <w:name w:val="Hyperlink"/>
    <w:uiPriority w:val="99"/>
    <w:rsid w:val="00244F1E"/>
    <w:rPr>
      <w:color w:val="0000FF"/>
      <w:u w:val="single"/>
    </w:rPr>
  </w:style>
  <w:style w:type="character" w:customStyle="1" w:styleId="h1">
    <w:name w:val="h1"/>
    <w:basedOn w:val="DefaultParagraphFont"/>
    <w:rsid w:val="00244F1E"/>
  </w:style>
  <w:style w:type="character" w:customStyle="1" w:styleId="moz-txt-citetags">
    <w:name w:val="moz-txt-citetags"/>
    <w:basedOn w:val="DefaultParagraphFont"/>
    <w:rsid w:val="00244F1E"/>
  </w:style>
  <w:style w:type="table" w:styleId="TableGrid">
    <w:name w:val="Table Grid"/>
    <w:basedOn w:val="TableNormal"/>
    <w:rsid w:val="00244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244F1E"/>
  </w:style>
  <w:style w:type="paragraph" w:styleId="TOC1">
    <w:name w:val="toc 1"/>
    <w:basedOn w:val="Normal"/>
    <w:next w:val="Normal"/>
    <w:autoRedefine/>
    <w:uiPriority w:val="39"/>
    <w:rsid w:val="00C53D3D"/>
    <w:pPr>
      <w:spacing w:before="120" w:after="120"/>
    </w:pPr>
    <w:rPr>
      <w:rFonts w:eastAsia="Times New Roman" w:cs="Times New Roman"/>
      <w:caps/>
      <w:szCs w:val="24"/>
      <w:lang w:eastAsia="en-US"/>
    </w:rPr>
  </w:style>
  <w:style w:type="paragraph" w:styleId="TOC2">
    <w:name w:val="toc 2"/>
    <w:basedOn w:val="Normal"/>
    <w:next w:val="Normal"/>
    <w:autoRedefine/>
    <w:uiPriority w:val="39"/>
    <w:rsid w:val="00C53D3D"/>
    <w:pPr>
      <w:ind w:left="238"/>
    </w:pPr>
    <w:rPr>
      <w:rFonts w:eastAsia="Times New Roman" w:cs="Times New Roman"/>
      <w:smallCaps/>
      <w:szCs w:val="24"/>
      <w:lang w:eastAsia="en-US"/>
    </w:rPr>
  </w:style>
  <w:style w:type="character" w:customStyle="1" w:styleId="Heading2Char">
    <w:name w:val="Heading 2 Char"/>
    <w:link w:val="Heading2"/>
    <w:rsid w:val="00244F1E"/>
    <w:rPr>
      <w:rFonts w:ascii="Arial" w:eastAsia="SimSun" w:hAnsi="Arial" w:cs="Arial"/>
      <w:bCs/>
      <w:iCs/>
      <w:caps/>
      <w:sz w:val="22"/>
      <w:szCs w:val="28"/>
      <w:lang w:eastAsia="zh-CN"/>
    </w:rPr>
  </w:style>
  <w:style w:type="paragraph" w:styleId="NormalWeb">
    <w:name w:val="Normal (Web)"/>
    <w:basedOn w:val="Normal"/>
    <w:rsid w:val="00244F1E"/>
    <w:rPr>
      <w:rFonts w:ascii="Times New Roman" w:eastAsia="Times New Roman" w:hAnsi="Times New Roman" w:cs="Times New Roman"/>
      <w:sz w:val="24"/>
      <w:szCs w:val="24"/>
      <w:lang w:eastAsia="en-US"/>
    </w:rPr>
  </w:style>
  <w:style w:type="character" w:customStyle="1" w:styleId="text-all">
    <w:name w:val="text-all"/>
    <w:basedOn w:val="DefaultParagraphFont"/>
    <w:rsid w:val="00244F1E"/>
  </w:style>
  <w:style w:type="paragraph" w:styleId="TOC3">
    <w:name w:val="toc 3"/>
    <w:basedOn w:val="Normal"/>
    <w:next w:val="Normal"/>
    <w:autoRedefine/>
    <w:uiPriority w:val="39"/>
    <w:rsid w:val="00244F1E"/>
    <w:pPr>
      <w:ind w:left="480"/>
    </w:pPr>
    <w:rPr>
      <w:rFonts w:ascii="Times New Roman" w:eastAsia="Times New Roman" w:hAnsi="Times New Roman" w:cs="Times New Roman"/>
      <w:sz w:val="24"/>
      <w:szCs w:val="24"/>
      <w:lang w:eastAsia="en-US"/>
    </w:rPr>
  </w:style>
  <w:style w:type="paragraph" w:styleId="TOC4">
    <w:name w:val="toc 4"/>
    <w:basedOn w:val="Normal"/>
    <w:next w:val="Normal"/>
    <w:autoRedefine/>
    <w:uiPriority w:val="39"/>
    <w:rsid w:val="00244F1E"/>
    <w:pPr>
      <w:ind w:left="720"/>
    </w:pPr>
    <w:rPr>
      <w:rFonts w:ascii="Times New Roman" w:eastAsia="Times New Roman" w:hAnsi="Times New Roman" w:cs="Times New Roman"/>
      <w:sz w:val="24"/>
      <w:szCs w:val="24"/>
      <w:lang w:eastAsia="en-US"/>
    </w:rPr>
  </w:style>
  <w:style w:type="paragraph" w:styleId="TOC5">
    <w:name w:val="toc 5"/>
    <w:basedOn w:val="Normal"/>
    <w:next w:val="Normal"/>
    <w:autoRedefine/>
    <w:uiPriority w:val="39"/>
    <w:rsid w:val="00244F1E"/>
    <w:pPr>
      <w:ind w:left="960"/>
    </w:pPr>
    <w:rPr>
      <w:rFonts w:ascii="Times New Roman" w:eastAsia="Times New Roman" w:hAnsi="Times New Roman" w:cs="Times New Roman"/>
      <w:sz w:val="24"/>
      <w:szCs w:val="24"/>
      <w:lang w:eastAsia="en-US"/>
    </w:rPr>
  </w:style>
  <w:style w:type="paragraph" w:styleId="TOC6">
    <w:name w:val="toc 6"/>
    <w:basedOn w:val="Normal"/>
    <w:next w:val="Normal"/>
    <w:autoRedefine/>
    <w:uiPriority w:val="39"/>
    <w:rsid w:val="00244F1E"/>
    <w:pPr>
      <w:ind w:left="1200"/>
    </w:pPr>
    <w:rPr>
      <w:rFonts w:ascii="Times New Roman" w:eastAsia="Times New Roman" w:hAnsi="Times New Roman" w:cs="Times New Roman"/>
      <w:sz w:val="24"/>
      <w:szCs w:val="24"/>
      <w:lang w:eastAsia="en-US"/>
    </w:rPr>
  </w:style>
  <w:style w:type="paragraph" w:styleId="TOC7">
    <w:name w:val="toc 7"/>
    <w:basedOn w:val="Normal"/>
    <w:next w:val="Normal"/>
    <w:autoRedefine/>
    <w:uiPriority w:val="39"/>
    <w:rsid w:val="00244F1E"/>
    <w:pPr>
      <w:ind w:left="1440"/>
    </w:pPr>
    <w:rPr>
      <w:rFonts w:ascii="Times New Roman" w:eastAsia="Times New Roman" w:hAnsi="Times New Roman" w:cs="Times New Roman"/>
      <w:sz w:val="24"/>
      <w:szCs w:val="24"/>
      <w:lang w:eastAsia="en-US"/>
    </w:rPr>
  </w:style>
  <w:style w:type="paragraph" w:styleId="TOC8">
    <w:name w:val="toc 8"/>
    <w:basedOn w:val="Normal"/>
    <w:next w:val="Normal"/>
    <w:autoRedefine/>
    <w:uiPriority w:val="39"/>
    <w:rsid w:val="00244F1E"/>
    <w:pPr>
      <w:ind w:left="1680"/>
    </w:pPr>
    <w:rPr>
      <w:rFonts w:ascii="Times New Roman" w:eastAsia="Times New Roman" w:hAnsi="Times New Roman" w:cs="Times New Roman"/>
      <w:sz w:val="24"/>
      <w:szCs w:val="24"/>
      <w:lang w:eastAsia="en-US"/>
    </w:rPr>
  </w:style>
  <w:style w:type="character" w:customStyle="1" w:styleId="documentbody">
    <w:name w:val="documentbody"/>
    <w:basedOn w:val="DefaultParagraphFont"/>
    <w:rsid w:val="00244F1E"/>
  </w:style>
  <w:style w:type="character" w:customStyle="1" w:styleId="searchterm">
    <w:name w:val="searchterm"/>
    <w:basedOn w:val="DefaultParagraphFont"/>
    <w:rsid w:val="00244F1E"/>
  </w:style>
  <w:style w:type="paragraph" w:customStyle="1" w:styleId="Heading2special">
    <w:name w:val="Heading 2 special"/>
    <w:basedOn w:val="TOC1"/>
    <w:rsid w:val="00244F1E"/>
    <w:pPr>
      <w:tabs>
        <w:tab w:val="right" w:leader="dot" w:pos="9061"/>
      </w:tabs>
    </w:pPr>
    <w:rPr>
      <w:noProof/>
    </w:rPr>
  </w:style>
  <w:style w:type="character" w:customStyle="1" w:styleId="FootnoteTextChar">
    <w:name w:val="Footnote Text Char"/>
    <w:link w:val="FootnoteText"/>
    <w:rsid w:val="00244F1E"/>
    <w:rPr>
      <w:rFonts w:ascii="Arial" w:eastAsia="SimSun" w:hAnsi="Arial" w:cs="Arial"/>
      <w:sz w:val="18"/>
      <w:lang w:eastAsia="zh-CN"/>
    </w:rPr>
  </w:style>
  <w:style w:type="paragraph" w:customStyle="1" w:styleId="Default">
    <w:name w:val="Default"/>
    <w:rsid w:val="00244F1E"/>
    <w:pPr>
      <w:autoSpaceDE w:val="0"/>
      <w:autoSpaceDN w:val="0"/>
      <w:adjustRightInd w:val="0"/>
    </w:pPr>
    <w:rPr>
      <w:rFonts w:ascii="Times-New-Roman" w:hAnsi="Times-New-Roman" w:cs="Times-New-Roman"/>
      <w:color w:val="000000"/>
      <w:sz w:val="24"/>
      <w:szCs w:val="24"/>
    </w:rPr>
  </w:style>
  <w:style w:type="paragraph" w:styleId="ListParagraph">
    <w:name w:val="List Paragraph"/>
    <w:basedOn w:val="Normal"/>
    <w:uiPriority w:val="34"/>
    <w:qFormat/>
    <w:rsid w:val="00244F1E"/>
    <w:pPr>
      <w:ind w:left="720"/>
      <w:contextualSpacing/>
    </w:pPr>
    <w:rPr>
      <w:rFonts w:ascii="Times New Roman" w:eastAsia="Times New Roman" w:hAnsi="Times New Roman" w:cs="Times New Roman"/>
      <w:sz w:val="24"/>
      <w:szCs w:val="24"/>
      <w:lang w:eastAsia="en-US"/>
    </w:rPr>
  </w:style>
  <w:style w:type="paragraph" w:customStyle="1" w:styleId="legclearfix">
    <w:name w:val="legclearfix"/>
    <w:basedOn w:val="Normal"/>
    <w:rsid w:val="00244F1E"/>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FooterChar">
    <w:name w:val="Footer Char"/>
    <w:link w:val="Footer"/>
    <w:uiPriority w:val="99"/>
    <w:rsid w:val="00244F1E"/>
    <w:rPr>
      <w:rFonts w:ascii="Arial" w:eastAsia="SimSun" w:hAnsi="Arial" w:cs="Arial"/>
      <w:sz w:val="22"/>
      <w:lang w:eastAsia="zh-CN"/>
    </w:rPr>
  </w:style>
  <w:style w:type="character" w:styleId="FollowedHyperlink">
    <w:name w:val="FollowedHyperlink"/>
    <w:rsid w:val="00244F1E"/>
    <w:rPr>
      <w:color w:val="800080"/>
      <w:u w:val="single"/>
    </w:rPr>
  </w:style>
  <w:style w:type="character" w:customStyle="1" w:styleId="apple-converted-space">
    <w:name w:val="apple-converted-space"/>
    <w:rsid w:val="00244F1E"/>
  </w:style>
  <w:style w:type="character" w:customStyle="1" w:styleId="hps">
    <w:name w:val="hps"/>
    <w:rsid w:val="00244F1E"/>
  </w:style>
  <w:style w:type="character" w:customStyle="1" w:styleId="HeaderChar">
    <w:name w:val="Header Char"/>
    <w:link w:val="Header"/>
    <w:uiPriority w:val="99"/>
    <w:rsid w:val="00244F1E"/>
    <w:rPr>
      <w:rFonts w:ascii="Arial" w:eastAsia="SimSun" w:hAnsi="Arial" w:cs="Arial"/>
      <w:sz w:val="22"/>
      <w:lang w:eastAsia="zh-CN"/>
    </w:rPr>
  </w:style>
  <w:style w:type="character" w:customStyle="1" w:styleId="Heading1Char">
    <w:name w:val="Heading 1 Char"/>
    <w:link w:val="Heading1"/>
    <w:rsid w:val="00244F1E"/>
    <w:rPr>
      <w:rFonts w:ascii="Arial" w:eastAsia="SimSun" w:hAnsi="Arial" w:cs="Arial"/>
      <w:b/>
      <w:bCs/>
      <w:caps/>
      <w:kern w:val="32"/>
      <w:sz w:val="22"/>
      <w:szCs w:val="32"/>
      <w:lang w:eastAsia="zh-CN"/>
    </w:rPr>
  </w:style>
  <w:style w:type="numbering" w:customStyle="1" w:styleId="NoList1">
    <w:name w:val="No List1"/>
    <w:next w:val="NoList"/>
    <w:semiHidden/>
    <w:rsid w:val="00BC0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gazzettaufficiale.it/eli/id/2014/11/10/14G00179/sg"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6E6F4-83A0-4D35-9314-A49762858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453</Pages>
  <Words>109474</Words>
  <Characters>628934</Characters>
  <Application>Microsoft Office Word</Application>
  <DocSecurity>0</DocSecurity>
  <Lines>5241</Lines>
  <Paragraphs>1473</Paragraphs>
  <ScaleCrop>false</ScaleCrop>
  <HeadingPairs>
    <vt:vector size="2" baseType="variant">
      <vt:variant>
        <vt:lpstr>Title</vt:lpstr>
      </vt:variant>
      <vt:variant>
        <vt:i4>1</vt:i4>
      </vt:variant>
    </vt:vector>
  </HeadingPairs>
  <TitlesOfParts>
    <vt:vector size="1" baseType="lpstr">
      <vt:lpstr>SCCR/30/</vt:lpstr>
    </vt:vector>
  </TitlesOfParts>
  <Company>WIPO</Company>
  <LinksUpToDate>false</LinksUpToDate>
  <CharactersWithSpaces>736935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SCCR/30/</dc:title>
  <dc:creator>LUNG Geidy</dc:creator>
  <cp:lastModifiedBy>HAIZEL Francesca</cp:lastModifiedBy>
  <cp:revision>5</cp:revision>
  <cp:lastPrinted>2015-06-10T17:17:00Z</cp:lastPrinted>
  <dcterms:created xsi:type="dcterms:W3CDTF">2015-06-11T13:46:00Z</dcterms:created>
  <dcterms:modified xsi:type="dcterms:W3CDTF">2015-06-12T09:17:00Z</dcterms:modified>
</cp:coreProperties>
</file>